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354DF7" w:rsidP="00044EB7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DF7" w:rsidRDefault="00354DF7" w:rsidP="00354DF7">
      <w:r>
        <w:t>Elemental Composition Report</w:t>
      </w:r>
    </w:p>
    <w:p w:rsidR="00354DF7" w:rsidRDefault="00354DF7" w:rsidP="00354DF7"/>
    <w:p w:rsidR="00354DF7" w:rsidRDefault="00354DF7" w:rsidP="00354DF7">
      <w:r>
        <w:t>Single Mass Analysis</w:t>
      </w:r>
    </w:p>
    <w:p w:rsidR="00354DF7" w:rsidRDefault="00354DF7" w:rsidP="00354DF7">
      <w:r>
        <w:t>Tolerance = 10.0 PPM   /   DBE: min = -1.5, max = 100.0</w:t>
      </w:r>
    </w:p>
    <w:p w:rsidR="00354DF7" w:rsidRDefault="00354DF7" w:rsidP="00354DF7">
      <w:r>
        <w:t xml:space="preserve">Element prediction: Off </w:t>
      </w:r>
    </w:p>
    <w:p w:rsidR="00354DF7" w:rsidRDefault="00354DF7" w:rsidP="00354DF7">
      <w:r>
        <w:t>Number of isotope peaks used for i-FIT = 3</w:t>
      </w:r>
    </w:p>
    <w:p w:rsidR="00354DF7" w:rsidRDefault="00354DF7" w:rsidP="00354DF7"/>
    <w:p w:rsidR="00354DF7" w:rsidRDefault="00354DF7" w:rsidP="00354DF7">
      <w:r>
        <w:t>Monoisotopic Mass, Even Electron Ions</w:t>
      </w:r>
    </w:p>
    <w:p w:rsidR="00354DF7" w:rsidRDefault="00354DF7" w:rsidP="00354DF7">
      <w:r>
        <w:t>305 formula(e) evaluated with 1 results within limits (all results (up to 1000) for each mass)</w:t>
      </w:r>
    </w:p>
    <w:p w:rsidR="00354DF7" w:rsidRDefault="00354DF7" w:rsidP="00354DF7">
      <w:r>
        <w:t>Elements Used:</w:t>
      </w:r>
    </w:p>
    <w:p w:rsidR="00354DF7" w:rsidRDefault="00354DF7" w:rsidP="00354DF7">
      <w:r>
        <w:t xml:space="preserve">C: 20-20    H: 0-200    N: 0-10    O: 0-15    Na: 0-1    S: 1-1    </w:t>
      </w:r>
    </w:p>
    <w:p w:rsidR="00354DF7" w:rsidRDefault="00354DF7" w:rsidP="00354DF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54DF7" w:rsidRDefault="00354DF7" w:rsidP="00354DF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54DF7" w:rsidRDefault="00354DF7" w:rsidP="00354DF7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354DF7" w:rsidRDefault="00354DF7" w:rsidP="00354DF7">
      <w:r>
        <w:t xml:space="preserve">340.1374   </w:t>
      </w:r>
      <w:r>
        <w:tab/>
        <w:t xml:space="preserve">340.1371       </w:t>
      </w:r>
      <w:r>
        <w:tab/>
        <w:t xml:space="preserve">0.3      </w:t>
      </w:r>
      <w:r>
        <w:tab/>
        <w:t xml:space="preserve">0.9      </w:t>
      </w:r>
      <w:r>
        <w:tab/>
        <w:t xml:space="preserve">10.5     </w:t>
      </w:r>
      <w:r>
        <w:tab/>
        <w:t xml:space="preserve">880.7      </w:t>
      </w:r>
      <w:r>
        <w:tab/>
        <w:t xml:space="preserve">0.0          </w:t>
      </w:r>
      <w:r>
        <w:tab/>
        <w:t>C20  H22  N  O2  S</w:t>
      </w:r>
    </w:p>
    <w:p w:rsidR="00354DF7" w:rsidRDefault="00354DF7" w:rsidP="00354DF7"/>
    <w:p w:rsidR="00354DF7" w:rsidRDefault="00354DF7" w:rsidP="00354DF7">
      <w:r>
        <w:t>REPORT MASSES AS +/-5mDa, referenced against</w:t>
      </w:r>
    </w:p>
    <w:p w:rsidR="00354DF7" w:rsidRDefault="00354DF7" w:rsidP="00354DF7">
      <w:r>
        <w:t xml:space="preserve"> Leucine Enkephalin @ 557.2802 (M+H, C13 isotope) and 556.2771 (M+H, C12 isotope) positive mode, 555.2645 (M-H, C13) and 554.2615 (M-H, C12) negative mode.</w:t>
      </w:r>
    </w:p>
    <w:p w:rsidR="00354DF7" w:rsidRDefault="00354DF7" w:rsidP="00354DF7">
      <w:r>
        <w:t>or Sulfadimethoxine @312.0840 (M+H, C13) and 311.0814 (M+H, C12) positive mode, 310.0684 (M-H, C13) and 309.0658 (M-H, C12) negative mode.</w:t>
      </w:r>
    </w:p>
    <w:p w:rsidR="00354DF7" w:rsidRDefault="00354DF7" w:rsidP="00354DF7">
      <w:r>
        <w:t>This software version MassLynx 4.1 is calibrated ignoring the electron in all cases.</w:t>
      </w:r>
    </w:p>
    <w:p w:rsidR="00354DF7" w:rsidRDefault="00354DF7" w:rsidP="00354DF7">
      <w:pPr>
        <w:tabs>
          <w:tab w:val="left" w:pos="6195"/>
        </w:tabs>
      </w:pPr>
      <w:r>
        <w:lastRenderedPageBreak/>
        <w:t>148.2444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148.2462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148.2493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148.2505</w:t>
      </w:r>
      <w:r>
        <w:tab/>
        <w:t>1.505e0</w:t>
      </w:r>
    </w:p>
    <w:p w:rsidR="00354DF7" w:rsidRDefault="00354DF7" w:rsidP="00354DF7">
      <w:pPr>
        <w:tabs>
          <w:tab w:val="left" w:pos="6195"/>
        </w:tabs>
      </w:pPr>
      <w:r>
        <w:t>148.2677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148.2710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148.2797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148.2832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148.2866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148.2998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148.3015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148.3146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148.3204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148.3221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148.3253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148.3452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148.3504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148.3641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148.3708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148.3861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148.3872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148.3940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148.4000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148.4094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148.4227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148.4245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148.4262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148.4388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148.4418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148.4551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148.4716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148.4756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148.4840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148.4971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148.5088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148.5205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148.5287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148.5360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148.5459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148.5495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148.5560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148.5619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148.5675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148.5747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148.5848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148.5978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148.6040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148.6050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148.6268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148.6319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148.6429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148.6555</w:t>
      </w:r>
      <w:r>
        <w:tab/>
        <w:t>1.539e0</w:t>
      </w:r>
    </w:p>
    <w:p w:rsidR="00354DF7" w:rsidRDefault="00354DF7" w:rsidP="00354DF7">
      <w:pPr>
        <w:tabs>
          <w:tab w:val="left" w:pos="6195"/>
        </w:tabs>
      </w:pPr>
      <w:r>
        <w:t>148.6573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148.6623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148.6658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148.6742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148.6788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148.6799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148.6849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148.6913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148.6980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148.7096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148.7179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148.7209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148.7224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148.7361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148.7434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148.7567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148.7600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148.7757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148.7789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148.7821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148.7934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148.7954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148.8112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148.8143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148.8162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148.8311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148.8357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148.8502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148.8532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148.8600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148.8633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148.8731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148.8818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148.8834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148.8953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148.9020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148.9055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148.9255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148.9313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148.9356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148.9375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148.9444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148.9628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148.9706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148.9783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148.9813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148.9882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148.9899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148.9932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148.9998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149.0048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149.0253</w:t>
      </w:r>
      <w:r>
        <w:tab/>
        <w:t>3.886e0</w:t>
      </w:r>
    </w:p>
    <w:p w:rsidR="00354DF7" w:rsidRDefault="00354DF7" w:rsidP="00354DF7">
      <w:pPr>
        <w:tabs>
          <w:tab w:val="left" w:pos="6195"/>
        </w:tabs>
      </w:pPr>
      <w:r>
        <w:t>149.0287</w:t>
      </w:r>
      <w:r>
        <w:tab/>
        <w:t>2.188e0</w:t>
      </w:r>
    </w:p>
    <w:p w:rsidR="00354DF7" w:rsidRDefault="00354DF7" w:rsidP="00354DF7">
      <w:pPr>
        <w:tabs>
          <w:tab w:val="left" w:pos="6195"/>
        </w:tabs>
      </w:pPr>
      <w:r>
        <w:t>149.0304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149.0443</w:t>
      </w:r>
      <w:r>
        <w:tab/>
        <w:t>5.146e0</w:t>
      </w:r>
    </w:p>
    <w:p w:rsidR="00354DF7" w:rsidRDefault="00354DF7" w:rsidP="00354DF7">
      <w:pPr>
        <w:tabs>
          <w:tab w:val="left" w:pos="6195"/>
        </w:tabs>
      </w:pPr>
      <w:r>
        <w:t>149.0533</w:t>
      </w:r>
      <w:r>
        <w:tab/>
        <w:t>1.185e0</w:t>
      </w:r>
    </w:p>
    <w:p w:rsidR="00354DF7" w:rsidRDefault="00354DF7" w:rsidP="00354DF7">
      <w:pPr>
        <w:tabs>
          <w:tab w:val="left" w:pos="6195"/>
        </w:tabs>
      </w:pPr>
      <w:r>
        <w:t>149.0561</w:t>
      </w:r>
      <w:r>
        <w:tab/>
        <w:t>1.688e0</w:t>
      </w:r>
    </w:p>
    <w:p w:rsidR="00354DF7" w:rsidRDefault="00354DF7" w:rsidP="00354DF7">
      <w:pPr>
        <w:tabs>
          <w:tab w:val="left" w:pos="6195"/>
        </w:tabs>
      </w:pPr>
      <w:r>
        <w:t>149.0624</w:t>
      </w:r>
      <w:r>
        <w:tab/>
        <w:t>3.509e0</w:t>
      </w:r>
    </w:p>
    <w:p w:rsidR="00354DF7" w:rsidRDefault="00354DF7" w:rsidP="00354DF7">
      <w:pPr>
        <w:tabs>
          <w:tab w:val="left" w:pos="6195"/>
        </w:tabs>
      </w:pPr>
      <w:r>
        <w:t>149.0930</w:t>
      </w:r>
      <w:r>
        <w:tab/>
        <w:t>2.823e0</w:t>
      </w:r>
    </w:p>
    <w:p w:rsidR="00354DF7" w:rsidRDefault="00354DF7" w:rsidP="00354DF7">
      <w:pPr>
        <w:tabs>
          <w:tab w:val="left" w:pos="6195"/>
        </w:tabs>
      </w:pPr>
      <w:r>
        <w:t>149.1223</w:t>
      </w:r>
      <w:r>
        <w:tab/>
        <w:t>1.654e0</w:t>
      </w:r>
    </w:p>
    <w:p w:rsidR="00354DF7" w:rsidRDefault="00354DF7" w:rsidP="00354DF7">
      <w:pPr>
        <w:tabs>
          <w:tab w:val="left" w:pos="6195"/>
        </w:tabs>
      </w:pPr>
      <w:r>
        <w:t>149.1249</w:t>
      </w:r>
      <w:r>
        <w:tab/>
        <w:t>3.166e0</w:t>
      </w:r>
    </w:p>
    <w:p w:rsidR="00354DF7" w:rsidRDefault="00354DF7" w:rsidP="00354DF7">
      <w:pPr>
        <w:tabs>
          <w:tab w:val="left" w:pos="6195"/>
        </w:tabs>
      </w:pPr>
      <w:r>
        <w:t>149.1380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149.1601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149.1725</w:t>
      </w:r>
      <w:r>
        <w:tab/>
        <w:t>1.668e0</w:t>
      </w:r>
    </w:p>
    <w:p w:rsidR="00354DF7" w:rsidRDefault="00354DF7" w:rsidP="00354DF7">
      <w:pPr>
        <w:tabs>
          <w:tab w:val="left" w:pos="6195"/>
        </w:tabs>
      </w:pPr>
      <w:r>
        <w:t>149.1782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149.1810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149.1874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149.1943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149.1990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149.2092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149.2231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149.2262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149.2332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149.2390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149.2429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149.2464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149.2481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149.2531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149.2623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149.2720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149.2785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149.2820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149.2953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149.2986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149.3107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149.3122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149.3242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149.3307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149.3349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149.3499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149.3545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149.3663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149.3741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149.3762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149.3799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149.3889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149.3952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149.3987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149.4085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149.4153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149.4185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149.4220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149.4291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149.4391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149.4424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149.4476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149.4625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149.4677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149.4763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149.4899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149.4963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149.5125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149.5140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149.5321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149.5352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149.5385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149.5548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149.5648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149.5694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149.5711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149.5744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149.6010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149.6052</w:t>
      </w:r>
      <w:r>
        <w:tab/>
        <w:t>2.643e0</w:t>
      </w:r>
    </w:p>
    <w:p w:rsidR="00354DF7" w:rsidRDefault="00354DF7" w:rsidP="00354DF7">
      <w:pPr>
        <w:tabs>
          <w:tab w:val="left" w:pos="6195"/>
        </w:tabs>
      </w:pPr>
      <w:r>
        <w:t>149.6066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149.6242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149.6265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149.6351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149.6489</w:t>
      </w:r>
      <w:r>
        <w:tab/>
        <w:t>1.047e0</w:t>
      </w:r>
    </w:p>
    <w:p w:rsidR="00354DF7" w:rsidRDefault="00354DF7" w:rsidP="00354DF7">
      <w:pPr>
        <w:tabs>
          <w:tab w:val="left" w:pos="6195"/>
        </w:tabs>
      </w:pPr>
      <w:r>
        <w:t>149.6523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149.6556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149.6653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149.6688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149.6722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149.6736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149.6879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149.6962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149.7028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149.7270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149.7301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149.7334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149.7399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149.7433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149.7500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149.7586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149.7691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149.7723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149.7857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149.8010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149.8180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149.8261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149.8322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149.8344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149.8363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149.8465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149.8537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149.8661</w:t>
      </w:r>
      <w:r>
        <w:tab/>
        <w:t>3.136e0</w:t>
      </w:r>
    </w:p>
    <w:p w:rsidR="00354DF7" w:rsidRDefault="00354DF7" w:rsidP="00354DF7">
      <w:pPr>
        <w:tabs>
          <w:tab w:val="left" w:pos="6195"/>
        </w:tabs>
      </w:pPr>
      <w:r>
        <w:t>149.8703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149.8885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149.8930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149.8985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149.9007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149.9109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149.9209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149.9225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149.9293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149.9414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149.9549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149.9580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149.9648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149.9713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149.9748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149.9869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149.9955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150.0003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150.0071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150.0101</w:t>
      </w:r>
      <w:r>
        <w:tab/>
        <w:t>3.767e0</w:t>
      </w:r>
    </w:p>
    <w:p w:rsidR="00354DF7" w:rsidRDefault="00354DF7" w:rsidP="00354DF7">
      <w:pPr>
        <w:tabs>
          <w:tab w:val="left" w:pos="6195"/>
        </w:tabs>
      </w:pPr>
      <w:r>
        <w:lastRenderedPageBreak/>
        <w:t>150.0158</w:t>
      </w:r>
      <w:r>
        <w:tab/>
        <w:t>2.752e0</w:t>
      </w:r>
    </w:p>
    <w:p w:rsidR="00354DF7" w:rsidRDefault="00354DF7" w:rsidP="00354DF7">
      <w:pPr>
        <w:tabs>
          <w:tab w:val="left" w:pos="6195"/>
        </w:tabs>
      </w:pPr>
      <w:r>
        <w:t>150.0230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150.0452</w:t>
      </w:r>
      <w:r>
        <w:tab/>
        <w:t>9.838e0</w:t>
      </w:r>
    </w:p>
    <w:p w:rsidR="00354DF7" w:rsidRDefault="00354DF7" w:rsidP="00354DF7">
      <w:pPr>
        <w:tabs>
          <w:tab w:val="left" w:pos="6195"/>
        </w:tabs>
      </w:pPr>
      <w:r>
        <w:t>150.0477</w:t>
      </w:r>
      <w:r>
        <w:tab/>
        <w:t>1.744e1</w:t>
      </w:r>
    </w:p>
    <w:p w:rsidR="00354DF7" w:rsidRDefault="00354DF7" w:rsidP="00354DF7">
      <w:pPr>
        <w:tabs>
          <w:tab w:val="left" w:pos="6195"/>
        </w:tabs>
      </w:pPr>
      <w:r>
        <w:t>150.0506</w:t>
      </w:r>
      <w:r>
        <w:tab/>
        <w:t>2.767e1</w:t>
      </w:r>
    </w:p>
    <w:p w:rsidR="00354DF7" w:rsidRDefault="00354DF7" w:rsidP="00354DF7">
      <w:pPr>
        <w:tabs>
          <w:tab w:val="left" w:pos="6195"/>
        </w:tabs>
      </w:pPr>
      <w:r>
        <w:t>150.0553</w:t>
      </w:r>
      <w:r>
        <w:tab/>
        <w:t>1.917e1</w:t>
      </w:r>
    </w:p>
    <w:p w:rsidR="00354DF7" w:rsidRDefault="00354DF7" w:rsidP="00354DF7">
      <w:pPr>
        <w:tabs>
          <w:tab w:val="left" w:pos="6195"/>
        </w:tabs>
      </w:pPr>
      <w:r>
        <w:t>150.0631</w:t>
      </w:r>
      <w:r>
        <w:tab/>
        <w:t>6.568e0</w:t>
      </w:r>
    </w:p>
    <w:p w:rsidR="00354DF7" w:rsidRDefault="00354DF7" w:rsidP="00354DF7">
      <w:pPr>
        <w:tabs>
          <w:tab w:val="left" w:pos="6195"/>
        </w:tabs>
      </w:pPr>
      <w:r>
        <w:t>150.0656</w:t>
      </w:r>
      <w:r>
        <w:tab/>
        <w:t>3.957e0</w:t>
      </w:r>
    </w:p>
    <w:p w:rsidR="00354DF7" w:rsidRDefault="00354DF7" w:rsidP="00354DF7">
      <w:pPr>
        <w:tabs>
          <w:tab w:val="left" w:pos="6195"/>
        </w:tabs>
      </w:pPr>
      <w:r>
        <w:t>150.1115</w:t>
      </w:r>
      <w:r>
        <w:tab/>
        <w:t>4.398e1</w:t>
      </w:r>
    </w:p>
    <w:p w:rsidR="00354DF7" w:rsidRDefault="00354DF7" w:rsidP="00354DF7">
      <w:pPr>
        <w:tabs>
          <w:tab w:val="left" w:pos="6195"/>
        </w:tabs>
      </w:pPr>
      <w:r>
        <w:t>150.1133</w:t>
      </w:r>
      <w:r>
        <w:tab/>
        <w:t>1.996e2</w:t>
      </w:r>
    </w:p>
    <w:p w:rsidR="00354DF7" w:rsidRDefault="00354DF7" w:rsidP="00354DF7">
      <w:pPr>
        <w:tabs>
          <w:tab w:val="left" w:pos="6195"/>
        </w:tabs>
      </w:pPr>
      <w:r>
        <w:t>150.1149</w:t>
      </w:r>
      <w:r>
        <w:tab/>
        <w:t>1.314e2</w:t>
      </w:r>
    </w:p>
    <w:p w:rsidR="00354DF7" w:rsidRDefault="00354DF7" w:rsidP="00354DF7">
      <w:pPr>
        <w:tabs>
          <w:tab w:val="left" w:pos="6195"/>
        </w:tabs>
      </w:pPr>
      <w:r>
        <w:t>150.1647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150.1700</w:t>
      </w:r>
      <w:r>
        <w:tab/>
        <w:t>3.834e0</w:t>
      </w:r>
    </w:p>
    <w:p w:rsidR="00354DF7" w:rsidRDefault="00354DF7" w:rsidP="00354DF7">
      <w:pPr>
        <w:tabs>
          <w:tab w:val="left" w:pos="6195"/>
        </w:tabs>
      </w:pPr>
      <w:r>
        <w:t>150.1723</w:t>
      </w:r>
      <w:r>
        <w:tab/>
        <w:t>1.769e0</w:t>
      </w:r>
    </w:p>
    <w:p w:rsidR="00354DF7" w:rsidRDefault="00354DF7" w:rsidP="00354DF7">
      <w:pPr>
        <w:tabs>
          <w:tab w:val="left" w:pos="6195"/>
        </w:tabs>
      </w:pPr>
      <w:r>
        <w:t>150.1764</w:t>
      </w:r>
      <w:r>
        <w:tab/>
        <w:t>1.887e0</w:t>
      </w:r>
    </w:p>
    <w:p w:rsidR="00354DF7" w:rsidRDefault="00354DF7" w:rsidP="00354DF7">
      <w:pPr>
        <w:tabs>
          <w:tab w:val="left" w:pos="6195"/>
        </w:tabs>
      </w:pPr>
      <w:r>
        <w:t>150.1829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150.1972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150.1985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150.1996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150.2035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150.2052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150.2187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150.2288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150.2363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150.2381</w:t>
      </w:r>
      <w:r>
        <w:tab/>
        <w:t>4.770e0</w:t>
      </w:r>
    </w:p>
    <w:p w:rsidR="00354DF7" w:rsidRDefault="00354DF7" w:rsidP="00354DF7">
      <w:pPr>
        <w:tabs>
          <w:tab w:val="left" w:pos="6195"/>
        </w:tabs>
      </w:pPr>
      <w:r>
        <w:t>150.2425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150.2605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150.2643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150.2782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150.2804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150.2899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150.2967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150.2999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150.3034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150.3093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150.3202</w:t>
      </w:r>
      <w:r>
        <w:tab/>
        <w:t>2.801e0</w:t>
      </w:r>
    </w:p>
    <w:p w:rsidR="00354DF7" w:rsidRDefault="00354DF7" w:rsidP="00354DF7">
      <w:pPr>
        <w:tabs>
          <w:tab w:val="left" w:pos="6195"/>
        </w:tabs>
      </w:pPr>
      <w:r>
        <w:t>150.3214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150.3259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150.3288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150.3358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150.3422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150.3474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150.3540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150.3555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150.3633</w:t>
      </w:r>
      <w:r>
        <w:tab/>
        <w:t>5.750e0</w:t>
      </w:r>
    </w:p>
    <w:p w:rsidR="00354DF7" w:rsidRDefault="00354DF7" w:rsidP="00354DF7">
      <w:pPr>
        <w:tabs>
          <w:tab w:val="left" w:pos="6195"/>
        </w:tabs>
      </w:pPr>
      <w:r>
        <w:t>150.3674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150.3747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150.3781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150.3823</w:t>
      </w:r>
      <w:r>
        <w:tab/>
        <w:t>3.209e0</w:t>
      </w:r>
    </w:p>
    <w:p w:rsidR="00354DF7" w:rsidRDefault="00354DF7" w:rsidP="00354DF7">
      <w:pPr>
        <w:tabs>
          <w:tab w:val="left" w:pos="6195"/>
        </w:tabs>
      </w:pPr>
      <w:r>
        <w:t>150.3912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150.3954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150.3981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150.4046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150.4117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150.4171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150.4182</w:t>
      </w:r>
      <w:r>
        <w:tab/>
        <w:t>3.616e0</w:t>
      </w:r>
    </w:p>
    <w:p w:rsidR="00354DF7" w:rsidRDefault="00354DF7" w:rsidP="00354DF7">
      <w:pPr>
        <w:tabs>
          <w:tab w:val="left" w:pos="6195"/>
        </w:tabs>
      </w:pPr>
      <w:r>
        <w:t>150.4238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150.4254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150.4335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150.4388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150.4530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150.4566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150.4628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150.4680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150.4725</w:t>
      </w:r>
      <w:r>
        <w:tab/>
        <w:t>6.348e0</w:t>
      </w:r>
    </w:p>
    <w:p w:rsidR="00354DF7" w:rsidRDefault="00354DF7" w:rsidP="00354DF7">
      <w:pPr>
        <w:tabs>
          <w:tab w:val="left" w:pos="6195"/>
        </w:tabs>
      </w:pPr>
      <w:r>
        <w:t>150.4828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150.4956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150.4971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150.4984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150.5015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150.5085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150.5183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150.5222</w:t>
      </w:r>
      <w:r>
        <w:tab/>
        <w:t>2.420e0</w:t>
      </w:r>
    </w:p>
    <w:p w:rsidR="00354DF7" w:rsidRDefault="00354DF7" w:rsidP="00354DF7">
      <w:pPr>
        <w:tabs>
          <w:tab w:val="left" w:pos="6195"/>
        </w:tabs>
      </w:pPr>
      <w:r>
        <w:t>150.5461</w:t>
      </w:r>
      <w:r>
        <w:tab/>
        <w:t>2.025e1</w:t>
      </w:r>
    </w:p>
    <w:p w:rsidR="00354DF7" w:rsidRDefault="00354DF7" w:rsidP="00354DF7">
      <w:pPr>
        <w:tabs>
          <w:tab w:val="left" w:pos="6195"/>
        </w:tabs>
      </w:pPr>
      <w:r>
        <w:t>150.5479</w:t>
      </w:r>
      <w:r>
        <w:tab/>
        <w:t>4.790e1</w:t>
      </w:r>
    </w:p>
    <w:p w:rsidR="00354DF7" w:rsidRDefault="00354DF7" w:rsidP="00354DF7">
      <w:pPr>
        <w:tabs>
          <w:tab w:val="left" w:pos="6195"/>
        </w:tabs>
      </w:pPr>
      <w:r>
        <w:t>150.5520</w:t>
      </w:r>
      <w:r>
        <w:tab/>
        <w:t>2.649e1</w:t>
      </w:r>
    </w:p>
    <w:p w:rsidR="00354DF7" w:rsidRDefault="00354DF7" w:rsidP="00354DF7">
      <w:pPr>
        <w:tabs>
          <w:tab w:val="left" w:pos="6195"/>
        </w:tabs>
      </w:pPr>
      <w:r>
        <w:lastRenderedPageBreak/>
        <w:t>150.5806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150.5898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150.5966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150.5998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150.6063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150.6121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150.6149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150.6166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150.6250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150.6539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150.6556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150.6663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150.6726</w:t>
      </w:r>
      <w:r>
        <w:tab/>
        <w:t>3.919e0</w:t>
      </w:r>
    </w:p>
    <w:p w:rsidR="00354DF7" w:rsidRDefault="00354DF7" w:rsidP="00354DF7">
      <w:pPr>
        <w:tabs>
          <w:tab w:val="left" w:pos="6195"/>
        </w:tabs>
      </w:pPr>
      <w:r>
        <w:t>150.6748</w:t>
      </w:r>
      <w:r>
        <w:tab/>
        <w:t>5.715e0</w:t>
      </w:r>
    </w:p>
    <w:p w:rsidR="00354DF7" w:rsidRDefault="00354DF7" w:rsidP="00354DF7">
      <w:pPr>
        <w:tabs>
          <w:tab w:val="left" w:pos="6195"/>
        </w:tabs>
      </w:pPr>
      <w:r>
        <w:t>150.6847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150.6894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150.6994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150.7111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150.7141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150.7169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150.7271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150.7287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150.7357</w:t>
      </w:r>
      <w:r>
        <w:tab/>
        <w:t>2.354e0</w:t>
      </w:r>
    </w:p>
    <w:p w:rsidR="00354DF7" w:rsidRDefault="00354DF7" w:rsidP="00354DF7">
      <w:pPr>
        <w:tabs>
          <w:tab w:val="left" w:pos="6195"/>
        </w:tabs>
      </w:pPr>
      <w:r>
        <w:t>150.7437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150.7468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150.7555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150.7566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150.7596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150.7694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150.7728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150.7792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150.7883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150.7894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150.7928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150.7959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150.8022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150.8118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150.8152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150.8209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150.8352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150.8425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150.8576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150.8592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150.8642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150.8659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150.8673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150.8759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150.8787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150.8903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150.8931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150.8953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150.9182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150.9298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150.9344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150.9402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150.9448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150.9524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150.9655</w:t>
      </w:r>
      <w:r>
        <w:tab/>
        <w:t>2.026e0</w:t>
      </w:r>
    </w:p>
    <w:p w:rsidR="00354DF7" w:rsidRDefault="00354DF7" w:rsidP="00354DF7">
      <w:pPr>
        <w:tabs>
          <w:tab w:val="left" w:pos="6195"/>
        </w:tabs>
      </w:pPr>
      <w:r>
        <w:t>150.9677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150.9748</w:t>
      </w:r>
      <w:r>
        <w:tab/>
        <w:t>3.771e0</w:t>
      </w:r>
    </w:p>
    <w:p w:rsidR="00354DF7" w:rsidRDefault="00354DF7" w:rsidP="00354DF7">
      <w:pPr>
        <w:tabs>
          <w:tab w:val="left" w:pos="6195"/>
        </w:tabs>
      </w:pPr>
      <w:r>
        <w:t>150.9829</w:t>
      </w:r>
      <w:r>
        <w:tab/>
        <w:t>4.646e0</w:t>
      </w:r>
    </w:p>
    <w:p w:rsidR="00354DF7" w:rsidRDefault="00354DF7" w:rsidP="00354DF7">
      <w:pPr>
        <w:tabs>
          <w:tab w:val="left" w:pos="6195"/>
        </w:tabs>
      </w:pPr>
      <w:r>
        <w:t>150.9846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150.9948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151.0085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151.0164</w:t>
      </w:r>
      <w:r>
        <w:tab/>
        <w:t>2.806e0</w:t>
      </w:r>
    </w:p>
    <w:p w:rsidR="00354DF7" w:rsidRDefault="00354DF7" w:rsidP="00354DF7">
      <w:pPr>
        <w:tabs>
          <w:tab w:val="left" w:pos="6195"/>
        </w:tabs>
      </w:pPr>
      <w:r>
        <w:t>151.0449</w:t>
      </w:r>
      <w:r>
        <w:tab/>
        <w:t>1.727e2</w:t>
      </w:r>
    </w:p>
    <w:p w:rsidR="00354DF7" w:rsidRDefault="00354DF7" w:rsidP="00354DF7">
      <w:pPr>
        <w:tabs>
          <w:tab w:val="left" w:pos="6195"/>
        </w:tabs>
      </w:pPr>
      <w:r>
        <w:t>151.0461</w:t>
      </w:r>
      <w:r>
        <w:tab/>
        <w:t>9.505e2</w:t>
      </w:r>
    </w:p>
    <w:p w:rsidR="00354DF7" w:rsidRDefault="00354DF7" w:rsidP="00354DF7">
      <w:pPr>
        <w:tabs>
          <w:tab w:val="left" w:pos="6195"/>
        </w:tabs>
      </w:pPr>
      <w:r>
        <w:t>151.0866</w:t>
      </w:r>
      <w:r>
        <w:tab/>
        <w:t>3.268e0</w:t>
      </w:r>
    </w:p>
    <w:p w:rsidR="00354DF7" w:rsidRDefault="00354DF7" w:rsidP="00354DF7">
      <w:pPr>
        <w:tabs>
          <w:tab w:val="left" w:pos="6195"/>
        </w:tabs>
      </w:pPr>
      <w:r>
        <w:t>151.0886</w:t>
      </w:r>
      <w:r>
        <w:tab/>
        <w:t>1.811e0</w:t>
      </w:r>
    </w:p>
    <w:p w:rsidR="00354DF7" w:rsidRDefault="00354DF7" w:rsidP="00354DF7">
      <w:pPr>
        <w:tabs>
          <w:tab w:val="left" w:pos="6195"/>
        </w:tabs>
      </w:pPr>
      <w:r>
        <w:t>151.0985</w:t>
      </w:r>
      <w:r>
        <w:tab/>
        <w:t>1.741e0</w:t>
      </w:r>
    </w:p>
    <w:p w:rsidR="00354DF7" w:rsidRDefault="00354DF7" w:rsidP="00354DF7">
      <w:pPr>
        <w:tabs>
          <w:tab w:val="left" w:pos="6195"/>
        </w:tabs>
      </w:pPr>
      <w:r>
        <w:t>151.1123</w:t>
      </w:r>
      <w:r>
        <w:tab/>
        <w:t>2.449e0</w:t>
      </w:r>
    </w:p>
    <w:p w:rsidR="00354DF7" w:rsidRDefault="00354DF7" w:rsidP="00354DF7">
      <w:pPr>
        <w:tabs>
          <w:tab w:val="left" w:pos="6195"/>
        </w:tabs>
      </w:pPr>
      <w:r>
        <w:t>151.1140</w:t>
      </w:r>
      <w:r>
        <w:tab/>
        <w:t>3.662e0</w:t>
      </w:r>
    </w:p>
    <w:p w:rsidR="00354DF7" w:rsidRDefault="00354DF7" w:rsidP="00354DF7">
      <w:pPr>
        <w:tabs>
          <w:tab w:val="left" w:pos="6195"/>
        </w:tabs>
      </w:pPr>
      <w:r>
        <w:t>151.1211</w:t>
      </w:r>
      <w:r>
        <w:tab/>
        <w:t>3.381e0</w:t>
      </w:r>
    </w:p>
    <w:p w:rsidR="00354DF7" w:rsidRDefault="00354DF7" w:rsidP="00354DF7">
      <w:pPr>
        <w:tabs>
          <w:tab w:val="left" w:pos="6195"/>
        </w:tabs>
      </w:pPr>
      <w:r>
        <w:t>151.1229</w:t>
      </w:r>
      <w:r>
        <w:tab/>
        <w:t>1.018e1</w:t>
      </w:r>
    </w:p>
    <w:p w:rsidR="00354DF7" w:rsidRDefault="00354DF7" w:rsidP="00354DF7">
      <w:pPr>
        <w:tabs>
          <w:tab w:val="left" w:pos="6195"/>
        </w:tabs>
      </w:pPr>
      <w:r>
        <w:t>151.1264</w:t>
      </w:r>
      <w:r>
        <w:tab/>
        <w:t>6.649e0</w:t>
      </w:r>
    </w:p>
    <w:p w:rsidR="00354DF7" w:rsidRDefault="00354DF7" w:rsidP="00354DF7">
      <w:pPr>
        <w:tabs>
          <w:tab w:val="left" w:pos="6195"/>
        </w:tabs>
      </w:pPr>
      <w:r>
        <w:t>151.1310</w:t>
      </w:r>
      <w:r>
        <w:tab/>
        <w:t>9.281e0</w:t>
      </w:r>
    </w:p>
    <w:p w:rsidR="00354DF7" w:rsidRDefault="00354DF7" w:rsidP="00354DF7">
      <w:pPr>
        <w:tabs>
          <w:tab w:val="left" w:pos="6195"/>
        </w:tabs>
      </w:pPr>
      <w:r>
        <w:lastRenderedPageBreak/>
        <w:t>151.1369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151.1476</w:t>
      </w:r>
      <w:r>
        <w:tab/>
        <w:t>3.359e0</w:t>
      </w:r>
    </w:p>
    <w:p w:rsidR="00354DF7" w:rsidRDefault="00354DF7" w:rsidP="00354DF7">
      <w:pPr>
        <w:tabs>
          <w:tab w:val="left" w:pos="6195"/>
        </w:tabs>
      </w:pPr>
      <w:r>
        <w:t>151.1566</w:t>
      </w:r>
      <w:r>
        <w:tab/>
        <w:t>8.417e0</w:t>
      </w:r>
    </w:p>
    <w:p w:rsidR="00354DF7" w:rsidRDefault="00354DF7" w:rsidP="00354DF7">
      <w:pPr>
        <w:tabs>
          <w:tab w:val="left" w:pos="6195"/>
        </w:tabs>
      </w:pPr>
      <w:r>
        <w:t>151.1583</w:t>
      </w:r>
      <w:r>
        <w:tab/>
        <w:t>6.408e0</w:t>
      </w:r>
    </w:p>
    <w:p w:rsidR="00354DF7" w:rsidRDefault="00354DF7" w:rsidP="00354DF7">
      <w:pPr>
        <w:tabs>
          <w:tab w:val="left" w:pos="6195"/>
        </w:tabs>
      </w:pPr>
      <w:r>
        <w:t>151.1712</w:t>
      </w:r>
      <w:r>
        <w:tab/>
        <w:t>1.989e0</w:t>
      </w:r>
    </w:p>
    <w:p w:rsidR="00354DF7" w:rsidRDefault="00354DF7" w:rsidP="00354DF7">
      <w:pPr>
        <w:tabs>
          <w:tab w:val="left" w:pos="6195"/>
        </w:tabs>
      </w:pPr>
      <w:r>
        <w:t>151.1778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151.1819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151.1834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151.1929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151.1943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151.2015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151.2136</w:t>
      </w:r>
      <w:r>
        <w:tab/>
        <w:t>6.090e0</w:t>
      </w:r>
    </w:p>
    <w:p w:rsidR="00354DF7" w:rsidRDefault="00354DF7" w:rsidP="00354DF7">
      <w:pPr>
        <w:tabs>
          <w:tab w:val="left" w:pos="6195"/>
        </w:tabs>
      </w:pPr>
      <w:r>
        <w:t>151.2284</w:t>
      </w:r>
      <w:r>
        <w:tab/>
        <w:t>5.493e0</w:t>
      </w:r>
    </w:p>
    <w:p w:rsidR="00354DF7" w:rsidRDefault="00354DF7" w:rsidP="00354DF7">
      <w:pPr>
        <w:tabs>
          <w:tab w:val="left" w:pos="6195"/>
        </w:tabs>
      </w:pPr>
      <w:r>
        <w:t>151.2319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151.2335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151.2356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151.2389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151.2452</w:t>
      </w:r>
      <w:r>
        <w:tab/>
        <w:t>5.758e0</w:t>
      </w:r>
    </w:p>
    <w:p w:rsidR="00354DF7" w:rsidRDefault="00354DF7" w:rsidP="00354DF7">
      <w:pPr>
        <w:tabs>
          <w:tab w:val="left" w:pos="6195"/>
        </w:tabs>
      </w:pPr>
      <w:r>
        <w:t>151.2484</w:t>
      </w:r>
      <w:r>
        <w:tab/>
        <w:t>3.010e0</w:t>
      </w:r>
    </w:p>
    <w:p w:rsidR="00354DF7" w:rsidRDefault="00354DF7" w:rsidP="00354DF7">
      <w:pPr>
        <w:tabs>
          <w:tab w:val="left" w:pos="6195"/>
        </w:tabs>
      </w:pPr>
      <w:r>
        <w:lastRenderedPageBreak/>
        <w:t>151.2528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151.2558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151.2655</w:t>
      </w:r>
      <w:r>
        <w:tab/>
        <w:t>5.343e0</w:t>
      </w:r>
    </w:p>
    <w:p w:rsidR="00354DF7" w:rsidRDefault="00354DF7" w:rsidP="00354DF7">
      <w:pPr>
        <w:tabs>
          <w:tab w:val="left" w:pos="6195"/>
        </w:tabs>
      </w:pPr>
      <w:r>
        <w:t>151.2719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151.2746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151.2812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151.2898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151.2919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151.2932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151.2982</w:t>
      </w:r>
      <w:r>
        <w:tab/>
        <w:t>3.569e0</w:t>
      </w:r>
    </w:p>
    <w:p w:rsidR="00354DF7" w:rsidRDefault="00354DF7" w:rsidP="00354DF7">
      <w:pPr>
        <w:tabs>
          <w:tab w:val="left" w:pos="6195"/>
        </w:tabs>
      </w:pPr>
      <w:r>
        <w:t>151.3033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151.3068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151.3135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151.3219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151.3251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151.3281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151.3345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151.3426</w:t>
      </w:r>
      <w:r>
        <w:tab/>
        <w:t>2.047e0</w:t>
      </w:r>
    </w:p>
    <w:p w:rsidR="00354DF7" w:rsidRDefault="00354DF7" w:rsidP="00354DF7">
      <w:pPr>
        <w:tabs>
          <w:tab w:val="left" w:pos="6195"/>
        </w:tabs>
      </w:pPr>
      <w:r>
        <w:t>151.3607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151.3653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151.3667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151.3677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151.3744</w:t>
      </w:r>
      <w:r>
        <w:tab/>
        <w:t>3.937e0</w:t>
      </w:r>
    </w:p>
    <w:p w:rsidR="00354DF7" w:rsidRDefault="00354DF7" w:rsidP="00354DF7">
      <w:pPr>
        <w:tabs>
          <w:tab w:val="left" w:pos="6195"/>
        </w:tabs>
      </w:pPr>
      <w:r>
        <w:t>151.3785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151.3810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151.3867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151.3918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151.3945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151.4040</w:t>
      </w:r>
      <w:r>
        <w:tab/>
        <w:t>3.427e0</w:t>
      </w:r>
    </w:p>
    <w:p w:rsidR="00354DF7" w:rsidRDefault="00354DF7" w:rsidP="00354DF7">
      <w:pPr>
        <w:tabs>
          <w:tab w:val="left" w:pos="6195"/>
        </w:tabs>
      </w:pPr>
      <w:r>
        <w:t>151.4066</w:t>
      </w:r>
      <w:r>
        <w:tab/>
        <w:t>5.453e0</w:t>
      </w:r>
    </w:p>
    <w:p w:rsidR="00354DF7" w:rsidRDefault="00354DF7" w:rsidP="00354DF7">
      <w:pPr>
        <w:tabs>
          <w:tab w:val="left" w:pos="6195"/>
        </w:tabs>
      </w:pPr>
      <w:r>
        <w:t>151.4252</w:t>
      </w:r>
      <w:r>
        <w:tab/>
        <w:t>5.803e0</w:t>
      </w:r>
    </w:p>
    <w:p w:rsidR="00354DF7" w:rsidRDefault="00354DF7" w:rsidP="00354DF7">
      <w:pPr>
        <w:tabs>
          <w:tab w:val="left" w:pos="6195"/>
        </w:tabs>
      </w:pPr>
      <w:r>
        <w:t>151.4267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151.4325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151.4368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151.4426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151.4482</w:t>
      </w:r>
      <w:r>
        <w:tab/>
        <w:t>8.443e0</w:t>
      </w:r>
    </w:p>
    <w:p w:rsidR="00354DF7" w:rsidRDefault="00354DF7" w:rsidP="00354DF7">
      <w:pPr>
        <w:tabs>
          <w:tab w:val="left" w:pos="6195"/>
        </w:tabs>
      </w:pPr>
      <w:r>
        <w:t>151.4540</w:t>
      </w:r>
      <w:r>
        <w:tab/>
        <w:t>4.102e0</w:t>
      </w:r>
    </w:p>
    <w:p w:rsidR="00354DF7" w:rsidRDefault="00354DF7" w:rsidP="00354DF7">
      <w:pPr>
        <w:tabs>
          <w:tab w:val="left" w:pos="6195"/>
        </w:tabs>
      </w:pPr>
      <w:r>
        <w:t>151.4612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151.4733</w:t>
      </w:r>
      <w:r>
        <w:tab/>
        <w:t>4.068e0</w:t>
      </w:r>
    </w:p>
    <w:p w:rsidR="00354DF7" w:rsidRDefault="00354DF7" w:rsidP="00354DF7">
      <w:pPr>
        <w:tabs>
          <w:tab w:val="left" w:pos="6195"/>
        </w:tabs>
      </w:pPr>
      <w:r>
        <w:t>151.4767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151.4848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151.4965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151.5000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151.5012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151.5032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151.5113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151.5195</w:t>
      </w:r>
      <w:r>
        <w:tab/>
        <w:t>3.671e0</w:t>
      </w:r>
    </w:p>
    <w:p w:rsidR="00354DF7" w:rsidRDefault="00354DF7" w:rsidP="00354DF7">
      <w:pPr>
        <w:tabs>
          <w:tab w:val="left" w:pos="6195"/>
        </w:tabs>
      </w:pPr>
      <w:r>
        <w:t>151.5459</w:t>
      </w:r>
      <w:r>
        <w:tab/>
        <w:t>4.677e1</w:t>
      </w:r>
    </w:p>
    <w:p w:rsidR="00354DF7" w:rsidRDefault="00354DF7" w:rsidP="00354DF7">
      <w:pPr>
        <w:tabs>
          <w:tab w:val="left" w:pos="6195"/>
        </w:tabs>
      </w:pPr>
      <w:r>
        <w:t>151.5490</w:t>
      </w:r>
      <w:r>
        <w:tab/>
        <w:t>2.034e2</w:t>
      </w:r>
    </w:p>
    <w:p w:rsidR="00354DF7" w:rsidRDefault="00354DF7" w:rsidP="00354DF7">
      <w:pPr>
        <w:tabs>
          <w:tab w:val="left" w:pos="6195"/>
        </w:tabs>
      </w:pPr>
      <w:r>
        <w:t>151.5778</w:t>
      </w:r>
      <w:r>
        <w:tab/>
        <w:t>5.392e0</w:t>
      </w:r>
    </w:p>
    <w:p w:rsidR="00354DF7" w:rsidRDefault="00354DF7" w:rsidP="00354DF7">
      <w:pPr>
        <w:tabs>
          <w:tab w:val="left" w:pos="6195"/>
        </w:tabs>
      </w:pPr>
      <w:r>
        <w:t>151.5882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151.5916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151.5977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151.6081</w:t>
      </w:r>
      <w:r>
        <w:tab/>
        <w:t>4.996e0</w:t>
      </w:r>
    </w:p>
    <w:p w:rsidR="00354DF7" w:rsidRDefault="00354DF7" w:rsidP="00354DF7">
      <w:pPr>
        <w:tabs>
          <w:tab w:val="left" w:pos="6195"/>
        </w:tabs>
      </w:pPr>
      <w:r>
        <w:t>151.6107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151.6203</w:t>
      </w:r>
      <w:r>
        <w:tab/>
        <w:t>6.283e0</w:t>
      </w:r>
    </w:p>
    <w:p w:rsidR="00354DF7" w:rsidRDefault="00354DF7" w:rsidP="00354DF7">
      <w:pPr>
        <w:tabs>
          <w:tab w:val="left" w:pos="6195"/>
        </w:tabs>
      </w:pPr>
      <w:r>
        <w:t>151.6217</w:t>
      </w:r>
      <w:r>
        <w:tab/>
        <w:t>3.364e0</w:t>
      </w:r>
    </w:p>
    <w:p w:rsidR="00354DF7" w:rsidRDefault="00354DF7" w:rsidP="00354DF7">
      <w:pPr>
        <w:tabs>
          <w:tab w:val="left" w:pos="6195"/>
        </w:tabs>
      </w:pPr>
      <w:r>
        <w:lastRenderedPageBreak/>
        <w:t>151.6267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151.6362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151.6378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151.6412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151.6573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151.6683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151.6715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151.6757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151.6806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151.6882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151.6897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151.6913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151.6947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151.7075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151.7090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151.7123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151.7206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151.7276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151.7292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151.7308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151.7366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151.7500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151.7515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151.7534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151.7633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151.7728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151.7766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151.7859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151.7891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151.8023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151.8092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151.8141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151.8193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151.8349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151.8383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151.8450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151.8488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151.8500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151.8582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151.8651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151.8744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151.8807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151.8875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151.8909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151.9074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151.9110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151.9142</w:t>
      </w:r>
      <w:r>
        <w:tab/>
        <w:t>4.734e0</w:t>
      </w:r>
    </w:p>
    <w:p w:rsidR="00354DF7" w:rsidRDefault="00354DF7" w:rsidP="00354DF7">
      <w:pPr>
        <w:tabs>
          <w:tab w:val="left" w:pos="6195"/>
        </w:tabs>
      </w:pPr>
      <w:r>
        <w:t>151.9242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151.9357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151.9368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151.9406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151.9601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151.9611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151.9630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151.9662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151.9793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151.9808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151.9851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151.9884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151.9993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152.0043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152.0059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152.0165</w:t>
      </w:r>
      <w:r>
        <w:tab/>
        <w:t>1.794e0</w:t>
      </w:r>
    </w:p>
    <w:p w:rsidR="00354DF7" w:rsidRDefault="00354DF7" w:rsidP="00354DF7">
      <w:pPr>
        <w:tabs>
          <w:tab w:val="left" w:pos="6195"/>
        </w:tabs>
      </w:pPr>
      <w:r>
        <w:t>152.0477</w:t>
      </w:r>
      <w:r>
        <w:tab/>
        <w:t>2.625e2</w:t>
      </w:r>
    </w:p>
    <w:p w:rsidR="00354DF7" w:rsidRDefault="00354DF7" w:rsidP="00354DF7">
      <w:pPr>
        <w:tabs>
          <w:tab w:val="left" w:pos="6195"/>
        </w:tabs>
      </w:pPr>
      <w:r>
        <w:t>152.0507</w:t>
      </w:r>
      <w:r>
        <w:tab/>
        <w:t>5.467e1</w:t>
      </w:r>
    </w:p>
    <w:p w:rsidR="00354DF7" w:rsidRDefault="00354DF7" w:rsidP="00354DF7">
      <w:pPr>
        <w:tabs>
          <w:tab w:val="left" w:pos="6195"/>
        </w:tabs>
      </w:pPr>
      <w:r>
        <w:t>152.0650</w:t>
      </w:r>
      <w:r>
        <w:tab/>
        <w:t>4.284e1</w:t>
      </w:r>
    </w:p>
    <w:p w:rsidR="00354DF7" w:rsidRDefault="00354DF7" w:rsidP="00354DF7">
      <w:pPr>
        <w:tabs>
          <w:tab w:val="left" w:pos="6195"/>
        </w:tabs>
      </w:pPr>
      <w:r>
        <w:t>152.0667</w:t>
      </w:r>
      <w:r>
        <w:tab/>
        <w:t>2.620e1</w:t>
      </w:r>
    </w:p>
    <w:p w:rsidR="00354DF7" w:rsidRDefault="00354DF7" w:rsidP="00354DF7">
      <w:pPr>
        <w:tabs>
          <w:tab w:val="left" w:pos="6195"/>
        </w:tabs>
      </w:pPr>
      <w:r>
        <w:t>152.0681</w:t>
      </w:r>
      <w:r>
        <w:tab/>
        <w:t>2.690e1</w:t>
      </w:r>
    </w:p>
    <w:p w:rsidR="00354DF7" w:rsidRDefault="00354DF7" w:rsidP="00354DF7">
      <w:pPr>
        <w:tabs>
          <w:tab w:val="left" w:pos="6195"/>
        </w:tabs>
      </w:pPr>
      <w:r>
        <w:t>152.0709</w:t>
      </w:r>
      <w:r>
        <w:tab/>
        <w:t>1.948e1</w:t>
      </w:r>
    </w:p>
    <w:p w:rsidR="00354DF7" w:rsidRDefault="00354DF7" w:rsidP="00354DF7">
      <w:pPr>
        <w:tabs>
          <w:tab w:val="left" w:pos="6195"/>
        </w:tabs>
      </w:pPr>
      <w:r>
        <w:t>152.0997</w:t>
      </w:r>
      <w:r>
        <w:tab/>
        <w:t>4.307e0</w:t>
      </w:r>
    </w:p>
    <w:p w:rsidR="00354DF7" w:rsidRDefault="00354DF7" w:rsidP="00354DF7">
      <w:pPr>
        <w:tabs>
          <w:tab w:val="left" w:pos="6195"/>
        </w:tabs>
      </w:pPr>
      <w:r>
        <w:t>152.1071</w:t>
      </w:r>
      <w:r>
        <w:tab/>
        <w:t>2.222e0</w:t>
      </w:r>
    </w:p>
    <w:p w:rsidR="00354DF7" w:rsidRDefault="00354DF7" w:rsidP="00354DF7">
      <w:pPr>
        <w:tabs>
          <w:tab w:val="left" w:pos="6195"/>
        </w:tabs>
      </w:pPr>
      <w:r>
        <w:t>152.1085</w:t>
      </w:r>
      <w:r>
        <w:tab/>
        <w:t>1.910e0</w:t>
      </w:r>
    </w:p>
    <w:p w:rsidR="00354DF7" w:rsidRDefault="00354DF7" w:rsidP="00354DF7">
      <w:pPr>
        <w:tabs>
          <w:tab w:val="left" w:pos="6195"/>
        </w:tabs>
      </w:pPr>
      <w:r>
        <w:t>152.1104</w:t>
      </w:r>
      <w:r>
        <w:tab/>
        <w:t>1.660e0</w:t>
      </w:r>
    </w:p>
    <w:p w:rsidR="00354DF7" w:rsidRDefault="00354DF7" w:rsidP="00354DF7">
      <w:pPr>
        <w:tabs>
          <w:tab w:val="left" w:pos="6195"/>
        </w:tabs>
      </w:pPr>
      <w:r>
        <w:t>152.1241</w:t>
      </w:r>
      <w:r>
        <w:tab/>
        <w:t>3.133e0</w:t>
      </w:r>
    </w:p>
    <w:p w:rsidR="00354DF7" w:rsidRDefault="00354DF7" w:rsidP="00354DF7">
      <w:pPr>
        <w:tabs>
          <w:tab w:val="left" w:pos="6195"/>
        </w:tabs>
      </w:pPr>
      <w:r>
        <w:t>152.1267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152.1336</w:t>
      </w:r>
      <w:r>
        <w:tab/>
        <w:t>3.501e0</w:t>
      </w:r>
    </w:p>
    <w:p w:rsidR="00354DF7" w:rsidRDefault="00354DF7" w:rsidP="00354DF7">
      <w:pPr>
        <w:tabs>
          <w:tab w:val="left" w:pos="6195"/>
        </w:tabs>
      </w:pPr>
      <w:r>
        <w:lastRenderedPageBreak/>
        <w:t>152.1346</w:t>
      </w:r>
      <w:r>
        <w:tab/>
        <w:t>4.345e0</w:t>
      </w:r>
    </w:p>
    <w:p w:rsidR="00354DF7" w:rsidRDefault="00354DF7" w:rsidP="00354DF7">
      <w:pPr>
        <w:tabs>
          <w:tab w:val="left" w:pos="6195"/>
        </w:tabs>
      </w:pPr>
      <w:r>
        <w:t>152.1479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152.1623</w:t>
      </w:r>
      <w:r>
        <w:tab/>
        <w:t>3.602e0</w:t>
      </w:r>
    </w:p>
    <w:p w:rsidR="00354DF7" w:rsidRDefault="00354DF7" w:rsidP="00354DF7">
      <w:pPr>
        <w:tabs>
          <w:tab w:val="left" w:pos="6195"/>
        </w:tabs>
      </w:pPr>
      <w:r>
        <w:t>152.1661</w:t>
      </w:r>
      <w:r>
        <w:tab/>
        <w:t>6.390e0</w:t>
      </w:r>
    </w:p>
    <w:p w:rsidR="00354DF7" w:rsidRDefault="00354DF7" w:rsidP="00354DF7">
      <w:pPr>
        <w:tabs>
          <w:tab w:val="left" w:pos="6195"/>
        </w:tabs>
      </w:pPr>
      <w:r>
        <w:t>152.1695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152.1743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152.1953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152.2004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152.2029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152.2077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152.2119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152.2171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152.2221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152.2284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152.2397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152.2443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152.2529</w:t>
      </w:r>
      <w:r>
        <w:tab/>
        <w:t>5.584e0</w:t>
      </w:r>
    </w:p>
    <w:p w:rsidR="00354DF7" w:rsidRDefault="00354DF7" w:rsidP="00354DF7">
      <w:pPr>
        <w:tabs>
          <w:tab w:val="left" w:pos="6195"/>
        </w:tabs>
      </w:pPr>
      <w:r>
        <w:t>152.2574</w:t>
      </w:r>
      <w:r>
        <w:tab/>
        <w:t>5.382e0</w:t>
      </w:r>
    </w:p>
    <w:p w:rsidR="00354DF7" w:rsidRDefault="00354DF7" w:rsidP="00354DF7">
      <w:pPr>
        <w:tabs>
          <w:tab w:val="left" w:pos="6195"/>
        </w:tabs>
      </w:pPr>
      <w:r>
        <w:t>152.2614</w:t>
      </w:r>
      <w:r>
        <w:tab/>
        <w:t>3.647e0</w:t>
      </w:r>
    </w:p>
    <w:p w:rsidR="00354DF7" w:rsidRDefault="00354DF7" w:rsidP="00354DF7">
      <w:pPr>
        <w:tabs>
          <w:tab w:val="left" w:pos="6195"/>
        </w:tabs>
      </w:pPr>
      <w:r>
        <w:lastRenderedPageBreak/>
        <w:t>152.2738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152.2828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152.2903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152.2988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152.3020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152.3105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152.3156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152.3187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152.3353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152.3364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152.3431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152.3489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152.3519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152.3565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152.3729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152.3791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152.3821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152.3875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152.3887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152.4040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152.4074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152.4087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152.4175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152.4312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152.4328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152.4428</w:t>
      </w:r>
      <w:r>
        <w:tab/>
        <w:t>3.384e0</w:t>
      </w:r>
    </w:p>
    <w:p w:rsidR="00354DF7" w:rsidRDefault="00354DF7" w:rsidP="00354DF7">
      <w:pPr>
        <w:tabs>
          <w:tab w:val="left" w:pos="6195"/>
        </w:tabs>
      </w:pPr>
      <w:r>
        <w:t>152.4508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152.4526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152.4550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152.4616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152.4717</w:t>
      </w:r>
      <w:r>
        <w:tab/>
        <w:t>2.850e0</w:t>
      </w:r>
    </w:p>
    <w:p w:rsidR="00354DF7" w:rsidRDefault="00354DF7" w:rsidP="00354DF7">
      <w:pPr>
        <w:tabs>
          <w:tab w:val="left" w:pos="6195"/>
        </w:tabs>
      </w:pPr>
      <w:r>
        <w:t>152.4817</w:t>
      </w:r>
      <w:r>
        <w:tab/>
        <w:t>3.093e0</w:t>
      </w:r>
    </w:p>
    <w:p w:rsidR="00354DF7" w:rsidRDefault="00354DF7" w:rsidP="00354DF7">
      <w:pPr>
        <w:tabs>
          <w:tab w:val="left" w:pos="6195"/>
        </w:tabs>
      </w:pPr>
      <w:r>
        <w:t>152.4881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152.4931</w:t>
      </w:r>
      <w:r>
        <w:tab/>
        <w:t>7.634e0</w:t>
      </w:r>
    </w:p>
    <w:p w:rsidR="00354DF7" w:rsidRDefault="00354DF7" w:rsidP="00354DF7">
      <w:pPr>
        <w:tabs>
          <w:tab w:val="left" w:pos="6195"/>
        </w:tabs>
      </w:pPr>
      <w:r>
        <w:t>152.5043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152.5112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152.5170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152.5239</w:t>
      </w:r>
      <w:r>
        <w:tab/>
        <w:t>1.714e0</w:t>
      </w:r>
    </w:p>
    <w:p w:rsidR="00354DF7" w:rsidRDefault="00354DF7" w:rsidP="00354DF7">
      <w:pPr>
        <w:tabs>
          <w:tab w:val="left" w:pos="6195"/>
        </w:tabs>
      </w:pPr>
      <w:r>
        <w:lastRenderedPageBreak/>
        <w:t>152.5461</w:t>
      </w:r>
      <w:r>
        <w:tab/>
        <w:t>6.244e0</w:t>
      </w:r>
    </w:p>
    <w:p w:rsidR="00354DF7" w:rsidRDefault="00354DF7" w:rsidP="00354DF7">
      <w:pPr>
        <w:tabs>
          <w:tab w:val="left" w:pos="6195"/>
        </w:tabs>
      </w:pPr>
      <w:r>
        <w:t>152.5471</w:t>
      </w:r>
      <w:r>
        <w:tab/>
        <w:t>2.137e1</w:t>
      </w:r>
    </w:p>
    <w:p w:rsidR="00354DF7" w:rsidRDefault="00354DF7" w:rsidP="00354DF7">
      <w:pPr>
        <w:tabs>
          <w:tab w:val="left" w:pos="6195"/>
        </w:tabs>
      </w:pPr>
      <w:r>
        <w:t>152.5493</w:t>
      </w:r>
      <w:r>
        <w:tab/>
        <w:t>6.145e0</w:t>
      </w:r>
    </w:p>
    <w:p w:rsidR="00354DF7" w:rsidRDefault="00354DF7" w:rsidP="00354DF7">
      <w:pPr>
        <w:tabs>
          <w:tab w:val="left" w:pos="6195"/>
        </w:tabs>
      </w:pPr>
      <w:r>
        <w:t>152.5536</w:t>
      </w:r>
      <w:r>
        <w:tab/>
        <w:t>1.901e1</w:t>
      </w:r>
    </w:p>
    <w:p w:rsidR="00354DF7" w:rsidRDefault="00354DF7" w:rsidP="00354DF7">
      <w:pPr>
        <w:tabs>
          <w:tab w:val="left" w:pos="6195"/>
        </w:tabs>
      </w:pPr>
      <w:r>
        <w:t>152.5562</w:t>
      </w:r>
      <w:r>
        <w:tab/>
        <w:t>1.861e1</w:t>
      </w:r>
    </w:p>
    <w:p w:rsidR="00354DF7" w:rsidRDefault="00354DF7" w:rsidP="00354DF7">
      <w:pPr>
        <w:tabs>
          <w:tab w:val="left" w:pos="6195"/>
        </w:tabs>
      </w:pPr>
      <w:r>
        <w:t>152.5650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152.5662</w:t>
      </w:r>
      <w:r>
        <w:tab/>
        <w:t>1.756e1</w:t>
      </w:r>
    </w:p>
    <w:p w:rsidR="00354DF7" w:rsidRDefault="00354DF7" w:rsidP="00354DF7">
      <w:pPr>
        <w:tabs>
          <w:tab w:val="left" w:pos="6195"/>
        </w:tabs>
      </w:pPr>
      <w:r>
        <w:t>152.5775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152.5804</w:t>
      </w:r>
      <w:r>
        <w:tab/>
        <w:t>3.270e0</w:t>
      </w:r>
    </w:p>
    <w:p w:rsidR="00354DF7" w:rsidRDefault="00354DF7" w:rsidP="00354DF7">
      <w:pPr>
        <w:tabs>
          <w:tab w:val="left" w:pos="6195"/>
        </w:tabs>
      </w:pPr>
      <w:r>
        <w:t>152.5909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152.5995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152.6032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152.6090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152.6134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152.6198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152.6235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152.6254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152.6290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152.6493</w:t>
      </w:r>
      <w:r>
        <w:tab/>
        <w:t>6.072e0</w:t>
      </w:r>
    </w:p>
    <w:p w:rsidR="00354DF7" w:rsidRDefault="00354DF7" w:rsidP="00354DF7">
      <w:pPr>
        <w:tabs>
          <w:tab w:val="left" w:pos="6195"/>
        </w:tabs>
      </w:pPr>
      <w:r>
        <w:lastRenderedPageBreak/>
        <w:t>152.6522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152.6532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152.6661</w:t>
      </w:r>
      <w:r>
        <w:tab/>
        <w:t>3.042e0</w:t>
      </w:r>
    </w:p>
    <w:p w:rsidR="00354DF7" w:rsidRDefault="00354DF7" w:rsidP="00354DF7">
      <w:pPr>
        <w:tabs>
          <w:tab w:val="left" w:pos="6195"/>
        </w:tabs>
      </w:pPr>
      <w:r>
        <w:t>152.6675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152.6714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152.6745</w:t>
      </w:r>
      <w:r>
        <w:tab/>
        <w:t>4.254e0</w:t>
      </w:r>
    </w:p>
    <w:p w:rsidR="00354DF7" w:rsidRDefault="00354DF7" w:rsidP="00354DF7">
      <w:pPr>
        <w:tabs>
          <w:tab w:val="left" w:pos="6195"/>
        </w:tabs>
      </w:pPr>
      <w:r>
        <w:t>152.6915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152.6946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152.7012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152.7071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152.7135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152.7207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152.7229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152.7240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152.7507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152.7565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152.7666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152.7798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152.7834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152.7866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152.8025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152.8076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152.8090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152.8113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152.8207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152.8277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152.8475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152.8486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152.8501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152.8515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152.8547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152.8686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152.8770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152.8782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152.8853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152.8883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152.8977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152.9161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152.9213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152.9245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152.9361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152.9437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152.9471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152.9505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152.9522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152.9572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152.9604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152.9648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152.9706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152.9740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152.9863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152.9899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152.9960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153.0054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153.0092</w:t>
      </w:r>
      <w:r>
        <w:tab/>
        <w:t>2.348e0</w:t>
      </w:r>
    </w:p>
    <w:p w:rsidR="00354DF7" w:rsidRDefault="00354DF7" w:rsidP="00354DF7">
      <w:pPr>
        <w:tabs>
          <w:tab w:val="left" w:pos="6195"/>
        </w:tabs>
      </w:pPr>
      <w:r>
        <w:t>153.0150</w:t>
      </w:r>
      <w:r>
        <w:tab/>
        <w:t>1.845e0</w:t>
      </w:r>
    </w:p>
    <w:p w:rsidR="00354DF7" w:rsidRDefault="00354DF7" w:rsidP="00354DF7">
      <w:pPr>
        <w:tabs>
          <w:tab w:val="left" w:pos="6195"/>
        </w:tabs>
      </w:pPr>
      <w:r>
        <w:t>153.0259</w:t>
      </w:r>
      <w:r>
        <w:tab/>
        <w:t>2.273e0</w:t>
      </w:r>
    </w:p>
    <w:p w:rsidR="00354DF7" w:rsidRDefault="00354DF7" w:rsidP="00354DF7">
      <w:pPr>
        <w:tabs>
          <w:tab w:val="left" w:pos="6195"/>
        </w:tabs>
      </w:pPr>
      <w:r>
        <w:lastRenderedPageBreak/>
        <w:t>153.0431</w:t>
      </w:r>
      <w:r>
        <w:tab/>
        <w:t>1.994e1</w:t>
      </w:r>
    </w:p>
    <w:p w:rsidR="00354DF7" w:rsidRDefault="00354DF7" w:rsidP="00354DF7">
      <w:pPr>
        <w:tabs>
          <w:tab w:val="left" w:pos="6195"/>
        </w:tabs>
      </w:pPr>
      <w:r>
        <w:t>153.0443</w:t>
      </w:r>
      <w:r>
        <w:tab/>
        <w:t>1.172e2</w:t>
      </w:r>
    </w:p>
    <w:p w:rsidR="00354DF7" w:rsidRDefault="00354DF7" w:rsidP="00354DF7">
      <w:pPr>
        <w:tabs>
          <w:tab w:val="left" w:pos="6195"/>
        </w:tabs>
      </w:pPr>
      <w:r>
        <w:t>153.0777</w:t>
      </w:r>
      <w:r>
        <w:tab/>
        <w:t>1.608e0</w:t>
      </w:r>
    </w:p>
    <w:p w:rsidR="00354DF7" w:rsidRDefault="00354DF7" w:rsidP="00354DF7">
      <w:pPr>
        <w:tabs>
          <w:tab w:val="left" w:pos="6195"/>
        </w:tabs>
      </w:pPr>
      <w:r>
        <w:t>153.0911</w:t>
      </w:r>
      <w:r>
        <w:tab/>
        <w:t>4.563e0</w:t>
      </w:r>
    </w:p>
    <w:p w:rsidR="00354DF7" w:rsidRDefault="00354DF7" w:rsidP="00354DF7">
      <w:pPr>
        <w:tabs>
          <w:tab w:val="left" w:pos="6195"/>
        </w:tabs>
      </w:pPr>
      <w:r>
        <w:t>153.0943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153.0969</w:t>
      </w:r>
      <w:r>
        <w:tab/>
        <w:t>1.798e0</w:t>
      </w:r>
    </w:p>
    <w:p w:rsidR="00354DF7" w:rsidRDefault="00354DF7" w:rsidP="00354DF7">
      <w:pPr>
        <w:tabs>
          <w:tab w:val="left" w:pos="6195"/>
        </w:tabs>
      </w:pPr>
      <w:r>
        <w:t>153.1000</w:t>
      </w:r>
      <w:r>
        <w:tab/>
        <w:t>1.833e0</w:t>
      </w:r>
    </w:p>
    <w:p w:rsidR="00354DF7" w:rsidRDefault="00354DF7" w:rsidP="00354DF7">
      <w:pPr>
        <w:tabs>
          <w:tab w:val="left" w:pos="6195"/>
        </w:tabs>
      </w:pPr>
      <w:r>
        <w:t>153.1131</w:t>
      </w:r>
      <w:r>
        <w:tab/>
        <w:t>3.484e0</w:t>
      </w:r>
    </w:p>
    <w:p w:rsidR="00354DF7" w:rsidRDefault="00354DF7" w:rsidP="00354DF7">
      <w:pPr>
        <w:tabs>
          <w:tab w:val="left" w:pos="6195"/>
        </w:tabs>
      </w:pPr>
      <w:r>
        <w:t>153.1223</w:t>
      </w:r>
      <w:r>
        <w:tab/>
        <w:t>1.730e0</w:t>
      </w:r>
    </w:p>
    <w:p w:rsidR="00354DF7" w:rsidRDefault="00354DF7" w:rsidP="00354DF7">
      <w:pPr>
        <w:tabs>
          <w:tab w:val="left" w:pos="6195"/>
        </w:tabs>
      </w:pPr>
      <w:r>
        <w:t>153.1240</w:t>
      </w:r>
      <w:r>
        <w:tab/>
        <w:t>4.822e0</w:t>
      </w:r>
    </w:p>
    <w:p w:rsidR="00354DF7" w:rsidRDefault="00354DF7" w:rsidP="00354DF7">
      <w:pPr>
        <w:tabs>
          <w:tab w:val="left" w:pos="6195"/>
        </w:tabs>
      </w:pPr>
      <w:r>
        <w:t>153.1337</w:t>
      </w:r>
      <w:r>
        <w:tab/>
        <w:t>4.622e0</w:t>
      </w:r>
    </w:p>
    <w:p w:rsidR="00354DF7" w:rsidRDefault="00354DF7" w:rsidP="00354DF7">
      <w:pPr>
        <w:tabs>
          <w:tab w:val="left" w:pos="6195"/>
        </w:tabs>
      </w:pPr>
      <w:r>
        <w:t>153.1350</w:t>
      </w:r>
      <w:r>
        <w:tab/>
        <w:t>6.652e0</w:t>
      </w:r>
    </w:p>
    <w:p w:rsidR="00354DF7" w:rsidRDefault="00354DF7" w:rsidP="00354DF7">
      <w:pPr>
        <w:tabs>
          <w:tab w:val="left" w:pos="6195"/>
        </w:tabs>
      </w:pPr>
      <w:r>
        <w:t>153.1379</w:t>
      </w:r>
      <w:r>
        <w:tab/>
        <w:t>6.447e0</w:t>
      </w:r>
    </w:p>
    <w:p w:rsidR="00354DF7" w:rsidRDefault="00354DF7" w:rsidP="00354DF7">
      <w:pPr>
        <w:tabs>
          <w:tab w:val="left" w:pos="6195"/>
        </w:tabs>
      </w:pPr>
      <w:r>
        <w:t>153.1416</w:t>
      </w:r>
      <w:r>
        <w:tab/>
        <w:t>1.019e1</w:t>
      </w:r>
    </w:p>
    <w:p w:rsidR="00354DF7" w:rsidRDefault="00354DF7" w:rsidP="00354DF7">
      <w:pPr>
        <w:tabs>
          <w:tab w:val="left" w:pos="6195"/>
        </w:tabs>
      </w:pPr>
      <w:r>
        <w:t>153.1561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153.1581</w:t>
      </w:r>
      <w:r>
        <w:tab/>
        <w:t>2.589e0</w:t>
      </w:r>
    </w:p>
    <w:p w:rsidR="00354DF7" w:rsidRDefault="00354DF7" w:rsidP="00354DF7">
      <w:pPr>
        <w:tabs>
          <w:tab w:val="left" w:pos="6195"/>
        </w:tabs>
      </w:pPr>
      <w:r>
        <w:t>153.1676</w:t>
      </w:r>
      <w:r>
        <w:tab/>
        <w:t>2.291e0</w:t>
      </w:r>
    </w:p>
    <w:p w:rsidR="00354DF7" w:rsidRDefault="00354DF7" w:rsidP="00354DF7">
      <w:pPr>
        <w:tabs>
          <w:tab w:val="left" w:pos="6195"/>
        </w:tabs>
      </w:pPr>
      <w:r>
        <w:t>153.1714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153.1805</w:t>
      </w:r>
      <w:r>
        <w:tab/>
        <w:t>4.723e0</w:t>
      </w:r>
    </w:p>
    <w:p w:rsidR="00354DF7" w:rsidRDefault="00354DF7" w:rsidP="00354DF7">
      <w:pPr>
        <w:tabs>
          <w:tab w:val="left" w:pos="6195"/>
        </w:tabs>
      </w:pPr>
      <w:r>
        <w:lastRenderedPageBreak/>
        <w:t>153.1854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153.1872</w:t>
      </w:r>
      <w:r>
        <w:tab/>
        <w:t>3.580e0</w:t>
      </w:r>
    </w:p>
    <w:p w:rsidR="00354DF7" w:rsidRDefault="00354DF7" w:rsidP="00354DF7">
      <w:pPr>
        <w:tabs>
          <w:tab w:val="left" w:pos="6195"/>
        </w:tabs>
      </w:pPr>
      <w:r>
        <w:t>153.1889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153.1940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153.2055</w:t>
      </w:r>
      <w:r>
        <w:tab/>
        <w:t>2.174e0</w:t>
      </w:r>
    </w:p>
    <w:p w:rsidR="00354DF7" w:rsidRDefault="00354DF7" w:rsidP="00354DF7">
      <w:pPr>
        <w:tabs>
          <w:tab w:val="left" w:pos="6195"/>
        </w:tabs>
      </w:pPr>
      <w:r>
        <w:t>153.2175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153.2189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153.2236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153.2365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153.2393</w:t>
      </w:r>
      <w:r>
        <w:tab/>
        <w:t>1.190e0</w:t>
      </w:r>
    </w:p>
    <w:p w:rsidR="00354DF7" w:rsidRDefault="00354DF7" w:rsidP="00354DF7">
      <w:pPr>
        <w:tabs>
          <w:tab w:val="left" w:pos="6195"/>
        </w:tabs>
      </w:pPr>
      <w:r>
        <w:t>153.2417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153.2636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153.2665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153.2768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153.2792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153.2894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153.2925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153.2961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153.3022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153.3094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153.3233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153.3318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153.3404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153.3486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153.3497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153.3522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153.3622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153.3650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153.3694</w:t>
      </w:r>
      <w:r>
        <w:tab/>
        <w:t>1.821e0</w:t>
      </w:r>
    </w:p>
    <w:p w:rsidR="00354DF7" w:rsidRDefault="00354DF7" w:rsidP="00354DF7">
      <w:pPr>
        <w:tabs>
          <w:tab w:val="left" w:pos="6195"/>
        </w:tabs>
      </w:pPr>
      <w:r>
        <w:t>153.3828</w:t>
      </w:r>
      <w:r>
        <w:tab/>
        <w:t>8.584e0</w:t>
      </w:r>
    </w:p>
    <w:p w:rsidR="00354DF7" w:rsidRDefault="00354DF7" w:rsidP="00354DF7">
      <w:pPr>
        <w:tabs>
          <w:tab w:val="left" w:pos="6195"/>
        </w:tabs>
      </w:pPr>
      <w:r>
        <w:t>153.3882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153.3991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153.4016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153.4048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153.4066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153.4099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153.4188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153.4254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153.4275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153.4332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153.4440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153.4528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153.4550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153.4609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153.4769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153.4839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153.4920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153.4969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153.5100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153.5114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153.5145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153.5193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153.5280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153.5449</w:t>
      </w:r>
      <w:r>
        <w:tab/>
        <w:t>3.121e0</w:t>
      </w:r>
    </w:p>
    <w:p w:rsidR="00354DF7" w:rsidRDefault="00354DF7" w:rsidP="00354DF7">
      <w:pPr>
        <w:tabs>
          <w:tab w:val="left" w:pos="6195"/>
        </w:tabs>
      </w:pPr>
      <w:r>
        <w:t>153.5475</w:t>
      </w:r>
      <w:r>
        <w:tab/>
        <w:t>5.081e0</w:t>
      </w:r>
    </w:p>
    <w:p w:rsidR="00354DF7" w:rsidRDefault="00354DF7" w:rsidP="00354DF7">
      <w:pPr>
        <w:tabs>
          <w:tab w:val="left" w:pos="6195"/>
        </w:tabs>
      </w:pPr>
      <w:r>
        <w:t>153.5492</w:t>
      </w:r>
      <w:r>
        <w:tab/>
        <w:t>1.377e1</w:t>
      </w:r>
    </w:p>
    <w:p w:rsidR="00354DF7" w:rsidRDefault="00354DF7" w:rsidP="00354DF7">
      <w:pPr>
        <w:tabs>
          <w:tab w:val="left" w:pos="6195"/>
        </w:tabs>
      </w:pPr>
      <w:r>
        <w:t>153.5506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lastRenderedPageBreak/>
        <w:t>153.5614</w:t>
      </w:r>
      <w:r>
        <w:tab/>
        <w:t>2.955e0</w:t>
      </w:r>
    </w:p>
    <w:p w:rsidR="00354DF7" w:rsidRDefault="00354DF7" w:rsidP="00354DF7">
      <w:pPr>
        <w:tabs>
          <w:tab w:val="left" w:pos="6195"/>
        </w:tabs>
      </w:pPr>
      <w:r>
        <w:t>153.5706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153.5791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153.5808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153.5824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153.5847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153.5889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153.5993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153.6040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153.6118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153.6218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153.6284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153.6317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153.6472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153.6504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153.6537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153.6611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153.6642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153.6660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153.6679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153.6863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153.6878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153.6962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153.7043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153.7173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153.7207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153.7238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153.7350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153.7443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153.7534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153.7599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153.7632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153.7668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153.7835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153.7903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153.8000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153.8027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153.8137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153.8227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153.8272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153.8347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153.8396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153.8407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153.8463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153.8476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153.8555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153.8604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153.8638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153.8688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153.8724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153.8874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153.8892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153.8945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153.8956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153.9185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153.9252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153.9342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153.9387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153.9451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153.9482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153.9527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153.9542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153.9696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153.9778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153.9790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153.9858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153.9976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154.0074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154.0131</w:t>
      </w:r>
      <w:r>
        <w:tab/>
        <w:t>1.664e0</w:t>
      </w:r>
    </w:p>
    <w:p w:rsidR="00354DF7" w:rsidRDefault="00354DF7" w:rsidP="00354DF7">
      <w:pPr>
        <w:tabs>
          <w:tab w:val="left" w:pos="6195"/>
        </w:tabs>
      </w:pPr>
      <w:r>
        <w:t>154.0208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154.0389</w:t>
      </w:r>
      <w:r>
        <w:tab/>
        <w:t>2.969e0</w:t>
      </w:r>
    </w:p>
    <w:p w:rsidR="00354DF7" w:rsidRDefault="00354DF7" w:rsidP="00354DF7">
      <w:pPr>
        <w:tabs>
          <w:tab w:val="left" w:pos="6195"/>
        </w:tabs>
      </w:pPr>
      <w:r>
        <w:t>154.0423</w:t>
      </w:r>
      <w:r>
        <w:tab/>
        <w:t>1.214e1</w:t>
      </w:r>
    </w:p>
    <w:p w:rsidR="00354DF7" w:rsidRDefault="00354DF7" w:rsidP="00354DF7">
      <w:pPr>
        <w:tabs>
          <w:tab w:val="left" w:pos="6195"/>
        </w:tabs>
      </w:pPr>
      <w:r>
        <w:t>154.0491</w:t>
      </w:r>
      <w:r>
        <w:tab/>
        <w:t>5.511e0</w:t>
      </w:r>
    </w:p>
    <w:p w:rsidR="00354DF7" w:rsidRDefault="00354DF7" w:rsidP="00354DF7">
      <w:pPr>
        <w:tabs>
          <w:tab w:val="left" w:pos="6195"/>
        </w:tabs>
      </w:pPr>
      <w:r>
        <w:t>154.0535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154.0585</w:t>
      </w:r>
      <w:r>
        <w:tab/>
        <w:t>6.945e0</w:t>
      </w:r>
    </w:p>
    <w:p w:rsidR="00354DF7" w:rsidRDefault="00354DF7" w:rsidP="00354DF7">
      <w:pPr>
        <w:tabs>
          <w:tab w:val="left" w:pos="6195"/>
        </w:tabs>
      </w:pPr>
      <w:r>
        <w:t>154.0599</w:t>
      </w:r>
      <w:r>
        <w:tab/>
        <w:t>1.466e0</w:t>
      </w:r>
    </w:p>
    <w:p w:rsidR="00354DF7" w:rsidRDefault="00354DF7" w:rsidP="00354DF7">
      <w:pPr>
        <w:tabs>
          <w:tab w:val="left" w:pos="6195"/>
        </w:tabs>
      </w:pPr>
      <w:r>
        <w:lastRenderedPageBreak/>
        <w:t>154.0914</w:t>
      </w:r>
      <w:r>
        <w:tab/>
        <w:t>1.679e0</w:t>
      </w:r>
    </w:p>
    <w:p w:rsidR="00354DF7" w:rsidRDefault="00354DF7" w:rsidP="00354DF7">
      <w:pPr>
        <w:tabs>
          <w:tab w:val="left" w:pos="6195"/>
        </w:tabs>
      </w:pPr>
      <w:r>
        <w:t>154.0948</w:t>
      </w:r>
      <w:r>
        <w:tab/>
        <w:t>1.209e1</w:t>
      </w:r>
    </w:p>
    <w:p w:rsidR="00354DF7" w:rsidRDefault="00354DF7" w:rsidP="00354DF7">
      <w:pPr>
        <w:tabs>
          <w:tab w:val="left" w:pos="6195"/>
        </w:tabs>
      </w:pPr>
      <w:r>
        <w:t>154.0996</w:t>
      </w:r>
      <w:r>
        <w:tab/>
        <w:t>6.223e0</w:t>
      </w:r>
    </w:p>
    <w:p w:rsidR="00354DF7" w:rsidRDefault="00354DF7" w:rsidP="00354DF7">
      <w:pPr>
        <w:tabs>
          <w:tab w:val="left" w:pos="6195"/>
        </w:tabs>
      </w:pPr>
      <w:r>
        <w:t>154.1221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154.1255</w:t>
      </w:r>
      <w:r>
        <w:tab/>
        <w:t>5.561e0</w:t>
      </w:r>
    </w:p>
    <w:p w:rsidR="00354DF7" w:rsidRDefault="00354DF7" w:rsidP="00354DF7">
      <w:pPr>
        <w:tabs>
          <w:tab w:val="left" w:pos="6195"/>
        </w:tabs>
      </w:pPr>
      <w:r>
        <w:t>154.1318</w:t>
      </w:r>
      <w:r>
        <w:tab/>
        <w:t>2.396e0</w:t>
      </w:r>
    </w:p>
    <w:p w:rsidR="00354DF7" w:rsidRDefault="00354DF7" w:rsidP="00354DF7">
      <w:pPr>
        <w:tabs>
          <w:tab w:val="left" w:pos="6195"/>
        </w:tabs>
      </w:pPr>
      <w:r>
        <w:t>154.1328</w:t>
      </w:r>
      <w:r>
        <w:tab/>
        <w:t>5.507e0</w:t>
      </w:r>
    </w:p>
    <w:p w:rsidR="00354DF7" w:rsidRDefault="00354DF7" w:rsidP="00354DF7">
      <w:pPr>
        <w:tabs>
          <w:tab w:val="left" w:pos="6195"/>
        </w:tabs>
      </w:pPr>
      <w:r>
        <w:t>154.1344</w:t>
      </w:r>
      <w:r>
        <w:tab/>
        <w:t>2.472e0</w:t>
      </w:r>
    </w:p>
    <w:p w:rsidR="00354DF7" w:rsidRDefault="00354DF7" w:rsidP="00354DF7">
      <w:pPr>
        <w:tabs>
          <w:tab w:val="left" w:pos="6195"/>
        </w:tabs>
      </w:pPr>
      <w:r>
        <w:t>154.1359</w:t>
      </w:r>
      <w:r>
        <w:tab/>
        <w:t>5.278e0</w:t>
      </w:r>
    </w:p>
    <w:p w:rsidR="00354DF7" w:rsidRDefault="00354DF7" w:rsidP="00354DF7">
      <w:pPr>
        <w:tabs>
          <w:tab w:val="left" w:pos="6195"/>
        </w:tabs>
      </w:pPr>
      <w:r>
        <w:t>154.1521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154.1556</w:t>
      </w:r>
      <w:r>
        <w:tab/>
        <w:t>3.566e0</w:t>
      </w:r>
    </w:p>
    <w:p w:rsidR="00354DF7" w:rsidRDefault="00354DF7" w:rsidP="00354DF7">
      <w:pPr>
        <w:tabs>
          <w:tab w:val="left" w:pos="6195"/>
        </w:tabs>
      </w:pPr>
      <w:r>
        <w:t>154.1591</w:t>
      </w:r>
      <w:r>
        <w:tab/>
        <w:t>2.982e0</w:t>
      </w:r>
    </w:p>
    <w:p w:rsidR="00354DF7" w:rsidRDefault="00354DF7" w:rsidP="00354DF7">
      <w:pPr>
        <w:tabs>
          <w:tab w:val="left" w:pos="6195"/>
        </w:tabs>
      </w:pPr>
      <w:r>
        <w:t>154.1691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154.1726</w:t>
      </w:r>
      <w:r>
        <w:tab/>
        <w:t>4.115e0</w:t>
      </w:r>
    </w:p>
    <w:p w:rsidR="00354DF7" w:rsidRDefault="00354DF7" w:rsidP="00354DF7">
      <w:pPr>
        <w:tabs>
          <w:tab w:val="left" w:pos="6195"/>
        </w:tabs>
      </w:pPr>
      <w:r>
        <w:t>154.1794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154.1938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154.1986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154.2017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154.2033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154.2221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154.2238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154.2253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154.2289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154.2339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154.2450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154.2514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154.2616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154.2635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154.2647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154.2716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154.2820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154.2850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154.2944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154.2976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154.3210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154.3243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154.3360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154.3378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154.3440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154.3586</w:t>
      </w:r>
      <w:r>
        <w:tab/>
        <w:t>3.462e0</w:t>
      </w:r>
    </w:p>
    <w:p w:rsidR="00354DF7" w:rsidRDefault="00354DF7" w:rsidP="00354DF7">
      <w:pPr>
        <w:tabs>
          <w:tab w:val="left" w:pos="6195"/>
        </w:tabs>
      </w:pPr>
      <w:r>
        <w:t>154.3632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154.3673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154.3840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154.3936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154.4083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154.4118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154.4267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154.4338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154.4369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154.4462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154.4613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154.4630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154.4662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154.4697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154.4810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154.4832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154.4958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154.5057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154.5081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154.5092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154.5284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154.5348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154.5389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154.5486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154.5520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154.5552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154.5571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154.5619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154.5756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154.5790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154.5870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154.5981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154.6115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154.6184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154.6252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154.6335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154.6512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154.6577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154.6646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154.6663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154.6745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154.6781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154.6878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154.6932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154.7159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154.7174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154.7207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154.7286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154.7375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154.7407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154.7535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154.7637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154.7806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154.7870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154.7886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154.8044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154.8065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154.8133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154.8200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154.8401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154.8446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154.8491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154.8595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154.8663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154.8833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154.8925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154.8988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154.9036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154.9055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154.9247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154.9277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154.9304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154.9393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154.9519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154.9553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154.9686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154.9739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154.9787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154.9877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154.9994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155.0032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155.0049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155.0098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155.0400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155.0418</w:t>
      </w:r>
      <w:r>
        <w:tab/>
        <w:t>4.071e0</w:t>
      </w:r>
    </w:p>
    <w:p w:rsidR="00354DF7" w:rsidRDefault="00354DF7" w:rsidP="00354DF7">
      <w:pPr>
        <w:tabs>
          <w:tab w:val="left" w:pos="6195"/>
        </w:tabs>
      </w:pPr>
      <w:r>
        <w:t>155.0448</w:t>
      </w:r>
      <w:r>
        <w:tab/>
        <w:t>6.612e0</w:t>
      </w:r>
    </w:p>
    <w:p w:rsidR="00354DF7" w:rsidRDefault="00354DF7" w:rsidP="00354DF7">
      <w:pPr>
        <w:tabs>
          <w:tab w:val="left" w:pos="6195"/>
        </w:tabs>
      </w:pPr>
      <w:r>
        <w:t>155.0484</w:t>
      </w:r>
      <w:r>
        <w:tab/>
        <w:t>3.268e0</w:t>
      </w:r>
    </w:p>
    <w:p w:rsidR="00354DF7" w:rsidRDefault="00354DF7" w:rsidP="00354DF7">
      <w:pPr>
        <w:tabs>
          <w:tab w:val="left" w:pos="6195"/>
        </w:tabs>
      </w:pPr>
      <w:r>
        <w:t>155.0666</w:t>
      </w:r>
      <w:r>
        <w:tab/>
        <w:t>1.182e0</w:t>
      </w:r>
    </w:p>
    <w:p w:rsidR="00354DF7" w:rsidRDefault="00354DF7" w:rsidP="00354DF7">
      <w:pPr>
        <w:tabs>
          <w:tab w:val="left" w:pos="6195"/>
        </w:tabs>
      </w:pPr>
      <w:r>
        <w:t>155.0819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155.0921</w:t>
      </w:r>
      <w:r>
        <w:tab/>
        <w:t>3.999e0</w:t>
      </w:r>
    </w:p>
    <w:p w:rsidR="00354DF7" w:rsidRDefault="00354DF7" w:rsidP="00354DF7">
      <w:pPr>
        <w:tabs>
          <w:tab w:val="left" w:pos="6195"/>
        </w:tabs>
      </w:pPr>
      <w:r>
        <w:t>155.1080</w:t>
      </w:r>
      <w:r>
        <w:tab/>
        <w:t>7.049e0</w:t>
      </w:r>
    </w:p>
    <w:p w:rsidR="00354DF7" w:rsidRDefault="00354DF7" w:rsidP="00354DF7">
      <w:pPr>
        <w:tabs>
          <w:tab w:val="left" w:pos="6195"/>
        </w:tabs>
      </w:pPr>
      <w:r>
        <w:t>155.1193</w:t>
      </w:r>
      <w:r>
        <w:tab/>
        <w:t>1.227e0</w:t>
      </w:r>
    </w:p>
    <w:p w:rsidR="00354DF7" w:rsidRDefault="00354DF7" w:rsidP="00354DF7">
      <w:pPr>
        <w:tabs>
          <w:tab w:val="left" w:pos="6195"/>
        </w:tabs>
      </w:pPr>
      <w:r>
        <w:t>155.1227</w:t>
      </w:r>
      <w:r>
        <w:tab/>
        <w:t>4.513e0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155.1239</w:t>
      </w:r>
      <w:r>
        <w:tab/>
        <w:t>6.853e0</w:t>
      </w:r>
    </w:p>
    <w:p w:rsidR="00354DF7" w:rsidRDefault="00354DF7" w:rsidP="00354DF7">
      <w:pPr>
        <w:tabs>
          <w:tab w:val="left" w:pos="6195"/>
        </w:tabs>
      </w:pPr>
      <w:r>
        <w:t>155.1261</w:t>
      </w:r>
      <w:r>
        <w:tab/>
        <w:t>1.618e0</w:t>
      </w:r>
    </w:p>
    <w:p w:rsidR="00354DF7" w:rsidRDefault="00354DF7" w:rsidP="00354DF7">
      <w:pPr>
        <w:tabs>
          <w:tab w:val="left" w:pos="6195"/>
        </w:tabs>
      </w:pPr>
      <w:r>
        <w:t>155.1393</w:t>
      </w:r>
      <w:r>
        <w:tab/>
        <w:t>3.501e0</w:t>
      </w:r>
    </w:p>
    <w:p w:rsidR="00354DF7" w:rsidRDefault="00354DF7" w:rsidP="00354DF7">
      <w:pPr>
        <w:tabs>
          <w:tab w:val="left" w:pos="6195"/>
        </w:tabs>
      </w:pPr>
      <w:r>
        <w:t>155.1464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155.1532</w:t>
      </w:r>
      <w:r>
        <w:tab/>
        <w:t>3.751e0</w:t>
      </w:r>
    </w:p>
    <w:p w:rsidR="00354DF7" w:rsidRDefault="00354DF7" w:rsidP="00354DF7">
      <w:pPr>
        <w:tabs>
          <w:tab w:val="left" w:pos="6195"/>
        </w:tabs>
      </w:pPr>
      <w:r>
        <w:t>155.1570</w:t>
      </w:r>
      <w:r>
        <w:tab/>
        <w:t>3.916e0</w:t>
      </w:r>
    </w:p>
    <w:p w:rsidR="00354DF7" w:rsidRDefault="00354DF7" w:rsidP="00354DF7">
      <w:pPr>
        <w:tabs>
          <w:tab w:val="left" w:pos="6195"/>
        </w:tabs>
      </w:pPr>
      <w:r>
        <w:t>155.1587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155.1656</w:t>
      </w:r>
      <w:r>
        <w:tab/>
        <w:t>3.260e0</w:t>
      </w:r>
    </w:p>
    <w:p w:rsidR="00354DF7" w:rsidRDefault="00354DF7" w:rsidP="00354DF7">
      <w:pPr>
        <w:tabs>
          <w:tab w:val="left" w:pos="6195"/>
        </w:tabs>
      </w:pPr>
      <w:r>
        <w:t>155.1791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155.1923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155.2067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155.2203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155.2235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155.2270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155.2396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155.2406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155.2470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155.2533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155.2564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155.2649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155.2767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155.2923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155.2937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155.2987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155.3196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155.3263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155.3433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155.3495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155.3517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155.3624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155.3912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155.3947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155.3995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155.4129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155.4257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155.4288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155.4391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155.4457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155.4556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155.4616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155.4632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155.4753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155.4921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155.4954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155.4990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155.5038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155.5182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155.5214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155.5351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155.5521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155.5598</w:t>
      </w:r>
      <w:r>
        <w:tab/>
        <w:t>3.854e0</w:t>
      </w:r>
    </w:p>
    <w:p w:rsidR="00354DF7" w:rsidRDefault="00354DF7" w:rsidP="00354DF7">
      <w:pPr>
        <w:tabs>
          <w:tab w:val="left" w:pos="6195"/>
        </w:tabs>
      </w:pPr>
      <w:r>
        <w:t>155.5646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155.5799</w:t>
      </w:r>
      <w:r>
        <w:tab/>
        <w:t>8.297e0</w:t>
      </w:r>
    </w:p>
    <w:p w:rsidR="00354DF7" w:rsidRDefault="00354DF7" w:rsidP="00354DF7">
      <w:pPr>
        <w:tabs>
          <w:tab w:val="left" w:pos="6195"/>
        </w:tabs>
      </w:pPr>
      <w:r>
        <w:t>155.5831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155.5880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155.6050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155.6142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155.6222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155.6378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155.6549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155.6625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155.6705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155.6772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155.6907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155.7077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155.7142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155.7199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155.7236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155.7298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155.7373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155.7406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155.7471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155.7607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155.7641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155.7829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155.7901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155.7937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155.8070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155.8202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155.8233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155.8352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155.8398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155.8535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155.8569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155.8829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155.8922</w:t>
      </w:r>
      <w:r>
        <w:tab/>
        <w:t>3.205e0</w:t>
      </w:r>
    </w:p>
    <w:p w:rsidR="00354DF7" w:rsidRDefault="00354DF7" w:rsidP="00354DF7">
      <w:pPr>
        <w:tabs>
          <w:tab w:val="left" w:pos="6195"/>
        </w:tabs>
      </w:pPr>
      <w:r>
        <w:t>155.8963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155.8982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155.9032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155.9047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155.9169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155.9263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155.9297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155.9324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155.9529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155.9776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155.9839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155.9892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155.9943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156.0061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156.0076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156.0197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156.0248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156.0265</w:t>
      </w:r>
      <w:r>
        <w:tab/>
        <w:t>1.584e0</w:t>
      </w:r>
    </w:p>
    <w:p w:rsidR="00354DF7" w:rsidRDefault="00354DF7" w:rsidP="00354DF7">
      <w:pPr>
        <w:tabs>
          <w:tab w:val="left" w:pos="6195"/>
        </w:tabs>
      </w:pPr>
      <w:r>
        <w:t>156.0336</w:t>
      </w:r>
      <w:r>
        <w:tab/>
        <w:t>4.311e0</w:t>
      </w:r>
    </w:p>
    <w:p w:rsidR="00354DF7" w:rsidRDefault="00354DF7" w:rsidP="00354DF7">
      <w:pPr>
        <w:tabs>
          <w:tab w:val="left" w:pos="6195"/>
        </w:tabs>
      </w:pPr>
      <w:r>
        <w:t>156.0453</w:t>
      </w:r>
      <w:r>
        <w:tab/>
        <w:t>1.744e0</w:t>
      </w:r>
    </w:p>
    <w:p w:rsidR="00354DF7" w:rsidRDefault="00354DF7" w:rsidP="00354DF7">
      <w:pPr>
        <w:tabs>
          <w:tab w:val="left" w:pos="6195"/>
        </w:tabs>
      </w:pPr>
      <w:r>
        <w:t>156.0470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156.0516</w:t>
      </w:r>
      <w:r>
        <w:tab/>
        <w:t>2.486e0</w:t>
      </w:r>
    </w:p>
    <w:p w:rsidR="00354DF7" w:rsidRDefault="00354DF7" w:rsidP="00354DF7">
      <w:pPr>
        <w:tabs>
          <w:tab w:val="left" w:pos="6195"/>
        </w:tabs>
      </w:pPr>
      <w:r>
        <w:t>156.0543</w:t>
      </w:r>
      <w:r>
        <w:tab/>
        <w:t>9.518e0</w:t>
      </w:r>
    </w:p>
    <w:p w:rsidR="00354DF7" w:rsidRDefault="00354DF7" w:rsidP="00354DF7">
      <w:pPr>
        <w:tabs>
          <w:tab w:val="left" w:pos="6195"/>
        </w:tabs>
      </w:pPr>
      <w:r>
        <w:t>156.0756</w:t>
      </w:r>
      <w:r>
        <w:tab/>
        <w:t>6.767e1</w:t>
      </w:r>
    </w:p>
    <w:p w:rsidR="00354DF7" w:rsidRDefault="00354DF7" w:rsidP="00354DF7">
      <w:pPr>
        <w:tabs>
          <w:tab w:val="left" w:pos="6195"/>
        </w:tabs>
      </w:pPr>
      <w:r>
        <w:t>156.0781</w:t>
      </w:r>
      <w:r>
        <w:tab/>
        <w:t>9.802e1</w:t>
      </w:r>
    </w:p>
    <w:p w:rsidR="00354DF7" w:rsidRDefault="00354DF7" w:rsidP="00354DF7">
      <w:pPr>
        <w:tabs>
          <w:tab w:val="left" w:pos="6195"/>
        </w:tabs>
      </w:pPr>
      <w:r>
        <w:t>156.0795</w:t>
      </w:r>
      <w:r>
        <w:tab/>
        <w:t>3.904e1</w:t>
      </w:r>
    </w:p>
    <w:p w:rsidR="00354DF7" w:rsidRDefault="00354DF7" w:rsidP="00354DF7">
      <w:pPr>
        <w:tabs>
          <w:tab w:val="left" w:pos="6195"/>
        </w:tabs>
      </w:pPr>
      <w:r>
        <w:t>156.1089</w:t>
      </w:r>
      <w:r>
        <w:tab/>
        <w:t>7.337e0</w:t>
      </w:r>
    </w:p>
    <w:p w:rsidR="00354DF7" w:rsidRDefault="00354DF7" w:rsidP="00354DF7">
      <w:pPr>
        <w:tabs>
          <w:tab w:val="left" w:pos="6195"/>
        </w:tabs>
      </w:pPr>
      <w:r>
        <w:t>156.1175</w:t>
      </w:r>
      <w:r>
        <w:tab/>
        <w:t>7.117e0</w:t>
      </w:r>
    </w:p>
    <w:p w:rsidR="00354DF7" w:rsidRDefault="00354DF7" w:rsidP="00354DF7">
      <w:pPr>
        <w:tabs>
          <w:tab w:val="left" w:pos="6195"/>
        </w:tabs>
      </w:pPr>
      <w:r>
        <w:lastRenderedPageBreak/>
        <w:t>156.1190</w:t>
      </w:r>
      <w:r>
        <w:tab/>
        <w:t>6.044e0</w:t>
      </w:r>
    </w:p>
    <w:p w:rsidR="00354DF7" w:rsidRDefault="00354DF7" w:rsidP="00354DF7">
      <w:pPr>
        <w:tabs>
          <w:tab w:val="left" w:pos="6195"/>
        </w:tabs>
      </w:pPr>
      <w:r>
        <w:t>156.1255</w:t>
      </w:r>
      <w:r>
        <w:tab/>
        <w:t>2.883e0</w:t>
      </w:r>
    </w:p>
    <w:p w:rsidR="00354DF7" w:rsidRDefault="00354DF7" w:rsidP="00354DF7">
      <w:pPr>
        <w:tabs>
          <w:tab w:val="left" w:pos="6195"/>
        </w:tabs>
      </w:pPr>
      <w:r>
        <w:t>156.1316</w:t>
      </w:r>
      <w:r>
        <w:tab/>
        <w:t>5.401e0</w:t>
      </w:r>
    </w:p>
    <w:p w:rsidR="00354DF7" w:rsidRDefault="00354DF7" w:rsidP="00354DF7">
      <w:pPr>
        <w:tabs>
          <w:tab w:val="left" w:pos="6195"/>
        </w:tabs>
      </w:pPr>
      <w:r>
        <w:t>156.1346</w:t>
      </w:r>
      <w:r>
        <w:tab/>
        <w:t>2.538e0</w:t>
      </w:r>
    </w:p>
    <w:p w:rsidR="00354DF7" w:rsidRDefault="00354DF7" w:rsidP="00354DF7">
      <w:pPr>
        <w:tabs>
          <w:tab w:val="left" w:pos="6195"/>
        </w:tabs>
      </w:pPr>
      <w:r>
        <w:t>156.1363</w:t>
      </w:r>
      <w:r>
        <w:tab/>
        <w:t>6.764e0</w:t>
      </w:r>
    </w:p>
    <w:p w:rsidR="00354DF7" w:rsidRDefault="00354DF7" w:rsidP="00354DF7">
      <w:pPr>
        <w:tabs>
          <w:tab w:val="left" w:pos="6195"/>
        </w:tabs>
      </w:pPr>
      <w:r>
        <w:t>156.1408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156.1472</w:t>
      </w:r>
      <w:r>
        <w:tab/>
        <w:t>6.447e0</w:t>
      </w:r>
    </w:p>
    <w:p w:rsidR="00354DF7" w:rsidRDefault="00354DF7" w:rsidP="00354DF7">
      <w:pPr>
        <w:tabs>
          <w:tab w:val="left" w:pos="6195"/>
        </w:tabs>
      </w:pPr>
      <w:r>
        <w:t>156.1536</w:t>
      </w:r>
      <w:r>
        <w:tab/>
        <w:t>3.422e0</w:t>
      </w:r>
    </w:p>
    <w:p w:rsidR="00354DF7" w:rsidRDefault="00354DF7" w:rsidP="00354DF7">
      <w:pPr>
        <w:tabs>
          <w:tab w:val="left" w:pos="6195"/>
        </w:tabs>
      </w:pPr>
      <w:r>
        <w:t>156.1587</w:t>
      </w:r>
      <w:r>
        <w:tab/>
        <w:t>2.903e0</w:t>
      </w:r>
    </w:p>
    <w:p w:rsidR="00354DF7" w:rsidRDefault="00354DF7" w:rsidP="00354DF7">
      <w:pPr>
        <w:tabs>
          <w:tab w:val="left" w:pos="6195"/>
        </w:tabs>
      </w:pPr>
      <w:r>
        <w:t>156.1619</w:t>
      </w:r>
      <w:r>
        <w:tab/>
        <w:t>2.674e0</w:t>
      </w:r>
    </w:p>
    <w:p w:rsidR="00354DF7" w:rsidRDefault="00354DF7" w:rsidP="00354DF7">
      <w:pPr>
        <w:tabs>
          <w:tab w:val="left" w:pos="6195"/>
        </w:tabs>
      </w:pPr>
      <w:r>
        <w:t>156.1838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156.1856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156.1876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156.1984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156.2049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156.2085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156.2253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156.2269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156.2322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156.2342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156.2388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156.2448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156.2514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156.2532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156.2682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156.2749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156.2769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156.2819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156.3013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156.3059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156.3112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156.3148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156.3283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156.3385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156.3402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156.3511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156.3561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156.3581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156.3618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156.3714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156.3779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156.3942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156.3983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156.4000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156.4028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156.4108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156.4194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156.4209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156.4279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156.4330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156.4465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156.4483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156.4562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156.4577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156.4696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156.4777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156.4825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156.4844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156.4947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156.5013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156.5028</w:t>
      </w:r>
      <w:r>
        <w:tab/>
        <w:t>4.007e0</w:t>
      </w:r>
    </w:p>
    <w:p w:rsidR="00354DF7" w:rsidRDefault="00354DF7" w:rsidP="00354DF7">
      <w:pPr>
        <w:tabs>
          <w:tab w:val="left" w:pos="6195"/>
        </w:tabs>
      </w:pPr>
      <w:r>
        <w:t>156.5078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156.5110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156.5275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156.5292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156.5374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156.5405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156.5498</w:t>
      </w:r>
      <w:r>
        <w:tab/>
        <w:t>2.599e0</w:t>
      </w:r>
    </w:p>
    <w:p w:rsidR="00354DF7" w:rsidRDefault="00354DF7" w:rsidP="00354DF7">
      <w:pPr>
        <w:tabs>
          <w:tab w:val="left" w:pos="6195"/>
        </w:tabs>
      </w:pPr>
      <w:r>
        <w:t>156.5642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156.5674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156.5685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156.5838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156.5891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156.6143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156.6157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156.6197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156.6268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156.6283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156.6373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156.6438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156.6645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156.6705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156.6802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156.6869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156.6905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156.6939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156.6989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156.7006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156.7140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156.7176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156.7209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156.7238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156.7368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156.7437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156.7471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156.7538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156.7638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156.7709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156.7725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156.7836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156.7850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156.8238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156.8369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156.8396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156.8501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156.8535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156.8637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156.8669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156.8739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156.8755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156.8944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156.8999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156.9319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156.9404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156.9452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156.9467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156.9549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156.9566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156.9786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156.9830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156.9906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157.0032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157.0096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157.0234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157.0334</w:t>
      </w:r>
      <w:r>
        <w:tab/>
        <w:t>2.701e0</w:t>
      </w:r>
    </w:p>
    <w:p w:rsidR="00354DF7" w:rsidRDefault="00354DF7" w:rsidP="00354DF7">
      <w:pPr>
        <w:tabs>
          <w:tab w:val="left" w:pos="6195"/>
        </w:tabs>
      </w:pPr>
      <w:r>
        <w:t>157.0370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157.0593</w:t>
      </w:r>
      <w:r>
        <w:tab/>
        <w:t>6.778e0</w:t>
      </w:r>
    </w:p>
    <w:p w:rsidR="00354DF7" w:rsidRDefault="00354DF7" w:rsidP="00354DF7">
      <w:pPr>
        <w:tabs>
          <w:tab w:val="left" w:pos="6195"/>
        </w:tabs>
      </w:pPr>
      <w:r>
        <w:t>157.0630</w:t>
      </w:r>
      <w:r>
        <w:tab/>
        <w:t>1.395e1</w:t>
      </w:r>
    </w:p>
    <w:p w:rsidR="00354DF7" w:rsidRDefault="00354DF7" w:rsidP="00354DF7">
      <w:pPr>
        <w:tabs>
          <w:tab w:val="left" w:pos="6195"/>
        </w:tabs>
      </w:pPr>
      <w:r>
        <w:t>157.0649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157.0793</w:t>
      </w:r>
      <w:r>
        <w:tab/>
        <w:t>7.221e0</w:t>
      </w:r>
    </w:p>
    <w:p w:rsidR="00354DF7" w:rsidRDefault="00354DF7" w:rsidP="00354DF7">
      <w:pPr>
        <w:tabs>
          <w:tab w:val="left" w:pos="6195"/>
        </w:tabs>
      </w:pPr>
      <w:r>
        <w:t>157.0899</w:t>
      </w:r>
      <w:r>
        <w:tab/>
        <w:t>9.881e0</w:t>
      </w:r>
    </w:p>
    <w:p w:rsidR="00354DF7" w:rsidRDefault="00354DF7" w:rsidP="00354DF7">
      <w:pPr>
        <w:tabs>
          <w:tab w:val="left" w:pos="6195"/>
        </w:tabs>
      </w:pPr>
      <w:r>
        <w:t>157.0941</w:t>
      </w:r>
      <w:r>
        <w:tab/>
        <w:t>8.365e0</w:t>
      </w:r>
    </w:p>
    <w:p w:rsidR="00354DF7" w:rsidRDefault="00354DF7" w:rsidP="00354DF7">
      <w:pPr>
        <w:tabs>
          <w:tab w:val="left" w:pos="6195"/>
        </w:tabs>
      </w:pPr>
      <w:r>
        <w:lastRenderedPageBreak/>
        <w:t>157.0982</w:t>
      </w:r>
      <w:r>
        <w:tab/>
        <w:t>1.796e1</w:t>
      </w:r>
    </w:p>
    <w:p w:rsidR="00354DF7" w:rsidRDefault="00354DF7" w:rsidP="00354DF7">
      <w:pPr>
        <w:tabs>
          <w:tab w:val="left" w:pos="6195"/>
        </w:tabs>
      </w:pPr>
      <w:r>
        <w:t>157.0997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157.1185</w:t>
      </w:r>
      <w:r>
        <w:tab/>
        <w:t>4.038e0</w:t>
      </w:r>
    </w:p>
    <w:p w:rsidR="00354DF7" w:rsidRDefault="00354DF7" w:rsidP="00354DF7">
      <w:pPr>
        <w:tabs>
          <w:tab w:val="left" w:pos="6195"/>
        </w:tabs>
      </w:pPr>
      <w:r>
        <w:t>157.1241</w:t>
      </w:r>
      <w:r>
        <w:tab/>
        <w:t>3.113e0</w:t>
      </w:r>
    </w:p>
    <w:p w:rsidR="00354DF7" w:rsidRDefault="00354DF7" w:rsidP="00354DF7">
      <w:pPr>
        <w:tabs>
          <w:tab w:val="left" w:pos="6195"/>
        </w:tabs>
      </w:pPr>
      <w:r>
        <w:t>157.1299</w:t>
      </w:r>
      <w:r>
        <w:tab/>
        <w:t>1.349e0</w:t>
      </w:r>
    </w:p>
    <w:p w:rsidR="00354DF7" w:rsidRDefault="00354DF7" w:rsidP="00354DF7">
      <w:pPr>
        <w:tabs>
          <w:tab w:val="left" w:pos="6195"/>
        </w:tabs>
      </w:pPr>
      <w:r>
        <w:t>157.1333</w:t>
      </w:r>
      <w:r>
        <w:tab/>
        <w:t>1.111e1</w:t>
      </w:r>
    </w:p>
    <w:p w:rsidR="00354DF7" w:rsidRDefault="00354DF7" w:rsidP="00354DF7">
      <w:pPr>
        <w:tabs>
          <w:tab w:val="left" w:pos="6195"/>
        </w:tabs>
      </w:pPr>
      <w:r>
        <w:t>157.1365</w:t>
      </w:r>
      <w:r>
        <w:tab/>
        <w:t>5.470e0</w:t>
      </w:r>
    </w:p>
    <w:p w:rsidR="00354DF7" w:rsidRDefault="00354DF7" w:rsidP="00354DF7">
      <w:pPr>
        <w:tabs>
          <w:tab w:val="left" w:pos="6195"/>
        </w:tabs>
      </w:pPr>
      <w:r>
        <w:t>157.1419</w:t>
      </w:r>
      <w:r>
        <w:tab/>
        <w:t>1.103e0</w:t>
      </w:r>
    </w:p>
    <w:p w:rsidR="00354DF7" w:rsidRDefault="00354DF7" w:rsidP="00354DF7">
      <w:pPr>
        <w:tabs>
          <w:tab w:val="left" w:pos="6195"/>
        </w:tabs>
      </w:pPr>
      <w:r>
        <w:t>157.1469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157.1510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157.1632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157.1644</w:t>
      </w:r>
      <w:r>
        <w:tab/>
        <w:t>3.447e0</w:t>
      </w:r>
    </w:p>
    <w:p w:rsidR="00354DF7" w:rsidRDefault="00354DF7" w:rsidP="00354DF7">
      <w:pPr>
        <w:tabs>
          <w:tab w:val="left" w:pos="6195"/>
        </w:tabs>
      </w:pPr>
      <w:r>
        <w:t>157.1729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157.1857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157.1934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157.2009</w:t>
      </w:r>
      <w:r>
        <w:tab/>
        <w:t>3.169e0</w:t>
      </w:r>
    </w:p>
    <w:p w:rsidR="00354DF7" w:rsidRDefault="00354DF7" w:rsidP="00354DF7">
      <w:pPr>
        <w:tabs>
          <w:tab w:val="left" w:pos="6195"/>
        </w:tabs>
      </w:pPr>
      <w:r>
        <w:t>157.2036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157.2070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157.2137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157.2262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157.2328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157.2433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157.2619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157.2637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157.2749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157.2809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157.2845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157.3000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157.3031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157.3067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157.3099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157.3170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157.3252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157.3363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157.3396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157.3499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157.3530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157.3566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157.3632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157.3725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157.3801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157.3929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157.3976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157.4015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157.4066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157.4127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157.4148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157.4303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157.4322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157.4336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157.4396</w:t>
      </w:r>
      <w:r>
        <w:tab/>
        <w:t>4.840e0</w:t>
      </w:r>
    </w:p>
    <w:p w:rsidR="00354DF7" w:rsidRDefault="00354DF7" w:rsidP="00354DF7">
      <w:pPr>
        <w:tabs>
          <w:tab w:val="left" w:pos="6195"/>
        </w:tabs>
      </w:pPr>
      <w:r>
        <w:t>157.4444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157.4464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157.4545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157.4617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157.4650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157.4664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157.4768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157.4840</w:t>
      </w:r>
      <w:r>
        <w:tab/>
        <w:t>4.627e0</w:t>
      </w:r>
    </w:p>
    <w:p w:rsidR="00354DF7" w:rsidRDefault="00354DF7" w:rsidP="00354DF7">
      <w:pPr>
        <w:tabs>
          <w:tab w:val="left" w:pos="6195"/>
        </w:tabs>
      </w:pPr>
      <w:r>
        <w:t>157.4904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157.5063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157.5148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157.5166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157.5267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157.5334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157.5502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157.5552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157.5564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157.5596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157.5676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157.5699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157.5784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157.5937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157.6005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157.6025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157.6067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157.6265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157.6283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157.6468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157.6573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157.6697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157.6731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157.6797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157.6902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157.7001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157.7106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157.7186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157.7203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157.7435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157.7484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157.7568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157.7605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157.7639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157.7771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157.7821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157.7834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157.7900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157.8138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157.8155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157.8185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157.8214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157.8255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157.8338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157.8466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157.8500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157.8570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157.8638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157.8670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157.8806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157.8874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157.8906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157.8937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157.8969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157.8999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157.9070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157.9138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157.9237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157.9342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157.9374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157.9410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157.9473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157.9486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157.9669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157.9740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157.9856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157.9910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157.9926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158.0105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158.0121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158.0150</w:t>
      </w:r>
      <w:r>
        <w:tab/>
        <w:t>3.992e0</w:t>
      </w:r>
    </w:p>
    <w:p w:rsidR="00354DF7" w:rsidRDefault="00354DF7" w:rsidP="00354DF7">
      <w:pPr>
        <w:tabs>
          <w:tab w:val="left" w:pos="6195"/>
        </w:tabs>
      </w:pPr>
      <w:r>
        <w:t>158.0238</w:t>
      </w:r>
      <w:r>
        <w:tab/>
        <w:t>2.529e0</w:t>
      </w:r>
    </w:p>
    <w:p w:rsidR="00354DF7" w:rsidRDefault="00354DF7" w:rsidP="00354DF7">
      <w:pPr>
        <w:tabs>
          <w:tab w:val="left" w:pos="6195"/>
        </w:tabs>
      </w:pPr>
      <w:r>
        <w:lastRenderedPageBreak/>
        <w:t>158.0393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158.0443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158.0455</w:t>
      </w:r>
      <w:r>
        <w:tab/>
        <w:t>3.713e0</w:t>
      </w:r>
    </w:p>
    <w:p w:rsidR="00354DF7" w:rsidRDefault="00354DF7" w:rsidP="00354DF7">
      <w:pPr>
        <w:tabs>
          <w:tab w:val="left" w:pos="6195"/>
        </w:tabs>
      </w:pPr>
      <w:r>
        <w:t>158.0469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158.0554</w:t>
      </w:r>
      <w:r>
        <w:tab/>
        <w:t>7.071e0</w:t>
      </w:r>
    </w:p>
    <w:p w:rsidR="00354DF7" w:rsidRDefault="00354DF7" w:rsidP="00354DF7">
      <w:pPr>
        <w:tabs>
          <w:tab w:val="left" w:pos="6195"/>
        </w:tabs>
      </w:pPr>
      <w:r>
        <w:t>158.0639</w:t>
      </w:r>
      <w:r>
        <w:tab/>
        <w:t>1.744e0</w:t>
      </w:r>
    </w:p>
    <w:p w:rsidR="00354DF7" w:rsidRDefault="00354DF7" w:rsidP="00354DF7">
      <w:pPr>
        <w:tabs>
          <w:tab w:val="left" w:pos="6195"/>
        </w:tabs>
      </w:pPr>
      <w:r>
        <w:t>158.0657</w:t>
      </w:r>
      <w:r>
        <w:tab/>
        <w:t>1.571e0</w:t>
      </w:r>
    </w:p>
    <w:p w:rsidR="00354DF7" w:rsidRDefault="00354DF7" w:rsidP="00354DF7">
      <w:pPr>
        <w:tabs>
          <w:tab w:val="left" w:pos="6195"/>
        </w:tabs>
      </w:pPr>
      <w:r>
        <w:t>158.0673</w:t>
      </w:r>
      <w:r>
        <w:tab/>
        <w:t>1.483e0</w:t>
      </w:r>
    </w:p>
    <w:p w:rsidR="00354DF7" w:rsidRDefault="00354DF7" w:rsidP="00354DF7">
      <w:pPr>
        <w:tabs>
          <w:tab w:val="left" w:pos="6195"/>
        </w:tabs>
      </w:pPr>
      <w:r>
        <w:t>158.0858</w:t>
      </w:r>
      <w:r>
        <w:tab/>
        <w:t>4.976e0</w:t>
      </w:r>
    </w:p>
    <w:p w:rsidR="00354DF7" w:rsidRDefault="00354DF7" w:rsidP="00354DF7">
      <w:pPr>
        <w:tabs>
          <w:tab w:val="left" w:pos="6195"/>
        </w:tabs>
      </w:pPr>
      <w:r>
        <w:t>158.0898</w:t>
      </w:r>
      <w:r>
        <w:tab/>
        <w:t>4.191e0</w:t>
      </w:r>
    </w:p>
    <w:p w:rsidR="00354DF7" w:rsidRDefault="00354DF7" w:rsidP="00354DF7">
      <w:pPr>
        <w:tabs>
          <w:tab w:val="left" w:pos="6195"/>
        </w:tabs>
      </w:pPr>
      <w:r>
        <w:t>158.1236</w:t>
      </w:r>
      <w:r>
        <w:tab/>
        <w:t>6.849e0</w:t>
      </w:r>
    </w:p>
    <w:p w:rsidR="00354DF7" w:rsidRDefault="00354DF7" w:rsidP="00354DF7">
      <w:pPr>
        <w:tabs>
          <w:tab w:val="left" w:pos="6195"/>
        </w:tabs>
      </w:pPr>
      <w:r>
        <w:t>158.1257</w:t>
      </w:r>
      <w:r>
        <w:tab/>
        <w:t>9.526e0</w:t>
      </w:r>
    </w:p>
    <w:p w:rsidR="00354DF7" w:rsidRDefault="00354DF7" w:rsidP="00354DF7">
      <w:pPr>
        <w:tabs>
          <w:tab w:val="left" w:pos="6195"/>
        </w:tabs>
      </w:pPr>
      <w:r>
        <w:t>158.1279</w:t>
      </w:r>
      <w:r>
        <w:tab/>
        <w:t>1.770e0</w:t>
      </w:r>
    </w:p>
    <w:p w:rsidR="00354DF7" w:rsidRDefault="00354DF7" w:rsidP="00354DF7">
      <w:pPr>
        <w:tabs>
          <w:tab w:val="left" w:pos="6195"/>
        </w:tabs>
      </w:pPr>
      <w:r>
        <w:t>158.1330</w:t>
      </w:r>
      <w:r>
        <w:tab/>
        <w:t>7.530e0</w:t>
      </w:r>
    </w:p>
    <w:p w:rsidR="00354DF7" w:rsidRDefault="00354DF7" w:rsidP="00354DF7">
      <w:pPr>
        <w:tabs>
          <w:tab w:val="left" w:pos="6195"/>
        </w:tabs>
      </w:pPr>
      <w:r>
        <w:t>158.1407</w:t>
      </w:r>
      <w:r>
        <w:tab/>
        <w:t>4.267e0</w:t>
      </w:r>
    </w:p>
    <w:p w:rsidR="00354DF7" w:rsidRDefault="00354DF7" w:rsidP="00354DF7">
      <w:pPr>
        <w:tabs>
          <w:tab w:val="left" w:pos="6195"/>
        </w:tabs>
      </w:pPr>
      <w:r>
        <w:t>158.1440</w:t>
      </w:r>
      <w:r>
        <w:tab/>
        <w:t>3.369e0</w:t>
      </w:r>
    </w:p>
    <w:p w:rsidR="00354DF7" w:rsidRDefault="00354DF7" w:rsidP="00354DF7">
      <w:pPr>
        <w:tabs>
          <w:tab w:val="left" w:pos="6195"/>
        </w:tabs>
      </w:pPr>
      <w:r>
        <w:t>158.1468</w:t>
      </w:r>
      <w:r>
        <w:tab/>
        <w:t>5.526e0</w:t>
      </w:r>
    </w:p>
    <w:p w:rsidR="00354DF7" w:rsidRDefault="00354DF7" w:rsidP="00354DF7">
      <w:pPr>
        <w:tabs>
          <w:tab w:val="left" w:pos="6195"/>
        </w:tabs>
      </w:pPr>
      <w:r>
        <w:t>158.1611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158.1665</w:t>
      </w:r>
      <w:r>
        <w:tab/>
        <w:t>2.812e0</w:t>
      </w:r>
    </w:p>
    <w:p w:rsidR="00354DF7" w:rsidRDefault="00354DF7" w:rsidP="00354DF7">
      <w:pPr>
        <w:tabs>
          <w:tab w:val="left" w:pos="6195"/>
        </w:tabs>
      </w:pPr>
      <w:r>
        <w:lastRenderedPageBreak/>
        <w:t>158.1715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158.1837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158.1873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158.1943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158.2043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158.2164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158.2215</w:t>
      </w:r>
      <w:r>
        <w:tab/>
        <w:t>4.078e0</w:t>
      </w:r>
    </w:p>
    <w:p w:rsidR="00354DF7" w:rsidRDefault="00354DF7" w:rsidP="00354DF7">
      <w:pPr>
        <w:tabs>
          <w:tab w:val="left" w:pos="6195"/>
        </w:tabs>
      </w:pPr>
      <w:r>
        <w:t>158.2331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158.2443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158.2511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158.2560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158.2580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158.2818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158.2915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158.3182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158.3194</w:t>
      </w:r>
      <w:r>
        <w:tab/>
        <w:t>2.413e0</w:t>
      </w:r>
    </w:p>
    <w:p w:rsidR="00354DF7" w:rsidRDefault="00354DF7" w:rsidP="00354DF7">
      <w:pPr>
        <w:tabs>
          <w:tab w:val="left" w:pos="6195"/>
        </w:tabs>
      </w:pPr>
      <w:r>
        <w:t>158.3214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158.3329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158.3346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158.3403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158.3482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158.3613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158.3631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158.3648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158.3852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158.3867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158.4005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158.4053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158.4146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158.4248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158.4353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158.4420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158.4591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158.4622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158.4739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158.4819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158.4853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158.4887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158.5022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158.5055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158.5091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158.5161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158.5255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158.5318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158.5421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158.5536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158.5694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158.5857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158.5888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158.5955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158.6073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158.6151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158.6194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158.6212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158.6294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158.6333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158.6411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158.6439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158.6557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158.6576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158.6591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158.6695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158.6729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158.6763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158.6826</w:t>
      </w:r>
      <w:r>
        <w:tab/>
        <w:t>4.129e0</w:t>
      </w:r>
    </w:p>
    <w:p w:rsidR="00354DF7" w:rsidRDefault="00354DF7" w:rsidP="00354DF7">
      <w:pPr>
        <w:tabs>
          <w:tab w:val="left" w:pos="6195"/>
        </w:tabs>
      </w:pPr>
      <w:r>
        <w:t>158.6933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158.6978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158.7005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158.7194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158.7307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158.7349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158.7398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158.7449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158.7598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158.7613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158.7660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158.7696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158.7729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158.7950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158.7969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158.8003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158.8031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158.8264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158.8368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158.8402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158.8434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158.8570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158.8607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158.8676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158.8771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158.8787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158.8817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158.8937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158.9210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158.9276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158.9342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158.9417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158.9455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158.9521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158.9557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158.9745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158.9813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158.9995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159.0075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159.0115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159.0314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159.0451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159.0547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159.0646</w:t>
      </w:r>
      <w:r>
        <w:tab/>
        <w:t>4.538e0</w:t>
      </w:r>
    </w:p>
    <w:p w:rsidR="00354DF7" w:rsidRDefault="00354DF7" w:rsidP="00354DF7">
      <w:pPr>
        <w:tabs>
          <w:tab w:val="left" w:pos="6195"/>
        </w:tabs>
      </w:pPr>
      <w:r>
        <w:t>159.0669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159.0684</w:t>
      </w:r>
      <w:r>
        <w:tab/>
        <w:t>5.353e0</w:t>
      </w:r>
    </w:p>
    <w:p w:rsidR="00354DF7" w:rsidRDefault="00354DF7" w:rsidP="00354DF7">
      <w:pPr>
        <w:tabs>
          <w:tab w:val="left" w:pos="6195"/>
        </w:tabs>
      </w:pPr>
      <w:r>
        <w:t>159.1094</w:t>
      </w:r>
      <w:r>
        <w:tab/>
        <w:t>3.544e0</w:t>
      </w:r>
    </w:p>
    <w:p w:rsidR="00354DF7" w:rsidRDefault="00354DF7" w:rsidP="00354DF7">
      <w:pPr>
        <w:tabs>
          <w:tab w:val="left" w:pos="6195"/>
        </w:tabs>
      </w:pPr>
      <w:r>
        <w:t>159.1107</w:t>
      </w:r>
      <w:r>
        <w:tab/>
        <w:t>8.030e0</w:t>
      </w:r>
    </w:p>
    <w:p w:rsidR="00354DF7" w:rsidRDefault="00354DF7" w:rsidP="00354DF7">
      <w:pPr>
        <w:tabs>
          <w:tab w:val="left" w:pos="6195"/>
        </w:tabs>
      </w:pPr>
      <w:r>
        <w:t>159.1125</w:t>
      </w:r>
      <w:r>
        <w:tab/>
        <w:t>1.404e1</w:t>
      </w:r>
    </w:p>
    <w:p w:rsidR="00354DF7" w:rsidRDefault="00354DF7" w:rsidP="00354DF7">
      <w:pPr>
        <w:tabs>
          <w:tab w:val="left" w:pos="6195"/>
        </w:tabs>
      </w:pPr>
      <w:r>
        <w:lastRenderedPageBreak/>
        <w:t>159.1145</w:t>
      </w:r>
      <w:r>
        <w:tab/>
        <w:t>4.808e1</w:t>
      </w:r>
    </w:p>
    <w:p w:rsidR="00354DF7" w:rsidRDefault="00354DF7" w:rsidP="00354DF7">
      <w:pPr>
        <w:tabs>
          <w:tab w:val="left" w:pos="6195"/>
        </w:tabs>
      </w:pPr>
      <w:r>
        <w:t>159.1226</w:t>
      </w:r>
      <w:r>
        <w:tab/>
        <w:t>3.090e0</w:t>
      </w:r>
    </w:p>
    <w:p w:rsidR="00354DF7" w:rsidRDefault="00354DF7" w:rsidP="00354DF7">
      <w:pPr>
        <w:tabs>
          <w:tab w:val="left" w:pos="6195"/>
        </w:tabs>
      </w:pPr>
      <w:r>
        <w:t>159.1445</w:t>
      </w:r>
      <w:r>
        <w:tab/>
        <w:t>5.985e0</w:t>
      </w:r>
    </w:p>
    <w:p w:rsidR="00354DF7" w:rsidRDefault="00354DF7" w:rsidP="00354DF7">
      <w:pPr>
        <w:tabs>
          <w:tab w:val="left" w:pos="6195"/>
        </w:tabs>
      </w:pPr>
      <w:r>
        <w:t>159.1505</w:t>
      </w:r>
      <w:r>
        <w:tab/>
        <w:t>5.609e0</w:t>
      </w:r>
    </w:p>
    <w:p w:rsidR="00354DF7" w:rsidRDefault="00354DF7" w:rsidP="00354DF7">
      <w:pPr>
        <w:tabs>
          <w:tab w:val="left" w:pos="6195"/>
        </w:tabs>
      </w:pPr>
      <w:r>
        <w:t>159.1532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159.1555</w:t>
      </w:r>
      <w:r>
        <w:tab/>
        <w:t>1.616e0</w:t>
      </w:r>
    </w:p>
    <w:p w:rsidR="00354DF7" w:rsidRDefault="00354DF7" w:rsidP="00354DF7">
      <w:pPr>
        <w:tabs>
          <w:tab w:val="left" w:pos="6195"/>
        </w:tabs>
      </w:pPr>
      <w:r>
        <w:t>159.1751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159.1765</w:t>
      </w:r>
      <w:r>
        <w:tab/>
        <w:t>1.922e0</w:t>
      </w:r>
    </w:p>
    <w:p w:rsidR="00354DF7" w:rsidRDefault="00354DF7" w:rsidP="00354DF7">
      <w:pPr>
        <w:tabs>
          <w:tab w:val="left" w:pos="6195"/>
        </w:tabs>
      </w:pPr>
      <w:r>
        <w:t>159.1817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159.1986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159.2022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159.2056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159.2090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159.2142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159.2244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159.2277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159.2385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159.2592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159.2711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159.2726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159.2763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159.2831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159.2894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159.2928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159.2971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159.3057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159.3093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159.3194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159.3230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159.3264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159.3332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159.3401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159.3500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159.3593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159.3663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159.3766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159.3831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159.3900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159.3936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159.4040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159.4136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159.4165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159.4248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159.4335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159.4444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159.4586</w:t>
      </w:r>
      <w:r>
        <w:tab/>
        <w:t>2.636e0</w:t>
      </w:r>
    </w:p>
    <w:p w:rsidR="00354DF7" w:rsidRDefault="00354DF7" w:rsidP="00354DF7">
      <w:pPr>
        <w:tabs>
          <w:tab w:val="left" w:pos="6195"/>
        </w:tabs>
      </w:pPr>
      <w:r>
        <w:t>159.4643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159.4657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159.4675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159.4724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159.4943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159.4973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159.5133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159.5144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159.5311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159.5437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159.5492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159.5509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159.5526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159.5610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159.5748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159.5780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159.5794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159.5836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159.6044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159.6170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159.6249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159.6284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159.6384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159.6583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159.6751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159.6889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159.6915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159.7025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159.7146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159.7188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159.7289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159.7388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159.7474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159.7544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159.7561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159.7630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159.7792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159.7854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159.7892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159.7961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159.8018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159.8064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159.8234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159.8336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159.8412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159.8427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159.8464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159.8634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159.8702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159.8736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159.8804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159.8960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159.9037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159.9050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159.9069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159.9133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159.9316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159.9444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159.9477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159.9609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159.9643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159.9737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159.9912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159.9946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159.9980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160.0039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160.0185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160.0247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160.0265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160.0315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160.0368</w:t>
      </w:r>
      <w:r>
        <w:tab/>
        <w:t>3.721e0</w:t>
      </w:r>
    </w:p>
    <w:p w:rsidR="00354DF7" w:rsidRDefault="00354DF7" w:rsidP="00354DF7">
      <w:pPr>
        <w:tabs>
          <w:tab w:val="left" w:pos="6195"/>
        </w:tabs>
      </w:pPr>
      <w:r>
        <w:t>160.0482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160.0515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160.0548</w:t>
      </w:r>
      <w:r>
        <w:tab/>
        <w:t>7.314e0</w:t>
      </w:r>
    </w:p>
    <w:p w:rsidR="00354DF7" w:rsidRDefault="00354DF7" w:rsidP="00354DF7">
      <w:pPr>
        <w:tabs>
          <w:tab w:val="left" w:pos="6195"/>
        </w:tabs>
      </w:pPr>
      <w:r>
        <w:t>160.0627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160.0644</w:t>
      </w:r>
      <w:r>
        <w:tab/>
        <w:t>5.442e0</w:t>
      </w:r>
    </w:p>
    <w:p w:rsidR="00354DF7" w:rsidRDefault="00354DF7" w:rsidP="00354DF7">
      <w:pPr>
        <w:tabs>
          <w:tab w:val="left" w:pos="6195"/>
        </w:tabs>
      </w:pPr>
      <w:r>
        <w:t>160.0740</w:t>
      </w:r>
      <w:r>
        <w:tab/>
        <w:t>2.222e0</w:t>
      </w:r>
    </w:p>
    <w:p w:rsidR="00354DF7" w:rsidRDefault="00354DF7" w:rsidP="00354DF7">
      <w:pPr>
        <w:tabs>
          <w:tab w:val="left" w:pos="6195"/>
        </w:tabs>
      </w:pPr>
      <w:r>
        <w:t>160.0909</w:t>
      </w:r>
      <w:r>
        <w:tab/>
        <w:t>3.030e0</w:t>
      </w:r>
    </w:p>
    <w:p w:rsidR="00354DF7" w:rsidRDefault="00354DF7" w:rsidP="00354DF7">
      <w:pPr>
        <w:tabs>
          <w:tab w:val="left" w:pos="6195"/>
        </w:tabs>
      </w:pPr>
      <w:r>
        <w:t>160.0962</w:t>
      </w:r>
      <w:r>
        <w:tab/>
        <w:t>3.004e0</w:t>
      </w:r>
    </w:p>
    <w:p w:rsidR="00354DF7" w:rsidRDefault="00354DF7" w:rsidP="00354DF7">
      <w:pPr>
        <w:tabs>
          <w:tab w:val="left" w:pos="6195"/>
        </w:tabs>
      </w:pPr>
      <w:r>
        <w:t>160.1126</w:t>
      </w:r>
      <w:r>
        <w:tab/>
        <w:t>1.105e0</w:t>
      </w:r>
    </w:p>
    <w:p w:rsidR="00354DF7" w:rsidRDefault="00354DF7" w:rsidP="00354DF7">
      <w:pPr>
        <w:tabs>
          <w:tab w:val="left" w:pos="6195"/>
        </w:tabs>
      </w:pPr>
      <w:r>
        <w:t>160.1214</w:t>
      </w:r>
      <w:r>
        <w:tab/>
        <w:t>2.596e0</w:t>
      </w:r>
    </w:p>
    <w:p w:rsidR="00354DF7" w:rsidRDefault="00354DF7" w:rsidP="00354DF7">
      <w:pPr>
        <w:tabs>
          <w:tab w:val="left" w:pos="6195"/>
        </w:tabs>
      </w:pPr>
      <w:r>
        <w:t>160.1291</w:t>
      </w:r>
      <w:r>
        <w:tab/>
        <w:t>2.176e0</w:t>
      </w:r>
    </w:p>
    <w:p w:rsidR="00354DF7" w:rsidRDefault="00354DF7" w:rsidP="00354DF7">
      <w:pPr>
        <w:tabs>
          <w:tab w:val="left" w:pos="6195"/>
        </w:tabs>
      </w:pPr>
      <w:r>
        <w:t>160.1330</w:t>
      </w:r>
      <w:r>
        <w:tab/>
        <w:t>3.635e0</w:t>
      </w:r>
    </w:p>
    <w:p w:rsidR="00354DF7" w:rsidRDefault="00354DF7" w:rsidP="00354DF7">
      <w:pPr>
        <w:tabs>
          <w:tab w:val="left" w:pos="6195"/>
        </w:tabs>
      </w:pPr>
      <w:r>
        <w:t>160.1358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160.1421</w:t>
      </w:r>
      <w:r>
        <w:tab/>
        <w:t>9.812e0</w:t>
      </w:r>
    </w:p>
    <w:p w:rsidR="00354DF7" w:rsidRDefault="00354DF7" w:rsidP="00354DF7">
      <w:pPr>
        <w:tabs>
          <w:tab w:val="left" w:pos="6195"/>
        </w:tabs>
      </w:pPr>
      <w:r>
        <w:t>160.1525</w:t>
      </w:r>
      <w:r>
        <w:tab/>
        <w:t>1.670e0</w:t>
      </w:r>
    </w:p>
    <w:p w:rsidR="00354DF7" w:rsidRDefault="00354DF7" w:rsidP="00354DF7">
      <w:pPr>
        <w:tabs>
          <w:tab w:val="left" w:pos="6195"/>
        </w:tabs>
      </w:pPr>
      <w:r>
        <w:t>160.1554</w:t>
      </w:r>
      <w:r>
        <w:tab/>
        <w:t>1.487e0</w:t>
      </w:r>
    </w:p>
    <w:p w:rsidR="00354DF7" w:rsidRDefault="00354DF7" w:rsidP="00354DF7">
      <w:pPr>
        <w:tabs>
          <w:tab w:val="left" w:pos="6195"/>
        </w:tabs>
      </w:pPr>
      <w:r>
        <w:lastRenderedPageBreak/>
        <w:t>160.1681</w:t>
      </w:r>
      <w:r>
        <w:tab/>
        <w:t>2.681e0</w:t>
      </w:r>
    </w:p>
    <w:p w:rsidR="00354DF7" w:rsidRDefault="00354DF7" w:rsidP="00354DF7">
      <w:pPr>
        <w:tabs>
          <w:tab w:val="left" w:pos="6195"/>
        </w:tabs>
      </w:pPr>
      <w:r>
        <w:t>160.1692</w:t>
      </w:r>
      <w:r>
        <w:tab/>
        <w:t>1.812e0</w:t>
      </w:r>
    </w:p>
    <w:p w:rsidR="00354DF7" w:rsidRDefault="00354DF7" w:rsidP="00354DF7">
      <w:pPr>
        <w:tabs>
          <w:tab w:val="left" w:pos="6195"/>
        </w:tabs>
      </w:pPr>
      <w:r>
        <w:t>160.1789</w:t>
      </w:r>
      <w:r>
        <w:tab/>
        <w:t>3.743e0</w:t>
      </w:r>
    </w:p>
    <w:p w:rsidR="00354DF7" w:rsidRDefault="00354DF7" w:rsidP="00354DF7">
      <w:pPr>
        <w:tabs>
          <w:tab w:val="left" w:pos="6195"/>
        </w:tabs>
      </w:pPr>
      <w:r>
        <w:t>160.1829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160.1898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160.1966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160.2067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160.2099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160.2131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160.2193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160.2298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160.2366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160.2606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160.2640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160.2702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160.2802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160.2942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160.3006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160.3040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160.3108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160.3176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160.3243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160.3280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160.3376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160.3408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160.3473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160.3487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160.3559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160.3575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160.3713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160.3814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160.3835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160.3935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160.4078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160.4182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160.4249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160.4319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160.4559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160.4717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160.4753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160.4787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160.4890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160.5016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160.5027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160.5175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160.5200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160.5262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160.5428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160.5462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160.5520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160.5530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160.5545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160.5599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160.5633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160.5727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160.5800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160.5836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160.5946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160.5998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160.6065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160.6161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160.6290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160.6341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160.6408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160.6427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160.6465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160.6622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160.6705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160.6742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160.6844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160.6956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160.6979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160.7067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160.7165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160.7211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160.7229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160.7348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160.7381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160.7448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160.7598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160.7656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160.7757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160.7787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160.7853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160.7878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160.7971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160.8002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160.8191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160.8523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160.8571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160.8697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160.8748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160.8799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160.9038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160.9080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160.9130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160.9266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160.9303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160.9455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160.9506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160.9647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160.9668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160.9693</w:t>
      </w:r>
      <w:r>
        <w:tab/>
        <w:t>2.817e0</w:t>
      </w:r>
    </w:p>
    <w:p w:rsidR="00354DF7" w:rsidRDefault="00354DF7" w:rsidP="00354DF7">
      <w:pPr>
        <w:tabs>
          <w:tab w:val="left" w:pos="6195"/>
        </w:tabs>
      </w:pPr>
      <w:r>
        <w:t>160.9773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160.9840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161.0046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161.0078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161.0112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161.0149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161.0218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161.0376</w:t>
      </w:r>
      <w:r>
        <w:tab/>
        <w:t>2.915e0</w:t>
      </w:r>
    </w:p>
    <w:p w:rsidR="00354DF7" w:rsidRDefault="00354DF7" w:rsidP="00354DF7">
      <w:pPr>
        <w:tabs>
          <w:tab w:val="left" w:pos="6195"/>
        </w:tabs>
      </w:pPr>
      <w:r>
        <w:t>161.0399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161.0414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161.0584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161.0636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161.0651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161.0711</w:t>
      </w:r>
      <w:r>
        <w:tab/>
        <w:t>7.778e0</w:t>
      </w:r>
    </w:p>
    <w:p w:rsidR="00354DF7" w:rsidRDefault="00354DF7" w:rsidP="00354DF7">
      <w:pPr>
        <w:tabs>
          <w:tab w:val="left" w:pos="6195"/>
        </w:tabs>
      </w:pPr>
      <w:r>
        <w:t>161.0827</w:t>
      </w:r>
      <w:r>
        <w:tab/>
        <w:t>1.361e1</w:t>
      </w:r>
    </w:p>
    <w:p w:rsidR="00354DF7" w:rsidRDefault="00354DF7" w:rsidP="00354DF7">
      <w:pPr>
        <w:tabs>
          <w:tab w:val="left" w:pos="6195"/>
        </w:tabs>
      </w:pPr>
      <w:r>
        <w:t>161.0872</w:t>
      </w:r>
      <w:r>
        <w:tab/>
        <w:t>1.057e1</w:t>
      </w:r>
    </w:p>
    <w:p w:rsidR="00354DF7" w:rsidRDefault="00354DF7" w:rsidP="00354DF7">
      <w:pPr>
        <w:tabs>
          <w:tab w:val="left" w:pos="6195"/>
        </w:tabs>
      </w:pPr>
      <w:r>
        <w:t>161.0900</w:t>
      </w:r>
      <w:r>
        <w:tab/>
        <w:t>5.525e0</w:t>
      </w:r>
    </w:p>
    <w:p w:rsidR="00354DF7" w:rsidRDefault="00354DF7" w:rsidP="00354DF7">
      <w:pPr>
        <w:tabs>
          <w:tab w:val="left" w:pos="6195"/>
        </w:tabs>
      </w:pPr>
      <w:r>
        <w:t>161.0914</w:t>
      </w:r>
      <w:r>
        <w:tab/>
        <w:t>1.065e1</w:t>
      </w:r>
    </w:p>
    <w:p w:rsidR="00354DF7" w:rsidRDefault="00354DF7" w:rsidP="00354DF7">
      <w:pPr>
        <w:tabs>
          <w:tab w:val="left" w:pos="6195"/>
        </w:tabs>
      </w:pPr>
      <w:r>
        <w:t>161.0925</w:t>
      </w:r>
      <w:r>
        <w:tab/>
        <w:t>3.205e0</w:t>
      </w:r>
    </w:p>
    <w:p w:rsidR="00354DF7" w:rsidRDefault="00354DF7" w:rsidP="00354DF7">
      <w:pPr>
        <w:tabs>
          <w:tab w:val="left" w:pos="6195"/>
        </w:tabs>
      </w:pPr>
      <w:r>
        <w:t>161.1031</w:t>
      </w:r>
      <w:r>
        <w:tab/>
        <w:t>7.266e0</w:t>
      </w:r>
    </w:p>
    <w:p w:rsidR="00354DF7" w:rsidRDefault="00354DF7" w:rsidP="00354DF7">
      <w:pPr>
        <w:tabs>
          <w:tab w:val="left" w:pos="6195"/>
        </w:tabs>
      </w:pPr>
      <w:r>
        <w:t>161.1299</w:t>
      </w:r>
      <w:r>
        <w:tab/>
        <w:t>1.716e1</w:t>
      </w:r>
    </w:p>
    <w:p w:rsidR="00354DF7" w:rsidRDefault="00354DF7" w:rsidP="00354DF7">
      <w:pPr>
        <w:tabs>
          <w:tab w:val="left" w:pos="6195"/>
        </w:tabs>
      </w:pPr>
      <w:r>
        <w:t>161.1543</w:t>
      </w:r>
      <w:r>
        <w:tab/>
        <w:t>2.682e0</w:t>
      </w:r>
    </w:p>
    <w:p w:rsidR="00354DF7" w:rsidRDefault="00354DF7" w:rsidP="00354DF7">
      <w:pPr>
        <w:tabs>
          <w:tab w:val="left" w:pos="6195"/>
        </w:tabs>
      </w:pPr>
      <w:r>
        <w:t>161.1589</w:t>
      </w:r>
      <w:r>
        <w:tab/>
        <w:t>2.609e0</w:t>
      </w:r>
    </w:p>
    <w:p w:rsidR="00354DF7" w:rsidRDefault="00354DF7" w:rsidP="00354DF7">
      <w:pPr>
        <w:tabs>
          <w:tab w:val="left" w:pos="6195"/>
        </w:tabs>
      </w:pPr>
      <w:r>
        <w:t>161.1611</w:t>
      </w:r>
      <w:r>
        <w:tab/>
        <w:t>2.922e0</w:t>
      </w:r>
    </w:p>
    <w:p w:rsidR="00354DF7" w:rsidRDefault="00354DF7" w:rsidP="00354DF7">
      <w:pPr>
        <w:tabs>
          <w:tab w:val="left" w:pos="6195"/>
        </w:tabs>
      </w:pPr>
      <w:r>
        <w:t>161.1664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161.1687</w:t>
      </w:r>
      <w:r>
        <w:tab/>
        <w:t>1.500e1</w:t>
      </w:r>
    </w:p>
    <w:p w:rsidR="00354DF7" w:rsidRDefault="00354DF7" w:rsidP="00354DF7">
      <w:pPr>
        <w:tabs>
          <w:tab w:val="left" w:pos="6195"/>
        </w:tabs>
      </w:pPr>
      <w:r>
        <w:t>161.1763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161.1900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161.1930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161.2020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161.2036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161.2191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161.2404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161.2437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161.2491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161.2556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161.2678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161.2747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161.2966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161.3080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161.3096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161.3147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161.3233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161.3300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161.3421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161.3439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161.3489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161.3688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161.3709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161.3754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161.3806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161.3840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161.4026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161.4097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161.4181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161.4234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161.4296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161.4330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161.4429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161.4462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161.4533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161.4577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161.4636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161.4702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161.4771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161.4843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161.4859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161.4941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161.4970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161.5022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161.5035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161.5209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161.5275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161.5311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161.5460</w:t>
      </w:r>
      <w:r>
        <w:tab/>
        <w:t>4.185e0</w:t>
      </w:r>
    </w:p>
    <w:p w:rsidR="00354DF7" w:rsidRDefault="00354DF7" w:rsidP="00354DF7">
      <w:pPr>
        <w:tabs>
          <w:tab w:val="left" w:pos="6195"/>
        </w:tabs>
      </w:pPr>
      <w:r>
        <w:t>161.5523</w:t>
      </w:r>
      <w:r>
        <w:tab/>
        <w:t>6.063e0</w:t>
      </w:r>
    </w:p>
    <w:p w:rsidR="00354DF7" w:rsidRDefault="00354DF7" w:rsidP="00354DF7">
      <w:pPr>
        <w:tabs>
          <w:tab w:val="left" w:pos="6195"/>
        </w:tabs>
      </w:pPr>
      <w:r>
        <w:t>161.5564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161.5601</w:t>
      </w:r>
      <w:r>
        <w:tab/>
        <w:t>1.913e1</w:t>
      </w:r>
    </w:p>
    <w:p w:rsidR="00354DF7" w:rsidRDefault="00354DF7" w:rsidP="00354DF7">
      <w:pPr>
        <w:tabs>
          <w:tab w:val="left" w:pos="6195"/>
        </w:tabs>
      </w:pPr>
      <w:r>
        <w:t>161.5985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161.6056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161.6142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161.6160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161.6224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161.6355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161.6422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161.6490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161.6526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161.6561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161.6595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161.6732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161.6766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161.6935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161.6964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161.6982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161.6996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161.7200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161.7237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161.7269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161.7305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161.7339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161.7519</w:t>
      </w:r>
      <w:r>
        <w:tab/>
        <w:t>4.090e0</w:t>
      </w:r>
    </w:p>
    <w:p w:rsidR="00354DF7" w:rsidRDefault="00354DF7" w:rsidP="00354DF7">
      <w:pPr>
        <w:tabs>
          <w:tab w:val="left" w:pos="6195"/>
        </w:tabs>
      </w:pPr>
      <w:r>
        <w:t>161.7577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161.7706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161.7877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161.8084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161.8221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161.8347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161.8416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161.8485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161.8587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161.8623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161.8689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161.8726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161.8776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161.8897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161.8943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161.8988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161.9056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161.9197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161.9231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161.9265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161.9299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161.9386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161.9471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161.9506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161.9769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161.9787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161.9871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161.9888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161.9907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161.9942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161.9976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162.0103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162.0113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162.0148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162.0217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162.0228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162.0376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162.0414</w:t>
      </w:r>
      <w:r>
        <w:tab/>
        <w:t>4.790e0</w:t>
      </w:r>
    </w:p>
    <w:p w:rsidR="00354DF7" w:rsidRDefault="00354DF7" w:rsidP="00354DF7">
      <w:pPr>
        <w:tabs>
          <w:tab w:val="left" w:pos="6195"/>
        </w:tabs>
      </w:pPr>
      <w:r>
        <w:t>162.0443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162.0459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162.0737</w:t>
      </w:r>
      <w:r>
        <w:tab/>
        <w:t>7.461e1</w:t>
      </w:r>
    </w:p>
    <w:p w:rsidR="00354DF7" w:rsidRDefault="00354DF7" w:rsidP="00354DF7">
      <w:pPr>
        <w:tabs>
          <w:tab w:val="left" w:pos="6195"/>
        </w:tabs>
      </w:pPr>
      <w:r>
        <w:t>162.0755</w:t>
      </w:r>
      <w:r>
        <w:tab/>
        <w:t>4.610e1</w:t>
      </w:r>
    </w:p>
    <w:p w:rsidR="00354DF7" w:rsidRDefault="00354DF7" w:rsidP="00354DF7">
      <w:pPr>
        <w:tabs>
          <w:tab w:val="left" w:pos="6195"/>
        </w:tabs>
      </w:pPr>
      <w:r>
        <w:t>162.0767</w:t>
      </w:r>
      <w:r>
        <w:tab/>
        <w:t>1.181e2</w:t>
      </w:r>
    </w:p>
    <w:p w:rsidR="00354DF7" w:rsidRDefault="00354DF7" w:rsidP="00354DF7">
      <w:pPr>
        <w:tabs>
          <w:tab w:val="left" w:pos="6195"/>
        </w:tabs>
      </w:pPr>
      <w:r>
        <w:t>162.1069</w:t>
      </w:r>
      <w:r>
        <w:tab/>
        <w:t>3.587e0</w:t>
      </w:r>
    </w:p>
    <w:p w:rsidR="00354DF7" w:rsidRDefault="00354DF7" w:rsidP="00354DF7">
      <w:pPr>
        <w:tabs>
          <w:tab w:val="left" w:pos="6195"/>
        </w:tabs>
      </w:pPr>
      <w:r>
        <w:t>162.1119</w:t>
      </w:r>
      <w:r>
        <w:tab/>
        <w:t>7.240e0</w:t>
      </w:r>
    </w:p>
    <w:p w:rsidR="00354DF7" w:rsidRDefault="00354DF7" w:rsidP="00354DF7">
      <w:pPr>
        <w:tabs>
          <w:tab w:val="left" w:pos="6195"/>
        </w:tabs>
      </w:pPr>
      <w:r>
        <w:t>162.1228</w:t>
      </w:r>
      <w:r>
        <w:tab/>
        <w:t>5.663e0</w:t>
      </w:r>
    </w:p>
    <w:p w:rsidR="00354DF7" w:rsidRDefault="00354DF7" w:rsidP="00354DF7">
      <w:pPr>
        <w:tabs>
          <w:tab w:val="left" w:pos="6195"/>
        </w:tabs>
      </w:pPr>
      <w:r>
        <w:t>162.1282</w:t>
      </w:r>
      <w:r>
        <w:tab/>
        <w:t>2.836e0</w:t>
      </w:r>
    </w:p>
    <w:p w:rsidR="00354DF7" w:rsidRDefault="00354DF7" w:rsidP="00354DF7">
      <w:pPr>
        <w:tabs>
          <w:tab w:val="left" w:pos="6195"/>
        </w:tabs>
      </w:pPr>
      <w:r>
        <w:t>162.1292</w:t>
      </w:r>
      <w:r>
        <w:tab/>
        <w:t>3.892e0</w:t>
      </w:r>
    </w:p>
    <w:p w:rsidR="00354DF7" w:rsidRDefault="00354DF7" w:rsidP="00354DF7">
      <w:pPr>
        <w:tabs>
          <w:tab w:val="left" w:pos="6195"/>
        </w:tabs>
      </w:pPr>
      <w:r>
        <w:t>162.1510</w:t>
      </w:r>
      <w:r>
        <w:tab/>
        <w:t>6.842e0</w:t>
      </w:r>
    </w:p>
    <w:p w:rsidR="00354DF7" w:rsidRDefault="00354DF7" w:rsidP="00354DF7">
      <w:pPr>
        <w:tabs>
          <w:tab w:val="left" w:pos="6195"/>
        </w:tabs>
      </w:pPr>
      <w:r>
        <w:t>162.1557</w:t>
      </w:r>
      <w:r>
        <w:tab/>
        <w:t>2.483e0</w:t>
      </w:r>
    </w:p>
    <w:p w:rsidR="00354DF7" w:rsidRDefault="00354DF7" w:rsidP="00354DF7">
      <w:pPr>
        <w:tabs>
          <w:tab w:val="left" w:pos="6195"/>
        </w:tabs>
      </w:pPr>
      <w:r>
        <w:t>162.1651</w:t>
      </w:r>
      <w:r>
        <w:tab/>
        <w:t>1.410e0</w:t>
      </w:r>
    </w:p>
    <w:p w:rsidR="00354DF7" w:rsidRDefault="00354DF7" w:rsidP="00354DF7">
      <w:pPr>
        <w:tabs>
          <w:tab w:val="left" w:pos="6195"/>
        </w:tabs>
      </w:pPr>
      <w:r>
        <w:t>162.1682</w:t>
      </w:r>
      <w:r>
        <w:tab/>
        <w:t>1.668e0</w:t>
      </w:r>
    </w:p>
    <w:p w:rsidR="00354DF7" w:rsidRDefault="00354DF7" w:rsidP="00354DF7">
      <w:pPr>
        <w:tabs>
          <w:tab w:val="left" w:pos="6195"/>
        </w:tabs>
      </w:pPr>
      <w:r>
        <w:t>162.1780</w:t>
      </w:r>
      <w:r>
        <w:tab/>
        <w:t>3.908e0</w:t>
      </w:r>
    </w:p>
    <w:p w:rsidR="00354DF7" w:rsidRDefault="00354DF7" w:rsidP="00354DF7">
      <w:pPr>
        <w:tabs>
          <w:tab w:val="left" w:pos="6195"/>
        </w:tabs>
      </w:pPr>
      <w:r>
        <w:t>162.1883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162.1930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162.1947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162.1972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162.2092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162.2178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162.2213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162.2310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162.2476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162.2508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162.2580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162.2649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162.2743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162.2838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162.2957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162.3020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162.3037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162.3054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162.3153</w:t>
      </w:r>
      <w:r>
        <w:tab/>
        <w:t>2.084e0</w:t>
      </w:r>
    </w:p>
    <w:p w:rsidR="00354DF7" w:rsidRDefault="00354DF7" w:rsidP="00354DF7">
      <w:pPr>
        <w:tabs>
          <w:tab w:val="left" w:pos="6195"/>
        </w:tabs>
      </w:pPr>
      <w:r>
        <w:t>162.3324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162.3428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162.3497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162.3512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162.3617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162.3665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162.3683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162.3732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162.3917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162.3934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162.4071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162.4086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162.4140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162.4207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162.4314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162.4375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162.4577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162.4611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162.4879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162.5023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162.5069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162.5150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162.5185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162.5201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162.5323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162.5400</w:t>
      </w:r>
      <w:r>
        <w:tab/>
        <w:t>2.323e0</w:t>
      </w:r>
    </w:p>
    <w:p w:rsidR="00354DF7" w:rsidRDefault="00354DF7" w:rsidP="00354DF7">
      <w:pPr>
        <w:tabs>
          <w:tab w:val="left" w:pos="6195"/>
        </w:tabs>
      </w:pPr>
      <w:r>
        <w:t>162.5564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162.5601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162.5651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162.5703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162.5782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162.5861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162.5894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162.5966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162.6000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162.6155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162.6214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162.6344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162.6395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162.6412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162.6542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162.6587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162.6608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162.6657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162.6690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162.6781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162.6848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162.6918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162.6988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162.7037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162.7057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162.7104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162.7156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162.7188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162.7228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162.7390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162.7458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162.7493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162.7665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162.7769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162.7846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162.7928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162.7996</w:t>
      </w:r>
      <w:r>
        <w:tab/>
        <w:t>5.693e0</w:t>
      </w:r>
    </w:p>
    <w:p w:rsidR="00354DF7" w:rsidRDefault="00354DF7" w:rsidP="00354DF7">
      <w:pPr>
        <w:tabs>
          <w:tab w:val="left" w:pos="6195"/>
        </w:tabs>
      </w:pPr>
      <w:r>
        <w:t>162.8033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162.8085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162.8111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162.8203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162.8238</w:t>
      </w:r>
      <w:r>
        <w:tab/>
        <w:t>3.421e0</w:t>
      </w:r>
    </w:p>
    <w:p w:rsidR="00354DF7" w:rsidRDefault="00354DF7" w:rsidP="00354DF7">
      <w:pPr>
        <w:tabs>
          <w:tab w:val="left" w:pos="6195"/>
        </w:tabs>
      </w:pPr>
      <w:r>
        <w:t>162.8309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162.8446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162.8482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162.8546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162.8688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162.8780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162.8805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162.8901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162.8950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162.8987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162.9097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162.9323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162.9334</w:t>
      </w:r>
      <w:r>
        <w:tab/>
        <w:t>3.994e0</w:t>
      </w:r>
    </w:p>
    <w:p w:rsidR="00354DF7" w:rsidRDefault="00354DF7" w:rsidP="00354DF7">
      <w:pPr>
        <w:tabs>
          <w:tab w:val="left" w:pos="6195"/>
        </w:tabs>
      </w:pPr>
      <w:r>
        <w:lastRenderedPageBreak/>
        <w:t>162.9355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162.9440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162.9525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162.9733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162.9749</w:t>
      </w:r>
      <w:r>
        <w:tab/>
        <w:t>4.237e0</w:t>
      </w:r>
    </w:p>
    <w:p w:rsidR="00354DF7" w:rsidRDefault="00354DF7" w:rsidP="00354DF7">
      <w:pPr>
        <w:tabs>
          <w:tab w:val="left" w:pos="6195"/>
        </w:tabs>
      </w:pPr>
      <w:r>
        <w:t>162.9803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162.9996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163.0082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163.0179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163.0240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163.0309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163.0377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163.0409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163.0515</w:t>
      </w:r>
      <w:r>
        <w:tab/>
        <w:t>3.172e0</w:t>
      </w:r>
    </w:p>
    <w:p w:rsidR="00354DF7" w:rsidRDefault="00354DF7" w:rsidP="00354DF7">
      <w:pPr>
        <w:tabs>
          <w:tab w:val="left" w:pos="6195"/>
        </w:tabs>
      </w:pPr>
      <w:r>
        <w:t>163.0544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163.0585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163.0706</w:t>
      </w:r>
      <w:r>
        <w:tab/>
        <w:t>2.630e0</w:t>
      </w:r>
    </w:p>
    <w:p w:rsidR="00354DF7" w:rsidRDefault="00354DF7" w:rsidP="00354DF7">
      <w:pPr>
        <w:tabs>
          <w:tab w:val="left" w:pos="6195"/>
        </w:tabs>
      </w:pPr>
      <w:r>
        <w:t>163.0745</w:t>
      </w:r>
      <w:r>
        <w:tab/>
        <w:t>2.114e0</w:t>
      </w:r>
    </w:p>
    <w:p w:rsidR="00354DF7" w:rsidRDefault="00354DF7" w:rsidP="00354DF7">
      <w:pPr>
        <w:tabs>
          <w:tab w:val="left" w:pos="6195"/>
        </w:tabs>
      </w:pPr>
      <w:r>
        <w:t>163.0843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163.0928</w:t>
      </w:r>
      <w:r>
        <w:tab/>
        <w:t>1.720e0</w:t>
      </w:r>
    </w:p>
    <w:p w:rsidR="00354DF7" w:rsidRDefault="00354DF7" w:rsidP="00354DF7">
      <w:pPr>
        <w:tabs>
          <w:tab w:val="left" w:pos="6195"/>
        </w:tabs>
      </w:pPr>
      <w:r>
        <w:t>163.0954</w:t>
      </w:r>
      <w:r>
        <w:tab/>
        <w:t>1.784e0</w:t>
      </w:r>
    </w:p>
    <w:p w:rsidR="00354DF7" w:rsidRDefault="00354DF7" w:rsidP="00354DF7">
      <w:pPr>
        <w:tabs>
          <w:tab w:val="left" w:pos="6195"/>
        </w:tabs>
      </w:pPr>
      <w:r>
        <w:t>163.0973</w:t>
      </w:r>
      <w:r>
        <w:tab/>
        <w:t>1.038e0</w:t>
      </w:r>
    </w:p>
    <w:p w:rsidR="00354DF7" w:rsidRDefault="00354DF7" w:rsidP="00354DF7">
      <w:pPr>
        <w:tabs>
          <w:tab w:val="left" w:pos="6195"/>
        </w:tabs>
      </w:pPr>
      <w:r>
        <w:t>163.1274</w:t>
      </w:r>
      <w:r>
        <w:tab/>
        <w:t>1.985e1</w:t>
      </w:r>
    </w:p>
    <w:p w:rsidR="00354DF7" w:rsidRDefault="00354DF7" w:rsidP="00354DF7">
      <w:pPr>
        <w:tabs>
          <w:tab w:val="left" w:pos="6195"/>
        </w:tabs>
      </w:pPr>
      <w:r>
        <w:t>163.1302</w:t>
      </w:r>
      <w:r>
        <w:tab/>
        <w:t>1.877e1</w:t>
      </w:r>
    </w:p>
    <w:p w:rsidR="00354DF7" w:rsidRDefault="00354DF7" w:rsidP="00354DF7">
      <w:pPr>
        <w:tabs>
          <w:tab w:val="left" w:pos="6195"/>
        </w:tabs>
      </w:pPr>
      <w:r>
        <w:t>163.1316</w:t>
      </w:r>
      <w:r>
        <w:tab/>
        <w:t>1.798e1</w:t>
      </w:r>
    </w:p>
    <w:p w:rsidR="00354DF7" w:rsidRDefault="00354DF7" w:rsidP="00354DF7">
      <w:pPr>
        <w:tabs>
          <w:tab w:val="left" w:pos="6195"/>
        </w:tabs>
      </w:pPr>
      <w:r>
        <w:t>163.1333</w:t>
      </w:r>
      <w:r>
        <w:tab/>
        <w:t>1.382e1</w:t>
      </w:r>
    </w:p>
    <w:p w:rsidR="00354DF7" w:rsidRDefault="00354DF7" w:rsidP="00354DF7">
      <w:pPr>
        <w:tabs>
          <w:tab w:val="left" w:pos="6195"/>
        </w:tabs>
      </w:pPr>
      <w:r>
        <w:t>163.1360</w:t>
      </w:r>
      <w:r>
        <w:tab/>
        <w:t>2.717e1</w:t>
      </w:r>
    </w:p>
    <w:p w:rsidR="00354DF7" w:rsidRDefault="00354DF7" w:rsidP="00354DF7">
      <w:pPr>
        <w:tabs>
          <w:tab w:val="left" w:pos="6195"/>
        </w:tabs>
      </w:pPr>
      <w:r>
        <w:t>163.1575</w:t>
      </w:r>
      <w:r>
        <w:tab/>
        <w:t>1.594e0</w:t>
      </w:r>
    </w:p>
    <w:p w:rsidR="00354DF7" w:rsidRDefault="00354DF7" w:rsidP="00354DF7">
      <w:pPr>
        <w:tabs>
          <w:tab w:val="left" w:pos="6195"/>
        </w:tabs>
      </w:pPr>
      <w:r>
        <w:t>163.1591</w:t>
      </w:r>
      <w:r>
        <w:tab/>
        <w:t>2.609e0</w:t>
      </w:r>
    </w:p>
    <w:p w:rsidR="00354DF7" w:rsidRDefault="00354DF7" w:rsidP="00354DF7">
      <w:pPr>
        <w:tabs>
          <w:tab w:val="left" w:pos="6195"/>
        </w:tabs>
      </w:pPr>
      <w:r>
        <w:t>163.1656</w:t>
      </w:r>
      <w:r>
        <w:tab/>
        <w:t>2.679e0</w:t>
      </w:r>
    </w:p>
    <w:p w:rsidR="00354DF7" w:rsidRDefault="00354DF7" w:rsidP="00354DF7">
      <w:pPr>
        <w:tabs>
          <w:tab w:val="left" w:pos="6195"/>
        </w:tabs>
      </w:pPr>
      <w:r>
        <w:t>163.1801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163.1837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163.1860</w:t>
      </w:r>
      <w:r>
        <w:tab/>
        <w:t>4.273e0</w:t>
      </w:r>
    </w:p>
    <w:p w:rsidR="00354DF7" w:rsidRDefault="00354DF7" w:rsidP="00354DF7">
      <w:pPr>
        <w:tabs>
          <w:tab w:val="left" w:pos="6195"/>
        </w:tabs>
      </w:pPr>
      <w:r>
        <w:t>163.2011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163.2043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163.2063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163.2229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163.2257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163.2272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163.2309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163.2502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163.2516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163.2568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163.2602</w:t>
      </w:r>
      <w:r>
        <w:tab/>
        <w:t>2.204e0</w:t>
      </w:r>
    </w:p>
    <w:p w:rsidR="00354DF7" w:rsidRDefault="00354DF7" w:rsidP="00354DF7">
      <w:pPr>
        <w:tabs>
          <w:tab w:val="left" w:pos="6195"/>
        </w:tabs>
      </w:pPr>
      <w:r>
        <w:t>163.2654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163.2724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163.2737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163.2789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163.2853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163.2887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163.2917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163.2970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163.2987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163.3229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163.3298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163.3330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163.3382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163.3491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163.3503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163.3514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163.3700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163.3735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163.3839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163.3905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163.3942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163.4133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163.4150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163.4227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163.4246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163.4293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163.4359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163.4379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163.4439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163.4552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163.4565</w:t>
      </w:r>
      <w:r>
        <w:tab/>
        <w:t>2.334e0</w:t>
      </w:r>
    </w:p>
    <w:p w:rsidR="00354DF7" w:rsidRDefault="00354DF7" w:rsidP="00354DF7">
      <w:pPr>
        <w:tabs>
          <w:tab w:val="left" w:pos="6195"/>
        </w:tabs>
      </w:pPr>
      <w:r>
        <w:t>163.4587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163.4724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163.4742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163.4880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163.4946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163.4995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163.5026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163.5127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163.5163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163.5229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163.5334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163.5488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163.5542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163.5577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163.5602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163.5631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163.5774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163.5824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163.6023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163.6048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163.6080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163.6164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163.6339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163.6489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163.6624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163.6691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163.6725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163.6865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163.6883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163.6967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163.7001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163.7018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163.7074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163.7171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163.7266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163.7284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163.7302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163.7372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163.7424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163.7510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163.7614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163.7681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163.7718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163.7787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163.7806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163.7842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163.8049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163.8118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163.8242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163.8276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163.8293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163.8394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163.8466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163.8517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163.8601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163.8617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163.8654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163.8765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163.8869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163.8936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163.8973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163.9086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163.9144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163.9183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163.9282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163.9317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163.9349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163.9514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163.9529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163.9581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163.9625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163.9756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163.9797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163.9859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163.9996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164.0033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164.0163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164.0175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164.0193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164.0314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164.0401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164.0493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164.0530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164.0643</w:t>
      </w:r>
      <w:r>
        <w:tab/>
        <w:t>1.557e0</w:t>
      </w:r>
    </w:p>
    <w:p w:rsidR="00354DF7" w:rsidRDefault="00354DF7" w:rsidP="00354DF7">
      <w:pPr>
        <w:tabs>
          <w:tab w:val="left" w:pos="6195"/>
        </w:tabs>
      </w:pPr>
      <w:r>
        <w:t>164.0766</w:t>
      </w:r>
      <w:r>
        <w:tab/>
        <w:t>5.374e0</w:t>
      </w:r>
    </w:p>
    <w:p w:rsidR="00354DF7" w:rsidRDefault="00354DF7" w:rsidP="00354DF7">
      <w:pPr>
        <w:tabs>
          <w:tab w:val="left" w:pos="6195"/>
        </w:tabs>
      </w:pPr>
      <w:r>
        <w:t>164.0811</w:t>
      </w:r>
      <w:r>
        <w:tab/>
        <w:t>2.389e0</w:t>
      </w:r>
    </w:p>
    <w:p w:rsidR="00354DF7" w:rsidRDefault="00354DF7" w:rsidP="00354DF7">
      <w:pPr>
        <w:tabs>
          <w:tab w:val="left" w:pos="6195"/>
        </w:tabs>
      </w:pPr>
      <w:r>
        <w:t>164.0828</w:t>
      </w:r>
      <w:r>
        <w:tab/>
        <w:t>1.016e1</w:t>
      </w:r>
    </w:p>
    <w:p w:rsidR="00354DF7" w:rsidRDefault="00354DF7" w:rsidP="00354DF7">
      <w:pPr>
        <w:tabs>
          <w:tab w:val="left" w:pos="6195"/>
        </w:tabs>
      </w:pPr>
      <w:r>
        <w:t>164.0883</w:t>
      </w:r>
      <w:r>
        <w:tab/>
        <w:t>7.601e0</w:t>
      </w:r>
    </w:p>
    <w:p w:rsidR="00354DF7" w:rsidRDefault="00354DF7" w:rsidP="00354DF7">
      <w:pPr>
        <w:tabs>
          <w:tab w:val="left" w:pos="6195"/>
        </w:tabs>
      </w:pPr>
      <w:r>
        <w:t>164.0938</w:t>
      </w:r>
      <w:r>
        <w:tab/>
        <w:t>2.252e0</w:t>
      </w:r>
    </w:p>
    <w:p w:rsidR="00354DF7" w:rsidRDefault="00354DF7" w:rsidP="00354DF7">
      <w:pPr>
        <w:tabs>
          <w:tab w:val="left" w:pos="6195"/>
        </w:tabs>
      </w:pPr>
      <w:r>
        <w:t>164.1072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164.1173</w:t>
      </w:r>
      <w:r>
        <w:tab/>
        <w:t>3.443e0</w:t>
      </w:r>
    </w:p>
    <w:p w:rsidR="00354DF7" w:rsidRDefault="00354DF7" w:rsidP="00354DF7">
      <w:pPr>
        <w:tabs>
          <w:tab w:val="left" w:pos="6195"/>
        </w:tabs>
      </w:pPr>
      <w:r>
        <w:t>164.1316</w:t>
      </w:r>
      <w:r>
        <w:tab/>
        <w:t>2.269e0</w:t>
      </w:r>
    </w:p>
    <w:p w:rsidR="00354DF7" w:rsidRDefault="00354DF7" w:rsidP="00354DF7">
      <w:pPr>
        <w:tabs>
          <w:tab w:val="left" w:pos="6195"/>
        </w:tabs>
      </w:pPr>
      <w:r>
        <w:t>164.1422</w:t>
      </w:r>
      <w:r>
        <w:tab/>
        <w:t>5.472e0</w:t>
      </w:r>
    </w:p>
    <w:p w:rsidR="00354DF7" w:rsidRDefault="00354DF7" w:rsidP="00354DF7">
      <w:pPr>
        <w:tabs>
          <w:tab w:val="left" w:pos="6195"/>
        </w:tabs>
      </w:pPr>
      <w:r>
        <w:t>164.1475</w:t>
      </w:r>
      <w:r>
        <w:tab/>
        <w:t>2.092e1</w:t>
      </w:r>
    </w:p>
    <w:p w:rsidR="00354DF7" w:rsidRDefault="00354DF7" w:rsidP="00354DF7">
      <w:pPr>
        <w:tabs>
          <w:tab w:val="left" w:pos="6195"/>
        </w:tabs>
      </w:pPr>
      <w:r>
        <w:t>164.1660</w:t>
      </w:r>
      <w:r>
        <w:tab/>
        <w:t>1.594e0</w:t>
      </w:r>
    </w:p>
    <w:p w:rsidR="00354DF7" w:rsidRDefault="00354DF7" w:rsidP="00354DF7">
      <w:pPr>
        <w:tabs>
          <w:tab w:val="left" w:pos="6195"/>
        </w:tabs>
      </w:pPr>
      <w:r>
        <w:t>164.1830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164.1865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164.2003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164.2106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164.2229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164.2246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164.2311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164.2426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164.2560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164.2579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164.2683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164.2718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164.2925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164.2937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164.2960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164.3009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164.3061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164.3171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164.3277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164.3396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164.3536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164.3564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164.3710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164.3776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164.3843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164.3923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164.4008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164.4076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164.4148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164.4234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164.4437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164.4459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164.4494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164.4527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164.4626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164.4641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164.4656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164.4897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164.4914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164.5008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164.5033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164.5208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164.5244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164.5309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164.5409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164.5432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164.5481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164.5543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164.5575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164.5612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164.5647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164.5785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164.5811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164.5854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164.5887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164.6026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164.6092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164.6192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164.6225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164.6257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164.6362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164.6535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164.6570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164.6637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164.6765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164.6845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164.6910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164.6957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164.6973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164.7042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164.7251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164.7423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164.7493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164.7629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164.7661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164.7737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164.7827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164.7897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164.7964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164.8137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164.8202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164.8349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164.8476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164.8610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164.8786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164.8898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164.8924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164.8994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164.9046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164.9162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164.9291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164.9360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164.9456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164.9554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164.9684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164.9709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164.9759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164.9914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164.9982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165.0015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165.0187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165.0218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165.0425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165.0460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165.0527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165.0635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165.0648</w:t>
      </w:r>
      <w:r>
        <w:tab/>
        <w:t>9.658e0</w:t>
      </w:r>
    </w:p>
    <w:p w:rsidR="00354DF7" w:rsidRDefault="00354DF7" w:rsidP="00354DF7">
      <w:pPr>
        <w:tabs>
          <w:tab w:val="left" w:pos="6195"/>
        </w:tabs>
      </w:pPr>
      <w:r>
        <w:t>165.0682</w:t>
      </w:r>
      <w:r>
        <w:tab/>
        <w:t>1.456e0</w:t>
      </w:r>
    </w:p>
    <w:p w:rsidR="00354DF7" w:rsidRDefault="00354DF7" w:rsidP="00354DF7">
      <w:pPr>
        <w:tabs>
          <w:tab w:val="left" w:pos="6195"/>
        </w:tabs>
      </w:pPr>
      <w:r>
        <w:t>165.0912</w:t>
      </w:r>
      <w:r>
        <w:tab/>
        <w:t>3.189e0</w:t>
      </w:r>
    </w:p>
    <w:p w:rsidR="00354DF7" w:rsidRDefault="00354DF7" w:rsidP="00354DF7">
      <w:pPr>
        <w:tabs>
          <w:tab w:val="left" w:pos="6195"/>
        </w:tabs>
      </w:pPr>
      <w:r>
        <w:t>165.0983</w:t>
      </w:r>
      <w:r>
        <w:tab/>
        <w:t>4.640e0</w:t>
      </w:r>
    </w:p>
    <w:p w:rsidR="00354DF7" w:rsidRDefault="00354DF7" w:rsidP="00354DF7">
      <w:pPr>
        <w:tabs>
          <w:tab w:val="left" w:pos="6195"/>
        </w:tabs>
      </w:pPr>
      <w:r>
        <w:t>165.1047</w:t>
      </w:r>
      <w:r>
        <w:tab/>
        <w:t>9.012e0</w:t>
      </w:r>
    </w:p>
    <w:p w:rsidR="00354DF7" w:rsidRDefault="00354DF7" w:rsidP="00354DF7">
      <w:pPr>
        <w:tabs>
          <w:tab w:val="left" w:pos="6195"/>
        </w:tabs>
      </w:pPr>
      <w:r>
        <w:t>165.1076</w:t>
      </w:r>
      <w:r>
        <w:tab/>
        <w:t>6.593e0</w:t>
      </w:r>
    </w:p>
    <w:p w:rsidR="00354DF7" w:rsidRDefault="00354DF7" w:rsidP="00354DF7">
      <w:pPr>
        <w:tabs>
          <w:tab w:val="left" w:pos="6195"/>
        </w:tabs>
      </w:pPr>
      <w:r>
        <w:t>165.1302</w:t>
      </w:r>
      <w:r>
        <w:tab/>
        <w:t>5.716e0</w:t>
      </w:r>
    </w:p>
    <w:p w:rsidR="00354DF7" w:rsidRDefault="00354DF7" w:rsidP="00354DF7">
      <w:pPr>
        <w:tabs>
          <w:tab w:val="left" w:pos="6195"/>
        </w:tabs>
      </w:pPr>
      <w:r>
        <w:t>165.1313</w:t>
      </w:r>
      <w:r>
        <w:tab/>
        <w:t>3.529e0</w:t>
      </w:r>
    </w:p>
    <w:p w:rsidR="00354DF7" w:rsidRDefault="00354DF7" w:rsidP="00354DF7">
      <w:pPr>
        <w:tabs>
          <w:tab w:val="left" w:pos="6195"/>
        </w:tabs>
      </w:pPr>
      <w:r>
        <w:t>165.1369</w:t>
      </w:r>
      <w:r>
        <w:tab/>
        <w:t>1.854e0</w:t>
      </w:r>
    </w:p>
    <w:p w:rsidR="00354DF7" w:rsidRDefault="00354DF7" w:rsidP="00354DF7">
      <w:pPr>
        <w:tabs>
          <w:tab w:val="left" w:pos="6195"/>
        </w:tabs>
      </w:pPr>
      <w:r>
        <w:lastRenderedPageBreak/>
        <w:t>165.1430</w:t>
      </w:r>
      <w:r>
        <w:tab/>
        <w:t>3.691e0</w:t>
      </w:r>
    </w:p>
    <w:p w:rsidR="00354DF7" w:rsidRDefault="00354DF7" w:rsidP="00354DF7">
      <w:pPr>
        <w:tabs>
          <w:tab w:val="left" w:pos="6195"/>
        </w:tabs>
      </w:pPr>
      <w:r>
        <w:t>165.1496</w:t>
      </w:r>
      <w:r>
        <w:tab/>
        <w:t>2.433e0</w:t>
      </w:r>
    </w:p>
    <w:p w:rsidR="00354DF7" w:rsidRDefault="00354DF7" w:rsidP="00354DF7">
      <w:pPr>
        <w:tabs>
          <w:tab w:val="left" w:pos="6195"/>
        </w:tabs>
      </w:pPr>
      <w:r>
        <w:t>165.1602</w:t>
      </w:r>
      <w:r>
        <w:tab/>
        <w:t>1.666e0</w:t>
      </w:r>
    </w:p>
    <w:p w:rsidR="00354DF7" w:rsidRDefault="00354DF7" w:rsidP="00354DF7">
      <w:pPr>
        <w:tabs>
          <w:tab w:val="left" w:pos="6195"/>
        </w:tabs>
      </w:pPr>
      <w:r>
        <w:t>165.1944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165.1962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165.1996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165.2071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165.2098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165.2170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165.2222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165.2240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165.2338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165.2401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165.2436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165.2504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165.2736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165.2816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165.2918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165.2956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165.2991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165.3072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165.3124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165.3145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165.3325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165.3393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165.3445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165.3575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165.3603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165.3635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165.3669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165.3707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165.3761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165.3812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165.3845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165.3909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165.4041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165.4111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165.4147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lastRenderedPageBreak/>
        <w:t>165.4181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165.4285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165.4300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165.4543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165.4578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165.4730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165.4859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165.4897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165.5002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165.5054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165.5175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165.5347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165.5383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165.5484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165.5514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165.5577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165.5615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165.5754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165.5786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165.5926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165.6045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165.6117</w:t>
      </w:r>
      <w:r>
        <w:tab/>
        <w:t>2.163e0</w:t>
      </w:r>
    </w:p>
    <w:p w:rsidR="00354DF7" w:rsidRDefault="00354DF7" w:rsidP="00354DF7">
      <w:pPr>
        <w:tabs>
          <w:tab w:val="left" w:pos="6195"/>
        </w:tabs>
      </w:pPr>
      <w:r>
        <w:t>165.6135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165.6279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165.6337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165.6369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165.6382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165.6398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165.6485</w:t>
      </w:r>
      <w:r>
        <w:tab/>
        <w:t>2.135e0</w:t>
      </w:r>
    </w:p>
    <w:p w:rsidR="00354DF7" w:rsidRDefault="00354DF7" w:rsidP="00354DF7">
      <w:pPr>
        <w:tabs>
          <w:tab w:val="left" w:pos="6195"/>
        </w:tabs>
      </w:pPr>
      <w:r>
        <w:t>165.6574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165.6745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165.6766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165.6780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165.6817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165.6956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165.6974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165.7056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165.7188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165.7223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165.7272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165.7290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165.7395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165.7569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165.7673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165.7688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165.7705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165.7742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165.7760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165.7945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165.8182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165.8197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165.8217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165.8425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165.8475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165.8634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165.8700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165.8780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165.8914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165.8934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165.8968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165.9073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165.9209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165.9231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165.9264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165.9279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165.9437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165.9456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165.9538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165.9686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165.9755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165.9910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165.9930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166.0027</w:t>
      </w:r>
      <w:r>
        <w:tab/>
        <w:t>3.364e0</w:t>
      </w:r>
    </w:p>
    <w:p w:rsidR="00354DF7" w:rsidRDefault="00354DF7" w:rsidP="00354DF7">
      <w:pPr>
        <w:tabs>
          <w:tab w:val="left" w:pos="6195"/>
        </w:tabs>
      </w:pPr>
      <w:r>
        <w:t>166.0224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166.0241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166.0270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166.0409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166.0442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166.0542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166.0587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166.0612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166.0632</w:t>
      </w:r>
      <w:r>
        <w:tab/>
        <w:t>2.635e0</w:t>
      </w:r>
    </w:p>
    <w:p w:rsidR="00354DF7" w:rsidRDefault="00354DF7" w:rsidP="00354DF7">
      <w:pPr>
        <w:tabs>
          <w:tab w:val="left" w:pos="6195"/>
        </w:tabs>
      </w:pPr>
      <w:r>
        <w:t>166.0662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166.0702</w:t>
      </w:r>
      <w:r>
        <w:tab/>
        <w:t>1.622e0</w:t>
      </w:r>
    </w:p>
    <w:p w:rsidR="00354DF7" w:rsidRDefault="00354DF7" w:rsidP="00354DF7">
      <w:pPr>
        <w:tabs>
          <w:tab w:val="left" w:pos="6195"/>
        </w:tabs>
      </w:pPr>
      <w:r>
        <w:t>166.0862</w:t>
      </w:r>
      <w:r>
        <w:tab/>
        <w:t>4.296e0</w:t>
      </w:r>
    </w:p>
    <w:p w:rsidR="00354DF7" w:rsidRDefault="00354DF7" w:rsidP="00354DF7">
      <w:pPr>
        <w:tabs>
          <w:tab w:val="left" w:pos="6195"/>
        </w:tabs>
      </w:pPr>
      <w:r>
        <w:t>166.0883</w:t>
      </w:r>
      <w:r>
        <w:tab/>
        <w:t>1.812e0</w:t>
      </w:r>
    </w:p>
    <w:p w:rsidR="00354DF7" w:rsidRDefault="00354DF7" w:rsidP="00354DF7">
      <w:pPr>
        <w:tabs>
          <w:tab w:val="left" w:pos="6195"/>
        </w:tabs>
      </w:pPr>
      <w:r>
        <w:t>166.0934</w:t>
      </w:r>
      <w:r>
        <w:tab/>
        <w:t>7.286e0</w:t>
      </w:r>
    </w:p>
    <w:p w:rsidR="00354DF7" w:rsidRDefault="00354DF7" w:rsidP="00354DF7">
      <w:pPr>
        <w:tabs>
          <w:tab w:val="left" w:pos="6195"/>
        </w:tabs>
      </w:pPr>
      <w:r>
        <w:t>166.0946</w:t>
      </w:r>
      <w:r>
        <w:tab/>
        <w:t>6.564e0</w:t>
      </w:r>
    </w:p>
    <w:p w:rsidR="00354DF7" w:rsidRDefault="00354DF7" w:rsidP="00354DF7">
      <w:pPr>
        <w:tabs>
          <w:tab w:val="left" w:pos="6195"/>
        </w:tabs>
      </w:pPr>
      <w:r>
        <w:t>166.1187</w:t>
      </w:r>
      <w:r>
        <w:tab/>
        <w:t>4.133e0</w:t>
      </w:r>
    </w:p>
    <w:p w:rsidR="00354DF7" w:rsidRDefault="00354DF7" w:rsidP="00354DF7">
      <w:pPr>
        <w:tabs>
          <w:tab w:val="left" w:pos="6195"/>
        </w:tabs>
      </w:pPr>
      <w:r>
        <w:t>166.1231</w:t>
      </w:r>
      <w:r>
        <w:tab/>
        <w:t>5.325e0</w:t>
      </w:r>
    </w:p>
    <w:p w:rsidR="00354DF7" w:rsidRDefault="00354DF7" w:rsidP="00354DF7">
      <w:pPr>
        <w:tabs>
          <w:tab w:val="left" w:pos="6195"/>
        </w:tabs>
      </w:pPr>
      <w:r>
        <w:t>166.1363</w:t>
      </w:r>
      <w:r>
        <w:tab/>
        <w:t>5.290e0</w:t>
      </w:r>
    </w:p>
    <w:p w:rsidR="00354DF7" w:rsidRDefault="00354DF7" w:rsidP="00354DF7">
      <w:pPr>
        <w:tabs>
          <w:tab w:val="left" w:pos="6195"/>
        </w:tabs>
      </w:pPr>
      <w:r>
        <w:t>166.1451</w:t>
      </w:r>
      <w:r>
        <w:tab/>
        <w:t>3.169e0</w:t>
      </w:r>
    </w:p>
    <w:p w:rsidR="00354DF7" w:rsidRDefault="00354DF7" w:rsidP="00354DF7">
      <w:pPr>
        <w:tabs>
          <w:tab w:val="left" w:pos="6195"/>
        </w:tabs>
      </w:pPr>
      <w:r>
        <w:t>166.1472</w:t>
      </w:r>
      <w:r>
        <w:tab/>
        <w:t>3.543e0</w:t>
      </w:r>
    </w:p>
    <w:p w:rsidR="00354DF7" w:rsidRDefault="00354DF7" w:rsidP="00354DF7">
      <w:pPr>
        <w:tabs>
          <w:tab w:val="left" w:pos="6195"/>
        </w:tabs>
      </w:pPr>
      <w:r>
        <w:t>166.1501</w:t>
      </w:r>
      <w:r>
        <w:tab/>
        <w:t>1.476e0</w:t>
      </w:r>
    </w:p>
    <w:p w:rsidR="00354DF7" w:rsidRDefault="00354DF7" w:rsidP="00354DF7">
      <w:pPr>
        <w:tabs>
          <w:tab w:val="left" w:pos="6195"/>
        </w:tabs>
      </w:pPr>
      <w:r>
        <w:t>166.1699</w:t>
      </w:r>
      <w:r>
        <w:tab/>
        <w:t>1.741e0</w:t>
      </w:r>
    </w:p>
    <w:p w:rsidR="00354DF7" w:rsidRDefault="00354DF7" w:rsidP="00354DF7">
      <w:pPr>
        <w:tabs>
          <w:tab w:val="left" w:pos="6195"/>
        </w:tabs>
      </w:pPr>
      <w:r>
        <w:lastRenderedPageBreak/>
        <w:t>166.1770</w:t>
      </w:r>
      <w:r>
        <w:tab/>
        <w:t>1.810e0</w:t>
      </w:r>
    </w:p>
    <w:p w:rsidR="00354DF7" w:rsidRDefault="00354DF7" w:rsidP="00354DF7">
      <w:pPr>
        <w:tabs>
          <w:tab w:val="left" w:pos="6195"/>
        </w:tabs>
      </w:pPr>
      <w:r>
        <w:t>166.1857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166.1960</w:t>
      </w:r>
      <w:r>
        <w:tab/>
        <w:t>7.056e0</w:t>
      </w:r>
    </w:p>
    <w:p w:rsidR="00354DF7" w:rsidRDefault="00354DF7" w:rsidP="00354DF7">
      <w:pPr>
        <w:tabs>
          <w:tab w:val="left" w:pos="6195"/>
        </w:tabs>
      </w:pPr>
      <w:r>
        <w:t>166.2004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166.2051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166.2186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166.2260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166.2326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166.2340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166.2378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166.2604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166.2636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166.2709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166.2725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166.2891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166.2972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166.3078</w:t>
      </w:r>
      <w:r>
        <w:tab/>
        <w:t>4.680e0</w:t>
      </w:r>
    </w:p>
    <w:p w:rsidR="00354DF7" w:rsidRDefault="00354DF7" w:rsidP="00354DF7">
      <w:pPr>
        <w:tabs>
          <w:tab w:val="left" w:pos="6195"/>
        </w:tabs>
      </w:pPr>
      <w:r>
        <w:t>166.3111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166.3287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166.3342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166.3496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166.3517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166.3531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166.3566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166.3705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166.3732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166.3798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166.3899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166.4058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166.4144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166.4178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166.4420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166.4477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166.4491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166.4621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166.4724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166.4738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166.4828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166.4898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166.4965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166.5036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166.5139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166.5211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166.5244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166.5280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166.5362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166.5393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166.5462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166.5511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166.5581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166.5709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166.5755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166.5859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166.5927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166.5964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166.5999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166.6169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166.6236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166.6267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166.6439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166.6497</w:t>
      </w:r>
      <w:r>
        <w:tab/>
        <w:t>3.222e0</w:t>
      </w:r>
    </w:p>
    <w:p w:rsidR="00354DF7" w:rsidRDefault="00354DF7" w:rsidP="00354DF7">
      <w:pPr>
        <w:tabs>
          <w:tab w:val="left" w:pos="6195"/>
        </w:tabs>
      </w:pPr>
      <w:r>
        <w:t>166.6578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166.6613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166.6648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166.6701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166.6732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166.6889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166.7010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166.7093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166.7110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166.7190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166.7202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166.7399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166.7436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166.7471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166.7503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166.7609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166.7712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166.7749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166.7801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166.7951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166.8035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166.8085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166.8240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166.8292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166.8364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166.8398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166.8484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166.8503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166.8659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166.8708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166.8775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166.8809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166.8875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166.8906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166.8943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166.9216</w:t>
      </w:r>
      <w:r>
        <w:tab/>
        <w:t>2.411e0</w:t>
      </w:r>
    </w:p>
    <w:p w:rsidR="00354DF7" w:rsidRDefault="00354DF7" w:rsidP="00354DF7">
      <w:pPr>
        <w:tabs>
          <w:tab w:val="left" w:pos="6195"/>
        </w:tabs>
      </w:pPr>
      <w:r>
        <w:t>166.9280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166.9324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166.9431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166.9483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166.9635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166.9658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166.9869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166.9895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166.9976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167.0117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167.0201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167.0237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167.0325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167.0523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167.0605</w:t>
      </w:r>
      <w:r>
        <w:tab/>
        <w:t>8.241e0</w:t>
      </w:r>
    </w:p>
    <w:p w:rsidR="00354DF7" w:rsidRDefault="00354DF7" w:rsidP="00354DF7">
      <w:pPr>
        <w:tabs>
          <w:tab w:val="left" w:pos="6195"/>
        </w:tabs>
      </w:pPr>
      <w:r>
        <w:t>167.0675</w:t>
      </w:r>
      <w:r>
        <w:tab/>
        <w:t>2.477e0</w:t>
      </w:r>
    </w:p>
    <w:p w:rsidR="00354DF7" w:rsidRDefault="00354DF7" w:rsidP="00354DF7">
      <w:pPr>
        <w:tabs>
          <w:tab w:val="left" w:pos="6195"/>
        </w:tabs>
      </w:pPr>
      <w:r>
        <w:t>167.0834</w:t>
      </w:r>
      <w:r>
        <w:tab/>
        <w:t>1.218e1</w:t>
      </w:r>
    </w:p>
    <w:p w:rsidR="00354DF7" w:rsidRDefault="00354DF7" w:rsidP="00354DF7">
      <w:pPr>
        <w:tabs>
          <w:tab w:val="left" w:pos="6195"/>
        </w:tabs>
      </w:pPr>
      <w:r>
        <w:lastRenderedPageBreak/>
        <w:t>167.0904</w:t>
      </w:r>
      <w:r>
        <w:tab/>
        <w:t>5.564e0</w:t>
      </w:r>
    </w:p>
    <w:p w:rsidR="00354DF7" w:rsidRDefault="00354DF7" w:rsidP="00354DF7">
      <w:pPr>
        <w:tabs>
          <w:tab w:val="left" w:pos="6195"/>
        </w:tabs>
      </w:pPr>
      <w:r>
        <w:t>167.0935</w:t>
      </w:r>
      <w:r>
        <w:tab/>
        <w:t>3.265e0</w:t>
      </w:r>
    </w:p>
    <w:p w:rsidR="00354DF7" w:rsidRDefault="00354DF7" w:rsidP="00354DF7">
      <w:pPr>
        <w:tabs>
          <w:tab w:val="left" w:pos="6195"/>
        </w:tabs>
      </w:pPr>
      <w:r>
        <w:t>167.1094</w:t>
      </w:r>
      <w:r>
        <w:tab/>
        <w:t>3.265e0</w:t>
      </w:r>
    </w:p>
    <w:p w:rsidR="00354DF7" w:rsidRDefault="00354DF7" w:rsidP="00354DF7">
      <w:pPr>
        <w:tabs>
          <w:tab w:val="left" w:pos="6195"/>
        </w:tabs>
      </w:pPr>
      <w:r>
        <w:t>167.1213</w:t>
      </w:r>
      <w:r>
        <w:tab/>
        <w:t>1.130e0</w:t>
      </w:r>
    </w:p>
    <w:p w:rsidR="00354DF7" w:rsidRDefault="00354DF7" w:rsidP="00354DF7">
      <w:pPr>
        <w:tabs>
          <w:tab w:val="left" w:pos="6195"/>
        </w:tabs>
      </w:pPr>
      <w:r>
        <w:t>167.1321</w:t>
      </w:r>
      <w:r>
        <w:tab/>
        <w:t>5.997e0</w:t>
      </w:r>
    </w:p>
    <w:p w:rsidR="00354DF7" w:rsidRDefault="00354DF7" w:rsidP="00354DF7">
      <w:pPr>
        <w:tabs>
          <w:tab w:val="left" w:pos="6195"/>
        </w:tabs>
      </w:pPr>
      <w:r>
        <w:t>167.1417</w:t>
      </w:r>
      <w:r>
        <w:tab/>
        <w:t>1.783e0</w:t>
      </w:r>
    </w:p>
    <w:p w:rsidR="00354DF7" w:rsidRDefault="00354DF7" w:rsidP="00354DF7">
      <w:pPr>
        <w:tabs>
          <w:tab w:val="left" w:pos="6195"/>
        </w:tabs>
      </w:pPr>
      <w:r>
        <w:t>167.1470</w:t>
      </w:r>
      <w:r>
        <w:tab/>
        <w:t>3.357e0</w:t>
      </w:r>
    </w:p>
    <w:p w:rsidR="00354DF7" w:rsidRDefault="00354DF7" w:rsidP="00354DF7">
      <w:pPr>
        <w:tabs>
          <w:tab w:val="left" w:pos="6195"/>
        </w:tabs>
      </w:pPr>
      <w:r>
        <w:t>167.1601</w:t>
      </w:r>
      <w:r>
        <w:tab/>
        <w:t>4.025e0</w:t>
      </w:r>
    </w:p>
    <w:p w:rsidR="00354DF7" w:rsidRDefault="00354DF7" w:rsidP="00354DF7">
      <w:pPr>
        <w:tabs>
          <w:tab w:val="left" w:pos="6195"/>
        </w:tabs>
      </w:pPr>
      <w:r>
        <w:t>167.1764</w:t>
      </w:r>
      <w:r>
        <w:tab/>
        <w:t>1.769e0</w:t>
      </w:r>
    </w:p>
    <w:p w:rsidR="00354DF7" w:rsidRDefault="00354DF7" w:rsidP="00354DF7">
      <w:pPr>
        <w:tabs>
          <w:tab w:val="left" w:pos="6195"/>
        </w:tabs>
      </w:pPr>
      <w:r>
        <w:t>167.1833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167.1989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167.2095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167.2193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167.2255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167.2311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167.2412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167.2423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167.2483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167.2588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167.2657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167.2761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167.2830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167.2899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167.3073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167.3138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167.3302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167.3340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167.3377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167.3418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167.3566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167.3586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167.3620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167.3795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167.3812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167.3966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167.4129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167.4165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167.4184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167.4270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167.4286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167.4435</w:t>
      </w:r>
      <w:r>
        <w:tab/>
        <w:t>1.455e0</w:t>
      </w:r>
    </w:p>
    <w:p w:rsidR="00354DF7" w:rsidRDefault="00354DF7" w:rsidP="00354DF7">
      <w:pPr>
        <w:tabs>
          <w:tab w:val="left" w:pos="6195"/>
        </w:tabs>
      </w:pPr>
      <w:r>
        <w:t>167.4512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167.4549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167.4594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167.4675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167.4708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167.4725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167.4791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167.4857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167.4926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167.5025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167.5077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167.5095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167.5293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167.5478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167.5548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167.5583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167.5720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167.5744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167.5870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167.6025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167.6095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167.6216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167.6290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167.6425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167.6456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167.6549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167.6681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167.6714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167.6745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167.6812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167.6849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167.6919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167.7023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167.7163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167.7233</w:t>
      </w:r>
      <w:r>
        <w:tab/>
        <w:t>3.324e0</w:t>
      </w:r>
    </w:p>
    <w:p w:rsidR="00354DF7" w:rsidRDefault="00354DF7" w:rsidP="00354DF7">
      <w:pPr>
        <w:tabs>
          <w:tab w:val="left" w:pos="6195"/>
        </w:tabs>
      </w:pPr>
      <w:r>
        <w:lastRenderedPageBreak/>
        <w:t>167.7262</w:t>
      </w:r>
      <w:r>
        <w:tab/>
        <w:t>2.565e0</w:t>
      </w:r>
    </w:p>
    <w:p w:rsidR="00354DF7" w:rsidRDefault="00354DF7" w:rsidP="00354DF7">
      <w:pPr>
        <w:tabs>
          <w:tab w:val="left" w:pos="6195"/>
        </w:tabs>
      </w:pPr>
      <w:r>
        <w:t>167.7284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167.7392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167.7408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167.7459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167.7510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167.7541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167.7598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167.7609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167.7709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167.7882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167.7989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167.8023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167.8058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167.8111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167.8125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167.8303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167.8403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167.8470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167.8622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167.8636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167.8674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167.8744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167.8901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167.8918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167.8988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167.9125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167.9270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167.9301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167.9332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167.9400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167.9467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167.9514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167.9742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167.9779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167.9814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168.0013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168.0051</w:t>
      </w:r>
      <w:r>
        <w:tab/>
        <w:t>3.177e0</w:t>
      </w:r>
    </w:p>
    <w:p w:rsidR="00354DF7" w:rsidRDefault="00354DF7" w:rsidP="00354DF7">
      <w:pPr>
        <w:tabs>
          <w:tab w:val="left" w:pos="6195"/>
        </w:tabs>
      </w:pPr>
      <w:r>
        <w:lastRenderedPageBreak/>
        <w:t>168.0092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168.0164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168.0197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168.0250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168.0282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168.0436</w:t>
      </w:r>
      <w:r>
        <w:tab/>
        <w:t>8.959e0</w:t>
      </w:r>
    </w:p>
    <w:p w:rsidR="00354DF7" w:rsidRDefault="00354DF7" w:rsidP="00354DF7">
      <w:pPr>
        <w:tabs>
          <w:tab w:val="left" w:pos="6195"/>
        </w:tabs>
      </w:pPr>
      <w:r>
        <w:t>168.0520</w:t>
      </w:r>
      <w:r>
        <w:tab/>
        <w:t>7.763e0</w:t>
      </w:r>
    </w:p>
    <w:p w:rsidR="00354DF7" w:rsidRDefault="00354DF7" w:rsidP="00354DF7">
      <w:pPr>
        <w:tabs>
          <w:tab w:val="left" w:pos="6195"/>
        </w:tabs>
      </w:pPr>
      <w:r>
        <w:t>168.0570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168.0665</w:t>
      </w:r>
      <w:r>
        <w:tab/>
        <w:t>2.403e0</w:t>
      </w:r>
    </w:p>
    <w:p w:rsidR="00354DF7" w:rsidRDefault="00354DF7" w:rsidP="00354DF7">
      <w:pPr>
        <w:tabs>
          <w:tab w:val="left" w:pos="6195"/>
        </w:tabs>
      </w:pPr>
      <w:r>
        <w:t>168.0764</w:t>
      </w:r>
      <w:r>
        <w:tab/>
        <w:t>3.922e0</w:t>
      </w:r>
    </w:p>
    <w:p w:rsidR="00354DF7" w:rsidRDefault="00354DF7" w:rsidP="00354DF7">
      <w:pPr>
        <w:tabs>
          <w:tab w:val="left" w:pos="6195"/>
        </w:tabs>
      </w:pPr>
      <w:r>
        <w:t>168.0798</w:t>
      </w:r>
      <w:r>
        <w:tab/>
        <w:t>5.702e0</w:t>
      </w:r>
    </w:p>
    <w:p w:rsidR="00354DF7" w:rsidRDefault="00354DF7" w:rsidP="00354DF7">
      <w:pPr>
        <w:tabs>
          <w:tab w:val="left" w:pos="6195"/>
        </w:tabs>
      </w:pPr>
      <w:r>
        <w:t>168.0967</w:t>
      </w:r>
      <w:r>
        <w:tab/>
        <w:t>1.072e1</w:t>
      </w:r>
    </w:p>
    <w:p w:rsidR="00354DF7" w:rsidRDefault="00354DF7" w:rsidP="00354DF7">
      <w:pPr>
        <w:tabs>
          <w:tab w:val="left" w:pos="6195"/>
        </w:tabs>
      </w:pPr>
      <w:r>
        <w:t>168.1105</w:t>
      </w:r>
      <w:r>
        <w:tab/>
        <w:t>3.286e0</w:t>
      </w:r>
    </w:p>
    <w:p w:rsidR="00354DF7" w:rsidRDefault="00354DF7" w:rsidP="00354DF7">
      <w:pPr>
        <w:tabs>
          <w:tab w:val="left" w:pos="6195"/>
        </w:tabs>
      </w:pPr>
      <w:r>
        <w:t>168.1174</w:t>
      </w:r>
      <w:r>
        <w:tab/>
        <w:t>1.084e1</w:t>
      </w:r>
    </w:p>
    <w:p w:rsidR="00354DF7" w:rsidRDefault="00354DF7" w:rsidP="00354DF7">
      <w:pPr>
        <w:tabs>
          <w:tab w:val="left" w:pos="6195"/>
        </w:tabs>
      </w:pPr>
      <w:r>
        <w:t>168.1191</w:t>
      </w:r>
      <w:r>
        <w:tab/>
        <w:t>5.618e0</w:t>
      </w:r>
    </w:p>
    <w:p w:rsidR="00354DF7" w:rsidRDefault="00354DF7" w:rsidP="00354DF7">
      <w:pPr>
        <w:tabs>
          <w:tab w:val="left" w:pos="6195"/>
        </w:tabs>
      </w:pPr>
      <w:r>
        <w:t>168.1244</w:t>
      </w:r>
      <w:r>
        <w:tab/>
        <w:t>7.117e0</w:t>
      </w:r>
    </w:p>
    <w:p w:rsidR="00354DF7" w:rsidRDefault="00354DF7" w:rsidP="00354DF7">
      <w:pPr>
        <w:tabs>
          <w:tab w:val="left" w:pos="6195"/>
        </w:tabs>
      </w:pPr>
      <w:r>
        <w:t>168.1260</w:t>
      </w:r>
      <w:r>
        <w:tab/>
        <w:t>2.062e0</w:t>
      </w:r>
    </w:p>
    <w:p w:rsidR="00354DF7" w:rsidRDefault="00354DF7" w:rsidP="00354DF7">
      <w:pPr>
        <w:tabs>
          <w:tab w:val="left" w:pos="6195"/>
        </w:tabs>
      </w:pPr>
      <w:r>
        <w:t>168.1340</w:t>
      </w:r>
      <w:r>
        <w:tab/>
        <w:t>3.642e0</w:t>
      </w:r>
    </w:p>
    <w:p w:rsidR="00354DF7" w:rsidRDefault="00354DF7" w:rsidP="00354DF7">
      <w:pPr>
        <w:tabs>
          <w:tab w:val="left" w:pos="6195"/>
        </w:tabs>
      </w:pPr>
      <w:r>
        <w:t>168.1559</w:t>
      </w:r>
      <w:r>
        <w:tab/>
        <w:t>3.734e0</w:t>
      </w:r>
    </w:p>
    <w:p w:rsidR="00354DF7" w:rsidRDefault="00354DF7" w:rsidP="00354DF7">
      <w:pPr>
        <w:tabs>
          <w:tab w:val="left" w:pos="6195"/>
        </w:tabs>
      </w:pPr>
      <w:r>
        <w:lastRenderedPageBreak/>
        <w:t>168.1705</w:t>
      </w:r>
      <w:r>
        <w:tab/>
        <w:t>4.618e0</w:t>
      </w:r>
    </w:p>
    <w:p w:rsidR="00354DF7" w:rsidRDefault="00354DF7" w:rsidP="00354DF7">
      <w:pPr>
        <w:tabs>
          <w:tab w:val="left" w:pos="6195"/>
        </w:tabs>
      </w:pPr>
      <w:r>
        <w:t>168.1783</w:t>
      </w:r>
      <w:r>
        <w:tab/>
        <w:t>1.836e0</w:t>
      </w:r>
    </w:p>
    <w:p w:rsidR="00354DF7" w:rsidRDefault="00354DF7" w:rsidP="00354DF7">
      <w:pPr>
        <w:tabs>
          <w:tab w:val="left" w:pos="6195"/>
        </w:tabs>
      </w:pPr>
      <w:r>
        <w:t>168.1928</w:t>
      </w:r>
      <w:r>
        <w:tab/>
        <w:t>2.704e0</w:t>
      </w:r>
    </w:p>
    <w:p w:rsidR="00354DF7" w:rsidRDefault="00354DF7" w:rsidP="00354DF7">
      <w:pPr>
        <w:tabs>
          <w:tab w:val="left" w:pos="6195"/>
        </w:tabs>
      </w:pPr>
      <w:r>
        <w:t>168.2144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168.2156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168.2431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168.2568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168.2707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168.2719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168.2815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168.2937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168.2954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168.3052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168.3085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168.3121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168.3274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168.3307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168.3362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168.3394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168.3414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168.3572</w:t>
      </w:r>
      <w:r>
        <w:tab/>
        <w:t>2.457e0</w:t>
      </w:r>
    </w:p>
    <w:p w:rsidR="00354DF7" w:rsidRDefault="00354DF7" w:rsidP="00354DF7">
      <w:pPr>
        <w:tabs>
          <w:tab w:val="left" w:pos="6195"/>
        </w:tabs>
      </w:pPr>
      <w:r>
        <w:t>168.3746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168.3816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168.3834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168.3849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168.4018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168.4085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168.4222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168.4255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168.4363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168.4398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168.4450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168.4537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168.4605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168.4782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168.4817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168.4914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168.5083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168.5117</w:t>
      </w:r>
      <w:r>
        <w:tab/>
        <w:t>3.136e0</w:t>
      </w:r>
    </w:p>
    <w:p w:rsidR="00354DF7" w:rsidRDefault="00354DF7" w:rsidP="00354DF7">
      <w:pPr>
        <w:tabs>
          <w:tab w:val="left" w:pos="6195"/>
        </w:tabs>
      </w:pPr>
      <w:r>
        <w:t>168.5151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168.5172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168.5259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168.5466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168.5538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168.5566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168.5678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168.5736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168.5771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168.5786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168.5880</w:t>
      </w:r>
      <w:r>
        <w:tab/>
        <w:t>2.952e0</w:t>
      </w:r>
    </w:p>
    <w:p w:rsidR="00354DF7" w:rsidRDefault="00354DF7" w:rsidP="00354DF7">
      <w:pPr>
        <w:tabs>
          <w:tab w:val="left" w:pos="6195"/>
        </w:tabs>
      </w:pPr>
      <w:r>
        <w:t>168.5948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168.5982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168.6082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168.6120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168.6258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168.6293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168.6304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168.6435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168.6460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168.6575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168.6645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168.6697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168.6748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168.6960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168.7017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168.7052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168.7087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168.7155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168.7244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168.7262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168.7401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168.7434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168.7507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168.7592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168.7611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168.7678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168.7847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168.7878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168.7913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168.8019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168.8036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168.8268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168.8296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168.8366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168.8489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168.8508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168.8562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168.8577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168.8780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168.8846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168.8878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168.9021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168.9125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168.9236</w:t>
      </w:r>
      <w:r>
        <w:tab/>
        <w:t>5.436e0</w:t>
      </w:r>
    </w:p>
    <w:p w:rsidR="00354DF7" w:rsidRDefault="00354DF7" w:rsidP="00354DF7">
      <w:pPr>
        <w:tabs>
          <w:tab w:val="left" w:pos="6195"/>
        </w:tabs>
      </w:pPr>
      <w:r>
        <w:t>168.9336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168.9458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168.9546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168.9698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168.9712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168.9736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168.9777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168.9814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168.9847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169.0075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169.0183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169.0215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169.0234</w:t>
      </w:r>
      <w:r>
        <w:tab/>
        <w:t>3.482e0</w:t>
      </w:r>
    </w:p>
    <w:p w:rsidR="00354DF7" w:rsidRDefault="00354DF7" w:rsidP="00354DF7">
      <w:pPr>
        <w:tabs>
          <w:tab w:val="left" w:pos="6195"/>
        </w:tabs>
      </w:pPr>
      <w:r>
        <w:t>169.0443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169.0511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169.0530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169.0548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169.0602</w:t>
      </w:r>
      <w:r>
        <w:tab/>
        <w:t>2.059e0</w:t>
      </w:r>
    </w:p>
    <w:p w:rsidR="00354DF7" w:rsidRDefault="00354DF7" w:rsidP="00354DF7">
      <w:pPr>
        <w:tabs>
          <w:tab w:val="left" w:pos="6195"/>
        </w:tabs>
      </w:pPr>
      <w:r>
        <w:t>169.0648</w:t>
      </w:r>
      <w:r>
        <w:tab/>
        <w:t>2.805e0</w:t>
      </w:r>
    </w:p>
    <w:p w:rsidR="00354DF7" w:rsidRDefault="00354DF7" w:rsidP="00354DF7">
      <w:pPr>
        <w:tabs>
          <w:tab w:val="left" w:pos="6195"/>
        </w:tabs>
      </w:pPr>
      <w:r>
        <w:t>169.0715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169.1003</w:t>
      </w:r>
      <w:r>
        <w:tab/>
        <w:t>1.612e1</w:t>
      </w:r>
    </w:p>
    <w:p w:rsidR="00354DF7" w:rsidRDefault="00354DF7" w:rsidP="00354DF7">
      <w:pPr>
        <w:tabs>
          <w:tab w:val="left" w:pos="6195"/>
        </w:tabs>
      </w:pPr>
      <w:r>
        <w:t>169.1019</w:t>
      </w:r>
      <w:r>
        <w:tab/>
        <w:t>9.991e1</w:t>
      </w:r>
    </w:p>
    <w:p w:rsidR="00354DF7" w:rsidRDefault="00354DF7" w:rsidP="00354DF7">
      <w:pPr>
        <w:tabs>
          <w:tab w:val="left" w:pos="6195"/>
        </w:tabs>
      </w:pPr>
      <w:r>
        <w:t>169.1039</w:t>
      </w:r>
      <w:r>
        <w:tab/>
        <w:t>1.053e2</w:t>
      </w:r>
    </w:p>
    <w:p w:rsidR="00354DF7" w:rsidRDefault="00354DF7" w:rsidP="00354DF7">
      <w:pPr>
        <w:tabs>
          <w:tab w:val="left" w:pos="6195"/>
        </w:tabs>
      </w:pPr>
      <w:r>
        <w:t>169.1058</w:t>
      </w:r>
      <w:r>
        <w:tab/>
        <w:t>1.969e1</w:t>
      </w:r>
    </w:p>
    <w:p w:rsidR="00354DF7" w:rsidRDefault="00354DF7" w:rsidP="00354DF7">
      <w:pPr>
        <w:tabs>
          <w:tab w:val="left" w:pos="6195"/>
        </w:tabs>
      </w:pPr>
      <w:r>
        <w:t>169.1328</w:t>
      </w:r>
      <w:r>
        <w:tab/>
        <w:t>9.673e0</w:t>
      </w:r>
    </w:p>
    <w:p w:rsidR="00354DF7" w:rsidRDefault="00354DF7" w:rsidP="00354DF7">
      <w:pPr>
        <w:tabs>
          <w:tab w:val="left" w:pos="6195"/>
        </w:tabs>
      </w:pPr>
      <w:r>
        <w:t>169.1366</w:t>
      </w:r>
      <w:r>
        <w:tab/>
        <w:t>7.000e0</w:t>
      </w:r>
    </w:p>
    <w:p w:rsidR="00354DF7" w:rsidRDefault="00354DF7" w:rsidP="00354DF7">
      <w:pPr>
        <w:tabs>
          <w:tab w:val="left" w:pos="6195"/>
        </w:tabs>
      </w:pPr>
      <w:r>
        <w:t>169.1388</w:t>
      </w:r>
      <w:r>
        <w:tab/>
        <w:t>4.821e0</w:t>
      </w:r>
    </w:p>
    <w:p w:rsidR="00354DF7" w:rsidRDefault="00354DF7" w:rsidP="00354DF7">
      <w:pPr>
        <w:tabs>
          <w:tab w:val="left" w:pos="6195"/>
        </w:tabs>
      </w:pPr>
      <w:r>
        <w:t>169.1466</w:t>
      </w:r>
      <w:r>
        <w:tab/>
        <w:t>4.081e0</w:t>
      </w:r>
    </w:p>
    <w:p w:rsidR="00354DF7" w:rsidRDefault="00354DF7" w:rsidP="00354DF7">
      <w:pPr>
        <w:tabs>
          <w:tab w:val="left" w:pos="6195"/>
        </w:tabs>
      </w:pPr>
      <w:r>
        <w:t>169.1570</w:t>
      </w:r>
      <w:r>
        <w:tab/>
        <w:t>2.870e0</w:t>
      </w:r>
    </w:p>
    <w:p w:rsidR="00354DF7" w:rsidRDefault="00354DF7" w:rsidP="00354DF7">
      <w:pPr>
        <w:tabs>
          <w:tab w:val="left" w:pos="6195"/>
        </w:tabs>
      </w:pPr>
      <w:r>
        <w:t>169.1666</w:t>
      </w:r>
      <w:r>
        <w:tab/>
        <w:t>1.818e0</w:t>
      </w:r>
    </w:p>
    <w:p w:rsidR="00354DF7" w:rsidRDefault="00354DF7" w:rsidP="00354DF7">
      <w:pPr>
        <w:tabs>
          <w:tab w:val="left" w:pos="6195"/>
        </w:tabs>
      </w:pPr>
      <w:r>
        <w:t>169.1682</w:t>
      </w:r>
      <w:r>
        <w:tab/>
        <w:t>2.896e0</w:t>
      </w:r>
    </w:p>
    <w:p w:rsidR="00354DF7" w:rsidRDefault="00354DF7" w:rsidP="00354DF7">
      <w:pPr>
        <w:tabs>
          <w:tab w:val="left" w:pos="6195"/>
        </w:tabs>
      </w:pPr>
      <w:r>
        <w:t>169.1783</w:t>
      </w:r>
      <w:r>
        <w:tab/>
        <w:t>2.833e0</w:t>
      </w:r>
    </w:p>
    <w:p w:rsidR="00354DF7" w:rsidRDefault="00354DF7" w:rsidP="00354DF7">
      <w:pPr>
        <w:tabs>
          <w:tab w:val="left" w:pos="6195"/>
        </w:tabs>
      </w:pPr>
      <w:r>
        <w:t>169.1923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169.2078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169.2116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169.2148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169.2283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169.2326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169.2378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169.2411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169.2518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169.2549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169.2618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169.2779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169.2818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169.2856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169.3171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169.3205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169.3241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169.3273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169.3364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169.3381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169.3467</w:t>
      </w:r>
      <w:r>
        <w:tab/>
        <w:t>4.099e0</w:t>
      </w:r>
    </w:p>
    <w:p w:rsidR="00354DF7" w:rsidRDefault="00354DF7" w:rsidP="00354DF7">
      <w:pPr>
        <w:tabs>
          <w:tab w:val="left" w:pos="6195"/>
        </w:tabs>
      </w:pPr>
      <w:r>
        <w:t>169.3486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169.3587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169.3620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169.3719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169.3788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169.3962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169.3999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169.4130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169.4174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169.4242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169.4277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169.4385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169.4437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169.4453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169.4523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169.4538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169.4589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169.4623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169.4637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169.4756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169.4792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169.4808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169.4982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169.5055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169.5073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169.5193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169.5300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169.5333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169.5350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169.5371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169.5418</w:t>
      </w:r>
      <w:r>
        <w:tab/>
        <w:t>2.768e0</w:t>
      </w:r>
    </w:p>
    <w:p w:rsidR="00354DF7" w:rsidRDefault="00354DF7" w:rsidP="00354DF7">
      <w:pPr>
        <w:tabs>
          <w:tab w:val="left" w:pos="6195"/>
        </w:tabs>
      </w:pPr>
      <w:r>
        <w:t>169.5485</w:t>
      </w:r>
      <w:r>
        <w:tab/>
        <w:t>3.781e0</w:t>
      </w:r>
    </w:p>
    <w:p w:rsidR="00354DF7" w:rsidRDefault="00354DF7" w:rsidP="00354DF7">
      <w:pPr>
        <w:tabs>
          <w:tab w:val="left" w:pos="6195"/>
        </w:tabs>
      </w:pPr>
      <w:r>
        <w:t>169.5576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169.5593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169.5604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169.5693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169.5863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169.5971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169.5986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169.6104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169.6199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169.6302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169.6319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169.6392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169.6514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169.6596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169.6663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169.6729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169.6799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169.6870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169.6902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169.7045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169.7078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169.7255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169.7288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169.7441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169.7466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169.7500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169.7599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169.7715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169.7942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169.7996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169.8014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169.8067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169.8152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169.8243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169.8294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169.8314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169.8400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169.8505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169.8572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169.8585</w:t>
      </w:r>
      <w:r>
        <w:tab/>
        <w:t>5.015e0</w:t>
      </w:r>
    </w:p>
    <w:p w:rsidR="00354DF7" w:rsidRDefault="00354DF7" w:rsidP="00354DF7">
      <w:pPr>
        <w:tabs>
          <w:tab w:val="left" w:pos="6195"/>
        </w:tabs>
      </w:pPr>
      <w:r>
        <w:t>169.8756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169.8795</w:t>
      </w:r>
      <w:r>
        <w:tab/>
        <w:t>4.099e0</w:t>
      </w:r>
    </w:p>
    <w:p w:rsidR="00354DF7" w:rsidRDefault="00354DF7" w:rsidP="00354DF7">
      <w:pPr>
        <w:tabs>
          <w:tab w:val="left" w:pos="6195"/>
        </w:tabs>
      </w:pPr>
      <w:r>
        <w:t>169.8878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169.8913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169.8981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169.9053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169.9191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169.9228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169.9263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169.9369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169.9484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169.9510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169.9575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169.9677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169.9742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170.0020</w:t>
      </w:r>
      <w:r>
        <w:tab/>
        <w:t>4.279e0</w:t>
      </w:r>
    </w:p>
    <w:p w:rsidR="00354DF7" w:rsidRDefault="00354DF7" w:rsidP="00354DF7">
      <w:pPr>
        <w:tabs>
          <w:tab w:val="left" w:pos="6195"/>
        </w:tabs>
      </w:pPr>
      <w:r>
        <w:t>170.0056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170.0183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170.0238</w:t>
      </w:r>
      <w:r>
        <w:tab/>
        <w:t>4.373e0</w:t>
      </w:r>
    </w:p>
    <w:p w:rsidR="00354DF7" w:rsidRDefault="00354DF7" w:rsidP="00354DF7">
      <w:pPr>
        <w:tabs>
          <w:tab w:val="left" w:pos="6195"/>
        </w:tabs>
      </w:pPr>
      <w:r>
        <w:t>170.0391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170.0406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170.0435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170.0476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170.0548</w:t>
      </w:r>
      <w:r>
        <w:tab/>
        <w:t>2.600e0</w:t>
      </w:r>
    </w:p>
    <w:p w:rsidR="00354DF7" w:rsidRDefault="00354DF7" w:rsidP="00354DF7">
      <w:pPr>
        <w:tabs>
          <w:tab w:val="left" w:pos="6195"/>
        </w:tabs>
      </w:pPr>
      <w:r>
        <w:t>170.0580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170.0650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170.0698</w:t>
      </w:r>
      <w:r>
        <w:tab/>
        <w:t>3.978e0</w:t>
      </w:r>
    </w:p>
    <w:p w:rsidR="00354DF7" w:rsidRDefault="00354DF7" w:rsidP="00354DF7">
      <w:pPr>
        <w:tabs>
          <w:tab w:val="left" w:pos="6195"/>
        </w:tabs>
      </w:pPr>
      <w:r>
        <w:t>170.0839</w:t>
      </w:r>
      <w:r>
        <w:tab/>
        <w:t>2.389e0</w:t>
      </w:r>
    </w:p>
    <w:p w:rsidR="00354DF7" w:rsidRDefault="00354DF7" w:rsidP="00354DF7">
      <w:pPr>
        <w:tabs>
          <w:tab w:val="left" w:pos="6195"/>
        </w:tabs>
      </w:pPr>
      <w:r>
        <w:lastRenderedPageBreak/>
        <w:t>170.0894</w:t>
      </w:r>
      <w:r>
        <w:tab/>
        <w:t>4.821e0</w:t>
      </w:r>
    </w:p>
    <w:p w:rsidR="00354DF7" w:rsidRDefault="00354DF7" w:rsidP="00354DF7">
      <w:pPr>
        <w:tabs>
          <w:tab w:val="left" w:pos="6195"/>
        </w:tabs>
      </w:pPr>
      <w:r>
        <w:t>170.0931</w:t>
      </w:r>
      <w:r>
        <w:tab/>
        <w:t>5.768e0</w:t>
      </w:r>
    </w:p>
    <w:p w:rsidR="00354DF7" w:rsidRDefault="00354DF7" w:rsidP="00354DF7">
      <w:pPr>
        <w:tabs>
          <w:tab w:val="left" w:pos="6195"/>
        </w:tabs>
      </w:pPr>
      <w:r>
        <w:t>170.0972</w:t>
      </w:r>
      <w:r>
        <w:tab/>
        <w:t>1.339e1</w:t>
      </w:r>
    </w:p>
    <w:p w:rsidR="00354DF7" w:rsidRDefault="00354DF7" w:rsidP="00354DF7">
      <w:pPr>
        <w:tabs>
          <w:tab w:val="left" w:pos="6195"/>
        </w:tabs>
      </w:pPr>
      <w:r>
        <w:t>170.1024</w:t>
      </w:r>
      <w:r>
        <w:tab/>
        <w:t>3.361e1</w:t>
      </w:r>
    </w:p>
    <w:p w:rsidR="00354DF7" w:rsidRDefault="00354DF7" w:rsidP="00354DF7">
      <w:pPr>
        <w:tabs>
          <w:tab w:val="left" w:pos="6195"/>
        </w:tabs>
      </w:pPr>
      <w:r>
        <w:t>170.1123</w:t>
      </w:r>
      <w:r>
        <w:tab/>
        <w:t>4.571e0</w:t>
      </w:r>
    </w:p>
    <w:p w:rsidR="00354DF7" w:rsidRDefault="00354DF7" w:rsidP="00354DF7">
      <w:pPr>
        <w:tabs>
          <w:tab w:val="left" w:pos="6195"/>
        </w:tabs>
      </w:pPr>
      <w:r>
        <w:t>170.1188</w:t>
      </w:r>
      <w:r>
        <w:tab/>
        <w:t>1.189e1</w:t>
      </w:r>
    </w:p>
    <w:p w:rsidR="00354DF7" w:rsidRDefault="00354DF7" w:rsidP="00354DF7">
      <w:pPr>
        <w:tabs>
          <w:tab w:val="left" w:pos="6195"/>
        </w:tabs>
      </w:pPr>
      <w:r>
        <w:t>170.1250</w:t>
      </w:r>
      <w:r>
        <w:tab/>
        <w:t>1.472e1</w:t>
      </w:r>
    </w:p>
    <w:p w:rsidR="00354DF7" w:rsidRDefault="00354DF7" w:rsidP="00354DF7">
      <w:pPr>
        <w:tabs>
          <w:tab w:val="left" w:pos="6195"/>
        </w:tabs>
      </w:pPr>
      <w:r>
        <w:t>170.1302</w:t>
      </w:r>
      <w:r>
        <w:tab/>
        <w:t>8.870e0</w:t>
      </w:r>
    </w:p>
    <w:p w:rsidR="00354DF7" w:rsidRDefault="00354DF7" w:rsidP="00354DF7">
      <w:pPr>
        <w:tabs>
          <w:tab w:val="left" w:pos="6195"/>
        </w:tabs>
      </w:pPr>
      <w:r>
        <w:t>170.1314</w:t>
      </w:r>
      <w:r>
        <w:tab/>
        <w:t>5.542e0</w:t>
      </w:r>
    </w:p>
    <w:p w:rsidR="00354DF7" w:rsidRDefault="00354DF7" w:rsidP="00354DF7">
      <w:pPr>
        <w:tabs>
          <w:tab w:val="left" w:pos="6195"/>
        </w:tabs>
      </w:pPr>
      <w:r>
        <w:t>170.1434</w:t>
      </w:r>
      <w:r>
        <w:tab/>
        <w:t>8.707e0</w:t>
      </w:r>
    </w:p>
    <w:p w:rsidR="00354DF7" w:rsidRDefault="00354DF7" w:rsidP="00354DF7">
      <w:pPr>
        <w:tabs>
          <w:tab w:val="left" w:pos="6195"/>
        </w:tabs>
      </w:pPr>
      <w:r>
        <w:t>170.1618</w:t>
      </w:r>
      <w:r>
        <w:tab/>
        <w:t>3.456e0</w:t>
      </w:r>
    </w:p>
    <w:p w:rsidR="00354DF7" w:rsidRDefault="00354DF7" w:rsidP="00354DF7">
      <w:pPr>
        <w:tabs>
          <w:tab w:val="left" w:pos="6195"/>
        </w:tabs>
      </w:pPr>
      <w:r>
        <w:t>170.1675</w:t>
      </w:r>
      <w:r>
        <w:tab/>
        <w:t>7.185e0</w:t>
      </w:r>
    </w:p>
    <w:p w:rsidR="00354DF7" w:rsidRDefault="00354DF7" w:rsidP="00354DF7">
      <w:pPr>
        <w:tabs>
          <w:tab w:val="left" w:pos="6195"/>
        </w:tabs>
      </w:pPr>
      <w:r>
        <w:t>170.1689</w:t>
      </w:r>
      <w:r>
        <w:tab/>
        <w:t>1.036e0</w:t>
      </w:r>
    </w:p>
    <w:p w:rsidR="00354DF7" w:rsidRDefault="00354DF7" w:rsidP="00354DF7">
      <w:pPr>
        <w:tabs>
          <w:tab w:val="left" w:pos="6195"/>
        </w:tabs>
      </w:pPr>
      <w:r>
        <w:t>170.1962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170.1995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170.2032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170.2138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170.2208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170.2264</w:t>
      </w:r>
      <w:r>
        <w:tab/>
        <w:t>1.429e0</w:t>
      </w:r>
    </w:p>
    <w:p w:rsidR="00354DF7" w:rsidRDefault="00354DF7" w:rsidP="00354DF7">
      <w:pPr>
        <w:tabs>
          <w:tab w:val="left" w:pos="6195"/>
        </w:tabs>
      </w:pPr>
      <w:r>
        <w:lastRenderedPageBreak/>
        <w:t>170.2278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170.2383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170.2486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170.2594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170.2681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170.2696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170.2797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170.2863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170.2931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170.3037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170.3106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170.3143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170.3162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170.3386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170.3493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170.3564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170.3667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170.3737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170.3771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170.3819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170.3838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170.3886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170.3972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170.4075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170.4321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170.4349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170.4464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170.4549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170.4567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170.4758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170.4829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170.4844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170.4945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170.4961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170.5099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170.5118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170.5171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170.5189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170.5330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170.5399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170.5432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170.5467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170.5625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170.5688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170.5748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170.5768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170.5855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170.5921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170.5955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170.6067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170.6089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170.6134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170.6268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170.6309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170.6335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170.6370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170.6511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170.6581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170.6616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170.6649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170.6684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170.6792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170.6810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170.6826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170.6964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170.6995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170.7132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170.7165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170.7216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170.7306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170.7386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170.7480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170.7534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170.7587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170.7727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170.7743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170.7762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170.7914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170.7939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170.8006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170.8040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170.8208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170.8402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170.8521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170.8557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170.8699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170.8769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170.8802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170.8857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170.8981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170.8995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170.9022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170.9218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170.9252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170.9263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170.9386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170.9424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170.9457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170.9504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170.9668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170.9785</w:t>
      </w:r>
      <w:r>
        <w:tab/>
        <w:t>3.380e0</w:t>
      </w:r>
    </w:p>
    <w:p w:rsidR="00354DF7" w:rsidRDefault="00354DF7" w:rsidP="00354DF7">
      <w:pPr>
        <w:tabs>
          <w:tab w:val="left" w:pos="6195"/>
        </w:tabs>
      </w:pPr>
      <w:r>
        <w:t>170.9846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170.9934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170.9951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171.0057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171.0246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171.0262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171.0280</w:t>
      </w:r>
      <w:r>
        <w:tab/>
        <w:t>6.673e0</w:t>
      </w:r>
    </w:p>
    <w:p w:rsidR="00354DF7" w:rsidRDefault="00354DF7" w:rsidP="00354DF7">
      <w:pPr>
        <w:tabs>
          <w:tab w:val="left" w:pos="6195"/>
        </w:tabs>
      </w:pPr>
      <w:r>
        <w:t>171.0345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171.0373</w:t>
      </w:r>
      <w:r>
        <w:tab/>
        <w:t>9.754e0</w:t>
      </w:r>
    </w:p>
    <w:p w:rsidR="00354DF7" w:rsidRDefault="00354DF7" w:rsidP="00354DF7">
      <w:pPr>
        <w:tabs>
          <w:tab w:val="left" w:pos="6195"/>
        </w:tabs>
      </w:pPr>
      <w:r>
        <w:t>171.0640</w:t>
      </w:r>
      <w:r>
        <w:tab/>
        <w:t>1.456e0</w:t>
      </w:r>
    </w:p>
    <w:p w:rsidR="00354DF7" w:rsidRDefault="00354DF7" w:rsidP="00354DF7">
      <w:pPr>
        <w:tabs>
          <w:tab w:val="left" w:pos="6195"/>
        </w:tabs>
      </w:pPr>
      <w:r>
        <w:lastRenderedPageBreak/>
        <w:t>171.0655</w:t>
      </w:r>
      <w:r>
        <w:tab/>
        <w:t>7.411e0</w:t>
      </w:r>
    </w:p>
    <w:p w:rsidR="00354DF7" w:rsidRDefault="00354DF7" w:rsidP="00354DF7">
      <w:pPr>
        <w:tabs>
          <w:tab w:val="left" w:pos="6195"/>
        </w:tabs>
      </w:pPr>
      <w:r>
        <w:t>171.0692</w:t>
      </w:r>
      <w:r>
        <w:tab/>
        <w:t>1.027e1</w:t>
      </w:r>
    </w:p>
    <w:p w:rsidR="00354DF7" w:rsidRDefault="00354DF7" w:rsidP="00354DF7">
      <w:pPr>
        <w:tabs>
          <w:tab w:val="left" w:pos="6195"/>
        </w:tabs>
      </w:pPr>
      <w:r>
        <w:t>171.0766</w:t>
      </w:r>
      <w:r>
        <w:tab/>
        <w:t>1.981e1</w:t>
      </w:r>
    </w:p>
    <w:p w:rsidR="00354DF7" w:rsidRDefault="00354DF7" w:rsidP="00354DF7">
      <w:pPr>
        <w:tabs>
          <w:tab w:val="left" w:pos="6195"/>
        </w:tabs>
      </w:pPr>
      <w:r>
        <w:t>171.0779</w:t>
      </w:r>
      <w:r>
        <w:tab/>
        <w:t>2.278e0</w:t>
      </w:r>
    </w:p>
    <w:p w:rsidR="00354DF7" w:rsidRDefault="00354DF7" w:rsidP="00354DF7">
      <w:pPr>
        <w:tabs>
          <w:tab w:val="left" w:pos="6195"/>
        </w:tabs>
      </w:pPr>
      <w:r>
        <w:t>171.1031</w:t>
      </w:r>
      <w:r>
        <w:tab/>
        <w:t>3.246e0</w:t>
      </w:r>
    </w:p>
    <w:p w:rsidR="00354DF7" w:rsidRDefault="00354DF7" w:rsidP="00354DF7">
      <w:pPr>
        <w:tabs>
          <w:tab w:val="left" w:pos="6195"/>
        </w:tabs>
      </w:pPr>
      <w:r>
        <w:t>171.1048</w:t>
      </w:r>
      <w:r>
        <w:tab/>
        <w:t>1.845e0</w:t>
      </w:r>
    </w:p>
    <w:p w:rsidR="00354DF7" w:rsidRDefault="00354DF7" w:rsidP="00354DF7">
      <w:pPr>
        <w:tabs>
          <w:tab w:val="left" w:pos="6195"/>
        </w:tabs>
      </w:pPr>
      <w:r>
        <w:t>171.1063</w:t>
      </w:r>
      <w:r>
        <w:tab/>
        <w:t>4.174e0</w:t>
      </w:r>
    </w:p>
    <w:p w:rsidR="00354DF7" w:rsidRDefault="00354DF7" w:rsidP="00354DF7">
      <w:pPr>
        <w:tabs>
          <w:tab w:val="left" w:pos="6195"/>
        </w:tabs>
      </w:pPr>
      <w:r>
        <w:t>171.1118</w:t>
      </w:r>
      <w:r>
        <w:tab/>
        <w:t>7.368e0</w:t>
      </w:r>
    </w:p>
    <w:p w:rsidR="00354DF7" w:rsidRDefault="00354DF7" w:rsidP="00354DF7">
      <w:pPr>
        <w:tabs>
          <w:tab w:val="left" w:pos="6195"/>
        </w:tabs>
      </w:pPr>
      <w:r>
        <w:t>171.1472</w:t>
      </w:r>
      <w:r>
        <w:tab/>
        <w:t>1.570e1</w:t>
      </w:r>
    </w:p>
    <w:p w:rsidR="00354DF7" w:rsidRDefault="00354DF7" w:rsidP="00354DF7">
      <w:pPr>
        <w:tabs>
          <w:tab w:val="left" w:pos="6195"/>
        </w:tabs>
      </w:pPr>
      <w:r>
        <w:t>171.1492</w:t>
      </w:r>
      <w:r>
        <w:tab/>
        <w:t>2.769e1</w:t>
      </w:r>
    </w:p>
    <w:p w:rsidR="00354DF7" w:rsidRDefault="00354DF7" w:rsidP="00354DF7">
      <w:pPr>
        <w:tabs>
          <w:tab w:val="left" w:pos="6195"/>
        </w:tabs>
      </w:pPr>
      <w:r>
        <w:t>171.1503</w:t>
      </w:r>
      <w:r>
        <w:tab/>
        <w:t>1.707e1</w:t>
      </w:r>
    </w:p>
    <w:p w:rsidR="00354DF7" w:rsidRDefault="00354DF7" w:rsidP="00354DF7">
      <w:pPr>
        <w:tabs>
          <w:tab w:val="left" w:pos="6195"/>
        </w:tabs>
      </w:pPr>
      <w:r>
        <w:t>171.1538</w:t>
      </w:r>
      <w:r>
        <w:tab/>
        <w:t>1.358e1</w:t>
      </w:r>
    </w:p>
    <w:p w:rsidR="00354DF7" w:rsidRDefault="00354DF7" w:rsidP="00354DF7">
      <w:pPr>
        <w:tabs>
          <w:tab w:val="left" w:pos="6195"/>
        </w:tabs>
      </w:pPr>
      <w:r>
        <w:t>171.1793</w:t>
      </w:r>
      <w:r>
        <w:tab/>
        <w:t>1.840e0</w:t>
      </w:r>
    </w:p>
    <w:p w:rsidR="00354DF7" w:rsidRDefault="00354DF7" w:rsidP="00354DF7">
      <w:pPr>
        <w:tabs>
          <w:tab w:val="left" w:pos="6195"/>
        </w:tabs>
      </w:pPr>
      <w:r>
        <w:t>171.1818</w:t>
      </w:r>
      <w:r>
        <w:tab/>
        <w:t>2.963e0</w:t>
      </w:r>
    </w:p>
    <w:p w:rsidR="00354DF7" w:rsidRDefault="00354DF7" w:rsidP="00354DF7">
      <w:pPr>
        <w:tabs>
          <w:tab w:val="left" w:pos="6195"/>
        </w:tabs>
      </w:pPr>
      <w:r>
        <w:t>171.1849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171.1930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171.1998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171.2056</w:t>
      </w:r>
      <w:r>
        <w:tab/>
        <w:t>3.335e0</w:t>
      </w:r>
    </w:p>
    <w:p w:rsidR="00354DF7" w:rsidRDefault="00354DF7" w:rsidP="00354DF7">
      <w:pPr>
        <w:tabs>
          <w:tab w:val="left" w:pos="6195"/>
        </w:tabs>
      </w:pPr>
      <w:r>
        <w:t>171.2177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171.2249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171.2335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171.2518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171.2638</w:t>
      </w:r>
      <w:r>
        <w:tab/>
        <w:t>4.091e0</w:t>
      </w:r>
    </w:p>
    <w:p w:rsidR="00354DF7" w:rsidRDefault="00354DF7" w:rsidP="00354DF7">
      <w:pPr>
        <w:tabs>
          <w:tab w:val="left" w:pos="6195"/>
        </w:tabs>
      </w:pPr>
      <w:r>
        <w:t>171.2724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171.2744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171.2797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171.2832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171.2901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171.2973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171.3030</w:t>
      </w:r>
      <w:r>
        <w:tab/>
        <w:t>3.446e0</w:t>
      </w:r>
    </w:p>
    <w:p w:rsidR="00354DF7" w:rsidRDefault="00354DF7" w:rsidP="00354DF7">
      <w:pPr>
        <w:tabs>
          <w:tab w:val="left" w:pos="6195"/>
        </w:tabs>
      </w:pPr>
      <w:r>
        <w:t>171.3217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171.3289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171.3325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171.3359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171.3533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171.3564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171.3600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171.3700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171.3735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171.3769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171.3943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171.3981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171.4069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171.4162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171.4192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171.4330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171.4367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171.4402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171.4507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171.4544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171.4612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171.4813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171.4863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171.4916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171.4943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171.5041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171.5089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171.5127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171.5165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171.5200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171.5340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171.5408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171.5463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171.5521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171.5587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171.5640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171.5707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171.5762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171.5930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171.5964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171.5979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171.5995</w:t>
      </w:r>
      <w:r>
        <w:tab/>
        <w:t>3.071e0</w:t>
      </w:r>
    </w:p>
    <w:p w:rsidR="00354DF7" w:rsidRDefault="00354DF7" w:rsidP="00354DF7">
      <w:pPr>
        <w:tabs>
          <w:tab w:val="left" w:pos="6195"/>
        </w:tabs>
      </w:pPr>
      <w:r>
        <w:t>171.6007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171.6172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171.6278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171.6419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171.6453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171.6489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171.6724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171.6769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171.6806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171.6842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171.7009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171.7079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171.7198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171.7286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171.7533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171.7591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171.7603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171.7744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171.7834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171.7847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171.7920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171.7996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171.8059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171.8195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171.8418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171.8506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171.8539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171.8577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171.8610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171.8717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171.8893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171.8939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171.8999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171.9272</w:t>
      </w:r>
      <w:r>
        <w:tab/>
        <w:t>9.970e0</w:t>
      </w:r>
    </w:p>
    <w:p w:rsidR="00354DF7" w:rsidRDefault="00354DF7" w:rsidP="00354DF7">
      <w:pPr>
        <w:tabs>
          <w:tab w:val="left" w:pos="6195"/>
        </w:tabs>
      </w:pPr>
      <w:r>
        <w:t>171.9376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171.9512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171.9532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171.9558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171.9620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171.9742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171.9797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171.9888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171.9936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172.0008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172.0253</w:t>
      </w:r>
      <w:r>
        <w:tab/>
        <w:t>2.819e0</w:t>
      </w:r>
    </w:p>
    <w:p w:rsidR="00354DF7" w:rsidRDefault="00354DF7" w:rsidP="00354DF7">
      <w:pPr>
        <w:tabs>
          <w:tab w:val="left" w:pos="6195"/>
        </w:tabs>
      </w:pPr>
      <w:r>
        <w:t>172.0288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172.0309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172.0410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172.0527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172.0577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172.0588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172.0642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172.0732</w:t>
      </w:r>
      <w:r>
        <w:tab/>
        <w:t>1.943e0</w:t>
      </w:r>
    </w:p>
    <w:p w:rsidR="00354DF7" w:rsidRDefault="00354DF7" w:rsidP="00354DF7">
      <w:pPr>
        <w:tabs>
          <w:tab w:val="left" w:pos="6195"/>
        </w:tabs>
      </w:pPr>
      <w:r>
        <w:t>172.0901</w:t>
      </w:r>
      <w:r>
        <w:tab/>
        <w:t>1.176e0</w:t>
      </w:r>
    </w:p>
    <w:p w:rsidR="00354DF7" w:rsidRDefault="00354DF7" w:rsidP="00354DF7">
      <w:pPr>
        <w:tabs>
          <w:tab w:val="left" w:pos="6195"/>
        </w:tabs>
      </w:pPr>
      <w:r>
        <w:t>172.0936</w:t>
      </w:r>
      <w:r>
        <w:tab/>
        <w:t>2.403e1</w:t>
      </w:r>
    </w:p>
    <w:p w:rsidR="00354DF7" w:rsidRDefault="00354DF7" w:rsidP="00354DF7">
      <w:pPr>
        <w:tabs>
          <w:tab w:val="left" w:pos="6195"/>
        </w:tabs>
      </w:pPr>
      <w:r>
        <w:t>172.0948</w:t>
      </w:r>
      <w:r>
        <w:tab/>
        <w:t>6.276e0</w:t>
      </w:r>
    </w:p>
    <w:p w:rsidR="00354DF7" w:rsidRDefault="00354DF7" w:rsidP="00354DF7">
      <w:pPr>
        <w:tabs>
          <w:tab w:val="left" w:pos="6195"/>
        </w:tabs>
      </w:pPr>
      <w:r>
        <w:t>172.0967</w:t>
      </w:r>
      <w:r>
        <w:tab/>
        <w:t>3.265e0</w:t>
      </w:r>
    </w:p>
    <w:p w:rsidR="00354DF7" w:rsidRDefault="00354DF7" w:rsidP="00354DF7">
      <w:pPr>
        <w:tabs>
          <w:tab w:val="left" w:pos="6195"/>
        </w:tabs>
      </w:pPr>
      <w:r>
        <w:t>172.1335</w:t>
      </w:r>
      <w:r>
        <w:tab/>
        <w:t>3.825e1</w:t>
      </w:r>
    </w:p>
    <w:p w:rsidR="00354DF7" w:rsidRDefault="00354DF7" w:rsidP="00354DF7">
      <w:pPr>
        <w:tabs>
          <w:tab w:val="left" w:pos="6195"/>
        </w:tabs>
      </w:pPr>
      <w:r>
        <w:t>172.1365</w:t>
      </w:r>
      <w:r>
        <w:tab/>
        <w:t>6.801e1</w:t>
      </w:r>
    </w:p>
    <w:p w:rsidR="00354DF7" w:rsidRDefault="00354DF7" w:rsidP="00354DF7">
      <w:pPr>
        <w:tabs>
          <w:tab w:val="left" w:pos="6195"/>
        </w:tabs>
      </w:pPr>
      <w:r>
        <w:t>172.1378</w:t>
      </w:r>
      <w:r>
        <w:tab/>
        <w:t>5.430e1</w:t>
      </w:r>
    </w:p>
    <w:p w:rsidR="00354DF7" w:rsidRDefault="00354DF7" w:rsidP="00354DF7">
      <w:pPr>
        <w:tabs>
          <w:tab w:val="left" w:pos="6195"/>
        </w:tabs>
      </w:pPr>
      <w:r>
        <w:t>172.1679</w:t>
      </w:r>
      <w:r>
        <w:tab/>
        <w:t>2.812e0</w:t>
      </w:r>
    </w:p>
    <w:p w:rsidR="00354DF7" w:rsidRDefault="00354DF7" w:rsidP="00354DF7">
      <w:pPr>
        <w:tabs>
          <w:tab w:val="left" w:pos="6195"/>
        </w:tabs>
      </w:pPr>
      <w:r>
        <w:lastRenderedPageBreak/>
        <w:t>172.1729</w:t>
      </w:r>
      <w:r>
        <w:tab/>
        <w:t>1.728e0</w:t>
      </w:r>
    </w:p>
    <w:p w:rsidR="00354DF7" w:rsidRDefault="00354DF7" w:rsidP="00354DF7">
      <w:pPr>
        <w:tabs>
          <w:tab w:val="left" w:pos="6195"/>
        </w:tabs>
      </w:pPr>
      <w:r>
        <w:t>172.1740</w:t>
      </w:r>
      <w:r>
        <w:tab/>
        <w:t>2.730e0</w:t>
      </w:r>
    </w:p>
    <w:p w:rsidR="00354DF7" w:rsidRDefault="00354DF7" w:rsidP="00354DF7">
      <w:pPr>
        <w:tabs>
          <w:tab w:val="left" w:pos="6195"/>
        </w:tabs>
      </w:pPr>
      <w:r>
        <w:t>172.1883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172.1973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172.2060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172.2201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172.2220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172.2238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172.2419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172.2443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172.2495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172.2731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172.2799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172.2901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172.2975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172.3184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172.3281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172.3354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172.3457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172.3600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172.3706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172.3812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172.3866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172.3918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172.3966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172.4139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172.4155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172.4170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172.4326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172.4357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172.4396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172.4504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172.4609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172.4751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172.4945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172.4996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172.5014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172.5193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172.5239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172.5293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172.5309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172.5374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172.5460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172.5582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172.5618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172.5681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172.5726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172.5797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172.5855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172.5867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172.5900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172.5973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172.6008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172.6026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172.6108</w:t>
      </w:r>
      <w:r>
        <w:tab/>
        <w:t>2.607e0</w:t>
      </w:r>
    </w:p>
    <w:p w:rsidR="00354DF7" w:rsidRDefault="00354DF7" w:rsidP="00354DF7">
      <w:pPr>
        <w:tabs>
          <w:tab w:val="left" w:pos="6195"/>
        </w:tabs>
      </w:pPr>
      <w:r>
        <w:t>172.6121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172.6255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172.6431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172.6480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172.6531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172.6633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172.6736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172.6878</w:t>
      </w:r>
      <w:r>
        <w:tab/>
        <w:t>2.238e0</w:t>
      </w:r>
    </w:p>
    <w:p w:rsidR="00354DF7" w:rsidRDefault="00354DF7" w:rsidP="00354DF7">
      <w:pPr>
        <w:tabs>
          <w:tab w:val="left" w:pos="6195"/>
        </w:tabs>
      </w:pPr>
      <w:r>
        <w:t>172.6913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172.6948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172.6962</w:t>
      </w:r>
      <w:r>
        <w:tab/>
        <w:t>2.602e0</w:t>
      </w:r>
    </w:p>
    <w:p w:rsidR="00354DF7" w:rsidRDefault="00354DF7" w:rsidP="00354DF7">
      <w:pPr>
        <w:tabs>
          <w:tab w:val="left" w:pos="6195"/>
        </w:tabs>
      </w:pPr>
      <w:r>
        <w:t>172.6999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172.7142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172.7160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172.7193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172.7248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172.7431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172.7478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172.7584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172.7652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172.7717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172.7751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172.7771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172.7788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172.7856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172.7958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172.8168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172.8206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172.8239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172.8347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172.8382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172.8415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172.8450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172.8488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172.8523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172.8718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172.8909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172.8932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172.8977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172.9077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172.9165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172.9181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172.9411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172.9498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172.9614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172.9780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172.9920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173.0029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173.0166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173.0184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173.0294</w:t>
      </w:r>
      <w:r>
        <w:tab/>
        <w:t>5.879e0</w:t>
      </w:r>
    </w:p>
    <w:p w:rsidR="00354DF7" w:rsidRDefault="00354DF7" w:rsidP="00354DF7">
      <w:pPr>
        <w:tabs>
          <w:tab w:val="left" w:pos="6195"/>
        </w:tabs>
      </w:pPr>
      <w:r>
        <w:t>173.0314</w:t>
      </w:r>
      <w:r>
        <w:tab/>
        <w:t>1.796e1</w:t>
      </w:r>
    </w:p>
    <w:p w:rsidR="00354DF7" w:rsidRDefault="00354DF7" w:rsidP="00354DF7">
      <w:pPr>
        <w:tabs>
          <w:tab w:val="left" w:pos="6195"/>
        </w:tabs>
      </w:pPr>
      <w:r>
        <w:t>173.0335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173.0349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173.0444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173.0513</w:t>
      </w:r>
      <w:r>
        <w:tab/>
        <w:t>3.851e0</w:t>
      </w:r>
    </w:p>
    <w:p w:rsidR="00354DF7" w:rsidRDefault="00354DF7" w:rsidP="00354DF7">
      <w:pPr>
        <w:tabs>
          <w:tab w:val="left" w:pos="6195"/>
        </w:tabs>
      </w:pPr>
      <w:r>
        <w:t>173.0691</w:t>
      </w:r>
      <w:r>
        <w:tab/>
        <w:t>2.272e0</w:t>
      </w:r>
    </w:p>
    <w:p w:rsidR="00354DF7" w:rsidRDefault="00354DF7" w:rsidP="00354DF7">
      <w:pPr>
        <w:tabs>
          <w:tab w:val="left" w:pos="6195"/>
        </w:tabs>
      </w:pPr>
      <w:r>
        <w:t>173.0730</w:t>
      </w:r>
      <w:r>
        <w:tab/>
        <w:t>4.053e0</w:t>
      </w:r>
    </w:p>
    <w:p w:rsidR="00354DF7" w:rsidRDefault="00354DF7" w:rsidP="00354DF7">
      <w:pPr>
        <w:tabs>
          <w:tab w:val="left" w:pos="6195"/>
        </w:tabs>
      </w:pPr>
      <w:r>
        <w:t>173.0766</w:t>
      </w:r>
      <w:r>
        <w:tab/>
        <w:t>5.059e0</w:t>
      </w:r>
    </w:p>
    <w:p w:rsidR="00354DF7" w:rsidRDefault="00354DF7" w:rsidP="00354DF7">
      <w:pPr>
        <w:tabs>
          <w:tab w:val="left" w:pos="6195"/>
        </w:tabs>
      </w:pPr>
      <w:r>
        <w:lastRenderedPageBreak/>
        <w:t>173.0820</w:t>
      </w:r>
      <w:r>
        <w:tab/>
        <w:t>2.334e0</w:t>
      </w:r>
    </w:p>
    <w:p w:rsidR="00354DF7" w:rsidRDefault="00354DF7" w:rsidP="00354DF7">
      <w:pPr>
        <w:tabs>
          <w:tab w:val="left" w:pos="6195"/>
        </w:tabs>
      </w:pPr>
      <w:r>
        <w:t>173.0901</w:t>
      </w:r>
      <w:r>
        <w:tab/>
        <w:t>2.731e0</w:t>
      </w:r>
    </w:p>
    <w:p w:rsidR="00354DF7" w:rsidRDefault="00354DF7" w:rsidP="00354DF7">
      <w:pPr>
        <w:tabs>
          <w:tab w:val="left" w:pos="6195"/>
        </w:tabs>
      </w:pPr>
      <w:r>
        <w:t>173.0947</w:t>
      </w:r>
      <w:r>
        <w:tab/>
        <w:t>1.202e0</w:t>
      </w:r>
    </w:p>
    <w:p w:rsidR="00354DF7" w:rsidRDefault="00354DF7" w:rsidP="00354DF7">
      <w:pPr>
        <w:tabs>
          <w:tab w:val="left" w:pos="6195"/>
        </w:tabs>
      </w:pPr>
      <w:r>
        <w:t>173.1286</w:t>
      </w:r>
      <w:r>
        <w:tab/>
        <w:t>2.187e1</w:t>
      </w:r>
    </w:p>
    <w:p w:rsidR="00354DF7" w:rsidRDefault="00354DF7" w:rsidP="00354DF7">
      <w:pPr>
        <w:tabs>
          <w:tab w:val="left" w:pos="6195"/>
        </w:tabs>
      </w:pPr>
      <w:r>
        <w:t>173.1296</w:t>
      </w:r>
      <w:r>
        <w:tab/>
        <w:t>3.214e1</w:t>
      </w:r>
    </w:p>
    <w:p w:rsidR="00354DF7" w:rsidRDefault="00354DF7" w:rsidP="00354DF7">
      <w:pPr>
        <w:tabs>
          <w:tab w:val="left" w:pos="6195"/>
        </w:tabs>
      </w:pPr>
      <w:r>
        <w:t>173.1306</w:t>
      </w:r>
      <w:r>
        <w:tab/>
        <w:t>3.607e1</w:t>
      </w:r>
    </w:p>
    <w:p w:rsidR="00354DF7" w:rsidRDefault="00354DF7" w:rsidP="00354DF7">
      <w:pPr>
        <w:tabs>
          <w:tab w:val="left" w:pos="6195"/>
        </w:tabs>
      </w:pPr>
      <w:r>
        <w:t>173.1324</w:t>
      </w:r>
      <w:r>
        <w:tab/>
        <w:t>8.437e1</w:t>
      </w:r>
    </w:p>
    <w:p w:rsidR="00354DF7" w:rsidRDefault="00354DF7" w:rsidP="00354DF7">
      <w:pPr>
        <w:tabs>
          <w:tab w:val="left" w:pos="6195"/>
        </w:tabs>
      </w:pPr>
      <w:r>
        <w:t>173.1740</w:t>
      </w:r>
      <w:r>
        <w:tab/>
        <w:t>6.421e0</w:t>
      </w:r>
    </w:p>
    <w:p w:rsidR="00354DF7" w:rsidRDefault="00354DF7" w:rsidP="00354DF7">
      <w:pPr>
        <w:tabs>
          <w:tab w:val="left" w:pos="6195"/>
        </w:tabs>
      </w:pPr>
      <w:r>
        <w:t>173.1918</w:t>
      </w:r>
      <w:r>
        <w:tab/>
        <w:t>3.263e0</w:t>
      </w:r>
    </w:p>
    <w:p w:rsidR="00354DF7" w:rsidRDefault="00354DF7" w:rsidP="00354DF7">
      <w:pPr>
        <w:tabs>
          <w:tab w:val="left" w:pos="6195"/>
        </w:tabs>
      </w:pPr>
      <w:r>
        <w:t>173.1979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173.2017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173.2052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173.2087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173.2370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173.2473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173.2485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173.2547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173.2649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173.2687</w:t>
      </w:r>
      <w:r>
        <w:tab/>
        <w:t>3.046e0</w:t>
      </w:r>
    </w:p>
    <w:p w:rsidR="00354DF7" w:rsidRDefault="00354DF7" w:rsidP="00354DF7">
      <w:pPr>
        <w:tabs>
          <w:tab w:val="left" w:pos="6195"/>
        </w:tabs>
      </w:pPr>
      <w:r>
        <w:lastRenderedPageBreak/>
        <w:t>173.2720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173.2843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173.2854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173.2958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173.2991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173.3008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173.3024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173.3060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173.3105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173.3311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173.3328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173.3379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173.3417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173.3505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173.3520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173.3664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173.3763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173.3859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173.3915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173.3995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173.4083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173.4104</w:t>
      </w:r>
      <w:r>
        <w:tab/>
        <w:t>3.964e0</w:t>
      </w:r>
    </w:p>
    <w:p w:rsidR="00354DF7" w:rsidRDefault="00354DF7" w:rsidP="00354DF7">
      <w:pPr>
        <w:tabs>
          <w:tab w:val="left" w:pos="6195"/>
        </w:tabs>
      </w:pPr>
      <w:r>
        <w:t>173.4181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173.4219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173.4253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173.4285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173.4355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173.4576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173.4640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173.4850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173.4958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173.4994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173.5029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173.5098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173.5227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173.5292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173.5581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173.5652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173.5686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173.5738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173.5828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173.5847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173.5901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173.5934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173.6007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173.6077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173.6104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173.6289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173.6380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173.6484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173.6500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173.6535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173.6572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173.6640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173.6672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173.6842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173.6879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173.6948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173.7106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173.7120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173.7408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173.7422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173.7476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173.7512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173.7585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173.7798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173.7971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173.8037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173.8074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173.8244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173.8316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173.8580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173.8596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173.8631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173.8704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173.8772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173.8846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173.8987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173.9022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173.9058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173.9093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173.9162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173.9371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173.9437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173.9574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173.9646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173.9672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173.9753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173.9823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173.9912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174.0142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174.0175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174.0268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174.0319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174.0387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174.0443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174.0458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174.0534</w:t>
      </w:r>
      <w:r>
        <w:tab/>
        <w:t>1.826e0</w:t>
      </w:r>
    </w:p>
    <w:p w:rsidR="00354DF7" w:rsidRDefault="00354DF7" w:rsidP="00354DF7">
      <w:pPr>
        <w:tabs>
          <w:tab w:val="left" w:pos="6195"/>
        </w:tabs>
      </w:pPr>
      <w:r>
        <w:t>174.0739</w:t>
      </w:r>
      <w:r>
        <w:tab/>
        <w:t>2.341e0</w:t>
      </w:r>
    </w:p>
    <w:p w:rsidR="00354DF7" w:rsidRDefault="00354DF7" w:rsidP="00354DF7">
      <w:pPr>
        <w:tabs>
          <w:tab w:val="left" w:pos="6195"/>
        </w:tabs>
      </w:pPr>
      <w:r>
        <w:t>174.0760</w:t>
      </w:r>
      <w:r>
        <w:tab/>
        <w:t>4.519e0</w:t>
      </w:r>
    </w:p>
    <w:p w:rsidR="00354DF7" w:rsidRDefault="00354DF7" w:rsidP="00354DF7">
      <w:pPr>
        <w:tabs>
          <w:tab w:val="left" w:pos="6195"/>
        </w:tabs>
      </w:pPr>
      <w:r>
        <w:t>174.0789</w:t>
      </w:r>
      <w:r>
        <w:tab/>
        <w:t>6.159e0</w:t>
      </w:r>
    </w:p>
    <w:p w:rsidR="00354DF7" w:rsidRDefault="00354DF7" w:rsidP="00354DF7">
      <w:pPr>
        <w:tabs>
          <w:tab w:val="left" w:pos="6195"/>
        </w:tabs>
      </w:pPr>
      <w:r>
        <w:t>174.0847</w:t>
      </w:r>
      <w:r>
        <w:tab/>
        <w:t>1.483e0</w:t>
      </w:r>
    </w:p>
    <w:p w:rsidR="00354DF7" w:rsidRDefault="00354DF7" w:rsidP="00354DF7">
      <w:pPr>
        <w:tabs>
          <w:tab w:val="left" w:pos="6195"/>
        </w:tabs>
      </w:pPr>
      <w:r>
        <w:t>174.0877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174.0983</w:t>
      </w:r>
      <w:r>
        <w:tab/>
        <w:t>2.207e0</w:t>
      </w:r>
    </w:p>
    <w:p w:rsidR="00354DF7" w:rsidRDefault="00354DF7" w:rsidP="00354DF7">
      <w:pPr>
        <w:tabs>
          <w:tab w:val="left" w:pos="6195"/>
        </w:tabs>
      </w:pPr>
      <w:r>
        <w:t>174.1253</w:t>
      </w:r>
      <w:r>
        <w:tab/>
        <w:t>5.146e0</w:t>
      </w:r>
    </w:p>
    <w:p w:rsidR="00354DF7" w:rsidRDefault="00354DF7" w:rsidP="00354DF7">
      <w:pPr>
        <w:tabs>
          <w:tab w:val="left" w:pos="6195"/>
        </w:tabs>
      </w:pPr>
      <w:r>
        <w:t>174.1269</w:t>
      </w:r>
      <w:r>
        <w:tab/>
        <w:t>9.293e0</w:t>
      </w:r>
    </w:p>
    <w:p w:rsidR="00354DF7" w:rsidRDefault="00354DF7" w:rsidP="00354DF7">
      <w:pPr>
        <w:tabs>
          <w:tab w:val="left" w:pos="6195"/>
        </w:tabs>
      </w:pPr>
      <w:r>
        <w:t>174.1290</w:t>
      </w:r>
      <w:r>
        <w:tab/>
        <w:t>7.901e0</w:t>
      </w:r>
    </w:p>
    <w:p w:rsidR="00354DF7" w:rsidRDefault="00354DF7" w:rsidP="00354DF7">
      <w:pPr>
        <w:tabs>
          <w:tab w:val="left" w:pos="6195"/>
        </w:tabs>
      </w:pPr>
      <w:r>
        <w:t>174.1345</w:t>
      </w:r>
      <w:r>
        <w:tab/>
        <w:t>3.173e0</w:t>
      </w:r>
    </w:p>
    <w:p w:rsidR="00354DF7" w:rsidRDefault="00354DF7" w:rsidP="00354DF7">
      <w:pPr>
        <w:tabs>
          <w:tab w:val="left" w:pos="6195"/>
        </w:tabs>
      </w:pPr>
      <w:r>
        <w:t>174.1413</w:t>
      </w:r>
      <w:r>
        <w:tab/>
        <w:t>1.217e1</w:t>
      </w:r>
    </w:p>
    <w:p w:rsidR="00354DF7" w:rsidRDefault="00354DF7" w:rsidP="00354DF7">
      <w:pPr>
        <w:tabs>
          <w:tab w:val="left" w:pos="6195"/>
        </w:tabs>
      </w:pPr>
      <w:r>
        <w:t>174.1496</w:t>
      </w:r>
      <w:r>
        <w:tab/>
        <w:t>7.740e0</w:t>
      </w:r>
    </w:p>
    <w:p w:rsidR="00354DF7" w:rsidRDefault="00354DF7" w:rsidP="00354DF7">
      <w:pPr>
        <w:tabs>
          <w:tab w:val="left" w:pos="6195"/>
        </w:tabs>
      </w:pPr>
      <w:r>
        <w:t>174.1537</w:t>
      </w:r>
      <w:r>
        <w:tab/>
        <w:t>3.093e0</w:t>
      </w:r>
    </w:p>
    <w:p w:rsidR="00354DF7" w:rsidRDefault="00354DF7" w:rsidP="00354DF7">
      <w:pPr>
        <w:tabs>
          <w:tab w:val="left" w:pos="6195"/>
        </w:tabs>
      </w:pPr>
      <w:r>
        <w:t>174.1569</w:t>
      </w:r>
      <w:r>
        <w:tab/>
        <w:t>4.362e0</w:t>
      </w:r>
    </w:p>
    <w:p w:rsidR="00354DF7" w:rsidRDefault="00354DF7" w:rsidP="00354DF7">
      <w:pPr>
        <w:tabs>
          <w:tab w:val="left" w:pos="6195"/>
        </w:tabs>
      </w:pPr>
      <w:r>
        <w:t>174.1584</w:t>
      </w:r>
      <w:r>
        <w:tab/>
        <w:t>6.840e0</w:t>
      </w:r>
    </w:p>
    <w:p w:rsidR="00354DF7" w:rsidRDefault="00354DF7" w:rsidP="00354DF7">
      <w:pPr>
        <w:tabs>
          <w:tab w:val="left" w:pos="6195"/>
        </w:tabs>
      </w:pPr>
      <w:r>
        <w:t>174.1626</w:t>
      </w:r>
      <w:r>
        <w:tab/>
        <w:t>4.765e0</w:t>
      </w:r>
    </w:p>
    <w:p w:rsidR="00354DF7" w:rsidRDefault="00354DF7" w:rsidP="00354DF7">
      <w:pPr>
        <w:tabs>
          <w:tab w:val="left" w:pos="6195"/>
        </w:tabs>
      </w:pPr>
      <w:r>
        <w:lastRenderedPageBreak/>
        <w:t>174.1655</w:t>
      </w:r>
      <w:r>
        <w:tab/>
        <w:t>3.948e0</w:t>
      </w:r>
    </w:p>
    <w:p w:rsidR="00354DF7" w:rsidRDefault="00354DF7" w:rsidP="00354DF7">
      <w:pPr>
        <w:tabs>
          <w:tab w:val="left" w:pos="6195"/>
        </w:tabs>
      </w:pPr>
      <w:r>
        <w:t>174.1729</w:t>
      </w:r>
      <w:r>
        <w:tab/>
        <w:t>1.542e0</w:t>
      </w:r>
    </w:p>
    <w:p w:rsidR="00354DF7" w:rsidRDefault="00354DF7" w:rsidP="00354DF7">
      <w:pPr>
        <w:tabs>
          <w:tab w:val="left" w:pos="6195"/>
        </w:tabs>
      </w:pPr>
      <w:r>
        <w:t>174.1897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174.1935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174.1970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174.2001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174.2092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174.2158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174.2327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174.2346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174.2398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174.2486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174.2521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174.2541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174.2663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174.2771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174.2824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174.2842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174.2930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174.3137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174.3196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174.3266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174.3306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174.3317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174.3544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174.3578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174.3644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174.3820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174.3962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174.3996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174.4081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174.4261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174.4316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174.4367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174.4387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174.4405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174.4600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174.4621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174.4722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174.4931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174.4981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174.4997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174.5188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174.5257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174.5312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174.5431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174.5473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174.5488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174.5579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174.5683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174.5721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174.5809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174.5861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174.6002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174.6022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174.6183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174.6319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174.6353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174.6369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174.6490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174.6537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174.6577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174.6700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174.6733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174.6875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174.6902</w:t>
      </w:r>
      <w:r>
        <w:tab/>
        <w:t>2.311e0</w:t>
      </w:r>
    </w:p>
    <w:p w:rsidR="00354DF7" w:rsidRDefault="00354DF7" w:rsidP="00354DF7">
      <w:pPr>
        <w:tabs>
          <w:tab w:val="left" w:pos="6195"/>
        </w:tabs>
      </w:pPr>
      <w:r>
        <w:t>174.6913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174.6984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174.7054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174.7090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174.7241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174.7442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174.7513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174.7542</w:t>
      </w:r>
      <w:r>
        <w:tab/>
        <w:t>3.757e0</w:t>
      </w:r>
    </w:p>
    <w:p w:rsidR="00354DF7" w:rsidRDefault="00354DF7" w:rsidP="00354DF7">
      <w:pPr>
        <w:tabs>
          <w:tab w:val="left" w:pos="6195"/>
        </w:tabs>
      </w:pPr>
      <w:r>
        <w:t>174.7620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174.7637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174.7792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174.7911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174.7929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174.7943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174.8282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174.8351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174.8445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174.8528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174.8669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174.8778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174.8811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174.8992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174.9131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174.9164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174.9200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174.9229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174.9303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174.9473</w:t>
      </w:r>
      <w:r>
        <w:tab/>
        <w:t>2.079e0</w:t>
      </w:r>
    </w:p>
    <w:p w:rsidR="00354DF7" w:rsidRDefault="00354DF7" w:rsidP="00354DF7">
      <w:pPr>
        <w:tabs>
          <w:tab w:val="left" w:pos="6195"/>
        </w:tabs>
      </w:pPr>
      <w:r>
        <w:t>174.9545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174.9575</w:t>
      </w:r>
      <w:r>
        <w:tab/>
        <w:t>2.771e0</w:t>
      </w:r>
    </w:p>
    <w:p w:rsidR="00354DF7" w:rsidRDefault="00354DF7" w:rsidP="00354DF7">
      <w:pPr>
        <w:tabs>
          <w:tab w:val="left" w:pos="6195"/>
        </w:tabs>
      </w:pPr>
      <w:r>
        <w:t>174.9651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174.9781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174.9794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175.0004</w:t>
      </w:r>
      <w:r>
        <w:tab/>
        <w:t>2.465e0</w:t>
      </w:r>
    </w:p>
    <w:p w:rsidR="00354DF7" w:rsidRDefault="00354DF7" w:rsidP="00354DF7">
      <w:pPr>
        <w:tabs>
          <w:tab w:val="left" w:pos="6195"/>
        </w:tabs>
      </w:pPr>
      <w:r>
        <w:t>175.0197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175.0236</w:t>
      </w:r>
      <w:r>
        <w:tab/>
        <w:t>5.930e0</w:t>
      </w:r>
    </w:p>
    <w:p w:rsidR="00354DF7" w:rsidRDefault="00354DF7" w:rsidP="00354DF7">
      <w:pPr>
        <w:tabs>
          <w:tab w:val="left" w:pos="6195"/>
        </w:tabs>
      </w:pPr>
      <w:r>
        <w:t>175.0414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175.0475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175.0678</w:t>
      </w:r>
      <w:r>
        <w:tab/>
        <w:t>1.022e1</w:t>
      </w:r>
    </w:p>
    <w:p w:rsidR="00354DF7" w:rsidRDefault="00354DF7" w:rsidP="00354DF7">
      <w:pPr>
        <w:tabs>
          <w:tab w:val="left" w:pos="6195"/>
        </w:tabs>
      </w:pPr>
      <w:r>
        <w:t>175.0699</w:t>
      </w:r>
      <w:r>
        <w:tab/>
        <w:t>1.351e1</w:t>
      </w:r>
    </w:p>
    <w:p w:rsidR="00354DF7" w:rsidRDefault="00354DF7" w:rsidP="00354DF7">
      <w:pPr>
        <w:tabs>
          <w:tab w:val="left" w:pos="6195"/>
        </w:tabs>
      </w:pPr>
      <w:r>
        <w:t>175.0727</w:t>
      </w:r>
      <w:r>
        <w:tab/>
        <w:t>2.911e1</w:t>
      </w:r>
    </w:p>
    <w:p w:rsidR="00354DF7" w:rsidRDefault="00354DF7" w:rsidP="00354DF7">
      <w:pPr>
        <w:tabs>
          <w:tab w:val="left" w:pos="6195"/>
        </w:tabs>
      </w:pPr>
      <w:r>
        <w:t>175.0738</w:t>
      </w:r>
      <w:r>
        <w:tab/>
        <w:t>1.059e1</w:t>
      </w:r>
    </w:p>
    <w:p w:rsidR="00354DF7" w:rsidRDefault="00354DF7" w:rsidP="00354DF7">
      <w:pPr>
        <w:tabs>
          <w:tab w:val="left" w:pos="6195"/>
        </w:tabs>
      </w:pPr>
      <w:r>
        <w:t>175.0759</w:t>
      </w:r>
      <w:r>
        <w:tab/>
        <w:t>4.543e0</w:t>
      </w:r>
    </w:p>
    <w:p w:rsidR="00354DF7" w:rsidRDefault="00354DF7" w:rsidP="00354DF7">
      <w:pPr>
        <w:tabs>
          <w:tab w:val="left" w:pos="6195"/>
        </w:tabs>
      </w:pPr>
      <w:r>
        <w:t>175.0932</w:t>
      </w:r>
      <w:r>
        <w:tab/>
        <w:t>4.530e0</w:t>
      </w:r>
    </w:p>
    <w:p w:rsidR="00354DF7" w:rsidRDefault="00354DF7" w:rsidP="00354DF7">
      <w:pPr>
        <w:tabs>
          <w:tab w:val="left" w:pos="6195"/>
        </w:tabs>
      </w:pPr>
      <w:r>
        <w:t>175.1032</w:t>
      </w:r>
      <w:r>
        <w:tab/>
        <w:t>3.007e0</w:t>
      </w:r>
    </w:p>
    <w:p w:rsidR="00354DF7" w:rsidRDefault="00354DF7" w:rsidP="00354DF7">
      <w:pPr>
        <w:tabs>
          <w:tab w:val="left" w:pos="6195"/>
        </w:tabs>
      </w:pPr>
      <w:r>
        <w:t>175.1079</w:t>
      </w:r>
      <w:r>
        <w:tab/>
        <w:t>4.275e0</w:t>
      </w:r>
    </w:p>
    <w:p w:rsidR="00354DF7" w:rsidRDefault="00354DF7" w:rsidP="00354DF7">
      <w:pPr>
        <w:tabs>
          <w:tab w:val="left" w:pos="6195"/>
        </w:tabs>
      </w:pPr>
      <w:r>
        <w:t>175.1120</w:t>
      </w:r>
      <w:r>
        <w:tab/>
        <w:t>3.408e0</w:t>
      </w:r>
    </w:p>
    <w:p w:rsidR="00354DF7" w:rsidRDefault="00354DF7" w:rsidP="00354DF7">
      <w:pPr>
        <w:tabs>
          <w:tab w:val="left" w:pos="6195"/>
        </w:tabs>
      </w:pPr>
      <w:r>
        <w:t>175.1250</w:t>
      </w:r>
      <w:r>
        <w:tab/>
        <w:t>7.460e0</w:t>
      </w:r>
    </w:p>
    <w:p w:rsidR="00354DF7" w:rsidRDefault="00354DF7" w:rsidP="00354DF7">
      <w:pPr>
        <w:tabs>
          <w:tab w:val="left" w:pos="6195"/>
        </w:tabs>
      </w:pPr>
      <w:r>
        <w:lastRenderedPageBreak/>
        <w:t>175.1266</w:t>
      </w:r>
      <w:r>
        <w:tab/>
        <w:t>2.733e0</w:t>
      </w:r>
    </w:p>
    <w:p w:rsidR="00354DF7" w:rsidRDefault="00354DF7" w:rsidP="00354DF7">
      <w:pPr>
        <w:tabs>
          <w:tab w:val="left" w:pos="6195"/>
        </w:tabs>
      </w:pPr>
      <w:r>
        <w:t>175.1309</w:t>
      </w:r>
      <w:r>
        <w:tab/>
        <w:t>5.655e0</w:t>
      </w:r>
    </w:p>
    <w:p w:rsidR="00354DF7" w:rsidRDefault="00354DF7" w:rsidP="00354DF7">
      <w:pPr>
        <w:tabs>
          <w:tab w:val="left" w:pos="6195"/>
        </w:tabs>
      </w:pPr>
      <w:r>
        <w:t>175.1355</w:t>
      </w:r>
      <w:r>
        <w:tab/>
        <w:t>4.273e0</w:t>
      </w:r>
    </w:p>
    <w:p w:rsidR="00354DF7" w:rsidRDefault="00354DF7" w:rsidP="00354DF7">
      <w:pPr>
        <w:tabs>
          <w:tab w:val="left" w:pos="6195"/>
        </w:tabs>
      </w:pPr>
      <w:r>
        <w:t>175.1533</w:t>
      </w:r>
      <w:r>
        <w:tab/>
        <w:t>6.024e0</w:t>
      </w:r>
    </w:p>
    <w:p w:rsidR="00354DF7" w:rsidRDefault="00354DF7" w:rsidP="00354DF7">
      <w:pPr>
        <w:tabs>
          <w:tab w:val="left" w:pos="6195"/>
        </w:tabs>
      </w:pPr>
      <w:r>
        <w:t>175.1555</w:t>
      </w:r>
      <w:r>
        <w:tab/>
        <w:t>1.586e0</w:t>
      </w:r>
    </w:p>
    <w:p w:rsidR="00354DF7" w:rsidRDefault="00354DF7" w:rsidP="00354DF7">
      <w:pPr>
        <w:tabs>
          <w:tab w:val="left" w:pos="6195"/>
        </w:tabs>
      </w:pPr>
      <w:r>
        <w:t>175.1605</w:t>
      </w:r>
      <w:r>
        <w:tab/>
        <w:t>4.518e0</w:t>
      </w:r>
    </w:p>
    <w:p w:rsidR="00354DF7" w:rsidRDefault="00354DF7" w:rsidP="00354DF7">
      <w:pPr>
        <w:tabs>
          <w:tab w:val="left" w:pos="6195"/>
        </w:tabs>
      </w:pPr>
      <w:r>
        <w:t>175.1753</w:t>
      </w:r>
      <w:r>
        <w:tab/>
        <w:t>1.214e0</w:t>
      </w:r>
    </w:p>
    <w:p w:rsidR="00354DF7" w:rsidRDefault="00354DF7" w:rsidP="00354DF7">
      <w:pPr>
        <w:tabs>
          <w:tab w:val="left" w:pos="6195"/>
        </w:tabs>
      </w:pPr>
      <w:r>
        <w:t>175.1837</w:t>
      </w:r>
      <w:r>
        <w:tab/>
        <w:t>2.802e0</w:t>
      </w:r>
    </w:p>
    <w:p w:rsidR="00354DF7" w:rsidRDefault="00354DF7" w:rsidP="00354DF7">
      <w:pPr>
        <w:tabs>
          <w:tab w:val="left" w:pos="6195"/>
        </w:tabs>
      </w:pPr>
      <w:r>
        <w:t>175.2017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175.2099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175.2152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175.2223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175.2255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175.2323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175.2429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175.2480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175.2498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175.2534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175.2729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175.2890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175.3032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175.3066</w:t>
      </w:r>
      <w:r>
        <w:tab/>
        <w:t>9.441e0</w:t>
      </w:r>
    </w:p>
    <w:p w:rsidR="00354DF7" w:rsidRDefault="00354DF7" w:rsidP="00354DF7">
      <w:pPr>
        <w:tabs>
          <w:tab w:val="left" w:pos="6195"/>
        </w:tabs>
      </w:pPr>
      <w:r>
        <w:t>175.3162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175.3315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175.3456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175.3530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175.3596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175.3697</w:t>
      </w:r>
      <w:r>
        <w:tab/>
        <w:t>6.968e0</w:t>
      </w:r>
    </w:p>
    <w:p w:rsidR="00354DF7" w:rsidRDefault="00354DF7" w:rsidP="00354DF7">
      <w:pPr>
        <w:tabs>
          <w:tab w:val="left" w:pos="6195"/>
        </w:tabs>
      </w:pPr>
      <w:r>
        <w:t>175.3770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175.3872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175.3976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175.4012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175.4226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175.4347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175.4401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175.4439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175.4492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175.4509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175.4649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175.4684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175.4775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175.4793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175.4826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175.4900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175.5006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175.5112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175.5132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175.5213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175.5247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175.5458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175.5490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175.5631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175.5685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175.5701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175.5810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175.6023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175.6094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175.6183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175.6198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175.6209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175.6236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175.6342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175.6413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175.6645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175.6699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175.6765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175.6800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175.7078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175.7110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175.7164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175.7182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175.7253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175.7395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175.7573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175.7626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175.7660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175.7713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175.7804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175.7892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175.7999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175.8212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175.8454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175.8555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175.8626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175.8658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175.8674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175.8785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175.8801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175.8981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175.9035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175.9051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175.9123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175.9341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175.9372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175.9476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175.9549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175.9636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175.9725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175.9799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175.9833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175.9865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176.0006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176.0143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176.0179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176.0212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176.0241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176.0318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176.0388</w:t>
      </w:r>
      <w:r>
        <w:tab/>
        <w:t>3.536e0</w:t>
      </w:r>
    </w:p>
    <w:p w:rsidR="00354DF7" w:rsidRDefault="00354DF7" w:rsidP="00354DF7">
      <w:pPr>
        <w:tabs>
          <w:tab w:val="left" w:pos="6195"/>
        </w:tabs>
      </w:pPr>
      <w:r>
        <w:t>176.0567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176.0598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176.0689</w:t>
      </w:r>
      <w:r>
        <w:tab/>
        <w:t>2.070e0</w:t>
      </w:r>
    </w:p>
    <w:p w:rsidR="00354DF7" w:rsidRDefault="00354DF7" w:rsidP="00354DF7">
      <w:pPr>
        <w:tabs>
          <w:tab w:val="left" w:pos="6195"/>
        </w:tabs>
      </w:pPr>
      <w:r>
        <w:t>176.0739</w:t>
      </w:r>
      <w:r>
        <w:tab/>
        <w:t>3.545e0</w:t>
      </w:r>
    </w:p>
    <w:p w:rsidR="00354DF7" w:rsidRDefault="00354DF7" w:rsidP="00354DF7">
      <w:pPr>
        <w:tabs>
          <w:tab w:val="left" w:pos="6195"/>
        </w:tabs>
      </w:pPr>
      <w:r>
        <w:t>176.0904</w:t>
      </w:r>
      <w:r>
        <w:tab/>
        <w:t>2.177e0</w:t>
      </w:r>
    </w:p>
    <w:p w:rsidR="00354DF7" w:rsidRDefault="00354DF7" w:rsidP="00354DF7">
      <w:pPr>
        <w:tabs>
          <w:tab w:val="left" w:pos="6195"/>
        </w:tabs>
      </w:pPr>
      <w:r>
        <w:t>176.1163</w:t>
      </w:r>
      <w:r>
        <w:tab/>
        <w:t>3.422e0</w:t>
      </w:r>
    </w:p>
    <w:p w:rsidR="00354DF7" w:rsidRDefault="00354DF7" w:rsidP="00354DF7">
      <w:pPr>
        <w:tabs>
          <w:tab w:val="left" w:pos="6195"/>
        </w:tabs>
      </w:pPr>
      <w:r>
        <w:lastRenderedPageBreak/>
        <w:t>176.1184</w:t>
      </w:r>
      <w:r>
        <w:tab/>
        <w:t>7.443e0</w:t>
      </w:r>
    </w:p>
    <w:p w:rsidR="00354DF7" w:rsidRDefault="00354DF7" w:rsidP="00354DF7">
      <w:pPr>
        <w:tabs>
          <w:tab w:val="left" w:pos="6195"/>
        </w:tabs>
      </w:pPr>
      <w:r>
        <w:t>176.1195</w:t>
      </w:r>
      <w:r>
        <w:tab/>
        <w:t>9.606e0</w:t>
      </w:r>
    </w:p>
    <w:p w:rsidR="00354DF7" w:rsidRDefault="00354DF7" w:rsidP="00354DF7">
      <w:pPr>
        <w:tabs>
          <w:tab w:val="left" w:pos="6195"/>
        </w:tabs>
      </w:pPr>
      <w:r>
        <w:t>176.1209</w:t>
      </w:r>
      <w:r>
        <w:tab/>
        <w:t>1.164e1</w:t>
      </w:r>
    </w:p>
    <w:p w:rsidR="00354DF7" w:rsidRDefault="00354DF7" w:rsidP="00354DF7">
      <w:pPr>
        <w:tabs>
          <w:tab w:val="left" w:pos="6195"/>
        </w:tabs>
      </w:pPr>
      <w:r>
        <w:t>176.1247</w:t>
      </w:r>
      <w:r>
        <w:tab/>
        <w:t>4.974e0</w:t>
      </w:r>
    </w:p>
    <w:p w:rsidR="00354DF7" w:rsidRDefault="00354DF7" w:rsidP="00354DF7">
      <w:pPr>
        <w:tabs>
          <w:tab w:val="left" w:pos="6195"/>
        </w:tabs>
      </w:pPr>
      <w:r>
        <w:t>176.1302</w:t>
      </w:r>
      <w:r>
        <w:tab/>
        <w:t>5.869e0</w:t>
      </w:r>
    </w:p>
    <w:p w:rsidR="00354DF7" w:rsidRDefault="00354DF7" w:rsidP="00354DF7">
      <w:pPr>
        <w:tabs>
          <w:tab w:val="left" w:pos="6195"/>
        </w:tabs>
      </w:pPr>
      <w:r>
        <w:t>176.1321</w:t>
      </w:r>
      <w:r>
        <w:tab/>
        <w:t>6.569e0</w:t>
      </w:r>
    </w:p>
    <w:p w:rsidR="00354DF7" w:rsidRDefault="00354DF7" w:rsidP="00354DF7">
      <w:pPr>
        <w:tabs>
          <w:tab w:val="left" w:pos="6195"/>
        </w:tabs>
      </w:pPr>
      <w:r>
        <w:t>176.1396</w:t>
      </w:r>
      <w:r>
        <w:tab/>
        <w:t>3.162e0</w:t>
      </w:r>
    </w:p>
    <w:p w:rsidR="00354DF7" w:rsidRDefault="00354DF7" w:rsidP="00354DF7">
      <w:pPr>
        <w:tabs>
          <w:tab w:val="left" w:pos="6195"/>
        </w:tabs>
      </w:pPr>
      <w:r>
        <w:t>176.1543</w:t>
      </w:r>
      <w:r>
        <w:tab/>
        <w:t>2.469e0</w:t>
      </w:r>
    </w:p>
    <w:p w:rsidR="00354DF7" w:rsidRDefault="00354DF7" w:rsidP="00354DF7">
      <w:pPr>
        <w:tabs>
          <w:tab w:val="left" w:pos="6195"/>
        </w:tabs>
      </w:pPr>
      <w:r>
        <w:t>176.1603</w:t>
      </w:r>
      <w:r>
        <w:tab/>
        <w:t>2.995e0</w:t>
      </w:r>
    </w:p>
    <w:p w:rsidR="00354DF7" w:rsidRDefault="00354DF7" w:rsidP="00354DF7">
      <w:pPr>
        <w:tabs>
          <w:tab w:val="left" w:pos="6195"/>
        </w:tabs>
      </w:pPr>
      <w:r>
        <w:t>176.1763</w:t>
      </w:r>
      <w:r>
        <w:tab/>
        <w:t>2.018e0</w:t>
      </w:r>
    </w:p>
    <w:p w:rsidR="00354DF7" w:rsidRDefault="00354DF7" w:rsidP="00354DF7">
      <w:pPr>
        <w:tabs>
          <w:tab w:val="left" w:pos="6195"/>
        </w:tabs>
      </w:pPr>
      <w:r>
        <w:t>176.1787</w:t>
      </w:r>
      <w:r>
        <w:tab/>
        <w:t>1.417e0</w:t>
      </w:r>
    </w:p>
    <w:p w:rsidR="00354DF7" w:rsidRDefault="00354DF7" w:rsidP="00354DF7">
      <w:pPr>
        <w:tabs>
          <w:tab w:val="left" w:pos="6195"/>
        </w:tabs>
      </w:pPr>
      <w:r>
        <w:t>176.1870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176.1992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176.2047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176.2119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176.2240</w:t>
      </w:r>
      <w:r>
        <w:tab/>
        <w:t>3.308e0</w:t>
      </w:r>
    </w:p>
    <w:p w:rsidR="00354DF7" w:rsidRDefault="00354DF7" w:rsidP="00354DF7">
      <w:pPr>
        <w:tabs>
          <w:tab w:val="left" w:pos="6195"/>
        </w:tabs>
      </w:pPr>
      <w:r>
        <w:t>176.2259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176.2297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176.2332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176.2474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176.2590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176.2640</w:t>
      </w:r>
      <w:r>
        <w:tab/>
        <w:t>3.356e0</w:t>
      </w:r>
    </w:p>
    <w:p w:rsidR="00354DF7" w:rsidRDefault="00354DF7" w:rsidP="00354DF7">
      <w:pPr>
        <w:tabs>
          <w:tab w:val="left" w:pos="6195"/>
        </w:tabs>
      </w:pPr>
      <w:r>
        <w:t>176.2652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176.2670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176.2934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176.2973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176.3113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176.3133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176.3145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176.3217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176.3252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176.3390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176.3424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176.3580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176.3634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176.3667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176.3774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176.3858</w:t>
      </w:r>
      <w:r>
        <w:tab/>
        <w:t>3.309e0</w:t>
      </w:r>
    </w:p>
    <w:p w:rsidR="00354DF7" w:rsidRDefault="00354DF7" w:rsidP="00354DF7">
      <w:pPr>
        <w:tabs>
          <w:tab w:val="left" w:pos="6195"/>
        </w:tabs>
      </w:pPr>
      <w:r>
        <w:lastRenderedPageBreak/>
        <w:t>176.3884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176.4060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176.4139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176.4168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176.4346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176.4486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176.4560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176.4595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176.4634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176.4688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176.4713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176.4773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176.4978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176.5015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176.5102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176.5115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176.5257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176.5293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176.5347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176.5363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176.5451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176.5569</w:t>
      </w:r>
      <w:r>
        <w:tab/>
        <w:t>2.304e0</w:t>
      </w:r>
    </w:p>
    <w:p w:rsidR="00354DF7" w:rsidRDefault="00354DF7" w:rsidP="00354DF7">
      <w:pPr>
        <w:tabs>
          <w:tab w:val="left" w:pos="6195"/>
        </w:tabs>
      </w:pPr>
      <w:r>
        <w:t>176.5614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176.5637</w:t>
      </w:r>
      <w:r>
        <w:tab/>
        <w:t>2.345e0</w:t>
      </w:r>
    </w:p>
    <w:p w:rsidR="00354DF7" w:rsidRDefault="00354DF7" w:rsidP="00354DF7">
      <w:pPr>
        <w:tabs>
          <w:tab w:val="left" w:pos="6195"/>
        </w:tabs>
      </w:pPr>
      <w:r>
        <w:t>176.5721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176.5754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176.5827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176.5861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176.6003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176.6112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176.6280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176.6395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176.6503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176.6745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176.6883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176.6902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176.6915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176.7129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176.7203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176.7310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176.7381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176.7630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176.7663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176.7698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176.7843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176.7915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176.7950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176.8042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176.8165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176.8231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176.8370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176.8513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176.8684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176.8701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176.8793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176.8934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176.8970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176.8985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176.9003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176.9146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176.9181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176.9290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176.9326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176.9432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176.9479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176.9566</w:t>
      </w:r>
      <w:r>
        <w:tab/>
        <w:t>2.631e0</w:t>
      </w:r>
    </w:p>
    <w:p w:rsidR="00354DF7" w:rsidRDefault="00354DF7" w:rsidP="00354DF7">
      <w:pPr>
        <w:tabs>
          <w:tab w:val="left" w:pos="6195"/>
        </w:tabs>
      </w:pPr>
      <w:r>
        <w:t>176.9789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176.9825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176.9897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176.9920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176.9964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177.0001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177.0035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177.0087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177.0199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177.0215</w:t>
      </w:r>
      <w:r>
        <w:tab/>
        <w:t>7.943e0</w:t>
      </w:r>
    </w:p>
    <w:p w:rsidR="00354DF7" w:rsidRDefault="00354DF7" w:rsidP="00354DF7">
      <w:pPr>
        <w:tabs>
          <w:tab w:val="left" w:pos="6195"/>
        </w:tabs>
      </w:pPr>
      <w:r>
        <w:lastRenderedPageBreak/>
        <w:t>177.0261</w:t>
      </w:r>
      <w:r>
        <w:tab/>
        <w:t>2.000e0</w:t>
      </w:r>
    </w:p>
    <w:p w:rsidR="00354DF7" w:rsidRDefault="00354DF7" w:rsidP="00354DF7">
      <w:pPr>
        <w:tabs>
          <w:tab w:val="left" w:pos="6195"/>
        </w:tabs>
      </w:pPr>
      <w:r>
        <w:t>177.0311</w:t>
      </w:r>
      <w:r>
        <w:tab/>
        <w:t>3.048e0</w:t>
      </w:r>
    </w:p>
    <w:p w:rsidR="00354DF7" w:rsidRDefault="00354DF7" w:rsidP="00354DF7">
      <w:pPr>
        <w:tabs>
          <w:tab w:val="left" w:pos="6195"/>
        </w:tabs>
      </w:pPr>
      <w:r>
        <w:t>177.0383</w:t>
      </w:r>
      <w:r>
        <w:tab/>
        <w:t>5.638e0</w:t>
      </w:r>
    </w:p>
    <w:p w:rsidR="00354DF7" w:rsidRDefault="00354DF7" w:rsidP="00354DF7">
      <w:pPr>
        <w:tabs>
          <w:tab w:val="left" w:pos="6195"/>
        </w:tabs>
      </w:pPr>
      <w:r>
        <w:t>177.0576</w:t>
      </w:r>
      <w:r>
        <w:tab/>
        <w:t>5.701e0</w:t>
      </w:r>
    </w:p>
    <w:p w:rsidR="00354DF7" w:rsidRDefault="00354DF7" w:rsidP="00354DF7">
      <w:pPr>
        <w:tabs>
          <w:tab w:val="left" w:pos="6195"/>
        </w:tabs>
      </w:pPr>
      <w:r>
        <w:t>177.0592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177.0663</w:t>
      </w:r>
      <w:r>
        <w:tab/>
        <w:t>5.477e0</w:t>
      </w:r>
    </w:p>
    <w:p w:rsidR="00354DF7" w:rsidRDefault="00354DF7" w:rsidP="00354DF7">
      <w:pPr>
        <w:tabs>
          <w:tab w:val="left" w:pos="6195"/>
        </w:tabs>
      </w:pPr>
      <w:r>
        <w:t>177.0685</w:t>
      </w:r>
      <w:r>
        <w:tab/>
        <w:t>2.713e0</w:t>
      </w:r>
    </w:p>
    <w:p w:rsidR="00354DF7" w:rsidRDefault="00354DF7" w:rsidP="00354DF7">
      <w:pPr>
        <w:tabs>
          <w:tab w:val="left" w:pos="6195"/>
        </w:tabs>
      </w:pPr>
      <w:r>
        <w:t>177.0737</w:t>
      </w:r>
      <w:r>
        <w:tab/>
        <w:t>3.731e0</w:t>
      </w:r>
    </w:p>
    <w:p w:rsidR="00354DF7" w:rsidRDefault="00354DF7" w:rsidP="00354DF7">
      <w:pPr>
        <w:tabs>
          <w:tab w:val="left" w:pos="6195"/>
        </w:tabs>
      </w:pPr>
      <w:r>
        <w:t>177.0760</w:t>
      </w:r>
      <w:r>
        <w:tab/>
        <w:t>4.843e0</w:t>
      </w:r>
    </w:p>
    <w:p w:rsidR="00354DF7" w:rsidRDefault="00354DF7" w:rsidP="00354DF7">
      <w:pPr>
        <w:tabs>
          <w:tab w:val="left" w:pos="6195"/>
        </w:tabs>
      </w:pPr>
      <w:r>
        <w:t>177.0790</w:t>
      </w:r>
      <w:r>
        <w:tab/>
        <w:t>3.152e0</w:t>
      </w:r>
    </w:p>
    <w:p w:rsidR="00354DF7" w:rsidRDefault="00354DF7" w:rsidP="00354DF7">
      <w:pPr>
        <w:tabs>
          <w:tab w:val="left" w:pos="6195"/>
        </w:tabs>
      </w:pPr>
      <w:r>
        <w:t>177.0924</w:t>
      </w:r>
      <w:r>
        <w:tab/>
        <w:t>6.442e0</w:t>
      </w:r>
    </w:p>
    <w:p w:rsidR="00354DF7" w:rsidRDefault="00354DF7" w:rsidP="00354DF7">
      <w:pPr>
        <w:tabs>
          <w:tab w:val="left" w:pos="6195"/>
        </w:tabs>
      </w:pPr>
      <w:r>
        <w:t>177.1012</w:t>
      </w:r>
      <w:r>
        <w:tab/>
        <w:t>4.388e0</w:t>
      </w:r>
    </w:p>
    <w:p w:rsidR="00354DF7" w:rsidRDefault="00354DF7" w:rsidP="00354DF7">
      <w:pPr>
        <w:tabs>
          <w:tab w:val="left" w:pos="6195"/>
        </w:tabs>
      </w:pPr>
      <w:r>
        <w:t>177.1026</w:t>
      </w:r>
      <w:r>
        <w:tab/>
        <w:t>1.624e1</w:t>
      </w:r>
    </w:p>
    <w:p w:rsidR="00354DF7" w:rsidRDefault="00354DF7" w:rsidP="00354DF7">
      <w:pPr>
        <w:tabs>
          <w:tab w:val="left" w:pos="6195"/>
        </w:tabs>
      </w:pPr>
      <w:r>
        <w:t>177.1312</w:t>
      </w:r>
      <w:r>
        <w:tab/>
        <w:t>3.647e0</w:t>
      </w:r>
    </w:p>
    <w:p w:rsidR="00354DF7" w:rsidRDefault="00354DF7" w:rsidP="00354DF7">
      <w:pPr>
        <w:tabs>
          <w:tab w:val="left" w:pos="6195"/>
        </w:tabs>
      </w:pPr>
      <w:r>
        <w:t>177.1337</w:t>
      </w:r>
      <w:r>
        <w:tab/>
        <w:t>4.593e0</w:t>
      </w:r>
    </w:p>
    <w:p w:rsidR="00354DF7" w:rsidRDefault="00354DF7" w:rsidP="00354DF7">
      <w:pPr>
        <w:tabs>
          <w:tab w:val="left" w:pos="6195"/>
        </w:tabs>
      </w:pPr>
      <w:r>
        <w:t>177.1367</w:t>
      </w:r>
      <w:r>
        <w:tab/>
        <w:t>1.286e1</w:t>
      </w:r>
    </w:p>
    <w:p w:rsidR="00354DF7" w:rsidRDefault="00354DF7" w:rsidP="00354DF7">
      <w:pPr>
        <w:tabs>
          <w:tab w:val="left" w:pos="6195"/>
        </w:tabs>
      </w:pPr>
      <w:r>
        <w:t>177.1460</w:t>
      </w:r>
      <w:r>
        <w:tab/>
        <w:t>2.422e0</w:t>
      </w:r>
    </w:p>
    <w:p w:rsidR="00354DF7" w:rsidRDefault="00354DF7" w:rsidP="00354DF7">
      <w:pPr>
        <w:tabs>
          <w:tab w:val="left" w:pos="6195"/>
        </w:tabs>
      </w:pPr>
      <w:r>
        <w:t>177.1513</w:t>
      </w:r>
      <w:r>
        <w:tab/>
        <w:t>3.585e0</w:t>
      </w:r>
    </w:p>
    <w:p w:rsidR="00354DF7" w:rsidRDefault="00354DF7" w:rsidP="00354DF7">
      <w:pPr>
        <w:tabs>
          <w:tab w:val="left" w:pos="6195"/>
        </w:tabs>
      </w:pPr>
      <w:r>
        <w:t>177.1576</w:t>
      </w:r>
      <w:r>
        <w:tab/>
        <w:t>1.336e0</w:t>
      </w:r>
    </w:p>
    <w:p w:rsidR="00354DF7" w:rsidRDefault="00354DF7" w:rsidP="00354DF7">
      <w:pPr>
        <w:tabs>
          <w:tab w:val="left" w:pos="6195"/>
        </w:tabs>
      </w:pPr>
      <w:r>
        <w:lastRenderedPageBreak/>
        <w:t>177.1629</w:t>
      </w:r>
      <w:r>
        <w:tab/>
        <w:t>3.502e0</w:t>
      </w:r>
    </w:p>
    <w:p w:rsidR="00354DF7" w:rsidRDefault="00354DF7" w:rsidP="00354DF7">
      <w:pPr>
        <w:tabs>
          <w:tab w:val="left" w:pos="6195"/>
        </w:tabs>
      </w:pPr>
      <w:r>
        <w:t>177.1645</w:t>
      </w:r>
      <w:r>
        <w:tab/>
        <w:t>3.435e0</w:t>
      </w:r>
    </w:p>
    <w:p w:rsidR="00354DF7" w:rsidRDefault="00354DF7" w:rsidP="00354DF7">
      <w:pPr>
        <w:tabs>
          <w:tab w:val="left" w:pos="6195"/>
        </w:tabs>
      </w:pPr>
      <w:r>
        <w:t>177.1953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177.1977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177.2079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177.2135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177.2151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177.2220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177.2255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177.2360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177.2399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177.2434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177.2577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177.2601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177.2613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177.2862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177.2923</w:t>
      </w:r>
      <w:r>
        <w:tab/>
        <w:t>1.449e0</w:t>
      </w:r>
    </w:p>
    <w:p w:rsidR="00354DF7" w:rsidRDefault="00354DF7" w:rsidP="00354DF7">
      <w:pPr>
        <w:tabs>
          <w:tab w:val="left" w:pos="6195"/>
        </w:tabs>
      </w:pPr>
      <w:r>
        <w:t>177.2949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177.3058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177.3157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177.3326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177.3431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177.3559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177.3574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177.3852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177.3974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177.4023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177.4292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177.4346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177.4415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177.4560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177.4596</w:t>
      </w:r>
      <w:r>
        <w:tab/>
        <w:t>1.931e0</w:t>
      </w:r>
    </w:p>
    <w:p w:rsidR="00354DF7" w:rsidRDefault="00354DF7" w:rsidP="00354DF7">
      <w:pPr>
        <w:tabs>
          <w:tab w:val="left" w:pos="6195"/>
        </w:tabs>
      </w:pPr>
      <w:r>
        <w:t>177.4687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177.4790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177.4810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177.4874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177.5057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177.5102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177.5148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177.5274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177.5289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177.5381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177.5450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177.5520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177.5539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177.5638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177.5798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177.5867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177.5892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177.5970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177.6115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177.6151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177.6259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177.6383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177.6399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177.6437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177.6544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177.6580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177.6743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177.6776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177.6865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177.6900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177.6922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177.7026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177.7043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177.7094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177.7312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177.7328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177.7363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177.7414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177.7484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177.7554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177.7652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177.7711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177.7744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177.7777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177.7885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177.7991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177.8100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177.8175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177.8205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177.8332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177.8493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177.8528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177.8546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177.8633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177.8742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177.8811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177.8849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177.8865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177.8921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177.9017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177.9098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177.9207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177.9239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177.9300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177.9310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177.9485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177.9520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177.9555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177.9587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177.9660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177.9693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177.9832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178.0012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178.0068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178.0139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178.0271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178.0298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178.0407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178.0446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178.0511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178.0569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178.0743</w:t>
      </w:r>
      <w:r>
        <w:tab/>
        <w:t>3.905e0</w:t>
      </w:r>
    </w:p>
    <w:p w:rsidR="00354DF7" w:rsidRDefault="00354DF7" w:rsidP="00354DF7">
      <w:pPr>
        <w:tabs>
          <w:tab w:val="left" w:pos="6195"/>
        </w:tabs>
      </w:pPr>
      <w:r>
        <w:lastRenderedPageBreak/>
        <w:t>178.0800</w:t>
      </w:r>
      <w:r>
        <w:tab/>
        <w:t>2.786e0</w:t>
      </w:r>
    </w:p>
    <w:p w:rsidR="00354DF7" w:rsidRDefault="00354DF7" w:rsidP="00354DF7">
      <w:pPr>
        <w:tabs>
          <w:tab w:val="left" w:pos="6195"/>
        </w:tabs>
      </w:pPr>
      <w:r>
        <w:t>178.1057</w:t>
      </w:r>
      <w:r>
        <w:tab/>
        <w:t>1.788e1</w:t>
      </w:r>
    </w:p>
    <w:p w:rsidR="00354DF7" w:rsidRDefault="00354DF7" w:rsidP="00354DF7">
      <w:pPr>
        <w:tabs>
          <w:tab w:val="left" w:pos="6195"/>
        </w:tabs>
      </w:pPr>
      <w:r>
        <w:t>178.1082</w:t>
      </w:r>
      <w:r>
        <w:tab/>
        <w:t>9.529e0</w:t>
      </w:r>
    </w:p>
    <w:p w:rsidR="00354DF7" w:rsidRDefault="00354DF7" w:rsidP="00354DF7">
      <w:pPr>
        <w:tabs>
          <w:tab w:val="left" w:pos="6195"/>
        </w:tabs>
      </w:pPr>
      <w:r>
        <w:t>178.1100</w:t>
      </w:r>
      <w:r>
        <w:tab/>
        <w:t>7.217e0</w:t>
      </w:r>
    </w:p>
    <w:p w:rsidR="00354DF7" w:rsidRDefault="00354DF7" w:rsidP="00354DF7">
      <w:pPr>
        <w:tabs>
          <w:tab w:val="left" w:pos="6195"/>
        </w:tabs>
      </w:pPr>
      <w:r>
        <w:t>178.1133</w:t>
      </w:r>
      <w:r>
        <w:tab/>
        <w:t>3.133e1</w:t>
      </w:r>
    </w:p>
    <w:p w:rsidR="00354DF7" w:rsidRDefault="00354DF7" w:rsidP="00354DF7">
      <w:pPr>
        <w:tabs>
          <w:tab w:val="left" w:pos="6195"/>
        </w:tabs>
      </w:pPr>
      <w:r>
        <w:t>178.1348</w:t>
      </w:r>
      <w:r>
        <w:tab/>
        <w:t>2.625e0</w:t>
      </w:r>
    </w:p>
    <w:p w:rsidR="00354DF7" w:rsidRDefault="00354DF7" w:rsidP="00354DF7">
      <w:pPr>
        <w:tabs>
          <w:tab w:val="left" w:pos="6195"/>
        </w:tabs>
      </w:pPr>
      <w:r>
        <w:t>178.1360</w:t>
      </w:r>
      <w:r>
        <w:tab/>
        <w:t>5.373e0</w:t>
      </w:r>
    </w:p>
    <w:p w:rsidR="00354DF7" w:rsidRDefault="00354DF7" w:rsidP="00354DF7">
      <w:pPr>
        <w:tabs>
          <w:tab w:val="left" w:pos="6195"/>
        </w:tabs>
      </w:pPr>
      <w:r>
        <w:t>178.1433</w:t>
      </w:r>
      <w:r>
        <w:tab/>
        <w:t>5.168e0</w:t>
      </w:r>
    </w:p>
    <w:p w:rsidR="00354DF7" w:rsidRDefault="00354DF7" w:rsidP="00354DF7">
      <w:pPr>
        <w:tabs>
          <w:tab w:val="left" w:pos="6195"/>
        </w:tabs>
      </w:pPr>
      <w:r>
        <w:t>178.1451</w:t>
      </w:r>
      <w:r>
        <w:tab/>
        <w:t>1.989e0</w:t>
      </w:r>
    </w:p>
    <w:p w:rsidR="00354DF7" w:rsidRDefault="00354DF7" w:rsidP="00354DF7">
      <w:pPr>
        <w:tabs>
          <w:tab w:val="left" w:pos="6195"/>
        </w:tabs>
      </w:pPr>
      <w:r>
        <w:t>178.1482</w:t>
      </w:r>
      <w:r>
        <w:tab/>
        <w:t>4.236e0</w:t>
      </w:r>
    </w:p>
    <w:p w:rsidR="00354DF7" w:rsidRDefault="00354DF7" w:rsidP="00354DF7">
      <w:pPr>
        <w:tabs>
          <w:tab w:val="left" w:pos="6195"/>
        </w:tabs>
      </w:pPr>
      <w:r>
        <w:t>178.1589</w:t>
      </w:r>
      <w:r>
        <w:tab/>
        <w:t>6.497e0</w:t>
      </w:r>
    </w:p>
    <w:p w:rsidR="00354DF7" w:rsidRDefault="00354DF7" w:rsidP="00354DF7">
      <w:pPr>
        <w:tabs>
          <w:tab w:val="left" w:pos="6195"/>
        </w:tabs>
      </w:pPr>
      <w:r>
        <w:t>178.1626</w:t>
      </w:r>
      <w:r>
        <w:tab/>
        <w:t>1.989e0</w:t>
      </w:r>
    </w:p>
    <w:p w:rsidR="00354DF7" w:rsidRDefault="00354DF7" w:rsidP="00354DF7">
      <w:pPr>
        <w:tabs>
          <w:tab w:val="left" w:pos="6195"/>
        </w:tabs>
      </w:pPr>
      <w:r>
        <w:t>178.1647</w:t>
      </w:r>
      <w:r>
        <w:tab/>
        <w:t>4.286e0</w:t>
      </w:r>
    </w:p>
    <w:p w:rsidR="00354DF7" w:rsidRDefault="00354DF7" w:rsidP="00354DF7">
      <w:pPr>
        <w:tabs>
          <w:tab w:val="left" w:pos="6195"/>
        </w:tabs>
      </w:pPr>
      <w:r>
        <w:t>178.1684</w:t>
      </w:r>
      <w:r>
        <w:tab/>
        <w:t>3.061e0</w:t>
      </w:r>
    </w:p>
    <w:p w:rsidR="00354DF7" w:rsidRDefault="00354DF7" w:rsidP="00354DF7">
      <w:pPr>
        <w:tabs>
          <w:tab w:val="left" w:pos="6195"/>
        </w:tabs>
      </w:pPr>
      <w:r>
        <w:t>178.1800</w:t>
      </w:r>
      <w:r>
        <w:tab/>
        <w:t>3.442e0</w:t>
      </w:r>
    </w:p>
    <w:p w:rsidR="00354DF7" w:rsidRDefault="00354DF7" w:rsidP="00354DF7">
      <w:pPr>
        <w:tabs>
          <w:tab w:val="left" w:pos="6195"/>
        </w:tabs>
      </w:pPr>
      <w:r>
        <w:t>178.1900</w:t>
      </w:r>
      <w:r>
        <w:tab/>
        <w:t>5.642e0</w:t>
      </w:r>
    </w:p>
    <w:p w:rsidR="00354DF7" w:rsidRDefault="00354DF7" w:rsidP="00354DF7">
      <w:pPr>
        <w:tabs>
          <w:tab w:val="left" w:pos="6195"/>
        </w:tabs>
      </w:pPr>
      <w:r>
        <w:t>178.1923</w:t>
      </w:r>
      <w:r>
        <w:tab/>
        <w:t>1.186e0</w:t>
      </w:r>
    </w:p>
    <w:p w:rsidR="00354DF7" w:rsidRDefault="00354DF7" w:rsidP="00354DF7">
      <w:pPr>
        <w:tabs>
          <w:tab w:val="left" w:pos="6195"/>
        </w:tabs>
      </w:pPr>
      <w:r>
        <w:t>178.2051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178.2072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178.2179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178.2322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178.2355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178.2462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178.2500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178.2536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178.2655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178.2724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178.2893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178.2980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178.3034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178.3061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178.3237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178.3266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178.3317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178.3354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178.3433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178.3456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178.3493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178.3564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178.3665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178.3700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178.3738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178.3757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178.3915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178.3985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178.4095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178.4130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178.4148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178.4200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178.4416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178.4434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178.4559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178.4592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178.4663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178.4695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178.4863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178.5203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178.5238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178.5343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178.5413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178.5449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178.5518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178.5624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178.5762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178.5831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178.5936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178.6026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178.6046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178.6225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178.6245</w:t>
      </w:r>
      <w:r>
        <w:tab/>
        <w:t>1.309e0</w:t>
      </w:r>
    </w:p>
    <w:p w:rsidR="00354DF7" w:rsidRDefault="00354DF7" w:rsidP="00354DF7">
      <w:pPr>
        <w:tabs>
          <w:tab w:val="left" w:pos="6195"/>
        </w:tabs>
      </w:pPr>
      <w:r>
        <w:t>178.6261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178.6333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178.6404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178.6547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178.6565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178.6723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178.6761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178.6884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178.7012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178.7047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178.7260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178.7334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178.7456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178.7474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178.7700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178.7746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178.7772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178.7894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178.7929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178.7948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178.7964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178.8032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178.8211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178.8429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178.8465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178.8534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178.8608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178.8712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178.8732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178.8784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178.8893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178.8911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178.9016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178.9133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178.9179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178.9214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178.9267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178.9305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178.9391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178.9467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178.9572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178.9657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178.9809</w:t>
      </w:r>
      <w:r>
        <w:tab/>
        <w:t>3.983e0</w:t>
      </w:r>
    </w:p>
    <w:p w:rsidR="00354DF7" w:rsidRDefault="00354DF7" w:rsidP="00354DF7">
      <w:pPr>
        <w:tabs>
          <w:tab w:val="left" w:pos="6195"/>
        </w:tabs>
      </w:pPr>
      <w:r>
        <w:t>178.9886</w:t>
      </w:r>
      <w:r>
        <w:tab/>
        <w:t>9.053e0</w:t>
      </w:r>
    </w:p>
    <w:p w:rsidR="00354DF7" w:rsidRDefault="00354DF7" w:rsidP="00354DF7">
      <w:pPr>
        <w:tabs>
          <w:tab w:val="left" w:pos="6195"/>
        </w:tabs>
      </w:pPr>
      <w:r>
        <w:lastRenderedPageBreak/>
        <w:t>178.9948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179.0131</w:t>
      </w:r>
      <w:r>
        <w:tab/>
        <w:t>2.631e1</w:t>
      </w:r>
    </w:p>
    <w:p w:rsidR="00354DF7" w:rsidRDefault="00354DF7" w:rsidP="00354DF7">
      <w:pPr>
        <w:tabs>
          <w:tab w:val="left" w:pos="6195"/>
        </w:tabs>
      </w:pPr>
      <w:r>
        <w:t>179.0155</w:t>
      </w:r>
      <w:r>
        <w:tab/>
        <w:t>9.301e1</w:t>
      </w:r>
    </w:p>
    <w:p w:rsidR="00354DF7" w:rsidRDefault="00354DF7" w:rsidP="00354DF7">
      <w:pPr>
        <w:tabs>
          <w:tab w:val="left" w:pos="6195"/>
        </w:tabs>
      </w:pPr>
      <w:r>
        <w:t>179.0178</w:t>
      </w:r>
      <w:r>
        <w:tab/>
        <w:t>1.147e1</w:t>
      </w:r>
    </w:p>
    <w:p w:rsidR="00354DF7" w:rsidRDefault="00354DF7" w:rsidP="00354DF7">
      <w:pPr>
        <w:tabs>
          <w:tab w:val="left" w:pos="6195"/>
        </w:tabs>
      </w:pPr>
      <w:r>
        <w:t>179.0475</w:t>
      </w:r>
      <w:r>
        <w:tab/>
        <w:t>2.872e0</w:t>
      </w:r>
    </w:p>
    <w:p w:rsidR="00354DF7" w:rsidRDefault="00354DF7" w:rsidP="00354DF7">
      <w:pPr>
        <w:tabs>
          <w:tab w:val="left" w:pos="6195"/>
        </w:tabs>
      </w:pPr>
      <w:r>
        <w:t>179.0571</w:t>
      </w:r>
      <w:r>
        <w:tab/>
        <w:t>3.323e0</w:t>
      </w:r>
    </w:p>
    <w:p w:rsidR="00354DF7" w:rsidRDefault="00354DF7" w:rsidP="00354DF7">
      <w:pPr>
        <w:tabs>
          <w:tab w:val="left" w:pos="6195"/>
        </w:tabs>
      </w:pPr>
      <w:r>
        <w:t>179.0612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179.0641</w:t>
      </w:r>
      <w:r>
        <w:tab/>
        <w:t>2.208e0</w:t>
      </w:r>
    </w:p>
    <w:p w:rsidR="00354DF7" w:rsidRDefault="00354DF7" w:rsidP="00354DF7">
      <w:pPr>
        <w:tabs>
          <w:tab w:val="left" w:pos="6195"/>
        </w:tabs>
      </w:pPr>
      <w:r>
        <w:t>179.0669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179.0701</w:t>
      </w:r>
      <w:r>
        <w:tab/>
        <w:t>8.986e0</w:t>
      </w:r>
    </w:p>
    <w:p w:rsidR="00354DF7" w:rsidRDefault="00354DF7" w:rsidP="00354DF7">
      <w:pPr>
        <w:tabs>
          <w:tab w:val="left" w:pos="6195"/>
        </w:tabs>
      </w:pPr>
      <w:r>
        <w:t>179.0751</w:t>
      </w:r>
      <w:r>
        <w:tab/>
        <w:t>3.078e0</w:t>
      </w:r>
    </w:p>
    <w:p w:rsidR="00354DF7" w:rsidRDefault="00354DF7" w:rsidP="00354DF7">
      <w:pPr>
        <w:tabs>
          <w:tab w:val="left" w:pos="6195"/>
        </w:tabs>
      </w:pPr>
      <w:r>
        <w:t>179.0802</w:t>
      </w:r>
      <w:r>
        <w:tab/>
        <w:t>1.421e0</w:t>
      </w:r>
    </w:p>
    <w:p w:rsidR="00354DF7" w:rsidRDefault="00354DF7" w:rsidP="00354DF7">
      <w:pPr>
        <w:tabs>
          <w:tab w:val="left" w:pos="6195"/>
        </w:tabs>
      </w:pPr>
      <w:r>
        <w:t>179.0844</w:t>
      </w:r>
      <w:r>
        <w:tab/>
        <w:t>2.443e0</w:t>
      </w:r>
    </w:p>
    <w:p w:rsidR="00354DF7" w:rsidRDefault="00354DF7" w:rsidP="00354DF7">
      <w:pPr>
        <w:tabs>
          <w:tab w:val="left" w:pos="6195"/>
        </w:tabs>
      </w:pPr>
      <w:r>
        <w:t>179.1009</w:t>
      </w:r>
      <w:r>
        <w:tab/>
        <w:t>1.493e0</w:t>
      </w:r>
    </w:p>
    <w:p w:rsidR="00354DF7" w:rsidRDefault="00354DF7" w:rsidP="00354DF7">
      <w:pPr>
        <w:tabs>
          <w:tab w:val="left" w:pos="6195"/>
        </w:tabs>
      </w:pPr>
      <w:r>
        <w:t>179.1162</w:t>
      </w:r>
      <w:r>
        <w:tab/>
        <w:t>5.913e0</w:t>
      </w:r>
    </w:p>
    <w:p w:rsidR="00354DF7" w:rsidRDefault="00354DF7" w:rsidP="00354DF7">
      <w:pPr>
        <w:tabs>
          <w:tab w:val="left" w:pos="6195"/>
        </w:tabs>
      </w:pPr>
      <w:r>
        <w:t>179.1213</w:t>
      </w:r>
      <w:r>
        <w:tab/>
        <w:t>1.165e1</w:t>
      </w:r>
    </w:p>
    <w:p w:rsidR="00354DF7" w:rsidRDefault="00354DF7" w:rsidP="00354DF7">
      <w:pPr>
        <w:tabs>
          <w:tab w:val="left" w:pos="6195"/>
        </w:tabs>
      </w:pPr>
      <w:r>
        <w:t>179.1237</w:t>
      </w:r>
      <w:r>
        <w:tab/>
        <w:t>4.979e0</w:t>
      </w:r>
    </w:p>
    <w:p w:rsidR="00354DF7" w:rsidRDefault="00354DF7" w:rsidP="00354DF7">
      <w:pPr>
        <w:tabs>
          <w:tab w:val="left" w:pos="6195"/>
        </w:tabs>
      </w:pPr>
      <w:r>
        <w:t>179.1316</w:t>
      </w:r>
      <w:r>
        <w:tab/>
        <w:t>8.970e0</w:t>
      </w:r>
    </w:p>
    <w:p w:rsidR="00354DF7" w:rsidRDefault="00354DF7" w:rsidP="00354DF7">
      <w:pPr>
        <w:tabs>
          <w:tab w:val="left" w:pos="6195"/>
        </w:tabs>
      </w:pPr>
      <w:r>
        <w:t>179.1380</w:t>
      </w:r>
      <w:r>
        <w:tab/>
        <w:t>6.123e0</w:t>
      </w:r>
    </w:p>
    <w:p w:rsidR="00354DF7" w:rsidRDefault="00354DF7" w:rsidP="00354DF7">
      <w:pPr>
        <w:tabs>
          <w:tab w:val="left" w:pos="6195"/>
        </w:tabs>
      </w:pPr>
      <w:r>
        <w:lastRenderedPageBreak/>
        <w:t>179.1420</w:t>
      </w:r>
      <w:r>
        <w:tab/>
        <w:t>2.203e0</w:t>
      </w:r>
    </w:p>
    <w:p w:rsidR="00354DF7" w:rsidRDefault="00354DF7" w:rsidP="00354DF7">
      <w:pPr>
        <w:tabs>
          <w:tab w:val="left" w:pos="6195"/>
        </w:tabs>
      </w:pPr>
      <w:r>
        <w:t>179.1610</w:t>
      </w:r>
      <w:r>
        <w:tab/>
        <w:t>6.415e0</w:t>
      </w:r>
    </w:p>
    <w:p w:rsidR="00354DF7" w:rsidRDefault="00354DF7" w:rsidP="00354DF7">
      <w:pPr>
        <w:tabs>
          <w:tab w:val="left" w:pos="6195"/>
        </w:tabs>
      </w:pPr>
      <w:r>
        <w:t>179.1649</w:t>
      </w:r>
      <w:r>
        <w:tab/>
        <w:t>4.074e0</w:t>
      </w:r>
    </w:p>
    <w:p w:rsidR="00354DF7" w:rsidRDefault="00354DF7" w:rsidP="00354DF7">
      <w:pPr>
        <w:tabs>
          <w:tab w:val="left" w:pos="6195"/>
        </w:tabs>
      </w:pPr>
      <w:r>
        <w:t>179.1845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179.1918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179.1976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179.2038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179.2099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179.2198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179.2266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179.2515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179.2551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179.2731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179.2764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179.2874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179.3071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179.3089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179.3160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179.3232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179.3353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179.3444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179.3510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179.3589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179.3623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179.3793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179.3805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179.3838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179.3913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179.3946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179.3985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179.4074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179.4158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179.4301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179.4426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179.4464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179.4510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179.4686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179.4721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179.4776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179.4808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179.4829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179.4937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179.5008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179.5114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179.5243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179.5423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179.5474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179.5581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179.5617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179.5644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179.5686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179.5832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179.5868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179.5919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179.5939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179.6155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179.6191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179.6223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179.6382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179.6543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179.6651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179.6684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179.6768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179.6790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179.6897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179.7001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179.7071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179.7142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179.7321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179.7401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179.7503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179.7520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179.7581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179.7651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179.7823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179.8074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179.8324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179.8343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179.8423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179.8593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179.8614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179.8685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179.8900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179.8948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179.9109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179.9144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179.9177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179.9215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179.9281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179.9388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179.9461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179.9511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179.9707</w:t>
      </w:r>
      <w:r>
        <w:tab/>
        <w:t>3.797e0</w:t>
      </w:r>
    </w:p>
    <w:p w:rsidR="00354DF7" w:rsidRDefault="00354DF7" w:rsidP="00354DF7">
      <w:pPr>
        <w:tabs>
          <w:tab w:val="left" w:pos="6195"/>
        </w:tabs>
      </w:pPr>
      <w:r>
        <w:t>179.9762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179.9899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179.9942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180.0143</w:t>
      </w:r>
      <w:r>
        <w:tab/>
        <w:t>5.638e0</w:t>
      </w:r>
    </w:p>
    <w:p w:rsidR="00354DF7" w:rsidRDefault="00354DF7" w:rsidP="00354DF7">
      <w:pPr>
        <w:tabs>
          <w:tab w:val="left" w:pos="6195"/>
        </w:tabs>
      </w:pPr>
      <w:r>
        <w:t>180.0172</w:t>
      </w:r>
      <w:r>
        <w:tab/>
        <w:t>2.049e1</w:t>
      </w:r>
    </w:p>
    <w:p w:rsidR="00354DF7" w:rsidRDefault="00354DF7" w:rsidP="00354DF7">
      <w:pPr>
        <w:tabs>
          <w:tab w:val="left" w:pos="6195"/>
        </w:tabs>
      </w:pPr>
      <w:r>
        <w:t>180.0375</w:t>
      </w:r>
      <w:r>
        <w:tab/>
        <w:t>3.490e0</w:t>
      </w:r>
    </w:p>
    <w:p w:rsidR="00354DF7" w:rsidRDefault="00354DF7" w:rsidP="00354DF7">
      <w:pPr>
        <w:tabs>
          <w:tab w:val="left" w:pos="6195"/>
        </w:tabs>
      </w:pPr>
      <w:r>
        <w:t>180.0397</w:t>
      </w:r>
      <w:r>
        <w:tab/>
        <w:t>2.380e0</w:t>
      </w:r>
    </w:p>
    <w:p w:rsidR="00354DF7" w:rsidRDefault="00354DF7" w:rsidP="00354DF7">
      <w:pPr>
        <w:tabs>
          <w:tab w:val="left" w:pos="6195"/>
        </w:tabs>
      </w:pPr>
      <w:r>
        <w:t>180.0464</w:t>
      </w:r>
      <w:r>
        <w:tab/>
        <w:t>4.986e0</w:t>
      </w:r>
    </w:p>
    <w:p w:rsidR="00354DF7" w:rsidRDefault="00354DF7" w:rsidP="00354DF7">
      <w:pPr>
        <w:tabs>
          <w:tab w:val="left" w:pos="6195"/>
        </w:tabs>
      </w:pPr>
      <w:r>
        <w:t>180.0637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180.0678</w:t>
      </w:r>
      <w:r>
        <w:tab/>
        <w:t>4.214e0</w:t>
      </w:r>
    </w:p>
    <w:p w:rsidR="00354DF7" w:rsidRDefault="00354DF7" w:rsidP="00354DF7">
      <w:pPr>
        <w:tabs>
          <w:tab w:val="left" w:pos="6195"/>
        </w:tabs>
      </w:pPr>
      <w:r>
        <w:t>180.0724</w:t>
      </w:r>
      <w:r>
        <w:tab/>
        <w:t>4.283e0</w:t>
      </w:r>
    </w:p>
    <w:p w:rsidR="00354DF7" w:rsidRDefault="00354DF7" w:rsidP="00354DF7">
      <w:pPr>
        <w:tabs>
          <w:tab w:val="left" w:pos="6195"/>
        </w:tabs>
      </w:pPr>
      <w:r>
        <w:t>180.0767</w:t>
      </w:r>
      <w:r>
        <w:tab/>
        <w:t>8.180e0</w:t>
      </w:r>
    </w:p>
    <w:p w:rsidR="00354DF7" w:rsidRDefault="00354DF7" w:rsidP="00354DF7">
      <w:pPr>
        <w:tabs>
          <w:tab w:val="left" w:pos="6195"/>
        </w:tabs>
      </w:pPr>
      <w:r>
        <w:t>180.0781</w:t>
      </w:r>
      <w:r>
        <w:tab/>
        <w:t>1.111e1</w:t>
      </w:r>
    </w:p>
    <w:p w:rsidR="00354DF7" w:rsidRDefault="00354DF7" w:rsidP="00354DF7">
      <w:pPr>
        <w:tabs>
          <w:tab w:val="left" w:pos="6195"/>
        </w:tabs>
      </w:pPr>
      <w:r>
        <w:t>180.0805</w:t>
      </w:r>
      <w:r>
        <w:tab/>
        <w:t>5.791e0</w:t>
      </w:r>
    </w:p>
    <w:p w:rsidR="00354DF7" w:rsidRDefault="00354DF7" w:rsidP="00354DF7">
      <w:pPr>
        <w:tabs>
          <w:tab w:val="left" w:pos="6195"/>
        </w:tabs>
      </w:pPr>
      <w:r>
        <w:t>180.0819</w:t>
      </w:r>
      <w:r>
        <w:tab/>
        <w:t>6.980e0</w:t>
      </w:r>
    </w:p>
    <w:p w:rsidR="00354DF7" w:rsidRDefault="00354DF7" w:rsidP="00354DF7">
      <w:pPr>
        <w:tabs>
          <w:tab w:val="left" w:pos="6195"/>
        </w:tabs>
      </w:pPr>
      <w:r>
        <w:t>180.0952</w:t>
      </w:r>
      <w:r>
        <w:tab/>
        <w:t>4.473e0</w:t>
      </w:r>
    </w:p>
    <w:p w:rsidR="00354DF7" w:rsidRDefault="00354DF7" w:rsidP="00354DF7">
      <w:pPr>
        <w:tabs>
          <w:tab w:val="left" w:pos="6195"/>
        </w:tabs>
      </w:pPr>
      <w:r>
        <w:t>180.1067</w:t>
      </w:r>
      <w:r>
        <w:tab/>
        <w:t>1.408e0</w:t>
      </w:r>
    </w:p>
    <w:p w:rsidR="00354DF7" w:rsidRDefault="00354DF7" w:rsidP="00354DF7">
      <w:pPr>
        <w:tabs>
          <w:tab w:val="left" w:pos="6195"/>
        </w:tabs>
      </w:pPr>
      <w:r>
        <w:t>180.1128</w:t>
      </w:r>
      <w:r>
        <w:tab/>
        <w:t>2.031e0</w:t>
      </w:r>
    </w:p>
    <w:p w:rsidR="00354DF7" w:rsidRDefault="00354DF7" w:rsidP="00354DF7">
      <w:pPr>
        <w:tabs>
          <w:tab w:val="left" w:pos="6195"/>
        </w:tabs>
      </w:pPr>
      <w:r>
        <w:t>180.1221</w:t>
      </w:r>
      <w:r>
        <w:tab/>
        <w:t>2.973e0</w:t>
      </w:r>
    </w:p>
    <w:p w:rsidR="00354DF7" w:rsidRDefault="00354DF7" w:rsidP="00354DF7">
      <w:pPr>
        <w:tabs>
          <w:tab w:val="left" w:pos="6195"/>
        </w:tabs>
      </w:pPr>
      <w:r>
        <w:t>180.1418</w:t>
      </w:r>
      <w:r>
        <w:tab/>
        <w:t>5.963e0</w:t>
      </w:r>
    </w:p>
    <w:p w:rsidR="00354DF7" w:rsidRDefault="00354DF7" w:rsidP="00354DF7">
      <w:pPr>
        <w:tabs>
          <w:tab w:val="left" w:pos="6195"/>
        </w:tabs>
      </w:pPr>
      <w:r>
        <w:t>180.1431</w:t>
      </w:r>
      <w:r>
        <w:tab/>
        <w:t>1.336e0</w:t>
      </w:r>
    </w:p>
    <w:p w:rsidR="00354DF7" w:rsidRDefault="00354DF7" w:rsidP="00354DF7">
      <w:pPr>
        <w:tabs>
          <w:tab w:val="left" w:pos="6195"/>
        </w:tabs>
      </w:pPr>
      <w:r>
        <w:lastRenderedPageBreak/>
        <w:t>180.1519</w:t>
      </w:r>
      <w:r>
        <w:tab/>
        <w:t>5.988e0</w:t>
      </w:r>
    </w:p>
    <w:p w:rsidR="00354DF7" w:rsidRDefault="00354DF7" w:rsidP="00354DF7">
      <w:pPr>
        <w:tabs>
          <w:tab w:val="left" w:pos="6195"/>
        </w:tabs>
      </w:pPr>
      <w:r>
        <w:t>180.1569</w:t>
      </w:r>
      <w:r>
        <w:tab/>
        <w:t>2.514e1</w:t>
      </w:r>
    </w:p>
    <w:p w:rsidR="00354DF7" w:rsidRDefault="00354DF7" w:rsidP="00354DF7">
      <w:pPr>
        <w:tabs>
          <w:tab w:val="left" w:pos="6195"/>
        </w:tabs>
      </w:pPr>
      <w:r>
        <w:t>180.1581</w:t>
      </w:r>
      <w:r>
        <w:tab/>
        <w:t>1.365e1</w:t>
      </w:r>
    </w:p>
    <w:p w:rsidR="00354DF7" w:rsidRDefault="00354DF7" w:rsidP="00354DF7">
      <w:pPr>
        <w:tabs>
          <w:tab w:val="left" w:pos="6195"/>
        </w:tabs>
      </w:pPr>
      <w:r>
        <w:t>180.1666</w:t>
      </w:r>
      <w:r>
        <w:tab/>
        <w:t>4.236e0</w:t>
      </w:r>
    </w:p>
    <w:p w:rsidR="00354DF7" w:rsidRDefault="00354DF7" w:rsidP="00354DF7">
      <w:pPr>
        <w:tabs>
          <w:tab w:val="left" w:pos="6195"/>
        </w:tabs>
      </w:pPr>
      <w:r>
        <w:t>180.1727</w:t>
      </w:r>
      <w:r>
        <w:tab/>
        <w:t>3.480e0</w:t>
      </w:r>
    </w:p>
    <w:p w:rsidR="00354DF7" w:rsidRDefault="00354DF7" w:rsidP="00354DF7">
      <w:pPr>
        <w:tabs>
          <w:tab w:val="left" w:pos="6195"/>
        </w:tabs>
      </w:pPr>
      <w:r>
        <w:t>180.1820</w:t>
      </w:r>
      <w:r>
        <w:tab/>
        <w:t>1.866e0</w:t>
      </w:r>
    </w:p>
    <w:p w:rsidR="00354DF7" w:rsidRDefault="00354DF7" w:rsidP="00354DF7">
      <w:pPr>
        <w:tabs>
          <w:tab w:val="left" w:pos="6195"/>
        </w:tabs>
      </w:pPr>
      <w:r>
        <w:t>180.1835</w:t>
      </w:r>
      <w:r>
        <w:tab/>
        <w:t>1.634e0</w:t>
      </w:r>
    </w:p>
    <w:p w:rsidR="00354DF7" w:rsidRDefault="00354DF7" w:rsidP="00354DF7">
      <w:pPr>
        <w:tabs>
          <w:tab w:val="left" w:pos="6195"/>
        </w:tabs>
      </w:pPr>
      <w:r>
        <w:t>180.2059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180.2083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180.2098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180.2132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180.2242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180.2350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180.2363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180.2530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180.2717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180.2743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180.2853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180.2924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180.2994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180.3103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180.3334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180.3409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180.3462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180.3478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180.3642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180.3661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180.3678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180.3981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180.3999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180.4208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180.4334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180.4422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180.4438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180.4563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180.4595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180.4633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180.4737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180.4775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180.4811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180.4917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180.5027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180.5072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180.5193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180.5241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180.5315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180.5592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180.5608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180.5620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180.5727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180.5814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180.5894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180.6068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180.6102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180.6212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180.6283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180.6320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180.6389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180.6411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180.6464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180.6572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180.6623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180.6641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180.6746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180.6819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180.6978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180.7063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180.7172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180.7240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180.7310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180.7383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180.7416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180.7598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180.7631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180.7652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180.7670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180.7850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180.7976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180.8028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180.8209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180.8281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180.8314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180.8460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180.8493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180.8531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180.8588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180.8604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180.8799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180.8855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180.8999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180.9068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180.9251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180.9305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180.9323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180.9466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180.9640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180.9713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180.9749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180.9778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180.9906</w:t>
      </w:r>
      <w:r>
        <w:tab/>
        <w:t>1.981e0</w:t>
      </w:r>
    </w:p>
    <w:p w:rsidR="00354DF7" w:rsidRDefault="00354DF7" w:rsidP="00354DF7">
      <w:pPr>
        <w:tabs>
          <w:tab w:val="left" w:pos="6195"/>
        </w:tabs>
      </w:pPr>
      <w:r>
        <w:t>180.9960</w:t>
      </w:r>
      <w:r>
        <w:tab/>
        <w:t>6.071e0</w:t>
      </w:r>
    </w:p>
    <w:p w:rsidR="00354DF7" w:rsidRDefault="00354DF7" w:rsidP="00354DF7">
      <w:pPr>
        <w:tabs>
          <w:tab w:val="left" w:pos="6195"/>
        </w:tabs>
      </w:pPr>
      <w:r>
        <w:t>181.0118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181.0144</w:t>
      </w:r>
      <w:r>
        <w:tab/>
        <w:t>1.200e1</w:t>
      </w:r>
    </w:p>
    <w:p w:rsidR="00354DF7" w:rsidRDefault="00354DF7" w:rsidP="00354DF7">
      <w:pPr>
        <w:tabs>
          <w:tab w:val="left" w:pos="6195"/>
        </w:tabs>
      </w:pPr>
      <w:r>
        <w:t>181.0156</w:t>
      </w:r>
      <w:r>
        <w:tab/>
        <w:t>2.437e1</w:t>
      </w:r>
    </w:p>
    <w:p w:rsidR="00354DF7" w:rsidRDefault="00354DF7" w:rsidP="00354DF7">
      <w:pPr>
        <w:tabs>
          <w:tab w:val="left" w:pos="6195"/>
        </w:tabs>
      </w:pPr>
      <w:r>
        <w:t>181.0211</w:t>
      </w:r>
      <w:r>
        <w:tab/>
        <w:t>1.692e1</w:t>
      </w:r>
    </w:p>
    <w:p w:rsidR="00354DF7" w:rsidRDefault="00354DF7" w:rsidP="00354DF7">
      <w:pPr>
        <w:tabs>
          <w:tab w:val="left" w:pos="6195"/>
        </w:tabs>
      </w:pPr>
      <w:r>
        <w:t>181.0304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181.0379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181.0496</w:t>
      </w:r>
      <w:r>
        <w:tab/>
        <w:t>3.851e0</w:t>
      </w:r>
    </w:p>
    <w:p w:rsidR="00354DF7" w:rsidRDefault="00354DF7" w:rsidP="00354DF7">
      <w:pPr>
        <w:tabs>
          <w:tab w:val="left" w:pos="6195"/>
        </w:tabs>
      </w:pPr>
      <w:r>
        <w:t>181.0507</w:t>
      </w:r>
      <w:r>
        <w:tab/>
        <w:t>5.094e0</w:t>
      </w:r>
    </w:p>
    <w:p w:rsidR="00354DF7" w:rsidRDefault="00354DF7" w:rsidP="00354DF7">
      <w:pPr>
        <w:tabs>
          <w:tab w:val="left" w:pos="6195"/>
        </w:tabs>
      </w:pPr>
      <w:r>
        <w:t>181.0542</w:t>
      </w:r>
      <w:r>
        <w:tab/>
        <w:t>2.820e0</w:t>
      </w:r>
    </w:p>
    <w:p w:rsidR="00354DF7" w:rsidRDefault="00354DF7" w:rsidP="00354DF7">
      <w:pPr>
        <w:tabs>
          <w:tab w:val="left" w:pos="6195"/>
        </w:tabs>
      </w:pPr>
      <w:r>
        <w:t>181.0674</w:t>
      </w:r>
      <w:r>
        <w:tab/>
        <w:t>5.477e0</w:t>
      </w:r>
    </w:p>
    <w:p w:rsidR="00354DF7" w:rsidRDefault="00354DF7" w:rsidP="00354DF7">
      <w:pPr>
        <w:tabs>
          <w:tab w:val="left" w:pos="6195"/>
        </w:tabs>
      </w:pPr>
      <w:r>
        <w:t>181.0779</w:t>
      </w:r>
      <w:r>
        <w:tab/>
        <w:t>4.493e0</w:t>
      </w:r>
    </w:p>
    <w:p w:rsidR="00354DF7" w:rsidRDefault="00354DF7" w:rsidP="00354DF7">
      <w:pPr>
        <w:tabs>
          <w:tab w:val="left" w:pos="6195"/>
        </w:tabs>
      </w:pPr>
      <w:r>
        <w:t>181.0854</w:t>
      </w:r>
      <w:r>
        <w:tab/>
        <w:t>1.668e0</w:t>
      </w:r>
    </w:p>
    <w:p w:rsidR="00354DF7" w:rsidRDefault="00354DF7" w:rsidP="00354DF7">
      <w:pPr>
        <w:tabs>
          <w:tab w:val="left" w:pos="6195"/>
        </w:tabs>
      </w:pPr>
      <w:r>
        <w:t>181.0977</w:t>
      </w:r>
      <w:r>
        <w:tab/>
        <w:t>1.054e0</w:t>
      </w:r>
    </w:p>
    <w:p w:rsidR="00354DF7" w:rsidRDefault="00354DF7" w:rsidP="00354DF7">
      <w:pPr>
        <w:tabs>
          <w:tab w:val="left" w:pos="6195"/>
        </w:tabs>
      </w:pPr>
      <w:r>
        <w:lastRenderedPageBreak/>
        <w:t>181.1106</w:t>
      </w:r>
      <w:r>
        <w:tab/>
        <w:t>1.545e0</w:t>
      </w:r>
    </w:p>
    <w:p w:rsidR="00354DF7" w:rsidRDefault="00354DF7" w:rsidP="00354DF7">
      <w:pPr>
        <w:tabs>
          <w:tab w:val="left" w:pos="6195"/>
        </w:tabs>
      </w:pPr>
      <w:r>
        <w:t>181.1147</w:t>
      </w:r>
      <w:r>
        <w:tab/>
        <w:t>2.279e0</w:t>
      </w:r>
    </w:p>
    <w:p w:rsidR="00354DF7" w:rsidRDefault="00354DF7" w:rsidP="00354DF7">
      <w:pPr>
        <w:tabs>
          <w:tab w:val="left" w:pos="6195"/>
        </w:tabs>
      </w:pPr>
      <w:r>
        <w:t>181.1161</w:t>
      </w:r>
      <w:r>
        <w:tab/>
        <w:t>1.054e0</w:t>
      </w:r>
    </w:p>
    <w:p w:rsidR="00354DF7" w:rsidRDefault="00354DF7" w:rsidP="00354DF7">
      <w:pPr>
        <w:tabs>
          <w:tab w:val="left" w:pos="6195"/>
        </w:tabs>
      </w:pPr>
      <w:r>
        <w:t>181.1343</w:t>
      </w:r>
      <w:r>
        <w:tab/>
        <w:t>3.261e0</w:t>
      </w:r>
    </w:p>
    <w:p w:rsidR="00354DF7" w:rsidRDefault="00354DF7" w:rsidP="00354DF7">
      <w:pPr>
        <w:tabs>
          <w:tab w:val="left" w:pos="6195"/>
        </w:tabs>
      </w:pPr>
      <w:r>
        <w:t>181.1418</w:t>
      </w:r>
      <w:r>
        <w:tab/>
        <w:t>1.621e0</w:t>
      </w:r>
    </w:p>
    <w:p w:rsidR="00354DF7" w:rsidRDefault="00354DF7" w:rsidP="00354DF7">
      <w:pPr>
        <w:tabs>
          <w:tab w:val="left" w:pos="6195"/>
        </w:tabs>
      </w:pPr>
      <w:r>
        <w:t>181.1568</w:t>
      </w:r>
      <w:r>
        <w:tab/>
        <w:t>3.653e0</w:t>
      </w:r>
    </w:p>
    <w:p w:rsidR="00354DF7" w:rsidRDefault="00354DF7" w:rsidP="00354DF7">
      <w:pPr>
        <w:tabs>
          <w:tab w:val="left" w:pos="6195"/>
        </w:tabs>
      </w:pPr>
      <w:r>
        <w:t>181.1609</w:t>
      </w:r>
      <w:r>
        <w:tab/>
        <w:t>2.750e0</w:t>
      </w:r>
    </w:p>
    <w:p w:rsidR="00354DF7" w:rsidRDefault="00354DF7" w:rsidP="00354DF7">
      <w:pPr>
        <w:tabs>
          <w:tab w:val="left" w:pos="6195"/>
        </w:tabs>
      </w:pPr>
      <w:r>
        <w:t>181.1654</w:t>
      </w:r>
      <w:r>
        <w:tab/>
        <w:t>4.347e0</w:t>
      </w:r>
    </w:p>
    <w:p w:rsidR="00354DF7" w:rsidRDefault="00354DF7" w:rsidP="00354DF7">
      <w:pPr>
        <w:tabs>
          <w:tab w:val="left" w:pos="6195"/>
        </w:tabs>
      </w:pPr>
      <w:r>
        <w:t>181.1703</w:t>
      </w:r>
      <w:r>
        <w:tab/>
        <w:t>2.203e0</w:t>
      </w:r>
    </w:p>
    <w:p w:rsidR="00354DF7" w:rsidRDefault="00354DF7" w:rsidP="00354DF7">
      <w:pPr>
        <w:tabs>
          <w:tab w:val="left" w:pos="6195"/>
        </w:tabs>
      </w:pPr>
      <w:r>
        <w:t>181.1716</w:t>
      </w:r>
      <w:r>
        <w:tab/>
        <w:t>5.249e0</w:t>
      </w:r>
    </w:p>
    <w:p w:rsidR="00354DF7" w:rsidRDefault="00354DF7" w:rsidP="00354DF7">
      <w:pPr>
        <w:tabs>
          <w:tab w:val="left" w:pos="6195"/>
        </w:tabs>
      </w:pPr>
      <w:r>
        <w:t>181.1796</w:t>
      </w:r>
      <w:r>
        <w:tab/>
        <w:t>2.180e0</w:t>
      </w:r>
    </w:p>
    <w:p w:rsidR="00354DF7" w:rsidRDefault="00354DF7" w:rsidP="00354DF7">
      <w:pPr>
        <w:tabs>
          <w:tab w:val="left" w:pos="6195"/>
        </w:tabs>
      </w:pPr>
      <w:r>
        <w:t>181.1930</w:t>
      </w:r>
      <w:r>
        <w:tab/>
        <w:t>4.553e0</w:t>
      </w:r>
    </w:p>
    <w:p w:rsidR="00354DF7" w:rsidRDefault="00354DF7" w:rsidP="00354DF7">
      <w:pPr>
        <w:tabs>
          <w:tab w:val="left" w:pos="6195"/>
        </w:tabs>
      </w:pPr>
      <w:r>
        <w:t>181.1947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181.2075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181.2133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181.2147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181.2217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181.2382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181.2693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181.2855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181.2929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181.2997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181.3045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181.3152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181.3212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181.3231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181.3388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181.3496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181.3607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181.3618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181.3640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181.3732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181.3787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181.3871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181.4003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181.4110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181.4126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181.4144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181.4254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181.4326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181.4343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181.4505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181.4541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181.4575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181.4665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181.4721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181.4865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181.4919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181.5042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181.5117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181.5135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181.5151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181.5189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181.5278</w:t>
      </w:r>
      <w:r>
        <w:tab/>
        <w:t>4.826e0</w:t>
      </w:r>
    </w:p>
    <w:p w:rsidR="00354DF7" w:rsidRDefault="00354DF7" w:rsidP="00354DF7">
      <w:pPr>
        <w:tabs>
          <w:tab w:val="left" w:pos="6195"/>
        </w:tabs>
      </w:pPr>
      <w:r>
        <w:t>181.5367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181.5512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181.5536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181.5547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181.5723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181.5807</w:t>
      </w:r>
      <w:r>
        <w:tab/>
        <w:t>4.050e0</w:t>
      </w:r>
    </w:p>
    <w:p w:rsidR="00354DF7" w:rsidRDefault="00354DF7" w:rsidP="00354DF7">
      <w:pPr>
        <w:tabs>
          <w:tab w:val="left" w:pos="6195"/>
        </w:tabs>
      </w:pPr>
      <w:r>
        <w:t>181.5847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181.5901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181.5955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181.5972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181.6041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181.6095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181.6220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181.6289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181.6362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181.6505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181.6576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181.6647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181.6847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181.6899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181.6919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181.6991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181.7205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181.7266</w:t>
      </w:r>
      <w:r>
        <w:tab/>
        <w:t>1.403e0</w:t>
      </w:r>
    </w:p>
    <w:p w:rsidR="00354DF7" w:rsidRDefault="00354DF7" w:rsidP="00354DF7">
      <w:pPr>
        <w:tabs>
          <w:tab w:val="left" w:pos="6195"/>
        </w:tabs>
      </w:pPr>
      <w:r>
        <w:t>181.7298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181.7441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181.7549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181.7585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181.7636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181.7657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181.7783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181.7801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181.7924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181.8014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181.8035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181.8161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181.8259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181.8431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181.8448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181.8539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181.8591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181.8949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181.9056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181.9127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181.9268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181.9283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181.9304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181.9397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181.9588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181.9656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181.9728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181.9835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181.9907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181.9936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182.0088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182.0100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182.0126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182.0150</w:t>
      </w:r>
      <w:r>
        <w:tab/>
        <w:t>1.306e1</w:t>
      </w:r>
    </w:p>
    <w:p w:rsidR="00354DF7" w:rsidRDefault="00354DF7" w:rsidP="00354DF7">
      <w:pPr>
        <w:tabs>
          <w:tab w:val="left" w:pos="6195"/>
        </w:tabs>
      </w:pPr>
      <w:r>
        <w:t>182.0259</w:t>
      </w:r>
      <w:r>
        <w:tab/>
        <w:t>4.991e0</w:t>
      </w:r>
    </w:p>
    <w:p w:rsidR="00354DF7" w:rsidRDefault="00354DF7" w:rsidP="00354DF7">
      <w:pPr>
        <w:tabs>
          <w:tab w:val="left" w:pos="6195"/>
        </w:tabs>
      </w:pPr>
      <w:r>
        <w:t>182.0359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182.0559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182.0595</w:t>
      </w:r>
      <w:r>
        <w:tab/>
        <w:t>1.862e0</w:t>
      </w:r>
    </w:p>
    <w:p w:rsidR="00354DF7" w:rsidRDefault="00354DF7" w:rsidP="00354DF7">
      <w:pPr>
        <w:tabs>
          <w:tab w:val="left" w:pos="6195"/>
        </w:tabs>
      </w:pPr>
      <w:r>
        <w:t>182.0722</w:t>
      </w:r>
      <w:r>
        <w:tab/>
        <w:t>6.150e0</w:t>
      </w:r>
    </w:p>
    <w:p w:rsidR="00354DF7" w:rsidRDefault="00354DF7" w:rsidP="00354DF7">
      <w:pPr>
        <w:tabs>
          <w:tab w:val="left" w:pos="6195"/>
        </w:tabs>
      </w:pPr>
      <w:r>
        <w:t>182.0798</w:t>
      </w:r>
      <w:r>
        <w:tab/>
        <w:t>5.791e0</w:t>
      </w:r>
    </w:p>
    <w:p w:rsidR="00354DF7" w:rsidRDefault="00354DF7" w:rsidP="00354DF7">
      <w:pPr>
        <w:tabs>
          <w:tab w:val="left" w:pos="6195"/>
        </w:tabs>
      </w:pPr>
      <w:r>
        <w:t>182.0818</w:t>
      </w:r>
      <w:r>
        <w:tab/>
        <w:t>6.860e0</w:t>
      </w:r>
    </w:p>
    <w:p w:rsidR="00354DF7" w:rsidRDefault="00354DF7" w:rsidP="00354DF7">
      <w:pPr>
        <w:tabs>
          <w:tab w:val="left" w:pos="6195"/>
        </w:tabs>
      </w:pPr>
      <w:r>
        <w:t>182.1252</w:t>
      </w:r>
      <w:r>
        <w:tab/>
        <w:t>1.486e0</w:t>
      </w:r>
    </w:p>
    <w:p w:rsidR="00354DF7" w:rsidRDefault="00354DF7" w:rsidP="00354DF7">
      <w:pPr>
        <w:tabs>
          <w:tab w:val="left" w:pos="6195"/>
        </w:tabs>
      </w:pPr>
      <w:r>
        <w:t>182.1384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182.1401</w:t>
      </w:r>
      <w:r>
        <w:tab/>
        <w:t>3.977e0</w:t>
      </w:r>
    </w:p>
    <w:p w:rsidR="00354DF7" w:rsidRDefault="00354DF7" w:rsidP="00354DF7">
      <w:pPr>
        <w:tabs>
          <w:tab w:val="left" w:pos="6195"/>
        </w:tabs>
      </w:pPr>
      <w:r>
        <w:t>182.1600</w:t>
      </w:r>
      <w:r>
        <w:tab/>
        <w:t>5.238e0</w:t>
      </w:r>
    </w:p>
    <w:p w:rsidR="00354DF7" w:rsidRDefault="00354DF7" w:rsidP="00354DF7">
      <w:pPr>
        <w:tabs>
          <w:tab w:val="left" w:pos="6195"/>
        </w:tabs>
      </w:pPr>
      <w:r>
        <w:t>182.1625</w:t>
      </w:r>
      <w:r>
        <w:tab/>
        <w:t>2.203e0</w:t>
      </w:r>
    </w:p>
    <w:p w:rsidR="00354DF7" w:rsidRDefault="00354DF7" w:rsidP="00354DF7">
      <w:pPr>
        <w:tabs>
          <w:tab w:val="left" w:pos="6195"/>
        </w:tabs>
      </w:pPr>
      <w:r>
        <w:t>182.1637</w:t>
      </w:r>
      <w:r>
        <w:tab/>
        <w:t>4.913e0</w:t>
      </w:r>
    </w:p>
    <w:p w:rsidR="00354DF7" w:rsidRDefault="00354DF7" w:rsidP="00354DF7">
      <w:pPr>
        <w:tabs>
          <w:tab w:val="left" w:pos="6195"/>
        </w:tabs>
      </w:pPr>
      <w:r>
        <w:t>182.1681</w:t>
      </w:r>
      <w:r>
        <w:tab/>
        <w:t>1.489e0</w:t>
      </w:r>
    </w:p>
    <w:p w:rsidR="00354DF7" w:rsidRDefault="00354DF7" w:rsidP="00354DF7">
      <w:pPr>
        <w:tabs>
          <w:tab w:val="left" w:pos="6195"/>
        </w:tabs>
      </w:pPr>
      <w:r>
        <w:t>182.1744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182.1862</w:t>
      </w:r>
      <w:r>
        <w:tab/>
        <w:t>4.897e0</w:t>
      </w:r>
    </w:p>
    <w:p w:rsidR="00354DF7" w:rsidRDefault="00354DF7" w:rsidP="00354DF7">
      <w:pPr>
        <w:tabs>
          <w:tab w:val="left" w:pos="6195"/>
        </w:tabs>
      </w:pPr>
      <w:r>
        <w:t>182.1905</w:t>
      </w:r>
      <w:r>
        <w:tab/>
        <w:t>6.949e0</w:t>
      </w:r>
    </w:p>
    <w:p w:rsidR="00354DF7" w:rsidRDefault="00354DF7" w:rsidP="00354DF7">
      <w:pPr>
        <w:tabs>
          <w:tab w:val="left" w:pos="6195"/>
        </w:tabs>
      </w:pPr>
      <w:r>
        <w:t>182.1926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182.1997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182.2141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182.2216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182.2499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182.2577</w:t>
      </w:r>
      <w:r>
        <w:tab/>
        <w:t>6.074e0</w:t>
      </w:r>
    </w:p>
    <w:p w:rsidR="00354DF7" w:rsidRDefault="00354DF7" w:rsidP="00354DF7">
      <w:pPr>
        <w:tabs>
          <w:tab w:val="left" w:pos="6195"/>
        </w:tabs>
      </w:pPr>
      <w:r>
        <w:t>182.2676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182.2818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182.2993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182.3138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182.3190</w:t>
      </w:r>
      <w:r>
        <w:tab/>
        <w:t>2.137e0</w:t>
      </w:r>
    </w:p>
    <w:p w:rsidR="00354DF7" w:rsidRDefault="00354DF7" w:rsidP="00354DF7">
      <w:pPr>
        <w:tabs>
          <w:tab w:val="left" w:pos="6195"/>
        </w:tabs>
      </w:pPr>
      <w:r>
        <w:t>182.3316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182.3353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182.3389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182.3551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182.3603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182.3639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182.3840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182.3948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182.4072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182.4146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182.4182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182.4239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182.4290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182.4326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182.4416</w:t>
      </w:r>
      <w:r>
        <w:tab/>
        <w:t>2.480e0</w:t>
      </w:r>
    </w:p>
    <w:p w:rsidR="00354DF7" w:rsidRDefault="00354DF7" w:rsidP="00354DF7">
      <w:pPr>
        <w:tabs>
          <w:tab w:val="left" w:pos="6195"/>
        </w:tabs>
      </w:pPr>
      <w:r>
        <w:t>182.4542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182.4678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182.4758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182.4902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182.4930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182.5020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182.5047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182.5077</w:t>
      </w:r>
      <w:r>
        <w:tab/>
        <w:t>3.666e0</w:t>
      </w:r>
    </w:p>
    <w:p w:rsidR="00354DF7" w:rsidRDefault="00354DF7" w:rsidP="00354DF7">
      <w:pPr>
        <w:tabs>
          <w:tab w:val="left" w:pos="6195"/>
        </w:tabs>
      </w:pPr>
      <w:r>
        <w:t>182.5135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182.5155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182.5371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182.5441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182.5659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182.5678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182.5694</w:t>
      </w:r>
      <w:r>
        <w:tab/>
        <w:t>1.432e1</w:t>
      </w:r>
    </w:p>
    <w:p w:rsidR="00354DF7" w:rsidRDefault="00354DF7" w:rsidP="00354DF7">
      <w:pPr>
        <w:tabs>
          <w:tab w:val="left" w:pos="6195"/>
        </w:tabs>
      </w:pPr>
      <w:r>
        <w:t>182.5730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lastRenderedPageBreak/>
        <w:t>182.6017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182.6142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182.6392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182.6480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182.6574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182.6657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182.6801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182.6837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182.6889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182.6943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182.7049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182.7120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182.7141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182.7185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182.7231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182.7301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182.7412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182.7448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182.7535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182.7592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182.7737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182.7806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182.7945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182.8059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182.8202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182.8385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182.8421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182.8620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182.8771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182.8872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182.8887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182.8952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182.8998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182.9140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182.9215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182.9248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182.9359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182.9395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182.9721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182.9827</w:t>
      </w:r>
      <w:r>
        <w:tab/>
        <w:t>2.333e1</w:t>
      </w:r>
    </w:p>
    <w:p w:rsidR="00354DF7" w:rsidRDefault="00354DF7" w:rsidP="00354DF7">
      <w:pPr>
        <w:tabs>
          <w:tab w:val="left" w:pos="6195"/>
        </w:tabs>
      </w:pPr>
      <w:r>
        <w:t>182.9839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182.9858</w:t>
      </w:r>
      <w:r>
        <w:tab/>
        <w:t>1.519e1</w:t>
      </w:r>
    </w:p>
    <w:p w:rsidR="00354DF7" w:rsidRDefault="00354DF7" w:rsidP="00354DF7">
      <w:pPr>
        <w:tabs>
          <w:tab w:val="left" w:pos="6195"/>
        </w:tabs>
      </w:pPr>
      <w:r>
        <w:t>182.9873</w:t>
      </w:r>
      <w:r>
        <w:tab/>
        <w:t>7.195e0</w:t>
      </w:r>
    </w:p>
    <w:p w:rsidR="00354DF7" w:rsidRDefault="00354DF7" w:rsidP="00354DF7">
      <w:pPr>
        <w:tabs>
          <w:tab w:val="left" w:pos="6195"/>
        </w:tabs>
      </w:pPr>
      <w:r>
        <w:t>182.9916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183.0132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183.0169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183.0200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183.0435</w:t>
      </w:r>
      <w:r>
        <w:tab/>
        <w:t>1.794e0</w:t>
      </w:r>
    </w:p>
    <w:p w:rsidR="00354DF7" w:rsidRDefault="00354DF7" w:rsidP="00354DF7">
      <w:pPr>
        <w:tabs>
          <w:tab w:val="left" w:pos="6195"/>
        </w:tabs>
      </w:pPr>
      <w:r>
        <w:t>183.0638</w:t>
      </w:r>
      <w:r>
        <w:tab/>
        <w:t>3.354e0</w:t>
      </w:r>
    </w:p>
    <w:p w:rsidR="00354DF7" w:rsidRDefault="00354DF7" w:rsidP="00354DF7">
      <w:pPr>
        <w:tabs>
          <w:tab w:val="left" w:pos="6195"/>
        </w:tabs>
      </w:pPr>
      <w:r>
        <w:t>183.0673</w:t>
      </w:r>
      <w:r>
        <w:tab/>
        <w:t>2.714e0</w:t>
      </w:r>
    </w:p>
    <w:p w:rsidR="00354DF7" w:rsidRDefault="00354DF7" w:rsidP="00354DF7">
      <w:pPr>
        <w:tabs>
          <w:tab w:val="left" w:pos="6195"/>
        </w:tabs>
      </w:pPr>
      <w:r>
        <w:t>183.0686</w:t>
      </w:r>
      <w:r>
        <w:tab/>
        <w:t>5.994e0</w:t>
      </w:r>
    </w:p>
    <w:p w:rsidR="00354DF7" w:rsidRDefault="00354DF7" w:rsidP="00354DF7">
      <w:pPr>
        <w:tabs>
          <w:tab w:val="left" w:pos="6195"/>
        </w:tabs>
      </w:pPr>
      <w:r>
        <w:t>183.0709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183.0770</w:t>
      </w:r>
      <w:r>
        <w:tab/>
        <w:t>9.532e0</w:t>
      </w:r>
    </w:p>
    <w:p w:rsidR="00354DF7" w:rsidRDefault="00354DF7" w:rsidP="00354DF7">
      <w:pPr>
        <w:tabs>
          <w:tab w:val="left" w:pos="6195"/>
        </w:tabs>
      </w:pPr>
      <w:r>
        <w:t>183.0811</w:t>
      </w:r>
      <w:r>
        <w:tab/>
        <w:t>1.079e0</w:t>
      </w:r>
    </w:p>
    <w:p w:rsidR="00354DF7" w:rsidRDefault="00354DF7" w:rsidP="00354DF7">
      <w:pPr>
        <w:tabs>
          <w:tab w:val="left" w:pos="6195"/>
        </w:tabs>
      </w:pPr>
      <w:r>
        <w:t>183.0943</w:t>
      </w:r>
      <w:r>
        <w:tab/>
        <w:t>1.708e0</w:t>
      </w:r>
    </w:p>
    <w:p w:rsidR="00354DF7" w:rsidRDefault="00354DF7" w:rsidP="00354DF7">
      <w:pPr>
        <w:tabs>
          <w:tab w:val="left" w:pos="6195"/>
        </w:tabs>
      </w:pPr>
      <w:r>
        <w:t>183.1092</w:t>
      </w:r>
      <w:r>
        <w:tab/>
        <w:t>6.403e0</w:t>
      </w:r>
    </w:p>
    <w:p w:rsidR="00354DF7" w:rsidRDefault="00354DF7" w:rsidP="00354DF7">
      <w:pPr>
        <w:tabs>
          <w:tab w:val="left" w:pos="6195"/>
        </w:tabs>
      </w:pPr>
      <w:r>
        <w:t>183.1127</w:t>
      </w:r>
      <w:r>
        <w:tab/>
        <w:t>3.550e0</w:t>
      </w:r>
    </w:p>
    <w:p w:rsidR="00354DF7" w:rsidRDefault="00354DF7" w:rsidP="00354DF7">
      <w:pPr>
        <w:tabs>
          <w:tab w:val="left" w:pos="6195"/>
        </w:tabs>
      </w:pPr>
      <w:r>
        <w:lastRenderedPageBreak/>
        <w:t>183.1146</w:t>
      </w:r>
      <w:r>
        <w:tab/>
        <w:t>1.030e1</w:t>
      </w:r>
    </w:p>
    <w:p w:rsidR="00354DF7" w:rsidRDefault="00354DF7" w:rsidP="00354DF7">
      <w:pPr>
        <w:tabs>
          <w:tab w:val="left" w:pos="6195"/>
        </w:tabs>
      </w:pPr>
      <w:r>
        <w:t>183.1179</w:t>
      </w:r>
      <w:r>
        <w:tab/>
        <w:t>1.955e1</w:t>
      </w:r>
    </w:p>
    <w:p w:rsidR="00354DF7" w:rsidRDefault="00354DF7" w:rsidP="00354DF7">
      <w:pPr>
        <w:tabs>
          <w:tab w:val="left" w:pos="6195"/>
        </w:tabs>
      </w:pPr>
      <w:r>
        <w:t>183.1216</w:t>
      </w:r>
      <w:r>
        <w:tab/>
        <w:t>2.320e0</w:t>
      </w:r>
    </w:p>
    <w:p w:rsidR="00354DF7" w:rsidRDefault="00354DF7" w:rsidP="00354DF7">
      <w:pPr>
        <w:tabs>
          <w:tab w:val="left" w:pos="6195"/>
        </w:tabs>
      </w:pPr>
      <w:r>
        <w:t>183.1375</w:t>
      </w:r>
      <w:r>
        <w:tab/>
        <w:t>6.137e0</w:t>
      </w:r>
    </w:p>
    <w:p w:rsidR="00354DF7" w:rsidRDefault="00354DF7" w:rsidP="00354DF7">
      <w:pPr>
        <w:tabs>
          <w:tab w:val="left" w:pos="6195"/>
        </w:tabs>
      </w:pPr>
      <w:r>
        <w:t>183.1391</w:t>
      </w:r>
      <w:r>
        <w:tab/>
        <w:t>2.207e0</w:t>
      </w:r>
    </w:p>
    <w:p w:rsidR="00354DF7" w:rsidRDefault="00354DF7" w:rsidP="00354DF7">
      <w:pPr>
        <w:tabs>
          <w:tab w:val="left" w:pos="6195"/>
        </w:tabs>
      </w:pPr>
      <w:r>
        <w:t>183.1565</w:t>
      </w:r>
      <w:r>
        <w:tab/>
        <w:t>7.889e0</w:t>
      </w:r>
    </w:p>
    <w:p w:rsidR="00354DF7" w:rsidRDefault="00354DF7" w:rsidP="00354DF7">
      <w:pPr>
        <w:tabs>
          <w:tab w:val="left" w:pos="6195"/>
        </w:tabs>
      </w:pPr>
      <w:r>
        <w:t>183.1653</w:t>
      </w:r>
      <w:r>
        <w:tab/>
        <w:t>1.611e0</w:t>
      </w:r>
    </w:p>
    <w:p w:rsidR="00354DF7" w:rsidRDefault="00354DF7" w:rsidP="00354DF7">
      <w:pPr>
        <w:tabs>
          <w:tab w:val="left" w:pos="6195"/>
        </w:tabs>
      </w:pPr>
      <w:r>
        <w:t>183.1670</w:t>
      </w:r>
      <w:r>
        <w:tab/>
        <w:t>1.093e0</w:t>
      </w:r>
    </w:p>
    <w:p w:rsidR="00354DF7" w:rsidRDefault="00354DF7" w:rsidP="00354DF7">
      <w:pPr>
        <w:tabs>
          <w:tab w:val="left" w:pos="6195"/>
        </w:tabs>
      </w:pPr>
      <w:r>
        <w:t>183.1767</w:t>
      </w:r>
      <w:r>
        <w:tab/>
        <w:t>1.388e0</w:t>
      </w:r>
    </w:p>
    <w:p w:rsidR="00354DF7" w:rsidRDefault="00354DF7" w:rsidP="00354DF7">
      <w:pPr>
        <w:tabs>
          <w:tab w:val="left" w:pos="6195"/>
        </w:tabs>
      </w:pPr>
      <w:r>
        <w:t>183.1840</w:t>
      </w:r>
      <w:r>
        <w:tab/>
        <w:t>1.993e0</w:t>
      </w:r>
    </w:p>
    <w:p w:rsidR="00354DF7" w:rsidRDefault="00354DF7" w:rsidP="00354DF7">
      <w:pPr>
        <w:tabs>
          <w:tab w:val="left" w:pos="6195"/>
        </w:tabs>
      </w:pPr>
      <w:r>
        <w:t>183.1888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183.1943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183.2015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183.2050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183.2232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183.2355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183.2412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183.2568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183.2610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183.2755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183.2806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183.2827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183.2881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183.3094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183.3169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183.3188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183.3213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183.3241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183.3353</w:t>
      </w:r>
      <w:r>
        <w:tab/>
        <w:t>3.682e0</w:t>
      </w:r>
    </w:p>
    <w:p w:rsidR="00354DF7" w:rsidRDefault="00354DF7" w:rsidP="00354DF7">
      <w:pPr>
        <w:tabs>
          <w:tab w:val="left" w:pos="6195"/>
        </w:tabs>
      </w:pPr>
      <w:r>
        <w:t>183.3404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183.3457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183.3476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183.3672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183.3685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183.3727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183.3875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183.3892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183.3998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183.4071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183.4216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183.4288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183.4431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183.4464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183.4500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183.4628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183.4646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183.4787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183.4896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183.5020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183.5110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183.5129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183.5269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183.5289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183.5324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183.5403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183.5594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183.5607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183.5646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183.5733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183.5862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183.5899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183.5951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183.6044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183.6295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183.6369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183.6642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183.6658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183.6678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183.6947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183.7018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183.7164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183.7290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183.7344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183.7378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183.7416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183.7489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183.7633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183.7778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183.7811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183.7849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183.7886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183.7940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183.8008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183.8139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183.8211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183.8281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183.8320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183.8374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183.8537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183.8573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183.8645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183.8697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183.8718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183.8916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183.8935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183.9005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183.9366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183.9416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183.9562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183.9578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183.9698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183.9831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183.9852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183.9918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183.9939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184.0008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184.0062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184.0082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184.0153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184.0217</w:t>
      </w:r>
      <w:r>
        <w:tab/>
        <w:t>3.865e0</w:t>
      </w:r>
    </w:p>
    <w:p w:rsidR="00354DF7" w:rsidRDefault="00354DF7" w:rsidP="00354DF7">
      <w:pPr>
        <w:tabs>
          <w:tab w:val="left" w:pos="6195"/>
        </w:tabs>
      </w:pPr>
      <w:r>
        <w:t>184.0280</w:t>
      </w:r>
      <w:r>
        <w:tab/>
        <w:t>4.964e0</w:t>
      </w:r>
    </w:p>
    <w:p w:rsidR="00354DF7" w:rsidRDefault="00354DF7" w:rsidP="00354DF7">
      <w:pPr>
        <w:tabs>
          <w:tab w:val="left" w:pos="6195"/>
        </w:tabs>
      </w:pPr>
      <w:r>
        <w:t>184.0295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184.0612</w:t>
      </w:r>
      <w:r>
        <w:tab/>
        <w:t>1.546e1</w:t>
      </w:r>
    </w:p>
    <w:p w:rsidR="00354DF7" w:rsidRDefault="00354DF7" w:rsidP="00354DF7">
      <w:pPr>
        <w:tabs>
          <w:tab w:val="left" w:pos="6195"/>
        </w:tabs>
      </w:pPr>
      <w:r>
        <w:t>184.0627</w:t>
      </w:r>
      <w:r>
        <w:tab/>
        <w:t>2.343e0</w:t>
      </w:r>
    </w:p>
    <w:p w:rsidR="00354DF7" w:rsidRDefault="00354DF7" w:rsidP="00354DF7">
      <w:pPr>
        <w:tabs>
          <w:tab w:val="left" w:pos="6195"/>
        </w:tabs>
      </w:pPr>
      <w:r>
        <w:lastRenderedPageBreak/>
        <w:t>184.0655</w:t>
      </w:r>
      <w:r>
        <w:tab/>
        <w:t>3.655e0</w:t>
      </w:r>
    </w:p>
    <w:p w:rsidR="00354DF7" w:rsidRDefault="00354DF7" w:rsidP="00354DF7">
      <w:pPr>
        <w:tabs>
          <w:tab w:val="left" w:pos="6195"/>
        </w:tabs>
      </w:pPr>
      <w:r>
        <w:t>184.0760</w:t>
      </w:r>
      <w:r>
        <w:tab/>
        <w:t>3.366e0</w:t>
      </w:r>
    </w:p>
    <w:p w:rsidR="00354DF7" w:rsidRDefault="00354DF7" w:rsidP="00354DF7">
      <w:pPr>
        <w:tabs>
          <w:tab w:val="left" w:pos="6195"/>
        </w:tabs>
      </w:pPr>
      <w:r>
        <w:t>184.0790</w:t>
      </w:r>
      <w:r>
        <w:tab/>
        <w:t>1.987e0</w:t>
      </w:r>
    </w:p>
    <w:p w:rsidR="00354DF7" w:rsidRDefault="00354DF7" w:rsidP="00354DF7">
      <w:pPr>
        <w:tabs>
          <w:tab w:val="left" w:pos="6195"/>
        </w:tabs>
      </w:pPr>
      <w:r>
        <w:t>184.0981</w:t>
      </w:r>
      <w:r>
        <w:tab/>
        <w:t>4.768e0</w:t>
      </w:r>
    </w:p>
    <w:p w:rsidR="00354DF7" w:rsidRDefault="00354DF7" w:rsidP="00354DF7">
      <w:pPr>
        <w:tabs>
          <w:tab w:val="left" w:pos="6195"/>
        </w:tabs>
      </w:pPr>
      <w:r>
        <w:t>184.1011</w:t>
      </w:r>
      <w:r>
        <w:tab/>
        <w:t>1.045e0</w:t>
      </w:r>
    </w:p>
    <w:p w:rsidR="00354DF7" w:rsidRDefault="00354DF7" w:rsidP="00354DF7">
      <w:pPr>
        <w:tabs>
          <w:tab w:val="left" w:pos="6195"/>
        </w:tabs>
      </w:pPr>
      <w:r>
        <w:t>184.1053</w:t>
      </w:r>
      <w:r>
        <w:tab/>
        <w:t>2.475e0</w:t>
      </w:r>
    </w:p>
    <w:p w:rsidR="00354DF7" w:rsidRDefault="00354DF7" w:rsidP="00354DF7">
      <w:pPr>
        <w:tabs>
          <w:tab w:val="left" w:pos="6195"/>
        </w:tabs>
      </w:pPr>
      <w:r>
        <w:t>184.1074</w:t>
      </w:r>
      <w:r>
        <w:tab/>
        <w:t>2.428e0</w:t>
      </w:r>
    </w:p>
    <w:p w:rsidR="00354DF7" w:rsidRDefault="00354DF7" w:rsidP="00354DF7">
      <w:pPr>
        <w:tabs>
          <w:tab w:val="left" w:pos="6195"/>
        </w:tabs>
      </w:pPr>
      <w:r>
        <w:t>184.1239</w:t>
      </w:r>
      <w:r>
        <w:tab/>
        <w:t>1.743e0</w:t>
      </w:r>
    </w:p>
    <w:p w:rsidR="00354DF7" w:rsidRDefault="00354DF7" w:rsidP="00354DF7">
      <w:pPr>
        <w:tabs>
          <w:tab w:val="left" w:pos="6195"/>
        </w:tabs>
      </w:pPr>
      <w:r>
        <w:t>184.1305</w:t>
      </w:r>
      <w:r>
        <w:tab/>
        <w:t>3.633e0</w:t>
      </w:r>
    </w:p>
    <w:p w:rsidR="00354DF7" w:rsidRDefault="00354DF7" w:rsidP="00354DF7">
      <w:pPr>
        <w:tabs>
          <w:tab w:val="left" w:pos="6195"/>
        </w:tabs>
      </w:pPr>
      <w:r>
        <w:t>184.1351</w:t>
      </w:r>
      <w:r>
        <w:tab/>
        <w:t>2.455e0</w:t>
      </w:r>
    </w:p>
    <w:p w:rsidR="00354DF7" w:rsidRDefault="00354DF7" w:rsidP="00354DF7">
      <w:pPr>
        <w:tabs>
          <w:tab w:val="left" w:pos="6195"/>
        </w:tabs>
      </w:pPr>
      <w:r>
        <w:t>184.1426</w:t>
      </w:r>
      <w:r>
        <w:tab/>
        <w:t>9.991e0</w:t>
      </w:r>
    </w:p>
    <w:p w:rsidR="00354DF7" w:rsidRDefault="00354DF7" w:rsidP="00354DF7">
      <w:pPr>
        <w:tabs>
          <w:tab w:val="left" w:pos="6195"/>
        </w:tabs>
      </w:pPr>
      <w:r>
        <w:t>184.1535</w:t>
      </w:r>
      <w:r>
        <w:tab/>
        <w:t>7.106e0</w:t>
      </w:r>
    </w:p>
    <w:p w:rsidR="00354DF7" w:rsidRDefault="00354DF7" w:rsidP="00354DF7">
      <w:pPr>
        <w:tabs>
          <w:tab w:val="left" w:pos="6195"/>
        </w:tabs>
      </w:pPr>
      <w:r>
        <w:t>184.1659</w:t>
      </w:r>
      <w:r>
        <w:tab/>
        <w:t>9.960e0</w:t>
      </w:r>
    </w:p>
    <w:p w:rsidR="00354DF7" w:rsidRDefault="00354DF7" w:rsidP="00354DF7">
      <w:pPr>
        <w:tabs>
          <w:tab w:val="left" w:pos="6195"/>
        </w:tabs>
      </w:pPr>
      <w:r>
        <w:t>184.1729</w:t>
      </w:r>
      <w:r>
        <w:tab/>
        <w:t>4.483e0</w:t>
      </w:r>
    </w:p>
    <w:p w:rsidR="00354DF7" w:rsidRDefault="00354DF7" w:rsidP="00354DF7">
      <w:pPr>
        <w:tabs>
          <w:tab w:val="left" w:pos="6195"/>
        </w:tabs>
      </w:pPr>
      <w:r>
        <w:t>184.1830</w:t>
      </w:r>
      <w:r>
        <w:tab/>
        <w:t>4.506e0</w:t>
      </w:r>
    </w:p>
    <w:p w:rsidR="00354DF7" w:rsidRDefault="00354DF7" w:rsidP="00354DF7">
      <w:pPr>
        <w:tabs>
          <w:tab w:val="left" w:pos="6195"/>
        </w:tabs>
      </w:pPr>
      <w:r>
        <w:t>184.1938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184.1957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184.2065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184.2119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184.2137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184.2153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184.2354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184.2535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184.2569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184.2643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184.2680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184.2858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184.2878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184.2932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184.2966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184.3041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184.3294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184.3366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184.3493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184.3511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184.3533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184.3656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184.3837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184.3873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184.4034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184.4090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184.4378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184.4424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184.4559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184.4578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184.4686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184.4760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184.4847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184.4885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184.4936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184.5026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184.5046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184.5217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184.5278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184.5460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184.5496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184.5531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184.5601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184.5639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184.5675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184.5729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184.5770</w:t>
      </w:r>
      <w:r>
        <w:tab/>
        <w:t>6.071e0</w:t>
      </w:r>
    </w:p>
    <w:p w:rsidR="00354DF7" w:rsidRDefault="00354DF7" w:rsidP="00354DF7">
      <w:pPr>
        <w:tabs>
          <w:tab w:val="left" w:pos="6195"/>
        </w:tabs>
      </w:pPr>
      <w:r>
        <w:t>184.5842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184.5936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184.5962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184.6031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184.6259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184.6429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184.6465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184.6570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184.6592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184.6609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184.6752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184.6897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184.6934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184.7079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184.7192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184.7331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184.7477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184.7511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184.7586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184.7656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184.7803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184.7822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184.7840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184.7854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184.7912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184.8086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184.8114</w:t>
      </w:r>
      <w:r>
        <w:tab/>
        <w:t>2.379e0</w:t>
      </w:r>
    </w:p>
    <w:p w:rsidR="00354DF7" w:rsidRDefault="00354DF7" w:rsidP="00354DF7">
      <w:pPr>
        <w:tabs>
          <w:tab w:val="left" w:pos="6195"/>
        </w:tabs>
      </w:pPr>
      <w:r>
        <w:t>184.8310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184.8510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184.8528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184.8706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184.8717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184.8745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184.8959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184.8977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184.9034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184.9107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184.9288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184.9360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184.9492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184.9558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184.9794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184.9867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185.0048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185.0076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185.0398</w:t>
      </w:r>
      <w:r>
        <w:tab/>
        <w:t>1.378e1</w:t>
      </w:r>
    </w:p>
    <w:p w:rsidR="00354DF7" w:rsidRDefault="00354DF7" w:rsidP="00354DF7">
      <w:pPr>
        <w:tabs>
          <w:tab w:val="left" w:pos="6195"/>
        </w:tabs>
      </w:pPr>
      <w:r>
        <w:t>185.0435</w:t>
      </w:r>
      <w:r>
        <w:tab/>
        <w:t>4.368e0</w:t>
      </w:r>
    </w:p>
    <w:p w:rsidR="00354DF7" w:rsidRDefault="00354DF7" w:rsidP="00354DF7">
      <w:pPr>
        <w:tabs>
          <w:tab w:val="left" w:pos="6195"/>
        </w:tabs>
      </w:pPr>
      <w:r>
        <w:t>185.0451</w:t>
      </w:r>
      <w:r>
        <w:tab/>
        <w:t>3.332e0</w:t>
      </w:r>
    </w:p>
    <w:p w:rsidR="00354DF7" w:rsidRDefault="00354DF7" w:rsidP="00354DF7">
      <w:pPr>
        <w:tabs>
          <w:tab w:val="left" w:pos="6195"/>
        </w:tabs>
      </w:pPr>
      <w:r>
        <w:t>185.0502</w:t>
      </w:r>
      <w:r>
        <w:tab/>
        <w:t>1.839e0</w:t>
      </w:r>
    </w:p>
    <w:p w:rsidR="00354DF7" w:rsidRDefault="00354DF7" w:rsidP="00354DF7">
      <w:pPr>
        <w:tabs>
          <w:tab w:val="left" w:pos="6195"/>
        </w:tabs>
      </w:pPr>
      <w:r>
        <w:t>185.0543</w:t>
      </w:r>
      <w:r>
        <w:tab/>
        <w:t>4.845e0</w:t>
      </w:r>
    </w:p>
    <w:p w:rsidR="00354DF7" w:rsidRDefault="00354DF7" w:rsidP="00354DF7">
      <w:pPr>
        <w:tabs>
          <w:tab w:val="left" w:pos="6195"/>
        </w:tabs>
      </w:pPr>
      <w:r>
        <w:t>185.0699</w:t>
      </w:r>
      <w:r>
        <w:tab/>
        <w:t>1.529e0</w:t>
      </w:r>
    </w:p>
    <w:p w:rsidR="00354DF7" w:rsidRDefault="00354DF7" w:rsidP="00354DF7">
      <w:pPr>
        <w:tabs>
          <w:tab w:val="left" w:pos="6195"/>
        </w:tabs>
      </w:pPr>
      <w:r>
        <w:t>185.0816</w:t>
      </w:r>
      <w:r>
        <w:tab/>
        <w:t>2.892e0</w:t>
      </w:r>
    </w:p>
    <w:p w:rsidR="00354DF7" w:rsidRDefault="00354DF7" w:rsidP="00354DF7">
      <w:pPr>
        <w:tabs>
          <w:tab w:val="left" w:pos="6195"/>
        </w:tabs>
      </w:pPr>
      <w:r>
        <w:lastRenderedPageBreak/>
        <w:t>185.0848</w:t>
      </w:r>
      <w:r>
        <w:tab/>
        <w:t>1.832e0</w:t>
      </w:r>
    </w:p>
    <w:p w:rsidR="00354DF7" w:rsidRDefault="00354DF7" w:rsidP="00354DF7">
      <w:pPr>
        <w:tabs>
          <w:tab w:val="left" w:pos="6195"/>
        </w:tabs>
      </w:pPr>
      <w:r>
        <w:t>185.1075</w:t>
      </w:r>
      <w:r>
        <w:tab/>
        <w:t>2.277e0</w:t>
      </w:r>
    </w:p>
    <w:p w:rsidR="00354DF7" w:rsidRDefault="00354DF7" w:rsidP="00354DF7">
      <w:pPr>
        <w:tabs>
          <w:tab w:val="left" w:pos="6195"/>
        </w:tabs>
      </w:pPr>
      <w:r>
        <w:t>185.1104</w:t>
      </w:r>
      <w:r>
        <w:tab/>
        <w:t>6.894e0</w:t>
      </w:r>
    </w:p>
    <w:p w:rsidR="00354DF7" w:rsidRDefault="00354DF7" w:rsidP="00354DF7">
      <w:pPr>
        <w:tabs>
          <w:tab w:val="left" w:pos="6195"/>
        </w:tabs>
      </w:pPr>
      <w:r>
        <w:t>185.1134</w:t>
      </w:r>
      <w:r>
        <w:tab/>
        <w:t>7.423e0</w:t>
      </w:r>
    </w:p>
    <w:p w:rsidR="00354DF7" w:rsidRDefault="00354DF7" w:rsidP="00354DF7">
      <w:pPr>
        <w:tabs>
          <w:tab w:val="left" w:pos="6195"/>
        </w:tabs>
      </w:pPr>
      <w:r>
        <w:t>185.1160</w:t>
      </w:r>
      <w:r>
        <w:tab/>
        <w:t>8.263e0</w:t>
      </w:r>
    </w:p>
    <w:p w:rsidR="00354DF7" w:rsidRDefault="00354DF7" w:rsidP="00354DF7">
      <w:pPr>
        <w:tabs>
          <w:tab w:val="left" w:pos="6195"/>
        </w:tabs>
      </w:pPr>
      <w:r>
        <w:t>185.1185</w:t>
      </w:r>
      <w:r>
        <w:tab/>
        <w:t>7.997e0</w:t>
      </w:r>
    </w:p>
    <w:p w:rsidR="00354DF7" w:rsidRDefault="00354DF7" w:rsidP="00354DF7">
      <w:pPr>
        <w:tabs>
          <w:tab w:val="left" w:pos="6195"/>
        </w:tabs>
      </w:pPr>
      <w:r>
        <w:t>185.1196</w:t>
      </w:r>
      <w:r>
        <w:tab/>
        <w:t>7.989e0</w:t>
      </w:r>
    </w:p>
    <w:p w:rsidR="00354DF7" w:rsidRDefault="00354DF7" w:rsidP="00354DF7">
      <w:pPr>
        <w:tabs>
          <w:tab w:val="left" w:pos="6195"/>
        </w:tabs>
      </w:pPr>
      <w:r>
        <w:t>185.1318</w:t>
      </w:r>
      <w:r>
        <w:tab/>
        <w:t>2.401e0</w:t>
      </w:r>
    </w:p>
    <w:p w:rsidR="00354DF7" w:rsidRDefault="00354DF7" w:rsidP="00354DF7">
      <w:pPr>
        <w:tabs>
          <w:tab w:val="left" w:pos="6195"/>
        </w:tabs>
      </w:pPr>
      <w:r>
        <w:t>185.1550</w:t>
      </w:r>
      <w:r>
        <w:tab/>
        <w:t>1.070e0</w:t>
      </w:r>
    </w:p>
    <w:p w:rsidR="00354DF7" w:rsidRDefault="00354DF7" w:rsidP="00354DF7">
      <w:pPr>
        <w:tabs>
          <w:tab w:val="left" w:pos="6195"/>
        </w:tabs>
      </w:pPr>
      <w:r>
        <w:t>185.1604</w:t>
      </w:r>
      <w:r>
        <w:tab/>
        <w:t>1.301e0</w:t>
      </w:r>
    </w:p>
    <w:p w:rsidR="00354DF7" w:rsidRDefault="00354DF7" w:rsidP="00354DF7">
      <w:pPr>
        <w:tabs>
          <w:tab w:val="left" w:pos="6195"/>
        </w:tabs>
      </w:pPr>
      <w:r>
        <w:t>185.1626</w:t>
      </w:r>
      <w:r>
        <w:tab/>
        <w:t>5.539e0</w:t>
      </w:r>
    </w:p>
    <w:p w:rsidR="00354DF7" w:rsidRDefault="00354DF7" w:rsidP="00354DF7">
      <w:pPr>
        <w:tabs>
          <w:tab w:val="left" w:pos="6195"/>
        </w:tabs>
      </w:pPr>
      <w:r>
        <w:t>185.1640</w:t>
      </w:r>
      <w:r>
        <w:tab/>
        <w:t>2.457e0</w:t>
      </w:r>
    </w:p>
    <w:p w:rsidR="00354DF7" w:rsidRDefault="00354DF7" w:rsidP="00354DF7">
      <w:pPr>
        <w:tabs>
          <w:tab w:val="left" w:pos="6195"/>
        </w:tabs>
      </w:pPr>
      <w:r>
        <w:t>185.1766</w:t>
      </w:r>
      <w:r>
        <w:tab/>
        <w:t>3.354e0</w:t>
      </w:r>
    </w:p>
    <w:p w:rsidR="00354DF7" w:rsidRDefault="00354DF7" w:rsidP="00354DF7">
      <w:pPr>
        <w:tabs>
          <w:tab w:val="left" w:pos="6195"/>
        </w:tabs>
      </w:pPr>
      <w:r>
        <w:t>185.1905</w:t>
      </w:r>
      <w:r>
        <w:tab/>
        <w:t>1.548e0</w:t>
      </w:r>
    </w:p>
    <w:p w:rsidR="00354DF7" w:rsidRDefault="00354DF7" w:rsidP="00354DF7">
      <w:pPr>
        <w:tabs>
          <w:tab w:val="left" w:pos="6195"/>
        </w:tabs>
      </w:pPr>
      <w:r>
        <w:t>185.2000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185.2147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185.2180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185.2291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185.2399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185.2469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185.2540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185.2720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185.2795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185.2903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185.2918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185.2991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185.3065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185.3135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185.3154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185.3227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185.3263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185.3335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185.3443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185.3513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185.3695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185.3719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185.3768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185.3801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185.4019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185.4056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185.4197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185.4243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185.4269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185.4453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185.4580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185.4707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185.4778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185.4887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185.4907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185.4998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185.5159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185.5179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185.5210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185.5228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185.5433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185.5449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185.5542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185.5615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185.5651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185.5666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185.5770</w:t>
      </w:r>
      <w:r>
        <w:tab/>
        <w:t>2.694e0</w:t>
      </w:r>
    </w:p>
    <w:p w:rsidR="00354DF7" w:rsidRDefault="00354DF7" w:rsidP="00354DF7">
      <w:pPr>
        <w:tabs>
          <w:tab w:val="left" w:pos="6195"/>
        </w:tabs>
      </w:pPr>
      <w:r>
        <w:t>185.5796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185.5832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185.5878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185.5975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185.6014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185.6047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185.6304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185.6321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185.6374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185.6410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185.6591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185.6629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185.6739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185.6883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185.6918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185.7029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185.7117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185.7210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185.7316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185.7355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185.7498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185.7570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185.7718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185.7824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185.7899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185.7929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185.8189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185.8223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185.8259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185.8371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185.8389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185.8604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185.8624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185.8661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185.8733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185.8858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185.8931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185.9023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185.9138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185.9223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185.9348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185.9495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185.9529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185.9568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185.9584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185.9604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185.9840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185.9858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186.0057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186.0074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186.0112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186.0122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186.0149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186.0219</w:t>
      </w:r>
      <w:r>
        <w:tab/>
        <w:t>4.004e0</w:t>
      </w:r>
    </w:p>
    <w:p w:rsidR="00354DF7" w:rsidRDefault="00354DF7" w:rsidP="00354DF7">
      <w:pPr>
        <w:tabs>
          <w:tab w:val="left" w:pos="6195"/>
        </w:tabs>
      </w:pPr>
      <w:r>
        <w:t>186.0321</w:t>
      </w:r>
      <w:r>
        <w:tab/>
        <w:t>7.710e0</w:t>
      </w:r>
    </w:p>
    <w:p w:rsidR="00354DF7" w:rsidRDefault="00354DF7" w:rsidP="00354DF7">
      <w:pPr>
        <w:tabs>
          <w:tab w:val="left" w:pos="6195"/>
        </w:tabs>
      </w:pPr>
      <w:r>
        <w:t>186.0531</w:t>
      </w:r>
      <w:r>
        <w:tab/>
        <w:t>1.794e0</w:t>
      </w:r>
    </w:p>
    <w:p w:rsidR="00354DF7" w:rsidRDefault="00354DF7" w:rsidP="00354DF7">
      <w:pPr>
        <w:tabs>
          <w:tab w:val="left" w:pos="6195"/>
        </w:tabs>
      </w:pPr>
      <w:r>
        <w:t>186.0565</w:t>
      </w:r>
      <w:r>
        <w:tab/>
        <w:t>2.527e0</w:t>
      </w:r>
    </w:p>
    <w:p w:rsidR="00354DF7" w:rsidRDefault="00354DF7" w:rsidP="00354DF7">
      <w:pPr>
        <w:tabs>
          <w:tab w:val="left" w:pos="6195"/>
        </w:tabs>
      </w:pPr>
      <w:r>
        <w:t>186.0656</w:t>
      </w:r>
      <w:r>
        <w:tab/>
        <w:t>3.898e0</w:t>
      </w:r>
    </w:p>
    <w:p w:rsidR="00354DF7" w:rsidRDefault="00354DF7" w:rsidP="00354DF7">
      <w:pPr>
        <w:tabs>
          <w:tab w:val="left" w:pos="6195"/>
        </w:tabs>
      </w:pPr>
      <w:r>
        <w:t>186.0749</w:t>
      </w:r>
      <w:r>
        <w:tab/>
        <w:t>2.983e0</w:t>
      </w:r>
    </w:p>
    <w:p w:rsidR="00354DF7" w:rsidRDefault="00354DF7" w:rsidP="00354DF7">
      <w:pPr>
        <w:tabs>
          <w:tab w:val="left" w:pos="6195"/>
        </w:tabs>
      </w:pPr>
      <w:r>
        <w:t>186.0824</w:t>
      </w:r>
      <w:r>
        <w:tab/>
        <w:t>1.721e0</w:t>
      </w:r>
    </w:p>
    <w:p w:rsidR="00354DF7" w:rsidRDefault="00354DF7" w:rsidP="00354DF7">
      <w:pPr>
        <w:tabs>
          <w:tab w:val="left" w:pos="6195"/>
        </w:tabs>
      </w:pPr>
      <w:r>
        <w:t>186.0878</w:t>
      </w:r>
      <w:r>
        <w:tab/>
        <w:t>1.428e0</w:t>
      </w:r>
    </w:p>
    <w:p w:rsidR="00354DF7" w:rsidRDefault="00354DF7" w:rsidP="00354DF7">
      <w:pPr>
        <w:tabs>
          <w:tab w:val="left" w:pos="6195"/>
        </w:tabs>
      </w:pPr>
      <w:r>
        <w:t>186.0897</w:t>
      </w:r>
      <w:r>
        <w:tab/>
        <w:t>2.534e0</w:t>
      </w:r>
    </w:p>
    <w:p w:rsidR="00354DF7" w:rsidRDefault="00354DF7" w:rsidP="00354DF7">
      <w:pPr>
        <w:tabs>
          <w:tab w:val="left" w:pos="6195"/>
        </w:tabs>
      </w:pPr>
      <w:r>
        <w:t>186.1128</w:t>
      </w:r>
      <w:r>
        <w:tab/>
        <w:t>1.159e0</w:t>
      </w:r>
    </w:p>
    <w:p w:rsidR="00354DF7" w:rsidRDefault="00354DF7" w:rsidP="00354DF7">
      <w:pPr>
        <w:tabs>
          <w:tab w:val="left" w:pos="6195"/>
        </w:tabs>
      </w:pPr>
      <w:r>
        <w:t>186.1231</w:t>
      </w:r>
      <w:r>
        <w:tab/>
        <w:t>7.312e0</w:t>
      </w:r>
    </w:p>
    <w:p w:rsidR="00354DF7" w:rsidRDefault="00354DF7" w:rsidP="00354DF7">
      <w:pPr>
        <w:tabs>
          <w:tab w:val="left" w:pos="6195"/>
        </w:tabs>
      </w:pPr>
      <w:r>
        <w:t>186.1339</w:t>
      </w:r>
      <w:r>
        <w:tab/>
        <w:t>5.013e0</w:t>
      </w:r>
    </w:p>
    <w:p w:rsidR="00354DF7" w:rsidRDefault="00354DF7" w:rsidP="00354DF7">
      <w:pPr>
        <w:tabs>
          <w:tab w:val="left" w:pos="6195"/>
        </w:tabs>
      </w:pPr>
      <w:r>
        <w:t>186.1349</w:t>
      </w:r>
      <w:r>
        <w:tab/>
        <w:t>5.206e0</w:t>
      </w:r>
    </w:p>
    <w:p w:rsidR="00354DF7" w:rsidRDefault="00354DF7" w:rsidP="00354DF7">
      <w:pPr>
        <w:tabs>
          <w:tab w:val="left" w:pos="6195"/>
        </w:tabs>
      </w:pPr>
      <w:r>
        <w:t>186.1389</w:t>
      </w:r>
      <w:r>
        <w:tab/>
        <w:t>3.797e0</w:t>
      </w:r>
    </w:p>
    <w:p w:rsidR="00354DF7" w:rsidRDefault="00354DF7" w:rsidP="00354DF7">
      <w:pPr>
        <w:tabs>
          <w:tab w:val="left" w:pos="6195"/>
        </w:tabs>
      </w:pPr>
      <w:r>
        <w:t>186.1498</w:t>
      </w:r>
      <w:r>
        <w:tab/>
        <w:t>4.519e0</w:t>
      </w:r>
    </w:p>
    <w:p w:rsidR="00354DF7" w:rsidRDefault="00354DF7" w:rsidP="00354DF7">
      <w:pPr>
        <w:tabs>
          <w:tab w:val="left" w:pos="6195"/>
        </w:tabs>
      </w:pPr>
      <w:r>
        <w:t>186.1544</w:t>
      </w:r>
      <w:r>
        <w:tab/>
        <w:t>4.823e0</w:t>
      </w:r>
    </w:p>
    <w:p w:rsidR="00354DF7" w:rsidRDefault="00354DF7" w:rsidP="00354DF7">
      <w:pPr>
        <w:tabs>
          <w:tab w:val="left" w:pos="6195"/>
        </w:tabs>
      </w:pPr>
      <w:r>
        <w:t>186.1562</w:t>
      </w:r>
      <w:r>
        <w:tab/>
        <w:t>3.945e0</w:t>
      </w:r>
    </w:p>
    <w:p w:rsidR="00354DF7" w:rsidRDefault="00354DF7" w:rsidP="00354DF7">
      <w:pPr>
        <w:tabs>
          <w:tab w:val="left" w:pos="6195"/>
        </w:tabs>
      </w:pPr>
      <w:r>
        <w:t>186.1653</w:t>
      </w:r>
      <w:r>
        <w:tab/>
        <w:t>1.377e0</w:t>
      </w:r>
    </w:p>
    <w:p w:rsidR="00354DF7" w:rsidRDefault="00354DF7" w:rsidP="00354DF7">
      <w:pPr>
        <w:tabs>
          <w:tab w:val="left" w:pos="6195"/>
        </w:tabs>
      </w:pPr>
      <w:r>
        <w:t>186.1670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186.1781</w:t>
      </w:r>
      <w:r>
        <w:tab/>
        <w:t>1.694e0</w:t>
      </w:r>
    </w:p>
    <w:p w:rsidR="00354DF7" w:rsidRDefault="00354DF7" w:rsidP="00354DF7">
      <w:pPr>
        <w:tabs>
          <w:tab w:val="left" w:pos="6195"/>
        </w:tabs>
      </w:pPr>
      <w:r>
        <w:t>186.1823</w:t>
      </w:r>
      <w:r>
        <w:tab/>
        <w:t>1.639e0</w:t>
      </w:r>
    </w:p>
    <w:p w:rsidR="00354DF7" w:rsidRDefault="00354DF7" w:rsidP="00354DF7">
      <w:pPr>
        <w:tabs>
          <w:tab w:val="left" w:pos="6195"/>
        </w:tabs>
      </w:pPr>
      <w:r>
        <w:t>186.1924</w:t>
      </w:r>
      <w:r>
        <w:tab/>
        <w:t>3.921e0</w:t>
      </w:r>
    </w:p>
    <w:p w:rsidR="00354DF7" w:rsidRDefault="00354DF7" w:rsidP="00354DF7">
      <w:pPr>
        <w:tabs>
          <w:tab w:val="left" w:pos="6195"/>
        </w:tabs>
      </w:pPr>
      <w:r>
        <w:t>186.2124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186.2145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186.2167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186.2396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186.2432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186.2575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186.2614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186.2758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186.2791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186.2939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186.3011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186.3047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186.3094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186.3228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186.3264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186.3280</w:t>
      </w:r>
      <w:r>
        <w:tab/>
        <w:t>2.037e0</w:t>
      </w:r>
    </w:p>
    <w:p w:rsidR="00354DF7" w:rsidRDefault="00354DF7" w:rsidP="00354DF7">
      <w:pPr>
        <w:tabs>
          <w:tab w:val="left" w:pos="6195"/>
        </w:tabs>
      </w:pPr>
      <w:r>
        <w:lastRenderedPageBreak/>
        <w:t>186.3353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186.3409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186.3551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186.3605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186.3662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186.3771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186.3865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186.3897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186.3952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186.4024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186.4097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186.4148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186.4242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186.4379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186.4458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186.4565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186.4586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186.4710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186.4803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186.4820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186.4953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186.5108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186.5181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186.5310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186.5473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186.5545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186.5582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186.5654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186.5688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186.5835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186.5906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186.6088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186.6146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186.6524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186.6686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186.6742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186.6814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186.6849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186.6976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186.6997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186.7106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186.7140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186.7251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186.7433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186.7524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186.7541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186.7760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186.7906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186.8049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186.8179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186.8378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186.8488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186.8649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186.8729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186.8812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186.8824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186.8869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186.8950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186.9177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186.9197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186.9215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186.9358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186.9486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186.9576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186.9625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186.9794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186.9903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186.9942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187.0015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187.0063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187.0087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187.0187</w:t>
      </w:r>
      <w:r>
        <w:tab/>
        <w:t>3.713e0</w:t>
      </w:r>
    </w:p>
    <w:p w:rsidR="00354DF7" w:rsidRDefault="00354DF7" w:rsidP="00354DF7">
      <w:pPr>
        <w:tabs>
          <w:tab w:val="left" w:pos="6195"/>
        </w:tabs>
      </w:pPr>
      <w:r>
        <w:t>187.0431</w:t>
      </w:r>
      <w:r>
        <w:tab/>
        <w:t>1.414e0</w:t>
      </w:r>
    </w:p>
    <w:p w:rsidR="00354DF7" w:rsidRDefault="00354DF7" w:rsidP="00354DF7">
      <w:pPr>
        <w:tabs>
          <w:tab w:val="left" w:pos="6195"/>
        </w:tabs>
      </w:pPr>
      <w:r>
        <w:t>187.0542</w:t>
      </w:r>
      <w:r>
        <w:tab/>
        <w:t>1.963e0</w:t>
      </w:r>
    </w:p>
    <w:p w:rsidR="00354DF7" w:rsidRDefault="00354DF7" w:rsidP="00354DF7">
      <w:pPr>
        <w:tabs>
          <w:tab w:val="left" w:pos="6195"/>
        </w:tabs>
      </w:pPr>
      <w:r>
        <w:t>187.0621</w:t>
      </w:r>
      <w:r>
        <w:tab/>
        <w:t>1.996e0</w:t>
      </w:r>
    </w:p>
    <w:p w:rsidR="00354DF7" w:rsidRDefault="00354DF7" w:rsidP="00354DF7">
      <w:pPr>
        <w:tabs>
          <w:tab w:val="left" w:pos="6195"/>
        </w:tabs>
      </w:pPr>
      <w:r>
        <w:t>187.0705</w:t>
      </w:r>
      <w:r>
        <w:tab/>
        <w:t>3.824e0</w:t>
      </w:r>
    </w:p>
    <w:p w:rsidR="00354DF7" w:rsidRDefault="00354DF7" w:rsidP="00354DF7">
      <w:pPr>
        <w:tabs>
          <w:tab w:val="left" w:pos="6195"/>
        </w:tabs>
      </w:pPr>
      <w:r>
        <w:lastRenderedPageBreak/>
        <w:t>187.0743</w:t>
      </w:r>
      <w:r>
        <w:tab/>
        <w:t>1.110e0</w:t>
      </w:r>
    </w:p>
    <w:p w:rsidR="00354DF7" w:rsidRDefault="00354DF7" w:rsidP="00354DF7">
      <w:pPr>
        <w:tabs>
          <w:tab w:val="left" w:pos="6195"/>
        </w:tabs>
      </w:pPr>
      <w:r>
        <w:t>187.0797</w:t>
      </w:r>
      <w:r>
        <w:tab/>
        <w:t>4.008e0</w:t>
      </w:r>
    </w:p>
    <w:p w:rsidR="00354DF7" w:rsidRDefault="00354DF7" w:rsidP="00354DF7">
      <w:pPr>
        <w:tabs>
          <w:tab w:val="left" w:pos="6195"/>
        </w:tabs>
      </w:pPr>
      <w:r>
        <w:t>187.1124</w:t>
      </w:r>
      <w:r>
        <w:tab/>
        <w:t>4.053e0</w:t>
      </w:r>
    </w:p>
    <w:p w:rsidR="00354DF7" w:rsidRDefault="00354DF7" w:rsidP="00354DF7">
      <w:pPr>
        <w:tabs>
          <w:tab w:val="left" w:pos="6195"/>
        </w:tabs>
      </w:pPr>
      <w:r>
        <w:t>187.1143</w:t>
      </w:r>
      <w:r>
        <w:tab/>
        <w:t>3.354e0</w:t>
      </w:r>
    </w:p>
    <w:p w:rsidR="00354DF7" w:rsidRDefault="00354DF7" w:rsidP="00354DF7">
      <w:pPr>
        <w:tabs>
          <w:tab w:val="left" w:pos="6195"/>
        </w:tabs>
      </w:pPr>
      <w:r>
        <w:t>187.1241</w:t>
      </w:r>
      <w:r>
        <w:tab/>
        <w:t>1.872e0</w:t>
      </w:r>
    </w:p>
    <w:p w:rsidR="00354DF7" w:rsidRDefault="00354DF7" w:rsidP="00354DF7">
      <w:pPr>
        <w:tabs>
          <w:tab w:val="left" w:pos="6195"/>
        </w:tabs>
      </w:pPr>
      <w:r>
        <w:t>187.1251</w:t>
      </w:r>
      <w:r>
        <w:tab/>
        <w:t>2.336e0</w:t>
      </w:r>
    </w:p>
    <w:p w:rsidR="00354DF7" w:rsidRDefault="00354DF7" w:rsidP="00354DF7">
      <w:pPr>
        <w:tabs>
          <w:tab w:val="left" w:pos="6195"/>
        </w:tabs>
      </w:pPr>
      <w:r>
        <w:t>187.1400</w:t>
      </w:r>
      <w:r>
        <w:tab/>
        <w:t>1.197e1</w:t>
      </w:r>
    </w:p>
    <w:p w:rsidR="00354DF7" w:rsidRDefault="00354DF7" w:rsidP="00354DF7">
      <w:pPr>
        <w:tabs>
          <w:tab w:val="left" w:pos="6195"/>
        </w:tabs>
      </w:pPr>
      <w:r>
        <w:t>187.1413</w:t>
      </w:r>
      <w:r>
        <w:tab/>
        <w:t>1.493e0</w:t>
      </w:r>
    </w:p>
    <w:p w:rsidR="00354DF7" w:rsidRDefault="00354DF7" w:rsidP="00354DF7">
      <w:pPr>
        <w:tabs>
          <w:tab w:val="left" w:pos="6195"/>
        </w:tabs>
      </w:pPr>
      <w:r>
        <w:t>187.1431</w:t>
      </w:r>
      <w:r>
        <w:tab/>
        <w:t>1.361e0</w:t>
      </w:r>
    </w:p>
    <w:p w:rsidR="00354DF7" w:rsidRDefault="00354DF7" w:rsidP="00354DF7">
      <w:pPr>
        <w:tabs>
          <w:tab w:val="left" w:pos="6195"/>
        </w:tabs>
      </w:pPr>
      <w:r>
        <w:t>187.1470</w:t>
      </w:r>
      <w:r>
        <w:tab/>
        <w:t>2.242e0</w:t>
      </w:r>
    </w:p>
    <w:p w:rsidR="00354DF7" w:rsidRDefault="00354DF7" w:rsidP="00354DF7">
      <w:pPr>
        <w:tabs>
          <w:tab w:val="left" w:pos="6195"/>
        </w:tabs>
      </w:pPr>
      <w:r>
        <w:t>187.1626</w:t>
      </w:r>
      <w:r>
        <w:tab/>
        <w:t>4.081e0</w:t>
      </w:r>
    </w:p>
    <w:p w:rsidR="00354DF7" w:rsidRDefault="00354DF7" w:rsidP="00354DF7">
      <w:pPr>
        <w:tabs>
          <w:tab w:val="left" w:pos="6195"/>
        </w:tabs>
      </w:pPr>
      <w:r>
        <w:t>187.1777</w:t>
      </w:r>
      <w:r>
        <w:tab/>
        <w:t>1.582e0</w:t>
      </w:r>
    </w:p>
    <w:p w:rsidR="00354DF7" w:rsidRDefault="00354DF7" w:rsidP="00354DF7">
      <w:pPr>
        <w:tabs>
          <w:tab w:val="left" w:pos="6195"/>
        </w:tabs>
      </w:pPr>
      <w:r>
        <w:t>187.1839</w:t>
      </w:r>
      <w:r>
        <w:tab/>
        <w:t>3.414e0</w:t>
      </w:r>
    </w:p>
    <w:p w:rsidR="00354DF7" w:rsidRDefault="00354DF7" w:rsidP="00354DF7">
      <w:pPr>
        <w:tabs>
          <w:tab w:val="left" w:pos="6195"/>
        </w:tabs>
      </w:pPr>
      <w:r>
        <w:t>187.2088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187.2194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187.2213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187.2287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187.2361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187.2430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187.2524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187.2594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187.2651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187.2706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187.2721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187.2849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187.2888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187.2924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187.3288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187.3325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187.3361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187.3577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187.3834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187.3870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187.3929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187.4034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187.4104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187.4143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187.4272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187.4319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187.4341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187.4434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187.4486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187.4671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187.4744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187.4778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187.4926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187.4962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187.4996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187.5032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187.5217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187.5235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187.5249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187.5308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187.5444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187.5524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187.5544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187.5635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187.5726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187.5799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187.5869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187.5909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187.5926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187.6031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187.6127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187.6306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187.6343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187.6600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187.6645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187.6782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187.6852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187.6909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187.7110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187.7256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187.7289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187.7438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187.7526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187.7544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187.7728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187.7765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187.7856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187.7872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187.8057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187.8291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187.8314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187.8348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187.8457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187.8894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187.8967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187.9001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187.9019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187.9222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187.9329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187.9441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187.9529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187.9659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187.9802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187.9841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187.9875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188.0104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188.0133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188.0194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188.0226</w:t>
      </w:r>
      <w:r>
        <w:tab/>
        <w:t>3.591e0</w:t>
      </w:r>
    </w:p>
    <w:p w:rsidR="00354DF7" w:rsidRDefault="00354DF7" w:rsidP="00354DF7">
      <w:pPr>
        <w:tabs>
          <w:tab w:val="left" w:pos="6195"/>
        </w:tabs>
      </w:pPr>
      <w:r>
        <w:t>188.0242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188.0501</w:t>
      </w:r>
      <w:r>
        <w:tab/>
        <w:t>3.451e0</w:t>
      </w:r>
    </w:p>
    <w:p w:rsidR="00354DF7" w:rsidRDefault="00354DF7" w:rsidP="00354DF7">
      <w:pPr>
        <w:tabs>
          <w:tab w:val="left" w:pos="6195"/>
        </w:tabs>
      </w:pPr>
      <w:r>
        <w:t>188.0515</w:t>
      </w:r>
      <w:r>
        <w:tab/>
        <w:t>1.798e0</w:t>
      </w:r>
    </w:p>
    <w:p w:rsidR="00354DF7" w:rsidRDefault="00354DF7" w:rsidP="00354DF7">
      <w:pPr>
        <w:tabs>
          <w:tab w:val="left" w:pos="6195"/>
        </w:tabs>
      </w:pPr>
      <w:r>
        <w:t>188.0679</w:t>
      </w:r>
      <w:r>
        <w:tab/>
        <w:t>1.772e0</w:t>
      </w:r>
    </w:p>
    <w:p w:rsidR="00354DF7" w:rsidRDefault="00354DF7" w:rsidP="00354DF7">
      <w:pPr>
        <w:tabs>
          <w:tab w:val="left" w:pos="6195"/>
        </w:tabs>
      </w:pPr>
      <w:r>
        <w:t>188.0712</w:t>
      </w:r>
      <w:r>
        <w:tab/>
        <w:t>3.877e0</w:t>
      </w:r>
    </w:p>
    <w:p w:rsidR="00354DF7" w:rsidRDefault="00354DF7" w:rsidP="00354DF7">
      <w:pPr>
        <w:tabs>
          <w:tab w:val="left" w:pos="6195"/>
        </w:tabs>
      </w:pPr>
      <w:r>
        <w:t>188.0737</w:t>
      </w:r>
      <w:r>
        <w:tab/>
        <w:t>3.214e0</w:t>
      </w:r>
    </w:p>
    <w:p w:rsidR="00354DF7" w:rsidRDefault="00354DF7" w:rsidP="00354DF7">
      <w:pPr>
        <w:tabs>
          <w:tab w:val="left" w:pos="6195"/>
        </w:tabs>
      </w:pPr>
      <w:r>
        <w:t>188.0752</w:t>
      </w:r>
      <w:r>
        <w:tab/>
        <w:t>1.330e0</w:t>
      </w:r>
    </w:p>
    <w:p w:rsidR="00354DF7" w:rsidRDefault="00354DF7" w:rsidP="00354DF7">
      <w:pPr>
        <w:tabs>
          <w:tab w:val="left" w:pos="6195"/>
        </w:tabs>
      </w:pPr>
      <w:r>
        <w:t>188.1273</w:t>
      </w:r>
      <w:r>
        <w:tab/>
        <w:t>4.522e1</w:t>
      </w:r>
    </w:p>
    <w:p w:rsidR="00354DF7" w:rsidRDefault="00354DF7" w:rsidP="00354DF7">
      <w:pPr>
        <w:tabs>
          <w:tab w:val="left" w:pos="6195"/>
        </w:tabs>
      </w:pPr>
      <w:r>
        <w:t>188.1292</w:t>
      </w:r>
      <w:r>
        <w:tab/>
        <w:t>8.032e1</w:t>
      </w:r>
    </w:p>
    <w:p w:rsidR="00354DF7" w:rsidRDefault="00354DF7" w:rsidP="00354DF7">
      <w:pPr>
        <w:tabs>
          <w:tab w:val="left" w:pos="6195"/>
        </w:tabs>
      </w:pPr>
      <w:r>
        <w:t>188.1357</w:t>
      </w:r>
      <w:r>
        <w:tab/>
        <w:t>2.308e1</w:t>
      </w:r>
    </w:p>
    <w:p w:rsidR="00354DF7" w:rsidRDefault="00354DF7" w:rsidP="00354DF7">
      <w:pPr>
        <w:tabs>
          <w:tab w:val="left" w:pos="6195"/>
        </w:tabs>
      </w:pPr>
      <w:r>
        <w:t>188.1514</w:t>
      </w:r>
      <w:r>
        <w:tab/>
        <w:t>7.714e0</w:t>
      </w:r>
    </w:p>
    <w:p w:rsidR="00354DF7" w:rsidRDefault="00354DF7" w:rsidP="00354DF7">
      <w:pPr>
        <w:tabs>
          <w:tab w:val="left" w:pos="6195"/>
        </w:tabs>
      </w:pPr>
      <w:r>
        <w:t>188.1660</w:t>
      </w:r>
      <w:r>
        <w:tab/>
        <w:t>1.739e0</w:t>
      </w:r>
    </w:p>
    <w:p w:rsidR="00354DF7" w:rsidRDefault="00354DF7" w:rsidP="00354DF7">
      <w:pPr>
        <w:tabs>
          <w:tab w:val="left" w:pos="6195"/>
        </w:tabs>
      </w:pPr>
      <w:r>
        <w:lastRenderedPageBreak/>
        <w:t>188.1682</w:t>
      </w:r>
      <w:r>
        <w:tab/>
        <w:t>5.229e0</w:t>
      </w:r>
    </w:p>
    <w:p w:rsidR="00354DF7" w:rsidRDefault="00354DF7" w:rsidP="00354DF7">
      <w:pPr>
        <w:tabs>
          <w:tab w:val="left" w:pos="6195"/>
        </w:tabs>
      </w:pPr>
      <w:r>
        <w:t>188.1712</w:t>
      </w:r>
      <w:r>
        <w:tab/>
        <w:t>1.399e0</w:t>
      </w:r>
    </w:p>
    <w:p w:rsidR="00354DF7" w:rsidRDefault="00354DF7" w:rsidP="00354DF7">
      <w:pPr>
        <w:tabs>
          <w:tab w:val="left" w:pos="6195"/>
        </w:tabs>
      </w:pPr>
      <w:r>
        <w:t>188.1862</w:t>
      </w:r>
      <w:r>
        <w:tab/>
        <w:t>1.911e0</w:t>
      </w:r>
    </w:p>
    <w:p w:rsidR="00354DF7" w:rsidRDefault="00354DF7" w:rsidP="00354DF7">
      <w:pPr>
        <w:tabs>
          <w:tab w:val="left" w:pos="6195"/>
        </w:tabs>
      </w:pPr>
      <w:r>
        <w:t>188.1963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188.2116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188.2280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188.2319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188.2392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188.2499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188.2568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188.2720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188.2736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188.2793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188.2829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188.2863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188.2958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188.3085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188.3163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188.3332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188.3345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188.3577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188.3704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188.3777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188.3848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188.3868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188.4069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188.4121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188.4249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188.4339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188.4358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188.4433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188.4540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188.4616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188.4652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188.4743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188.4795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188.5017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188.5043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188.5087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188.5161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188.5209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188.5235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188.5488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188.5563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188.5670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188.5836</w:t>
      </w:r>
      <w:r>
        <w:tab/>
        <w:t>3.284e0</w:t>
      </w:r>
    </w:p>
    <w:p w:rsidR="00354DF7" w:rsidRDefault="00354DF7" w:rsidP="00354DF7">
      <w:pPr>
        <w:tabs>
          <w:tab w:val="left" w:pos="6195"/>
        </w:tabs>
      </w:pPr>
      <w:r>
        <w:t>188.5888</w:t>
      </w:r>
      <w:r>
        <w:tab/>
        <w:t>6.858e0</w:t>
      </w:r>
    </w:p>
    <w:p w:rsidR="00354DF7" w:rsidRDefault="00354DF7" w:rsidP="00354DF7">
      <w:pPr>
        <w:tabs>
          <w:tab w:val="left" w:pos="6195"/>
        </w:tabs>
      </w:pPr>
      <w:r>
        <w:t>188.5985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188.6147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188.6182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188.6245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188.6293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188.6510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188.6737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188.6786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188.6824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188.6876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188.6912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188.6983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188.7131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188.7204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188.7218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188.7261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188.7350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188.7526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188.7626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188.7643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188.7688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188.7716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188.7933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188.7956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188.8008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188.8082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188.8171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188.8225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188.8374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188.8411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188.8483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188.8503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188.8701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188.8777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188.8814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188.9104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188.9183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188.9216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188.9253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188.9272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188.9397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188.9436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188.9557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188.9601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188.9624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188.9678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188.9836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188.9855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188.9913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188.9930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188.9949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189.0092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189.0242</w:t>
      </w:r>
      <w:r>
        <w:tab/>
        <w:t>1.014e0</w:t>
      </w:r>
    </w:p>
    <w:p w:rsidR="00354DF7" w:rsidRDefault="00354DF7" w:rsidP="00354DF7">
      <w:pPr>
        <w:tabs>
          <w:tab w:val="left" w:pos="6195"/>
        </w:tabs>
      </w:pPr>
      <w:r>
        <w:t>189.0305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189.0408</w:t>
      </w:r>
      <w:r>
        <w:tab/>
        <w:t>3.112e0</w:t>
      </w:r>
    </w:p>
    <w:p w:rsidR="00354DF7" w:rsidRDefault="00354DF7" w:rsidP="00354DF7">
      <w:pPr>
        <w:tabs>
          <w:tab w:val="left" w:pos="6195"/>
        </w:tabs>
      </w:pPr>
      <w:r>
        <w:t>189.0443</w:t>
      </w:r>
      <w:r>
        <w:tab/>
        <w:t>1.760e0</w:t>
      </w:r>
    </w:p>
    <w:p w:rsidR="00354DF7" w:rsidRDefault="00354DF7" w:rsidP="00354DF7">
      <w:pPr>
        <w:tabs>
          <w:tab w:val="left" w:pos="6195"/>
        </w:tabs>
      </w:pPr>
      <w:r>
        <w:t>189.0559</w:t>
      </w:r>
      <w:r>
        <w:tab/>
        <w:t>2.760e0</w:t>
      </w:r>
    </w:p>
    <w:p w:rsidR="00354DF7" w:rsidRDefault="00354DF7" w:rsidP="00354DF7">
      <w:pPr>
        <w:tabs>
          <w:tab w:val="left" w:pos="6195"/>
        </w:tabs>
      </w:pPr>
      <w:r>
        <w:t>189.0598</w:t>
      </w:r>
      <w:r>
        <w:tab/>
        <w:t>3.758e0</w:t>
      </w:r>
    </w:p>
    <w:p w:rsidR="00354DF7" w:rsidRDefault="00354DF7" w:rsidP="00354DF7">
      <w:pPr>
        <w:tabs>
          <w:tab w:val="left" w:pos="6195"/>
        </w:tabs>
      </w:pPr>
      <w:r>
        <w:t>189.0661</w:t>
      </w:r>
      <w:r>
        <w:tab/>
        <w:t>1.911e0</w:t>
      </w:r>
    </w:p>
    <w:p w:rsidR="00354DF7" w:rsidRDefault="00354DF7" w:rsidP="00354DF7">
      <w:pPr>
        <w:tabs>
          <w:tab w:val="left" w:pos="6195"/>
        </w:tabs>
      </w:pPr>
      <w:r>
        <w:t>189.0729</w:t>
      </w:r>
      <w:r>
        <w:tab/>
        <w:t>3.087e0</w:t>
      </w:r>
    </w:p>
    <w:p w:rsidR="00354DF7" w:rsidRDefault="00354DF7" w:rsidP="00354DF7">
      <w:pPr>
        <w:tabs>
          <w:tab w:val="left" w:pos="6195"/>
        </w:tabs>
      </w:pPr>
      <w:r>
        <w:t>189.0754</w:t>
      </w:r>
      <w:r>
        <w:tab/>
        <w:t>2.272e0</w:t>
      </w:r>
    </w:p>
    <w:p w:rsidR="00354DF7" w:rsidRDefault="00354DF7" w:rsidP="00354DF7">
      <w:pPr>
        <w:tabs>
          <w:tab w:val="left" w:pos="6195"/>
        </w:tabs>
      </w:pPr>
      <w:r>
        <w:t>189.0814</w:t>
      </w:r>
      <w:r>
        <w:tab/>
        <w:t>3.861e0</w:t>
      </w:r>
    </w:p>
    <w:p w:rsidR="00354DF7" w:rsidRDefault="00354DF7" w:rsidP="00354DF7">
      <w:pPr>
        <w:tabs>
          <w:tab w:val="left" w:pos="6195"/>
        </w:tabs>
      </w:pPr>
      <w:r>
        <w:t>189.0870</w:t>
      </w:r>
      <w:r>
        <w:tab/>
        <w:t>3.373e0</w:t>
      </w:r>
    </w:p>
    <w:p w:rsidR="00354DF7" w:rsidRDefault="00354DF7" w:rsidP="00354DF7">
      <w:pPr>
        <w:tabs>
          <w:tab w:val="left" w:pos="6195"/>
        </w:tabs>
      </w:pPr>
      <w:r>
        <w:t>189.1028</w:t>
      </w:r>
      <w:r>
        <w:tab/>
        <w:t>2.834e0</w:t>
      </w:r>
    </w:p>
    <w:p w:rsidR="00354DF7" w:rsidRDefault="00354DF7" w:rsidP="00354DF7">
      <w:pPr>
        <w:tabs>
          <w:tab w:val="left" w:pos="6195"/>
        </w:tabs>
      </w:pPr>
      <w:r>
        <w:t>189.1071</w:t>
      </w:r>
      <w:r>
        <w:tab/>
        <w:t>4.026e0</w:t>
      </w:r>
    </w:p>
    <w:p w:rsidR="00354DF7" w:rsidRDefault="00354DF7" w:rsidP="00354DF7">
      <w:pPr>
        <w:tabs>
          <w:tab w:val="left" w:pos="6195"/>
        </w:tabs>
      </w:pPr>
      <w:r>
        <w:t>189.1267</w:t>
      </w:r>
      <w:r>
        <w:tab/>
        <w:t>5.544e0</w:t>
      </w:r>
    </w:p>
    <w:p w:rsidR="00354DF7" w:rsidRDefault="00354DF7" w:rsidP="00354DF7">
      <w:pPr>
        <w:tabs>
          <w:tab w:val="left" w:pos="6195"/>
        </w:tabs>
      </w:pPr>
      <w:r>
        <w:t>189.1288</w:t>
      </w:r>
      <w:r>
        <w:tab/>
        <w:t>1.120e1</w:t>
      </w:r>
    </w:p>
    <w:p w:rsidR="00354DF7" w:rsidRDefault="00354DF7" w:rsidP="00354DF7">
      <w:pPr>
        <w:tabs>
          <w:tab w:val="left" w:pos="6195"/>
        </w:tabs>
      </w:pPr>
      <w:r>
        <w:lastRenderedPageBreak/>
        <w:t>189.1326</w:t>
      </w:r>
      <w:r>
        <w:tab/>
        <w:t>6.859e0</w:t>
      </w:r>
    </w:p>
    <w:p w:rsidR="00354DF7" w:rsidRDefault="00354DF7" w:rsidP="00354DF7">
      <w:pPr>
        <w:tabs>
          <w:tab w:val="left" w:pos="6195"/>
        </w:tabs>
      </w:pPr>
      <w:r>
        <w:t>189.1352</w:t>
      </w:r>
      <w:r>
        <w:tab/>
        <w:t>1.325e1</w:t>
      </w:r>
    </w:p>
    <w:p w:rsidR="00354DF7" w:rsidRDefault="00354DF7" w:rsidP="00354DF7">
      <w:pPr>
        <w:tabs>
          <w:tab w:val="left" w:pos="6195"/>
        </w:tabs>
      </w:pPr>
      <w:r>
        <w:t>189.1502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189.1597</w:t>
      </w:r>
      <w:r>
        <w:tab/>
        <w:t>1.190e0</w:t>
      </w:r>
    </w:p>
    <w:p w:rsidR="00354DF7" w:rsidRDefault="00354DF7" w:rsidP="00354DF7">
      <w:pPr>
        <w:tabs>
          <w:tab w:val="left" w:pos="6195"/>
        </w:tabs>
      </w:pPr>
      <w:r>
        <w:t>189.1617</w:t>
      </w:r>
      <w:r>
        <w:tab/>
        <w:t>3.082e0</w:t>
      </w:r>
    </w:p>
    <w:p w:rsidR="00354DF7" w:rsidRDefault="00354DF7" w:rsidP="00354DF7">
      <w:pPr>
        <w:tabs>
          <w:tab w:val="left" w:pos="6195"/>
        </w:tabs>
      </w:pPr>
      <w:r>
        <w:t>189.1741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189.1761</w:t>
      </w:r>
      <w:r>
        <w:tab/>
        <w:t>3.325e0</w:t>
      </w:r>
    </w:p>
    <w:p w:rsidR="00354DF7" w:rsidRDefault="00354DF7" w:rsidP="00354DF7">
      <w:pPr>
        <w:tabs>
          <w:tab w:val="left" w:pos="6195"/>
        </w:tabs>
      </w:pPr>
      <w:r>
        <w:t>189.1805</w:t>
      </w:r>
      <w:r>
        <w:tab/>
        <w:t>4.370e0</w:t>
      </w:r>
    </w:p>
    <w:p w:rsidR="00354DF7" w:rsidRDefault="00354DF7" w:rsidP="00354DF7">
      <w:pPr>
        <w:tabs>
          <w:tab w:val="left" w:pos="6195"/>
        </w:tabs>
      </w:pPr>
      <w:r>
        <w:t>189.2037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189.2051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189.2147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189.2220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189.2307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189.2330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189.2367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189.2404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189.2440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189.2623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189.2640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189.2769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189.2784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189.2969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189.3097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189.3204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189.3243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189.3386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189.3404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189.3462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189.3596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189.3700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189.3718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189.3947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189.4012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189.4117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189.4156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189.4229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189.4336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189.4372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189.4411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189.4448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189.4557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189.4628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189.4667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189.4777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189.4813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189.4994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189.5066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189.5105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189.5142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189.5178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189.5361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189.5413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189.5443</w:t>
      </w:r>
      <w:r>
        <w:tab/>
        <w:t>3.471e0</w:t>
      </w:r>
    </w:p>
    <w:p w:rsidR="00354DF7" w:rsidRDefault="00354DF7" w:rsidP="00354DF7">
      <w:pPr>
        <w:tabs>
          <w:tab w:val="left" w:pos="6195"/>
        </w:tabs>
      </w:pPr>
      <w:r>
        <w:t>189.5580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189.5679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189.5745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189.5763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189.5907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189.6074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189.6127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189.6165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189.6186</w:t>
      </w:r>
      <w:r>
        <w:tab/>
        <w:t>4.582e0</w:t>
      </w:r>
    </w:p>
    <w:p w:rsidR="00354DF7" w:rsidRDefault="00354DF7" w:rsidP="00354DF7">
      <w:pPr>
        <w:tabs>
          <w:tab w:val="left" w:pos="6195"/>
        </w:tabs>
      </w:pPr>
      <w:r>
        <w:t>189.6311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189.6531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189.6622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189.6638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189.6674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189.6787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189.6857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189.6894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189.6933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189.6970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189.7113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189.7150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189.7225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189.7351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189.7408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189.7552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189.7590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189.7737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189.7847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189.8027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189.8083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189.8281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189.8470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189.8540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189.8578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189.8724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189.8739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189.8758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189.8833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189.8886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189.8906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189.8977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189.9089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189.9198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189.9235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189.9398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189.9418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189.9453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189.9755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189.9800</w:t>
      </w:r>
      <w:r>
        <w:tab/>
        <w:t>5.952e0</w:t>
      </w:r>
    </w:p>
    <w:p w:rsidR="00354DF7" w:rsidRDefault="00354DF7" w:rsidP="00354DF7">
      <w:pPr>
        <w:tabs>
          <w:tab w:val="left" w:pos="6195"/>
        </w:tabs>
      </w:pPr>
      <w:r>
        <w:t>189.9837</w:t>
      </w:r>
      <w:r>
        <w:tab/>
        <w:t>5.212e0</w:t>
      </w:r>
    </w:p>
    <w:p w:rsidR="00354DF7" w:rsidRDefault="00354DF7" w:rsidP="00354DF7">
      <w:pPr>
        <w:tabs>
          <w:tab w:val="left" w:pos="6195"/>
        </w:tabs>
      </w:pPr>
      <w:r>
        <w:t>189.9856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189.9868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189.9891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189.9989</w:t>
      </w:r>
      <w:r>
        <w:tab/>
        <w:t>3.162e0</w:t>
      </w:r>
    </w:p>
    <w:p w:rsidR="00354DF7" w:rsidRDefault="00354DF7" w:rsidP="00354DF7">
      <w:pPr>
        <w:tabs>
          <w:tab w:val="left" w:pos="6195"/>
        </w:tabs>
      </w:pPr>
      <w:r>
        <w:t>190.0005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190.0183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190.0260</w:t>
      </w:r>
      <w:r>
        <w:tab/>
        <w:t>7.011e0</w:t>
      </w:r>
    </w:p>
    <w:p w:rsidR="00354DF7" w:rsidRDefault="00354DF7" w:rsidP="00354DF7">
      <w:pPr>
        <w:tabs>
          <w:tab w:val="left" w:pos="6195"/>
        </w:tabs>
      </w:pPr>
      <w:r>
        <w:t>190.0281</w:t>
      </w:r>
      <w:r>
        <w:tab/>
        <w:t>9.914e0</w:t>
      </w:r>
    </w:p>
    <w:p w:rsidR="00354DF7" w:rsidRDefault="00354DF7" w:rsidP="00354DF7">
      <w:pPr>
        <w:tabs>
          <w:tab w:val="left" w:pos="6195"/>
        </w:tabs>
      </w:pPr>
      <w:r>
        <w:t>190.0300</w:t>
      </w:r>
      <w:r>
        <w:tab/>
        <w:t>6.055e0</w:t>
      </w:r>
    </w:p>
    <w:p w:rsidR="00354DF7" w:rsidRDefault="00354DF7" w:rsidP="00354DF7">
      <w:pPr>
        <w:tabs>
          <w:tab w:val="left" w:pos="6195"/>
        </w:tabs>
      </w:pPr>
      <w:r>
        <w:t>190.0354</w:t>
      </w:r>
      <w:r>
        <w:tab/>
        <w:t>1.497e0</w:t>
      </w:r>
    </w:p>
    <w:p w:rsidR="00354DF7" w:rsidRDefault="00354DF7" w:rsidP="00354DF7">
      <w:pPr>
        <w:tabs>
          <w:tab w:val="left" w:pos="6195"/>
        </w:tabs>
      </w:pPr>
      <w:r>
        <w:t>190.0426</w:t>
      </w:r>
      <w:r>
        <w:tab/>
        <w:t>6.796e0</w:t>
      </w:r>
    </w:p>
    <w:p w:rsidR="00354DF7" w:rsidRDefault="00354DF7" w:rsidP="00354DF7">
      <w:pPr>
        <w:tabs>
          <w:tab w:val="left" w:pos="6195"/>
        </w:tabs>
      </w:pPr>
      <w:r>
        <w:lastRenderedPageBreak/>
        <w:t>190.0563</w:t>
      </w:r>
      <w:r>
        <w:tab/>
        <w:t>6.511e0</w:t>
      </w:r>
    </w:p>
    <w:p w:rsidR="00354DF7" w:rsidRDefault="00354DF7" w:rsidP="00354DF7">
      <w:pPr>
        <w:tabs>
          <w:tab w:val="left" w:pos="6195"/>
        </w:tabs>
      </w:pPr>
      <w:r>
        <w:t>190.0611</w:t>
      </w:r>
      <w:r>
        <w:tab/>
        <w:t>1.113e0</w:t>
      </w:r>
    </w:p>
    <w:p w:rsidR="00354DF7" w:rsidRDefault="00354DF7" w:rsidP="00354DF7">
      <w:pPr>
        <w:tabs>
          <w:tab w:val="left" w:pos="6195"/>
        </w:tabs>
      </w:pPr>
      <w:r>
        <w:t>190.0648</w:t>
      </w:r>
      <w:r>
        <w:tab/>
        <w:t>4.171e0</w:t>
      </w:r>
    </w:p>
    <w:p w:rsidR="00354DF7" w:rsidRDefault="00354DF7" w:rsidP="00354DF7">
      <w:pPr>
        <w:tabs>
          <w:tab w:val="left" w:pos="6195"/>
        </w:tabs>
      </w:pPr>
      <w:r>
        <w:t>190.0754</w:t>
      </w:r>
      <w:r>
        <w:tab/>
        <w:t>3.297e0</w:t>
      </w:r>
    </w:p>
    <w:p w:rsidR="00354DF7" w:rsidRDefault="00354DF7" w:rsidP="00354DF7">
      <w:pPr>
        <w:tabs>
          <w:tab w:val="left" w:pos="6195"/>
        </w:tabs>
      </w:pPr>
      <w:r>
        <w:t>190.0827</w:t>
      </w:r>
      <w:r>
        <w:tab/>
        <w:t>2.268e0</w:t>
      </w:r>
    </w:p>
    <w:p w:rsidR="00354DF7" w:rsidRDefault="00354DF7" w:rsidP="00354DF7">
      <w:pPr>
        <w:tabs>
          <w:tab w:val="left" w:pos="6195"/>
        </w:tabs>
      </w:pPr>
      <w:r>
        <w:t>190.0923</w:t>
      </w:r>
      <w:r>
        <w:tab/>
        <w:t>1.027e0</w:t>
      </w:r>
    </w:p>
    <w:p w:rsidR="00354DF7" w:rsidRDefault="00354DF7" w:rsidP="00354DF7">
      <w:pPr>
        <w:tabs>
          <w:tab w:val="left" w:pos="6195"/>
        </w:tabs>
      </w:pPr>
      <w:r>
        <w:t>190.1001</w:t>
      </w:r>
      <w:r>
        <w:tab/>
        <w:t>5.441e0</w:t>
      </w:r>
    </w:p>
    <w:p w:rsidR="00354DF7" w:rsidRDefault="00354DF7" w:rsidP="00354DF7">
      <w:pPr>
        <w:tabs>
          <w:tab w:val="left" w:pos="6195"/>
        </w:tabs>
      </w:pPr>
      <w:r>
        <w:t>190.1018</w:t>
      </w:r>
      <w:r>
        <w:tab/>
        <w:t>7.952e0</w:t>
      </w:r>
    </w:p>
    <w:p w:rsidR="00354DF7" w:rsidRDefault="00354DF7" w:rsidP="00354DF7">
      <w:pPr>
        <w:tabs>
          <w:tab w:val="left" w:pos="6195"/>
        </w:tabs>
      </w:pPr>
      <w:r>
        <w:t>190.1048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190.1079</w:t>
      </w:r>
      <w:r>
        <w:tab/>
        <w:t>2.042e0</w:t>
      </w:r>
    </w:p>
    <w:p w:rsidR="00354DF7" w:rsidRDefault="00354DF7" w:rsidP="00354DF7">
      <w:pPr>
        <w:tabs>
          <w:tab w:val="left" w:pos="6195"/>
        </w:tabs>
      </w:pPr>
      <w:r>
        <w:t>190.1374</w:t>
      </w:r>
      <w:r>
        <w:tab/>
        <w:t>1.809e0</w:t>
      </w:r>
    </w:p>
    <w:p w:rsidR="00354DF7" w:rsidRDefault="00354DF7" w:rsidP="00354DF7">
      <w:pPr>
        <w:tabs>
          <w:tab w:val="left" w:pos="6195"/>
        </w:tabs>
      </w:pPr>
      <w:r>
        <w:t>190.1475</w:t>
      </w:r>
      <w:r>
        <w:tab/>
        <w:t>1.666e0</w:t>
      </w:r>
    </w:p>
    <w:p w:rsidR="00354DF7" w:rsidRDefault="00354DF7" w:rsidP="00354DF7">
      <w:pPr>
        <w:tabs>
          <w:tab w:val="left" w:pos="6195"/>
        </w:tabs>
      </w:pPr>
      <w:r>
        <w:t>190.1568</w:t>
      </w:r>
      <w:r>
        <w:tab/>
        <w:t>5.253e0</w:t>
      </w:r>
    </w:p>
    <w:p w:rsidR="00354DF7" w:rsidRDefault="00354DF7" w:rsidP="00354DF7">
      <w:pPr>
        <w:tabs>
          <w:tab w:val="left" w:pos="6195"/>
        </w:tabs>
      </w:pPr>
      <w:r>
        <w:t>190.1588</w:t>
      </w:r>
      <w:r>
        <w:tab/>
        <w:t>1.336e0</w:t>
      </w:r>
    </w:p>
    <w:p w:rsidR="00354DF7" w:rsidRDefault="00354DF7" w:rsidP="00354DF7">
      <w:pPr>
        <w:tabs>
          <w:tab w:val="left" w:pos="6195"/>
        </w:tabs>
      </w:pPr>
      <w:r>
        <w:t>190.1661</w:t>
      </w:r>
      <w:r>
        <w:tab/>
        <w:t>1.190e0</w:t>
      </w:r>
    </w:p>
    <w:p w:rsidR="00354DF7" w:rsidRDefault="00354DF7" w:rsidP="00354DF7">
      <w:pPr>
        <w:tabs>
          <w:tab w:val="left" w:pos="6195"/>
        </w:tabs>
      </w:pPr>
      <w:r>
        <w:t>190.1769</w:t>
      </w:r>
      <w:r>
        <w:tab/>
        <w:t>1.726e0</w:t>
      </w:r>
    </w:p>
    <w:p w:rsidR="00354DF7" w:rsidRDefault="00354DF7" w:rsidP="00354DF7">
      <w:pPr>
        <w:tabs>
          <w:tab w:val="left" w:pos="6195"/>
        </w:tabs>
      </w:pPr>
      <w:r>
        <w:t>190.1897</w:t>
      </w:r>
      <w:r>
        <w:tab/>
        <w:t>1.670e0</w:t>
      </w:r>
    </w:p>
    <w:p w:rsidR="00354DF7" w:rsidRDefault="00354DF7" w:rsidP="00354DF7">
      <w:pPr>
        <w:tabs>
          <w:tab w:val="left" w:pos="6195"/>
        </w:tabs>
      </w:pPr>
      <w:r>
        <w:t>190.1955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190.2064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190.2176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190.2214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190.2361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190.2434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190.2471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190.2578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190.2615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190.2726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190.2745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190.2803</w:t>
      </w:r>
      <w:r>
        <w:tab/>
        <w:t>3.833e0</w:t>
      </w:r>
    </w:p>
    <w:p w:rsidR="00354DF7" w:rsidRDefault="00354DF7" w:rsidP="00354DF7">
      <w:pPr>
        <w:tabs>
          <w:tab w:val="left" w:pos="6195"/>
        </w:tabs>
      </w:pPr>
      <w:r>
        <w:t>190.2909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190.3016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190.3055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190.3120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190.3347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190.3418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190.3546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190.3567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190.3622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190.3694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190.3750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190.3937</w:t>
      </w:r>
      <w:r>
        <w:tab/>
        <w:t>2.418e0</w:t>
      </w:r>
    </w:p>
    <w:p w:rsidR="00354DF7" w:rsidRDefault="00354DF7" w:rsidP="00354DF7">
      <w:pPr>
        <w:tabs>
          <w:tab w:val="left" w:pos="6195"/>
        </w:tabs>
      </w:pPr>
      <w:r>
        <w:t>190.4098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190.4150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190.4226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190.4335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190.4371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190.4427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190.4445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190.4479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190.4554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190.4736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190.4757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190.4848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190.4885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190.4902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190.4993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190.5105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190.5141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190.5233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190.5413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190.5510</w:t>
      </w:r>
      <w:r>
        <w:tab/>
        <w:t>1.924e1</w:t>
      </w:r>
    </w:p>
    <w:p w:rsidR="00354DF7" w:rsidRDefault="00354DF7" w:rsidP="00354DF7">
      <w:pPr>
        <w:tabs>
          <w:tab w:val="left" w:pos="6195"/>
        </w:tabs>
      </w:pPr>
      <w:r>
        <w:t>190.5528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190.5558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190.5625</w:t>
      </w:r>
      <w:r>
        <w:tab/>
        <w:t>4.679e0</w:t>
      </w:r>
    </w:p>
    <w:p w:rsidR="00354DF7" w:rsidRDefault="00354DF7" w:rsidP="00354DF7">
      <w:pPr>
        <w:tabs>
          <w:tab w:val="left" w:pos="6195"/>
        </w:tabs>
      </w:pPr>
      <w:r>
        <w:t>190.5770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190.5808</w:t>
      </w:r>
      <w:r>
        <w:tab/>
        <w:t>2.409e0</w:t>
      </w:r>
    </w:p>
    <w:p w:rsidR="00354DF7" w:rsidRDefault="00354DF7" w:rsidP="00354DF7">
      <w:pPr>
        <w:tabs>
          <w:tab w:val="left" w:pos="6195"/>
        </w:tabs>
      </w:pPr>
      <w:r>
        <w:t>190.5910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190.6038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190.6127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190.6201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190.6383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190.6621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190.6678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190.6841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190.6861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190.6971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190.7027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190.7041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190.7078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190.7227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190.7239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190.7264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190.7299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190.7412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190.7521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190.7539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190.7576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190.7596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190.7741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190.7763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190.7781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190.7904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190.7928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190.8003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190.8036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190.8184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190.8369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190.8463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190.8500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190.8519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190.8648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190.8667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190.8741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190.8774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190.8851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190.8962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190.8996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190.9144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190.9163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190.9295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190.9402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190.9460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190.9716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190.9763</w:t>
      </w:r>
      <w:r>
        <w:tab/>
        <w:t>8.099e0</w:t>
      </w:r>
    </w:p>
    <w:p w:rsidR="00354DF7" w:rsidRDefault="00354DF7" w:rsidP="00354DF7">
      <w:pPr>
        <w:tabs>
          <w:tab w:val="left" w:pos="6195"/>
        </w:tabs>
      </w:pPr>
      <w:r>
        <w:lastRenderedPageBreak/>
        <w:t>190.9804</w:t>
      </w:r>
      <w:r>
        <w:tab/>
        <w:t>1.620e1</w:t>
      </w:r>
    </w:p>
    <w:p w:rsidR="00354DF7" w:rsidRDefault="00354DF7" w:rsidP="00354DF7">
      <w:pPr>
        <w:tabs>
          <w:tab w:val="left" w:pos="6195"/>
        </w:tabs>
      </w:pPr>
      <w:r>
        <w:t>190.9904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190.9979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191.0210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191.0326</w:t>
      </w:r>
      <w:r>
        <w:tab/>
        <w:t>2.941e0</w:t>
      </w:r>
    </w:p>
    <w:p w:rsidR="00354DF7" w:rsidRDefault="00354DF7" w:rsidP="00354DF7">
      <w:pPr>
        <w:tabs>
          <w:tab w:val="left" w:pos="6195"/>
        </w:tabs>
      </w:pPr>
      <w:r>
        <w:t>191.0365</w:t>
      </w:r>
      <w:r>
        <w:tab/>
        <w:t>6.622e0</w:t>
      </w:r>
    </w:p>
    <w:p w:rsidR="00354DF7" w:rsidRDefault="00354DF7" w:rsidP="00354DF7">
      <w:pPr>
        <w:tabs>
          <w:tab w:val="left" w:pos="6195"/>
        </w:tabs>
      </w:pPr>
      <w:r>
        <w:t>191.0378</w:t>
      </w:r>
      <w:r>
        <w:tab/>
        <w:t>4.915e0</w:t>
      </w:r>
    </w:p>
    <w:p w:rsidR="00354DF7" w:rsidRDefault="00354DF7" w:rsidP="00354DF7">
      <w:pPr>
        <w:tabs>
          <w:tab w:val="left" w:pos="6195"/>
        </w:tabs>
      </w:pPr>
      <w:r>
        <w:t>191.0440</w:t>
      </w:r>
      <w:r>
        <w:tab/>
        <w:t>5.178e0</w:t>
      </w:r>
    </w:p>
    <w:p w:rsidR="00354DF7" w:rsidRDefault="00354DF7" w:rsidP="00354DF7">
      <w:pPr>
        <w:tabs>
          <w:tab w:val="left" w:pos="6195"/>
        </w:tabs>
      </w:pPr>
      <w:r>
        <w:t>191.0501</w:t>
      </w:r>
      <w:r>
        <w:tab/>
        <w:t>2.794e0</w:t>
      </w:r>
    </w:p>
    <w:p w:rsidR="00354DF7" w:rsidRDefault="00354DF7" w:rsidP="00354DF7">
      <w:pPr>
        <w:tabs>
          <w:tab w:val="left" w:pos="6195"/>
        </w:tabs>
      </w:pPr>
      <w:r>
        <w:t>191.0521</w:t>
      </w:r>
      <w:r>
        <w:tab/>
        <w:t>2.720e0</w:t>
      </w:r>
    </w:p>
    <w:p w:rsidR="00354DF7" w:rsidRDefault="00354DF7" w:rsidP="00354DF7">
      <w:pPr>
        <w:tabs>
          <w:tab w:val="left" w:pos="6195"/>
        </w:tabs>
      </w:pPr>
      <w:r>
        <w:t>191.0597</w:t>
      </w:r>
      <w:r>
        <w:tab/>
        <w:t>2.853e0</w:t>
      </w:r>
    </w:p>
    <w:p w:rsidR="00354DF7" w:rsidRDefault="00354DF7" w:rsidP="00354DF7">
      <w:pPr>
        <w:tabs>
          <w:tab w:val="left" w:pos="6195"/>
        </w:tabs>
      </w:pPr>
      <w:r>
        <w:t>191.0732</w:t>
      </w:r>
      <w:r>
        <w:tab/>
        <w:t>2.785e0</w:t>
      </w:r>
    </w:p>
    <w:p w:rsidR="00354DF7" w:rsidRDefault="00354DF7" w:rsidP="00354DF7">
      <w:pPr>
        <w:tabs>
          <w:tab w:val="left" w:pos="6195"/>
        </w:tabs>
      </w:pPr>
      <w:r>
        <w:t>191.0814</w:t>
      </w:r>
      <w:r>
        <w:tab/>
        <w:t>5.342e0</w:t>
      </w:r>
    </w:p>
    <w:p w:rsidR="00354DF7" w:rsidRDefault="00354DF7" w:rsidP="00354DF7">
      <w:pPr>
        <w:tabs>
          <w:tab w:val="left" w:pos="6195"/>
        </w:tabs>
      </w:pPr>
      <w:r>
        <w:t>191.0875</w:t>
      </w:r>
      <w:r>
        <w:tab/>
        <w:t>3.019e0</w:t>
      </w:r>
    </w:p>
    <w:p w:rsidR="00354DF7" w:rsidRDefault="00354DF7" w:rsidP="00354DF7">
      <w:pPr>
        <w:tabs>
          <w:tab w:val="left" w:pos="6195"/>
        </w:tabs>
      </w:pPr>
      <w:r>
        <w:t>191.1042</w:t>
      </w:r>
      <w:r>
        <w:tab/>
        <w:t>2.423e0</w:t>
      </w:r>
    </w:p>
    <w:p w:rsidR="00354DF7" w:rsidRDefault="00354DF7" w:rsidP="00354DF7">
      <w:pPr>
        <w:tabs>
          <w:tab w:val="left" w:pos="6195"/>
        </w:tabs>
      </w:pPr>
      <w:r>
        <w:t>191.1364</w:t>
      </w:r>
      <w:r>
        <w:tab/>
        <w:t>6.845e0</w:t>
      </w:r>
    </w:p>
    <w:p w:rsidR="00354DF7" w:rsidRDefault="00354DF7" w:rsidP="00354DF7">
      <w:pPr>
        <w:tabs>
          <w:tab w:val="left" w:pos="6195"/>
        </w:tabs>
      </w:pPr>
      <w:r>
        <w:t>191.1507</w:t>
      </w:r>
      <w:r>
        <w:tab/>
        <w:t>6.998e0</w:t>
      </w:r>
    </w:p>
    <w:p w:rsidR="00354DF7" w:rsidRDefault="00354DF7" w:rsidP="00354DF7">
      <w:pPr>
        <w:tabs>
          <w:tab w:val="left" w:pos="6195"/>
        </w:tabs>
      </w:pPr>
      <w:r>
        <w:t>191.1560</w:t>
      </w:r>
      <w:r>
        <w:tab/>
        <w:t>2.777e1</w:t>
      </w:r>
    </w:p>
    <w:p w:rsidR="00354DF7" w:rsidRDefault="00354DF7" w:rsidP="00354DF7">
      <w:pPr>
        <w:tabs>
          <w:tab w:val="left" w:pos="6195"/>
        </w:tabs>
      </w:pPr>
      <w:r>
        <w:t>191.1664</w:t>
      </w:r>
      <w:r>
        <w:tab/>
        <w:t>8.415e0</w:t>
      </w:r>
    </w:p>
    <w:p w:rsidR="00354DF7" w:rsidRDefault="00354DF7" w:rsidP="00354DF7">
      <w:pPr>
        <w:tabs>
          <w:tab w:val="left" w:pos="6195"/>
        </w:tabs>
      </w:pPr>
      <w:r>
        <w:lastRenderedPageBreak/>
        <w:t>191.1797</w:t>
      </w:r>
      <w:r>
        <w:tab/>
        <w:t>4.374e0</w:t>
      </w:r>
    </w:p>
    <w:p w:rsidR="00354DF7" w:rsidRDefault="00354DF7" w:rsidP="00354DF7">
      <w:pPr>
        <w:tabs>
          <w:tab w:val="left" w:pos="6195"/>
        </w:tabs>
      </w:pPr>
      <w:r>
        <w:t>191.1820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191.2043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191.2058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191.2189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191.2223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191.2262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191.2281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191.2446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191.2461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191.2482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191.2516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191.2570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191.2744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191.2864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191.2894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191.3178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191.3214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191.3325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191.3354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191.3472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191.3509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191.3655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191.3694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191.3730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191.3914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191.3992</w:t>
      </w:r>
      <w:r>
        <w:tab/>
        <w:t>5.042e0</w:t>
      </w:r>
    </w:p>
    <w:p w:rsidR="00354DF7" w:rsidRDefault="00354DF7" w:rsidP="00354DF7">
      <w:pPr>
        <w:tabs>
          <w:tab w:val="left" w:pos="6195"/>
        </w:tabs>
      </w:pPr>
      <w:r>
        <w:t>191.4026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191.4213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191.4284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191.4469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191.4508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191.4529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191.4581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191.4842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191.5004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191.5064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191.5138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191.5275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191.5327</w:t>
      </w:r>
      <w:r>
        <w:tab/>
        <w:t>2.254e0</w:t>
      </w:r>
    </w:p>
    <w:p w:rsidR="00354DF7" w:rsidRDefault="00354DF7" w:rsidP="00354DF7">
      <w:pPr>
        <w:tabs>
          <w:tab w:val="left" w:pos="6195"/>
        </w:tabs>
      </w:pPr>
      <w:r>
        <w:t>191.5431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191.5504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191.5578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191.5612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191.5671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191.5685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191.5761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191.5779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191.5815</w:t>
      </w:r>
      <w:r>
        <w:tab/>
        <w:t>2.061e0</w:t>
      </w:r>
    </w:p>
    <w:p w:rsidR="00354DF7" w:rsidRDefault="00354DF7" w:rsidP="00354DF7">
      <w:pPr>
        <w:tabs>
          <w:tab w:val="left" w:pos="6195"/>
        </w:tabs>
      </w:pPr>
      <w:r>
        <w:t>191.5871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191.6089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191.6146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191.6311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191.6329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191.6418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191.6439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191.6531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191.6638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191.6696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191.6751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191.6895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191.7025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191.7081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191.7265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191.7380</w:t>
      </w:r>
      <w:r>
        <w:tab/>
        <w:t>4.678e0</w:t>
      </w:r>
    </w:p>
    <w:p w:rsidR="00354DF7" w:rsidRDefault="00354DF7" w:rsidP="00354DF7">
      <w:pPr>
        <w:tabs>
          <w:tab w:val="left" w:pos="6195"/>
        </w:tabs>
      </w:pPr>
      <w:r>
        <w:t>191.7687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191.7704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191.7889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191.7925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191.8034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191.8142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191.8237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191.8344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191.8363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191.8567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191.8602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191.8734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191.8806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191.8919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191.8936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191.8956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191.9154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191.9180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191.9213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191.9398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191.9509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191.9549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191.9585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191.9639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191.9802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191.9827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191.9843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191.9863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191.9995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192.0048</w:t>
      </w:r>
      <w:r>
        <w:tab/>
        <w:t>2.194e0</w:t>
      </w:r>
    </w:p>
    <w:p w:rsidR="00354DF7" w:rsidRDefault="00354DF7" w:rsidP="00354DF7">
      <w:pPr>
        <w:tabs>
          <w:tab w:val="left" w:pos="6195"/>
        </w:tabs>
      </w:pPr>
      <w:r>
        <w:lastRenderedPageBreak/>
        <w:t>192.0085</w:t>
      </w:r>
      <w:r>
        <w:tab/>
        <w:t>2.202e0</w:t>
      </w:r>
    </w:p>
    <w:p w:rsidR="00354DF7" w:rsidRDefault="00354DF7" w:rsidP="00354DF7">
      <w:pPr>
        <w:tabs>
          <w:tab w:val="left" w:pos="6195"/>
        </w:tabs>
      </w:pPr>
      <w:r>
        <w:t>192.0269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192.0307</w:t>
      </w:r>
      <w:r>
        <w:tab/>
        <w:t>1.991e0</w:t>
      </w:r>
    </w:p>
    <w:p w:rsidR="00354DF7" w:rsidRDefault="00354DF7" w:rsidP="00354DF7">
      <w:pPr>
        <w:tabs>
          <w:tab w:val="left" w:pos="6195"/>
        </w:tabs>
      </w:pPr>
      <w:r>
        <w:t>192.0721</w:t>
      </w:r>
      <w:r>
        <w:tab/>
        <w:t>7.612e1</w:t>
      </w:r>
    </w:p>
    <w:p w:rsidR="00354DF7" w:rsidRDefault="00354DF7" w:rsidP="00354DF7">
      <w:pPr>
        <w:tabs>
          <w:tab w:val="left" w:pos="6195"/>
        </w:tabs>
      </w:pPr>
      <w:r>
        <w:t>192.0741</w:t>
      </w:r>
      <w:r>
        <w:tab/>
        <w:t>1.164e2</w:t>
      </w:r>
    </w:p>
    <w:p w:rsidR="00354DF7" w:rsidRDefault="00354DF7" w:rsidP="00354DF7">
      <w:pPr>
        <w:tabs>
          <w:tab w:val="left" w:pos="6195"/>
        </w:tabs>
      </w:pPr>
      <w:r>
        <w:t>192.0753</w:t>
      </w:r>
      <w:r>
        <w:tab/>
        <w:t>2.063e2</w:t>
      </w:r>
    </w:p>
    <w:p w:rsidR="00354DF7" w:rsidRDefault="00354DF7" w:rsidP="00354DF7">
      <w:pPr>
        <w:tabs>
          <w:tab w:val="left" w:pos="6195"/>
        </w:tabs>
      </w:pPr>
      <w:r>
        <w:t>192.1142</w:t>
      </w:r>
      <w:r>
        <w:tab/>
        <w:t>1.259e0</w:t>
      </w:r>
    </w:p>
    <w:p w:rsidR="00354DF7" w:rsidRDefault="00354DF7" w:rsidP="00354DF7">
      <w:pPr>
        <w:tabs>
          <w:tab w:val="left" w:pos="6195"/>
        </w:tabs>
      </w:pPr>
      <w:r>
        <w:t>192.1176</w:t>
      </w:r>
      <w:r>
        <w:tab/>
        <w:t>4.550e0</w:t>
      </w:r>
    </w:p>
    <w:p w:rsidR="00354DF7" w:rsidRDefault="00354DF7" w:rsidP="00354DF7">
      <w:pPr>
        <w:tabs>
          <w:tab w:val="left" w:pos="6195"/>
        </w:tabs>
      </w:pPr>
      <w:r>
        <w:t>192.1244</w:t>
      </w:r>
      <w:r>
        <w:tab/>
        <w:t>4.344e0</w:t>
      </w:r>
    </w:p>
    <w:p w:rsidR="00354DF7" w:rsidRDefault="00354DF7" w:rsidP="00354DF7">
      <w:pPr>
        <w:tabs>
          <w:tab w:val="left" w:pos="6195"/>
        </w:tabs>
      </w:pPr>
      <w:r>
        <w:t>192.1358</w:t>
      </w:r>
      <w:r>
        <w:tab/>
        <w:t>2.017e0</w:t>
      </w:r>
    </w:p>
    <w:p w:rsidR="00354DF7" w:rsidRDefault="00354DF7" w:rsidP="00354DF7">
      <w:pPr>
        <w:tabs>
          <w:tab w:val="left" w:pos="6195"/>
        </w:tabs>
      </w:pPr>
      <w:r>
        <w:t>192.1498</w:t>
      </w:r>
      <w:r>
        <w:tab/>
        <w:t>3.224e0</w:t>
      </w:r>
    </w:p>
    <w:p w:rsidR="00354DF7" w:rsidRDefault="00354DF7" w:rsidP="00354DF7">
      <w:pPr>
        <w:tabs>
          <w:tab w:val="left" w:pos="6195"/>
        </w:tabs>
      </w:pPr>
      <w:r>
        <w:t>192.1516</w:t>
      </w:r>
      <w:r>
        <w:tab/>
        <w:t>2.852e0</w:t>
      </w:r>
    </w:p>
    <w:p w:rsidR="00354DF7" w:rsidRDefault="00354DF7" w:rsidP="00354DF7">
      <w:pPr>
        <w:tabs>
          <w:tab w:val="left" w:pos="6195"/>
        </w:tabs>
      </w:pPr>
      <w:r>
        <w:t>192.1588</w:t>
      </w:r>
      <w:r>
        <w:tab/>
        <w:t>2.260e0</w:t>
      </w:r>
    </w:p>
    <w:p w:rsidR="00354DF7" w:rsidRDefault="00354DF7" w:rsidP="00354DF7">
      <w:pPr>
        <w:tabs>
          <w:tab w:val="left" w:pos="6195"/>
        </w:tabs>
      </w:pPr>
      <w:r>
        <w:t>192.1672</w:t>
      </w:r>
      <w:r>
        <w:tab/>
        <w:t>2.016e0</w:t>
      </w:r>
    </w:p>
    <w:p w:rsidR="00354DF7" w:rsidRDefault="00354DF7" w:rsidP="00354DF7">
      <w:pPr>
        <w:tabs>
          <w:tab w:val="left" w:pos="6195"/>
        </w:tabs>
      </w:pPr>
      <w:r>
        <w:t>192.1726</w:t>
      </w:r>
      <w:r>
        <w:tab/>
        <w:t>2.063e0</w:t>
      </w:r>
    </w:p>
    <w:p w:rsidR="00354DF7" w:rsidRDefault="00354DF7" w:rsidP="00354DF7">
      <w:pPr>
        <w:tabs>
          <w:tab w:val="left" w:pos="6195"/>
        </w:tabs>
      </w:pPr>
      <w:r>
        <w:t>192.1776</w:t>
      </w:r>
      <w:r>
        <w:tab/>
        <w:t>1.377e0</w:t>
      </w:r>
    </w:p>
    <w:p w:rsidR="00354DF7" w:rsidRDefault="00354DF7" w:rsidP="00354DF7">
      <w:pPr>
        <w:tabs>
          <w:tab w:val="left" w:pos="6195"/>
        </w:tabs>
      </w:pPr>
      <w:r>
        <w:t>192.1884</w:t>
      </w:r>
      <w:r>
        <w:tab/>
        <w:t>3.633e0</w:t>
      </w:r>
    </w:p>
    <w:p w:rsidR="00354DF7" w:rsidRDefault="00354DF7" w:rsidP="00354DF7">
      <w:pPr>
        <w:tabs>
          <w:tab w:val="left" w:pos="6195"/>
        </w:tabs>
      </w:pPr>
      <w:r>
        <w:t>192.1957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192.1978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192.2052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192.2086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192.2199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192.2251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192.2327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192.2416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192.2600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192.2624</w:t>
      </w:r>
      <w:r>
        <w:tab/>
        <w:t>3.778e0</w:t>
      </w:r>
    </w:p>
    <w:p w:rsidR="00354DF7" w:rsidRDefault="00354DF7" w:rsidP="00354DF7">
      <w:pPr>
        <w:tabs>
          <w:tab w:val="left" w:pos="6195"/>
        </w:tabs>
      </w:pPr>
      <w:r>
        <w:t>192.2784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192.2877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192.2951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192.3079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192.3148</w:t>
      </w:r>
      <w:r>
        <w:tab/>
        <w:t>1.218e0</w:t>
      </w:r>
    </w:p>
    <w:p w:rsidR="00354DF7" w:rsidRDefault="00354DF7" w:rsidP="00354DF7">
      <w:pPr>
        <w:tabs>
          <w:tab w:val="left" w:pos="6195"/>
        </w:tabs>
      </w:pPr>
      <w:r>
        <w:t>192.3239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192.3300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192.3409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192.3469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192.3595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192.3617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192.3754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192.3820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192.3874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192.3914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192.3932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192.4195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192.4413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192.4452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192.4526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192.4663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192.4710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192.4747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192.4859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192.4966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192.4979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192.5042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192.5079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192.5226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192.5260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192.5336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192.5372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192.5408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192.5446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192.5590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192.5666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192.5713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192.5774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192.5924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192.5991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192.6016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192.6031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192.6071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192.6322</w:t>
      </w:r>
      <w:r>
        <w:tab/>
        <w:t>1.488e0</w:t>
      </w:r>
    </w:p>
    <w:p w:rsidR="00354DF7" w:rsidRDefault="00354DF7" w:rsidP="00354DF7">
      <w:pPr>
        <w:tabs>
          <w:tab w:val="left" w:pos="6195"/>
        </w:tabs>
      </w:pPr>
      <w:r>
        <w:t>192.6439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192.6466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192.6493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192.6528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192.6549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192.6620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192.6696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192.6769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192.6840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192.6916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192.6953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192.7008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192.7097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192.7136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192.7173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192.7308</w:t>
      </w:r>
      <w:r>
        <w:tab/>
        <w:t>1.251e0</w:t>
      </w:r>
    </w:p>
    <w:p w:rsidR="00354DF7" w:rsidRDefault="00354DF7" w:rsidP="00354DF7">
      <w:pPr>
        <w:tabs>
          <w:tab w:val="left" w:pos="6195"/>
        </w:tabs>
      </w:pPr>
      <w:r>
        <w:t>192.7493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192.7536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192.7603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192.7617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192.7724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192.7876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192.8059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192.8173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192.8286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192.8340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192.8546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192.8598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192.8658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192.8730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192.8860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192.8971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192.9046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192.9355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192.9394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192.9505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192.9688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192.9759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192.9781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192.9797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192.9909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192.9946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193.0055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193.0164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193.0213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193.0351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193.0433</w:t>
      </w:r>
      <w:r>
        <w:tab/>
        <w:t>2.248e0</w:t>
      </w:r>
    </w:p>
    <w:p w:rsidR="00354DF7" w:rsidRDefault="00354DF7" w:rsidP="00354DF7">
      <w:pPr>
        <w:tabs>
          <w:tab w:val="left" w:pos="6195"/>
        </w:tabs>
      </w:pPr>
      <w:r>
        <w:t>193.0586</w:t>
      </w:r>
      <w:r>
        <w:tab/>
        <w:t>5.502e0</w:t>
      </w:r>
    </w:p>
    <w:p w:rsidR="00354DF7" w:rsidRDefault="00354DF7" w:rsidP="00354DF7">
      <w:pPr>
        <w:tabs>
          <w:tab w:val="left" w:pos="6195"/>
        </w:tabs>
      </w:pPr>
      <w:r>
        <w:t>193.0646</w:t>
      </w:r>
      <w:r>
        <w:tab/>
        <w:t>1.684e1</w:t>
      </w:r>
    </w:p>
    <w:p w:rsidR="00354DF7" w:rsidRDefault="00354DF7" w:rsidP="00354DF7">
      <w:pPr>
        <w:tabs>
          <w:tab w:val="left" w:pos="6195"/>
        </w:tabs>
      </w:pPr>
      <w:r>
        <w:t>193.0682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193.0766</w:t>
      </w:r>
      <w:r>
        <w:tab/>
        <w:t>7.612e0</w:t>
      </w:r>
    </w:p>
    <w:p w:rsidR="00354DF7" w:rsidRDefault="00354DF7" w:rsidP="00354DF7">
      <w:pPr>
        <w:tabs>
          <w:tab w:val="left" w:pos="6195"/>
        </w:tabs>
      </w:pPr>
      <w:r>
        <w:t>193.0787</w:t>
      </w:r>
      <w:r>
        <w:tab/>
        <w:t>1.266e1</w:t>
      </w:r>
    </w:p>
    <w:p w:rsidR="00354DF7" w:rsidRDefault="00354DF7" w:rsidP="00354DF7">
      <w:pPr>
        <w:tabs>
          <w:tab w:val="left" w:pos="6195"/>
        </w:tabs>
      </w:pPr>
      <w:r>
        <w:t>193.0814</w:t>
      </w:r>
      <w:r>
        <w:tab/>
        <w:t>4.127e0</w:t>
      </w:r>
    </w:p>
    <w:p w:rsidR="00354DF7" w:rsidRDefault="00354DF7" w:rsidP="00354DF7">
      <w:pPr>
        <w:tabs>
          <w:tab w:val="left" w:pos="6195"/>
        </w:tabs>
      </w:pPr>
      <w:r>
        <w:t>193.1023</w:t>
      </w:r>
      <w:r>
        <w:tab/>
        <w:t>5.876e0</w:t>
      </w:r>
    </w:p>
    <w:p w:rsidR="00354DF7" w:rsidRDefault="00354DF7" w:rsidP="00354DF7">
      <w:pPr>
        <w:tabs>
          <w:tab w:val="left" w:pos="6195"/>
        </w:tabs>
      </w:pPr>
      <w:r>
        <w:t>193.1065</w:t>
      </w:r>
      <w:r>
        <w:tab/>
        <w:t>2.131e0</w:t>
      </w:r>
    </w:p>
    <w:p w:rsidR="00354DF7" w:rsidRDefault="00354DF7" w:rsidP="00354DF7">
      <w:pPr>
        <w:tabs>
          <w:tab w:val="left" w:pos="6195"/>
        </w:tabs>
      </w:pPr>
      <w:r>
        <w:t>193.1088</w:t>
      </w:r>
      <w:r>
        <w:tab/>
        <w:t>2.903e0</w:t>
      </w:r>
    </w:p>
    <w:p w:rsidR="00354DF7" w:rsidRDefault="00354DF7" w:rsidP="00354DF7">
      <w:pPr>
        <w:tabs>
          <w:tab w:val="left" w:pos="6195"/>
        </w:tabs>
      </w:pPr>
      <w:r>
        <w:t>193.1098</w:t>
      </w:r>
      <w:r>
        <w:tab/>
        <w:t>3.043e0</w:t>
      </w:r>
    </w:p>
    <w:p w:rsidR="00354DF7" w:rsidRDefault="00354DF7" w:rsidP="00354DF7">
      <w:pPr>
        <w:tabs>
          <w:tab w:val="left" w:pos="6195"/>
        </w:tabs>
      </w:pPr>
      <w:r>
        <w:t>193.1375</w:t>
      </w:r>
      <w:r>
        <w:tab/>
        <w:t>2.946e0</w:t>
      </w:r>
    </w:p>
    <w:p w:rsidR="00354DF7" w:rsidRDefault="00354DF7" w:rsidP="00354DF7">
      <w:pPr>
        <w:tabs>
          <w:tab w:val="left" w:pos="6195"/>
        </w:tabs>
      </w:pPr>
      <w:r>
        <w:t>193.1385</w:t>
      </w:r>
      <w:r>
        <w:tab/>
        <w:t>1.974e0</w:t>
      </w:r>
    </w:p>
    <w:p w:rsidR="00354DF7" w:rsidRDefault="00354DF7" w:rsidP="00354DF7">
      <w:pPr>
        <w:tabs>
          <w:tab w:val="left" w:pos="6195"/>
        </w:tabs>
      </w:pPr>
      <w:r>
        <w:t>193.1458</w:t>
      </w:r>
      <w:r>
        <w:tab/>
        <w:t>1.038e1</w:t>
      </w:r>
    </w:p>
    <w:p w:rsidR="00354DF7" w:rsidRDefault="00354DF7" w:rsidP="00354DF7">
      <w:pPr>
        <w:tabs>
          <w:tab w:val="left" w:pos="6195"/>
        </w:tabs>
      </w:pPr>
      <w:r>
        <w:t>193.1511</w:t>
      </w:r>
      <w:r>
        <w:tab/>
        <w:t>4.986e0</w:t>
      </w:r>
    </w:p>
    <w:p w:rsidR="00354DF7" w:rsidRDefault="00354DF7" w:rsidP="00354DF7">
      <w:pPr>
        <w:tabs>
          <w:tab w:val="left" w:pos="6195"/>
        </w:tabs>
      </w:pPr>
      <w:r>
        <w:t>193.1523</w:t>
      </w:r>
      <w:r>
        <w:tab/>
        <w:t>5.612e0</w:t>
      </w:r>
    </w:p>
    <w:p w:rsidR="00354DF7" w:rsidRDefault="00354DF7" w:rsidP="00354DF7">
      <w:pPr>
        <w:tabs>
          <w:tab w:val="left" w:pos="6195"/>
        </w:tabs>
      </w:pPr>
      <w:r>
        <w:lastRenderedPageBreak/>
        <w:t>193.1618</w:t>
      </w:r>
      <w:r>
        <w:tab/>
        <w:t>5.059e0</w:t>
      </w:r>
    </w:p>
    <w:p w:rsidR="00354DF7" w:rsidRDefault="00354DF7" w:rsidP="00354DF7">
      <w:pPr>
        <w:tabs>
          <w:tab w:val="left" w:pos="6195"/>
        </w:tabs>
      </w:pPr>
      <w:r>
        <w:t>193.1629</w:t>
      </w:r>
      <w:r>
        <w:tab/>
        <w:t>5.202e0</w:t>
      </w:r>
    </w:p>
    <w:p w:rsidR="00354DF7" w:rsidRDefault="00354DF7" w:rsidP="00354DF7">
      <w:pPr>
        <w:tabs>
          <w:tab w:val="left" w:pos="6195"/>
        </w:tabs>
      </w:pPr>
      <w:r>
        <w:t>193.1894</w:t>
      </w:r>
      <w:r>
        <w:tab/>
        <w:t>2.766e0</w:t>
      </w:r>
    </w:p>
    <w:p w:rsidR="00354DF7" w:rsidRDefault="00354DF7" w:rsidP="00354DF7">
      <w:pPr>
        <w:tabs>
          <w:tab w:val="left" w:pos="6195"/>
        </w:tabs>
      </w:pPr>
      <w:r>
        <w:t>193.1992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193.2081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193.2274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193.2384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193.2460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193.2476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193.2570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193.2684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193.2755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193.2829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193.2978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193.3012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193.3143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193.3169</w:t>
      </w:r>
      <w:r>
        <w:tab/>
        <w:t>3.388e0</w:t>
      </w:r>
    </w:p>
    <w:p w:rsidR="00354DF7" w:rsidRDefault="00354DF7" w:rsidP="00354DF7">
      <w:pPr>
        <w:tabs>
          <w:tab w:val="left" w:pos="6195"/>
        </w:tabs>
      </w:pPr>
      <w:r>
        <w:t>193.3382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193.3416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193.3640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193.3675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193.3750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193.3897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193.3987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193.4153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193.4173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193.4229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193.4321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193.4339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193.4547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193.4744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193.4844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193.5036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193.5213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193.5224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193.5261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193.5338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193.5408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193.5549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193.5560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193.5702</w:t>
      </w:r>
      <w:r>
        <w:tab/>
        <w:t>3.092e0</w:t>
      </w:r>
    </w:p>
    <w:p w:rsidR="00354DF7" w:rsidRDefault="00354DF7" w:rsidP="00354DF7">
      <w:pPr>
        <w:tabs>
          <w:tab w:val="left" w:pos="6195"/>
        </w:tabs>
      </w:pPr>
      <w:r>
        <w:t>193.5733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193.5782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193.5802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193.5819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193.6009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193.6061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193.6108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193.6203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193.6233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193.6307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193.6380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193.6445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193.6490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193.6634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193.6711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193.6803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193.6931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193.7106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193.7189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193.7226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193.7255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193.7444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193.7521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193.7650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193.7666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193.7693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193.7779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193.7868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193.7923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193.8036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193.8110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193.8257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193.8404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193.8440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193.8549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193.8698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193.8886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193.8925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193.8963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193.8998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193.9149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193.9205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193.9223</w:t>
      </w:r>
      <w:r>
        <w:tab/>
        <w:t>2.009e0</w:t>
      </w:r>
    </w:p>
    <w:p w:rsidR="00354DF7" w:rsidRDefault="00354DF7" w:rsidP="00354DF7">
      <w:pPr>
        <w:tabs>
          <w:tab w:val="left" w:pos="6195"/>
        </w:tabs>
      </w:pPr>
      <w:r>
        <w:t>193.9282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193.9337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193.9427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193.9464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193.9674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193.9747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193.9820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193.9830</w:t>
      </w:r>
      <w:r>
        <w:tab/>
        <w:t>3.851e0</w:t>
      </w:r>
    </w:p>
    <w:p w:rsidR="00354DF7" w:rsidRDefault="00354DF7" w:rsidP="00354DF7">
      <w:pPr>
        <w:tabs>
          <w:tab w:val="left" w:pos="6195"/>
        </w:tabs>
      </w:pPr>
      <w:r>
        <w:t>193.9912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193.9928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193.9967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194.0014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194.0133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194.0309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194.0475</w:t>
      </w:r>
      <w:r>
        <w:tab/>
        <w:t>3.295e0</w:t>
      </w:r>
    </w:p>
    <w:p w:rsidR="00354DF7" w:rsidRDefault="00354DF7" w:rsidP="00354DF7">
      <w:pPr>
        <w:tabs>
          <w:tab w:val="left" w:pos="6195"/>
        </w:tabs>
      </w:pPr>
      <w:r>
        <w:t>194.0548</w:t>
      </w:r>
      <w:r>
        <w:tab/>
        <w:t>2.965e0</w:t>
      </w:r>
    </w:p>
    <w:p w:rsidR="00354DF7" w:rsidRDefault="00354DF7" w:rsidP="00354DF7">
      <w:pPr>
        <w:tabs>
          <w:tab w:val="left" w:pos="6195"/>
        </w:tabs>
      </w:pPr>
      <w:r>
        <w:t>194.0635</w:t>
      </w:r>
      <w:r>
        <w:tab/>
        <w:t>9.132e0</w:t>
      </w:r>
    </w:p>
    <w:p w:rsidR="00354DF7" w:rsidRDefault="00354DF7" w:rsidP="00354DF7">
      <w:pPr>
        <w:tabs>
          <w:tab w:val="left" w:pos="6195"/>
        </w:tabs>
      </w:pPr>
      <w:r>
        <w:t>194.0728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194.0749</w:t>
      </w:r>
      <w:r>
        <w:tab/>
        <w:t>2.829e0</w:t>
      </w:r>
    </w:p>
    <w:p w:rsidR="00354DF7" w:rsidRDefault="00354DF7" w:rsidP="00354DF7">
      <w:pPr>
        <w:tabs>
          <w:tab w:val="left" w:pos="6195"/>
        </w:tabs>
      </w:pPr>
      <w:r>
        <w:t>194.0793</w:t>
      </w:r>
      <w:r>
        <w:tab/>
        <w:t>1.925e0</w:t>
      </w:r>
    </w:p>
    <w:p w:rsidR="00354DF7" w:rsidRDefault="00354DF7" w:rsidP="00354DF7">
      <w:pPr>
        <w:tabs>
          <w:tab w:val="left" w:pos="6195"/>
        </w:tabs>
      </w:pPr>
      <w:r>
        <w:t>194.0930</w:t>
      </w:r>
      <w:r>
        <w:tab/>
        <w:t>2.415e0</w:t>
      </w:r>
    </w:p>
    <w:p w:rsidR="00354DF7" w:rsidRDefault="00354DF7" w:rsidP="00354DF7">
      <w:pPr>
        <w:tabs>
          <w:tab w:val="left" w:pos="6195"/>
        </w:tabs>
      </w:pPr>
      <w:r>
        <w:t>194.1051</w:t>
      </w:r>
      <w:r>
        <w:tab/>
        <w:t>5.115e0</w:t>
      </w:r>
    </w:p>
    <w:p w:rsidR="00354DF7" w:rsidRDefault="00354DF7" w:rsidP="00354DF7">
      <w:pPr>
        <w:tabs>
          <w:tab w:val="left" w:pos="6195"/>
        </w:tabs>
      </w:pPr>
      <w:r>
        <w:t>194.1137</w:t>
      </w:r>
      <w:r>
        <w:tab/>
        <w:t>8.821e0</w:t>
      </w:r>
    </w:p>
    <w:p w:rsidR="00354DF7" w:rsidRDefault="00354DF7" w:rsidP="00354DF7">
      <w:pPr>
        <w:tabs>
          <w:tab w:val="left" w:pos="6195"/>
        </w:tabs>
      </w:pPr>
      <w:r>
        <w:t>194.1179</w:t>
      </w:r>
      <w:r>
        <w:tab/>
        <w:t>4.528e0</w:t>
      </w:r>
    </w:p>
    <w:p w:rsidR="00354DF7" w:rsidRDefault="00354DF7" w:rsidP="00354DF7">
      <w:pPr>
        <w:tabs>
          <w:tab w:val="left" w:pos="6195"/>
        </w:tabs>
      </w:pPr>
      <w:r>
        <w:t>194.1203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194.1233</w:t>
      </w:r>
      <w:r>
        <w:tab/>
        <w:t>7.001e0</w:t>
      </w:r>
    </w:p>
    <w:p w:rsidR="00354DF7" w:rsidRDefault="00354DF7" w:rsidP="00354DF7">
      <w:pPr>
        <w:tabs>
          <w:tab w:val="left" w:pos="6195"/>
        </w:tabs>
      </w:pPr>
      <w:r>
        <w:t>194.1259</w:t>
      </w:r>
      <w:r>
        <w:tab/>
        <w:t>1.008e1</w:t>
      </w:r>
    </w:p>
    <w:p w:rsidR="00354DF7" w:rsidRDefault="00354DF7" w:rsidP="00354DF7">
      <w:pPr>
        <w:tabs>
          <w:tab w:val="left" w:pos="6195"/>
        </w:tabs>
      </w:pPr>
      <w:r>
        <w:t>194.1334</w:t>
      </w:r>
      <w:r>
        <w:tab/>
        <w:t>3.173e0</w:t>
      </w:r>
    </w:p>
    <w:p w:rsidR="00354DF7" w:rsidRDefault="00354DF7" w:rsidP="00354DF7">
      <w:pPr>
        <w:tabs>
          <w:tab w:val="left" w:pos="6195"/>
        </w:tabs>
      </w:pPr>
      <w:r>
        <w:t>194.1464</w:t>
      </w:r>
      <w:r>
        <w:tab/>
        <w:t>4.738e0</w:t>
      </w:r>
    </w:p>
    <w:p w:rsidR="00354DF7" w:rsidRDefault="00354DF7" w:rsidP="00354DF7">
      <w:pPr>
        <w:tabs>
          <w:tab w:val="left" w:pos="6195"/>
        </w:tabs>
      </w:pPr>
      <w:r>
        <w:t>194.1519</w:t>
      </w:r>
      <w:r>
        <w:tab/>
        <w:t>1.113e1</w:t>
      </w:r>
    </w:p>
    <w:p w:rsidR="00354DF7" w:rsidRDefault="00354DF7" w:rsidP="00354DF7">
      <w:pPr>
        <w:tabs>
          <w:tab w:val="left" w:pos="6195"/>
        </w:tabs>
      </w:pPr>
      <w:r>
        <w:lastRenderedPageBreak/>
        <w:t>194.1554</w:t>
      </w:r>
      <w:r>
        <w:tab/>
        <w:t>5.191e0</w:t>
      </w:r>
    </w:p>
    <w:p w:rsidR="00354DF7" w:rsidRDefault="00354DF7" w:rsidP="00354DF7">
      <w:pPr>
        <w:tabs>
          <w:tab w:val="left" w:pos="6195"/>
        </w:tabs>
      </w:pPr>
      <w:r>
        <w:t>194.1631</w:t>
      </w:r>
      <w:r>
        <w:tab/>
        <w:t>2.679e0</w:t>
      </w:r>
    </w:p>
    <w:p w:rsidR="00354DF7" w:rsidRDefault="00354DF7" w:rsidP="00354DF7">
      <w:pPr>
        <w:tabs>
          <w:tab w:val="left" w:pos="6195"/>
        </w:tabs>
      </w:pPr>
      <w:r>
        <w:t>194.1705</w:t>
      </w:r>
      <w:r>
        <w:tab/>
        <w:t>3.215e0</w:t>
      </w:r>
    </w:p>
    <w:p w:rsidR="00354DF7" w:rsidRDefault="00354DF7" w:rsidP="00354DF7">
      <w:pPr>
        <w:tabs>
          <w:tab w:val="left" w:pos="6195"/>
        </w:tabs>
      </w:pPr>
      <w:r>
        <w:t>194.1879</w:t>
      </w:r>
      <w:r>
        <w:tab/>
        <w:t>2.748e0</w:t>
      </w:r>
    </w:p>
    <w:p w:rsidR="00354DF7" w:rsidRDefault="00354DF7" w:rsidP="00354DF7">
      <w:pPr>
        <w:tabs>
          <w:tab w:val="left" w:pos="6195"/>
        </w:tabs>
      </w:pPr>
      <w:r>
        <w:t>194.1893</w:t>
      </w:r>
      <w:r>
        <w:tab/>
        <w:t>1.478e0</w:t>
      </w:r>
    </w:p>
    <w:p w:rsidR="00354DF7" w:rsidRDefault="00354DF7" w:rsidP="00354DF7">
      <w:pPr>
        <w:tabs>
          <w:tab w:val="left" w:pos="6195"/>
        </w:tabs>
      </w:pPr>
      <w:r>
        <w:t>194.1996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194.2109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194.2146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194.2258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194.2293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194.2446</w:t>
      </w:r>
      <w:r>
        <w:tab/>
        <w:t>1.018e0</w:t>
      </w:r>
    </w:p>
    <w:p w:rsidR="00354DF7" w:rsidRDefault="00354DF7" w:rsidP="00354DF7">
      <w:pPr>
        <w:tabs>
          <w:tab w:val="left" w:pos="6195"/>
        </w:tabs>
      </w:pPr>
      <w:r>
        <w:t>194.2483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194.2521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194.2593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194.2613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194.2685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194.2818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194.3048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194.3115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194.3134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194.3226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194.3260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194.3351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194.3373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194.3483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194.3547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194.3631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194.3705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194.3813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194.3889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194.4071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194.4111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194.4148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194.4313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194.4528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194.4568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194.4626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194.4679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194.4921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194.4958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194.5146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194.5182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194.5315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194.5345</w:t>
      </w:r>
      <w:r>
        <w:tab/>
        <w:t>6.086e0</w:t>
      </w:r>
    </w:p>
    <w:p w:rsidR="00354DF7" w:rsidRDefault="00354DF7" w:rsidP="00354DF7">
      <w:pPr>
        <w:tabs>
          <w:tab w:val="left" w:pos="6195"/>
        </w:tabs>
      </w:pPr>
      <w:r>
        <w:t>194.5458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194.5558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194.5596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194.5671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194.5706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194.5821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194.5947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194.5971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194.6042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194.6118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194.6339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194.6442</w:t>
      </w:r>
      <w:r>
        <w:tab/>
        <w:t>2.402e0</w:t>
      </w:r>
    </w:p>
    <w:p w:rsidR="00354DF7" w:rsidRDefault="00354DF7" w:rsidP="00354DF7">
      <w:pPr>
        <w:tabs>
          <w:tab w:val="left" w:pos="6195"/>
        </w:tabs>
      </w:pPr>
      <w:r>
        <w:t>194.6557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194.6596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194.6744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194.6910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194.7003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194.7021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194.7111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194.7298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194.7387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194.7406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194.7445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194.7459</w:t>
      </w:r>
      <w:r>
        <w:tab/>
        <w:t>3.405e0</w:t>
      </w:r>
    </w:p>
    <w:p w:rsidR="00354DF7" w:rsidRDefault="00354DF7" w:rsidP="00354DF7">
      <w:pPr>
        <w:tabs>
          <w:tab w:val="left" w:pos="6195"/>
        </w:tabs>
      </w:pPr>
      <w:r>
        <w:t>194.7519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194.7612</w:t>
      </w:r>
      <w:r>
        <w:tab/>
        <w:t>1.316e0</w:t>
      </w:r>
    </w:p>
    <w:p w:rsidR="00354DF7" w:rsidRDefault="00354DF7" w:rsidP="00354DF7">
      <w:pPr>
        <w:tabs>
          <w:tab w:val="left" w:pos="6195"/>
        </w:tabs>
      </w:pPr>
      <w:r>
        <w:t>194.7627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194.7904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194.7924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194.8074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194.8112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194.8222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194.8294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194.8316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194.8431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194.8450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194.8563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194.8750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194.8781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194.9048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194.9120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194.9156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194.9306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194.9464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194.9697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194.9781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194.9792</w:t>
      </w:r>
      <w:r>
        <w:tab/>
        <w:t>7.671e0</w:t>
      </w:r>
    </w:p>
    <w:p w:rsidR="00354DF7" w:rsidRDefault="00354DF7" w:rsidP="00354DF7">
      <w:pPr>
        <w:tabs>
          <w:tab w:val="left" w:pos="6195"/>
        </w:tabs>
      </w:pPr>
      <w:r>
        <w:t>194.9817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194.9869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194.9896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195.0004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195.0062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195.0155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195.0187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195.0447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195.0468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195.0513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195.0539</w:t>
      </w:r>
      <w:r>
        <w:tab/>
        <w:t>2.844e0</w:t>
      </w:r>
    </w:p>
    <w:p w:rsidR="00354DF7" w:rsidRDefault="00354DF7" w:rsidP="00354DF7">
      <w:pPr>
        <w:tabs>
          <w:tab w:val="left" w:pos="6195"/>
        </w:tabs>
      </w:pPr>
      <w:r>
        <w:t>195.0556</w:t>
      </w:r>
      <w:r>
        <w:tab/>
        <w:t>1.807e0</w:t>
      </w:r>
    </w:p>
    <w:p w:rsidR="00354DF7" w:rsidRDefault="00354DF7" w:rsidP="00354DF7">
      <w:pPr>
        <w:tabs>
          <w:tab w:val="left" w:pos="6195"/>
        </w:tabs>
      </w:pPr>
      <w:r>
        <w:t>195.0597</w:t>
      </w:r>
      <w:r>
        <w:tab/>
        <w:t>4.218e0</w:t>
      </w:r>
    </w:p>
    <w:p w:rsidR="00354DF7" w:rsidRDefault="00354DF7" w:rsidP="00354DF7">
      <w:pPr>
        <w:tabs>
          <w:tab w:val="left" w:pos="6195"/>
        </w:tabs>
      </w:pPr>
      <w:r>
        <w:t>195.0781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195.0796</w:t>
      </w:r>
      <w:r>
        <w:tab/>
        <w:t>2.447e0</w:t>
      </w:r>
    </w:p>
    <w:p w:rsidR="00354DF7" w:rsidRDefault="00354DF7" w:rsidP="00354DF7">
      <w:pPr>
        <w:tabs>
          <w:tab w:val="left" w:pos="6195"/>
        </w:tabs>
      </w:pPr>
      <w:r>
        <w:t>195.0884</w:t>
      </w:r>
      <w:r>
        <w:tab/>
        <w:t>2.879e0</w:t>
      </w:r>
    </w:p>
    <w:p w:rsidR="00354DF7" w:rsidRDefault="00354DF7" w:rsidP="00354DF7">
      <w:pPr>
        <w:tabs>
          <w:tab w:val="left" w:pos="6195"/>
        </w:tabs>
      </w:pPr>
      <w:r>
        <w:t>195.0999</w:t>
      </w:r>
      <w:r>
        <w:tab/>
        <w:t>5.487e0</w:t>
      </w:r>
    </w:p>
    <w:p w:rsidR="00354DF7" w:rsidRDefault="00354DF7" w:rsidP="00354DF7">
      <w:pPr>
        <w:tabs>
          <w:tab w:val="left" w:pos="6195"/>
        </w:tabs>
      </w:pPr>
      <w:r>
        <w:t>195.1129</w:t>
      </w:r>
      <w:r>
        <w:tab/>
        <w:t>3.318e0</w:t>
      </w:r>
    </w:p>
    <w:p w:rsidR="00354DF7" w:rsidRDefault="00354DF7" w:rsidP="00354DF7">
      <w:pPr>
        <w:tabs>
          <w:tab w:val="left" w:pos="6195"/>
        </w:tabs>
      </w:pPr>
      <w:r>
        <w:t>195.1194</w:t>
      </w:r>
      <w:r>
        <w:tab/>
        <w:t>1.629e1</w:t>
      </w:r>
    </w:p>
    <w:p w:rsidR="00354DF7" w:rsidRDefault="00354DF7" w:rsidP="00354DF7">
      <w:pPr>
        <w:tabs>
          <w:tab w:val="left" w:pos="6195"/>
        </w:tabs>
      </w:pPr>
      <w:r>
        <w:t>195.1205</w:t>
      </w:r>
      <w:r>
        <w:tab/>
        <w:t>5.487e0</w:t>
      </w:r>
    </w:p>
    <w:p w:rsidR="00354DF7" w:rsidRDefault="00354DF7" w:rsidP="00354DF7">
      <w:pPr>
        <w:tabs>
          <w:tab w:val="left" w:pos="6195"/>
        </w:tabs>
      </w:pPr>
      <w:r>
        <w:t>195.1224</w:t>
      </w:r>
      <w:r>
        <w:tab/>
        <w:t>5.210e0</w:t>
      </w:r>
    </w:p>
    <w:p w:rsidR="00354DF7" w:rsidRDefault="00354DF7" w:rsidP="00354DF7">
      <w:pPr>
        <w:tabs>
          <w:tab w:val="left" w:pos="6195"/>
        </w:tabs>
      </w:pPr>
      <w:r>
        <w:t>195.1324</w:t>
      </w:r>
      <w:r>
        <w:tab/>
        <w:t>3.067e0</w:t>
      </w:r>
    </w:p>
    <w:p w:rsidR="00354DF7" w:rsidRDefault="00354DF7" w:rsidP="00354DF7">
      <w:pPr>
        <w:tabs>
          <w:tab w:val="left" w:pos="6195"/>
        </w:tabs>
      </w:pPr>
      <w:r>
        <w:t>195.1419</w:t>
      </w:r>
      <w:r>
        <w:tab/>
        <w:t>2.344e0</w:t>
      </w:r>
    </w:p>
    <w:p w:rsidR="00354DF7" w:rsidRDefault="00354DF7" w:rsidP="00354DF7">
      <w:pPr>
        <w:tabs>
          <w:tab w:val="left" w:pos="6195"/>
        </w:tabs>
      </w:pPr>
      <w:r>
        <w:lastRenderedPageBreak/>
        <w:t>195.1552</w:t>
      </w:r>
      <w:r>
        <w:tab/>
        <w:t>4.228e0</w:t>
      </w:r>
    </w:p>
    <w:p w:rsidR="00354DF7" w:rsidRDefault="00354DF7" w:rsidP="00354DF7">
      <w:pPr>
        <w:tabs>
          <w:tab w:val="left" w:pos="6195"/>
        </w:tabs>
      </w:pPr>
      <w:r>
        <w:t>195.1655</w:t>
      </w:r>
      <w:r>
        <w:tab/>
        <w:t>6.615e0</w:t>
      </w:r>
    </w:p>
    <w:p w:rsidR="00354DF7" w:rsidRDefault="00354DF7" w:rsidP="00354DF7">
      <w:pPr>
        <w:tabs>
          <w:tab w:val="left" w:pos="6195"/>
        </w:tabs>
      </w:pPr>
      <w:r>
        <w:t>195.1665</w:t>
      </w:r>
      <w:r>
        <w:tab/>
        <w:t>6.587e0</w:t>
      </w:r>
    </w:p>
    <w:p w:rsidR="00354DF7" w:rsidRDefault="00354DF7" w:rsidP="00354DF7">
      <w:pPr>
        <w:tabs>
          <w:tab w:val="left" w:pos="6195"/>
        </w:tabs>
      </w:pPr>
      <w:r>
        <w:t>195.1804</w:t>
      </w:r>
      <w:r>
        <w:tab/>
        <w:t>1.125e1</w:t>
      </w:r>
    </w:p>
    <w:p w:rsidR="00354DF7" w:rsidRDefault="00354DF7" w:rsidP="00354DF7">
      <w:pPr>
        <w:tabs>
          <w:tab w:val="left" w:pos="6195"/>
        </w:tabs>
      </w:pPr>
      <w:r>
        <w:t>195.1836</w:t>
      </w:r>
      <w:r>
        <w:tab/>
        <w:t>6.532e0</w:t>
      </w:r>
    </w:p>
    <w:p w:rsidR="00354DF7" w:rsidRDefault="00354DF7" w:rsidP="00354DF7">
      <w:pPr>
        <w:tabs>
          <w:tab w:val="left" w:pos="6195"/>
        </w:tabs>
      </w:pPr>
      <w:r>
        <w:t>195.1847</w:t>
      </w:r>
      <w:r>
        <w:tab/>
        <w:t>6.651e0</w:t>
      </w:r>
    </w:p>
    <w:p w:rsidR="00354DF7" w:rsidRDefault="00354DF7" w:rsidP="00354DF7">
      <w:pPr>
        <w:tabs>
          <w:tab w:val="left" w:pos="6195"/>
        </w:tabs>
      </w:pPr>
      <w:r>
        <w:t>195.1885</w:t>
      </w:r>
      <w:r>
        <w:tab/>
        <w:t>1.756e1</w:t>
      </w:r>
    </w:p>
    <w:p w:rsidR="00354DF7" w:rsidRDefault="00354DF7" w:rsidP="00354DF7">
      <w:pPr>
        <w:tabs>
          <w:tab w:val="left" w:pos="6195"/>
        </w:tabs>
      </w:pPr>
      <w:r>
        <w:t>195.1925</w:t>
      </w:r>
      <w:r>
        <w:tab/>
        <w:t>1.125e1</w:t>
      </w:r>
    </w:p>
    <w:p w:rsidR="00354DF7" w:rsidRDefault="00354DF7" w:rsidP="00354DF7">
      <w:pPr>
        <w:tabs>
          <w:tab w:val="left" w:pos="6195"/>
        </w:tabs>
      </w:pPr>
      <w:r>
        <w:t>195.2200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195.2345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195.2382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195.2641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195.2685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195.2696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195.2763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195.2976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195.3010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195.3032</w:t>
      </w:r>
      <w:r>
        <w:tab/>
        <w:t>3.734e0</w:t>
      </w:r>
    </w:p>
    <w:p w:rsidR="00354DF7" w:rsidRDefault="00354DF7" w:rsidP="00354DF7">
      <w:pPr>
        <w:tabs>
          <w:tab w:val="left" w:pos="6195"/>
        </w:tabs>
      </w:pPr>
      <w:r>
        <w:t>195.3069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195.3087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195.3161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195.3195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195.3345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195.3418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195.3452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195.3565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195.3754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195.3812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195.3829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195.3942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195.3980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195.4149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195.4274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195.4394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195.4433</w:t>
      </w:r>
      <w:r>
        <w:tab/>
        <w:t>2.228e0</w:t>
      </w:r>
    </w:p>
    <w:p w:rsidR="00354DF7" w:rsidRDefault="00354DF7" w:rsidP="00354DF7">
      <w:pPr>
        <w:tabs>
          <w:tab w:val="left" w:pos="6195"/>
        </w:tabs>
      </w:pPr>
      <w:r>
        <w:t>195.4470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195.4507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195.4553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195.4672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195.4765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195.4838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195.4908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195.5029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195.5078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195.5134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195.5152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195.5168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195.5281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195.5390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195.5462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195.5539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195.5614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195.5724</w:t>
      </w:r>
      <w:r>
        <w:tab/>
        <w:t>3.448e0</w:t>
      </w:r>
    </w:p>
    <w:p w:rsidR="00354DF7" w:rsidRDefault="00354DF7" w:rsidP="00354DF7">
      <w:pPr>
        <w:tabs>
          <w:tab w:val="left" w:pos="6195"/>
        </w:tabs>
      </w:pPr>
      <w:r>
        <w:t>195.5818</w:t>
      </w:r>
      <w:r>
        <w:tab/>
        <w:t>4.782e0</w:t>
      </w:r>
    </w:p>
    <w:p w:rsidR="00354DF7" w:rsidRDefault="00354DF7" w:rsidP="00354DF7">
      <w:pPr>
        <w:tabs>
          <w:tab w:val="left" w:pos="6195"/>
        </w:tabs>
      </w:pPr>
      <w:r>
        <w:t>195.5833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195.5873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195.5934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195.6002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195.6094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195.6131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195.6238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195.6467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195.6507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195.6728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195.6768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195.6920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195.6957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195.6992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195.7033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195.7146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195.7254</w:t>
      </w:r>
      <w:r>
        <w:tab/>
        <w:t>5.350e0</w:t>
      </w:r>
    </w:p>
    <w:p w:rsidR="00354DF7" w:rsidRDefault="00354DF7" w:rsidP="00354DF7">
      <w:pPr>
        <w:tabs>
          <w:tab w:val="left" w:pos="6195"/>
        </w:tabs>
      </w:pPr>
      <w:r>
        <w:t>195.7348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195.7364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195.7495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195.7585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195.7625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195.7761</w:t>
      </w:r>
      <w:r>
        <w:tab/>
        <w:t>2.663e0</w:t>
      </w:r>
    </w:p>
    <w:p w:rsidR="00354DF7" w:rsidRDefault="00354DF7" w:rsidP="00354DF7">
      <w:pPr>
        <w:tabs>
          <w:tab w:val="left" w:pos="6195"/>
        </w:tabs>
      </w:pPr>
      <w:r>
        <w:t>195.7992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195.8032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195.8069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195.8143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195.8158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195.8180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195.8306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195.8366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195.8567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195.8733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195.8768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195.8796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195.8919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195.9010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195.9108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195.9485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195.9541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195.9634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195.9711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195.9786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195.9839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196.0062</w:t>
      </w:r>
      <w:r>
        <w:tab/>
        <w:t>6.456e0</w:t>
      </w:r>
    </w:p>
    <w:p w:rsidR="00354DF7" w:rsidRDefault="00354DF7" w:rsidP="00354DF7">
      <w:pPr>
        <w:tabs>
          <w:tab w:val="left" w:pos="6195"/>
        </w:tabs>
      </w:pPr>
      <w:r>
        <w:t>196.0081</w:t>
      </w:r>
      <w:r>
        <w:tab/>
        <w:t>1.924e1</w:t>
      </w:r>
    </w:p>
    <w:p w:rsidR="00354DF7" w:rsidRDefault="00354DF7" w:rsidP="00354DF7">
      <w:pPr>
        <w:tabs>
          <w:tab w:val="left" w:pos="6195"/>
        </w:tabs>
      </w:pPr>
      <w:r>
        <w:t>196.0108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196.0144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196.0272</w:t>
      </w:r>
      <w:r>
        <w:tab/>
        <w:t>2.992e0</w:t>
      </w:r>
    </w:p>
    <w:p w:rsidR="00354DF7" w:rsidRDefault="00354DF7" w:rsidP="00354DF7">
      <w:pPr>
        <w:tabs>
          <w:tab w:val="left" w:pos="6195"/>
        </w:tabs>
      </w:pPr>
      <w:r>
        <w:t>196.0560</w:t>
      </w:r>
      <w:r>
        <w:tab/>
        <w:t>3.383e0</w:t>
      </w:r>
    </w:p>
    <w:p w:rsidR="00354DF7" w:rsidRDefault="00354DF7" w:rsidP="00354DF7">
      <w:pPr>
        <w:tabs>
          <w:tab w:val="left" w:pos="6195"/>
        </w:tabs>
      </w:pPr>
      <w:r>
        <w:t>196.0598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196.0672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196.0769</w:t>
      </w:r>
      <w:r>
        <w:tab/>
        <w:t>2.387e0</w:t>
      </w:r>
    </w:p>
    <w:p w:rsidR="00354DF7" w:rsidRDefault="00354DF7" w:rsidP="00354DF7">
      <w:pPr>
        <w:tabs>
          <w:tab w:val="left" w:pos="6195"/>
        </w:tabs>
      </w:pPr>
      <w:r>
        <w:t>196.0783</w:t>
      </w:r>
      <w:r>
        <w:tab/>
        <w:t>3.216e0</w:t>
      </w:r>
    </w:p>
    <w:p w:rsidR="00354DF7" w:rsidRDefault="00354DF7" w:rsidP="00354DF7">
      <w:pPr>
        <w:tabs>
          <w:tab w:val="left" w:pos="6195"/>
        </w:tabs>
      </w:pPr>
      <w:r>
        <w:t>196.0845</w:t>
      </w:r>
      <w:r>
        <w:tab/>
        <w:t>2.941e0</w:t>
      </w:r>
    </w:p>
    <w:p w:rsidR="00354DF7" w:rsidRDefault="00354DF7" w:rsidP="00354DF7">
      <w:pPr>
        <w:tabs>
          <w:tab w:val="left" w:pos="6195"/>
        </w:tabs>
      </w:pPr>
      <w:r>
        <w:t>196.0864</w:t>
      </w:r>
      <w:r>
        <w:tab/>
        <w:t>1.970e0</w:t>
      </w:r>
    </w:p>
    <w:p w:rsidR="00354DF7" w:rsidRDefault="00354DF7" w:rsidP="00354DF7">
      <w:pPr>
        <w:tabs>
          <w:tab w:val="left" w:pos="6195"/>
        </w:tabs>
      </w:pPr>
      <w:r>
        <w:t>196.1046</w:t>
      </w:r>
      <w:r>
        <w:tab/>
        <w:t>2.678e0</w:t>
      </w:r>
    </w:p>
    <w:p w:rsidR="00354DF7" w:rsidRDefault="00354DF7" w:rsidP="00354DF7">
      <w:pPr>
        <w:tabs>
          <w:tab w:val="left" w:pos="6195"/>
        </w:tabs>
      </w:pPr>
      <w:r>
        <w:t>196.1203</w:t>
      </w:r>
      <w:r>
        <w:tab/>
        <w:t>3.904e0</w:t>
      </w:r>
    </w:p>
    <w:p w:rsidR="00354DF7" w:rsidRDefault="00354DF7" w:rsidP="00354DF7">
      <w:pPr>
        <w:tabs>
          <w:tab w:val="left" w:pos="6195"/>
        </w:tabs>
      </w:pPr>
      <w:r>
        <w:t>196.1226</w:t>
      </w:r>
      <w:r>
        <w:tab/>
        <w:t>1.916e0</w:t>
      </w:r>
    </w:p>
    <w:p w:rsidR="00354DF7" w:rsidRDefault="00354DF7" w:rsidP="00354DF7">
      <w:pPr>
        <w:tabs>
          <w:tab w:val="left" w:pos="6195"/>
        </w:tabs>
      </w:pPr>
      <w:r>
        <w:t>196.1279</w:t>
      </w:r>
      <w:r>
        <w:tab/>
        <w:t>2.671e0</w:t>
      </w:r>
    </w:p>
    <w:p w:rsidR="00354DF7" w:rsidRDefault="00354DF7" w:rsidP="00354DF7">
      <w:pPr>
        <w:tabs>
          <w:tab w:val="left" w:pos="6195"/>
        </w:tabs>
      </w:pPr>
      <w:r>
        <w:lastRenderedPageBreak/>
        <w:t>196.1326</w:t>
      </w:r>
      <w:r>
        <w:tab/>
        <w:t>7.898e0</w:t>
      </w:r>
    </w:p>
    <w:p w:rsidR="00354DF7" w:rsidRDefault="00354DF7" w:rsidP="00354DF7">
      <w:pPr>
        <w:tabs>
          <w:tab w:val="left" w:pos="6195"/>
        </w:tabs>
      </w:pPr>
      <w:r>
        <w:t>196.1460</w:t>
      </w:r>
      <w:r>
        <w:tab/>
        <w:t>2.295e0</w:t>
      </w:r>
    </w:p>
    <w:p w:rsidR="00354DF7" w:rsidRDefault="00354DF7" w:rsidP="00354DF7">
      <w:pPr>
        <w:tabs>
          <w:tab w:val="left" w:pos="6195"/>
        </w:tabs>
      </w:pPr>
      <w:r>
        <w:t>196.1486</w:t>
      </w:r>
      <w:r>
        <w:tab/>
        <w:t>1.664e0</w:t>
      </w:r>
    </w:p>
    <w:p w:rsidR="00354DF7" w:rsidRDefault="00354DF7" w:rsidP="00354DF7">
      <w:pPr>
        <w:tabs>
          <w:tab w:val="left" w:pos="6195"/>
        </w:tabs>
      </w:pPr>
      <w:r>
        <w:t>196.1529</w:t>
      </w:r>
      <w:r>
        <w:tab/>
        <w:t>5.009e0</w:t>
      </w:r>
    </w:p>
    <w:p w:rsidR="00354DF7" w:rsidRDefault="00354DF7" w:rsidP="00354DF7">
      <w:pPr>
        <w:tabs>
          <w:tab w:val="left" w:pos="6195"/>
        </w:tabs>
      </w:pPr>
      <w:r>
        <w:t>196.1603</w:t>
      </w:r>
      <w:r>
        <w:tab/>
        <w:t>4.011e0</w:t>
      </w:r>
    </w:p>
    <w:p w:rsidR="00354DF7" w:rsidRDefault="00354DF7" w:rsidP="00354DF7">
      <w:pPr>
        <w:tabs>
          <w:tab w:val="left" w:pos="6195"/>
        </w:tabs>
      </w:pPr>
      <w:r>
        <w:t>196.1677</w:t>
      </w:r>
      <w:r>
        <w:tab/>
        <w:t>1.329e0</w:t>
      </w:r>
    </w:p>
    <w:p w:rsidR="00354DF7" w:rsidRDefault="00354DF7" w:rsidP="00354DF7">
      <w:pPr>
        <w:tabs>
          <w:tab w:val="left" w:pos="6195"/>
        </w:tabs>
      </w:pPr>
      <w:r>
        <w:t>196.1855</w:t>
      </w:r>
      <w:r>
        <w:tab/>
        <w:t>1.186e0</w:t>
      </w:r>
    </w:p>
    <w:p w:rsidR="00354DF7" w:rsidRDefault="00354DF7" w:rsidP="00354DF7">
      <w:pPr>
        <w:tabs>
          <w:tab w:val="left" w:pos="6195"/>
        </w:tabs>
      </w:pPr>
      <w:r>
        <w:t>196.1888</w:t>
      </w:r>
      <w:r>
        <w:tab/>
        <w:t>3.679e0</w:t>
      </w:r>
    </w:p>
    <w:p w:rsidR="00354DF7" w:rsidRDefault="00354DF7" w:rsidP="00354DF7">
      <w:pPr>
        <w:tabs>
          <w:tab w:val="left" w:pos="6195"/>
        </w:tabs>
      </w:pPr>
      <w:r>
        <w:t>196.1926</w:t>
      </w:r>
      <w:r>
        <w:tab/>
        <w:t>1.747e0</w:t>
      </w:r>
    </w:p>
    <w:p w:rsidR="00354DF7" w:rsidRDefault="00354DF7" w:rsidP="00354DF7">
      <w:pPr>
        <w:tabs>
          <w:tab w:val="left" w:pos="6195"/>
        </w:tabs>
      </w:pPr>
      <w:r>
        <w:t>196.1952</w:t>
      </w:r>
      <w:r>
        <w:tab/>
        <w:t>4.555e0</w:t>
      </w:r>
    </w:p>
    <w:p w:rsidR="00354DF7" w:rsidRDefault="00354DF7" w:rsidP="00354DF7">
      <w:pPr>
        <w:tabs>
          <w:tab w:val="left" w:pos="6195"/>
        </w:tabs>
      </w:pPr>
      <w:r>
        <w:t>196.2072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196.2206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196.2242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196.2313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196.2424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196.2445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196.2479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196.2550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196.2611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196.2822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196.2870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196.2944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196.3090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196.3178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196.3203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196.3238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196.3312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196.3460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196.3699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196.3839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196.3854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196.3904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196.3945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196.4018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196.4169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196.4210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196.4228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196.4245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196.4323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196.4550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196.4604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196.4679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196.4700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196.4774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196.4866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196.5040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196.5069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196.5094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196.5236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196.5328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196.5399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196.5439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196.5513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196.5548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196.5587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196.5603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196.5666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196.5827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196.5937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196.5991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196.6141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196.6249</w:t>
      </w:r>
      <w:r>
        <w:tab/>
        <w:t>1.217e0</w:t>
      </w:r>
    </w:p>
    <w:p w:rsidR="00354DF7" w:rsidRDefault="00354DF7" w:rsidP="00354DF7">
      <w:pPr>
        <w:tabs>
          <w:tab w:val="left" w:pos="6195"/>
        </w:tabs>
      </w:pPr>
      <w:r>
        <w:t>196.6275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196.6292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196.6310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196.6443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196.6554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196.6631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196.6756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196.6783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196.7011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196.7025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196.7045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196.7158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196.7303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196.7342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196.7563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196.7583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196.7750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196.7896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196.7997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196.8018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196.8046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196.8194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196.8304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196.8378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196.8453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196.8583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196.8678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196.8716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196.8754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196.8849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196.8943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196.8959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196.9339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196.9485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196.9504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196.9839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196.9874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196.9911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197.0038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197.0099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197.0136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197.0175</w:t>
      </w:r>
      <w:r>
        <w:tab/>
        <w:t>7.719e0</w:t>
      </w:r>
    </w:p>
    <w:p w:rsidR="00354DF7" w:rsidRDefault="00354DF7" w:rsidP="00354DF7">
      <w:pPr>
        <w:tabs>
          <w:tab w:val="left" w:pos="6195"/>
        </w:tabs>
      </w:pPr>
      <w:r>
        <w:t>197.0205</w:t>
      </w:r>
      <w:r>
        <w:tab/>
        <w:t>4.535e0</w:t>
      </w:r>
    </w:p>
    <w:p w:rsidR="00354DF7" w:rsidRDefault="00354DF7" w:rsidP="00354DF7">
      <w:pPr>
        <w:tabs>
          <w:tab w:val="left" w:pos="6195"/>
        </w:tabs>
      </w:pPr>
      <w:r>
        <w:t>197.0288</w:t>
      </w:r>
      <w:r>
        <w:tab/>
        <w:t>6.665e0</w:t>
      </w:r>
    </w:p>
    <w:p w:rsidR="00354DF7" w:rsidRDefault="00354DF7" w:rsidP="00354DF7">
      <w:pPr>
        <w:tabs>
          <w:tab w:val="left" w:pos="6195"/>
        </w:tabs>
      </w:pPr>
      <w:r>
        <w:t>197.0413</w:t>
      </w:r>
      <w:r>
        <w:tab/>
        <w:t>1.984e0</w:t>
      </w:r>
    </w:p>
    <w:p w:rsidR="00354DF7" w:rsidRDefault="00354DF7" w:rsidP="00354DF7">
      <w:pPr>
        <w:tabs>
          <w:tab w:val="left" w:pos="6195"/>
        </w:tabs>
      </w:pPr>
      <w:r>
        <w:t>197.0453</w:t>
      </w:r>
      <w:r>
        <w:tab/>
        <w:t>4.433e0</w:t>
      </w:r>
    </w:p>
    <w:p w:rsidR="00354DF7" w:rsidRDefault="00354DF7" w:rsidP="00354DF7">
      <w:pPr>
        <w:tabs>
          <w:tab w:val="left" w:pos="6195"/>
        </w:tabs>
      </w:pPr>
      <w:r>
        <w:t>197.0485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197.0505</w:t>
      </w:r>
      <w:r>
        <w:tab/>
        <w:t>1.497e0</w:t>
      </w:r>
    </w:p>
    <w:p w:rsidR="00354DF7" w:rsidRDefault="00354DF7" w:rsidP="00354DF7">
      <w:pPr>
        <w:tabs>
          <w:tab w:val="left" w:pos="6195"/>
        </w:tabs>
      </w:pPr>
      <w:r>
        <w:t>197.0751</w:t>
      </w:r>
      <w:r>
        <w:tab/>
        <w:t>1.061e1</w:t>
      </w:r>
    </w:p>
    <w:p w:rsidR="00354DF7" w:rsidRDefault="00354DF7" w:rsidP="00354DF7">
      <w:pPr>
        <w:tabs>
          <w:tab w:val="left" w:pos="6195"/>
        </w:tabs>
      </w:pPr>
      <w:r>
        <w:t>197.0784</w:t>
      </w:r>
      <w:r>
        <w:tab/>
        <w:t>4.119e0</w:t>
      </w:r>
    </w:p>
    <w:p w:rsidR="00354DF7" w:rsidRDefault="00354DF7" w:rsidP="00354DF7">
      <w:pPr>
        <w:tabs>
          <w:tab w:val="left" w:pos="6195"/>
        </w:tabs>
      </w:pPr>
      <w:r>
        <w:t>197.0826</w:t>
      </w:r>
      <w:r>
        <w:tab/>
        <w:t>3.359e0</w:t>
      </w:r>
    </w:p>
    <w:p w:rsidR="00354DF7" w:rsidRDefault="00354DF7" w:rsidP="00354DF7">
      <w:pPr>
        <w:tabs>
          <w:tab w:val="left" w:pos="6195"/>
        </w:tabs>
      </w:pPr>
      <w:r>
        <w:t>197.1043</w:t>
      </w:r>
      <w:r>
        <w:tab/>
        <w:t>1.323e0</w:t>
      </w:r>
    </w:p>
    <w:p w:rsidR="00354DF7" w:rsidRDefault="00354DF7" w:rsidP="00354DF7">
      <w:pPr>
        <w:tabs>
          <w:tab w:val="left" w:pos="6195"/>
        </w:tabs>
      </w:pPr>
      <w:r>
        <w:lastRenderedPageBreak/>
        <w:t>197.1078</w:t>
      </w:r>
      <w:r>
        <w:tab/>
        <w:t>4.777e0</w:t>
      </w:r>
    </w:p>
    <w:p w:rsidR="00354DF7" w:rsidRDefault="00354DF7" w:rsidP="00354DF7">
      <w:pPr>
        <w:tabs>
          <w:tab w:val="left" w:pos="6195"/>
        </w:tabs>
      </w:pPr>
      <w:r>
        <w:t>197.1309</w:t>
      </w:r>
      <w:r>
        <w:tab/>
        <w:t>9.974e0</w:t>
      </w:r>
    </w:p>
    <w:p w:rsidR="00354DF7" w:rsidRDefault="00354DF7" w:rsidP="00354DF7">
      <w:pPr>
        <w:tabs>
          <w:tab w:val="left" w:pos="6195"/>
        </w:tabs>
      </w:pPr>
      <w:r>
        <w:t>197.1342</w:t>
      </w:r>
      <w:r>
        <w:tab/>
        <w:t>2.982e0</w:t>
      </w:r>
    </w:p>
    <w:p w:rsidR="00354DF7" w:rsidRDefault="00354DF7" w:rsidP="00354DF7">
      <w:pPr>
        <w:tabs>
          <w:tab w:val="left" w:pos="6195"/>
        </w:tabs>
      </w:pPr>
      <w:r>
        <w:t>197.1357</w:t>
      </w:r>
      <w:r>
        <w:tab/>
        <w:t>1.362e1</w:t>
      </w:r>
    </w:p>
    <w:p w:rsidR="00354DF7" w:rsidRDefault="00354DF7" w:rsidP="00354DF7">
      <w:pPr>
        <w:tabs>
          <w:tab w:val="left" w:pos="6195"/>
        </w:tabs>
      </w:pPr>
      <w:r>
        <w:t>197.1432</w:t>
      </w:r>
      <w:r>
        <w:tab/>
        <w:t>1.556e1</w:t>
      </w:r>
    </w:p>
    <w:p w:rsidR="00354DF7" w:rsidRDefault="00354DF7" w:rsidP="00354DF7">
      <w:pPr>
        <w:tabs>
          <w:tab w:val="left" w:pos="6195"/>
        </w:tabs>
      </w:pPr>
      <w:r>
        <w:t>197.1581</w:t>
      </w:r>
      <w:r>
        <w:tab/>
        <w:t>5.448e0</w:t>
      </w:r>
    </w:p>
    <w:p w:rsidR="00354DF7" w:rsidRDefault="00354DF7" w:rsidP="00354DF7">
      <w:pPr>
        <w:tabs>
          <w:tab w:val="left" w:pos="6195"/>
        </w:tabs>
      </w:pPr>
      <w:r>
        <w:t>197.1800</w:t>
      </w:r>
      <w:r>
        <w:tab/>
        <w:t>1.645e0</w:t>
      </w:r>
    </w:p>
    <w:p w:rsidR="00354DF7" w:rsidRDefault="00354DF7" w:rsidP="00354DF7">
      <w:pPr>
        <w:tabs>
          <w:tab w:val="left" w:pos="6195"/>
        </w:tabs>
      </w:pPr>
      <w:r>
        <w:t>197.1930</w:t>
      </w:r>
      <w:r>
        <w:tab/>
        <w:t>4.655e0</w:t>
      </w:r>
    </w:p>
    <w:p w:rsidR="00354DF7" w:rsidRDefault="00354DF7" w:rsidP="00354DF7">
      <w:pPr>
        <w:tabs>
          <w:tab w:val="left" w:pos="6195"/>
        </w:tabs>
      </w:pPr>
      <w:r>
        <w:t>197.2020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197.2078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197.2152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197.2338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197.2446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197.2479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197.2632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197.2782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197.2856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197.3004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197.3117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197.3156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197.3209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197.3318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197.3383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197.3402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197.3418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197.3467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197.3685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197.3742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197.3911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197.3963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197.4132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197.4280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197.4411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197.4463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197.4503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197.4776</w:t>
      </w:r>
      <w:r>
        <w:tab/>
        <w:t>4.748e0</w:t>
      </w:r>
    </w:p>
    <w:p w:rsidR="00354DF7" w:rsidRDefault="00354DF7" w:rsidP="00354DF7">
      <w:pPr>
        <w:tabs>
          <w:tab w:val="left" w:pos="6195"/>
        </w:tabs>
      </w:pPr>
      <w:r>
        <w:t>197.4797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197.4837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197.4874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197.5026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197.5074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197.5095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197.5132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197.5294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197.5321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197.5397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197.5757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197.6000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197.6077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197.6107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197.6222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197.6410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197.6444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197.6484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197.6518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197.6741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197.6873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197.6929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197.7022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197.7151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197.7188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197.7218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197.7526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197.7603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197.7755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197.7808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197.7825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197.7879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197.8021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197.8059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197.8085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197.8196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197.8262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197.8352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197.8465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197.8484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197.8537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197.8558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197.8614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197.8707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197.8890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197.8994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197.9022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197.9059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197.9133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197.9241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197.9318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197.9413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197.9430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197.9492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197.9505</w:t>
      </w:r>
      <w:r>
        <w:tab/>
        <w:t>2.194e0</w:t>
      </w:r>
    </w:p>
    <w:p w:rsidR="00354DF7" w:rsidRDefault="00354DF7" w:rsidP="00354DF7">
      <w:pPr>
        <w:tabs>
          <w:tab w:val="left" w:pos="6195"/>
        </w:tabs>
      </w:pPr>
      <w:r>
        <w:t>197.9582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197.9620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197.9772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197.9810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197.9922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197.9978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197.9993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198.0046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198.0152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198.0164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198.0189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198.0290</w:t>
      </w:r>
      <w:r>
        <w:tab/>
        <w:t>2.777e0</w:t>
      </w:r>
    </w:p>
    <w:p w:rsidR="00354DF7" w:rsidRDefault="00354DF7" w:rsidP="00354DF7">
      <w:pPr>
        <w:tabs>
          <w:tab w:val="left" w:pos="6195"/>
        </w:tabs>
      </w:pPr>
      <w:r>
        <w:t>198.0369</w:t>
      </w:r>
      <w:r>
        <w:tab/>
        <w:t>1.879e0</w:t>
      </w:r>
    </w:p>
    <w:p w:rsidR="00354DF7" w:rsidRDefault="00354DF7" w:rsidP="00354DF7">
      <w:pPr>
        <w:tabs>
          <w:tab w:val="left" w:pos="6195"/>
        </w:tabs>
      </w:pPr>
      <w:r>
        <w:t>198.0486</w:t>
      </w:r>
      <w:r>
        <w:tab/>
        <w:t>3.832e0</w:t>
      </w:r>
    </w:p>
    <w:p w:rsidR="00354DF7" w:rsidRDefault="00354DF7" w:rsidP="00354DF7">
      <w:pPr>
        <w:tabs>
          <w:tab w:val="left" w:pos="6195"/>
        </w:tabs>
      </w:pPr>
      <w:r>
        <w:t>198.0539</w:t>
      </w:r>
      <w:r>
        <w:tab/>
        <w:t>2.361e0</w:t>
      </w:r>
    </w:p>
    <w:p w:rsidR="00354DF7" w:rsidRDefault="00354DF7" w:rsidP="00354DF7">
      <w:pPr>
        <w:tabs>
          <w:tab w:val="left" w:pos="6195"/>
        </w:tabs>
      </w:pPr>
      <w:r>
        <w:t>198.0582</w:t>
      </w:r>
      <w:r>
        <w:tab/>
        <w:t>4.845e0</w:t>
      </w:r>
    </w:p>
    <w:p w:rsidR="00354DF7" w:rsidRDefault="00354DF7" w:rsidP="00354DF7">
      <w:pPr>
        <w:tabs>
          <w:tab w:val="left" w:pos="6195"/>
        </w:tabs>
      </w:pPr>
      <w:r>
        <w:t>198.0871</w:t>
      </w:r>
      <w:r>
        <w:tab/>
        <w:t>3.543e0</w:t>
      </w:r>
    </w:p>
    <w:p w:rsidR="00354DF7" w:rsidRDefault="00354DF7" w:rsidP="00354DF7">
      <w:pPr>
        <w:tabs>
          <w:tab w:val="left" w:pos="6195"/>
        </w:tabs>
      </w:pPr>
      <w:r>
        <w:t>198.0895</w:t>
      </w:r>
      <w:r>
        <w:tab/>
        <w:t>8.288e0</w:t>
      </w:r>
    </w:p>
    <w:p w:rsidR="00354DF7" w:rsidRDefault="00354DF7" w:rsidP="00354DF7">
      <w:pPr>
        <w:tabs>
          <w:tab w:val="left" w:pos="6195"/>
        </w:tabs>
      </w:pPr>
      <w:r>
        <w:t>198.1040</w:t>
      </w:r>
      <w:r>
        <w:tab/>
        <w:t>4.441e0</w:t>
      </w:r>
    </w:p>
    <w:p w:rsidR="00354DF7" w:rsidRDefault="00354DF7" w:rsidP="00354DF7">
      <w:pPr>
        <w:tabs>
          <w:tab w:val="left" w:pos="6195"/>
        </w:tabs>
      </w:pPr>
      <w:r>
        <w:t>198.1092</w:t>
      </w:r>
      <w:r>
        <w:tab/>
        <w:t>5.333e0</w:t>
      </w:r>
    </w:p>
    <w:p w:rsidR="00354DF7" w:rsidRDefault="00354DF7" w:rsidP="00354DF7">
      <w:pPr>
        <w:tabs>
          <w:tab w:val="left" w:pos="6195"/>
        </w:tabs>
      </w:pPr>
      <w:r>
        <w:t>198.1146</w:t>
      </w:r>
      <w:r>
        <w:tab/>
        <w:t>4.685e0</w:t>
      </w:r>
    </w:p>
    <w:p w:rsidR="00354DF7" w:rsidRDefault="00354DF7" w:rsidP="00354DF7">
      <w:pPr>
        <w:tabs>
          <w:tab w:val="left" w:pos="6195"/>
        </w:tabs>
      </w:pPr>
      <w:r>
        <w:t>198.1217</w:t>
      </w:r>
      <w:r>
        <w:tab/>
        <w:t>7.374e0</w:t>
      </w:r>
    </w:p>
    <w:p w:rsidR="00354DF7" w:rsidRDefault="00354DF7" w:rsidP="00354DF7">
      <w:pPr>
        <w:tabs>
          <w:tab w:val="left" w:pos="6195"/>
        </w:tabs>
      </w:pPr>
      <w:r>
        <w:t>198.1244</w:t>
      </w:r>
      <w:r>
        <w:tab/>
        <w:t>1.456e1</w:t>
      </w:r>
    </w:p>
    <w:p w:rsidR="00354DF7" w:rsidRDefault="00354DF7" w:rsidP="00354DF7">
      <w:pPr>
        <w:tabs>
          <w:tab w:val="left" w:pos="6195"/>
        </w:tabs>
      </w:pPr>
      <w:r>
        <w:lastRenderedPageBreak/>
        <w:t>198.1273</w:t>
      </w:r>
      <w:r>
        <w:tab/>
        <w:t>6.242e0</w:t>
      </w:r>
    </w:p>
    <w:p w:rsidR="00354DF7" w:rsidRDefault="00354DF7" w:rsidP="00354DF7">
      <w:pPr>
        <w:tabs>
          <w:tab w:val="left" w:pos="6195"/>
        </w:tabs>
      </w:pPr>
      <w:r>
        <w:t>198.1334</w:t>
      </w:r>
      <w:r>
        <w:tab/>
        <w:t>7.873e0</w:t>
      </w:r>
    </w:p>
    <w:p w:rsidR="00354DF7" w:rsidRDefault="00354DF7" w:rsidP="00354DF7">
      <w:pPr>
        <w:tabs>
          <w:tab w:val="left" w:pos="6195"/>
        </w:tabs>
      </w:pPr>
      <w:r>
        <w:t>198.1348</w:t>
      </w:r>
      <w:r>
        <w:tab/>
        <w:t>4.219e0</w:t>
      </w:r>
    </w:p>
    <w:p w:rsidR="00354DF7" w:rsidRDefault="00354DF7" w:rsidP="00354DF7">
      <w:pPr>
        <w:tabs>
          <w:tab w:val="left" w:pos="6195"/>
        </w:tabs>
      </w:pPr>
      <w:r>
        <w:t>198.1467</w:t>
      </w:r>
      <w:r>
        <w:tab/>
        <w:t>3.894e0</w:t>
      </w:r>
    </w:p>
    <w:p w:rsidR="00354DF7" w:rsidRDefault="00354DF7" w:rsidP="00354DF7">
      <w:pPr>
        <w:tabs>
          <w:tab w:val="left" w:pos="6195"/>
        </w:tabs>
      </w:pPr>
      <w:r>
        <w:t>198.1500</w:t>
      </w:r>
      <w:r>
        <w:tab/>
        <w:t>1.926e0</w:t>
      </w:r>
    </w:p>
    <w:p w:rsidR="00354DF7" w:rsidRDefault="00354DF7" w:rsidP="00354DF7">
      <w:pPr>
        <w:tabs>
          <w:tab w:val="left" w:pos="6195"/>
        </w:tabs>
      </w:pPr>
      <w:r>
        <w:t>198.1564</w:t>
      </w:r>
      <w:r>
        <w:tab/>
        <w:t>1.065e0</w:t>
      </w:r>
    </w:p>
    <w:p w:rsidR="00354DF7" w:rsidRDefault="00354DF7" w:rsidP="00354DF7">
      <w:pPr>
        <w:tabs>
          <w:tab w:val="left" w:pos="6195"/>
        </w:tabs>
      </w:pPr>
      <w:r>
        <w:t>198.1642</w:t>
      </w:r>
      <w:r>
        <w:tab/>
        <w:t>1.396e0</w:t>
      </w:r>
    </w:p>
    <w:p w:rsidR="00354DF7" w:rsidRDefault="00354DF7" w:rsidP="00354DF7">
      <w:pPr>
        <w:tabs>
          <w:tab w:val="left" w:pos="6195"/>
        </w:tabs>
      </w:pPr>
      <w:r>
        <w:t>198.1752</w:t>
      </w:r>
      <w:r>
        <w:tab/>
        <w:t>1.529e0</w:t>
      </w:r>
    </w:p>
    <w:p w:rsidR="00354DF7" w:rsidRDefault="00354DF7" w:rsidP="00354DF7">
      <w:pPr>
        <w:tabs>
          <w:tab w:val="left" w:pos="6195"/>
        </w:tabs>
      </w:pPr>
      <w:r>
        <w:t>198.1941</w:t>
      </w:r>
      <w:r>
        <w:tab/>
        <w:t>1.873e0</w:t>
      </w:r>
    </w:p>
    <w:p w:rsidR="00354DF7" w:rsidRDefault="00354DF7" w:rsidP="00354DF7">
      <w:pPr>
        <w:tabs>
          <w:tab w:val="left" w:pos="6195"/>
        </w:tabs>
      </w:pPr>
      <w:r>
        <w:t>198.2003</w:t>
      </w:r>
      <w:r>
        <w:tab/>
        <w:t>2.861e0</w:t>
      </w:r>
    </w:p>
    <w:p w:rsidR="00354DF7" w:rsidRDefault="00354DF7" w:rsidP="00354DF7">
      <w:pPr>
        <w:tabs>
          <w:tab w:val="left" w:pos="6195"/>
        </w:tabs>
      </w:pPr>
      <w:r>
        <w:t>198.2094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198.2109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198.2209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198.2339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198.2354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198.2373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198.2394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198.2524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198.2727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198.2762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198.2985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198.3020</w:t>
      </w:r>
      <w:r>
        <w:tab/>
        <w:t>4.731e0</w:t>
      </w:r>
    </w:p>
    <w:p w:rsidR="00354DF7" w:rsidRDefault="00354DF7" w:rsidP="00354DF7">
      <w:pPr>
        <w:tabs>
          <w:tab w:val="left" w:pos="6195"/>
        </w:tabs>
      </w:pPr>
      <w:r>
        <w:t>198.3282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198.3320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198.3358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198.3452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198.3490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198.3622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198.3772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198.3832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198.4058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198.4080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198.4338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198.4357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198.4378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198.4434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198.4462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198.4736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198.4786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198.4861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198.5121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198.5158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198.5194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198.5229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198.5303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198.5453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198.5515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198.5587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198.5721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198.5757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198.5795</w:t>
      </w:r>
      <w:r>
        <w:tab/>
        <w:t>3.092e0</w:t>
      </w:r>
    </w:p>
    <w:p w:rsidR="00354DF7" w:rsidRDefault="00354DF7" w:rsidP="00354DF7">
      <w:pPr>
        <w:tabs>
          <w:tab w:val="left" w:pos="6195"/>
        </w:tabs>
      </w:pPr>
      <w:r>
        <w:t>198.5912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198.5989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198.6023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198.6062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198.6099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198.6287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198.6362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198.6381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198.6434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198.6510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198.6604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198.6656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198.6752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198.6787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198.6845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198.6880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198.6938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198.6984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198.7101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198.7176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198.7290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198.7440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198.7556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198.7667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198.7744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198.7802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198.7876</w:t>
      </w:r>
      <w:r>
        <w:tab/>
        <w:t>2.179e0</w:t>
      </w:r>
    </w:p>
    <w:p w:rsidR="00354DF7" w:rsidRDefault="00354DF7" w:rsidP="00354DF7">
      <w:pPr>
        <w:tabs>
          <w:tab w:val="left" w:pos="6195"/>
        </w:tabs>
      </w:pPr>
      <w:r>
        <w:t>198.7896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198.7936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198.8051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198.8227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198.8273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198.8310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198.8419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198.8496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198.8589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198.8604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198.8644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198.8939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198.8979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198.9024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198.9087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198.9127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198.9201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198.9275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198.9313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198.9450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198.9504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198.9712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198.9734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198.9749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198.9912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199.0305</w:t>
      </w:r>
      <w:r>
        <w:tab/>
        <w:t>4.878e2</w:t>
      </w:r>
    </w:p>
    <w:p w:rsidR="00354DF7" w:rsidRDefault="00354DF7" w:rsidP="00354DF7">
      <w:pPr>
        <w:tabs>
          <w:tab w:val="left" w:pos="6195"/>
        </w:tabs>
      </w:pPr>
      <w:r>
        <w:t>199.0320</w:t>
      </w:r>
      <w:r>
        <w:tab/>
        <w:t>9.961e1</w:t>
      </w:r>
    </w:p>
    <w:p w:rsidR="00354DF7" w:rsidRDefault="00354DF7" w:rsidP="00354DF7">
      <w:pPr>
        <w:tabs>
          <w:tab w:val="left" w:pos="6195"/>
        </w:tabs>
      </w:pPr>
      <w:r>
        <w:t>199.0723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199.0819</w:t>
      </w:r>
      <w:r>
        <w:tab/>
        <w:t>2.526e0</w:t>
      </w:r>
    </w:p>
    <w:p w:rsidR="00354DF7" w:rsidRDefault="00354DF7" w:rsidP="00354DF7">
      <w:pPr>
        <w:tabs>
          <w:tab w:val="left" w:pos="6195"/>
        </w:tabs>
      </w:pPr>
      <w:r>
        <w:t>199.1135</w:t>
      </w:r>
      <w:r>
        <w:tab/>
        <w:t>1.882e0</w:t>
      </w:r>
    </w:p>
    <w:p w:rsidR="00354DF7" w:rsidRDefault="00354DF7" w:rsidP="00354DF7">
      <w:pPr>
        <w:tabs>
          <w:tab w:val="left" w:pos="6195"/>
        </w:tabs>
      </w:pPr>
      <w:r>
        <w:t>199.1159</w:t>
      </w:r>
      <w:r>
        <w:tab/>
        <w:t>3.477e0</w:t>
      </w:r>
    </w:p>
    <w:p w:rsidR="00354DF7" w:rsidRDefault="00354DF7" w:rsidP="00354DF7">
      <w:pPr>
        <w:tabs>
          <w:tab w:val="left" w:pos="6195"/>
        </w:tabs>
      </w:pPr>
      <w:r>
        <w:t>199.1188</w:t>
      </w:r>
      <w:r>
        <w:tab/>
        <w:t>3.225e0</w:t>
      </w:r>
    </w:p>
    <w:p w:rsidR="00354DF7" w:rsidRDefault="00354DF7" w:rsidP="00354DF7">
      <w:pPr>
        <w:tabs>
          <w:tab w:val="left" w:pos="6195"/>
        </w:tabs>
      </w:pPr>
      <w:r>
        <w:t>199.1265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199.1385</w:t>
      </w:r>
      <w:r>
        <w:tab/>
        <w:t>8.453e0</w:t>
      </w:r>
    </w:p>
    <w:p w:rsidR="00354DF7" w:rsidRDefault="00354DF7" w:rsidP="00354DF7">
      <w:pPr>
        <w:tabs>
          <w:tab w:val="left" w:pos="6195"/>
        </w:tabs>
      </w:pPr>
      <w:r>
        <w:t>199.1421</w:t>
      </w:r>
      <w:r>
        <w:tab/>
        <w:t>2.879e0</w:t>
      </w:r>
    </w:p>
    <w:p w:rsidR="00354DF7" w:rsidRDefault="00354DF7" w:rsidP="00354DF7">
      <w:pPr>
        <w:tabs>
          <w:tab w:val="left" w:pos="6195"/>
        </w:tabs>
      </w:pPr>
      <w:r>
        <w:t>199.1449</w:t>
      </w:r>
      <w:r>
        <w:tab/>
        <w:t>5.162e0</w:t>
      </w:r>
    </w:p>
    <w:p w:rsidR="00354DF7" w:rsidRDefault="00354DF7" w:rsidP="00354DF7">
      <w:pPr>
        <w:tabs>
          <w:tab w:val="left" w:pos="6195"/>
        </w:tabs>
      </w:pPr>
      <w:r>
        <w:lastRenderedPageBreak/>
        <w:t>199.1483</w:t>
      </w:r>
      <w:r>
        <w:tab/>
        <w:t>2.327e0</w:t>
      </w:r>
    </w:p>
    <w:p w:rsidR="00354DF7" w:rsidRDefault="00354DF7" w:rsidP="00354DF7">
      <w:pPr>
        <w:tabs>
          <w:tab w:val="left" w:pos="6195"/>
        </w:tabs>
      </w:pPr>
      <w:r>
        <w:t>199.1515</w:t>
      </w:r>
      <w:r>
        <w:tab/>
        <w:t>3.167e0</w:t>
      </w:r>
    </w:p>
    <w:p w:rsidR="00354DF7" w:rsidRDefault="00354DF7" w:rsidP="00354DF7">
      <w:pPr>
        <w:tabs>
          <w:tab w:val="left" w:pos="6195"/>
        </w:tabs>
      </w:pPr>
      <w:r>
        <w:t>199.1753</w:t>
      </w:r>
      <w:r>
        <w:tab/>
        <w:t>7.738e0</w:t>
      </w:r>
    </w:p>
    <w:p w:rsidR="00354DF7" w:rsidRDefault="00354DF7" w:rsidP="00354DF7">
      <w:pPr>
        <w:tabs>
          <w:tab w:val="left" w:pos="6195"/>
        </w:tabs>
      </w:pPr>
      <w:r>
        <w:t>199.1789</w:t>
      </w:r>
      <w:r>
        <w:tab/>
        <w:t>8.462e0</w:t>
      </w:r>
    </w:p>
    <w:p w:rsidR="00354DF7" w:rsidRDefault="00354DF7" w:rsidP="00354DF7">
      <w:pPr>
        <w:tabs>
          <w:tab w:val="left" w:pos="6195"/>
        </w:tabs>
      </w:pPr>
      <w:r>
        <w:t>199.1806</w:t>
      </w:r>
      <w:r>
        <w:tab/>
        <w:t>6.238e0</w:t>
      </w:r>
    </w:p>
    <w:p w:rsidR="00354DF7" w:rsidRDefault="00354DF7" w:rsidP="00354DF7">
      <w:pPr>
        <w:tabs>
          <w:tab w:val="left" w:pos="6195"/>
        </w:tabs>
      </w:pPr>
      <w:r>
        <w:t>199.1874</w:t>
      </w:r>
      <w:r>
        <w:tab/>
        <w:t>5.398e0</w:t>
      </w:r>
    </w:p>
    <w:p w:rsidR="00354DF7" w:rsidRDefault="00354DF7" w:rsidP="00354DF7">
      <w:pPr>
        <w:tabs>
          <w:tab w:val="left" w:pos="6195"/>
        </w:tabs>
      </w:pPr>
      <w:r>
        <w:t>199.1946</w:t>
      </w:r>
      <w:r>
        <w:tab/>
        <w:t>1.148e1</w:t>
      </w:r>
    </w:p>
    <w:p w:rsidR="00354DF7" w:rsidRDefault="00354DF7" w:rsidP="00354DF7">
      <w:pPr>
        <w:tabs>
          <w:tab w:val="left" w:pos="6195"/>
        </w:tabs>
      </w:pPr>
      <w:r>
        <w:t>199.2104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199.2216</w:t>
      </w:r>
      <w:r>
        <w:tab/>
        <w:t>4.734e0</w:t>
      </w:r>
    </w:p>
    <w:p w:rsidR="00354DF7" w:rsidRDefault="00354DF7" w:rsidP="00354DF7">
      <w:pPr>
        <w:tabs>
          <w:tab w:val="left" w:pos="6195"/>
        </w:tabs>
      </w:pPr>
      <w:r>
        <w:t>199.2236</w:t>
      </w:r>
      <w:r>
        <w:tab/>
        <w:t>2.666e0</w:t>
      </w:r>
    </w:p>
    <w:p w:rsidR="00354DF7" w:rsidRDefault="00354DF7" w:rsidP="00354DF7">
      <w:pPr>
        <w:tabs>
          <w:tab w:val="left" w:pos="6195"/>
        </w:tabs>
      </w:pPr>
      <w:r>
        <w:t>199.2298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199.2379</w:t>
      </w:r>
      <w:r>
        <w:tab/>
        <w:t>1.591e0</w:t>
      </w:r>
    </w:p>
    <w:p w:rsidR="00354DF7" w:rsidRDefault="00354DF7" w:rsidP="00354DF7">
      <w:pPr>
        <w:tabs>
          <w:tab w:val="left" w:pos="6195"/>
        </w:tabs>
      </w:pPr>
      <w:r>
        <w:t>199.2431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199.2474</w:t>
      </w:r>
      <w:r>
        <w:tab/>
        <w:t>4.674e0</w:t>
      </w:r>
    </w:p>
    <w:p w:rsidR="00354DF7" w:rsidRDefault="00354DF7" w:rsidP="00354DF7">
      <w:pPr>
        <w:tabs>
          <w:tab w:val="left" w:pos="6195"/>
        </w:tabs>
      </w:pPr>
      <w:r>
        <w:t>199.2543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199.2634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199.2803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199.2843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199.2895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199.2988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199.3102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199.3199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199.3217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199.3272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199.3385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199.3425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199.3447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199.3471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199.3523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199.3694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199.3713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199.3764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199.3805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199.4046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199.4083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199.4195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199.4428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199.4490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199.4604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199.4650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199.4660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199.4750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199.4865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199.4922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199.5016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199.5168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199.5244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199.5265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199.5280</w:t>
      </w:r>
      <w:r>
        <w:tab/>
        <w:t>4.049e0</w:t>
      </w:r>
    </w:p>
    <w:p w:rsidR="00354DF7" w:rsidRDefault="00354DF7" w:rsidP="00354DF7">
      <w:pPr>
        <w:tabs>
          <w:tab w:val="left" w:pos="6195"/>
        </w:tabs>
      </w:pPr>
      <w:r>
        <w:t>199.5363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199.5589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199.5641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199.5663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199.5792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199.5919</w:t>
      </w:r>
      <w:r>
        <w:tab/>
        <w:t>7.608e0</w:t>
      </w:r>
    </w:p>
    <w:p w:rsidR="00354DF7" w:rsidRDefault="00354DF7" w:rsidP="00354DF7">
      <w:pPr>
        <w:tabs>
          <w:tab w:val="left" w:pos="6195"/>
        </w:tabs>
      </w:pPr>
      <w:r>
        <w:t>199.5939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199.5957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199.5997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199.6331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199.6369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199.6385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199.6406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199.6545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199.6593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199.6606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199.6706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199.6780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199.6859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199.7011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199.7086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199.7165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199.7188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199.7204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199.7391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199.7465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199.7481</w:t>
      </w:r>
      <w:r>
        <w:tab/>
        <w:t>1.370e0</w:t>
      </w:r>
    </w:p>
    <w:p w:rsidR="00354DF7" w:rsidRDefault="00354DF7" w:rsidP="00354DF7">
      <w:pPr>
        <w:tabs>
          <w:tab w:val="left" w:pos="6195"/>
        </w:tabs>
      </w:pPr>
      <w:r>
        <w:lastRenderedPageBreak/>
        <w:t>199.7575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199.7613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199.7704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199.8172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199.8190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199.8295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199.8374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199.8454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199.8586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199.8606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199.8854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199.9107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199.9156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199.9230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199.9324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199.9440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199.9491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199.9904</w:t>
      </w:r>
      <w:r>
        <w:tab/>
        <w:t>1.394e2</w:t>
      </w:r>
    </w:p>
    <w:p w:rsidR="00354DF7" w:rsidRDefault="00354DF7" w:rsidP="00354DF7">
      <w:pPr>
        <w:tabs>
          <w:tab w:val="left" w:pos="6195"/>
        </w:tabs>
      </w:pPr>
      <w:r>
        <w:t>199.9919</w:t>
      </w:r>
      <w:r>
        <w:tab/>
        <w:t>3.747e1</w:t>
      </w:r>
    </w:p>
    <w:p w:rsidR="00354DF7" w:rsidRDefault="00354DF7" w:rsidP="00354DF7">
      <w:pPr>
        <w:tabs>
          <w:tab w:val="left" w:pos="6195"/>
        </w:tabs>
      </w:pPr>
      <w:r>
        <w:lastRenderedPageBreak/>
        <w:t>200.0314</w:t>
      </w:r>
      <w:r>
        <w:tab/>
        <w:t>1.299e1</w:t>
      </w:r>
    </w:p>
    <w:p w:rsidR="00354DF7" w:rsidRDefault="00354DF7" w:rsidP="00354DF7">
      <w:pPr>
        <w:tabs>
          <w:tab w:val="left" w:pos="6195"/>
        </w:tabs>
      </w:pPr>
      <w:r>
        <w:t>200.0335</w:t>
      </w:r>
      <w:r>
        <w:tab/>
        <w:t>2.349e1</w:t>
      </w:r>
    </w:p>
    <w:p w:rsidR="00354DF7" w:rsidRDefault="00354DF7" w:rsidP="00354DF7">
      <w:pPr>
        <w:tabs>
          <w:tab w:val="left" w:pos="6195"/>
        </w:tabs>
      </w:pPr>
      <w:r>
        <w:t>200.0351</w:t>
      </w:r>
      <w:r>
        <w:tab/>
        <w:t>2.484e1</w:t>
      </w:r>
    </w:p>
    <w:p w:rsidR="00354DF7" w:rsidRDefault="00354DF7" w:rsidP="00354DF7">
      <w:pPr>
        <w:tabs>
          <w:tab w:val="left" w:pos="6195"/>
        </w:tabs>
      </w:pPr>
      <w:r>
        <w:t>200.0392</w:t>
      </w:r>
      <w:r>
        <w:tab/>
        <w:t>1.591e1</w:t>
      </w:r>
    </w:p>
    <w:p w:rsidR="00354DF7" w:rsidRDefault="00354DF7" w:rsidP="00354DF7">
      <w:pPr>
        <w:tabs>
          <w:tab w:val="left" w:pos="6195"/>
        </w:tabs>
      </w:pPr>
      <w:r>
        <w:t>200.0619</w:t>
      </w:r>
      <w:r>
        <w:tab/>
        <w:t>2.853e0</w:t>
      </w:r>
    </w:p>
    <w:p w:rsidR="00354DF7" w:rsidRDefault="00354DF7" w:rsidP="00354DF7">
      <w:pPr>
        <w:tabs>
          <w:tab w:val="left" w:pos="6195"/>
        </w:tabs>
      </w:pPr>
      <w:r>
        <w:t>200.0685</w:t>
      </w:r>
      <w:r>
        <w:tab/>
        <w:t>2.576e0</w:t>
      </w:r>
    </w:p>
    <w:p w:rsidR="00354DF7" w:rsidRDefault="00354DF7" w:rsidP="00354DF7">
      <w:pPr>
        <w:tabs>
          <w:tab w:val="left" w:pos="6195"/>
        </w:tabs>
      </w:pPr>
      <w:r>
        <w:t>200.0720</w:t>
      </w:r>
      <w:r>
        <w:tab/>
        <w:t>2.202e0</w:t>
      </w:r>
    </w:p>
    <w:p w:rsidR="00354DF7" w:rsidRDefault="00354DF7" w:rsidP="00354DF7">
      <w:pPr>
        <w:tabs>
          <w:tab w:val="left" w:pos="6195"/>
        </w:tabs>
      </w:pPr>
      <w:r>
        <w:t>200.0775</w:t>
      </w:r>
      <w:r>
        <w:tab/>
        <w:t>1.814e0</w:t>
      </w:r>
    </w:p>
    <w:p w:rsidR="00354DF7" w:rsidRDefault="00354DF7" w:rsidP="00354DF7">
      <w:pPr>
        <w:tabs>
          <w:tab w:val="left" w:pos="6195"/>
        </w:tabs>
      </w:pPr>
      <w:r>
        <w:t>200.0844</w:t>
      </w:r>
      <w:r>
        <w:tab/>
        <w:t>1.129e0</w:t>
      </w:r>
    </w:p>
    <w:p w:rsidR="00354DF7" w:rsidRDefault="00354DF7" w:rsidP="00354DF7">
      <w:pPr>
        <w:tabs>
          <w:tab w:val="left" w:pos="6195"/>
        </w:tabs>
      </w:pPr>
      <w:r>
        <w:t>200.0918</w:t>
      </w:r>
      <w:r>
        <w:tab/>
        <w:t>2.625e0</w:t>
      </w:r>
    </w:p>
    <w:p w:rsidR="00354DF7" w:rsidRDefault="00354DF7" w:rsidP="00354DF7">
      <w:pPr>
        <w:tabs>
          <w:tab w:val="left" w:pos="6195"/>
        </w:tabs>
      </w:pPr>
      <w:r>
        <w:t>200.1028</w:t>
      </w:r>
      <w:r>
        <w:tab/>
        <w:t>2.894e0</w:t>
      </w:r>
    </w:p>
    <w:p w:rsidR="00354DF7" w:rsidRDefault="00354DF7" w:rsidP="00354DF7">
      <w:pPr>
        <w:tabs>
          <w:tab w:val="left" w:pos="6195"/>
        </w:tabs>
      </w:pPr>
      <w:r>
        <w:t>200.1060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200.1365</w:t>
      </w:r>
      <w:r>
        <w:tab/>
        <w:t>3.059e0</w:t>
      </w:r>
    </w:p>
    <w:p w:rsidR="00354DF7" w:rsidRDefault="00354DF7" w:rsidP="00354DF7">
      <w:pPr>
        <w:tabs>
          <w:tab w:val="left" w:pos="6195"/>
        </w:tabs>
      </w:pPr>
      <w:r>
        <w:t>200.1378</w:t>
      </w:r>
      <w:r>
        <w:tab/>
        <w:t>2.733e0</w:t>
      </w:r>
    </w:p>
    <w:p w:rsidR="00354DF7" w:rsidRDefault="00354DF7" w:rsidP="00354DF7">
      <w:pPr>
        <w:tabs>
          <w:tab w:val="left" w:pos="6195"/>
        </w:tabs>
      </w:pPr>
      <w:r>
        <w:t>200.1395</w:t>
      </w:r>
      <w:r>
        <w:tab/>
        <w:t>1.166e0</w:t>
      </w:r>
    </w:p>
    <w:p w:rsidR="00354DF7" w:rsidRDefault="00354DF7" w:rsidP="00354DF7">
      <w:pPr>
        <w:tabs>
          <w:tab w:val="left" w:pos="6195"/>
        </w:tabs>
      </w:pPr>
      <w:r>
        <w:t>200.1420</w:t>
      </w:r>
      <w:r>
        <w:tab/>
        <w:t>3.174e0</w:t>
      </w:r>
    </w:p>
    <w:p w:rsidR="00354DF7" w:rsidRDefault="00354DF7" w:rsidP="00354DF7">
      <w:pPr>
        <w:tabs>
          <w:tab w:val="left" w:pos="6195"/>
        </w:tabs>
      </w:pPr>
      <w:r>
        <w:t>200.1594</w:t>
      </w:r>
      <w:r>
        <w:tab/>
        <w:t>3.579e0</w:t>
      </w:r>
    </w:p>
    <w:p w:rsidR="00354DF7" w:rsidRDefault="00354DF7" w:rsidP="00354DF7">
      <w:pPr>
        <w:tabs>
          <w:tab w:val="left" w:pos="6195"/>
        </w:tabs>
      </w:pPr>
      <w:r>
        <w:t>200.1650</w:t>
      </w:r>
      <w:r>
        <w:tab/>
        <w:t>4.493e0</w:t>
      </w:r>
    </w:p>
    <w:p w:rsidR="00354DF7" w:rsidRDefault="00354DF7" w:rsidP="00354DF7">
      <w:pPr>
        <w:tabs>
          <w:tab w:val="left" w:pos="6195"/>
        </w:tabs>
      </w:pPr>
      <w:r>
        <w:t>200.1701</w:t>
      </w:r>
      <w:r>
        <w:tab/>
        <w:t>4.431e0</w:t>
      </w:r>
    </w:p>
    <w:p w:rsidR="00354DF7" w:rsidRDefault="00354DF7" w:rsidP="00354DF7">
      <w:pPr>
        <w:tabs>
          <w:tab w:val="left" w:pos="6195"/>
        </w:tabs>
      </w:pPr>
      <w:r>
        <w:lastRenderedPageBreak/>
        <w:t>200.1722</w:t>
      </w:r>
      <w:r>
        <w:tab/>
        <w:t>1.434e0</w:t>
      </w:r>
    </w:p>
    <w:p w:rsidR="00354DF7" w:rsidRDefault="00354DF7" w:rsidP="00354DF7">
      <w:pPr>
        <w:tabs>
          <w:tab w:val="left" w:pos="6195"/>
        </w:tabs>
      </w:pPr>
      <w:r>
        <w:t>200.1878</w:t>
      </w:r>
      <w:r>
        <w:tab/>
        <w:t>2.370e0</w:t>
      </w:r>
    </w:p>
    <w:p w:rsidR="00354DF7" w:rsidRDefault="00354DF7" w:rsidP="00354DF7">
      <w:pPr>
        <w:tabs>
          <w:tab w:val="left" w:pos="6195"/>
        </w:tabs>
      </w:pPr>
      <w:r>
        <w:t>200.1929</w:t>
      </w:r>
      <w:r>
        <w:tab/>
        <w:t>1.856e0</w:t>
      </w:r>
    </w:p>
    <w:p w:rsidR="00354DF7" w:rsidRDefault="00354DF7" w:rsidP="00354DF7">
      <w:pPr>
        <w:tabs>
          <w:tab w:val="left" w:pos="6195"/>
        </w:tabs>
      </w:pPr>
      <w:r>
        <w:t>200.1968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200.2059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200.2099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200.2147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200.2291</w:t>
      </w:r>
      <w:r>
        <w:tab/>
        <w:t>6.098e0</w:t>
      </w:r>
    </w:p>
    <w:p w:rsidR="00354DF7" w:rsidRDefault="00354DF7" w:rsidP="00354DF7">
      <w:pPr>
        <w:tabs>
          <w:tab w:val="left" w:pos="6195"/>
        </w:tabs>
      </w:pPr>
      <w:r>
        <w:t>200.2340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200.2352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200.2389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200.2419</w:t>
      </w:r>
      <w:r>
        <w:tab/>
        <w:t>9.570e0</w:t>
      </w:r>
    </w:p>
    <w:p w:rsidR="00354DF7" w:rsidRDefault="00354DF7" w:rsidP="00354DF7">
      <w:pPr>
        <w:tabs>
          <w:tab w:val="left" w:pos="6195"/>
        </w:tabs>
      </w:pPr>
      <w:r>
        <w:t>200.2442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200.2652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200.2663</w:t>
      </w:r>
      <w:r>
        <w:tab/>
        <w:t>3.549e0</w:t>
      </w:r>
    </w:p>
    <w:p w:rsidR="00354DF7" w:rsidRDefault="00354DF7" w:rsidP="00354DF7">
      <w:pPr>
        <w:tabs>
          <w:tab w:val="left" w:pos="6195"/>
        </w:tabs>
      </w:pPr>
      <w:r>
        <w:t>200.2816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200.3003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200.3024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200.3099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200.3136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200.3154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200.3357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200.3394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200.3408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200.3540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200.3604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200.3657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200.3774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200.3794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200.3860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200.4196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200.4213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200.4305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200.4382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200.4498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200.4624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200.4746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200.4792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200.4806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200.4829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200.4904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200.5049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200.5161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200.5182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200.5201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200.5390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200.5468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200.5506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200.5542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200.5583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200.5660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200.5695</w:t>
      </w:r>
      <w:r>
        <w:tab/>
        <w:t>5.082e0</w:t>
      </w:r>
    </w:p>
    <w:p w:rsidR="00354DF7" w:rsidRDefault="00354DF7" w:rsidP="00354DF7">
      <w:pPr>
        <w:tabs>
          <w:tab w:val="left" w:pos="6195"/>
        </w:tabs>
      </w:pPr>
      <w:r>
        <w:t>200.5716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200.5918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200.5945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200.6019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200.6049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200.6112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200.6221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200.6333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200.6373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200.6429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200.6578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200.6633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200.6743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200.6928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200.7007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200.7030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200.7085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200.7159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200.7201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200.7352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200.7391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200.7471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200.7546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200.7824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200.7915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200.7952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200.8035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200.8140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200.8179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200.8272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200.8325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200.8726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200.8762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200.8858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200.8895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200.8992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200.9010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200.9163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200.9240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200.9314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200.9351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200.9500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200.9575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200.9591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200.9743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200.9818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200.9855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200.9921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200.9985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201.0108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201.0228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201.0305</w:t>
      </w:r>
      <w:r>
        <w:tab/>
        <w:t>9.807e0</w:t>
      </w:r>
    </w:p>
    <w:p w:rsidR="00354DF7" w:rsidRDefault="00354DF7" w:rsidP="00354DF7">
      <w:pPr>
        <w:tabs>
          <w:tab w:val="left" w:pos="6195"/>
        </w:tabs>
      </w:pPr>
      <w:r>
        <w:t>201.0349</w:t>
      </w:r>
      <w:r>
        <w:tab/>
        <w:t>9.973e0</w:t>
      </w:r>
    </w:p>
    <w:p w:rsidR="00354DF7" w:rsidRDefault="00354DF7" w:rsidP="00354DF7">
      <w:pPr>
        <w:tabs>
          <w:tab w:val="left" w:pos="6195"/>
        </w:tabs>
      </w:pPr>
      <w:r>
        <w:t>201.0648</w:t>
      </w:r>
      <w:r>
        <w:tab/>
        <w:t>4.228e0</w:t>
      </w:r>
    </w:p>
    <w:p w:rsidR="00354DF7" w:rsidRDefault="00354DF7" w:rsidP="00354DF7">
      <w:pPr>
        <w:tabs>
          <w:tab w:val="left" w:pos="6195"/>
        </w:tabs>
      </w:pPr>
      <w:r>
        <w:t>201.0665</w:t>
      </w:r>
      <w:r>
        <w:tab/>
        <w:t>9.672e0</w:t>
      </w:r>
    </w:p>
    <w:p w:rsidR="00354DF7" w:rsidRDefault="00354DF7" w:rsidP="00354DF7">
      <w:pPr>
        <w:tabs>
          <w:tab w:val="left" w:pos="6195"/>
        </w:tabs>
      </w:pPr>
      <w:r>
        <w:t>201.0783</w:t>
      </w:r>
      <w:r>
        <w:tab/>
        <w:t>4.577e0</w:t>
      </w:r>
    </w:p>
    <w:p w:rsidR="00354DF7" w:rsidRDefault="00354DF7" w:rsidP="00354DF7">
      <w:pPr>
        <w:tabs>
          <w:tab w:val="left" w:pos="6195"/>
        </w:tabs>
      </w:pPr>
      <w:r>
        <w:t>201.1035</w:t>
      </w:r>
      <w:r>
        <w:tab/>
        <w:t>1.711e0</w:t>
      </w:r>
    </w:p>
    <w:p w:rsidR="00354DF7" w:rsidRDefault="00354DF7" w:rsidP="00354DF7">
      <w:pPr>
        <w:tabs>
          <w:tab w:val="left" w:pos="6195"/>
        </w:tabs>
      </w:pPr>
      <w:r>
        <w:t>201.1187</w:t>
      </w:r>
      <w:r>
        <w:tab/>
        <w:t>4.069e0</w:t>
      </w:r>
    </w:p>
    <w:p w:rsidR="00354DF7" w:rsidRDefault="00354DF7" w:rsidP="00354DF7">
      <w:pPr>
        <w:tabs>
          <w:tab w:val="left" w:pos="6195"/>
        </w:tabs>
      </w:pPr>
      <w:r>
        <w:t>201.1289</w:t>
      </w:r>
      <w:r>
        <w:tab/>
        <w:t>4.128e0</w:t>
      </w:r>
    </w:p>
    <w:p w:rsidR="00354DF7" w:rsidRDefault="00354DF7" w:rsidP="00354DF7">
      <w:pPr>
        <w:tabs>
          <w:tab w:val="left" w:pos="6195"/>
        </w:tabs>
      </w:pPr>
      <w:r>
        <w:t>201.1586</w:t>
      </w:r>
      <w:r>
        <w:tab/>
        <w:t>3.472e0</w:t>
      </w:r>
    </w:p>
    <w:p w:rsidR="00354DF7" w:rsidRDefault="00354DF7" w:rsidP="00354DF7">
      <w:pPr>
        <w:tabs>
          <w:tab w:val="left" w:pos="6195"/>
        </w:tabs>
      </w:pPr>
      <w:r>
        <w:lastRenderedPageBreak/>
        <w:t>201.1610</w:t>
      </w:r>
      <w:r>
        <w:tab/>
        <w:t>3.717e0</w:t>
      </w:r>
    </w:p>
    <w:p w:rsidR="00354DF7" w:rsidRDefault="00354DF7" w:rsidP="00354DF7">
      <w:pPr>
        <w:tabs>
          <w:tab w:val="left" w:pos="6195"/>
        </w:tabs>
      </w:pPr>
      <w:r>
        <w:t>201.1673</w:t>
      </w:r>
      <w:r>
        <w:tab/>
        <w:t>1.626e0</w:t>
      </w:r>
    </w:p>
    <w:p w:rsidR="00354DF7" w:rsidRDefault="00354DF7" w:rsidP="00354DF7">
      <w:pPr>
        <w:tabs>
          <w:tab w:val="left" w:pos="6195"/>
        </w:tabs>
      </w:pPr>
      <w:r>
        <w:t>201.1734</w:t>
      </w:r>
      <w:r>
        <w:tab/>
        <w:t>3.604e0</w:t>
      </w:r>
    </w:p>
    <w:p w:rsidR="00354DF7" w:rsidRDefault="00354DF7" w:rsidP="00354DF7">
      <w:pPr>
        <w:tabs>
          <w:tab w:val="left" w:pos="6195"/>
        </w:tabs>
      </w:pPr>
      <w:r>
        <w:t>201.1907</w:t>
      </w:r>
      <w:r>
        <w:tab/>
        <w:t>1.866e0</w:t>
      </w:r>
    </w:p>
    <w:p w:rsidR="00354DF7" w:rsidRDefault="00354DF7" w:rsidP="00354DF7">
      <w:pPr>
        <w:tabs>
          <w:tab w:val="left" w:pos="6195"/>
        </w:tabs>
      </w:pPr>
      <w:r>
        <w:t>201.1930</w:t>
      </w:r>
      <w:r>
        <w:tab/>
        <w:t>2.364e0</w:t>
      </w:r>
    </w:p>
    <w:p w:rsidR="00354DF7" w:rsidRDefault="00354DF7" w:rsidP="00354DF7">
      <w:pPr>
        <w:tabs>
          <w:tab w:val="left" w:pos="6195"/>
        </w:tabs>
      </w:pPr>
      <w:r>
        <w:t>201.1993</w:t>
      </w:r>
      <w:r>
        <w:tab/>
        <w:t>2.965e0</w:t>
      </w:r>
    </w:p>
    <w:p w:rsidR="00354DF7" w:rsidRDefault="00354DF7" w:rsidP="00354DF7">
      <w:pPr>
        <w:tabs>
          <w:tab w:val="left" w:pos="6195"/>
        </w:tabs>
      </w:pPr>
      <w:r>
        <w:t>201.2212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201.2255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201.2404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201.2421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201.2573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201.2592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201.2666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201.2724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201.2738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201.2965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201.3040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201.3186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201.3244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201.3285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201.3337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201.3372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201.3488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201.3633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201.3659</w:t>
      </w:r>
      <w:r>
        <w:tab/>
        <w:t>4.150e0</w:t>
      </w:r>
    </w:p>
    <w:p w:rsidR="00354DF7" w:rsidRDefault="00354DF7" w:rsidP="00354DF7">
      <w:pPr>
        <w:tabs>
          <w:tab w:val="left" w:pos="6195"/>
        </w:tabs>
      </w:pPr>
      <w:r>
        <w:t>201.3682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201.3721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201.3949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201.4064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201.4137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201.4157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201.4322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201.4360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201.4395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201.4658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201.4940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201.4994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201.5031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201.5074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201.5149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201.5248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201.5375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201.5408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201.5459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201.5608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201.5667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201.5701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201.5778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201.5834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201.5965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201.6000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201.6077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201.6096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201.6133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201.6149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201.6249</w:t>
      </w:r>
      <w:r>
        <w:tab/>
        <w:t>2.448e0</w:t>
      </w:r>
    </w:p>
    <w:p w:rsidR="00354DF7" w:rsidRDefault="00354DF7" w:rsidP="00354DF7">
      <w:pPr>
        <w:tabs>
          <w:tab w:val="left" w:pos="6195"/>
        </w:tabs>
      </w:pPr>
      <w:r>
        <w:t>201.6504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201.6527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201.6544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201.6757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201.6776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201.6864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201.6892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201.7084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201.7155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201.7177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201.7307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201.7456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201.7531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201.7569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201.7584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201.7678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201.7830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201.7941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201.7976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201.8130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201.8169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201.8285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201.8411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201.8669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201.8703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201.8855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201.8892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201.8927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201.9046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201.9191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201.9341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201.9359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201.9523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201.9560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201.9602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201.9646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201.9700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201.9718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201.9928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201.9946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201.9968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202.0147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202.0198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202.0251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202.0316</w:t>
      </w:r>
      <w:r>
        <w:tab/>
        <w:t>6.850e0</w:t>
      </w:r>
    </w:p>
    <w:p w:rsidR="00354DF7" w:rsidRDefault="00354DF7" w:rsidP="00354DF7">
      <w:pPr>
        <w:tabs>
          <w:tab w:val="left" w:pos="6195"/>
        </w:tabs>
      </w:pPr>
      <w:r>
        <w:t>202.0439</w:t>
      </w:r>
      <w:r>
        <w:tab/>
        <w:t>1.885e0</w:t>
      </w:r>
    </w:p>
    <w:p w:rsidR="00354DF7" w:rsidRDefault="00354DF7" w:rsidP="00354DF7">
      <w:pPr>
        <w:tabs>
          <w:tab w:val="left" w:pos="6195"/>
        </w:tabs>
      </w:pPr>
      <w:r>
        <w:t>202.0795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202.0825</w:t>
      </w:r>
      <w:r>
        <w:tab/>
        <w:t>5.901e0</w:t>
      </w:r>
    </w:p>
    <w:p w:rsidR="00354DF7" w:rsidRDefault="00354DF7" w:rsidP="00354DF7">
      <w:pPr>
        <w:tabs>
          <w:tab w:val="left" w:pos="6195"/>
        </w:tabs>
      </w:pPr>
      <w:r>
        <w:t>202.1176</w:t>
      </w:r>
      <w:r>
        <w:tab/>
        <w:t>2.044e0</w:t>
      </w:r>
    </w:p>
    <w:p w:rsidR="00354DF7" w:rsidRDefault="00354DF7" w:rsidP="00354DF7">
      <w:pPr>
        <w:tabs>
          <w:tab w:val="left" w:pos="6195"/>
        </w:tabs>
      </w:pPr>
      <w:r>
        <w:t>202.1289</w:t>
      </w:r>
      <w:r>
        <w:tab/>
        <w:t>1.232e0</w:t>
      </w:r>
    </w:p>
    <w:p w:rsidR="00354DF7" w:rsidRDefault="00354DF7" w:rsidP="00354DF7">
      <w:pPr>
        <w:tabs>
          <w:tab w:val="left" w:pos="6195"/>
        </w:tabs>
      </w:pPr>
      <w:r>
        <w:t>202.1431</w:t>
      </w:r>
      <w:r>
        <w:tab/>
        <w:t>6.306e0</w:t>
      </w:r>
    </w:p>
    <w:p w:rsidR="00354DF7" w:rsidRDefault="00354DF7" w:rsidP="00354DF7">
      <w:pPr>
        <w:tabs>
          <w:tab w:val="left" w:pos="6195"/>
        </w:tabs>
      </w:pPr>
      <w:r>
        <w:t>202.1456</w:t>
      </w:r>
      <w:r>
        <w:tab/>
        <w:t>3.168e0</w:t>
      </w:r>
    </w:p>
    <w:p w:rsidR="00354DF7" w:rsidRDefault="00354DF7" w:rsidP="00354DF7">
      <w:pPr>
        <w:tabs>
          <w:tab w:val="left" w:pos="6195"/>
        </w:tabs>
      </w:pPr>
      <w:r>
        <w:t>202.1501</w:t>
      </w:r>
      <w:r>
        <w:tab/>
        <w:t>2.848e0</w:t>
      </w:r>
    </w:p>
    <w:p w:rsidR="00354DF7" w:rsidRDefault="00354DF7" w:rsidP="00354DF7">
      <w:pPr>
        <w:tabs>
          <w:tab w:val="left" w:pos="6195"/>
        </w:tabs>
      </w:pPr>
      <w:r>
        <w:t>202.1524</w:t>
      </w:r>
      <w:r>
        <w:tab/>
        <w:t>6.465e0</w:t>
      </w:r>
    </w:p>
    <w:p w:rsidR="00354DF7" w:rsidRDefault="00354DF7" w:rsidP="00354DF7">
      <w:pPr>
        <w:tabs>
          <w:tab w:val="left" w:pos="6195"/>
        </w:tabs>
      </w:pPr>
      <w:r>
        <w:t>202.1731</w:t>
      </w:r>
      <w:r>
        <w:tab/>
        <w:t>2.956e0</w:t>
      </w:r>
    </w:p>
    <w:p w:rsidR="00354DF7" w:rsidRDefault="00354DF7" w:rsidP="00354DF7">
      <w:pPr>
        <w:tabs>
          <w:tab w:val="left" w:pos="6195"/>
        </w:tabs>
      </w:pPr>
      <w:r>
        <w:t>202.1745</w:t>
      </w:r>
      <w:r>
        <w:tab/>
        <w:t>2.639e0</w:t>
      </w:r>
    </w:p>
    <w:p w:rsidR="00354DF7" w:rsidRDefault="00354DF7" w:rsidP="00354DF7">
      <w:pPr>
        <w:tabs>
          <w:tab w:val="left" w:pos="6195"/>
        </w:tabs>
      </w:pPr>
      <w:r>
        <w:t>202.1873</w:t>
      </w:r>
      <w:r>
        <w:tab/>
        <w:t>8.441e0</w:t>
      </w:r>
    </w:p>
    <w:p w:rsidR="00354DF7" w:rsidRDefault="00354DF7" w:rsidP="00354DF7">
      <w:pPr>
        <w:tabs>
          <w:tab w:val="left" w:pos="6195"/>
        </w:tabs>
      </w:pPr>
      <w:r>
        <w:t>202.1904</w:t>
      </w:r>
      <w:r>
        <w:tab/>
        <w:t>3.502e0</w:t>
      </w:r>
    </w:p>
    <w:p w:rsidR="00354DF7" w:rsidRDefault="00354DF7" w:rsidP="00354DF7">
      <w:pPr>
        <w:tabs>
          <w:tab w:val="left" w:pos="6195"/>
        </w:tabs>
      </w:pPr>
      <w:r>
        <w:lastRenderedPageBreak/>
        <w:t>202.2101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202.2118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202.2181</w:t>
      </w:r>
      <w:r>
        <w:tab/>
        <w:t>5.617e0</w:t>
      </w:r>
    </w:p>
    <w:p w:rsidR="00354DF7" w:rsidRDefault="00354DF7" w:rsidP="00354DF7">
      <w:pPr>
        <w:tabs>
          <w:tab w:val="left" w:pos="6195"/>
        </w:tabs>
      </w:pPr>
      <w:r>
        <w:t>202.2203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202.2248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202.2363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202.2408</w:t>
      </w:r>
      <w:r>
        <w:tab/>
        <w:t>1.382e0</w:t>
      </w:r>
    </w:p>
    <w:p w:rsidR="00354DF7" w:rsidRDefault="00354DF7" w:rsidP="00354DF7">
      <w:pPr>
        <w:tabs>
          <w:tab w:val="left" w:pos="6195"/>
        </w:tabs>
      </w:pPr>
      <w:r>
        <w:t>202.2626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202.2807</w:t>
      </w:r>
      <w:r>
        <w:tab/>
        <w:t>3.091e0</w:t>
      </w:r>
    </w:p>
    <w:p w:rsidR="00354DF7" w:rsidRDefault="00354DF7" w:rsidP="00354DF7">
      <w:pPr>
        <w:tabs>
          <w:tab w:val="left" w:pos="6195"/>
        </w:tabs>
      </w:pPr>
      <w:r>
        <w:t>202.2855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202.2991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202.3015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202.3051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202.3087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202.3165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202.3254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202.3351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202.3497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202.3557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202.3631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202.3725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202.3877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202.3967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202.3983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202.4328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202.4371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202.4448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202.4484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202.4565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202.4640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202.4788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202.4842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202.4937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202.5012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202.5030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202.5050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202.5125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202.5293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202.5457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202.5519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202.5535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202.5571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202.5787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202.5846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202.5862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202.5959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202.6054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202.6151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202.6188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202.6207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202.6223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202.6260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202.6337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202.6412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202.6431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202.6597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202.6637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202.6709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202.6826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202.6897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202.6972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202.7090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202.7224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202.7241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202.7287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202.7322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202.7512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202.7556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202.7663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202.7680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202.7735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202.7850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202.7888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202.8150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202.8262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202.8336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202.8527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202.8566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202.8643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202.8679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202.8855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202.9027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202.9139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202.9176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202.9204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202.9248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202.9417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202.9439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202.9514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202.9524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202.9636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202.9809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202.9872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202.9888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203.0064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203.0102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203.0196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203.0314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203.0425</w:t>
      </w:r>
      <w:r>
        <w:tab/>
        <w:t>1.703e0</w:t>
      </w:r>
    </w:p>
    <w:p w:rsidR="00354DF7" w:rsidRDefault="00354DF7" w:rsidP="00354DF7">
      <w:pPr>
        <w:tabs>
          <w:tab w:val="left" w:pos="6195"/>
        </w:tabs>
      </w:pPr>
      <w:r>
        <w:t>203.0442</w:t>
      </w:r>
      <w:r>
        <w:tab/>
        <w:t>1.837e0</w:t>
      </w:r>
    </w:p>
    <w:p w:rsidR="00354DF7" w:rsidRDefault="00354DF7" w:rsidP="00354DF7">
      <w:pPr>
        <w:tabs>
          <w:tab w:val="left" w:pos="6195"/>
        </w:tabs>
      </w:pPr>
      <w:r>
        <w:t>203.0466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203.0477</w:t>
      </w:r>
      <w:r>
        <w:tab/>
        <w:t>3.876e0</w:t>
      </w:r>
    </w:p>
    <w:p w:rsidR="00354DF7" w:rsidRDefault="00354DF7" w:rsidP="00354DF7">
      <w:pPr>
        <w:tabs>
          <w:tab w:val="left" w:pos="6195"/>
        </w:tabs>
      </w:pPr>
      <w:r>
        <w:t>203.0584</w:t>
      </w:r>
      <w:r>
        <w:tab/>
        <w:t>1.106e0</w:t>
      </w:r>
    </w:p>
    <w:p w:rsidR="00354DF7" w:rsidRDefault="00354DF7" w:rsidP="00354DF7">
      <w:pPr>
        <w:tabs>
          <w:tab w:val="left" w:pos="6195"/>
        </w:tabs>
      </w:pPr>
      <w:r>
        <w:t>203.0734</w:t>
      </w:r>
      <w:r>
        <w:tab/>
        <w:t>7.688e0</w:t>
      </w:r>
    </w:p>
    <w:p w:rsidR="00354DF7" w:rsidRDefault="00354DF7" w:rsidP="00354DF7">
      <w:pPr>
        <w:tabs>
          <w:tab w:val="left" w:pos="6195"/>
        </w:tabs>
      </w:pPr>
      <w:r>
        <w:t>203.0980</w:t>
      </w:r>
      <w:r>
        <w:tab/>
        <w:t>1.005e1</w:t>
      </w:r>
    </w:p>
    <w:p w:rsidR="00354DF7" w:rsidRDefault="00354DF7" w:rsidP="00354DF7">
      <w:pPr>
        <w:tabs>
          <w:tab w:val="left" w:pos="6195"/>
        </w:tabs>
      </w:pPr>
      <w:r>
        <w:t>203.1014</w:t>
      </w:r>
      <w:r>
        <w:tab/>
        <w:t>1.732e1</w:t>
      </w:r>
    </w:p>
    <w:p w:rsidR="00354DF7" w:rsidRDefault="00354DF7" w:rsidP="00354DF7">
      <w:pPr>
        <w:tabs>
          <w:tab w:val="left" w:pos="6195"/>
        </w:tabs>
      </w:pPr>
      <w:r>
        <w:t>203.1031</w:t>
      </w:r>
      <w:r>
        <w:tab/>
        <w:t>6.012e1</w:t>
      </w:r>
    </w:p>
    <w:p w:rsidR="00354DF7" w:rsidRDefault="00354DF7" w:rsidP="00354DF7">
      <w:pPr>
        <w:tabs>
          <w:tab w:val="left" w:pos="6195"/>
        </w:tabs>
      </w:pPr>
      <w:r>
        <w:t>203.1189</w:t>
      </w:r>
      <w:r>
        <w:tab/>
        <w:t>5.558e0</w:t>
      </w:r>
    </w:p>
    <w:p w:rsidR="00354DF7" w:rsidRDefault="00354DF7" w:rsidP="00354DF7">
      <w:pPr>
        <w:tabs>
          <w:tab w:val="left" w:pos="6195"/>
        </w:tabs>
      </w:pPr>
      <w:r>
        <w:t>203.1273</w:t>
      </w:r>
      <w:r>
        <w:tab/>
        <w:t>4.543e0</w:t>
      </w:r>
    </w:p>
    <w:p w:rsidR="00354DF7" w:rsidRDefault="00354DF7" w:rsidP="00354DF7">
      <w:pPr>
        <w:tabs>
          <w:tab w:val="left" w:pos="6195"/>
        </w:tabs>
      </w:pPr>
      <w:r>
        <w:t>203.1423</w:t>
      </w:r>
      <w:r>
        <w:tab/>
        <w:t>2.603e0</w:t>
      </w:r>
    </w:p>
    <w:p w:rsidR="00354DF7" w:rsidRDefault="00354DF7" w:rsidP="00354DF7">
      <w:pPr>
        <w:tabs>
          <w:tab w:val="left" w:pos="6195"/>
        </w:tabs>
      </w:pPr>
      <w:r>
        <w:t>203.1494</w:t>
      </w:r>
      <w:r>
        <w:tab/>
        <w:t>2.029e0</w:t>
      </w:r>
    </w:p>
    <w:p w:rsidR="00354DF7" w:rsidRDefault="00354DF7" w:rsidP="00354DF7">
      <w:pPr>
        <w:tabs>
          <w:tab w:val="left" w:pos="6195"/>
        </w:tabs>
      </w:pPr>
      <w:r>
        <w:t>203.1519</w:t>
      </w:r>
      <w:r>
        <w:tab/>
        <w:t>1.282e0</w:t>
      </w:r>
    </w:p>
    <w:p w:rsidR="00354DF7" w:rsidRDefault="00354DF7" w:rsidP="00354DF7">
      <w:pPr>
        <w:tabs>
          <w:tab w:val="left" w:pos="6195"/>
        </w:tabs>
      </w:pPr>
      <w:r>
        <w:t>203.1537</w:t>
      </w:r>
      <w:r>
        <w:tab/>
        <w:t>1.289e0</w:t>
      </w:r>
    </w:p>
    <w:p w:rsidR="00354DF7" w:rsidRDefault="00354DF7" w:rsidP="00354DF7">
      <w:pPr>
        <w:tabs>
          <w:tab w:val="left" w:pos="6195"/>
        </w:tabs>
      </w:pPr>
      <w:r>
        <w:t>203.1738</w:t>
      </w:r>
      <w:r>
        <w:tab/>
        <w:t>2.668e0</w:t>
      </w:r>
    </w:p>
    <w:p w:rsidR="00354DF7" w:rsidRDefault="00354DF7" w:rsidP="00354DF7">
      <w:pPr>
        <w:tabs>
          <w:tab w:val="left" w:pos="6195"/>
        </w:tabs>
      </w:pPr>
      <w:r>
        <w:lastRenderedPageBreak/>
        <w:t>203.1832</w:t>
      </w:r>
      <w:r>
        <w:tab/>
        <w:t>7.149e0</w:t>
      </w:r>
    </w:p>
    <w:p w:rsidR="00354DF7" w:rsidRDefault="00354DF7" w:rsidP="00354DF7">
      <w:pPr>
        <w:tabs>
          <w:tab w:val="left" w:pos="6195"/>
        </w:tabs>
      </w:pPr>
      <w:r>
        <w:t>203.1885</w:t>
      </w:r>
      <w:r>
        <w:tab/>
        <w:t>3.807e0</w:t>
      </w:r>
    </w:p>
    <w:p w:rsidR="00354DF7" w:rsidRDefault="00354DF7" w:rsidP="00354DF7">
      <w:pPr>
        <w:tabs>
          <w:tab w:val="left" w:pos="6195"/>
        </w:tabs>
      </w:pPr>
      <w:r>
        <w:t>203.1937</w:t>
      </w:r>
      <w:r>
        <w:tab/>
        <w:t>2.665e0</w:t>
      </w:r>
    </w:p>
    <w:p w:rsidR="00354DF7" w:rsidRDefault="00354DF7" w:rsidP="00354DF7">
      <w:pPr>
        <w:tabs>
          <w:tab w:val="left" w:pos="6195"/>
        </w:tabs>
      </w:pPr>
      <w:r>
        <w:t>203.2166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203.2241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203.2279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203.2354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203.2575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203.2615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203.2700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203.2882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203.3001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203.3077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203.3097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203.3158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203.3306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203.3322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203.3360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203.3410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203.3626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203.3718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203.3756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203.3790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203.3809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203.3923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203.3979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203.4017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203.4055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203.4074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203.4366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203.4444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203.4480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203.4597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203.4633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203.4751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203.4971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203.4987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203.5083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203.5326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203.5363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203.5457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203.5477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203.5691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203.5709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203.5729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203.5749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203.5844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203.6074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203.6148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203.6189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203.6279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203.6523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203.6561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203.6603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203.6689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203.6900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203.6975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203.7056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203.7173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203.7245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203.7402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203.7476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203.7511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203.7551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203.7814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203.7851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203.7870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203.7960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203.8094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203.8265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203.8305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203.8344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203.8360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203.8555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203.8634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203.8805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203.8842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203.8879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203.8951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203.9026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203.9292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203.9310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203.9385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203.9404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203.9517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203.9552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203.9575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203.9714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203.9769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203.9785</w:t>
      </w:r>
      <w:r>
        <w:tab/>
        <w:t>4.928e0</w:t>
      </w:r>
    </w:p>
    <w:p w:rsidR="00354DF7" w:rsidRDefault="00354DF7" w:rsidP="00354DF7">
      <w:pPr>
        <w:tabs>
          <w:tab w:val="left" w:pos="6195"/>
        </w:tabs>
      </w:pPr>
      <w:r>
        <w:t>204.0203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204.0261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204.0394</w:t>
      </w:r>
      <w:r>
        <w:tab/>
        <w:t>2.898e0</w:t>
      </w:r>
    </w:p>
    <w:p w:rsidR="00354DF7" w:rsidRDefault="00354DF7" w:rsidP="00354DF7">
      <w:pPr>
        <w:tabs>
          <w:tab w:val="left" w:pos="6195"/>
        </w:tabs>
      </w:pPr>
      <w:r>
        <w:t>204.0452</w:t>
      </w:r>
      <w:r>
        <w:tab/>
        <w:t>1.588e0</w:t>
      </w:r>
    </w:p>
    <w:p w:rsidR="00354DF7" w:rsidRDefault="00354DF7" w:rsidP="00354DF7">
      <w:pPr>
        <w:tabs>
          <w:tab w:val="left" w:pos="6195"/>
        </w:tabs>
      </w:pPr>
      <w:r>
        <w:t>204.0600</w:t>
      </w:r>
      <w:r>
        <w:tab/>
        <w:t>4.780e0</w:t>
      </w:r>
    </w:p>
    <w:p w:rsidR="00354DF7" w:rsidRDefault="00354DF7" w:rsidP="00354DF7">
      <w:pPr>
        <w:tabs>
          <w:tab w:val="left" w:pos="6195"/>
        </w:tabs>
      </w:pPr>
      <w:r>
        <w:lastRenderedPageBreak/>
        <w:t>204.0645</w:t>
      </w:r>
      <w:r>
        <w:tab/>
        <w:t>2.642e0</w:t>
      </w:r>
    </w:p>
    <w:p w:rsidR="00354DF7" w:rsidRDefault="00354DF7" w:rsidP="00354DF7">
      <w:pPr>
        <w:tabs>
          <w:tab w:val="left" w:pos="6195"/>
        </w:tabs>
      </w:pPr>
      <w:r>
        <w:t>204.0689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204.0887</w:t>
      </w:r>
      <w:r>
        <w:tab/>
        <w:t>3.218e0</w:t>
      </w:r>
    </w:p>
    <w:p w:rsidR="00354DF7" w:rsidRDefault="00354DF7" w:rsidP="00354DF7">
      <w:pPr>
        <w:tabs>
          <w:tab w:val="left" w:pos="6195"/>
        </w:tabs>
      </w:pPr>
      <w:r>
        <w:t>204.1127</w:t>
      </w:r>
      <w:r>
        <w:tab/>
        <w:t>4.087e0</w:t>
      </w:r>
    </w:p>
    <w:p w:rsidR="00354DF7" w:rsidRDefault="00354DF7" w:rsidP="00354DF7">
      <w:pPr>
        <w:tabs>
          <w:tab w:val="left" w:pos="6195"/>
        </w:tabs>
      </w:pPr>
      <w:r>
        <w:t>204.1229</w:t>
      </w:r>
      <w:r>
        <w:tab/>
        <w:t>7.490e0</w:t>
      </w:r>
    </w:p>
    <w:p w:rsidR="00354DF7" w:rsidRDefault="00354DF7" w:rsidP="00354DF7">
      <w:pPr>
        <w:tabs>
          <w:tab w:val="left" w:pos="6195"/>
        </w:tabs>
      </w:pPr>
      <w:r>
        <w:t>204.1248</w:t>
      </w:r>
      <w:r>
        <w:tab/>
        <w:t>6.829e0</w:t>
      </w:r>
    </w:p>
    <w:p w:rsidR="00354DF7" w:rsidRDefault="00354DF7" w:rsidP="00354DF7">
      <w:pPr>
        <w:tabs>
          <w:tab w:val="left" w:pos="6195"/>
        </w:tabs>
      </w:pPr>
      <w:r>
        <w:t>204.1261</w:t>
      </w:r>
      <w:r>
        <w:tab/>
        <w:t>2.278e0</w:t>
      </w:r>
    </w:p>
    <w:p w:rsidR="00354DF7" w:rsidRDefault="00354DF7" w:rsidP="00354DF7">
      <w:pPr>
        <w:tabs>
          <w:tab w:val="left" w:pos="6195"/>
        </w:tabs>
      </w:pPr>
      <w:r>
        <w:t>204.1324</w:t>
      </w:r>
      <w:r>
        <w:tab/>
        <w:t>4.057e0</w:t>
      </w:r>
    </w:p>
    <w:p w:rsidR="00354DF7" w:rsidRDefault="00354DF7" w:rsidP="00354DF7">
      <w:pPr>
        <w:tabs>
          <w:tab w:val="left" w:pos="6195"/>
        </w:tabs>
      </w:pPr>
      <w:r>
        <w:t>204.1342</w:t>
      </w:r>
      <w:r>
        <w:tab/>
        <w:t>5.934e0</w:t>
      </w:r>
    </w:p>
    <w:p w:rsidR="00354DF7" w:rsidRDefault="00354DF7" w:rsidP="00354DF7">
      <w:pPr>
        <w:tabs>
          <w:tab w:val="left" w:pos="6195"/>
        </w:tabs>
      </w:pPr>
      <w:r>
        <w:t>204.1497</w:t>
      </w:r>
      <w:r>
        <w:tab/>
        <w:t>3.414e0</w:t>
      </w:r>
    </w:p>
    <w:p w:rsidR="00354DF7" w:rsidRDefault="00354DF7" w:rsidP="00354DF7">
      <w:pPr>
        <w:tabs>
          <w:tab w:val="left" w:pos="6195"/>
        </w:tabs>
      </w:pPr>
      <w:r>
        <w:t>204.1576</w:t>
      </w:r>
      <w:r>
        <w:tab/>
        <w:t>5.556e0</w:t>
      </w:r>
    </w:p>
    <w:p w:rsidR="00354DF7" w:rsidRDefault="00354DF7" w:rsidP="00354DF7">
      <w:pPr>
        <w:tabs>
          <w:tab w:val="left" w:pos="6195"/>
        </w:tabs>
      </w:pPr>
      <w:r>
        <w:t>204.1594</w:t>
      </w:r>
      <w:r>
        <w:tab/>
        <w:t>1.349e1</w:t>
      </w:r>
    </w:p>
    <w:p w:rsidR="00354DF7" w:rsidRDefault="00354DF7" w:rsidP="00354DF7">
      <w:pPr>
        <w:tabs>
          <w:tab w:val="left" w:pos="6195"/>
        </w:tabs>
      </w:pPr>
      <w:r>
        <w:t>204.1627</w:t>
      </w:r>
      <w:r>
        <w:tab/>
        <w:t>5.984e0</w:t>
      </w:r>
    </w:p>
    <w:p w:rsidR="00354DF7" w:rsidRDefault="00354DF7" w:rsidP="00354DF7">
      <w:pPr>
        <w:tabs>
          <w:tab w:val="left" w:pos="6195"/>
        </w:tabs>
      </w:pPr>
      <w:r>
        <w:t>204.1988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204.2021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204.2080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204.2147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204.2287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204.2327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204.2370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204.2486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204.2642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204.2662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204.2677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204.2710</w:t>
      </w:r>
      <w:r>
        <w:tab/>
        <w:t>2.907e0</w:t>
      </w:r>
    </w:p>
    <w:p w:rsidR="00354DF7" w:rsidRDefault="00354DF7" w:rsidP="00354DF7">
      <w:pPr>
        <w:tabs>
          <w:tab w:val="left" w:pos="6195"/>
        </w:tabs>
      </w:pPr>
      <w:r>
        <w:t>204.2789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204.2933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204.3259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204.3388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204.3428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204.3465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204.3486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204.3578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204.3697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204.3774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204.3911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204.4009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204.4036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204.4118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204.4196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204.4383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204.4418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204.4608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204.4794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204.4870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204.4896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204.5048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204.5067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204.5146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204.5229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204.5410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204.5488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204.5525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204.5563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204.5729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204.5751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204.5826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204.5898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204.5938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204.6012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204.6087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204.6122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204.6263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204.6341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204.6357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204.6398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204.6445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204.6740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204.6780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204.6950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204.6968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204.7081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204.7173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204.7258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204.7378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204.7418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204.7648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204.7692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204.8108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204.8148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204.8214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204.8258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204.8299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204.8486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204.8561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204.8790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204.8810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204.8868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204.9057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204.9270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204.9329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204.9357</w:t>
      </w:r>
      <w:r>
        <w:tab/>
        <w:t>2.447e0</w:t>
      </w:r>
    </w:p>
    <w:p w:rsidR="00354DF7" w:rsidRDefault="00354DF7" w:rsidP="00354DF7">
      <w:pPr>
        <w:tabs>
          <w:tab w:val="left" w:pos="6195"/>
        </w:tabs>
      </w:pPr>
      <w:r>
        <w:t>204.9460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204.9592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204.9704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204.9741</w:t>
      </w:r>
      <w:r>
        <w:tab/>
        <w:t>3.954e0</w:t>
      </w:r>
    </w:p>
    <w:p w:rsidR="00354DF7" w:rsidRDefault="00354DF7" w:rsidP="00354DF7">
      <w:pPr>
        <w:tabs>
          <w:tab w:val="left" w:pos="6195"/>
        </w:tabs>
      </w:pPr>
      <w:r>
        <w:t>204.9776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204.9872</w:t>
      </w:r>
      <w:r>
        <w:tab/>
        <w:t>1.890e0</w:t>
      </w:r>
    </w:p>
    <w:p w:rsidR="00354DF7" w:rsidRDefault="00354DF7" w:rsidP="00354DF7">
      <w:pPr>
        <w:tabs>
          <w:tab w:val="left" w:pos="6195"/>
        </w:tabs>
      </w:pPr>
      <w:r>
        <w:t>205.0083</w:t>
      </w:r>
      <w:r>
        <w:tab/>
        <w:t>1.230e0</w:t>
      </w:r>
    </w:p>
    <w:p w:rsidR="00354DF7" w:rsidRDefault="00354DF7" w:rsidP="00354DF7">
      <w:pPr>
        <w:tabs>
          <w:tab w:val="left" w:pos="6195"/>
        </w:tabs>
      </w:pPr>
      <w:r>
        <w:t>205.0105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205.0125</w:t>
      </w:r>
      <w:r>
        <w:tab/>
        <w:t>2.857e0</w:t>
      </w:r>
    </w:p>
    <w:p w:rsidR="00354DF7" w:rsidRDefault="00354DF7" w:rsidP="00354DF7">
      <w:pPr>
        <w:tabs>
          <w:tab w:val="left" w:pos="6195"/>
        </w:tabs>
      </w:pPr>
      <w:r>
        <w:t>205.0261</w:t>
      </w:r>
      <w:r>
        <w:tab/>
        <w:t>2.563e0</w:t>
      </w:r>
    </w:p>
    <w:p w:rsidR="00354DF7" w:rsidRDefault="00354DF7" w:rsidP="00354DF7">
      <w:pPr>
        <w:tabs>
          <w:tab w:val="left" w:pos="6195"/>
        </w:tabs>
      </w:pPr>
      <w:r>
        <w:t>205.0374</w:t>
      </w:r>
      <w:r>
        <w:tab/>
        <w:t>3.666e0</w:t>
      </w:r>
    </w:p>
    <w:p w:rsidR="00354DF7" w:rsidRDefault="00354DF7" w:rsidP="00354DF7">
      <w:pPr>
        <w:tabs>
          <w:tab w:val="left" w:pos="6195"/>
        </w:tabs>
      </w:pPr>
      <w:r>
        <w:t>205.0547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205.0628</w:t>
      </w:r>
      <w:r>
        <w:tab/>
        <w:t>5.683e0</w:t>
      </w:r>
    </w:p>
    <w:p w:rsidR="00354DF7" w:rsidRDefault="00354DF7" w:rsidP="00354DF7">
      <w:pPr>
        <w:tabs>
          <w:tab w:val="left" w:pos="6195"/>
        </w:tabs>
      </w:pPr>
      <w:r>
        <w:t>205.0643</w:t>
      </w:r>
      <w:r>
        <w:tab/>
        <w:t>5.866e0</w:t>
      </w:r>
    </w:p>
    <w:p w:rsidR="00354DF7" w:rsidRDefault="00354DF7" w:rsidP="00354DF7">
      <w:pPr>
        <w:tabs>
          <w:tab w:val="left" w:pos="6195"/>
        </w:tabs>
      </w:pPr>
      <w:r>
        <w:t>205.0772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205.0957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205.1002</w:t>
      </w:r>
      <w:r>
        <w:tab/>
        <w:t>2.289e0</w:t>
      </w:r>
    </w:p>
    <w:p w:rsidR="00354DF7" w:rsidRDefault="00354DF7" w:rsidP="00354DF7">
      <w:pPr>
        <w:tabs>
          <w:tab w:val="left" w:pos="6195"/>
        </w:tabs>
      </w:pPr>
      <w:r>
        <w:t>205.1122</w:t>
      </w:r>
      <w:r>
        <w:tab/>
        <w:t>1.921e0</w:t>
      </w:r>
    </w:p>
    <w:p w:rsidR="00354DF7" w:rsidRDefault="00354DF7" w:rsidP="00354DF7">
      <w:pPr>
        <w:tabs>
          <w:tab w:val="left" w:pos="6195"/>
        </w:tabs>
      </w:pPr>
      <w:r>
        <w:t>205.1259</w:t>
      </w:r>
      <w:r>
        <w:tab/>
        <w:t>4.238e0</w:t>
      </w:r>
    </w:p>
    <w:p w:rsidR="00354DF7" w:rsidRDefault="00354DF7" w:rsidP="00354DF7">
      <w:pPr>
        <w:tabs>
          <w:tab w:val="left" w:pos="6195"/>
        </w:tabs>
      </w:pPr>
      <w:r>
        <w:t>205.1327</w:t>
      </w:r>
      <w:r>
        <w:tab/>
        <w:t>1.507e0</w:t>
      </w:r>
    </w:p>
    <w:p w:rsidR="00354DF7" w:rsidRDefault="00354DF7" w:rsidP="00354DF7">
      <w:pPr>
        <w:tabs>
          <w:tab w:val="left" w:pos="6195"/>
        </w:tabs>
      </w:pPr>
      <w:r>
        <w:t>205.1369</w:t>
      </w:r>
      <w:r>
        <w:tab/>
        <w:t>2.702e0</w:t>
      </w:r>
    </w:p>
    <w:p w:rsidR="00354DF7" w:rsidRDefault="00354DF7" w:rsidP="00354DF7">
      <w:pPr>
        <w:tabs>
          <w:tab w:val="left" w:pos="6195"/>
        </w:tabs>
      </w:pPr>
      <w:r>
        <w:t>205.1471</w:t>
      </w:r>
      <w:r>
        <w:tab/>
        <w:t>2.913e0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205.1570</w:t>
      </w:r>
      <w:r>
        <w:tab/>
        <w:t>5.089e0</w:t>
      </w:r>
    </w:p>
    <w:p w:rsidR="00354DF7" w:rsidRDefault="00354DF7" w:rsidP="00354DF7">
      <w:pPr>
        <w:tabs>
          <w:tab w:val="left" w:pos="6195"/>
        </w:tabs>
      </w:pPr>
      <w:r>
        <w:t>205.1605</w:t>
      </w:r>
      <w:r>
        <w:tab/>
        <w:t>3.940e0</w:t>
      </w:r>
    </w:p>
    <w:p w:rsidR="00354DF7" w:rsidRDefault="00354DF7" w:rsidP="00354DF7">
      <w:pPr>
        <w:tabs>
          <w:tab w:val="left" w:pos="6195"/>
        </w:tabs>
      </w:pPr>
      <w:r>
        <w:t>205.1726</w:t>
      </w:r>
      <w:r>
        <w:tab/>
        <w:t>5.895e0</w:t>
      </w:r>
    </w:p>
    <w:p w:rsidR="00354DF7" w:rsidRDefault="00354DF7" w:rsidP="00354DF7">
      <w:pPr>
        <w:tabs>
          <w:tab w:val="left" w:pos="6195"/>
        </w:tabs>
      </w:pPr>
      <w:r>
        <w:t>205.1739</w:t>
      </w:r>
      <w:r>
        <w:tab/>
        <w:t>6.674e0</w:t>
      </w:r>
    </w:p>
    <w:p w:rsidR="00354DF7" w:rsidRDefault="00354DF7" w:rsidP="00354DF7">
      <w:pPr>
        <w:tabs>
          <w:tab w:val="left" w:pos="6195"/>
        </w:tabs>
      </w:pPr>
      <w:r>
        <w:t>205.1971</w:t>
      </w:r>
      <w:r>
        <w:tab/>
        <w:t>4.453e0</w:t>
      </w:r>
    </w:p>
    <w:p w:rsidR="00354DF7" w:rsidRDefault="00354DF7" w:rsidP="00354DF7">
      <w:pPr>
        <w:tabs>
          <w:tab w:val="left" w:pos="6195"/>
        </w:tabs>
      </w:pPr>
      <w:r>
        <w:t>205.2063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205.2291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205.2518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205.2545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205.2557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205.2656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205.2675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205.2753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205.2860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205.3057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205.3116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205.3244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205.3301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205.3511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205.3667</w:t>
      </w:r>
      <w:r>
        <w:tab/>
        <w:t>4.396e0</w:t>
      </w:r>
    </w:p>
    <w:p w:rsidR="00354DF7" w:rsidRDefault="00354DF7" w:rsidP="00354DF7">
      <w:pPr>
        <w:tabs>
          <w:tab w:val="left" w:pos="6195"/>
        </w:tabs>
      </w:pPr>
      <w:r>
        <w:t>205.3776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205.3853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205.3968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205.4007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205.4205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205.4279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205.4295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205.4466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205.4501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205.4522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205.4542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205.4614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205.4636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205.4842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205.4916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205.4934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205.4976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205.4992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205.5071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205.5222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205.5266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205.5347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205.5424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205.5461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205.5477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205.5565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205.5645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205.5723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205.5853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205.5965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205.6133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205.6173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205.6195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205.6327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205.6357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205.6408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205.6513</w:t>
      </w:r>
      <w:r>
        <w:tab/>
        <w:t>3.212e0</w:t>
      </w:r>
    </w:p>
    <w:p w:rsidR="00354DF7" w:rsidRDefault="00354DF7" w:rsidP="00354DF7">
      <w:pPr>
        <w:tabs>
          <w:tab w:val="left" w:pos="6195"/>
        </w:tabs>
      </w:pPr>
      <w:r>
        <w:lastRenderedPageBreak/>
        <w:t>205.6573</w:t>
      </w:r>
      <w:r>
        <w:tab/>
        <w:t>2.994e0</w:t>
      </w:r>
    </w:p>
    <w:p w:rsidR="00354DF7" w:rsidRDefault="00354DF7" w:rsidP="00354DF7">
      <w:pPr>
        <w:tabs>
          <w:tab w:val="left" w:pos="6195"/>
        </w:tabs>
      </w:pPr>
      <w:r>
        <w:t>205.6641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205.6661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205.6681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205.6830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205.6943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205.7094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205.7166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205.7206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205.7241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205.7319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205.7469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205.7510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205.7577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205.7593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205.7746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205.8031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205.8200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205.8221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205.8386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205.8501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205.8732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205.8848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205.8924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205.8963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205.9045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205.9121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205.9155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205.9270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205.9308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205.9416</w:t>
      </w:r>
      <w:r>
        <w:tab/>
        <w:t>1.551e0</w:t>
      </w:r>
    </w:p>
    <w:p w:rsidR="00354DF7" w:rsidRDefault="00354DF7" w:rsidP="00354DF7">
      <w:pPr>
        <w:tabs>
          <w:tab w:val="left" w:pos="6195"/>
        </w:tabs>
      </w:pPr>
      <w:r>
        <w:t>205.9496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205.9531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205.9571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205.9608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205.9646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205.9793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206.0212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206.0453</w:t>
      </w:r>
      <w:r>
        <w:tab/>
        <w:t>1.592e0</w:t>
      </w:r>
    </w:p>
    <w:p w:rsidR="00354DF7" w:rsidRDefault="00354DF7" w:rsidP="00354DF7">
      <w:pPr>
        <w:tabs>
          <w:tab w:val="left" w:pos="6195"/>
        </w:tabs>
      </w:pPr>
      <w:r>
        <w:t>206.0566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206.0597</w:t>
      </w:r>
      <w:r>
        <w:tab/>
        <w:t>4.425e0</w:t>
      </w:r>
    </w:p>
    <w:p w:rsidR="00354DF7" w:rsidRDefault="00354DF7" w:rsidP="00354DF7">
      <w:pPr>
        <w:tabs>
          <w:tab w:val="left" w:pos="6195"/>
        </w:tabs>
      </w:pPr>
      <w:r>
        <w:t>206.0665</w:t>
      </w:r>
      <w:r>
        <w:tab/>
        <w:t>1.153e1</w:t>
      </w:r>
    </w:p>
    <w:p w:rsidR="00354DF7" w:rsidRDefault="00354DF7" w:rsidP="00354DF7">
      <w:pPr>
        <w:tabs>
          <w:tab w:val="left" w:pos="6195"/>
        </w:tabs>
      </w:pPr>
      <w:r>
        <w:t>206.0675</w:t>
      </w:r>
      <w:r>
        <w:tab/>
        <w:t>6.325e0</w:t>
      </w:r>
    </w:p>
    <w:p w:rsidR="00354DF7" w:rsidRDefault="00354DF7" w:rsidP="00354DF7">
      <w:pPr>
        <w:tabs>
          <w:tab w:val="left" w:pos="6195"/>
        </w:tabs>
      </w:pPr>
      <w:r>
        <w:t>206.0807</w:t>
      </w:r>
      <w:r>
        <w:tab/>
        <w:t>7.202e0</w:t>
      </w:r>
    </w:p>
    <w:p w:rsidR="00354DF7" w:rsidRDefault="00354DF7" w:rsidP="00354DF7">
      <w:pPr>
        <w:tabs>
          <w:tab w:val="left" w:pos="6195"/>
        </w:tabs>
      </w:pPr>
      <w:r>
        <w:t>206.0938</w:t>
      </w:r>
      <w:r>
        <w:tab/>
        <w:t>2.839e1</w:t>
      </w:r>
    </w:p>
    <w:p w:rsidR="00354DF7" w:rsidRDefault="00354DF7" w:rsidP="00354DF7">
      <w:pPr>
        <w:tabs>
          <w:tab w:val="left" w:pos="6195"/>
        </w:tabs>
      </w:pPr>
      <w:r>
        <w:t>206.0984</w:t>
      </w:r>
      <w:r>
        <w:tab/>
        <w:t>1.742e1</w:t>
      </w:r>
    </w:p>
    <w:p w:rsidR="00354DF7" w:rsidRDefault="00354DF7" w:rsidP="00354DF7">
      <w:pPr>
        <w:tabs>
          <w:tab w:val="left" w:pos="6195"/>
        </w:tabs>
      </w:pPr>
      <w:r>
        <w:t>206.1040</w:t>
      </w:r>
      <w:r>
        <w:tab/>
        <w:t>7.081e1</w:t>
      </w:r>
    </w:p>
    <w:p w:rsidR="00354DF7" w:rsidRDefault="00354DF7" w:rsidP="00354DF7">
      <w:pPr>
        <w:tabs>
          <w:tab w:val="left" w:pos="6195"/>
        </w:tabs>
      </w:pPr>
      <w:r>
        <w:t>206.1167</w:t>
      </w:r>
      <w:r>
        <w:tab/>
        <w:t>8.263e0</w:t>
      </w:r>
    </w:p>
    <w:p w:rsidR="00354DF7" w:rsidRDefault="00354DF7" w:rsidP="00354DF7">
      <w:pPr>
        <w:tabs>
          <w:tab w:val="left" w:pos="6195"/>
        </w:tabs>
      </w:pPr>
      <w:r>
        <w:t>206.1348</w:t>
      </w:r>
      <w:r>
        <w:tab/>
        <w:t>1.628e0</w:t>
      </w:r>
    </w:p>
    <w:p w:rsidR="00354DF7" w:rsidRDefault="00354DF7" w:rsidP="00354DF7">
      <w:pPr>
        <w:tabs>
          <w:tab w:val="left" w:pos="6195"/>
        </w:tabs>
      </w:pPr>
      <w:r>
        <w:t>206.1381</w:t>
      </w:r>
      <w:r>
        <w:tab/>
        <w:t>3.670e0</w:t>
      </w:r>
    </w:p>
    <w:p w:rsidR="00354DF7" w:rsidRDefault="00354DF7" w:rsidP="00354DF7">
      <w:pPr>
        <w:tabs>
          <w:tab w:val="left" w:pos="6195"/>
        </w:tabs>
      </w:pPr>
      <w:r>
        <w:t>206.1406</w:t>
      </w:r>
      <w:r>
        <w:tab/>
        <w:t>1.985e0</w:t>
      </w:r>
    </w:p>
    <w:p w:rsidR="00354DF7" w:rsidRDefault="00354DF7" w:rsidP="00354DF7">
      <w:pPr>
        <w:tabs>
          <w:tab w:val="left" w:pos="6195"/>
        </w:tabs>
      </w:pPr>
      <w:r>
        <w:t>206.1611</w:t>
      </w:r>
      <w:r>
        <w:tab/>
        <w:t>1.068e1</w:t>
      </w:r>
    </w:p>
    <w:p w:rsidR="00354DF7" w:rsidRDefault="00354DF7" w:rsidP="00354DF7">
      <w:pPr>
        <w:tabs>
          <w:tab w:val="left" w:pos="6195"/>
        </w:tabs>
      </w:pPr>
      <w:r>
        <w:t>206.1685</w:t>
      </w:r>
      <w:r>
        <w:tab/>
        <w:t>4.719e0</w:t>
      </w:r>
    </w:p>
    <w:p w:rsidR="00354DF7" w:rsidRDefault="00354DF7" w:rsidP="00354DF7">
      <w:pPr>
        <w:tabs>
          <w:tab w:val="left" w:pos="6195"/>
        </w:tabs>
      </w:pPr>
      <w:r>
        <w:t>206.1722</w:t>
      </w:r>
      <w:r>
        <w:tab/>
        <w:t>2.426e0</w:t>
      </w:r>
    </w:p>
    <w:p w:rsidR="00354DF7" w:rsidRDefault="00354DF7" w:rsidP="00354DF7">
      <w:pPr>
        <w:tabs>
          <w:tab w:val="left" w:pos="6195"/>
        </w:tabs>
      </w:pPr>
      <w:r>
        <w:t>206.1759</w:t>
      </w:r>
      <w:r>
        <w:tab/>
        <w:t>4.044e0</w:t>
      </w:r>
    </w:p>
    <w:p w:rsidR="00354DF7" w:rsidRDefault="00354DF7" w:rsidP="00354DF7">
      <w:pPr>
        <w:tabs>
          <w:tab w:val="left" w:pos="6195"/>
        </w:tabs>
      </w:pPr>
      <w:r>
        <w:t>206.1993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206.2006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206.2087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206.2227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206.2256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206.2276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206.2431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206.2472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206.2512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206.2728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206.2745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206.2782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206.2970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206.3120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206.3327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206.3343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206.3420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206.3450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206.3654</w:t>
      </w:r>
      <w:r>
        <w:tab/>
        <w:t>2.118e0</w:t>
      </w:r>
    </w:p>
    <w:p w:rsidR="00354DF7" w:rsidRDefault="00354DF7" w:rsidP="00354DF7">
      <w:pPr>
        <w:tabs>
          <w:tab w:val="left" w:pos="6195"/>
        </w:tabs>
      </w:pPr>
      <w:r>
        <w:t>206.3772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206.3809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206.3971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206.4065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206.4263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206.4285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206.4454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206.4548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206.4601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206.4682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206.4839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206.4934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206.5112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206.5156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206.5221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206.5356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206.5635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206.5710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206.5750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206.5770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206.6061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206.6081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206.6219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206.6296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206.6313</w:t>
      </w:r>
      <w:r>
        <w:tab/>
        <w:t>1.357e0</w:t>
      </w:r>
    </w:p>
    <w:p w:rsidR="00354DF7" w:rsidRDefault="00354DF7" w:rsidP="00354DF7">
      <w:pPr>
        <w:tabs>
          <w:tab w:val="left" w:pos="6195"/>
        </w:tabs>
      </w:pPr>
      <w:r>
        <w:t>206.6333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206.6408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206.6443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206.6480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206.6604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206.6913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206.6934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206.6949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206.7051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206.7130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206.7208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206.7288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206.7349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206.7365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206.7442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206.7477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206.7589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206.7780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206.7856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206.7917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206.8098</w:t>
      </w:r>
      <w:r>
        <w:tab/>
        <w:t>1.319e0</w:t>
      </w:r>
    </w:p>
    <w:p w:rsidR="00354DF7" w:rsidRDefault="00354DF7" w:rsidP="00354DF7">
      <w:pPr>
        <w:tabs>
          <w:tab w:val="left" w:pos="6195"/>
        </w:tabs>
      </w:pPr>
      <w:r>
        <w:t>206.8154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206.8176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206.8237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206.8315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206.8428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206.8627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206.8701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206.8739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206.8783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206.8924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206.8980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206.9021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206.9097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206.9150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206.9180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206.9287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206.9404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206.9464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206.9616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206.9699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206.9772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206.9808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206.9944</w:t>
      </w:r>
      <w:r>
        <w:tab/>
        <w:t>4.633e0</w:t>
      </w:r>
    </w:p>
    <w:p w:rsidR="00354DF7" w:rsidRDefault="00354DF7" w:rsidP="00354DF7">
      <w:pPr>
        <w:tabs>
          <w:tab w:val="left" w:pos="6195"/>
        </w:tabs>
      </w:pPr>
      <w:r>
        <w:t>207.0112</w:t>
      </w:r>
      <w:r>
        <w:tab/>
        <w:t>2.461e0</w:t>
      </w:r>
    </w:p>
    <w:p w:rsidR="00354DF7" w:rsidRDefault="00354DF7" w:rsidP="00354DF7">
      <w:pPr>
        <w:tabs>
          <w:tab w:val="left" w:pos="6195"/>
        </w:tabs>
      </w:pPr>
      <w:r>
        <w:t>207.0207</w:t>
      </w:r>
      <w:r>
        <w:tab/>
        <w:t>1.945e0</w:t>
      </w:r>
    </w:p>
    <w:p w:rsidR="00354DF7" w:rsidRDefault="00354DF7" w:rsidP="00354DF7">
      <w:pPr>
        <w:tabs>
          <w:tab w:val="left" w:pos="6195"/>
        </w:tabs>
      </w:pPr>
      <w:r>
        <w:t>207.0241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207.0388</w:t>
      </w:r>
      <w:r>
        <w:tab/>
        <w:t>2.319e0</w:t>
      </w:r>
    </w:p>
    <w:p w:rsidR="00354DF7" w:rsidRDefault="00354DF7" w:rsidP="00354DF7">
      <w:pPr>
        <w:tabs>
          <w:tab w:val="left" w:pos="6195"/>
        </w:tabs>
      </w:pPr>
      <w:r>
        <w:t>207.0442</w:t>
      </w:r>
      <w:r>
        <w:tab/>
        <w:t>2.198e0</w:t>
      </w:r>
    </w:p>
    <w:p w:rsidR="00354DF7" w:rsidRDefault="00354DF7" w:rsidP="00354DF7">
      <w:pPr>
        <w:tabs>
          <w:tab w:val="left" w:pos="6195"/>
        </w:tabs>
      </w:pPr>
      <w:r>
        <w:t>207.0512</w:t>
      </w:r>
      <w:r>
        <w:tab/>
        <w:t>1.182e0</w:t>
      </w:r>
    </w:p>
    <w:p w:rsidR="00354DF7" w:rsidRDefault="00354DF7" w:rsidP="00354DF7">
      <w:pPr>
        <w:tabs>
          <w:tab w:val="left" w:pos="6195"/>
        </w:tabs>
      </w:pPr>
      <w:r>
        <w:t>207.0662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207.0704</w:t>
      </w:r>
      <w:r>
        <w:tab/>
        <w:t>1.742e0</w:t>
      </w:r>
    </w:p>
    <w:p w:rsidR="00354DF7" w:rsidRDefault="00354DF7" w:rsidP="00354DF7">
      <w:pPr>
        <w:tabs>
          <w:tab w:val="left" w:pos="6195"/>
        </w:tabs>
      </w:pPr>
      <w:r>
        <w:t>207.0840</w:t>
      </w:r>
      <w:r>
        <w:tab/>
        <w:t>6.082e0</w:t>
      </w:r>
    </w:p>
    <w:p w:rsidR="00354DF7" w:rsidRDefault="00354DF7" w:rsidP="00354DF7">
      <w:pPr>
        <w:tabs>
          <w:tab w:val="left" w:pos="6195"/>
        </w:tabs>
      </w:pPr>
      <w:r>
        <w:lastRenderedPageBreak/>
        <w:t>207.1057</w:t>
      </w:r>
      <w:r>
        <w:tab/>
        <w:t>2.030e0</w:t>
      </w:r>
    </w:p>
    <w:p w:rsidR="00354DF7" w:rsidRDefault="00354DF7" w:rsidP="00354DF7">
      <w:pPr>
        <w:tabs>
          <w:tab w:val="left" w:pos="6195"/>
        </w:tabs>
      </w:pPr>
      <w:r>
        <w:t>207.1111</w:t>
      </w:r>
      <w:r>
        <w:tab/>
        <w:t>6.561e0</w:t>
      </w:r>
    </w:p>
    <w:p w:rsidR="00354DF7" w:rsidRDefault="00354DF7" w:rsidP="00354DF7">
      <w:pPr>
        <w:tabs>
          <w:tab w:val="left" w:pos="6195"/>
        </w:tabs>
      </w:pPr>
      <w:r>
        <w:t>207.1142</w:t>
      </w:r>
      <w:r>
        <w:tab/>
        <w:t>1.630e0</w:t>
      </w:r>
    </w:p>
    <w:p w:rsidR="00354DF7" w:rsidRDefault="00354DF7" w:rsidP="00354DF7">
      <w:pPr>
        <w:tabs>
          <w:tab w:val="left" w:pos="6195"/>
        </w:tabs>
      </w:pPr>
      <w:r>
        <w:t>207.1161</w:t>
      </w:r>
      <w:r>
        <w:tab/>
        <w:t>1.515e0</w:t>
      </w:r>
    </w:p>
    <w:p w:rsidR="00354DF7" w:rsidRDefault="00354DF7" w:rsidP="00354DF7">
      <w:pPr>
        <w:tabs>
          <w:tab w:val="left" w:pos="6195"/>
        </w:tabs>
      </w:pPr>
      <w:r>
        <w:t>207.1178</w:t>
      </w:r>
      <w:r>
        <w:tab/>
        <w:t>6.150e0</w:t>
      </w:r>
    </w:p>
    <w:p w:rsidR="00354DF7" w:rsidRDefault="00354DF7" w:rsidP="00354DF7">
      <w:pPr>
        <w:tabs>
          <w:tab w:val="left" w:pos="6195"/>
        </w:tabs>
      </w:pPr>
      <w:r>
        <w:t>207.1221</w:t>
      </w:r>
      <w:r>
        <w:tab/>
        <w:t>4.536e0</w:t>
      </w:r>
    </w:p>
    <w:p w:rsidR="00354DF7" w:rsidRDefault="00354DF7" w:rsidP="00354DF7">
      <w:pPr>
        <w:tabs>
          <w:tab w:val="left" w:pos="6195"/>
        </w:tabs>
      </w:pPr>
      <w:r>
        <w:t>207.1567</w:t>
      </w:r>
      <w:r>
        <w:tab/>
        <w:t>3.911e0</w:t>
      </w:r>
    </w:p>
    <w:p w:rsidR="00354DF7" w:rsidRDefault="00354DF7" w:rsidP="00354DF7">
      <w:pPr>
        <w:tabs>
          <w:tab w:val="left" w:pos="6195"/>
        </w:tabs>
      </w:pPr>
      <w:r>
        <w:t>207.1617</w:t>
      </w:r>
      <w:r>
        <w:tab/>
        <w:t>8.917e0</w:t>
      </w:r>
    </w:p>
    <w:p w:rsidR="00354DF7" w:rsidRDefault="00354DF7" w:rsidP="00354DF7">
      <w:pPr>
        <w:tabs>
          <w:tab w:val="left" w:pos="6195"/>
        </w:tabs>
      </w:pPr>
      <w:r>
        <w:t>207.1705</w:t>
      </w:r>
      <w:r>
        <w:tab/>
        <w:t>2.589e0</w:t>
      </w:r>
    </w:p>
    <w:p w:rsidR="00354DF7" w:rsidRDefault="00354DF7" w:rsidP="00354DF7">
      <w:pPr>
        <w:tabs>
          <w:tab w:val="left" w:pos="6195"/>
        </w:tabs>
      </w:pPr>
      <w:r>
        <w:t>207.1859</w:t>
      </w:r>
      <w:r>
        <w:tab/>
        <w:t>1.869e0</w:t>
      </w:r>
    </w:p>
    <w:p w:rsidR="00354DF7" w:rsidRDefault="00354DF7" w:rsidP="00354DF7">
      <w:pPr>
        <w:tabs>
          <w:tab w:val="left" w:pos="6195"/>
        </w:tabs>
      </w:pPr>
      <w:r>
        <w:t>207.1922</w:t>
      </w:r>
      <w:r>
        <w:tab/>
        <w:t>2.788e0</w:t>
      </w:r>
    </w:p>
    <w:p w:rsidR="00354DF7" w:rsidRDefault="00354DF7" w:rsidP="00354DF7">
      <w:pPr>
        <w:tabs>
          <w:tab w:val="left" w:pos="6195"/>
        </w:tabs>
      </w:pPr>
      <w:r>
        <w:t>207.2008</w:t>
      </w:r>
      <w:r>
        <w:tab/>
        <w:t>1.824e0</w:t>
      </w:r>
    </w:p>
    <w:p w:rsidR="00354DF7" w:rsidRDefault="00354DF7" w:rsidP="00354DF7">
      <w:pPr>
        <w:tabs>
          <w:tab w:val="left" w:pos="6195"/>
        </w:tabs>
      </w:pPr>
      <w:r>
        <w:t>207.2105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207.2162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207.2340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207.2472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207.2511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207.2566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207.2671</w:t>
      </w:r>
      <w:r>
        <w:tab/>
        <w:t>2.907e0</w:t>
      </w:r>
    </w:p>
    <w:p w:rsidR="00354DF7" w:rsidRDefault="00354DF7" w:rsidP="00354DF7">
      <w:pPr>
        <w:tabs>
          <w:tab w:val="left" w:pos="6195"/>
        </w:tabs>
      </w:pPr>
      <w:r>
        <w:lastRenderedPageBreak/>
        <w:t>207.2835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207.2887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207.2958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207.2980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207.3138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207.3215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207.3311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207.3400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207.3479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207.3589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207.3629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207.3739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207.3780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207.3817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207.3895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207.4093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207.4172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207.4209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207.4249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207.4448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207.4572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207.4588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207.4814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207.4998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207.5081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207.5202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207.5219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207.5242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207.5319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207.5331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207.5358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207.5399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207.5474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207.5484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207.5586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207.5640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207.5659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207.5851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207.6019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207.6038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207.6192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207.6226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207.6270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207.6326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207.6470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207.6492</w:t>
      </w:r>
      <w:r>
        <w:tab/>
        <w:t>2.319e0</w:t>
      </w:r>
    </w:p>
    <w:p w:rsidR="00354DF7" w:rsidRDefault="00354DF7" w:rsidP="00354DF7">
      <w:pPr>
        <w:tabs>
          <w:tab w:val="left" w:pos="6195"/>
        </w:tabs>
      </w:pPr>
      <w:r>
        <w:t>207.6584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207.6734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207.6817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207.6961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207.6999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207.7071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207.7266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207.7303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207.7325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207.7511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207.7807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207.7842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207.7883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207.7939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207.8031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207.8147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207.8166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207.8277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207.8374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207.8495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207.8572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207.8611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207.8769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207.8787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207.8843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207.8860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207.8918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207.8994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207.9067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207.9149</w:t>
      </w:r>
      <w:r>
        <w:tab/>
        <w:t>3.736e0</w:t>
      </w:r>
    </w:p>
    <w:p w:rsidR="00354DF7" w:rsidRDefault="00354DF7" w:rsidP="00354DF7">
      <w:pPr>
        <w:tabs>
          <w:tab w:val="left" w:pos="6195"/>
        </w:tabs>
      </w:pPr>
      <w:r>
        <w:lastRenderedPageBreak/>
        <w:t>207.9183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207.9201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207.9236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207.9371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207.9511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207.9527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207.9607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207.9783</w:t>
      </w:r>
      <w:r>
        <w:tab/>
        <w:t>2.296e0</w:t>
      </w:r>
    </w:p>
    <w:p w:rsidR="00354DF7" w:rsidRDefault="00354DF7" w:rsidP="00354DF7">
      <w:pPr>
        <w:tabs>
          <w:tab w:val="left" w:pos="6195"/>
        </w:tabs>
      </w:pPr>
      <w:r>
        <w:t>208.0406</w:t>
      </w:r>
      <w:r>
        <w:tab/>
        <w:t>1.004e3</w:t>
      </w:r>
    </w:p>
    <w:p w:rsidR="00354DF7" w:rsidRDefault="00354DF7" w:rsidP="00354DF7">
      <w:pPr>
        <w:tabs>
          <w:tab w:val="left" w:pos="6195"/>
        </w:tabs>
      </w:pPr>
      <w:r>
        <w:t>208.0811</w:t>
      </w:r>
      <w:r>
        <w:tab/>
        <w:t>5.035e0</w:t>
      </w:r>
    </w:p>
    <w:p w:rsidR="00354DF7" w:rsidRDefault="00354DF7" w:rsidP="00354DF7">
      <w:pPr>
        <w:tabs>
          <w:tab w:val="left" w:pos="6195"/>
        </w:tabs>
      </w:pPr>
      <w:r>
        <w:t>208.0836</w:t>
      </w:r>
      <w:r>
        <w:tab/>
        <w:t>2.989e0</w:t>
      </w:r>
    </w:p>
    <w:p w:rsidR="00354DF7" w:rsidRDefault="00354DF7" w:rsidP="00354DF7">
      <w:pPr>
        <w:tabs>
          <w:tab w:val="left" w:pos="6195"/>
        </w:tabs>
      </w:pPr>
      <w:r>
        <w:t>208.0875</w:t>
      </w:r>
      <w:r>
        <w:tab/>
        <w:t>1.600e0</w:t>
      </w:r>
    </w:p>
    <w:p w:rsidR="00354DF7" w:rsidRDefault="00354DF7" w:rsidP="00354DF7">
      <w:pPr>
        <w:tabs>
          <w:tab w:val="left" w:pos="6195"/>
        </w:tabs>
      </w:pPr>
      <w:r>
        <w:t>208.1058</w:t>
      </w:r>
      <w:r>
        <w:tab/>
        <w:t>1.534e0</w:t>
      </w:r>
    </w:p>
    <w:p w:rsidR="00354DF7" w:rsidRDefault="00354DF7" w:rsidP="00354DF7">
      <w:pPr>
        <w:tabs>
          <w:tab w:val="left" w:pos="6195"/>
        </w:tabs>
      </w:pPr>
      <w:r>
        <w:t>208.1081</w:t>
      </w:r>
      <w:r>
        <w:tab/>
        <w:t>2.496e0</w:t>
      </w:r>
    </w:p>
    <w:p w:rsidR="00354DF7" w:rsidRDefault="00354DF7" w:rsidP="00354DF7">
      <w:pPr>
        <w:tabs>
          <w:tab w:val="left" w:pos="6195"/>
        </w:tabs>
      </w:pPr>
      <w:r>
        <w:t>208.1179</w:t>
      </w:r>
      <w:r>
        <w:tab/>
        <w:t>1.556e0</w:t>
      </w:r>
    </w:p>
    <w:p w:rsidR="00354DF7" w:rsidRDefault="00354DF7" w:rsidP="00354DF7">
      <w:pPr>
        <w:tabs>
          <w:tab w:val="left" w:pos="6195"/>
        </w:tabs>
      </w:pPr>
      <w:r>
        <w:t>208.1370</w:t>
      </w:r>
      <w:r>
        <w:tab/>
        <w:t>3.457e0</w:t>
      </w:r>
    </w:p>
    <w:p w:rsidR="00354DF7" w:rsidRDefault="00354DF7" w:rsidP="00354DF7">
      <w:pPr>
        <w:tabs>
          <w:tab w:val="left" w:pos="6195"/>
        </w:tabs>
      </w:pPr>
      <w:r>
        <w:t>208.1505</w:t>
      </w:r>
      <w:r>
        <w:tab/>
        <w:t>1.310e0</w:t>
      </w:r>
    </w:p>
    <w:p w:rsidR="00354DF7" w:rsidRDefault="00354DF7" w:rsidP="00354DF7">
      <w:pPr>
        <w:tabs>
          <w:tab w:val="left" w:pos="6195"/>
        </w:tabs>
      </w:pPr>
      <w:r>
        <w:t>208.1544</w:t>
      </w:r>
      <w:r>
        <w:tab/>
        <w:t>2.493e0</w:t>
      </w:r>
    </w:p>
    <w:p w:rsidR="00354DF7" w:rsidRDefault="00354DF7" w:rsidP="00354DF7">
      <w:pPr>
        <w:tabs>
          <w:tab w:val="left" w:pos="6195"/>
        </w:tabs>
      </w:pPr>
      <w:r>
        <w:t>208.1575</w:t>
      </w:r>
      <w:r>
        <w:tab/>
        <w:t>4.205e0</w:t>
      </w:r>
    </w:p>
    <w:p w:rsidR="00354DF7" w:rsidRDefault="00354DF7" w:rsidP="00354DF7">
      <w:pPr>
        <w:tabs>
          <w:tab w:val="left" w:pos="6195"/>
        </w:tabs>
      </w:pPr>
      <w:r>
        <w:lastRenderedPageBreak/>
        <w:t>208.1614</w:t>
      </w:r>
      <w:r>
        <w:tab/>
        <w:t>2.029e0</w:t>
      </w:r>
    </w:p>
    <w:p w:rsidR="00354DF7" w:rsidRDefault="00354DF7" w:rsidP="00354DF7">
      <w:pPr>
        <w:tabs>
          <w:tab w:val="left" w:pos="6195"/>
        </w:tabs>
      </w:pPr>
      <w:r>
        <w:t>208.1893</w:t>
      </w:r>
      <w:r>
        <w:tab/>
        <w:t>1.456e1</w:t>
      </w:r>
    </w:p>
    <w:p w:rsidR="00354DF7" w:rsidRDefault="00354DF7" w:rsidP="00354DF7">
      <w:pPr>
        <w:tabs>
          <w:tab w:val="left" w:pos="6195"/>
        </w:tabs>
      </w:pPr>
      <w:r>
        <w:t>208.1935</w:t>
      </w:r>
      <w:r>
        <w:tab/>
        <w:t>9.988e0</w:t>
      </w:r>
    </w:p>
    <w:p w:rsidR="00354DF7" w:rsidRDefault="00354DF7" w:rsidP="00354DF7">
      <w:pPr>
        <w:tabs>
          <w:tab w:val="left" w:pos="6195"/>
        </w:tabs>
      </w:pPr>
      <w:r>
        <w:t>208.2177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208.2193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208.2215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208.2366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208.2420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208.2442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208.2497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208.2589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208.2630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208.2668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208.2767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208.2845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208.2903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208.2982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208.3024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208.3038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208.3257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208.3327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208.3358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208.3440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208.3494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208.3516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208.3591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208.3701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208.3764</w:t>
      </w:r>
      <w:r>
        <w:tab/>
        <w:t>3.345e0</w:t>
      </w:r>
    </w:p>
    <w:p w:rsidR="00354DF7" w:rsidRDefault="00354DF7" w:rsidP="00354DF7">
      <w:pPr>
        <w:tabs>
          <w:tab w:val="left" w:pos="6195"/>
        </w:tabs>
      </w:pPr>
      <w:r>
        <w:t>208.3919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208.3940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208.3977</w:t>
      </w:r>
      <w:r>
        <w:tab/>
        <w:t>3.179e0</w:t>
      </w:r>
    </w:p>
    <w:p w:rsidR="00354DF7" w:rsidRDefault="00354DF7" w:rsidP="00354DF7">
      <w:pPr>
        <w:tabs>
          <w:tab w:val="left" w:pos="6195"/>
        </w:tabs>
      </w:pPr>
      <w:r>
        <w:t>208.4099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208.4176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208.4232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208.4326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208.4342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208.4401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208.4464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208.4478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208.4666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208.4696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208.4899</w:t>
      </w:r>
      <w:r>
        <w:tab/>
        <w:t>3.065e0</w:t>
      </w:r>
    </w:p>
    <w:p w:rsidR="00354DF7" w:rsidRDefault="00354DF7" w:rsidP="00354DF7">
      <w:pPr>
        <w:tabs>
          <w:tab w:val="left" w:pos="6195"/>
        </w:tabs>
      </w:pPr>
      <w:r>
        <w:t>208.4915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208.4957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208.4972</w:t>
      </w:r>
      <w:r>
        <w:tab/>
        <w:t>3.065e0</w:t>
      </w:r>
    </w:p>
    <w:p w:rsidR="00354DF7" w:rsidRDefault="00354DF7" w:rsidP="00354DF7">
      <w:pPr>
        <w:tabs>
          <w:tab w:val="left" w:pos="6195"/>
        </w:tabs>
      </w:pPr>
      <w:r>
        <w:t>208.5052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208.5226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208.5251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208.5325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208.5363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208.5416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208.5438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208.5513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208.5526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208.5574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208.5793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208.5821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208.5913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208.5949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208.6225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208.6266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208.6282</w:t>
      </w:r>
      <w:r>
        <w:tab/>
        <w:t>7.383e0</w:t>
      </w:r>
    </w:p>
    <w:p w:rsidR="00354DF7" w:rsidRDefault="00354DF7" w:rsidP="00354DF7">
      <w:pPr>
        <w:tabs>
          <w:tab w:val="left" w:pos="6195"/>
        </w:tabs>
      </w:pPr>
      <w:r>
        <w:t>208.6300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208.6536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208.6547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208.6683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208.6725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208.6740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208.6936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208.6968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208.7128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208.7261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208.7368</w:t>
      </w:r>
      <w:r>
        <w:tab/>
        <w:t>3.343e0</w:t>
      </w:r>
    </w:p>
    <w:p w:rsidR="00354DF7" w:rsidRDefault="00354DF7" w:rsidP="00354DF7">
      <w:pPr>
        <w:tabs>
          <w:tab w:val="left" w:pos="6195"/>
        </w:tabs>
      </w:pPr>
      <w:r>
        <w:t>208.7544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208.7569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208.7720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208.7739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208.7888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208.7965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208.8002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208.8198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208.8238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208.8396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208.8475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208.8512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208.8549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208.8662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208.8694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208.8754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208.8776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208.8927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208.8952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208.9056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208.9235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208.9314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208.9370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208.9431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208.9587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208.9624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208.9722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208.9798</w:t>
      </w:r>
      <w:r>
        <w:tab/>
        <w:t>2.496e0</w:t>
      </w:r>
    </w:p>
    <w:p w:rsidR="00354DF7" w:rsidRDefault="00354DF7" w:rsidP="00354DF7">
      <w:pPr>
        <w:tabs>
          <w:tab w:val="left" w:pos="6195"/>
        </w:tabs>
      </w:pPr>
      <w:r>
        <w:t>208.9848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209.0090</w:t>
      </w:r>
      <w:r>
        <w:tab/>
        <w:t>1.609e0</w:t>
      </w:r>
    </w:p>
    <w:p w:rsidR="00354DF7" w:rsidRDefault="00354DF7" w:rsidP="00354DF7">
      <w:pPr>
        <w:tabs>
          <w:tab w:val="left" w:pos="6195"/>
        </w:tabs>
      </w:pPr>
      <w:r>
        <w:t>209.0400</w:t>
      </w:r>
      <w:r>
        <w:tab/>
        <w:t>4.024e1</w:t>
      </w:r>
    </w:p>
    <w:p w:rsidR="00354DF7" w:rsidRDefault="00354DF7" w:rsidP="00354DF7">
      <w:pPr>
        <w:tabs>
          <w:tab w:val="left" w:pos="6195"/>
        </w:tabs>
      </w:pPr>
      <w:r>
        <w:t>209.0424</w:t>
      </w:r>
      <w:r>
        <w:tab/>
        <w:t>2.916e1</w:t>
      </w:r>
    </w:p>
    <w:p w:rsidR="00354DF7" w:rsidRDefault="00354DF7" w:rsidP="00354DF7">
      <w:pPr>
        <w:tabs>
          <w:tab w:val="left" w:pos="6195"/>
        </w:tabs>
      </w:pPr>
      <w:r>
        <w:t>209.0441</w:t>
      </w:r>
      <w:r>
        <w:tab/>
        <w:t>6.499e1</w:t>
      </w:r>
    </w:p>
    <w:p w:rsidR="00354DF7" w:rsidRDefault="00354DF7" w:rsidP="00354DF7">
      <w:pPr>
        <w:tabs>
          <w:tab w:val="left" w:pos="6195"/>
        </w:tabs>
      </w:pPr>
      <w:r>
        <w:t>209.0820</w:t>
      </w:r>
      <w:r>
        <w:tab/>
        <w:t>7.197e0</w:t>
      </w:r>
    </w:p>
    <w:p w:rsidR="00354DF7" w:rsidRDefault="00354DF7" w:rsidP="00354DF7">
      <w:pPr>
        <w:tabs>
          <w:tab w:val="left" w:pos="6195"/>
        </w:tabs>
      </w:pPr>
      <w:r>
        <w:t>209.1012</w:t>
      </w:r>
      <w:r>
        <w:tab/>
        <w:t>5.250e0</w:t>
      </w:r>
    </w:p>
    <w:p w:rsidR="00354DF7" w:rsidRDefault="00354DF7" w:rsidP="00354DF7">
      <w:pPr>
        <w:tabs>
          <w:tab w:val="left" w:pos="6195"/>
        </w:tabs>
      </w:pPr>
      <w:r>
        <w:t>209.1039</w:t>
      </w:r>
      <w:r>
        <w:tab/>
        <w:t>2.273e0</w:t>
      </w:r>
    </w:p>
    <w:p w:rsidR="00354DF7" w:rsidRDefault="00354DF7" w:rsidP="00354DF7">
      <w:pPr>
        <w:tabs>
          <w:tab w:val="left" w:pos="6195"/>
        </w:tabs>
      </w:pPr>
      <w:r>
        <w:t>209.1136</w:t>
      </w:r>
      <w:r>
        <w:tab/>
        <w:t>3.528e0</w:t>
      </w:r>
    </w:p>
    <w:p w:rsidR="00354DF7" w:rsidRDefault="00354DF7" w:rsidP="00354DF7">
      <w:pPr>
        <w:tabs>
          <w:tab w:val="left" w:pos="6195"/>
        </w:tabs>
      </w:pPr>
      <w:r>
        <w:t>209.1156</w:t>
      </w:r>
      <w:r>
        <w:tab/>
        <w:t>5.420e0</w:t>
      </w:r>
    </w:p>
    <w:p w:rsidR="00354DF7" w:rsidRDefault="00354DF7" w:rsidP="00354DF7">
      <w:pPr>
        <w:tabs>
          <w:tab w:val="left" w:pos="6195"/>
        </w:tabs>
      </w:pPr>
      <w:r>
        <w:t>209.1194</w:t>
      </w:r>
      <w:r>
        <w:tab/>
        <w:t>3.838e0</w:t>
      </w:r>
    </w:p>
    <w:p w:rsidR="00354DF7" w:rsidRDefault="00354DF7" w:rsidP="00354DF7">
      <w:pPr>
        <w:tabs>
          <w:tab w:val="left" w:pos="6195"/>
        </w:tabs>
      </w:pPr>
      <w:r>
        <w:t>209.1346</w:t>
      </w:r>
      <w:r>
        <w:tab/>
        <w:t>7.052e0</w:t>
      </w:r>
    </w:p>
    <w:p w:rsidR="00354DF7" w:rsidRDefault="00354DF7" w:rsidP="00354DF7">
      <w:pPr>
        <w:tabs>
          <w:tab w:val="left" w:pos="6195"/>
        </w:tabs>
      </w:pPr>
      <w:r>
        <w:t>209.1372</w:t>
      </w:r>
      <w:r>
        <w:tab/>
        <w:t>1.131e1</w:t>
      </w:r>
    </w:p>
    <w:p w:rsidR="00354DF7" w:rsidRDefault="00354DF7" w:rsidP="00354DF7">
      <w:pPr>
        <w:tabs>
          <w:tab w:val="left" w:pos="6195"/>
        </w:tabs>
      </w:pPr>
      <w:r>
        <w:lastRenderedPageBreak/>
        <w:t>209.1415</w:t>
      </w:r>
      <w:r>
        <w:tab/>
        <w:t>3.695e0</w:t>
      </w:r>
    </w:p>
    <w:p w:rsidR="00354DF7" w:rsidRDefault="00354DF7" w:rsidP="00354DF7">
      <w:pPr>
        <w:tabs>
          <w:tab w:val="left" w:pos="6195"/>
        </w:tabs>
      </w:pPr>
      <w:r>
        <w:t>209.1615</w:t>
      </w:r>
      <w:r>
        <w:tab/>
        <w:t>8.458e0</w:t>
      </w:r>
    </w:p>
    <w:p w:rsidR="00354DF7" w:rsidRDefault="00354DF7" w:rsidP="00354DF7">
      <w:pPr>
        <w:tabs>
          <w:tab w:val="left" w:pos="6195"/>
        </w:tabs>
      </w:pPr>
      <w:r>
        <w:t>209.1656</w:t>
      </w:r>
      <w:r>
        <w:tab/>
        <w:t>1.978e0</w:t>
      </w:r>
    </w:p>
    <w:p w:rsidR="00354DF7" w:rsidRDefault="00354DF7" w:rsidP="00354DF7">
      <w:pPr>
        <w:tabs>
          <w:tab w:val="left" w:pos="6195"/>
        </w:tabs>
      </w:pPr>
      <w:r>
        <w:t>209.2016</w:t>
      </w:r>
      <w:r>
        <w:tab/>
        <w:t>1.833e0</w:t>
      </w:r>
    </w:p>
    <w:p w:rsidR="00354DF7" w:rsidRDefault="00354DF7" w:rsidP="00354DF7">
      <w:pPr>
        <w:tabs>
          <w:tab w:val="left" w:pos="6195"/>
        </w:tabs>
      </w:pPr>
      <w:r>
        <w:t>209.2029</w:t>
      </w:r>
      <w:r>
        <w:tab/>
        <w:t>1.334e0</w:t>
      </w:r>
    </w:p>
    <w:p w:rsidR="00354DF7" w:rsidRDefault="00354DF7" w:rsidP="00354DF7">
      <w:pPr>
        <w:tabs>
          <w:tab w:val="left" w:pos="6195"/>
        </w:tabs>
      </w:pPr>
      <w:r>
        <w:t>209.2153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209.2190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209.2228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209.2426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209.2524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209.2550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209.2687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209.2757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209.2776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209.2925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209.3100</w:t>
      </w:r>
      <w:r>
        <w:tab/>
        <w:t>3.581e0</w:t>
      </w:r>
    </w:p>
    <w:p w:rsidR="00354DF7" w:rsidRDefault="00354DF7" w:rsidP="00354DF7">
      <w:pPr>
        <w:tabs>
          <w:tab w:val="left" w:pos="6195"/>
        </w:tabs>
      </w:pPr>
      <w:r>
        <w:t>209.3263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209.3285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209.3344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209.3384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209.3599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209.3621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209.3776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209.3831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209.3856</w:t>
      </w:r>
      <w:r>
        <w:tab/>
        <w:t>2.762e0</w:t>
      </w:r>
    </w:p>
    <w:p w:rsidR="00354DF7" w:rsidRDefault="00354DF7" w:rsidP="00354DF7">
      <w:pPr>
        <w:tabs>
          <w:tab w:val="left" w:pos="6195"/>
        </w:tabs>
      </w:pPr>
      <w:r>
        <w:t>209.3948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209.4003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209.4154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209.4189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209.4286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209.4383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209.4494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209.4700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209.4777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209.4868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209.4890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209.5078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209.5152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209.5267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209.5341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209.5409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209.5501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209.5539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209.5561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209.5580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209.5703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209.5794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209.5891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209.6004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209.6043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209.6153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209.6212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209.6268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209.6306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209.6423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209.6542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209.6631</w:t>
      </w:r>
      <w:r>
        <w:tab/>
        <w:t>3.275e0</w:t>
      </w:r>
    </w:p>
    <w:p w:rsidR="00354DF7" w:rsidRDefault="00354DF7" w:rsidP="00354DF7">
      <w:pPr>
        <w:tabs>
          <w:tab w:val="left" w:pos="6195"/>
        </w:tabs>
      </w:pPr>
      <w:r>
        <w:lastRenderedPageBreak/>
        <w:t>209.6778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209.6816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209.6851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209.7081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209.7116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209.7157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209.7326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209.7458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209.7481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209.7740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209.7770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209.7843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209.7856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209.7893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209.8082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209.8155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209.8270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209.8361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209.8463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209.8582</w:t>
      </w:r>
      <w:r>
        <w:tab/>
        <w:t>3.110e0</w:t>
      </w:r>
    </w:p>
    <w:p w:rsidR="00354DF7" w:rsidRDefault="00354DF7" w:rsidP="00354DF7">
      <w:pPr>
        <w:tabs>
          <w:tab w:val="left" w:pos="6195"/>
        </w:tabs>
      </w:pPr>
      <w:r>
        <w:t>209.8772</w:t>
      </w:r>
      <w:r>
        <w:tab/>
        <w:t>1.208e1</w:t>
      </w:r>
    </w:p>
    <w:p w:rsidR="00354DF7" w:rsidRDefault="00354DF7" w:rsidP="00354DF7">
      <w:pPr>
        <w:tabs>
          <w:tab w:val="left" w:pos="6195"/>
        </w:tabs>
      </w:pPr>
      <w:r>
        <w:t>209.8891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209.9083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209.9095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209.9118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209.9399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209.9419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209.9499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209.9523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209.9538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209.9738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209.9781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210.0009</w:t>
      </w:r>
      <w:r>
        <w:tab/>
        <w:t>1.490e0</w:t>
      </w:r>
    </w:p>
    <w:p w:rsidR="00354DF7" w:rsidRDefault="00354DF7" w:rsidP="00354DF7">
      <w:pPr>
        <w:tabs>
          <w:tab w:val="left" w:pos="6195"/>
        </w:tabs>
      </w:pPr>
      <w:r>
        <w:t>210.0063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210.0100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210.0308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210.0327</w:t>
      </w:r>
      <w:r>
        <w:tab/>
        <w:t>4.203e0</w:t>
      </w:r>
    </w:p>
    <w:p w:rsidR="00354DF7" w:rsidRDefault="00354DF7" w:rsidP="00354DF7">
      <w:pPr>
        <w:tabs>
          <w:tab w:val="left" w:pos="6195"/>
        </w:tabs>
      </w:pPr>
      <w:r>
        <w:t>210.0400</w:t>
      </w:r>
      <w:r>
        <w:tab/>
        <w:t>7.698e0</w:t>
      </w:r>
    </w:p>
    <w:p w:rsidR="00354DF7" w:rsidRDefault="00354DF7" w:rsidP="00354DF7">
      <w:pPr>
        <w:tabs>
          <w:tab w:val="left" w:pos="6195"/>
        </w:tabs>
      </w:pPr>
      <w:r>
        <w:lastRenderedPageBreak/>
        <w:t>210.0454</w:t>
      </w:r>
      <w:r>
        <w:tab/>
        <w:t>3.644e0</w:t>
      </w:r>
    </w:p>
    <w:p w:rsidR="00354DF7" w:rsidRDefault="00354DF7" w:rsidP="00354DF7">
      <w:pPr>
        <w:tabs>
          <w:tab w:val="left" w:pos="6195"/>
        </w:tabs>
      </w:pPr>
      <w:r>
        <w:t>210.0502</w:t>
      </w:r>
      <w:r>
        <w:tab/>
        <w:t>1.150e1</w:t>
      </w:r>
    </w:p>
    <w:p w:rsidR="00354DF7" w:rsidRDefault="00354DF7" w:rsidP="00354DF7">
      <w:pPr>
        <w:tabs>
          <w:tab w:val="left" w:pos="6195"/>
        </w:tabs>
      </w:pPr>
      <w:r>
        <w:t>210.0696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210.0720</w:t>
      </w:r>
      <w:r>
        <w:tab/>
        <w:t>7.146e0</w:t>
      </w:r>
    </w:p>
    <w:p w:rsidR="00354DF7" w:rsidRDefault="00354DF7" w:rsidP="00354DF7">
      <w:pPr>
        <w:tabs>
          <w:tab w:val="left" w:pos="6195"/>
        </w:tabs>
      </w:pPr>
      <w:r>
        <w:t>210.0736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210.0748</w:t>
      </w:r>
      <w:r>
        <w:tab/>
        <w:t>1.240e1</w:t>
      </w:r>
    </w:p>
    <w:p w:rsidR="00354DF7" w:rsidRDefault="00354DF7" w:rsidP="00354DF7">
      <w:pPr>
        <w:tabs>
          <w:tab w:val="left" w:pos="6195"/>
        </w:tabs>
      </w:pPr>
      <w:r>
        <w:t>210.0764</w:t>
      </w:r>
      <w:r>
        <w:tab/>
        <w:t>5.255e0</w:t>
      </w:r>
    </w:p>
    <w:p w:rsidR="00354DF7" w:rsidRDefault="00354DF7" w:rsidP="00354DF7">
      <w:pPr>
        <w:tabs>
          <w:tab w:val="left" w:pos="6195"/>
        </w:tabs>
      </w:pPr>
      <w:r>
        <w:t>210.0888</w:t>
      </w:r>
      <w:r>
        <w:tab/>
        <w:t>2.151e0</w:t>
      </w:r>
    </w:p>
    <w:p w:rsidR="00354DF7" w:rsidRDefault="00354DF7" w:rsidP="00354DF7">
      <w:pPr>
        <w:tabs>
          <w:tab w:val="left" w:pos="6195"/>
        </w:tabs>
      </w:pPr>
      <w:r>
        <w:t>210.0976</w:t>
      </w:r>
      <w:r>
        <w:tab/>
        <w:t>2.815e0</w:t>
      </w:r>
    </w:p>
    <w:p w:rsidR="00354DF7" w:rsidRDefault="00354DF7" w:rsidP="00354DF7">
      <w:pPr>
        <w:tabs>
          <w:tab w:val="left" w:pos="6195"/>
        </w:tabs>
      </w:pPr>
      <w:r>
        <w:t>210.1044</w:t>
      </w:r>
      <w:r>
        <w:tab/>
        <w:t>4.238e0</w:t>
      </w:r>
    </w:p>
    <w:p w:rsidR="00354DF7" w:rsidRDefault="00354DF7" w:rsidP="00354DF7">
      <w:pPr>
        <w:tabs>
          <w:tab w:val="left" w:pos="6195"/>
        </w:tabs>
      </w:pPr>
      <w:r>
        <w:t>210.1061</w:t>
      </w:r>
      <w:r>
        <w:tab/>
        <w:t>6.284e0</w:t>
      </w:r>
    </w:p>
    <w:p w:rsidR="00354DF7" w:rsidRDefault="00354DF7" w:rsidP="00354DF7">
      <w:pPr>
        <w:tabs>
          <w:tab w:val="left" w:pos="6195"/>
        </w:tabs>
      </w:pPr>
      <w:r>
        <w:t>210.1259</w:t>
      </w:r>
      <w:r>
        <w:tab/>
        <w:t>1.088e1</w:t>
      </w:r>
    </w:p>
    <w:p w:rsidR="00354DF7" w:rsidRDefault="00354DF7" w:rsidP="00354DF7">
      <w:pPr>
        <w:tabs>
          <w:tab w:val="left" w:pos="6195"/>
        </w:tabs>
      </w:pPr>
      <w:r>
        <w:t>210.1297</w:t>
      </w:r>
      <w:r>
        <w:tab/>
        <w:t>1.950e1</w:t>
      </w:r>
    </w:p>
    <w:p w:rsidR="00354DF7" w:rsidRDefault="00354DF7" w:rsidP="00354DF7">
      <w:pPr>
        <w:tabs>
          <w:tab w:val="left" w:pos="6195"/>
        </w:tabs>
      </w:pPr>
      <w:r>
        <w:t>210.1315</w:t>
      </w:r>
      <w:r>
        <w:tab/>
        <w:t>4.749e0</w:t>
      </w:r>
    </w:p>
    <w:p w:rsidR="00354DF7" w:rsidRDefault="00354DF7" w:rsidP="00354DF7">
      <w:pPr>
        <w:tabs>
          <w:tab w:val="left" w:pos="6195"/>
        </w:tabs>
      </w:pPr>
      <w:r>
        <w:t>210.1345</w:t>
      </w:r>
      <w:r>
        <w:tab/>
        <w:t>1.919e0</w:t>
      </w:r>
    </w:p>
    <w:p w:rsidR="00354DF7" w:rsidRDefault="00354DF7" w:rsidP="00354DF7">
      <w:pPr>
        <w:tabs>
          <w:tab w:val="left" w:pos="6195"/>
        </w:tabs>
      </w:pPr>
      <w:r>
        <w:t>210.1557</w:t>
      </w:r>
      <w:r>
        <w:tab/>
        <w:t>3.452e0</w:t>
      </w:r>
    </w:p>
    <w:p w:rsidR="00354DF7" w:rsidRDefault="00354DF7" w:rsidP="00354DF7">
      <w:pPr>
        <w:tabs>
          <w:tab w:val="left" w:pos="6195"/>
        </w:tabs>
      </w:pPr>
      <w:r>
        <w:t>210.1609</w:t>
      </w:r>
      <w:r>
        <w:tab/>
        <w:t>4.858e0</w:t>
      </w:r>
    </w:p>
    <w:p w:rsidR="00354DF7" w:rsidRDefault="00354DF7" w:rsidP="00354DF7">
      <w:pPr>
        <w:tabs>
          <w:tab w:val="left" w:pos="6195"/>
        </w:tabs>
      </w:pPr>
      <w:r>
        <w:t>210.1645</w:t>
      </w:r>
      <w:r>
        <w:tab/>
        <w:t>1.766e1</w:t>
      </w:r>
    </w:p>
    <w:p w:rsidR="00354DF7" w:rsidRDefault="00354DF7" w:rsidP="00354DF7">
      <w:pPr>
        <w:tabs>
          <w:tab w:val="left" w:pos="6195"/>
        </w:tabs>
      </w:pPr>
      <w:r>
        <w:t>210.1814</w:t>
      </w:r>
      <w:r>
        <w:tab/>
        <w:t>2.249e0</w:t>
      </w:r>
    </w:p>
    <w:p w:rsidR="00354DF7" w:rsidRDefault="00354DF7" w:rsidP="00354DF7">
      <w:pPr>
        <w:tabs>
          <w:tab w:val="left" w:pos="6195"/>
        </w:tabs>
      </w:pPr>
      <w:r>
        <w:lastRenderedPageBreak/>
        <w:t>210.1854</w:t>
      </w:r>
      <w:r>
        <w:tab/>
        <w:t>1.964e0</w:t>
      </w:r>
    </w:p>
    <w:p w:rsidR="00354DF7" w:rsidRDefault="00354DF7" w:rsidP="00354DF7">
      <w:pPr>
        <w:tabs>
          <w:tab w:val="left" w:pos="6195"/>
        </w:tabs>
      </w:pPr>
      <w:r>
        <w:t>210.1889</w:t>
      </w:r>
      <w:r>
        <w:tab/>
        <w:t>3.421e0</w:t>
      </w:r>
    </w:p>
    <w:p w:rsidR="00354DF7" w:rsidRDefault="00354DF7" w:rsidP="00354DF7">
      <w:pPr>
        <w:tabs>
          <w:tab w:val="left" w:pos="6195"/>
        </w:tabs>
      </w:pPr>
      <w:r>
        <w:t>210.2053</w:t>
      </w:r>
      <w:r>
        <w:tab/>
        <w:t>2.746e0</w:t>
      </w:r>
    </w:p>
    <w:p w:rsidR="00354DF7" w:rsidRDefault="00354DF7" w:rsidP="00354DF7">
      <w:pPr>
        <w:tabs>
          <w:tab w:val="left" w:pos="6195"/>
        </w:tabs>
      </w:pPr>
      <w:r>
        <w:t>210.2220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210.2274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210.2314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210.2390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210.2413</w:t>
      </w:r>
      <w:r>
        <w:tab/>
        <w:t>3.938e0</w:t>
      </w:r>
    </w:p>
    <w:p w:rsidR="00354DF7" w:rsidRDefault="00354DF7" w:rsidP="00354DF7">
      <w:pPr>
        <w:tabs>
          <w:tab w:val="left" w:pos="6195"/>
        </w:tabs>
      </w:pPr>
      <w:r>
        <w:t>210.2626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210.2666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210.2676</w:t>
      </w:r>
      <w:r>
        <w:tab/>
        <w:t>3.110e0</w:t>
      </w:r>
    </w:p>
    <w:p w:rsidR="00354DF7" w:rsidRDefault="00354DF7" w:rsidP="00354DF7">
      <w:pPr>
        <w:tabs>
          <w:tab w:val="left" w:pos="6195"/>
        </w:tabs>
      </w:pPr>
      <w:r>
        <w:t>210.2743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210.2786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210.2938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210.2973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210.3013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210.3219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210.3239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210.3465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210.3545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210.3628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210.3708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210.3764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210.3788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210.3862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210.3900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210.4057</w:t>
      </w:r>
      <w:r>
        <w:tab/>
        <w:t>2.572e0</w:t>
      </w:r>
    </w:p>
    <w:p w:rsidR="00354DF7" w:rsidRDefault="00354DF7" w:rsidP="00354DF7">
      <w:pPr>
        <w:tabs>
          <w:tab w:val="left" w:pos="6195"/>
        </w:tabs>
      </w:pPr>
      <w:r>
        <w:t>210.4167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210.4240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210.4253</w:t>
      </w:r>
      <w:r>
        <w:tab/>
        <w:t>1.479e0</w:t>
      </w:r>
    </w:p>
    <w:p w:rsidR="00354DF7" w:rsidRDefault="00354DF7" w:rsidP="00354DF7">
      <w:pPr>
        <w:tabs>
          <w:tab w:val="left" w:pos="6195"/>
        </w:tabs>
      </w:pPr>
      <w:r>
        <w:t>210.4299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210.4353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210.4393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210.4631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210.4703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210.4746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210.4789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210.4904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210.4939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210.4959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210.5056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210.5132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210.5280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210.5302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210.5355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210.5396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210.5594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210.5671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210.5692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210.5714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210.5751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210.5811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210.6020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210.6055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210.6226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210.6248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210.6400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210.6555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210.6616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210.6819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210.6839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210.6891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210.6947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210.7020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210.7137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210.7268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210.7344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210.7402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210.7561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210.7641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210.7656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210.7686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210.7746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210.7759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210.8025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210.8063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210.8212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210.8325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210.8365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210.8454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210.8545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210.8645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210.8762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210.8839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210.8990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210.9066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210.9126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210.9233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210.9393</w:t>
      </w:r>
      <w:r>
        <w:tab/>
        <w:t>3.315e0</w:t>
      </w:r>
    </w:p>
    <w:p w:rsidR="00354DF7" w:rsidRDefault="00354DF7" w:rsidP="00354DF7">
      <w:pPr>
        <w:tabs>
          <w:tab w:val="left" w:pos="6195"/>
        </w:tabs>
      </w:pPr>
      <w:r>
        <w:t>210.9610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210.9729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210.9769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210.9861</w:t>
      </w:r>
      <w:r>
        <w:tab/>
        <w:t>1.929e0</w:t>
      </w:r>
    </w:p>
    <w:p w:rsidR="00354DF7" w:rsidRDefault="00354DF7" w:rsidP="00354DF7">
      <w:pPr>
        <w:tabs>
          <w:tab w:val="left" w:pos="6195"/>
        </w:tabs>
      </w:pPr>
      <w:r>
        <w:t>210.9877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210.9990</w:t>
      </w:r>
      <w:r>
        <w:tab/>
        <w:t>3.163e0</w:t>
      </w:r>
    </w:p>
    <w:p w:rsidR="00354DF7" w:rsidRDefault="00354DF7" w:rsidP="00354DF7">
      <w:pPr>
        <w:tabs>
          <w:tab w:val="left" w:pos="6195"/>
        </w:tabs>
      </w:pPr>
      <w:r>
        <w:lastRenderedPageBreak/>
        <w:t>211.0279</w:t>
      </w:r>
      <w:r>
        <w:tab/>
        <w:t>1.448e0</w:t>
      </w:r>
    </w:p>
    <w:p w:rsidR="00354DF7" w:rsidRDefault="00354DF7" w:rsidP="00354DF7">
      <w:pPr>
        <w:tabs>
          <w:tab w:val="left" w:pos="6195"/>
        </w:tabs>
      </w:pPr>
      <w:r>
        <w:t>211.0427</w:t>
      </w:r>
      <w:r>
        <w:tab/>
        <w:t>1.408e0</w:t>
      </w:r>
    </w:p>
    <w:p w:rsidR="00354DF7" w:rsidRDefault="00354DF7" w:rsidP="00354DF7">
      <w:pPr>
        <w:tabs>
          <w:tab w:val="left" w:pos="6195"/>
        </w:tabs>
      </w:pPr>
      <w:r>
        <w:t>211.0534</w:t>
      </w:r>
      <w:r>
        <w:tab/>
        <w:t>2.860e0</w:t>
      </w:r>
    </w:p>
    <w:p w:rsidR="00354DF7" w:rsidRDefault="00354DF7" w:rsidP="00354DF7">
      <w:pPr>
        <w:tabs>
          <w:tab w:val="left" w:pos="6195"/>
        </w:tabs>
      </w:pPr>
      <w:r>
        <w:t>211.0582</w:t>
      </w:r>
      <w:r>
        <w:tab/>
        <w:t>2.708e0</w:t>
      </w:r>
    </w:p>
    <w:p w:rsidR="00354DF7" w:rsidRDefault="00354DF7" w:rsidP="00354DF7">
      <w:pPr>
        <w:tabs>
          <w:tab w:val="left" w:pos="6195"/>
        </w:tabs>
      </w:pPr>
      <w:r>
        <w:t>211.0640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211.0770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211.0794</w:t>
      </w:r>
      <w:r>
        <w:tab/>
        <w:t>3.822e0</w:t>
      </w:r>
    </w:p>
    <w:p w:rsidR="00354DF7" w:rsidRDefault="00354DF7" w:rsidP="00354DF7">
      <w:pPr>
        <w:tabs>
          <w:tab w:val="left" w:pos="6195"/>
        </w:tabs>
      </w:pPr>
      <w:r>
        <w:t>211.0816</w:t>
      </w:r>
      <w:r>
        <w:tab/>
        <w:t>4.161e0</w:t>
      </w:r>
    </w:p>
    <w:p w:rsidR="00354DF7" w:rsidRDefault="00354DF7" w:rsidP="00354DF7">
      <w:pPr>
        <w:tabs>
          <w:tab w:val="left" w:pos="6195"/>
        </w:tabs>
      </w:pPr>
      <w:r>
        <w:t>211.0880</w:t>
      </w:r>
      <w:r>
        <w:tab/>
        <w:t>1.437e0</w:t>
      </w:r>
    </w:p>
    <w:p w:rsidR="00354DF7" w:rsidRDefault="00354DF7" w:rsidP="00354DF7">
      <w:pPr>
        <w:tabs>
          <w:tab w:val="left" w:pos="6195"/>
        </w:tabs>
      </w:pPr>
      <w:r>
        <w:t>211.1123</w:t>
      </w:r>
      <w:r>
        <w:tab/>
        <w:t>3.155e0</w:t>
      </w:r>
    </w:p>
    <w:p w:rsidR="00354DF7" w:rsidRDefault="00354DF7" w:rsidP="00354DF7">
      <w:pPr>
        <w:tabs>
          <w:tab w:val="left" w:pos="6195"/>
        </w:tabs>
      </w:pPr>
      <w:r>
        <w:t>211.1158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211.1209</w:t>
      </w:r>
      <w:r>
        <w:tab/>
        <w:t>2.548e0</w:t>
      </w:r>
    </w:p>
    <w:p w:rsidR="00354DF7" w:rsidRDefault="00354DF7" w:rsidP="00354DF7">
      <w:pPr>
        <w:tabs>
          <w:tab w:val="left" w:pos="6195"/>
        </w:tabs>
      </w:pPr>
      <w:r>
        <w:t>211.1287</w:t>
      </w:r>
      <w:r>
        <w:tab/>
        <w:t>1.461e0</w:t>
      </w:r>
    </w:p>
    <w:p w:rsidR="00354DF7" w:rsidRDefault="00354DF7" w:rsidP="00354DF7">
      <w:pPr>
        <w:tabs>
          <w:tab w:val="left" w:pos="6195"/>
        </w:tabs>
      </w:pPr>
      <w:r>
        <w:t>211.1369</w:t>
      </w:r>
      <w:r>
        <w:tab/>
        <w:t>8.305e0</w:t>
      </w:r>
    </w:p>
    <w:p w:rsidR="00354DF7" w:rsidRDefault="00354DF7" w:rsidP="00354DF7">
      <w:pPr>
        <w:tabs>
          <w:tab w:val="left" w:pos="6195"/>
        </w:tabs>
      </w:pPr>
      <w:r>
        <w:t>211.1399</w:t>
      </w:r>
      <w:r>
        <w:tab/>
        <w:t>1.035e1</w:t>
      </w:r>
    </w:p>
    <w:p w:rsidR="00354DF7" w:rsidRDefault="00354DF7" w:rsidP="00354DF7">
      <w:pPr>
        <w:tabs>
          <w:tab w:val="left" w:pos="6195"/>
        </w:tabs>
      </w:pPr>
      <w:r>
        <w:t>211.1433</w:t>
      </w:r>
      <w:r>
        <w:tab/>
        <w:t>7.211e0</w:t>
      </w:r>
    </w:p>
    <w:p w:rsidR="00354DF7" w:rsidRDefault="00354DF7" w:rsidP="00354DF7">
      <w:pPr>
        <w:tabs>
          <w:tab w:val="left" w:pos="6195"/>
        </w:tabs>
      </w:pPr>
      <w:r>
        <w:t>211.1698</w:t>
      </w:r>
      <w:r>
        <w:tab/>
        <w:t>1.707e1</w:t>
      </w:r>
    </w:p>
    <w:p w:rsidR="00354DF7" w:rsidRDefault="00354DF7" w:rsidP="00354DF7">
      <w:pPr>
        <w:tabs>
          <w:tab w:val="left" w:pos="6195"/>
        </w:tabs>
      </w:pPr>
      <w:r>
        <w:t>211.1739</w:t>
      </w:r>
      <w:r>
        <w:tab/>
        <w:t>1.290e1</w:t>
      </w:r>
    </w:p>
    <w:p w:rsidR="00354DF7" w:rsidRDefault="00354DF7" w:rsidP="00354DF7">
      <w:pPr>
        <w:tabs>
          <w:tab w:val="left" w:pos="6195"/>
        </w:tabs>
      </w:pPr>
      <w:r>
        <w:t>211.1770</w:t>
      </w:r>
      <w:r>
        <w:tab/>
        <w:t>2.425e0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211.1955</w:t>
      </w:r>
      <w:r>
        <w:tab/>
        <w:t>3.757e0</w:t>
      </w:r>
    </w:p>
    <w:p w:rsidR="00354DF7" w:rsidRDefault="00354DF7" w:rsidP="00354DF7">
      <w:pPr>
        <w:tabs>
          <w:tab w:val="left" w:pos="6195"/>
        </w:tabs>
      </w:pPr>
      <w:r>
        <w:t>211.2148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211.2189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211.2304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211.2739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211.2890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211.2925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211.3042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211.3114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211.3135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211.3180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211.3229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211.3428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211.3512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211.3552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211.3629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211.3663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211.3683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211.3855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211.3912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211.3931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211.3979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211.4157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211.4222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211.4277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211.4296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211.4398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211.4537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211.4630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211.4689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211.4918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211.4970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211.5038</w:t>
      </w:r>
      <w:r>
        <w:tab/>
        <w:t>2.456e0</w:t>
      </w:r>
    </w:p>
    <w:p w:rsidR="00354DF7" w:rsidRDefault="00354DF7" w:rsidP="00354DF7">
      <w:pPr>
        <w:tabs>
          <w:tab w:val="left" w:pos="6195"/>
        </w:tabs>
      </w:pPr>
      <w:r>
        <w:t>211.5092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211.5201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211.5405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211.5445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211.5557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211.5673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211.5749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211.5766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211.5898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211.5939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211.6014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211.6049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211.6211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211.6248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211.6369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211.6412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211.6486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211.6618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211.6639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211.6677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211.6873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211.7120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211.7177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211.7274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211.7339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211.7436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211.7455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211.7565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211.7720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211.7836</w:t>
      </w:r>
      <w:r>
        <w:tab/>
        <w:t>2.480e0</w:t>
      </w:r>
    </w:p>
    <w:p w:rsidR="00354DF7" w:rsidRDefault="00354DF7" w:rsidP="00354DF7">
      <w:pPr>
        <w:tabs>
          <w:tab w:val="left" w:pos="6195"/>
        </w:tabs>
      </w:pPr>
      <w:r>
        <w:t>211.7868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211.7946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211.8146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211.8183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211.8264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211.8383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211.8408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211.8459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211.8610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211.8695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211.8759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211.8797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211.8875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211.8929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211.9034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211.9152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211.9213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211.9275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211.9312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211.9347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211.9501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211.9536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211.9751</w:t>
      </w:r>
      <w:r>
        <w:tab/>
        <w:t>5.900e0</w:t>
      </w:r>
    </w:p>
    <w:p w:rsidR="00354DF7" w:rsidRDefault="00354DF7" w:rsidP="00354DF7">
      <w:pPr>
        <w:tabs>
          <w:tab w:val="left" w:pos="6195"/>
        </w:tabs>
      </w:pPr>
      <w:r>
        <w:t>212.0025</w:t>
      </w:r>
      <w:r>
        <w:tab/>
        <w:t>1.808e1</w:t>
      </w:r>
    </w:p>
    <w:p w:rsidR="00354DF7" w:rsidRDefault="00354DF7" w:rsidP="00354DF7">
      <w:pPr>
        <w:tabs>
          <w:tab w:val="left" w:pos="6195"/>
        </w:tabs>
      </w:pPr>
      <w:r>
        <w:t>212.0056</w:t>
      </w:r>
      <w:r>
        <w:tab/>
        <w:t>1.047e1</w:t>
      </w:r>
    </w:p>
    <w:p w:rsidR="00354DF7" w:rsidRDefault="00354DF7" w:rsidP="00354DF7">
      <w:pPr>
        <w:tabs>
          <w:tab w:val="left" w:pos="6195"/>
        </w:tabs>
      </w:pPr>
      <w:r>
        <w:t>212.0073</w:t>
      </w:r>
      <w:r>
        <w:tab/>
        <w:t>9.376e0</w:t>
      </w:r>
    </w:p>
    <w:p w:rsidR="00354DF7" w:rsidRDefault="00354DF7" w:rsidP="00354DF7">
      <w:pPr>
        <w:tabs>
          <w:tab w:val="left" w:pos="6195"/>
        </w:tabs>
      </w:pPr>
      <w:r>
        <w:t>212.0131</w:t>
      </w:r>
      <w:r>
        <w:tab/>
        <w:t>3.835e1</w:t>
      </w:r>
    </w:p>
    <w:p w:rsidR="00354DF7" w:rsidRDefault="00354DF7" w:rsidP="00354DF7">
      <w:pPr>
        <w:tabs>
          <w:tab w:val="left" w:pos="6195"/>
        </w:tabs>
      </w:pPr>
      <w:r>
        <w:t>212.0158</w:t>
      </w:r>
      <w:r>
        <w:tab/>
        <w:t>2.140e1</w:t>
      </w:r>
    </w:p>
    <w:p w:rsidR="00354DF7" w:rsidRDefault="00354DF7" w:rsidP="00354DF7">
      <w:pPr>
        <w:tabs>
          <w:tab w:val="left" w:pos="6195"/>
        </w:tabs>
      </w:pPr>
      <w:r>
        <w:t>212.0398</w:t>
      </w:r>
      <w:r>
        <w:tab/>
        <w:t>3.762e0</w:t>
      </w:r>
    </w:p>
    <w:p w:rsidR="00354DF7" w:rsidRDefault="00354DF7" w:rsidP="00354DF7">
      <w:pPr>
        <w:tabs>
          <w:tab w:val="left" w:pos="6195"/>
        </w:tabs>
      </w:pPr>
      <w:r>
        <w:t>212.0417</w:t>
      </w:r>
      <w:r>
        <w:tab/>
        <w:t>5.238e0</w:t>
      </w:r>
    </w:p>
    <w:p w:rsidR="00354DF7" w:rsidRDefault="00354DF7" w:rsidP="00354DF7">
      <w:pPr>
        <w:tabs>
          <w:tab w:val="left" w:pos="6195"/>
        </w:tabs>
      </w:pPr>
      <w:r>
        <w:t>212.0582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212.0727</w:t>
      </w:r>
      <w:r>
        <w:tab/>
        <w:t>6.273e0</w:t>
      </w:r>
    </w:p>
    <w:p w:rsidR="00354DF7" w:rsidRDefault="00354DF7" w:rsidP="00354DF7">
      <w:pPr>
        <w:tabs>
          <w:tab w:val="left" w:pos="6195"/>
        </w:tabs>
      </w:pPr>
      <w:r>
        <w:lastRenderedPageBreak/>
        <w:t>212.0765</w:t>
      </w:r>
      <w:r>
        <w:tab/>
        <w:t>3.768e0</w:t>
      </w:r>
    </w:p>
    <w:p w:rsidR="00354DF7" w:rsidRDefault="00354DF7" w:rsidP="00354DF7">
      <w:pPr>
        <w:tabs>
          <w:tab w:val="left" w:pos="6195"/>
        </w:tabs>
      </w:pPr>
      <w:r>
        <w:t>212.0790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212.0829</w:t>
      </w:r>
      <w:r>
        <w:tab/>
        <w:t>1.742e0</w:t>
      </w:r>
    </w:p>
    <w:p w:rsidR="00354DF7" w:rsidRDefault="00354DF7" w:rsidP="00354DF7">
      <w:pPr>
        <w:tabs>
          <w:tab w:val="left" w:pos="6195"/>
        </w:tabs>
      </w:pPr>
      <w:r>
        <w:t>212.0936</w:t>
      </w:r>
      <w:r>
        <w:tab/>
        <w:t>2.894e0</w:t>
      </w:r>
    </w:p>
    <w:p w:rsidR="00354DF7" w:rsidRDefault="00354DF7" w:rsidP="00354DF7">
      <w:pPr>
        <w:tabs>
          <w:tab w:val="left" w:pos="6195"/>
        </w:tabs>
      </w:pPr>
      <w:r>
        <w:t>212.0994</w:t>
      </w:r>
      <w:r>
        <w:tab/>
        <w:t>2.908e0</w:t>
      </w:r>
    </w:p>
    <w:p w:rsidR="00354DF7" w:rsidRDefault="00354DF7" w:rsidP="00354DF7">
      <w:pPr>
        <w:tabs>
          <w:tab w:val="left" w:pos="6195"/>
        </w:tabs>
      </w:pPr>
      <w:r>
        <w:t>212.1057</w:t>
      </w:r>
      <w:r>
        <w:tab/>
        <w:t>3.080e0</w:t>
      </w:r>
    </w:p>
    <w:p w:rsidR="00354DF7" w:rsidRDefault="00354DF7" w:rsidP="00354DF7">
      <w:pPr>
        <w:tabs>
          <w:tab w:val="left" w:pos="6195"/>
        </w:tabs>
      </w:pPr>
      <w:r>
        <w:t>212.1374</w:t>
      </w:r>
      <w:r>
        <w:tab/>
        <w:t>7.194e0</w:t>
      </w:r>
    </w:p>
    <w:p w:rsidR="00354DF7" w:rsidRDefault="00354DF7" w:rsidP="00354DF7">
      <w:pPr>
        <w:tabs>
          <w:tab w:val="left" w:pos="6195"/>
        </w:tabs>
      </w:pPr>
      <w:r>
        <w:t>212.1448</w:t>
      </w:r>
      <w:r>
        <w:tab/>
        <w:t>5.836e1</w:t>
      </w:r>
    </w:p>
    <w:p w:rsidR="00354DF7" w:rsidRDefault="00354DF7" w:rsidP="00354DF7">
      <w:pPr>
        <w:tabs>
          <w:tab w:val="left" w:pos="6195"/>
        </w:tabs>
      </w:pPr>
      <w:r>
        <w:t>212.1504</w:t>
      </w:r>
      <w:r>
        <w:tab/>
        <w:t>9.129e0</w:t>
      </w:r>
    </w:p>
    <w:p w:rsidR="00354DF7" w:rsidRDefault="00354DF7" w:rsidP="00354DF7">
      <w:pPr>
        <w:tabs>
          <w:tab w:val="left" w:pos="6195"/>
        </w:tabs>
      </w:pPr>
      <w:r>
        <w:t>212.1634</w:t>
      </w:r>
      <w:r>
        <w:tab/>
        <w:t>7.202e0</w:t>
      </w:r>
    </w:p>
    <w:p w:rsidR="00354DF7" w:rsidRDefault="00354DF7" w:rsidP="00354DF7">
      <w:pPr>
        <w:tabs>
          <w:tab w:val="left" w:pos="6195"/>
        </w:tabs>
      </w:pPr>
      <w:r>
        <w:t>212.1771</w:t>
      </w:r>
      <w:r>
        <w:tab/>
        <w:t>2.190e0</w:t>
      </w:r>
    </w:p>
    <w:p w:rsidR="00354DF7" w:rsidRDefault="00354DF7" w:rsidP="00354DF7">
      <w:pPr>
        <w:tabs>
          <w:tab w:val="left" w:pos="6195"/>
        </w:tabs>
      </w:pPr>
      <w:r>
        <w:t>212.1940</w:t>
      </w:r>
      <w:r>
        <w:tab/>
        <w:t>4.725e0</w:t>
      </w:r>
    </w:p>
    <w:p w:rsidR="00354DF7" w:rsidRDefault="00354DF7" w:rsidP="00354DF7">
      <w:pPr>
        <w:tabs>
          <w:tab w:val="left" w:pos="6195"/>
        </w:tabs>
      </w:pPr>
      <w:r>
        <w:t>212.1985</w:t>
      </w:r>
      <w:r>
        <w:tab/>
        <w:t>1.792e0</w:t>
      </w:r>
    </w:p>
    <w:p w:rsidR="00354DF7" w:rsidRDefault="00354DF7" w:rsidP="00354DF7">
      <w:pPr>
        <w:tabs>
          <w:tab w:val="left" w:pos="6195"/>
        </w:tabs>
      </w:pPr>
      <w:r>
        <w:t>212.2019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212.2038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212.2100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212.2271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212.2326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212.2361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212.2380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212.2402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212.2478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212.2591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212.2718</w:t>
      </w:r>
      <w:r>
        <w:tab/>
        <w:t>3.076e0</w:t>
      </w:r>
    </w:p>
    <w:p w:rsidR="00354DF7" w:rsidRDefault="00354DF7" w:rsidP="00354DF7">
      <w:pPr>
        <w:tabs>
          <w:tab w:val="left" w:pos="6195"/>
        </w:tabs>
      </w:pPr>
      <w:r>
        <w:t>212.2789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212.2870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212.2910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212.2991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212.3045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212.3309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212.3404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212.3483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212.3577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212.3613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212.3640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212.3794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212.3840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212.3868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212.3916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212.4108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212.4220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212.4239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212.4374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212.4607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212.4648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212.4810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212.4849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212.4882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212.4999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212.5114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212.5190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212.5225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212.5504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212.5538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212.5579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212.5756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212.5779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212.5889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212.5987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212.6006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212.6041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212.6144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212.6195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212.6271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212.6330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212.6388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212.6489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212.6677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212.6724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212.6935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212.7047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212.7179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212.7196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212.7237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212.7579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212.7598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212.7651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212.7675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212.7751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212.7789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212.7889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212.7980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212.8112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212.8130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212.8330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212.8410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212.8527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212.8568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212.8754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212.8776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212.8793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212.9022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212.9144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212.9220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212.9242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212.9303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212.9441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212.9498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212.9688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212.9758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212.9802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212.9856</w:t>
      </w:r>
      <w:r>
        <w:tab/>
        <w:t>2.818e0</w:t>
      </w:r>
    </w:p>
    <w:p w:rsidR="00354DF7" w:rsidRDefault="00354DF7" w:rsidP="00354DF7">
      <w:pPr>
        <w:tabs>
          <w:tab w:val="left" w:pos="6195"/>
        </w:tabs>
      </w:pPr>
      <w:r>
        <w:t>213.0168</w:t>
      </w:r>
      <w:r>
        <w:tab/>
        <w:t>2.195e1</w:t>
      </w:r>
    </w:p>
    <w:p w:rsidR="00354DF7" w:rsidRDefault="00354DF7" w:rsidP="00354DF7">
      <w:pPr>
        <w:tabs>
          <w:tab w:val="left" w:pos="6195"/>
        </w:tabs>
      </w:pPr>
      <w:r>
        <w:t>213.0181</w:t>
      </w:r>
      <w:r>
        <w:tab/>
        <w:t>3.322e1</w:t>
      </w:r>
    </w:p>
    <w:p w:rsidR="00354DF7" w:rsidRDefault="00354DF7" w:rsidP="00354DF7">
      <w:pPr>
        <w:tabs>
          <w:tab w:val="left" w:pos="6195"/>
        </w:tabs>
      </w:pPr>
      <w:r>
        <w:t>213.0201</w:t>
      </w:r>
      <w:r>
        <w:tab/>
        <w:t>4.009e1</w:t>
      </w:r>
    </w:p>
    <w:p w:rsidR="00354DF7" w:rsidRDefault="00354DF7" w:rsidP="00354DF7">
      <w:pPr>
        <w:tabs>
          <w:tab w:val="left" w:pos="6195"/>
        </w:tabs>
      </w:pPr>
      <w:r>
        <w:t>213.0213</w:t>
      </w:r>
      <w:r>
        <w:tab/>
        <w:t>7.175e1</w:t>
      </w:r>
    </w:p>
    <w:p w:rsidR="00354DF7" w:rsidRDefault="00354DF7" w:rsidP="00354DF7">
      <w:pPr>
        <w:tabs>
          <w:tab w:val="left" w:pos="6195"/>
        </w:tabs>
      </w:pPr>
      <w:r>
        <w:t>213.0637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213.0656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213.0870</w:t>
      </w:r>
      <w:r>
        <w:tab/>
        <w:t>1.229e1</w:t>
      </w:r>
    </w:p>
    <w:p w:rsidR="00354DF7" w:rsidRDefault="00354DF7" w:rsidP="00354DF7">
      <w:pPr>
        <w:tabs>
          <w:tab w:val="left" w:pos="6195"/>
        </w:tabs>
      </w:pPr>
      <w:r>
        <w:t>213.0885</w:t>
      </w:r>
      <w:r>
        <w:tab/>
        <w:t>3.847e0</w:t>
      </w:r>
    </w:p>
    <w:p w:rsidR="00354DF7" w:rsidRDefault="00354DF7" w:rsidP="00354DF7">
      <w:pPr>
        <w:tabs>
          <w:tab w:val="left" w:pos="6195"/>
        </w:tabs>
      </w:pPr>
      <w:r>
        <w:t>213.0924</w:t>
      </w:r>
      <w:r>
        <w:tab/>
        <w:t>6.067e0</w:t>
      </w:r>
    </w:p>
    <w:p w:rsidR="00354DF7" w:rsidRDefault="00354DF7" w:rsidP="00354DF7">
      <w:pPr>
        <w:tabs>
          <w:tab w:val="left" w:pos="6195"/>
        </w:tabs>
      </w:pPr>
      <w:r>
        <w:t>213.0940</w:t>
      </w:r>
      <w:r>
        <w:tab/>
        <w:t>2.422e0</w:t>
      </w:r>
    </w:p>
    <w:p w:rsidR="00354DF7" w:rsidRDefault="00354DF7" w:rsidP="00354DF7">
      <w:pPr>
        <w:tabs>
          <w:tab w:val="left" w:pos="6195"/>
        </w:tabs>
      </w:pPr>
      <w:r>
        <w:t>213.1034</w:t>
      </w:r>
      <w:r>
        <w:tab/>
        <w:t>3.119e0</w:t>
      </w:r>
    </w:p>
    <w:p w:rsidR="00354DF7" w:rsidRDefault="00354DF7" w:rsidP="00354DF7">
      <w:pPr>
        <w:tabs>
          <w:tab w:val="left" w:pos="6195"/>
        </w:tabs>
      </w:pPr>
      <w:r>
        <w:t>213.1118</w:t>
      </w:r>
      <w:r>
        <w:tab/>
        <w:t>3.912e0</w:t>
      </w:r>
    </w:p>
    <w:p w:rsidR="00354DF7" w:rsidRDefault="00354DF7" w:rsidP="00354DF7">
      <w:pPr>
        <w:tabs>
          <w:tab w:val="left" w:pos="6195"/>
        </w:tabs>
      </w:pPr>
      <w:r>
        <w:lastRenderedPageBreak/>
        <w:t>213.1168</w:t>
      </w:r>
      <w:r>
        <w:tab/>
        <w:t>4.008e0</w:t>
      </w:r>
    </w:p>
    <w:p w:rsidR="00354DF7" w:rsidRDefault="00354DF7" w:rsidP="00354DF7">
      <w:pPr>
        <w:tabs>
          <w:tab w:val="left" w:pos="6195"/>
        </w:tabs>
      </w:pPr>
      <w:r>
        <w:t>213.1213</w:t>
      </w:r>
      <w:r>
        <w:tab/>
        <w:t>9.805e0</w:t>
      </w:r>
    </w:p>
    <w:p w:rsidR="00354DF7" w:rsidRDefault="00354DF7" w:rsidP="00354DF7">
      <w:pPr>
        <w:tabs>
          <w:tab w:val="left" w:pos="6195"/>
        </w:tabs>
      </w:pPr>
      <w:r>
        <w:t>213.1415</w:t>
      </w:r>
      <w:r>
        <w:tab/>
        <w:t>3.129e0</w:t>
      </w:r>
    </w:p>
    <w:p w:rsidR="00354DF7" w:rsidRDefault="00354DF7" w:rsidP="00354DF7">
      <w:pPr>
        <w:tabs>
          <w:tab w:val="left" w:pos="6195"/>
        </w:tabs>
      </w:pPr>
      <w:r>
        <w:t>213.1425</w:t>
      </w:r>
      <w:r>
        <w:tab/>
        <w:t>6.709e0</w:t>
      </w:r>
    </w:p>
    <w:p w:rsidR="00354DF7" w:rsidRDefault="00354DF7" w:rsidP="00354DF7">
      <w:pPr>
        <w:tabs>
          <w:tab w:val="left" w:pos="6195"/>
        </w:tabs>
      </w:pPr>
      <w:r>
        <w:t>213.1488</w:t>
      </w:r>
      <w:r>
        <w:tab/>
        <w:t>7.282e0</w:t>
      </w:r>
    </w:p>
    <w:p w:rsidR="00354DF7" w:rsidRDefault="00354DF7" w:rsidP="00354DF7">
      <w:pPr>
        <w:tabs>
          <w:tab w:val="left" w:pos="6195"/>
        </w:tabs>
      </w:pPr>
      <w:r>
        <w:t>213.1574</w:t>
      </w:r>
      <w:r>
        <w:tab/>
        <w:t>1.126e1</w:t>
      </w:r>
    </w:p>
    <w:p w:rsidR="00354DF7" w:rsidRDefault="00354DF7" w:rsidP="00354DF7">
      <w:pPr>
        <w:tabs>
          <w:tab w:val="left" w:pos="6195"/>
        </w:tabs>
      </w:pPr>
      <w:r>
        <w:t>213.1631</w:t>
      </w:r>
      <w:r>
        <w:tab/>
        <w:t>2.064e1</w:t>
      </w:r>
    </w:p>
    <w:p w:rsidR="00354DF7" w:rsidRDefault="00354DF7" w:rsidP="00354DF7">
      <w:pPr>
        <w:tabs>
          <w:tab w:val="left" w:pos="6195"/>
        </w:tabs>
      </w:pPr>
      <w:r>
        <w:t>213.1914</w:t>
      </w:r>
      <w:r>
        <w:tab/>
        <w:t>4.213e0</w:t>
      </w:r>
    </w:p>
    <w:p w:rsidR="00354DF7" w:rsidRDefault="00354DF7" w:rsidP="00354DF7">
      <w:pPr>
        <w:tabs>
          <w:tab w:val="left" w:pos="6195"/>
        </w:tabs>
      </w:pPr>
      <w:r>
        <w:t>213.1977</w:t>
      </w:r>
      <w:r>
        <w:tab/>
        <w:t>3.542e0</w:t>
      </w:r>
    </w:p>
    <w:p w:rsidR="00354DF7" w:rsidRDefault="00354DF7" w:rsidP="00354DF7">
      <w:pPr>
        <w:tabs>
          <w:tab w:val="left" w:pos="6195"/>
        </w:tabs>
      </w:pPr>
      <w:r>
        <w:t>213.2062</w:t>
      </w:r>
      <w:r>
        <w:tab/>
        <w:t>8.648e0</w:t>
      </w:r>
    </w:p>
    <w:p w:rsidR="00354DF7" w:rsidRDefault="00354DF7" w:rsidP="00354DF7">
      <w:pPr>
        <w:tabs>
          <w:tab w:val="left" w:pos="6195"/>
        </w:tabs>
      </w:pPr>
      <w:r>
        <w:t>213.2143</w:t>
      </w:r>
      <w:r>
        <w:tab/>
        <w:t>4.936e0</w:t>
      </w:r>
    </w:p>
    <w:p w:rsidR="00354DF7" w:rsidRDefault="00354DF7" w:rsidP="00354DF7">
      <w:pPr>
        <w:tabs>
          <w:tab w:val="left" w:pos="6195"/>
        </w:tabs>
      </w:pPr>
      <w:r>
        <w:t>213.2248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213.2327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213.2371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213.2383</w:t>
      </w:r>
      <w:r>
        <w:tab/>
        <w:t>2.635e0</w:t>
      </w:r>
    </w:p>
    <w:p w:rsidR="00354DF7" w:rsidRDefault="00354DF7" w:rsidP="00354DF7">
      <w:pPr>
        <w:tabs>
          <w:tab w:val="left" w:pos="6195"/>
        </w:tabs>
      </w:pPr>
      <w:r>
        <w:t>213.2668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213.2709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213.2812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213.2828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213.2870</w:t>
      </w:r>
      <w:r>
        <w:tab/>
        <w:t>6.338e0</w:t>
      </w:r>
    </w:p>
    <w:p w:rsidR="00354DF7" w:rsidRDefault="00354DF7" w:rsidP="00354DF7">
      <w:pPr>
        <w:tabs>
          <w:tab w:val="left" w:pos="6195"/>
        </w:tabs>
      </w:pPr>
      <w:r>
        <w:t>213.3028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213.3068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213.3103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213.3236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213.3282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213.3334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213.3486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213.3502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213.3538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213.3582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213.3724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213.3741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213.3883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213.3980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213.3995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213.4037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213.4074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213.4186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213.4454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213.4561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213.4577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213.4604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213.4738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213.4775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213.4816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213.4967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213.5079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213.5271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213.5466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213.5548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213.5591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213.5672</w:t>
      </w:r>
      <w:r>
        <w:tab/>
        <w:t>2.347e0</w:t>
      </w:r>
    </w:p>
    <w:p w:rsidR="00354DF7" w:rsidRDefault="00354DF7" w:rsidP="00354DF7">
      <w:pPr>
        <w:tabs>
          <w:tab w:val="left" w:pos="6195"/>
        </w:tabs>
      </w:pPr>
      <w:r>
        <w:t>213.5898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213.6003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213.6051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213.6086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213.6174</w:t>
      </w:r>
      <w:r>
        <w:tab/>
        <w:t>2.391e0</w:t>
      </w:r>
    </w:p>
    <w:p w:rsidR="00354DF7" w:rsidRDefault="00354DF7" w:rsidP="00354DF7">
      <w:pPr>
        <w:tabs>
          <w:tab w:val="left" w:pos="6195"/>
        </w:tabs>
      </w:pPr>
      <w:r>
        <w:lastRenderedPageBreak/>
        <w:t>213.6201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213.6258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213.6325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213.6402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213.6494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213.6540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213.6601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213.6697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213.6732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213.6792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213.6906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213.7057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213.7173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213.7336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213.7353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213.7449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213.7467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213.7492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213.7514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213.7715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213.7758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213.7840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213.7913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213.8053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213.8073</w:t>
      </w:r>
      <w:r>
        <w:tab/>
        <w:t>2.017e0</w:t>
      </w:r>
    </w:p>
    <w:p w:rsidR="00354DF7" w:rsidRDefault="00354DF7" w:rsidP="00354DF7">
      <w:pPr>
        <w:tabs>
          <w:tab w:val="left" w:pos="6195"/>
        </w:tabs>
      </w:pPr>
      <w:r>
        <w:t>213.8296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213.8313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213.8522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213.8604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213.8655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213.8712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213.8731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213.8840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213.8856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213.8924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213.8942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213.9046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213.9241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213.9320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213.9358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213.9415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213.9431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213.9491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214.0015</w:t>
      </w:r>
      <w:r>
        <w:tab/>
        <w:t>1.417e2</w:t>
      </w:r>
    </w:p>
    <w:p w:rsidR="00354DF7" w:rsidRDefault="00354DF7" w:rsidP="00354DF7">
      <w:pPr>
        <w:tabs>
          <w:tab w:val="left" w:pos="6195"/>
        </w:tabs>
      </w:pPr>
      <w:r>
        <w:t>214.0029</w:t>
      </w:r>
      <w:r>
        <w:tab/>
        <w:t>1.339e2</w:t>
      </w:r>
    </w:p>
    <w:p w:rsidR="00354DF7" w:rsidRDefault="00354DF7" w:rsidP="00354DF7">
      <w:pPr>
        <w:tabs>
          <w:tab w:val="left" w:pos="6195"/>
        </w:tabs>
      </w:pPr>
      <w:r>
        <w:t>214.0042</w:t>
      </w:r>
      <w:r>
        <w:tab/>
        <w:t>5.490e2</w:t>
      </w:r>
    </w:p>
    <w:p w:rsidR="00354DF7" w:rsidRDefault="00354DF7" w:rsidP="00354DF7">
      <w:pPr>
        <w:tabs>
          <w:tab w:val="left" w:pos="6195"/>
        </w:tabs>
      </w:pPr>
      <w:r>
        <w:t>214.0054</w:t>
      </w:r>
      <w:r>
        <w:tab/>
        <w:t>1.856e2</w:t>
      </w:r>
    </w:p>
    <w:p w:rsidR="00354DF7" w:rsidRDefault="00354DF7" w:rsidP="00354DF7">
      <w:pPr>
        <w:tabs>
          <w:tab w:val="left" w:pos="6195"/>
        </w:tabs>
      </w:pPr>
      <w:r>
        <w:t>214.0555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214.0755</w:t>
      </w:r>
      <w:r>
        <w:tab/>
        <w:t>4.149e0</w:t>
      </w:r>
    </w:p>
    <w:p w:rsidR="00354DF7" w:rsidRDefault="00354DF7" w:rsidP="00354DF7">
      <w:pPr>
        <w:tabs>
          <w:tab w:val="left" w:pos="6195"/>
        </w:tabs>
      </w:pPr>
      <w:r>
        <w:t>214.0793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214.0831</w:t>
      </w:r>
      <w:r>
        <w:tab/>
        <w:t>6.110e0</w:t>
      </w:r>
    </w:p>
    <w:p w:rsidR="00354DF7" w:rsidRDefault="00354DF7" w:rsidP="00354DF7">
      <w:pPr>
        <w:tabs>
          <w:tab w:val="left" w:pos="6195"/>
        </w:tabs>
      </w:pPr>
      <w:r>
        <w:t>214.0866</w:t>
      </w:r>
      <w:r>
        <w:tab/>
        <w:t>2.778e0</w:t>
      </w:r>
    </w:p>
    <w:p w:rsidR="00354DF7" w:rsidRDefault="00354DF7" w:rsidP="00354DF7">
      <w:pPr>
        <w:tabs>
          <w:tab w:val="left" w:pos="6195"/>
        </w:tabs>
      </w:pPr>
      <w:r>
        <w:t>214.0879</w:t>
      </w:r>
      <w:r>
        <w:tab/>
        <w:t>3.904e0</w:t>
      </w:r>
    </w:p>
    <w:p w:rsidR="00354DF7" w:rsidRDefault="00354DF7" w:rsidP="00354DF7">
      <w:pPr>
        <w:tabs>
          <w:tab w:val="left" w:pos="6195"/>
        </w:tabs>
      </w:pPr>
      <w:r>
        <w:t>214.0895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214.1148</w:t>
      </w:r>
      <w:r>
        <w:tab/>
        <w:t>4.754e0</w:t>
      </w:r>
    </w:p>
    <w:p w:rsidR="00354DF7" w:rsidRDefault="00354DF7" w:rsidP="00354DF7">
      <w:pPr>
        <w:tabs>
          <w:tab w:val="left" w:pos="6195"/>
        </w:tabs>
      </w:pPr>
      <w:r>
        <w:t>214.1404</w:t>
      </w:r>
      <w:r>
        <w:tab/>
        <w:t>9.383e0</w:t>
      </w:r>
    </w:p>
    <w:p w:rsidR="00354DF7" w:rsidRDefault="00354DF7" w:rsidP="00354DF7">
      <w:pPr>
        <w:tabs>
          <w:tab w:val="left" w:pos="6195"/>
        </w:tabs>
      </w:pPr>
      <w:r>
        <w:t>214.1428</w:t>
      </w:r>
      <w:r>
        <w:tab/>
        <w:t>3.948e0</w:t>
      </w:r>
    </w:p>
    <w:p w:rsidR="00354DF7" w:rsidRDefault="00354DF7" w:rsidP="00354DF7">
      <w:pPr>
        <w:tabs>
          <w:tab w:val="left" w:pos="6195"/>
        </w:tabs>
      </w:pPr>
      <w:r>
        <w:lastRenderedPageBreak/>
        <w:t>214.1442</w:t>
      </w:r>
      <w:r>
        <w:tab/>
        <w:t>1.247e1</w:t>
      </w:r>
    </w:p>
    <w:p w:rsidR="00354DF7" w:rsidRDefault="00354DF7" w:rsidP="00354DF7">
      <w:pPr>
        <w:tabs>
          <w:tab w:val="left" w:pos="6195"/>
        </w:tabs>
      </w:pPr>
      <w:r>
        <w:t>214.1484</w:t>
      </w:r>
      <w:r>
        <w:tab/>
        <w:t>9.677e0</w:t>
      </w:r>
    </w:p>
    <w:p w:rsidR="00354DF7" w:rsidRDefault="00354DF7" w:rsidP="00354DF7">
      <w:pPr>
        <w:tabs>
          <w:tab w:val="left" w:pos="6195"/>
        </w:tabs>
      </w:pPr>
      <w:r>
        <w:t>214.1507</w:t>
      </w:r>
      <w:r>
        <w:tab/>
        <w:t>1.019e1</w:t>
      </w:r>
    </w:p>
    <w:p w:rsidR="00354DF7" w:rsidRDefault="00354DF7" w:rsidP="00354DF7">
      <w:pPr>
        <w:tabs>
          <w:tab w:val="left" w:pos="6195"/>
        </w:tabs>
      </w:pPr>
      <w:r>
        <w:t>214.1553</w:t>
      </w:r>
      <w:r>
        <w:tab/>
        <w:t>1.453e1</w:t>
      </w:r>
    </w:p>
    <w:p w:rsidR="00354DF7" w:rsidRDefault="00354DF7" w:rsidP="00354DF7">
      <w:pPr>
        <w:tabs>
          <w:tab w:val="left" w:pos="6195"/>
        </w:tabs>
      </w:pPr>
      <w:r>
        <w:t>214.1744</w:t>
      </w:r>
      <w:r>
        <w:tab/>
        <w:t>1.550e0</w:t>
      </w:r>
    </w:p>
    <w:p w:rsidR="00354DF7" w:rsidRDefault="00354DF7" w:rsidP="00354DF7">
      <w:pPr>
        <w:tabs>
          <w:tab w:val="left" w:pos="6195"/>
        </w:tabs>
      </w:pPr>
      <w:r>
        <w:t>214.1927</w:t>
      </w:r>
      <w:r>
        <w:tab/>
        <w:t>5.381e0</w:t>
      </w:r>
    </w:p>
    <w:p w:rsidR="00354DF7" w:rsidRDefault="00354DF7" w:rsidP="00354DF7">
      <w:pPr>
        <w:tabs>
          <w:tab w:val="left" w:pos="6195"/>
        </w:tabs>
      </w:pPr>
      <w:r>
        <w:t>214.1938</w:t>
      </w:r>
      <w:r>
        <w:tab/>
        <w:t>1.359e0</w:t>
      </w:r>
    </w:p>
    <w:p w:rsidR="00354DF7" w:rsidRDefault="00354DF7" w:rsidP="00354DF7">
      <w:pPr>
        <w:tabs>
          <w:tab w:val="left" w:pos="6195"/>
        </w:tabs>
      </w:pPr>
      <w:r>
        <w:t>214.2018</w:t>
      </w:r>
      <w:r>
        <w:tab/>
        <w:t>6.969e0</w:t>
      </w:r>
    </w:p>
    <w:p w:rsidR="00354DF7" w:rsidRDefault="00354DF7" w:rsidP="00354DF7">
      <w:pPr>
        <w:tabs>
          <w:tab w:val="left" w:pos="6195"/>
        </w:tabs>
      </w:pPr>
      <w:r>
        <w:t>214.2077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214.2217</w:t>
      </w:r>
      <w:r>
        <w:tab/>
        <w:t>4.541e0</w:t>
      </w:r>
    </w:p>
    <w:p w:rsidR="00354DF7" w:rsidRDefault="00354DF7" w:rsidP="00354DF7">
      <w:pPr>
        <w:tabs>
          <w:tab w:val="left" w:pos="6195"/>
        </w:tabs>
      </w:pPr>
      <w:r>
        <w:t>214.2238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214.2267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214.2432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214.2544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214.2574</w:t>
      </w:r>
      <w:r>
        <w:tab/>
        <w:t>3.100e0</w:t>
      </w:r>
    </w:p>
    <w:p w:rsidR="00354DF7" w:rsidRDefault="00354DF7" w:rsidP="00354DF7">
      <w:pPr>
        <w:tabs>
          <w:tab w:val="left" w:pos="6195"/>
        </w:tabs>
      </w:pPr>
      <w:r>
        <w:t>214.2590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214.2617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214.2660</w:t>
      </w:r>
      <w:r>
        <w:tab/>
        <w:t>7.103e0</w:t>
      </w:r>
    </w:p>
    <w:p w:rsidR="00354DF7" w:rsidRDefault="00354DF7" w:rsidP="00354DF7">
      <w:pPr>
        <w:tabs>
          <w:tab w:val="left" w:pos="6195"/>
        </w:tabs>
      </w:pPr>
      <w:r>
        <w:t>214.2781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214.2854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214.3161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214.3266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214.3320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214.3402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214.3418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214.3451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214.3540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214.3600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214.3697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214.3725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214.3771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214.3915</w:t>
      </w:r>
      <w:r>
        <w:tab/>
        <w:t>2.537e0</w:t>
      </w:r>
    </w:p>
    <w:p w:rsidR="00354DF7" w:rsidRDefault="00354DF7" w:rsidP="00354DF7">
      <w:pPr>
        <w:tabs>
          <w:tab w:val="left" w:pos="6195"/>
        </w:tabs>
      </w:pPr>
      <w:r>
        <w:t>214.3941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214.4052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214.4217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214.4296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214.4346</w:t>
      </w:r>
      <w:r>
        <w:tab/>
        <w:t>4.035e0</w:t>
      </w:r>
    </w:p>
    <w:p w:rsidR="00354DF7" w:rsidRDefault="00354DF7" w:rsidP="00354DF7">
      <w:pPr>
        <w:tabs>
          <w:tab w:val="left" w:pos="6195"/>
        </w:tabs>
      </w:pPr>
      <w:r>
        <w:t>214.4553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214.4646</w:t>
      </w:r>
      <w:r>
        <w:tab/>
        <w:t>3.699e0</w:t>
      </w:r>
    </w:p>
    <w:p w:rsidR="00354DF7" w:rsidRDefault="00354DF7" w:rsidP="00354DF7">
      <w:pPr>
        <w:tabs>
          <w:tab w:val="left" w:pos="6195"/>
        </w:tabs>
      </w:pPr>
      <w:r>
        <w:t>214.4683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214.4795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214.4817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214.4925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214.4956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214.5018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214.5073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214.5275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214.5292</w:t>
      </w:r>
      <w:r>
        <w:tab/>
        <w:t>3.943e0</w:t>
      </w:r>
    </w:p>
    <w:p w:rsidR="00354DF7" w:rsidRDefault="00354DF7" w:rsidP="00354DF7">
      <w:pPr>
        <w:tabs>
          <w:tab w:val="left" w:pos="6195"/>
        </w:tabs>
      </w:pPr>
      <w:r>
        <w:t>214.5384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214.5483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214.5556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214.5603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214.5626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214.5682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214.5766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214.5886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214.5930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214.5949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214.6166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214.6204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214.6226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214.6265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214.6358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214.6473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214.6492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214.6508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214.6549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214.6584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214.6624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214.6745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214.6783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214.6909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214.7041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214.7055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214.7273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214.7292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214.7368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214.7384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214.7509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214.7552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214.7601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214.7882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214.7992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214.8025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214.8110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214.8167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214.8185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214.8259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214.8419</w:t>
      </w:r>
      <w:r>
        <w:tab/>
        <w:t>3.303e0</w:t>
      </w:r>
    </w:p>
    <w:p w:rsidR="00354DF7" w:rsidRDefault="00354DF7" w:rsidP="00354DF7">
      <w:pPr>
        <w:tabs>
          <w:tab w:val="left" w:pos="6195"/>
        </w:tabs>
      </w:pPr>
      <w:r>
        <w:t>214.8458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214.8526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214.8634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214.8720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214.8739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214.8814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214.8831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214.8890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214.8948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214.9033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214.9097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214.9355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214.9437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214.9526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214.9789</w:t>
      </w:r>
      <w:r>
        <w:tab/>
        <w:t>1.176e1</w:t>
      </w:r>
    </w:p>
    <w:p w:rsidR="00354DF7" w:rsidRDefault="00354DF7" w:rsidP="00354DF7">
      <w:pPr>
        <w:tabs>
          <w:tab w:val="left" w:pos="6195"/>
        </w:tabs>
      </w:pPr>
      <w:r>
        <w:t>215.0032</w:t>
      </w:r>
      <w:r>
        <w:tab/>
        <w:t>2.851e1</w:t>
      </w:r>
    </w:p>
    <w:p w:rsidR="00354DF7" w:rsidRDefault="00354DF7" w:rsidP="00354DF7">
      <w:pPr>
        <w:tabs>
          <w:tab w:val="left" w:pos="6195"/>
        </w:tabs>
      </w:pPr>
      <w:r>
        <w:t>215.0054</w:t>
      </w:r>
      <w:r>
        <w:tab/>
        <w:t>9.103e0</w:t>
      </w:r>
    </w:p>
    <w:p w:rsidR="00354DF7" w:rsidRDefault="00354DF7" w:rsidP="00354DF7">
      <w:pPr>
        <w:tabs>
          <w:tab w:val="left" w:pos="6195"/>
        </w:tabs>
      </w:pPr>
      <w:r>
        <w:t>215.0065</w:t>
      </w:r>
      <w:r>
        <w:tab/>
        <w:t>2.691e1</w:t>
      </w:r>
    </w:p>
    <w:p w:rsidR="00354DF7" w:rsidRDefault="00354DF7" w:rsidP="00354DF7">
      <w:pPr>
        <w:tabs>
          <w:tab w:val="left" w:pos="6195"/>
        </w:tabs>
      </w:pPr>
      <w:r>
        <w:t>215.0085</w:t>
      </w:r>
      <w:r>
        <w:tab/>
        <w:t>4.483e1</w:t>
      </w:r>
    </w:p>
    <w:p w:rsidR="00354DF7" w:rsidRDefault="00354DF7" w:rsidP="00354DF7">
      <w:pPr>
        <w:tabs>
          <w:tab w:val="left" w:pos="6195"/>
        </w:tabs>
      </w:pPr>
      <w:r>
        <w:t>215.0126</w:t>
      </w:r>
      <w:r>
        <w:tab/>
        <w:t>1.030e1</w:t>
      </w:r>
    </w:p>
    <w:p w:rsidR="00354DF7" w:rsidRDefault="00354DF7" w:rsidP="00354DF7">
      <w:pPr>
        <w:tabs>
          <w:tab w:val="left" w:pos="6195"/>
        </w:tabs>
      </w:pPr>
      <w:r>
        <w:t>215.0431</w:t>
      </w:r>
      <w:r>
        <w:tab/>
        <w:t>1.846e0</w:t>
      </w:r>
    </w:p>
    <w:p w:rsidR="00354DF7" w:rsidRDefault="00354DF7" w:rsidP="00354DF7">
      <w:pPr>
        <w:tabs>
          <w:tab w:val="left" w:pos="6195"/>
        </w:tabs>
      </w:pPr>
      <w:r>
        <w:t>215.0537</w:t>
      </w:r>
      <w:r>
        <w:tab/>
        <w:t>5.110e0</w:t>
      </w:r>
    </w:p>
    <w:p w:rsidR="00354DF7" w:rsidRDefault="00354DF7" w:rsidP="00354DF7">
      <w:pPr>
        <w:tabs>
          <w:tab w:val="left" w:pos="6195"/>
        </w:tabs>
      </w:pPr>
      <w:r>
        <w:t>215.0739</w:t>
      </w:r>
      <w:r>
        <w:tab/>
        <w:t>3.042e0</w:t>
      </w:r>
    </w:p>
    <w:p w:rsidR="00354DF7" w:rsidRDefault="00354DF7" w:rsidP="00354DF7">
      <w:pPr>
        <w:tabs>
          <w:tab w:val="left" w:pos="6195"/>
        </w:tabs>
      </w:pPr>
      <w:r>
        <w:t>215.0835</w:t>
      </w:r>
      <w:r>
        <w:tab/>
        <w:t>2.839e0</w:t>
      </w:r>
    </w:p>
    <w:p w:rsidR="00354DF7" w:rsidRDefault="00354DF7" w:rsidP="00354DF7">
      <w:pPr>
        <w:tabs>
          <w:tab w:val="left" w:pos="6195"/>
        </w:tabs>
      </w:pPr>
      <w:r>
        <w:t>215.0862</w:t>
      </w:r>
      <w:r>
        <w:tab/>
        <w:t>2.649e0</w:t>
      </w:r>
    </w:p>
    <w:p w:rsidR="00354DF7" w:rsidRDefault="00354DF7" w:rsidP="00354DF7">
      <w:pPr>
        <w:tabs>
          <w:tab w:val="left" w:pos="6195"/>
        </w:tabs>
      </w:pPr>
      <w:r>
        <w:lastRenderedPageBreak/>
        <w:t>215.0901</w:t>
      </w:r>
      <w:r>
        <w:tab/>
        <w:t>5.856e0</w:t>
      </w:r>
    </w:p>
    <w:p w:rsidR="00354DF7" w:rsidRDefault="00354DF7" w:rsidP="00354DF7">
      <w:pPr>
        <w:tabs>
          <w:tab w:val="left" w:pos="6195"/>
        </w:tabs>
      </w:pPr>
      <w:r>
        <w:t>215.0927</w:t>
      </w:r>
      <w:r>
        <w:tab/>
        <w:t>1.033e1</w:t>
      </w:r>
    </w:p>
    <w:p w:rsidR="00354DF7" w:rsidRDefault="00354DF7" w:rsidP="00354DF7">
      <w:pPr>
        <w:tabs>
          <w:tab w:val="left" w:pos="6195"/>
        </w:tabs>
      </w:pPr>
      <w:r>
        <w:t>215.1033</w:t>
      </w:r>
      <w:r>
        <w:tab/>
        <w:t>2.486e0</w:t>
      </w:r>
    </w:p>
    <w:p w:rsidR="00354DF7" w:rsidRDefault="00354DF7" w:rsidP="00354DF7">
      <w:pPr>
        <w:tabs>
          <w:tab w:val="left" w:pos="6195"/>
        </w:tabs>
      </w:pPr>
      <w:r>
        <w:t>215.1240</w:t>
      </w:r>
      <w:r>
        <w:tab/>
        <w:t>2.441e0</w:t>
      </w:r>
    </w:p>
    <w:p w:rsidR="00354DF7" w:rsidRDefault="00354DF7" w:rsidP="00354DF7">
      <w:pPr>
        <w:tabs>
          <w:tab w:val="left" w:pos="6195"/>
        </w:tabs>
      </w:pPr>
      <w:r>
        <w:t>215.1275</w:t>
      </w:r>
      <w:r>
        <w:tab/>
        <w:t>1.288e1</w:t>
      </w:r>
    </w:p>
    <w:p w:rsidR="00354DF7" w:rsidRDefault="00354DF7" w:rsidP="00354DF7">
      <w:pPr>
        <w:tabs>
          <w:tab w:val="left" w:pos="6195"/>
        </w:tabs>
      </w:pPr>
      <w:r>
        <w:t>215.1314</w:t>
      </w:r>
      <w:r>
        <w:tab/>
        <w:t>1.066e1</w:t>
      </w:r>
    </w:p>
    <w:p w:rsidR="00354DF7" w:rsidRDefault="00354DF7" w:rsidP="00354DF7">
      <w:pPr>
        <w:tabs>
          <w:tab w:val="left" w:pos="6195"/>
        </w:tabs>
      </w:pPr>
      <w:r>
        <w:t>215.1369</w:t>
      </w:r>
      <w:r>
        <w:tab/>
        <w:t>5.111e0</w:t>
      </w:r>
    </w:p>
    <w:p w:rsidR="00354DF7" w:rsidRDefault="00354DF7" w:rsidP="00354DF7">
      <w:pPr>
        <w:tabs>
          <w:tab w:val="left" w:pos="6195"/>
        </w:tabs>
      </w:pPr>
      <w:r>
        <w:t>215.1553</w:t>
      </w:r>
      <w:r>
        <w:tab/>
        <w:t>1.094e0</w:t>
      </w:r>
    </w:p>
    <w:p w:rsidR="00354DF7" w:rsidRDefault="00354DF7" w:rsidP="00354DF7">
      <w:pPr>
        <w:tabs>
          <w:tab w:val="left" w:pos="6195"/>
        </w:tabs>
      </w:pPr>
      <w:r>
        <w:t>215.1564</w:t>
      </w:r>
      <w:r>
        <w:tab/>
        <w:t>3.434e0</w:t>
      </w:r>
    </w:p>
    <w:p w:rsidR="00354DF7" w:rsidRDefault="00354DF7" w:rsidP="00354DF7">
      <w:pPr>
        <w:tabs>
          <w:tab w:val="left" w:pos="6195"/>
        </w:tabs>
      </w:pPr>
      <w:r>
        <w:t>215.1639</w:t>
      </w:r>
      <w:r>
        <w:tab/>
        <w:t>5.615e0</w:t>
      </w:r>
    </w:p>
    <w:p w:rsidR="00354DF7" w:rsidRDefault="00354DF7" w:rsidP="00354DF7">
      <w:pPr>
        <w:tabs>
          <w:tab w:val="left" w:pos="6195"/>
        </w:tabs>
      </w:pPr>
      <w:r>
        <w:t>215.1721</w:t>
      </w:r>
      <w:r>
        <w:tab/>
        <w:t>2.180e0</w:t>
      </w:r>
    </w:p>
    <w:p w:rsidR="00354DF7" w:rsidRDefault="00354DF7" w:rsidP="00354DF7">
      <w:pPr>
        <w:tabs>
          <w:tab w:val="left" w:pos="6195"/>
        </w:tabs>
      </w:pPr>
      <w:r>
        <w:t>215.1732</w:t>
      </w:r>
      <w:r>
        <w:tab/>
        <w:t>4.181e0</w:t>
      </w:r>
    </w:p>
    <w:p w:rsidR="00354DF7" w:rsidRDefault="00354DF7" w:rsidP="00354DF7">
      <w:pPr>
        <w:tabs>
          <w:tab w:val="left" w:pos="6195"/>
        </w:tabs>
      </w:pPr>
      <w:r>
        <w:t>215.1830</w:t>
      </w:r>
      <w:r>
        <w:tab/>
        <w:t>1.493e1</w:t>
      </w:r>
    </w:p>
    <w:p w:rsidR="00354DF7" w:rsidRDefault="00354DF7" w:rsidP="00354DF7">
      <w:pPr>
        <w:tabs>
          <w:tab w:val="left" w:pos="6195"/>
        </w:tabs>
      </w:pPr>
      <w:r>
        <w:t>215.1869</w:t>
      </w:r>
      <w:r>
        <w:tab/>
        <w:t>2.964e0</w:t>
      </w:r>
    </w:p>
    <w:p w:rsidR="00354DF7" w:rsidRDefault="00354DF7" w:rsidP="00354DF7">
      <w:pPr>
        <w:tabs>
          <w:tab w:val="left" w:pos="6195"/>
        </w:tabs>
      </w:pPr>
      <w:r>
        <w:t>215.1977</w:t>
      </w:r>
      <w:r>
        <w:tab/>
        <w:t>6.530e0</w:t>
      </w:r>
    </w:p>
    <w:p w:rsidR="00354DF7" w:rsidRDefault="00354DF7" w:rsidP="00354DF7">
      <w:pPr>
        <w:tabs>
          <w:tab w:val="left" w:pos="6195"/>
        </w:tabs>
      </w:pPr>
      <w:r>
        <w:t>215.2148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215.2195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215.2259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215.2452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215.2508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215.2586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215.2620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215.2710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215.2735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215.2932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215.2986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215.3002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215.3138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215.3231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215.3252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215.3291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215.3345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215.3445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215.3486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215.3605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215.3624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215.3647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215.3806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215.3881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215.3898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215.4015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215.4145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215.4267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215.4330</w:t>
      </w:r>
      <w:r>
        <w:tab/>
        <w:t>2.151e0</w:t>
      </w:r>
    </w:p>
    <w:p w:rsidR="00354DF7" w:rsidRDefault="00354DF7" w:rsidP="00354DF7">
      <w:pPr>
        <w:tabs>
          <w:tab w:val="left" w:pos="6195"/>
        </w:tabs>
      </w:pPr>
      <w:r>
        <w:t>215.4446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215.4498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215.4509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215.4622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215.4682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215.4755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215.4860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215.4929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215.4968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215.5005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215.5102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215.5146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215.5191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215.5205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215.5287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215.5366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215.5635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215.5692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215.5784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215.5806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215.5924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215.6062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215.6095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215.6188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215.6264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215.6436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215.6512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215.6566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215.6610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215.6742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215.6761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215.6808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215.7198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215.7216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215.7331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215.7389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215.7432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215.7465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215.7618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215.7744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215.7851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215.7961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215.8015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215.8056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215.8085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215.8245</w:t>
      </w:r>
      <w:r>
        <w:tab/>
        <w:t>2.507e0</w:t>
      </w:r>
    </w:p>
    <w:p w:rsidR="00354DF7" w:rsidRDefault="00354DF7" w:rsidP="00354DF7">
      <w:pPr>
        <w:tabs>
          <w:tab w:val="left" w:pos="6195"/>
        </w:tabs>
      </w:pPr>
      <w:r>
        <w:t>215.8368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215.8381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215.8455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215.8564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215.8602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215.8762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215.8800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215.9064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215.9098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215.9125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215.9177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215.9302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215.9343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215.9381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215.9601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215.9715</w:t>
      </w:r>
      <w:r>
        <w:tab/>
        <w:t>4.679e0</w:t>
      </w:r>
    </w:p>
    <w:p w:rsidR="00354DF7" w:rsidRDefault="00354DF7" w:rsidP="00354DF7">
      <w:pPr>
        <w:tabs>
          <w:tab w:val="left" w:pos="6195"/>
        </w:tabs>
      </w:pPr>
      <w:r>
        <w:t>215.9797</w:t>
      </w:r>
      <w:r>
        <w:tab/>
        <w:t>9.793e0</w:t>
      </w:r>
    </w:p>
    <w:p w:rsidR="00354DF7" w:rsidRDefault="00354DF7" w:rsidP="00354DF7">
      <w:pPr>
        <w:tabs>
          <w:tab w:val="left" w:pos="6195"/>
        </w:tabs>
      </w:pPr>
      <w:r>
        <w:t>215.9818</w:t>
      </w:r>
      <w:r>
        <w:tab/>
        <w:t>1.210e1</w:t>
      </w:r>
    </w:p>
    <w:p w:rsidR="00354DF7" w:rsidRDefault="00354DF7" w:rsidP="00354DF7">
      <w:pPr>
        <w:tabs>
          <w:tab w:val="left" w:pos="6195"/>
        </w:tabs>
      </w:pPr>
      <w:r>
        <w:t>215.9838</w:t>
      </w:r>
      <w:r>
        <w:tab/>
        <w:t>8.932e0</w:t>
      </w:r>
    </w:p>
    <w:p w:rsidR="00354DF7" w:rsidRDefault="00354DF7" w:rsidP="00354DF7">
      <w:pPr>
        <w:tabs>
          <w:tab w:val="left" w:pos="6195"/>
        </w:tabs>
      </w:pPr>
      <w:r>
        <w:t>215.9878</w:t>
      </w:r>
      <w:r>
        <w:tab/>
        <w:t>4.658e0</w:t>
      </w:r>
    </w:p>
    <w:p w:rsidR="00354DF7" w:rsidRDefault="00354DF7" w:rsidP="00354DF7">
      <w:pPr>
        <w:tabs>
          <w:tab w:val="left" w:pos="6195"/>
        </w:tabs>
      </w:pPr>
      <w:r>
        <w:t>216.0074</w:t>
      </w:r>
      <w:r>
        <w:tab/>
        <w:t>2.598e0</w:t>
      </w:r>
    </w:p>
    <w:p w:rsidR="00354DF7" w:rsidRDefault="00354DF7" w:rsidP="00354DF7">
      <w:pPr>
        <w:tabs>
          <w:tab w:val="left" w:pos="6195"/>
        </w:tabs>
      </w:pPr>
      <w:r>
        <w:t>216.0091</w:t>
      </w:r>
      <w:r>
        <w:tab/>
        <w:t>2.764e0</w:t>
      </w:r>
    </w:p>
    <w:p w:rsidR="00354DF7" w:rsidRDefault="00354DF7" w:rsidP="00354DF7">
      <w:pPr>
        <w:tabs>
          <w:tab w:val="left" w:pos="6195"/>
        </w:tabs>
      </w:pPr>
      <w:r>
        <w:t>216.0103</w:t>
      </w:r>
      <w:r>
        <w:tab/>
        <w:t>4.153e0</w:t>
      </w:r>
    </w:p>
    <w:p w:rsidR="00354DF7" w:rsidRDefault="00354DF7" w:rsidP="00354DF7">
      <w:pPr>
        <w:tabs>
          <w:tab w:val="left" w:pos="6195"/>
        </w:tabs>
      </w:pPr>
      <w:r>
        <w:t>216.0123</w:t>
      </w:r>
      <w:r>
        <w:tab/>
        <w:t>4.214e0</w:t>
      </w:r>
    </w:p>
    <w:p w:rsidR="00354DF7" w:rsidRDefault="00354DF7" w:rsidP="00354DF7">
      <w:pPr>
        <w:tabs>
          <w:tab w:val="left" w:pos="6195"/>
        </w:tabs>
      </w:pPr>
      <w:r>
        <w:lastRenderedPageBreak/>
        <w:t>216.0486</w:t>
      </w:r>
      <w:r>
        <w:tab/>
        <w:t>1.165e0</w:t>
      </w:r>
    </w:p>
    <w:p w:rsidR="00354DF7" w:rsidRDefault="00354DF7" w:rsidP="00354DF7">
      <w:pPr>
        <w:tabs>
          <w:tab w:val="left" w:pos="6195"/>
        </w:tabs>
      </w:pPr>
      <w:r>
        <w:t>216.0577</w:t>
      </w:r>
      <w:r>
        <w:tab/>
        <w:t>1.646e0</w:t>
      </w:r>
    </w:p>
    <w:p w:rsidR="00354DF7" w:rsidRDefault="00354DF7" w:rsidP="00354DF7">
      <w:pPr>
        <w:tabs>
          <w:tab w:val="left" w:pos="6195"/>
        </w:tabs>
      </w:pPr>
      <w:r>
        <w:t>216.0646</w:t>
      </w:r>
      <w:r>
        <w:tab/>
        <w:t>3.057e0</w:t>
      </w:r>
    </w:p>
    <w:p w:rsidR="00354DF7" w:rsidRDefault="00354DF7" w:rsidP="00354DF7">
      <w:pPr>
        <w:tabs>
          <w:tab w:val="left" w:pos="6195"/>
        </w:tabs>
      </w:pPr>
      <w:r>
        <w:t>216.0759</w:t>
      </w:r>
      <w:r>
        <w:tab/>
        <w:t>3.107e0</w:t>
      </w:r>
    </w:p>
    <w:p w:rsidR="00354DF7" w:rsidRDefault="00354DF7" w:rsidP="00354DF7">
      <w:pPr>
        <w:tabs>
          <w:tab w:val="left" w:pos="6195"/>
        </w:tabs>
      </w:pPr>
      <w:r>
        <w:t>216.0841</w:t>
      </w:r>
      <w:r>
        <w:tab/>
        <w:t>7.175e0</w:t>
      </w:r>
    </w:p>
    <w:p w:rsidR="00354DF7" w:rsidRDefault="00354DF7" w:rsidP="00354DF7">
      <w:pPr>
        <w:tabs>
          <w:tab w:val="left" w:pos="6195"/>
        </w:tabs>
      </w:pPr>
      <w:r>
        <w:t>216.0921</w:t>
      </w:r>
      <w:r>
        <w:tab/>
        <w:t>2.882e0</w:t>
      </w:r>
    </w:p>
    <w:p w:rsidR="00354DF7" w:rsidRDefault="00354DF7" w:rsidP="00354DF7">
      <w:pPr>
        <w:tabs>
          <w:tab w:val="left" w:pos="6195"/>
        </w:tabs>
      </w:pPr>
      <w:r>
        <w:t>216.0980</w:t>
      </w:r>
      <w:r>
        <w:tab/>
        <w:t>1.725e0</w:t>
      </w:r>
    </w:p>
    <w:p w:rsidR="00354DF7" w:rsidRDefault="00354DF7" w:rsidP="00354DF7">
      <w:pPr>
        <w:tabs>
          <w:tab w:val="left" w:pos="6195"/>
        </w:tabs>
      </w:pPr>
      <w:r>
        <w:t>216.1141</w:t>
      </w:r>
      <w:r>
        <w:tab/>
        <w:t>3.419e0</w:t>
      </w:r>
    </w:p>
    <w:p w:rsidR="00354DF7" w:rsidRDefault="00354DF7" w:rsidP="00354DF7">
      <w:pPr>
        <w:tabs>
          <w:tab w:val="left" w:pos="6195"/>
        </w:tabs>
      </w:pPr>
      <w:r>
        <w:t>216.1193</w:t>
      </w:r>
      <w:r>
        <w:tab/>
        <w:t>1.017e0</w:t>
      </w:r>
    </w:p>
    <w:p w:rsidR="00354DF7" w:rsidRDefault="00354DF7" w:rsidP="00354DF7">
      <w:pPr>
        <w:tabs>
          <w:tab w:val="left" w:pos="6195"/>
        </w:tabs>
      </w:pPr>
      <w:r>
        <w:t>216.1372</w:t>
      </w:r>
      <w:r>
        <w:tab/>
        <w:t>4.419e0</w:t>
      </w:r>
    </w:p>
    <w:p w:rsidR="00354DF7" w:rsidRDefault="00354DF7" w:rsidP="00354DF7">
      <w:pPr>
        <w:tabs>
          <w:tab w:val="left" w:pos="6195"/>
        </w:tabs>
      </w:pPr>
      <w:r>
        <w:t>216.1418</w:t>
      </w:r>
      <w:r>
        <w:tab/>
        <w:t>3.307e0</w:t>
      </w:r>
    </w:p>
    <w:p w:rsidR="00354DF7" w:rsidRDefault="00354DF7" w:rsidP="00354DF7">
      <w:pPr>
        <w:tabs>
          <w:tab w:val="left" w:pos="6195"/>
        </w:tabs>
      </w:pPr>
      <w:r>
        <w:t>216.1457</w:t>
      </w:r>
      <w:r>
        <w:tab/>
        <w:t>1.189e0</w:t>
      </w:r>
    </w:p>
    <w:p w:rsidR="00354DF7" w:rsidRDefault="00354DF7" w:rsidP="00354DF7">
      <w:pPr>
        <w:tabs>
          <w:tab w:val="left" w:pos="6195"/>
        </w:tabs>
      </w:pPr>
      <w:r>
        <w:t>216.1596</w:t>
      </w:r>
      <w:r>
        <w:tab/>
        <w:t>6.247e0</w:t>
      </w:r>
    </w:p>
    <w:p w:rsidR="00354DF7" w:rsidRDefault="00354DF7" w:rsidP="00354DF7">
      <w:pPr>
        <w:tabs>
          <w:tab w:val="left" w:pos="6195"/>
        </w:tabs>
      </w:pPr>
      <w:r>
        <w:t>216.1656</w:t>
      </w:r>
      <w:r>
        <w:tab/>
        <w:t>1.083e0</w:t>
      </w:r>
    </w:p>
    <w:p w:rsidR="00354DF7" w:rsidRDefault="00354DF7" w:rsidP="00354DF7">
      <w:pPr>
        <w:tabs>
          <w:tab w:val="left" w:pos="6195"/>
        </w:tabs>
      </w:pPr>
      <w:r>
        <w:t>216.1675</w:t>
      </w:r>
      <w:r>
        <w:tab/>
        <w:t>3.995e0</w:t>
      </w:r>
    </w:p>
    <w:p w:rsidR="00354DF7" w:rsidRDefault="00354DF7" w:rsidP="00354DF7">
      <w:pPr>
        <w:tabs>
          <w:tab w:val="left" w:pos="6195"/>
        </w:tabs>
      </w:pPr>
      <w:r>
        <w:t>216.1722</w:t>
      </w:r>
      <w:r>
        <w:tab/>
        <w:t>2.962e0</w:t>
      </w:r>
    </w:p>
    <w:p w:rsidR="00354DF7" w:rsidRDefault="00354DF7" w:rsidP="00354DF7">
      <w:pPr>
        <w:tabs>
          <w:tab w:val="left" w:pos="6195"/>
        </w:tabs>
      </w:pPr>
      <w:r>
        <w:t>216.1901</w:t>
      </w:r>
      <w:r>
        <w:tab/>
        <w:t>3.371e0</w:t>
      </w:r>
    </w:p>
    <w:p w:rsidR="00354DF7" w:rsidRDefault="00354DF7" w:rsidP="00354DF7">
      <w:pPr>
        <w:tabs>
          <w:tab w:val="left" w:pos="6195"/>
        </w:tabs>
      </w:pPr>
      <w:r>
        <w:t>216.1969</w:t>
      </w:r>
      <w:r>
        <w:tab/>
        <w:t>6.135e0</w:t>
      </w:r>
    </w:p>
    <w:p w:rsidR="00354DF7" w:rsidRDefault="00354DF7" w:rsidP="00354DF7">
      <w:pPr>
        <w:tabs>
          <w:tab w:val="left" w:pos="6195"/>
        </w:tabs>
      </w:pPr>
      <w:r>
        <w:t>216.2005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216.2205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216.2231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216.2269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216.2476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216.2502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216.2540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216.2664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216.2978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216.2997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216.3035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216.3053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216.3306</w:t>
      </w:r>
      <w:r>
        <w:tab/>
        <w:t>1.319e0</w:t>
      </w:r>
    </w:p>
    <w:p w:rsidR="00354DF7" w:rsidRDefault="00354DF7" w:rsidP="00354DF7">
      <w:pPr>
        <w:tabs>
          <w:tab w:val="left" w:pos="6195"/>
        </w:tabs>
      </w:pPr>
      <w:r>
        <w:t>216.3324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216.3442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216.3556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216.3582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216.3732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216.3875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216.3894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216.3929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216.3951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216.4064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216.4185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216.4227</w:t>
      </w:r>
      <w:r>
        <w:tab/>
        <w:t>3.209e0</w:t>
      </w:r>
    </w:p>
    <w:p w:rsidR="00354DF7" w:rsidRDefault="00354DF7" w:rsidP="00354DF7">
      <w:pPr>
        <w:tabs>
          <w:tab w:val="left" w:pos="6195"/>
        </w:tabs>
      </w:pPr>
      <w:r>
        <w:t>216.4354</w:t>
      </w:r>
      <w:r>
        <w:tab/>
        <w:t>3.364e0</w:t>
      </w:r>
    </w:p>
    <w:p w:rsidR="00354DF7" w:rsidRDefault="00354DF7" w:rsidP="00354DF7">
      <w:pPr>
        <w:tabs>
          <w:tab w:val="left" w:pos="6195"/>
        </w:tabs>
      </w:pPr>
      <w:r>
        <w:t>216.4578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216.4610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216.4654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216.4677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216.4734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216.4906</w:t>
      </w:r>
      <w:r>
        <w:tab/>
        <w:t>4.034e0</w:t>
      </w:r>
    </w:p>
    <w:p w:rsidR="00354DF7" w:rsidRDefault="00354DF7" w:rsidP="00354DF7">
      <w:pPr>
        <w:tabs>
          <w:tab w:val="left" w:pos="6195"/>
        </w:tabs>
      </w:pPr>
      <w:r>
        <w:t>216.4974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216.5090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216.5226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216.5280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216.5382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216.5440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216.5478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216.5513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216.5789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216.5850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216.5928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216.5950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216.5991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216.6027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216.6070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216.6194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216.6353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216.6375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216.6413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216.6429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216.6652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216.6693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216.6905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216.6987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216.7041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216.7159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216.7197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216.7215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216.7428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216.7454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216.7516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216.7554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216.7621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216.7922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216.8090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216.8104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216.8177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216.8377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216.8462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216.8708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216.8763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216.8816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216.8997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216.9087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216.9275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216.9354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216.9429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216.9517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216.9621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216.9671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216.9715</w:t>
      </w:r>
      <w:r>
        <w:tab/>
        <w:t>3.412e0</w:t>
      </w:r>
    </w:p>
    <w:p w:rsidR="00354DF7" w:rsidRDefault="00354DF7" w:rsidP="00354DF7">
      <w:pPr>
        <w:tabs>
          <w:tab w:val="left" w:pos="6195"/>
        </w:tabs>
      </w:pPr>
      <w:r>
        <w:t>216.9738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216.9875</w:t>
      </w:r>
      <w:r>
        <w:tab/>
        <w:t>6.181e0</w:t>
      </w:r>
    </w:p>
    <w:p w:rsidR="00354DF7" w:rsidRDefault="00354DF7" w:rsidP="00354DF7">
      <w:pPr>
        <w:tabs>
          <w:tab w:val="left" w:pos="6195"/>
        </w:tabs>
      </w:pPr>
      <w:r>
        <w:t>216.9955</w:t>
      </w:r>
      <w:r>
        <w:tab/>
        <w:t>6.575e0</w:t>
      </w:r>
    </w:p>
    <w:p w:rsidR="00354DF7" w:rsidRDefault="00354DF7" w:rsidP="00354DF7">
      <w:pPr>
        <w:tabs>
          <w:tab w:val="left" w:pos="6195"/>
        </w:tabs>
      </w:pPr>
      <w:r>
        <w:t>217.0370</w:t>
      </w:r>
      <w:r>
        <w:tab/>
        <w:t>1.180e1</w:t>
      </w:r>
    </w:p>
    <w:p w:rsidR="00354DF7" w:rsidRDefault="00354DF7" w:rsidP="00354DF7">
      <w:pPr>
        <w:tabs>
          <w:tab w:val="left" w:pos="6195"/>
        </w:tabs>
      </w:pPr>
      <w:r>
        <w:t>217.0386</w:t>
      </w:r>
      <w:r>
        <w:tab/>
        <w:t>2.168e1</w:t>
      </w:r>
    </w:p>
    <w:p w:rsidR="00354DF7" w:rsidRDefault="00354DF7" w:rsidP="00354DF7">
      <w:pPr>
        <w:tabs>
          <w:tab w:val="left" w:pos="6195"/>
        </w:tabs>
      </w:pPr>
      <w:r>
        <w:t>217.0417</w:t>
      </w:r>
      <w:r>
        <w:tab/>
        <w:t>7.245e0</w:t>
      </w:r>
    </w:p>
    <w:p w:rsidR="00354DF7" w:rsidRDefault="00354DF7" w:rsidP="00354DF7">
      <w:pPr>
        <w:tabs>
          <w:tab w:val="left" w:pos="6195"/>
        </w:tabs>
      </w:pPr>
      <w:r>
        <w:t>217.0441</w:t>
      </w:r>
      <w:r>
        <w:tab/>
        <w:t>4.305e1</w:t>
      </w:r>
    </w:p>
    <w:p w:rsidR="00354DF7" w:rsidRDefault="00354DF7" w:rsidP="00354DF7">
      <w:pPr>
        <w:tabs>
          <w:tab w:val="left" w:pos="6195"/>
        </w:tabs>
      </w:pPr>
      <w:r>
        <w:t>217.0498</w:t>
      </w:r>
      <w:r>
        <w:tab/>
        <w:t>1.593e1</w:t>
      </w:r>
    </w:p>
    <w:p w:rsidR="00354DF7" w:rsidRDefault="00354DF7" w:rsidP="00354DF7">
      <w:pPr>
        <w:tabs>
          <w:tab w:val="left" w:pos="6195"/>
        </w:tabs>
      </w:pPr>
      <w:r>
        <w:t>217.0579</w:t>
      </w:r>
      <w:r>
        <w:tab/>
        <w:t>8.702e0</w:t>
      </w:r>
    </w:p>
    <w:p w:rsidR="00354DF7" w:rsidRDefault="00354DF7" w:rsidP="00354DF7">
      <w:pPr>
        <w:tabs>
          <w:tab w:val="left" w:pos="6195"/>
        </w:tabs>
      </w:pPr>
      <w:r>
        <w:t>217.0732</w:t>
      </w:r>
      <w:r>
        <w:tab/>
        <w:t>4.853e0</w:t>
      </w:r>
    </w:p>
    <w:p w:rsidR="00354DF7" w:rsidRDefault="00354DF7" w:rsidP="00354DF7">
      <w:pPr>
        <w:tabs>
          <w:tab w:val="left" w:pos="6195"/>
        </w:tabs>
      </w:pPr>
      <w:r>
        <w:t>217.0869</w:t>
      </w:r>
      <w:r>
        <w:tab/>
        <w:t>6.662e0</w:t>
      </w:r>
    </w:p>
    <w:p w:rsidR="00354DF7" w:rsidRDefault="00354DF7" w:rsidP="00354DF7">
      <w:pPr>
        <w:tabs>
          <w:tab w:val="left" w:pos="6195"/>
        </w:tabs>
      </w:pPr>
      <w:r>
        <w:t>217.1011</w:t>
      </w:r>
      <w:r>
        <w:tab/>
        <w:t>2.745e1</w:t>
      </w:r>
    </w:p>
    <w:p w:rsidR="00354DF7" w:rsidRDefault="00354DF7" w:rsidP="00354DF7">
      <w:pPr>
        <w:tabs>
          <w:tab w:val="left" w:pos="6195"/>
        </w:tabs>
      </w:pPr>
      <w:r>
        <w:t>217.1046</w:t>
      </w:r>
      <w:r>
        <w:tab/>
        <w:t>5.924e0</w:t>
      </w:r>
    </w:p>
    <w:p w:rsidR="00354DF7" w:rsidRDefault="00354DF7" w:rsidP="00354DF7">
      <w:pPr>
        <w:tabs>
          <w:tab w:val="left" w:pos="6195"/>
        </w:tabs>
      </w:pPr>
      <w:r>
        <w:lastRenderedPageBreak/>
        <w:t>217.1056</w:t>
      </w:r>
      <w:r>
        <w:tab/>
        <w:t>5.389e1</w:t>
      </w:r>
    </w:p>
    <w:p w:rsidR="00354DF7" w:rsidRDefault="00354DF7" w:rsidP="00354DF7">
      <w:pPr>
        <w:tabs>
          <w:tab w:val="left" w:pos="6195"/>
        </w:tabs>
      </w:pPr>
      <w:r>
        <w:t>217.1070</w:t>
      </w:r>
      <w:r>
        <w:tab/>
        <w:t>3.587e0</w:t>
      </w:r>
    </w:p>
    <w:p w:rsidR="00354DF7" w:rsidRDefault="00354DF7" w:rsidP="00354DF7">
      <w:pPr>
        <w:tabs>
          <w:tab w:val="left" w:pos="6195"/>
        </w:tabs>
      </w:pPr>
      <w:r>
        <w:t>217.1501</w:t>
      </w:r>
      <w:r>
        <w:tab/>
        <w:t>3.670e0</w:t>
      </w:r>
    </w:p>
    <w:p w:rsidR="00354DF7" w:rsidRDefault="00354DF7" w:rsidP="00354DF7">
      <w:pPr>
        <w:tabs>
          <w:tab w:val="left" w:pos="6195"/>
        </w:tabs>
      </w:pPr>
      <w:r>
        <w:t>217.1545</w:t>
      </w:r>
      <w:r>
        <w:tab/>
        <w:t>5.625e0</w:t>
      </w:r>
    </w:p>
    <w:p w:rsidR="00354DF7" w:rsidRDefault="00354DF7" w:rsidP="00354DF7">
      <w:pPr>
        <w:tabs>
          <w:tab w:val="left" w:pos="6195"/>
        </w:tabs>
      </w:pPr>
      <w:r>
        <w:t>217.1699</w:t>
      </w:r>
      <w:r>
        <w:tab/>
        <w:t>3.801e0</w:t>
      </w:r>
    </w:p>
    <w:p w:rsidR="00354DF7" w:rsidRDefault="00354DF7" w:rsidP="00354DF7">
      <w:pPr>
        <w:tabs>
          <w:tab w:val="left" w:pos="6195"/>
        </w:tabs>
      </w:pPr>
      <w:r>
        <w:t>217.2071</w:t>
      </w:r>
      <w:r>
        <w:tab/>
        <w:t>5.550e1</w:t>
      </w:r>
    </w:p>
    <w:p w:rsidR="00354DF7" w:rsidRDefault="00354DF7" w:rsidP="00354DF7">
      <w:pPr>
        <w:tabs>
          <w:tab w:val="left" w:pos="6195"/>
        </w:tabs>
      </w:pPr>
      <w:r>
        <w:t>217.2092</w:t>
      </w:r>
      <w:r>
        <w:tab/>
        <w:t>3.408e2</w:t>
      </w:r>
    </w:p>
    <w:p w:rsidR="00354DF7" w:rsidRDefault="00354DF7" w:rsidP="00354DF7">
      <w:pPr>
        <w:tabs>
          <w:tab w:val="left" w:pos="6195"/>
        </w:tabs>
      </w:pPr>
      <w:r>
        <w:t>217.2381</w:t>
      </w:r>
      <w:r>
        <w:tab/>
        <w:t>4.950e0</w:t>
      </w:r>
    </w:p>
    <w:p w:rsidR="00354DF7" w:rsidRDefault="00354DF7" w:rsidP="00354DF7">
      <w:pPr>
        <w:tabs>
          <w:tab w:val="left" w:pos="6195"/>
        </w:tabs>
      </w:pPr>
      <w:r>
        <w:t>217.2564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217.2718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217.2756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217.2935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217.2994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217.3034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217.3075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217.3215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217.3234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217.3250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217.3452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217.3463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217.3477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217.3577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217.3612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217.3773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217.3859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217.3941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217.4060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217.4167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217.4244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217.4478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217.4560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217.4601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217.4687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217.4786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217.4877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217.4912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217.4951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217.5069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217.5203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217.5215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217.5244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217.5423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217.5445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217.5468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217.5547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217.5681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217.5740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217.5852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217.6087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217.6211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217.6249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217.6369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217.6445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217.6480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217.6560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217.6680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217.6713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217.6830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217.7033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217.7092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217.7189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217.7341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217.7497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217.7601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217.7694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217.7738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217.7780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217.7798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217.7899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217.7936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217.8090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217.8147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217.8263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217.8282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217.8369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217.8429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217.8443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217.8462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217.8482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217.8681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217.8724</w:t>
      </w:r>
      <w:r>
        <w:tab/>
        <w:t>1.841e0</w:t>
      </w:r>
    </w:p>
    <w:p w:rsidR="00354DF7" w:rsidRDefault="00354DF7" w:rsidP="00354DF7">
      <w:pPr>
        <w:tabs>
          <w:tab w:val="left" w:pos="6195"/>
        </w:tabs>
      </w:pPr>
      <w:r>
        <w:t>217.8834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217.8913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217.8970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217.9225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217.9248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217.9267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217.9353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217.9388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217.9525</w:t>
      </w:r>
      <w:r>
        <w:tab/>
        <w:t>6.599e0</w:t>
      </w:r>
    </w:p>
    <w:p w:rsidR="00354DF7" w:rsidRDefault="00354DF7" w:rsidP="00354DF7">
      <w:pPr>
        <w:tabs>
          <w:tab w:val="left" w:pos="6195"/>
        </w:tabs>
      </w:pPr>
      <w:r>
        <w:t>217.9582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217.9760</w:t>
      </w:r>
      <w:r>
        <w:tab/>
        <w:t>8.562e0</w:t>
      </w:r>
    </w:p>
    <w:p w:rsidR="00354DF7" w:rsidRDefault="00354DF7" w:rsidP="00354DF7">
      <w:pPr>
        <w:tabs>
          <w:tab w:val="left" w:pos="6195"/>
        </w:tabs>
      </w:pPr>
      <w:r>
        <w:t>217.9858</w:t>
      </w:r>
      <w:r>
        <w:tab/>
        <w:t>3.155e0</w:t>
      </w:r>
    </w:p>
    <w:p w:rsidR="00354DF7" w:rsidRDefault="00354DF7" w:rsidP="00354DF7">
      <w:pPr>
        <w:tabs>
          <w:tab w:val="left" w:pos="6195"/>
        </w:tabs>
      </w:pPr>
      <w:r>
        <w:t>217.9872</w:t>
      </w:r>
      <w:r>
        <w:tab/>
        <w:t>5.408e0</w:t>
      </w:r>
    </w:p>
    <w:p w:rsidR="00354DF7" w:rsidRDefault="00354DF7" w:rsidP="00354DF7">
      <w:pPr>
        <w:tabs>
          <w:tab w:val="left" w:pos="6195"/>
        </w:tabs>
      </w:pPr>
      <w:r>
        <w:t>217.9896</w:t>
      </w:r>
      <w:r>
        <w:tab/>
        <w:t>1.060e1</w:t>
      </w:r>
    </w:p>
    <w:p w:rsidR="00354DF7" w:rsidRDefault="00354DF7" w:rsidP="00354DF7">
      <w:pPr>
        <w:tabs>
          <w:tab w:val="left" w:pos="6195"/>
        </w:tabs>
      </w:pPr>
      <w:r>
        <w:lastRenderedPageBreak/>
        <w:t>217.9950</w:t>
      </w:r>
      <w:r>
        <w:tab/>
        <w:t>5.824e0</w:t>
      </w:r>
    </w:p>
    <w:p w:rsidR="00354DF7" w:rsidRDefault="00354DF7" w:rsidP="00354DF7">
      <w:pPr>
        <w:tabs>
          <w:tab w:val="left" w:pos="6195"/>
        </w:tabs>
      </w:pPr>
      <w:r>
        <w:t>218.0256</w:t>
      </w:r>
      <w:r>
        <w:tab/>
        <w:t>1.222e0</w:t>
      </w:r>
    </w:p>
    <w:p w:rsidR="00354DF7" w:rsidRDefault="00354DF7" w:rsidP="00354DF7">
      <w:pPr>
        <w:tabs>
          <w:tab w:val="left" w:pos="6195"/>
        </w:tabs>
      </w:pPr>
      <w:r>
        <w:t>218.0333</w:t>
      </w:r>
      <w:r>
        <w:tab/>
        <w:t>3.206e0</w:t>
      </w:r>
    </w:p>
    <w:p w:rsidR="00354DF7" w:rsidRDefault="00354DF7" w:rsidP="00354DF7">
      <w:pPr>
        <w:tabs>
          <w:tab w:val="left" w:pos="6195"/>
        </w:tabs>
      </w:pPr>
      <w:r>
        <w:t>218.0389</w:t>
      </w:r>
      <w:r>
        <w:tab/>
        <w:t>1.539e0</w:t>
      </w:r>
    </w:p>
    <w:p w:rsidR="00354DF7" w:rsidRDefault="00354DF7" w:rsidP="00354DF7">
      <w:pPr>
        <w:tabs>
          <w:tab w:val="left" w:pos="6195"/>
        </w:tabs>
      </w:pPr>
      <w:r>
        <w:t>218.0453</w:t>
      </w:r>
      <w:r>
        <w:tab/>
        <w:t>3.005e0</w:t>
      </w:r>
    </w:p>
    <w:p w:rsidR="00354DF7" w:rsidRDefault="00354DF7" w:rsidP="00354DF7">
      <w:pPr>
        <w:tabs>
          <w:tab w:val="left" w:pos="6195"/>
        </w:tabs>
      </w:pPr>
      <w:r>
        <w:t>218.0528</w:t>
      </w:r>
      <w:r>
        <w:tab/>
        <w:t>2.693e0</w:t>
      </w:r>
    </w:p>
    <w:p w:rsidR="00354DF7" w:rsidRDefault="00354DF7" w:rsidP="00354DF7">
      <w:pPr>
        <w:tabs>
          <w:tab w:val="left" w:pos="6195"/>
        </w:tabs>
      </w:pPr>
      <w:r>
        <w:t>218.0627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218.0693</w:t>
      </w:r>
      <w:r>
        <w:tab/>
        <w:t>2.015e0</w:t>
      </w:r>
    </w:p>
    <w:p w:rsidR="00354DF7" w:rsidRDefault="00354DF7" w:rsidP="00354DF7">
      <w:pPr>
        <w:tabs>
          <w:tab w:val="left" w:pos="6195"/>
        </w:tabs>
      </w:pPr>
      <w:r>
        <w:t>218.0721</w:t>
      </w:r>
      <w:r>
        <w:tab/>
        <w:t>5.835e0</w:t>
      </w:r>
    </w:p>
    <w:p w:rsidR="00354DF7" w:rsidRDefault="00354DF7" w:rsidP="00354DF7">
      <w:pPr>
        <w:tabs>
          <w:tab w:val="left" w:pos="6195"/>
        </w:tabs>
      </w:pPr>
      <w:r>
        <w:t>218.0887</w:t>
      </w:r>
      <w:r>
        <w:tab/>
        <w:t>2.669e0</w:t>
      </w:r>
    </w:p>
    <w:p w:rsidR="00354DF7" w:rsidRDefault="00354DF7" w:rsidP="00354DF7">
      <w:pPr>
        <w:tabs>
          <w:tab w:val="left" w:pos="6195"/>
        </w:tabs>
      </w:pPr>
      <w:r>
        <w:t>218.0947</w:t>
      </w:r>
      <w:r>
        <w:tab/>
        <w:t>2.508e0</w:t>
      </w:r>
    </w:p>
    <w:p w:rsidR="00354DF7" w:rsidRDefault="00354DF7" w:rsidP="00354DF7">
      <w:pPr>
        <w:tabs>
          <w:tab w:val="left" w:pos="6195"/>
        </w:tabs>
      </w:pPr>
      <w:r>
        <w:t>218.0986</w:t>
      </w:r>
      <w:r>
        <w:tab/>
        <w:t>4.873e0</w:t>
      </w:r>
    </w:p>
    <w:p w:rsidR="00354DF7" w:rsidRDefault="00354DF7" w:rsidP="00354DF7">
      <w:pPr>
        <w:tabs>
          <w:tab w:val="left" w:pos="6195"/>
        </w:tabs>
      </w:pPr>
      <w:r>
        <w:t>218.1089</w:t>
      </w:r>
      <w:r>
        <w:tab/>
        <w:t>3.773e0</w:t>
      </w:r>
    </w:p>
    <w:p w:rsidR="00354DF7" w:rsidRDefault="00354DF7" w:rsidP="00354DF7">
      <w:pPr>
        <w:tabs>
          <w:tab w:val="left" w:pos="6195"/>
        </w:tabs>
      </w:pPr>
      <w:r>
        <w:t>218.1137</w:t>
      </w:r>
      <w:r>
        <w:tab/>
        <w:t>4.215e0</w:t>
      </w:r>
    </w:p>
    <w:p w:rsidR="00354DF7" w:rsidRDefault="00354DF7" w:rsidP="00354DF7">
      <w:pPr>
        <w:tabs>
          <w:tab w:val="left" w:pos="6195"/>
        </w:tabs>
      </w:pPr>
      <w:r>
        <w:t>218.1279</w:t>
      </w:r>
      <w:r>
        <w:tab/>
        <w:t>7.853e0</w:t>
      </w:r>
    </w:p>
    <w:p w:rsidR="00354DF7" w:rsidRDefault="00354DF7" w:rsidP="00354DF7">
      <w:pPr>
        <w:tabs>
          <w:tab w:val="left" w:pos="6195"/>
        </w:tabs>
      </w:pPr>
      <w:r>
        <w:t>218.1399</w:t>
      </w:r>
      <w:r>
        <w:tab/>
        <w:t>4.526e0</w:t>
      </w:r>
    </w:p>
    <w:p w:rsidR="00354DF7" w:rsidRDefault="00354DF7" w:rsidP="00354DF7">
      <w:pPr>
        <w:tabs>
          <w:tab w:val="left" w:pos="6195"/>
        </w:tabs>
      </w:pPr>
      <w:r>
        <w:t>218.1518</w:t>
      </w:r>
      <w:r>
        <w:tab/>
        <w:t>4.546e0</w:t>
      </w:r>
    </w:p>
    <w:p w:rsidR="00354DF7" w:rsidRDefault="00354DF7" w:rsidP="00354DF7">
      <w:pPr>
        <w:tabs>
          <w:tab w:val="left" w:pos="6195"/>
        </w:tabs>
      </w:pPr>
      <w:r>
        <w:t>218.1562</w:t>
      </w:r>
      <w:r>
        <w:tab/>
        <w:t>3.143e0</w:t>
      </w:r>
    </w:p>
    <w:p w:rsidR="00354DF7" w:rsidRDefault="00354DF7" w:rsidP="00354DF7">
      <w:pPr>
        <w:tabs>
          <w:tab w:val="left" w:pos="6195"/>
        </w:tabs>
      </w:pPr>
      <w:r>
        <w:t>218.1582</w:t>
      </w:r>
      <w:r>
        <w:tab/>
        <w:t>2.090e0</w:t>
      </w:r>
    </w:p>
    <w:p w:rsidR="00354DF7" w:rsidRDefault="00354DF7" w:rsidP="00354DF7">
      <w:pPr>
        <w:tabs>
          <w:tab w:val="left" w:pos="6195"/>
        </w:tabs>
      </w:pPr>
      <w:r>
        <w:lastRenderedPageBreak/>
        <w:t>218.1663</w:t>
      </w:r>
      <w:r>
        <w:tab/>
        <w:t>2.901e0</w:t>
      </w:r>
    </w:p>
    <w:p w:rsidR="00354DF7" w:rsidRDefault="00354DF7" w:rsidP="00354DF7">
      <w:pPr>
        <w:tabs>
          <w:tab w:val="left" w:pos="6195"/>
        </w:tabs>
      </w:pPr>
      <w:r>
        <w:t>218.1677</w:t>
      </w:r>
      <w:r>
        <w:tab/>
        <w:t>2.704e0</w:t>
      </w:r>
    </w:p>
    <w:p w:rsidR="00354DF7" w:rsidRDefault="00354DF7" w:rsidP="00354DF7">
      <w:pPr>
        <w:tabs>
          <w:tab w:val="left" w:pos="6195"/>
        </w:tabs>
      </w:pPr>
      <w:r>
        <w:t>218.2108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218.2122</w:t>
      </w:r>
      <w:r>
        <w:tab/>
        <w:t>3.385e1</w:t>
      </w:r>
    </w:p>
    <w:p w:rsidR="00354DF7" w:rsidRDefault="00354DF7" w:rsidP="00354DF7">
      <w:pPr>
        <w:tabs>
          <w:tab w:val="left" w:pos="6195"/>
        </w:tabs>
      </w:pPr>
      <w:r>
        <w:t>218.2166</w:t>
      </w:r>
      <w:r>
        <w:tab/>
        <w:t>2.185e1</w:t>
      </w:r>
    </w:p>
    <w:p w:rsidR="00354DF7" w:rsidRDefault="00354DF7" w:rsidP="00354DF7">
      <w:pPr>
        <w:tabs>
          <w:tab w:val="left" w:pos="6195"/>
        </w:tabs>
      </w:pPr>
      <w:r>
        <w:t>218.2197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218.2603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218.2641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218.2679</w:t>
      </w:r>
      <w:r>
        <w:tab/>
        <w:t>7.875e0</w:t>
      </w:r>
    </w:p>
    <w:p w:rsidR="00354DF7" w:rsidRDefault="00354DF7" w:rsidP="00354DF7">
      <w:pPr>
        <w:tabs>
          <w:tab w:val="left" w:pos="6195"/>
        </w:tabs>
      </w:pPr>
      <w:r>
        <w:t>218.2697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218.2759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218.2833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218.3072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218.3277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218.3387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218.3506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218.3633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218.3649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218.3746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218.3857</w:t>
      </w:r>
      <w:r>
        <w:tab/>
        <w:t>2.182e0</w:t>
      </w:r>
    </w:p>
    <w:p w:rsidR="00354DF7" w:rsidRDefault="00354DF7" w:rsidP="00354DF7">
      <w:pPr>
        <w:tabs>
          <w:tab w:val="left" w:pos="6195"/>
        </w:tabs>
      </w:pPr>
      <w:r>
        <w:t>218.3940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218.3968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218.3983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218.4116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218.4326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218.4421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218.4504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218.4544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218.4808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218.4865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218.4929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218.5015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218.5152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218.5289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218.5391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218.5414</w:t>
      </w:r>
      <w:r>
        <w:tab/>
        <w:t>6.279e0</w:t>
      </w:r>
    </w:p>
    <w:p w:rsidR="00354DF7" w:rsidRDefault="00354DF7" w:rsidP="00354DF7">
      <w:pPr>
        <w:tabs>
          <w:tab w:val="left" w:pos="6195"/>
        </w:tabs>
      </w:pPr>
      <w:r>
        <w:t>218.5429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218.5512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218.5666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218.5724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218.5796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218.5899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218.5995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218.6134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218.6172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218.6194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218.6292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218.6302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218.6490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218.6531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218.6608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218.6904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218.7023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218.7045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218.7087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218.7142</w:t>
      </w:r>
      <w:r>
        <w:tab/>
        <w:t>3.902e0</w:t>
      </w:r>
    </w:p>
    <w:p w:rsidR="00354DF7" w:rsidRDefault="00354DF7" w:rsidP="00354DF7">
      <w:pPr>
        <w:tabs>
          <w:tab w:val="left" w:pos="6195"/>
        </w:tabs>
      </w:pPr>
      <w:r>
        <w:t>218.7199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218.7316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218.7345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218.7488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218.7610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218.7629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218.7750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218.7851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218.7929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218.7983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218.8060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218.8129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218.8248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218.8292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218.8372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218.8541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218.8732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218.8963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218.9080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218.9108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218.9329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218.9439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218.9486</w:t>
      </w:r>
      <w:r>
        <w:tab/>
        <w:t>5.850e0</w:t>
      </w:r>
    </w:p>
    <w:p w:rsidR="00354DF7" w:rsidRDefault="00354DF7" w:rsidP="00354DF7">
      <w:pPr>
        <w:tabs>
          <w:tab w:val="left" w:pos="6195"/>
        </w:tabs>
      </w:pPr>
      <w:r>
        <w:t>218.9558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218.9593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218.9689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218.9751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218.9826</w:t>
      </w:r>
      <w:r>
        <w:tab/>
        <w:t>3.192e0</w:t>
      </w:r>
    </w:p>
    <w:p w:rsidR="00354DF7" w:rsidRDefault="00354DF7" w:rsidP="00354DF7">
      <w:pPr>
        <w:tabs>
          <w:tab w:val="left" w:pos="6195"/>
        </w:tabs>
      </w:pPr>
      <w:r>
        <w:t>218.9915</w:t>
      </w:r>
      <w:r>
        <w:tab/>
        <w:t>2.715e0</w:t>
      </w:r>
    </w:p>
    <w:p w:rsidR="00354DF7" w:rsidRDefault="00354DF7" w:rsidP="00354DF7">
      <w:pPr>
        <w:tabs>
          <w:tab w:val="left" w:pos="6195"/>
        </w:tabs>
      </w:pPr>
      <w:r>
        <w:t>218.9932</w:t>
      </w:r>
      <w:r>
        <w:tab/>
        <w:t>1.246e0</w:t>
      </w:r>
    </w:p>
    <w:p w:rsidR="00354DF7" w:rsidRDefault="00354DF7" w:rsidP="00354DF7">
      <w:pPr>
        <w:tabs>
          <w:tab w:val="left" w:pos="6195"/>
        </w:tabs>
      </w:pPr>
      <w:r>
        <w:t>219.0325</w:t>
      </w:r>
      <w:r>
        <w:tab/>
        <w:t>1.749e0</w:t>
      </w:r>
    </w:p>
    <w:p w:rsidR="00354DF7" w:rsidRDefault="00354DF7" w:rsidP="00354DF7">
      <w:pPr>
        <w:tabs>
          <w:tab w:val="left" w:pos="6195"/>
        </w:tabs>
      </w:pPr>
      <w:r>
        <w:t>219.0491</w:t>
      </w:r>
      <w:r>
        <w:tab/>
        <w:t>3.095e0</w:t>
      </w:r>
    </w:p>
    <w:p w:rsidR="00354DF7" w:rsidRDefault="00354DF7" w:rsidP="00354DF7">
      <w:pPr>
        <w:tabs>
          <w:tab w:val="left" w:pos="6195"/>
        </w:tabs>
      </w:pPr>
      <w:r>
        <w:t>219.0579</w:t>
      </w:r>
      <w:r>
        <w:tab/>
        <w:t>1.147e0</w:t>
      </w:r>
    </w:p>
    <w:p w:rsidR="00354DF7" w:rsidRDefault="00354DF7" w:rsidP="00354DF7">
      <w:pPr>
        <w:tabs>
          <w:tab w:val="left" w:pos="6195"/>
        </w:tabs>
      </w:pPr>
      <w:r>
        <w:t>219.0616</w:t>
      </w:r>
      <w:r>
        <w:tab/>
        <w:t>2.566e0</w:t>
      </w:r>
    </w:p>
    <w:p w:rsidR="00354DF7" w:rsidRDefault="00354DF7" w:rsidP="00354DF7">
      <w:pPr>
        <w:tabs>
          <w:tab w:val="left" w:pos="6195"/>
        </w:tabs>
      </w:pPr>
      <w:r>
        <w:t>219.0678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219.0698</w:t>
      </w:r>
      <w:r>
        <w:tab/>
        <w:t>1.707e0</w:t>
      </w:r>
    </w:p>
    <w:p w:rsidR="00354DF7" w:rsidRDefault="00354DF7" w:rsidP="00354DF7">
      <w:pPr>
        <w:tabs>
          <w:tab w:val="left" w:pos="6195"/>
        </w:tabs>
      </w:pPr>
      <w:r>
        <w:t>219.0857</w:t>
      </w:r>
      <w:r>
        <w:tab/>
        <w:t>1.044e0</w:t>
      </w:r>
    </w:p>
    <w:p w:rsidR="00354DF7" w:rsidRDefault="00354DF7" w:rsidP="00354DF7">
      <w:pPr>
        <w:tabs>
          <w:tab w:val="left" w:pos="6195"/>
        </w:tabs>
      </w:pPr>
      <w:r>
        <w:t>219.0893</w:t>
      </w:r>
      <w:r>
        <w:tab/>
        <w:t>5.121e0</w:t>
      </w:r>
    </w:p>
    <w:p w:rsidR="00354DF7" w:rsidRDefault="00354DF7" w:rsidP="00354DF7">
      <w:pPr>
        <w:tabs>
          <w:tab w:val="left" w:pos="6195"/>
        </w:tabs>
      </w:pPr>
      <w:r>
        <w:t>219.0935</w:t>
      </w:r>
      <w:r>
        <w:tab/>
        <w:t>6.846e0</w:t>
      </w:r>
    </w:p>
    <w:p w:rsidR="00354DF7" w:rsidRDefault="00354DF7" w:rsidP="00354DF7">
      <w:pPr>
        <w:tabs>
          <w:tab w:val="left" w:pos="6195"/>
        </w:tabs>
      </w:pPr>
      <w:r>
        <w:lastRenderedPageBreak/>
        <w:t>219.0962</w:t>
      </w:r>
      <w:r>
        <w:tab/>
        <w:t>2.968e0</w:t>
      </w:r>
    </w:p>
    <w:p w:rsidR="00354DF7" w:rsidRDefault="00354DF7" w:rsidP="00354DF7">
      <w:pPr>
        <w:tabs>
          <w:tab w:val="left" w:pos="6195"/>
        </w:tabs>
      </w:pPr>
      <w:r>
        <w:t>219.1268</w:t>
      </w:r>
      <w:r>
        <w:tab/>
        <w:t>4.877e0</w:t>
      </w:r>
    </w:p>
    <w:p w:rsidR="00354DF7" w:rsidRDefault="00354DF7" w:rsidP="00354DF7">
      <w:pPr>
        <w:tabs>
          <w:tab w:val="left" w:pos="6195"/>
        </w:tabs>
      </w:pPr>
      <w:r>
        <w:t>219.1305</w:t>
      </w:r>
      <w:r>
        <w:tab/>
        <w:t>1.831e0</w:t>
      </w:r>
    </w:p>
    <w:p w:rsidR="00354DF7" w:rsidRDefault="00354DF7" w:rsidP="00354DF7">
      <w:pPr>
        <w:tabs>
          <w:tab w:val="left" w:pos="6195"/>
        </w:tabs>
      </w:pPr>
      <w:r>
        <w:t>219.1420</w:t>
      </w:r>
      <w:r>
        <w:tab/>
        <w:t>3.045e0</w:t>
      </w:r>
    </w:p>
    <w:p w:rsidR="00354DF7" w:rsidRDefault="00354DF7" w:rsidP="00354DF7">
      <w:pPr>
        <w:tabs>
          <w:tab w:val="left" w:pos="6195"/>
        </w:tabs>
      </w:pPr>
      <w:r>
        <w:t>219.1455</w:t>
      </w:r>
      <w:r>
        <w:tab/>
        <w:t>2.269e0</w:t>
      </w:r>
    </w:p>
    <w:p w:rsidR="00354DF7" w:rsidRDefault="00354DF7" w:rsidP="00354DF7">
      <w:pPr>
        <w:tabs>
          <w:tab w:val="left" w:pos="6195"/>
        </w:tabs>
      </w:pPr>
      <w:r>
        <w:t>219.1526</w:t>
      </w:r>
      <w:r>
        <w:tab/>
        <w:t>2.962e0</w:t>
      </w:r>
    </w:p>
    <w:p w:rsidR="00354DF7" w:rsidRDefault="00354DF7" w:rsidP="00354DF7">
      <w:pPr>
        <w:tabs>
          <w:tab w:val="left" w:pos="6195"/>
        </w:tabs>
      </w:pPr>
      <w:r>
        <w:t>219.1658</w:t>
      </w:r>
      <w:r>
        <w:tab/>
        <w:t>3.193e0</w:t>
      </w:r>
    </w:p>
    <w:p w:rsidR="00354DF7" w:rsidRDefault="00354DF7" w:rsidP="00354DF7">
      <w:pPr>
        <w:tabs>
          <w:tab w:val="left" w:pos="6195"/>
        </w:tabs>
      </w:pPr>
      <w:r>
        <w:t>219.1751</w:t>
      </w:r>
      <w:r>
        <w:tab/>
        <w:t>6.671e0</w:t>
      </w:r>
    </w:p>
    <w:p w:rsidR="00354DF7" w:rsidRDefault="00354DF7" w:rsidP="00354DF7">
      <w:pPr>
        <w:tabs>
          <w:tab w:val="left" w:pos="6195"/>
        </w:tabs>
      </w:pPr>
      <w:r>
        <w:t>219.1784</w:t>
      </w:r>
      <w:r>
        <w:tab/>
        <w:t>6.722e0</w:t>
      </w:r>
    </w:p>
    <w:p w:rsidR="00354DF7" w:rsidRDefault="00354DF7" w:rsidP="00354DF7">
      <w:pPr>
        <w:tabs>
          <w:tab w:val="left" w:pos="6195"/>
        </w:tabs>
      </w:pPr>
      <w:r>
        <w:t>219.1866</w:t>
      </w:r>
      <w:r>
        <w:tab/>
        <w:t>5.448e0</w:t>
      </w:r>
    </w:p>
    <w:p w:rsidR="00354DF7" w:rsidRDefault="00354DF7" w:rsidP="00354DF7">
      <w:pPr>
        <w:tabs>
          <w:tab w:val="left" w:pos="6195"/>
        </w:tabs>
      </w:pPr>
      <w:r>
        <w:t>219.2011</w:t>
      </w:r>
      <w:r>
        <w:tab/>
        <w:t>4.342e0</w:t>
      </w:r>
    </w:p>
    <w:p w:rsidR="00354DF7" w:rsidRDefault="00354DF7" w:rsidP="00354DF7">
      <w:pPr>
        <w:tabs>
          <w:tab w:val="left" w:pos="6195"/>
        </w:tabs>
      </w:pPr>
      <w:r>
        <w:t>219.2066</w:t>
      </w:r>
      <w:r>
        <w:tab/>
        <w:t>2.318e0</w:t>
      </w:r>
    </w:p>
    <w:p w:rsidR="00354DF7" w:rsidRDefault="00354DF7" w:rsidP="00354DF7">
      <w:pPr>
        <w:tabs>
          <w:tab w:val="left" w:pos="6195"/>
        </w:tabs>
      </w:pPr>
      <w:r>
        <w:t>219.2155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219.2171</w:t>
      </w:r>
      <w:r>
        <w:tab/>
        <w:t>8.372e0</w:t>
      </w:r>
    </w:p>
    <w:p w:rsidR="00354DF7" w:rsidRDefault="00354DF7" w:rsidP="00354DF7">
      <w:pPr>
        <w:tabs>
          <w:tab w:val="left" w:pos="6195"/>
        </w:tabs>
      </w:pPr>
      <w:r>
        <w:t>219.2213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219.2330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219.2421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219.2471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219.2544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219.2621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219.2799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219.2817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219.2834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219.3038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219.3186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219.3215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219.3257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219.3334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219.3486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219.3565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219.3609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219.3706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219.3728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219.3771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219.3813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219.4004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219.4040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219.4212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219.4398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219.4437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219.4521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219.4559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219.4638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219.4733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219.4752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219.4829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219.4877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219.4944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219.5061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219.5081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219.5164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219.5219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219.5283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219.5310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219.5593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219.5654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219.5768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219.5893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219.5933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219.6130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219.6210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219.6477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219.6562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219.6597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219.6681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219.6722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219.6767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219.6881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219.6955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219.7147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219.7188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219.7266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219.7390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219.7448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219.7521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219.7611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219.7668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219.7706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219.7780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219.7858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219.7916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219.7970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219.8216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219.8336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219.8354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219.8531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219.8608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219.8762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219.9011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219.9088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219.9164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219.9200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219.9280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219.9302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219.9476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219.9515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219.9689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219.9823</w:t>
      </w:r>
      <w:r>
        <w:tab/>
        <w:t>3.025e0</w:t>
      </w:r>
    </w:p>
    <w:p w:rsidR="00354DF7" w:rsidRDefault="00354DF7" w:rsidP="00354DF7">
      <w:pPr>
        <w:tabs>
          <w:tab w:val="left" w:pos="6195"/>
        </w:tabs>
      </w:pPr>
      <w:r>
        <w:t>219.9855</w:t>
      </w:r>
      <w:r>
        <w:tab/>
        <w:t>2.261e0</w:t>
      </w:r>
    </w:p>
    <w:p w:rsidR="00354DF7" w:rsidRDefault="00354DF7" w:rsidP="00354DF7">
      <w:pPr>
        <w:tabs>
          <w:tab w:val="left" w:pos="6195"/>
        </w:tabs>
      </w:pPr>
      <w:r>
        <w:t>219.9975</w:t>
      </w:r>
      <w:r>
        <w:tab/>
        <w:t>1.345e0</w:t>
      </w:r>
    </w:p>
    <w:p w:rsidR="00354DF7" w:rsidRDefault="00354DF7" w:rsidP="00354DF7">
      <w:pPr>
        <w:tabs>
          <w:tab w:val="left" w:pos="6195"/>
        </w:tabs>
      </w:pPr>
      <w:r>
        <w:t>220.0400</w:t>
      </w:r>
      <w:r>
        <w:tab/>
        <w:t>1.772e1</w:t>
      </w:r>
    </w:p>
    <w:p w:rsidR="00354DF7" w:rsidRDefault="00354DF7" w:rsidP="00354DF7">
      <w:pPr>
        <w:tabs>
          <w:tab w:val="left" w:pos="6195"/>
        </w:tabs>
      </w:pPr>
      <w:r>
        <w:t>220.0418</w:t>
      </w:r>
      <w:r>
        <w:tab/>
        <w:t>8.232e1</w:t>
      </w:r>
    </w:p>
    <w:p w:rsidR="00354DF7" w:rsidRDefault="00354DF7" w:rsidP="00354DF7">
      <w:pPr>
        <w:tabs>
          <w:tab w:val="left" w:pos="6195"/>
        </w:tabs>
      </w:pPr>
      <w:r>
        <w:t>220.0464</w:t>
      </w:r>
      <w:r>
        <w:tab/>
        <w:t>4.383e1</w:t>
      </w:r>
    </w:p>
    <w:p w:rsidR="00354DF7" w:rsidRDefault="00354DF7" w:rsidP="00354DF7">
      <w:pPr>
        <w:tabs>
          <w:tab w:val="left" w:pos="6195"/>
        </w:tabs>
      </w:pPr>
      <w:r>
        <w:t>220.0814</w:t>
      </w:r>
      <w:r>
        <w:tab/>
        <w:t>2.281e0</w:t>
      </w:r>
    </w:p>
    <w:p w:rsidR="00354DF7" w:rsidRDefault="00354DF7" w:rsidP="00354DF7">
      <w:pPr>
        <w:tabs>
          <w:tab w:val="left" w:pos="6195"/>
        </w:tabs>
      </w:pPr>
      <w:r>
        <w:t>220.0834</w:t>
      </w:r>
      <w:r>
        <w:tab/>
        <w:t>1.184e0</w:t>
      </w:r>
    </w:p>
    <w:p w:rsidR="00354DF7" w:rsidRDefault="00354DF7" w:rsidP="00354DF7">
      <w:pPr>
        <w:tabs>
          <w:tab w:val="left" w:pos="6195"/>
        </w:tabs>
      </w:pPr>
      <w:r>
        <w:t>220.0887</w:t>
      </w:r>
      <w:r>
        <w:tab/>
        <w:t>1.025e0</w:t>
      </w:r>
    </w:p>
    <w:p w:rsidR="00354DF7" w:rsidRDefault="00354DF7" w:rsidP="00354DF7">
      <w:pPr>
        <w:tabs>
          <w:tab w:val="left" w:pos="6195"/>
        </w:tabs>
      </w:pPr>
      <w:r>
        <w:t>220.1095</w:t>
      </w:r>
      <w:r>
        <w:tab/>
        <w:t>2.207e0</w:t>
      </w:r>
    </w:p>
    <w:p w:rsidR="00354DF7" w:rsidRDefault="00354DF7" w:rsidP="00354DF7">
      <w:pPr>
        <w:tabs>
          <w:tab w:val="left" w:pos="6195"/>
        </w:tabs>
      </w:pPr>
      <w:r>
        <w:t>220.1169</w:t>
      </w:r>
      <w:r>
        <w:tab/>
        <w:t>7.876e0</w:t>
      </w:r>
    </w:p>
    <w:p w:rsidR="00354DF7" w:rsidRDefault="00354DF7" w:rsidP="00354DF7">
      <w:pPr>
        <w:tabs>
          <w:tab w:val="left" w:pos="6195"/>
        </w:tabs>
      </w:pPr>
      <w:r>
        <w:t>220.1202</w:t>
      </w:r>
      <w:r>
        <w:tab/>
        <w:t>1.532e0</w:t>
      </w:r>
    </w:p>
    <w:p w:rsidR="00354DF7" w:rsidRDefault="00354DF7" w:rsidP="00354DF7">
      <w:pPr>
        <w:tabs>
          <w:tab w:val="left" w:pos="6195"/>
        </w:tabs>
      </w:pPr>
      <w:r>
        <w:t>220.1313</w:t>
      </w:r>
      <w:r>
        <w:tab/>
        <w:t>4.222e0</w:t>
      </w:r>
    </w:p>
    <w:p w:rsidR="00354DF7" w:rsidRDefault="00354DF7" w:rsidP="00354DF7">
      <w:pPr>
        <w:tabs>
          <w:tab w:val="left" w:pos="6195"/>
        </w:tabs>
      </w:pPr>
      <w:r>
        <w:t>220.1427</w:t>
      </w:r>
      <w:r>
        <w:tab/>
        <w:t>3.219e0</w:t>
      </w:r>
    </w:p>
    <w:p w:rsidR="00354DF7" w:rsidRDefault="00354DF7" w:rsidP="00354DF7">
      <w:pPr>
        <w:tabs>
          <w:tab w:val="left" w:pos="6195"/>
        </w:tabs>
      </w:pPr>
      <w:r>
        <w:t>220.1456</w:t>
      </w:r>
      <w:r>
        <w:tab/>
        <w:t>3.801e0</w:t>
      </w:r>
    </w:p>
    <w:p w:rsidR="00354DF7" w:rsidRDefault="00354DF7" w:rsidP="00354DF7">
      <w:pPr>
        <w:tabs>
          <w:tab w:val="left" w:pos="6195"/>
        </w:tabs>
      </w:pPr>
      <w:r>
        <w:t>220.1580</w:t>
      </w:r>
      <w:r>
        <w:tab/>
        <w:t>2.901e0</w:t>
      </w:r>
    </w:p>
    <w:p w:rsidR="00354DF7" w:rsidRDefault="00354DF7" w:rsidP="00354DF7">
      <w:pPr>
        <w:tabs>
          <w:tab w:val="left" w:pos="6195"/>
        </w:tabs>
      </w:pPr>
      <w:r>
        <w:t>220.1677</w:t>
      </w:r>
      <w:r>
        <w:tab/>
        <w:t>1.893e0</w:t>
      </w:r>
    </w:p>
    <w:p w:rsidR="00354DF7" w:rsidRDefault="00354DF7" w:rsidP="00354DF7">
      <w:pPr>
        <w:tabs>
          <w:tab w:val="left" w:pos="6195"/>
        </w:tabs>
      </w:pPr>
      <w:r>
        <w:lastRenderedPageBreak/>
        <w:t>220.1719</w:t>
      </w:r>
      <w:r>
        <w:tab/>
        <w:t>2.081e0</w:t>
      </w:r>
    </w:p>
    <w:p w:rsidR="00354DF7" w:rsidRDefault="00354DF7" w:rsidP="00354DF7">
      <w:pPr>
        <w:tabs>
          <w:tab w:val="left" w:pos="6195"/>
        </w:tabs>
      </w:pPr>
      <w:r>
        <w:t>220.1895</w:t>
      </w:r>
      <w:r>
        <w:tab/>
        <w:t>1.978e0</w:t>
      </w:r>
    </w:p>
    <w:p w:rsidR="00354DF7" w:rsidRDefault="00354DF7" w:rsidP="00354DF7">
      <w:pPr>
        <w:tabs>
          <w:tab w:val="left" w:pos="6195"/>
        </w:tabs>
      </w:pPr>
      <w:r>
        <w:t>220.1906</w:t>
      </w:r>
      <w:r>
        <w:tab/>
        <w:t>2.609e0</w:t>
      </w:r>
    </w:p>
    <w:p w:rsidR="00354DF7" w:rsidRDefault="00354DF7" w:rsidP="00354DF7">
      <w:pPr>
        <w:tabs>
          <w:tab w:val="left" w:pos="6195"/>
        </w:tabs>
      </w:pPr>
      <w:r>
        <w:t>220.2050</w:t>
      </w:r>
      <w:r>
        <w:tab/>
        <w:t>1.697e0</w:t>
      </w:r>
    </w:p>
    <w:p w:rsidR="00354DF7" w:rsidRDefault="00354DF7" w:rsidP="00354DF7">
      <w:pPr>
        <w:tabs>
          <w:tab w:val="left" w:pos="6195"/>
        </w:tabs>
      </w:pPr>
      <w:r>
        <w:t>220.2117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220.2274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220.2512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220.2645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220.2716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220.2946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220.2965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220.3138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220.3164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220.3224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220.3538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220.3695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220.3768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220.3851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220.3981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220.4057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220.4271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220.4364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220.4516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220.4560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220.4573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220.4766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220.4848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220.4886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220.4924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220.5077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220.5154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220.5209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220.5466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220.5478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220.5654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220.5756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220.5805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220.5884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220.5903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220.5923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220.6018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220.6049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220.6073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220.6403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220.6499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220.6534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220.6732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220.6954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220.7018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220.7053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220.7133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220.7284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220.7299</w:t>
      </w:r>
      <w:r>
        <w:tab/>
        <w:t>1.788e0</w:t>
      </w:r>
    </w:p>
    <w:p w:rsidR="00354DF7" w:rsidRDefault="00354DF7" w:rsidP="00354DF7">
      <w:pPr>
        <w:tabs>
          <w:tab w:val="left" w:pos="6195"/>
        </w:tabs>
      </w:pPr>
      <w:r>
        <w:t>220.7424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220.7445</w:t>
      </w:r>
      <w:r>
        <w:tab/>
        <w:t>1.965e0</w:t>
      </w:r>
    </w:p>
    <w:p w:rsidR="00354DF7" w:rsidRDefault="00354DF7" w:rsidP="00354DF7">
      <w:pPr>
        <w:tabs>
          <w:tab w:val="left" w:pos="6195"/>
        </w:tabs>
      </w:pPr>
      <w:r>
        <w:t>220.7522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220.7546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220.7660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220.7692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220.7727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220.7749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220.7936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220.7998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220.8029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220.8076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220.8132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220.8277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220.8361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220.8460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220.8555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220.8747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220.8788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220.9008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220.9113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220.9168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220.9324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220.9340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220.9382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220.9699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220.9738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220.9751</w:t>
      </w:r>
      <w:r>
        <w:tab/>
        <w:t>2.951e0</w:t>
      </w:r>
    </w:p>
    <w:p w:rsidR="00354DF7" w:rsidRDefault="00354DF7" w:rsidP="00354DF7">
      <w:pPr>
        <w:tabs>
          <w:tab w:val="left" w:pos="6195"/>
        </w:tabs>
      </w:pPr>
      <w:r>
        <w:t>220.9898</w:t>
      </w:r>
      <w:r>
        <w:tab/>
        <w:t>1.155e0</w:t>
      </w:r>
    </w:p>
    <w:p w:rsidR="00354DF7" w:rsidRDefault="00354DF7" w:rsidP="00354DF7">
      <w:pPr>
        <w:tabs>
          <w:tab w:val="left" w:pos="6195"/>
        </w:tabs>
      </w:pPr>
      <w:r>
        <w:t>221.0419</w:t>
      </w:r>
      <w:r>
        <w:tab/>
        <w:t>8.412e0</w:t>
      </w:r>
    </w:p>
    <w:p w:rsidR="00354DF7" w:rsidRDefault="00354DF7" w:rsidP="00354DF7">
      <w:pPr>
        <w:tabs>
          <w:tab w:val="left" w:pos="6195"/>
        </w:tabs>
      </w:pPr>
      <w:r>
        <w:t>221.0608</w:t>
      </w:r>
      <w:r>
        <w:tab/>
        <w:t>6.085e0</w:t>
      </w:r>
    </w:p>
    <w:p w:rsidR="00354DF7" w:rsidRDefault="00354DF7" w:rsidP="00354DF7">
      <w:pPr>
        <w:tabs>
          <w:tab w:val="left" w:pos="6195"/>
        </w:tabs>
      </w:pPr>
      <w:r>
        <w:t>221.0775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221.0834</w:t>
      </w:r>
      <w:r>
        <w:tab/>
        <w:t>3.370e0</w:t>
      </w:r>
    </w:p>
    <w:p w:rsidR="00354DF7" w:rsidRDefault="00354DF7" w:rsidP="00354DF7">
      <w:pPr>
        <w:tabs>
          <w:tab w:val="left" w:pos="6195"/>
        </w:tabs>
      </w:pPr>
      <w:r>
        <w:t>221.1079</w:t>
      </w:r>
      <w:r>
        <w:tab/>
        <w:t>1.284e0</w:t>
      </w:r>
    </w:p>
    <w:p w:rsidR="00354DF7" w:rsidRDefault="00354DF7" w:rsidP="00354DF7">
      <w:pPr>
        <w:tabs>
          <w:tab w:val="left" w:pos="6195"/>
        </w:tabs>
      </w:pPr>
      <w:r>
        <w:t>221.1209</w:t>
      </w:r>
      <w:r>
        <w:tab/>
        <w:t>4.895e0</w:t>
      </w:r>
    </w:p>
    <w:p w:rsidR="00354DF7" w:rsidRDefault="00354DF7" w:rsidP="00354DF7">
      <w:pPr>
        <w:tabs>
          <w:tab w:val="left" w:pos="6195"/>
        </w:tabs>
      </w:pPr>
      <w:r>
        <w:t>221.1249</w:t>
      </w:r>
      <w:r>
        <w:tab/>
        <w:t>3.093e0</w:t>
      </w:r>
    </w:p>
    <w:p w:rsidR="00354DF7" w:rsidRDefault="00354DF7" w:rsidP="00354DF7">
      <w:pPr>
        <w:tabs>
          <w:tab w:val="left" w:pos="6195"/>
        </w:tabs>
      </w:pPr>
      <w:r>
        <w:t>221.1563</w:t>
      </w:r>
      <w:r>
        <w:tab/>
        <w:t>2.159e0</w:t>
      </w:r>
    </w:p>
    <w:p w:rsidR="00354DF7" w:rsidRDefault="00354DF7" w:rsidP="00354DF7">
      <w:pPr>
        <w:tabs>
          <w:tab w:val="left" w:pos="6195"/>
        </w:tabs>
      </w:pPr>
      <w:r>
        <w:t>221.1740</w:t>
      </w:r>
      <w:r>
        <w:tab/>
        <w:t>4.784e0</w:t>
      </w:r>
    </w:p>
    <w:p w:rsidR="00354DF7" w:rsidRDefault="00354DF7" w:rsidP="00354DF7">
      <w:pPr>
        <w:tabs>
          <w:tab w:val="left" w:pos="6195"/>
        </w:tabs>
      </w:pPr>
      <w:r>
        <w:t>221.1778</w:t>
      </w:r>
      <w:r>
        <w:tab/>
        <w:t>1.768e0</w:t>
      </w:r>
    </w:p>
    <w:p w:rsidR="00354DF7" w:rsidRDefault="00354DF7" w:rsidP="00354DF7">
      <w:pPr>
        <w:tabs>
          <w:tab w:val="left" w:pos="6195"/>
        </w:tabs>
      </w:pPr>
      <w:r>
        <w:t>221.1999</w:t>
      </w:r>
      <w:r>
        <w:tab/>
        <w:t>4.652e0</w:t>
      </w:r>
    </w:p>
    <w:p w:rsidR="00354DF7" w:rsidRDefault="00354DF7" w:rsidP="00354DF7">
      <w:pPr>
        <w:tabs>
          <w:tab w:val="left" w:pos="6195"/>
        </w:tabs>
      </w:pPr>
      <w:r>
        <w:t>221.2043</w:t>
      </w:r>
      <w:r>
        <w:tab/>
        <w:t>3.699e0</w:t>
      </w:r>
    </w:p>
    <w:p w:rsidR="00354DF7" w:rsidRDefault="00354DF7" w:rsidP="00354DF7">
      <w:pPr>
        <w:tabs>
          <w:tab w:val="left" w:pos="6195"/>
        </w:tabs>
      </w:pPr>
      <w:r>
        <w:t>221.2092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221.2207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221.2262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221.2501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221.2586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221.2628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221.2765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221.2938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221.3051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221.3175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221.3382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221.3515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221.3630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221.3685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221.3802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221.3986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221.4020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221.4039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221.4052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221.4166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221.4245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221.4435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221.4475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221.4495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221.4513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221.4639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221.4686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221.4843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221.4996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221.5031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221.5111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221.5264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221.5378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221.5432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221.5620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221.5669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221.5704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221.5803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221.5841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221.6063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221.6141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221.6225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221.6248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221.6299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221.6358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221.6381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221.6496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221.6647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221.6734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221.6780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221.6829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221.6940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221.7013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221.7246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221.7265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221.7322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221.7337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221.7573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221.7742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221.7764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221.7939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221.7996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221.8015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221.8032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221.8119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221.8203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221.8241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221.8396</w:t>
      </w:r>
      <w:r>
        <w:tab/>
        <w:t>2.890e0</w:t>
      </w:r>
    </w:p>
    <w:p w:rsidR="00354DF7" w:rsidRDefault="00354DF7" w:rsidP="00354DF7">
      <w:pPr>
        <w:tabs>
          <w:tab w:val="left" w:pos="6195"/>
        </w:tabs>
      </w:pPr>
      <w:r>
        <w:t>221.8514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221.8594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221.8632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221.8748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221.8874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221.8955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221.9034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221.9133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221.9267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221.9305</w:t>
      </w:r>
      <w:r>
        <w:tab/>
        <w:t>3.954e0</w:t>
      </w:r>
    </w:p>
    <w:p w:rsidR="00354DF7" w:rsidRDefault="00354DF7" w:rsidP="00354DF7">
      <w:pPr>
        <w:tabs>
          <w:tab w:val="left" w:pos="6195"/>
        </w:tabs>
      </w:pPr>
      <w:r>
        <w:t>221.9607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221.9754</w:t>
      </w:r>
      <w:r>
        <w:tab/>
        <w:t>4.477e0</w:t>
      </w:r>
    </w:p>
    <w:p w:rsidR="00354DF7" w:rsidRDefault="00354DF7" w:rsidP="00354DF7">
      <w:pPr>
        <w:tabs>
          <w:tab w:val="left" w:pos="6195"/>
        </w:tabs>
      </w:pPr>
      <w:r>
        <w:t>221.9862</w:t>
      </w:r>
      <w:r>
        <w:tab/>
        <w:t>4.444e0</w:t>
      </w:r>
    </w:p>
    <w:p w:rsidR="00354DF7" w:rsidRDefault="00354DF7" w:rsidP="00354DF7">
      <w:pPr>
        <w:tabs>
          <w:tab w:val="left" w:pos="6195"/>
        </w:tabs>
      </w:pPr>
      <w:r>
        <w:t>221.9915</w:t>
      </w:r>
      <w:r>
        <w:tab/>
        <w:t>9.241e0</w:t>
      </w:r>
    </w:p>
    <w:p w:rsidR="00354DF7" w:rsidRDefault="00354DF7" w:rsidP="00354DF7">
      <w:pPr>
        <w:tabs>
          <w:tab w:val="left" w:pos="6195"/>
        </w:tabs>
      </w:pPr>
      <w:r>
        <w:t>222.0116</w:t>
      </w:r>
      <w:r>
        <w:tab/>
        <w:t>1.279e1</w:t>
      </w:r>
    </w:p>
    <w:p w:rsidR="00354DF7" w:rsidRDefault="00354DF7" w:rsidP="00354DF7">
      <w:pPr>
        <w:tabs>
          <w:tab w:val="left" w:pos="6195"/>
        </w:tabs>
      </w:pPr>
      <w:r>
        <w:t>222.0133</w:t>
      </w:r>
      <w:r>
        <w:tab/>
        <w:t>1.938e1</w:t>
      </w:r>
    </w:p>
    <w:p w:rsidR="00354DF7" w:rsidRDefault="00354DF7" w:rsidP="00354DF7">
      <w:pPr>
        <w:tabs>
          <w:tab w:val="left" w:pos="6195"/>
        </w:tabs>
      </w:pPr>
      <w:r>
        <w:t>222.0154</w:t>
      </w:r>
      <w:r>
        <w:tab/>
        <w:t>1.259e1</w:t>
      </w:r>
    </w:p>
    <w:p w:rsidR="00354DF7" w:rsidRDefault="00354DF7" w:rsidP="00354DF7">
      <w:pPr>
        <w:tabs>
          <w:tab w:val="left" w:pos="6195"/>
        </w:tabs>
      </w:pPr>
      <w:r>
        <w:t>222.0195</w:t>
      </w:r>
      <w:r>
        <w:tab/>
        <w:t>3.604e1</w:t>
      </w:r>
    </w:p>
    <w:p w:rsidR="00354DF7" w:rsidRDefault="00354DF7" w:rsidP="00354DF7">
      <w:pPr>
        <w:tabs>
          <w:tab w:val="left" w:pos="6195"/>
        </w:tabs>
      </w:pPr>
      <w:r>
        <w:t>222.0224</w:t>
      </w:r>
      <w:r>
        <w:tab/>
        <w:t>1.801e1</w:t>
      </w:r>
    </w:p>
    <w:p w:rsidR="00354DF7" w:rsidRDefault="00354DF7" w:rsidP="00354DF7">
      <w:pPr>
        <w:tabs>
          <w:tab w:val="left" w:pos="6195"/>
        </w:tabs>
      </w:pPr>
      <w:r>
        <w:t>222.0556</w:t>
      </w:r>
      <w:r>
        <w:tab/>
        <w:t>2.467e0</w:t>
      </w:r>
    </w:p>
    <w:p w:rsidR="00354DF7" w:rsidRDefault="00354DF7" w:rsidP="00354DF7">
      <w:pPr>
        <w:tabs>
          <w:tab w:val="left" w:pos="6195"/>
        </w:tabs>
      </w:pPr>
      <w:r>
        <w:t>222.0620</w:t>
      </w:r>
      <w:r>
        <w:tab/>
        <w:t>2.057e0</w:t>
      </w:r>
    </w:p>
    <w:p w:rsidR="00354DF7" w:rsidRDefault="00354DF7" w:rsidP="00354DF7">
      <w:pPr>
        <w:tabs>
          <w:tab w:val="left" w:pos="6195"/>
        </w:tabs>
      </w:pPr>
      <w:r>
        <w:t>222.0641</w:t>
      </w:r>
      <w:r>
        <w:tab/>
        <w:t>4.132e0</w:t>
      </w:r>
    </w:p>
    <w:p w:rsidR="00354DF7" w:rsidRDefault="00354DF7" w:rsidP="00354DF7">
      <w:pPr>
        <w:tabs>
          <w:tab w:val="left" w:pos="6195"/>
        </w:tabs>
      </w:pPr>
      <w:r>
        <w:t>222.0851</w:t>
      </w:r>
      <w:r>
        <w:tab/>
        <w:t>8.066e0</w:t>
      </w:r>
    </w:p>
    <w:p w:rsidR="00354DF7" w:rsidRDefault="00354DF7" w:rsidP="00354DF7">
      <w:pPr>
        <w:tabs>
          <w:tab w:val="left" w:pos="6195"/>
        </w:tabs>
      </w:pPr>
      <w:r>
        <w:t>222.0906</w:t>
      </w:r>
      <w:r>
        <w:tab/>
        <w:t>1.433e0</w:t>
      </w:r>
    </w:p>
    <w:p w:rsidR="00354DF7" w:rsidRDefault="00354DF7" w:rsidP="00354DF7">
      <w:pPr>
        <w:tabs>
          <w:tab w:val="left" w:pos="6195"/>
        </w:tabs>
      </w:pPr>
      <w:r>
        <w:t>222.0932</w:t>
      </w:r>
      <w:r>
        <w:tab/>
        <w:t>2.731e0</w:t>
      </w:r>
    </w:p>
    <w:p w:rsidR="00354DF7" w:rsidRDefault="00354DF7" w:rsidP="00354DF7">
      <w:pPr>
        <w:tabs>
          <w:tab w:val="left" w:pos="6195"/>
        </w:tabs>
      </w:pPr>
      <w:r>
        <w:t>222.1080</w:t>
      </w:r>
      <w:r>
        <w:tab/>
        <w:t>1.587e0</w:t>
      </w:r>
    </w:p>
    <w:p w:rsidR="00354DF7" w:rsidRDefault="00354DF7" w:rsidP="00354DF7">
      <w:pPr>
        <w:tabs>
          <w:tab w:val="left" w:pos="6195"/>
        </w:tabs>
      </w:pPr>
      <w:r>
        <w:t>222.1103</w:t>
      </w:r>
      <w:r>
        <w:tab/>
        <w:t>5.889e0</w:t>
      </w:r>
    </w:p>
    <w:p w:rsidR="00354DF7" w:rsidRDefault="00354DF7" w:rsidP="00354DF7">
      <w:pPr>
        <w:tabs>
          <w:tab w:val="left" w:pos="6195"/>
        </w:tabs>
      </w:pPr>
      <w:r>
        <w:t>222.1149</w:t>
      </w:r>
      <w:r>
        <w:tab/>
        <w:t>4.509e0</w:t>
      </w:r>
    </w:p>
    <w:p w:rsidR="00354DF7" w:rsidRDefault="00354DF7" w:rsidP="00354DF7">
      <w:pPr>
        <w:tabs>
          <w:tab w:val="left" w:pos="6195"/>
        </w:tabs>
      </w:pPr>
      <w:r>
        <w:lastRenderedPageBreak/>
        <w:t>222.1364</w:t>
      </w:r>
      <w:r>
        <w:tab/>
        <w:t>1.532e0</w:t>
      </w:r>
    </w:p>
    <w:p w:rsidR="00354DF7" w:rsidRDefault="00354DF7" w:rsidP="00354DF7">
      <w:pPr>
        <w:tabs>
          <w:tab w:val="left" w:pos="6195"/>
        </w:tabs>
      </w:pPr>
      <w:r>
        <w:t>222.1383</w:t>
      </w:r>
      <w:r>
        <w:tab/>
        <w:t>2.461e0</w:t>
      </w:r>
    </w:p>
    <w:p w:rsidR="00354DF7" w:rsidRDefault="00354DF7" w:rsidP="00354DF7">
      <w:pPr>
        <w:tabs>
          <w:tab w:val="left" w:pos="6195"/>
        </w:tabs>
      </w:pPr>
      <w:r>
        <w:t>222.1645</w:t>
      </w:r>
      <w:r>
        <w:tab/>
        <w:t>2.205e0</w:t>
      </w:r>
    </w:p>
    <w:p w:rsidR="00354DF7" w:rsidRDefault="00354DF7" w:rsidP="00354DF7">
      <w:pPr>
        <w:tabs>
          <w:tab w:val="left" w:pos="6195"/>
        </w:tabs>
      </w:pPr>
      <w:r>
        <w:t>222.1666</w:t>
      </w:r>
      <w:r>
        <w:tab/>
        <w:t>2.753e0</w:t>
      </w:r>
    </w:p>
    <w:p w:rsidR="00354DF7" w:rsidRDefault="00354DF7" w:rsidP="00354DF7">
      <w:pPr>
        <w:tabs>
          <w:tab w:val="left" w:pos="6195"/>
        </w:tabs>
      </w:pPr>
      <w:r>
        <w:t>222.1682</w:t>
      </w:r>
      <w:r>
        <w:tab/>
        <w:t>6.412e0</w:t>
      </w:r>
    </w:p>
    <w:p w:rsidR="00354DF7" w:rsidRDefault="00354DF7" w:rsidP="00354DF7">
      <w:pPr>
        <w:tabs>
          <w:tab w:val="left" w:pos="6195"/>
        </w:tabs>
      </w:pPr>
      <w:r>
        <w:t>222.1706</w:t>
      </w:r>
      <w:r>
        <w:tab/>
        <w:t>5.361e0</w:t>
      </w:r>
    </w:p>
    <w:p w:rsidR="00354DF7" w:rsidRDefault="00354DF7" w:rsidP="00354DF7">
      <w:pPr>
        <w:tabs>
          <w:tab w:val="left" w:pos="6195"/>
        </w:tabs>
      </w:pPr>
      <w:r>
        <w:t>222.1913</w:t>
      </w:r>
      <w:r>
        <w:tab/>
        <w:t>2.722e0</w:t>
      </w:r>
    </w:p>
    <w:p w:rsidR="00354DF7" w:rsidRDefault="00354DF7" w:rsidP="00354DF7">
      <w:pPr>
        <w:tabs>
          <w:tab w:val="left" w:pos="6195"/>
        </w:tabs>
      </w:pPr>
      <w:r>
        <w:t>222.2040</w:t>
      </w:r>
      <w:r>
        <w:tab/>
        <w:t>1.694e0</w:t>
      </w:r>
    </w:p>
    <w:p w:rsidR="00354DF7" w:rsidRDefault="00354DF7" w:rsidP="00354DF7">
      <w:pPr>
        <w:tabs>
          <w:tab w:val="left" w:pos="6195"/>
        </w:tabs>
      </w:pPr>
      <w:r>
        <w:t>222.2059</w:t>
      </w:r>
      <w:r>
        <w:tab/>
        <w:t>2.623e0</w:t>
      </w:r>
    </w:p>
    <w:p w:rsidR="00354DF7" w:rsidRDefault="00354DF7" w:rsidP="00354DF7">
      <w:pPr>
        <w:tabs>
          <w:tab w:val="left" w:pos="6195"/>
        </w:tabs>
      </w:pPr>
      <w:r>
        <w:t>222.2193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222.2259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222.2276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222.2360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222.2483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222.2595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222.2675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222.2714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222.2752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222.2868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222.2906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222.2987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222.3088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222.3231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222.3349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222.3388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222.3500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222.3649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222.3663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222.3787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222.3946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222.4061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222.4234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222.4294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222.4317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222.4481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222.4659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222.4775</w:t>
      </w:r>
      <w:r>
        <w:tab/>
        <w:t>2.703e0</w:t>
      </w:r>
    </w:p>
    <w:p w:rsidR="00354DF7" w:rsidRDefault="00354DF7" w:rsidP="00354DF7">
      <w:pPr>
        <w:tabs>
          <w:tab w:val="left" w:pos="6195"/>
        </w:tabs>
      </w:pPr>
      <w:r>
        <w:t>222.4890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222.4910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222.4967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222.5029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222.5177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222.5215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222.5372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222.5488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222.5660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222.5791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222.5910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222.5929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222.5970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222.6143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222.6201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222.6236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222.6362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222.6413</w:t>
      </w:r>
      <w:r>
        <w:tab/>
        <w:t>4.361e0</w:t>
      </w:r>
    </w:p>
    <w:p w:rsidR="00354DF7" w:rsidRDefault="00354DF7" w:rsidP="00354DF7">
      <w:pPr>
        <w:tabs>
          <w:tab w:val="left" w:pos="6195"/>
        </w:tabs>
      </w:pPr>
      <w:r>
        <w:t>222.6440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222.6565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222.6679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222.6875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222.7068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222.7094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222.7110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222.7200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222.7354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222.7377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222.7395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222.7546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222.7787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222.7810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222.7842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222.7954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222.8127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222.8144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222.8263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222.8416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222.8685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222.8726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222.8780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222.8937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222.8994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222.9093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222.9144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222.9401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222.9496</w:t>
      </w:r>
      <w:r>
        <w:tab/>
        <w:t>1.404e0</w:t>
      </w:r>
    </w:p>
    <w:p w:rsidR="00354DF7" w:rsidRDefault="00354DF7" w:rsidP="00354DF7">
      <w:pPr>
        <w:tabs>
          <w:tab w:val="left" w:pos="6195"/>
        </w:tabs>
      </w:pPr>
      <w:r>
        <w:t>222.9708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222.9756</w:t>
      </w:r>
      <w:r>
        <w:tab/>
        <w:t>1.608e0</w:t>
      </w:r>
    </w:p>
    <w:p w:rsidR="00354DF7" w:rsidRDefault="00354DF7" w:rsidP="00354DF7">
      <w:pPr>
        <w:tabs>
          <w:tab w:val="left" w:pos="6195"/>
        </w:tabs>
      </w:pPr>
      <w:r>
        <w:t>222.9767</w:t>
      </w:r>
      <w:r>
        <w:tab/>
        <w:t>1.542e0</w:t>
      </w:r>
    </w:p>
    <w:p w:rsidR="00354DF7" w:rsidRDefault="00354DF7" w:rsidP="00354DF7">
      <w:pPr>
        <w:tabs>
          <w:tab w:val="left" w:pos="6195"/>
        </w:tabs>
      </w:pPr>
      <w:r>
        <w:t>222.9786</w:t>
      </w:r>
      <w:r>
        <w:tab/>
        <w:t>2.664e0</w:t>
      </w:r>
    </w:p>
    <w:p w:rsidR="00354DF7" w:rsidRDefault="00354DF7" w:rsidP="00354DF7">
      <w:pPr>
        <w:tabs>
          <w:tab w:val="left" w:pos="6195"/>
        </w:tabs>
      </w:pPr>
      <w:r>
        <w:t>223.0110</w:t>
      </w:r>
      <w:r>
        <w:tab/>
        <w:t>1.131e1</w:t>
      </w:r>
    </w:p>
    <w:p w:rsidR="00354DF7" w:rsidRDefault="00354DF7" w:rsidP="00354DF7">
      <w:pPr>
        <w:tabs>
          <w:tab w:val="left" w:pos="6195"/>
        </w:tabs>
      </w:pPr>
      <w:r>
        <w:t>223.0132</w:t>
      </w:r>
      <w:r>
        <w:tab/>
        <w:t>1.351e1</w:t>
      </w:r>
    </w:p>
    <w:p w:rsidR="00354DF7" w:rsidRDefault="00354DF7" w:rsidP="00354DF7">
      <w:pPr>
        <w:tabs>
          <w:tab w:val="left" w:pos="6195"/>
        </w:tabs>
      </w:pPr>
      <w:r>
        <w:t>223.0161</w:t>
      </w:r>
      <w:r>
        <w:tab/>
        <w:t>4.073e1</w:t>
      </w:r>
    </w:p>
    <w:p w:rsidR="00354DF7" w:rsidRDefault="00354DF7" w:rsidP="00354DF7">
      <w:pPr>
        <w:tabs>
          <w:tab w:val="left" w:pos="6195"/>
        </w:tabs>
      </w:pPr>
      <w:r>
        <w:t>223.0179</w:t>
      </w:r>
      <w:r>
        <w:tab/>
        <w:t>2.813e1</w:t>
      </w:r>
    </w:p>
    <w:p w:rsidR="00354DF7" w:rsidRDefault="00354DF7" w:rsidP="00354DF7">
      <w:pPr>
        <w:tabs>
          <w:tab w:val="left" w:pos="6195"/>
        </w:tabs>
      </w:pPr>
      <w:r>
        <w:t>223.0628</w:t>
      </w:r>
      <w:r>
        <w:tab/>
        <w:t>1.016e0</w:t>
      </w:r>
    </w:p>
    <w:p w:rsidR="00354DF7" w:rsidRDefault="00354DF7" w:rsidP="00354DF7">
      <w:pPr>
        <w:tabs>
          <w:tab w:val="left" w:pos="6195"/>
        </w:tabs>
      </w:pPr>
      <w:r>
        <w:t>223.0869</w:t>
      </w:r>
      <w:r>
        <w:tab/>
        <w:t>1.447e1</w:t>
      </w:r>
    </w:p>
    <w:p w:rsidR="00354DF7" w:rsidRDefault="00354DF7" w:rsidP="00354DF7">
      <w:pPr>
        <w:tabs>
          <w:tab w:val="left" w:pos="6195"/>
        </w:tabs>
      </w:pPr>
      <w:r>
        <w:t>223.0948</w:t>
      </w:r>
      <w:r>
        <w:tab/>
        <w:t>8.206e0</w:t>
      </w:r>
    </w:p>
    <w:p w:rsidR="00354DF7" w:rsidRDefault="00354DF7" w:rsidP="00354DF7">
      <w:pPr>
        <w:tabs>
          <w:tab w:val="left" w:pos="6195"/>
        </w:tabs>
      </w:pPr>
      <w:r>
        <w:lastRenderedPageBreak/>
        <w:t>223.0970</w:t>
      </w:r>
      <w:r>
        <w:tab/>
        <w:t>1.534e1</w:t>
      </w:r>
    </w:p>
    <w:p w:rsidR="00354DF7" w:rsidRDefault="00354DF7" w:rsidP="00354DF7">
      <w:pPr>
        <w:tabs>
          <w:tab w:val="left" w:pos="6195"/>
        </w:tabs>
      </w:pPr>
      <w:r>
        <w:t>223.0995</w:t>
      </w:r>
      <w:r>
        <w:tab/>
        <w:t>6.136e0</w:t>
      </w:r>
    </w:p>
    <w:p w:rsidR="00354DF7" w:rsidRDefault="00354DF7" w:rsidP="00354DF7">
      <w:pPr>
        <w:tabs>
          <w:tab w:val="left" w:pos="6195"/>
        </w:tabs>
      </w:pPr>
      <w:r>
        <w:t>223.1007</w:t>
      </w:r>
      <w:r>
        <w:tab/>
        <w:t>1.350e1</w:t>
      </w:r>
    </w:p>
    <w:p w:rsidR="00354DF7" w:rsidRDefault="00354DF7" w:rsidP="00354DF7">
      <w:pPr>
        <w:tabs>
          <w:tab w:val="left" w:pos="6195"/>
        </w:tabs>
      </w:pPr>
      <w:r>
        <w:t>223.1025</w:t>
      </w:r>
      <w:r>
        <w:tab/>
        <w:t>9.582e0</w:t>
      </w:r>
    </w:p>
    <w:p w:rsidR="00354DF7" w:rsidRDefault="00354DF7" w:rsidP="00354DF7">
      <w:pPr>
        <w:tabs>
          <w:tab w:val="left" w:pos="6195"/>
        </w:tabs>
      </w:pPr>
      <w:r>
        <w:t>223.1350</w:t>
      </w:r>
      <w:r>
        <w:tab/>
        <w:t>1.262e0</w:t>
      </w:r>
    </w:p>
    <w:p w:rsidR="00354DF7" w:rsidRDefault="00354DF7" w:rsidP="00354DF7">
      <w:pPr>
        <w:tabs>
          <w:tab w:val="left" w:pos="6195"/>
        </w:tabs>
      </w:pPr>
      <w:r>
        <w:t>223.1530</w:t>
      </w:r>
      <w:r>
        <w:tab/>
        <w:t>7.792e0</w:t>
      </w:r>
    </w:p>
    <w:p w:rsidR="00354DF7" w:rsidRDefault="00354DF7" w:rsidP="00354DF7">
      <w:pPr>
        <w:tabs>
          <w:tab w:val="left" w:pos="6195"/>
        </w:tabs>
      </w:pPr>
      <w:r>
        <w:t>223.1642</w:t>
      </w:r>
      <w:r>
        <w:tab/>
        <w:t>2.942e0</w:t>
      </w:r>
    </w:p>
    <w:p w:rsidR="00354DF7" w:rsidRDefault="00354DF7" w:rsidP="00354DF7">
      <w:pPr>
        <w:tabs>
          <w:tab w:val="left" w:pos="6195"/>
        </w:tabs>
      </w:pPr>
      <w:r>
        <w:t>223.1686</w:t>
      </w:r>
      <w:r>
        <w:tab/>
        <w:t>2.699e0</w:t>
      </w:r>
    </w:p>
    <w:p w:rsidR="00354DF7" w:rsidRDefault="00354DF7" w:rsidP="00354DF7">
      <w:pPr>
        <w:tabs>
          <w:tab w:val="left" w:pos="6195"/>
        </w:tabs>
      </w:pPr>
      <w:r>
        <w:t>223.1707</w:t>
      </w:r>
      <w:r>
        <w:tab/>
        <w:t>6.132e0</w:t>
      </w:r>
    </w:p>
    <w:p w:rsidR="00354DF7" w:rsidRDefault="00354DF7" w:rsidP="00354DF7">
      <w:pPr>
        <w:tabs>
          <w:tab w:val="left" w:pos="6195"/>
        </w:tabs>
      </w:pPr>
      <w:r>
        <w:t>223.1978</w:t>
      </w:r>
      <w:r>
        <w:tab/>
        <w:t>1.581e0</w:t>
      </w:r>
    </w:p>
    <w:p w:rsidR="00354DF7" w:rsidRDefault="00354DF7" w:rsidP="00354DF7">
      <w:pPr>
        <w:tabs>
          <w:tab w:val="left" w:pos="6195"/>
        </w:tabs>
      </w:pPr>
      <w:r>
        <w:t>223.2033</w:t>
      </w:r>
      <w:r>
        <w:tab/>
        <w:t>1.621e0</w:t>
      </w:r>
    </w:p>
    <w:p w:rsidR="00354DF7" w:rsidRDefault="00354DF7" w:rsidP="00354DF7">
      <w:pPr>
        <w:tabs>
          <w:tab w:val="left" w:pos="6195"/>
        </w:tabs>
      </w:pPr>
      <w:r>
        <w:t>223.2119</w:t>
      </w:r>
      <w:r>
        <w:tab/>
        <w:t>2.855e0</w:t>
      </w:r>
    </w:p>
    <w:p w:rsidR="00354DF7" w:rsidRDefault="00354DF7" w:rsidP="00354DF7">
      <w:pPr>
        <w:tabs>
          <w:tab w:val="left" w:pos="6195"/>
        </w:tabs>
      </w:pPr>
      <w:r>
        <w:t>223.2135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223.2172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223.2231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223.2340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223.2502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223.2589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223.2635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223.2832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223.2889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223.2987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223.3022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223.3083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223.3134</w:t>
      </w:r>
      <w:r>
        <w:tab/>
        <w:t>3.482e0</w:t>
      </w:r>
    </w:p>
    <w:p w:rsidR="00354DF7" w:rsidRDefault="00354DF7" w:rsidP="00354DF7">
      <w:pPr>
        <w:tabs>
          <w:tab w:val="left" w:pos="6195"/>
        </w:tabs>
      </w:pPr>
      <w:r>
        <w:t>223.3352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223.3373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223.3507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223.3546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223.3738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223.3773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223.3813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223.3901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223.4027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223.4141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223.4164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223.4179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223.4334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223.4451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223.4474</w:t>
      </w:r>
      <w:r>
        <w:tab/>
        <w:t>2.027e0</w:t>
      </w:r>
    </w:p>
    <w:p w:rsidR="00354DF7" w:rsidRDefault="00354DF7" w:rsidP="00354DF7">
      <w:pPr>
        <w:tabs>
          <w:tab w:val="left" w:pos="6195"/>
        </w:tabs>
      </w:pPr>
      <w:r>
        <w:t>223.4638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223.4658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223.4694</w:t>
      </w:r>
      <w:r>
        <w:tab/>
        <w:t>3.036e0</w:t>
      </w:r>
    </w:p>
    <w:p w:rsidR="00354DF7" w:rsidRDefault="00354DF7" w:rsidP="00354DF7">
      <w:pPr>
        <w:tabs>
          <w:tab w:val="left" w:pos="6195"/>
        </w:tabs>
      </w:pPr>
      <w:r>
        <w:t>223.4738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223.5114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223.5126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223.5143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223.5154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223.5168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223.5249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223.5419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223.5453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223.5491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223.5630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223.5677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223.5807</w:t>
      </w:r>
      <w:r>
        <w:tab/>
        <w:t>3.056e0</w:t>
      </w:r>
    </w:p>
    <w:p w:rsidR="00354DF7" w:rsidRDefault="00354DF7" w:rsidP="00354DF7">
      <w:pPr>
        <w:tabs>
          <w:tab w:val="left" w:pos="6195"/>
        </w:tabs>
      </w:pPr>
      <w:r>
        <w:t>223.5885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223.5916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223.5996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223.6210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223.6247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223.6324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223.6497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223.6730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223.6769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223.6922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223.6941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223.7034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223.7057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223.7300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223.7341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223.7385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223.7421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223.7594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223.7637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223.7672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223.7826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223.7872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223.7976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223.8041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223.8117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223.8130</w:t>
      </w:r>
      <w:r>
        <w:tab/>
        <w:t>2.918e0</w:t>
      </w:r>
    </w:p>
    <w:p w:rsidR="00354DF7" w:rsidRDefault="00354DF7" w:rsidP="00354DF7">
      <w:pPr>
        <w:tabs>
          <w:tab w:val="left" w:pos="6195"/>
        </w:tabs>
      </w:pPr>
      <w:r>
        <w:t>223.8158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223.8293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223.8331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223.8366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223.8600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223.8652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223.8889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223.8911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223.8961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223.9026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223.9097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223.9241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223.9352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223.9376</w:t>
      </w:r>
      <w:r>
        <w:tab/>
        <w:t>2.374e0</w:t>
      </w:r>
    </w:p>
    <w:p w:rsidR="00354DF7" w:rsidRDefault="00354DF7" w:rsidP="00354DF7">
      <w:pPr>
        <w:tabs>
          <w:tab w:val="left" w:pos="6195"/>
        </w:tabs>
      </w:pPr>
      <w:r>
        <w:t>223.9462</w:t>
      </w:r>
      <w:r>
        <w:tab/>
        <w:t>3.352e0</w:t>
      </w:r>
    </w:p>
    <w:p w:rsidR="00354DF7" w:rsidRDefault="00354DF7" w:rsidP="00354DF7">
      <w:pPr>
        <w:tabs>
          <w:tab w:val="left" w:pos="6195"/>
        </w:tabs>
      </w:pPr>
      <w:r>
        <w:t>224.0096</w:t>
      </w:r>
      <w:r>
        <w:tab/>
        <w:t>3.084e2</w:t>
      </w:r>
    </w:p>
    <w:p w:rsidR="00354DF7" w:rsidRDefault="00354DF7" w:rsidP="00354DF7">
      <w:pPr>
        <w:tabs>
          <w:tab w:val="left" w:pos="6195"/>
        </w:tabs>
      </w:pPr>
      <w:r>
        <w:t>224.0112</w:t>
      </w:r>
      <w:r>
        <w:tab/>
        <w:t>1.621e3</w:t>
      </w:r>
    </w:p>
    <w:p w:rsidR="00354DF7" w:rsidRDefault="00354DF7" w:rsidP="00354DF7">
      <w:pPr>
        <w:tabs>
          <w:tab w:val="left" w:pos="6195"/>
        </w:tabs>
      </w:pPr>
      <w:r>
        <w:t>224.0695</w:t>
      </w:r>
      <w:r>
        <w:tab/>
        <w:t>5.627e0</w:t>
      </w:r>
    </w:p>
    <w:p w:rsidR="00354DF7" w:rsidRDefault="00354DF7" w:rsidP="00354DF7">
      <w:pPr>
        <w:tabs>
          <w:tab w:val="left" w:pos="6195"/>
        </w:tabs>
      </w:pPr>
      <w:r>
        <w:t>224.0714</w:t>
      </w:r>
      <w:r>
        <w:tab/>
        <w:t>2.373e0</w:t>
      </w:r>
    </w:p>
    <w:p w:rsidR="00354DF7" w:rsidRDefault="00354DF7" w:rsidP="00354DF7">
      <w:pPr>
        <w:tabs>
          <w:tab w:val="left" w:pos="6195"/>
        </w:tabs>
      </w:pPr>
      <w:r>
        <w:t>224.0882</w:t>
      </w:r>
      <w:r>
        <w:tab/>
        <w:t>3.314e0</w:t>
      </w:r>
    </w:p>
    <w:p w:rsidR="00354DF7" w:rsidRDefault="00354DF7" w:rsidP="00354DF7">
      <w:pPr>
        <w:tabs>
          <w:tab w:val="left" w:pos="6195"/>
        </w:tabs>
      </w:pPr>
      <w:r>
        <w:t>224.0897</w:t>
      </w:r>
      <w:r>
        <w:tab/>
        <w:t>6.305e0</w:t>
      </w:r>
    </w:p>
    <w:p w:rsidR="00354DF7" w:rsidRDefault="00354DF7" w:rsidP="00354DF7">
      <w:pPr>
        <w:tabs>
          <w:tab w:val="left" w:pos="6195"/>
        </w:tabs>
      </w:pPr>
      <w:r>
        <w:t>224.1214</w:t>
      </w:r>
      <w:r>
        <w:tab/>
        <w:t>9.727e0</w:t>
      </w:r>
    </w:p>
    <w:p w:rsidR="00354DF7" w:rsidRDefault="00354DF7" w:rsidP="00354DF7">
      <w:pPr>
        <w:tabs>
          <w:tab w:val="left" w:pos="6195"/>
        </w:tabs>
      </w:pPr>
      <w:r>
        <w:t>224.1263</w:t>
      </w:r>
      <w:r>
        <w:tab/>
        <w:t>2.748e0</w:t>
      </w:r>
    </w:p>
    <w:p w:rsidR="00354DF7" w:rsidRDefault="00354DF7" w:rsidP="00354DF7">
      <w:pPr>
        <w:tabs>
          <w:tab w:val="left" w:pos="6195"/>
        </w:tabs>
      </w:pPr>
      <w:r>
        <w:t>224.1286</w:t>
      </w:r>
      <w:r>
        <w:tab/>
        <w:t>7.397e0</w:t>
      </w:r>
    </w:p>
    <w:p w:rsidR="00354DF7" w:rsidRDefault="00354DF7" w:rsidP="00354DF7">
      <w:pPr>
        <w:tabs>
          <w:tab w:val="left" w:pos="6195"/>
        </w:tabs>
      </w:pPr>
      <w:r>
        <w:t>224.1445</w:t>
      </w:r>
      <w:r>
        <w:tab/>
        <w:t>2.896e0</w:t>
      </w:r>
    </w:p>
    <w:p w:rsidR="00354DF7" w:rsidRDefault="00354DF7" w:rsidP="00354DF7">
      <w:pPr>
        <w:tabs>
          <w:tab w:val="left" w:pos="6195"/>
        </w:tabs>
      </w:pPr>
      <w:r>
        <w:t>224.1572</w:t>
      </w:r>
      <w:r>
        <w:tab/>
        <w:t>9.467e0</w:t>
      </w:r>
    </w:p>
    <w:p w:rsidR="00354DF7" w:rsidRDefault="00354DF7" w:rsidP="00354DF7">
      <w:pPr>
        <w:tabs>
          <w:tab w:val="left" w:pos="6195"/>
        </w:tabs>
      </w:pPr>
      <w:r>
        <w:t>224.1605</w:t>
      </w:r>
      <w:r>
        <w:tab/>
        <w:t>1.001e1</w:t>
      </w:r>
    </w:p>
    <w:p w:rsidR="00354DF7" w:rsidRDefault="00354DF7" w:rsidP="00354DF7">
      <w:pPr>
        <w:tabs>
          <w:tab w:val="left" w:pos="6195"/>
        </w:tabs>
      </w:pPr>
      <w:r>
        <w:t>224.1741</w:t>
      </w:r>
      <w:r>
        <w:tab/>
        <w:t>8.783e0</w:t>
      </w:r>
    </w:p>
    <w:p w:rsidR="00354DF7" w:rsidRDefault="00354DF7" w:rsidP="00354DF7">
      <w:pPr>
        <w:tabs>
          <w:tab w:val="left" w:pos="6195"/>
        </w:tabs>
      </w:pPr>
      <w:r>
        <w:t>224.1804</w:t>
      </w:r>
      <w:r>
        <w:tab/>
        <w:t>4.021e0</w:t>
      </w:r>
    </w:p>
    <w:p w:rsidR="00354DF7" w:rsidRDefault="00354DF7" w:rsidP="00354DF7">
      <w:pPr>
        <w:tabs>
          <w:tab w:val="left" w:pos="6195"/>
        </w:tabs>
      </w:pPr>
      <w:r>
        <w:t>224.1856</w:t>
      </w:r>
      <w:r>
        <w:tab/>
        <w:t>4.650e0</w:t>
      </w:r>
    </w:p>
    <w:p w:rsidR="00354DF7" w:rsidRDefault="00354DF7" w:rsidP="00354DF7">
      <w:pPr>
        <w:tabs>
          <w:tab w:val="left" w:pos="6195"/>
        </w:tabs>
      </w:pPr>
      <w:r>
        <w:t>224.1945</w:t>
      </w:r>
      <w:r>
        <w:tab/>
        <w:t>1.507e1</w:t>
      </w:r>
    </w:p>
    <w:p w:rsidR="00354DF7" w:rsidRDefault="00354DF7" w:rsidP="00354DF7">
      <w:pPr>
        <w:tabs>
          <w:tab w:val="left" w:pos="6195"/>
        </w:tabs>
      </w:pPr>
      <w:r>
        <w:t>224.2075</w:t>
      </w:r>
      <w:r>
        <w:tab/>
        <w:t>1.714e0</w:t>
      </w:r>
    </w:p>
    <w:p w:rsidR="00354DF7" w:rsidRDefault="00354DF7" w:rsidP="00354DF7">
      <w:pPr>
        <w:tabs>
          <w:tab w:val="left" w:pos="6195"/>
        </w:tabs>
      </w:pPr>
      <w:r>
        <w:lastRenderedPageBreak/>
        <w:t>224.2222</w:t>
      </w:r>
      <w:r>
        <w:tab/>
        <w:t>2.725e0</w:t>
      </w:r>
    </w:p>
    <w:p w:rsidR="00354DF7" w:rsidRDefault="00354DF7" w:rsidP="00354DF7">
      <w:pPr>
        <w:tabs>
          <w:tab w:val="left" w:pos="6195"/>
        </w:tabs>
      </w:pPr>
      <w:r>
        <w:t>224.2290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224.2305</w:t>
      </w:r>
      <w:r>
        <w:tab/>
        <w:t>4.686e0</w:t>
      </w:r>
    </w:p>
    <w:p w:rsidR="00354DF7" w:rsidRDefault="00354DF7" w:rsidP="00354DF7">
      <w:pPr>
        <w:tabs>
          <w:tab w:val="left" w:pos="6195"/>
        </w:tabs>
      </w:pPr>
      <w:r>
        <w:t>224.2322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224.2484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224.2630</w:t>
      </w:r>
      <w:r>
        <w:tab/>
        <w:t>2.140e0</w:t>
      </w:r>
    </w:p>
    <w:p w:rsidR="00354DF7" w:rsidRDefault="00354DF7" w:rsidP="00354DF7">
      <w:pPr>
        <w:tabs>
          <w:tab w:val="left" w:pos="6195"/>
        </w:tabs>
      </w:pPr>
      <w:r>
        <w:t>224.2780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224.2885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224.2911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224.3002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224.3043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224.3073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224.3327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224.3370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224.3466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224.3487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224.3507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224.3545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224.3696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224.3756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224.3830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224.3889</w:t>
      </w:r>
      <w:r>
        <w:tab/>
        <w:t>3.309e0</w:t>
      </w:r>
    </w:p>
    <w:p w:rsidR="00354DF7" w:rsidRDefault="00354DF7" w:rsidP="00354DF7">
      <w:pPr>
        <w:tabs>
          <w:tab w:val="left" w:pos="6195"/>
        </w:tabs>
      </w:pPr>
      <w:r>
        <w:t>224.3923</w:t>
      </w:r>
      <w:r>
        <w:tab/>
        <w:t>2.211e0</w:t>
      </w:r>
    </w:p>
    <w:p w:rsidR="00354DF7" w:rsidRDefault="00354DF7" w:rsidP="00354DF7">
      <w:pPr>
        <w:tabs>
          <w:tab w:val="left" w:pos="6195"/>
        </w:tabs>
      </w:pPr>
      <w:r>
        <w:t>224.3937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224.4031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224.4087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224.4164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224.4280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224.4315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224.4434</w:t>
      </w:r>
      <w:r>
        <w:tab/>
        <w:t>2.068e0</w:t>
      </w:r>
    </w:p>
    <w:p w:rsidR="00354DF7" w:rsidRDefault="00354DF7" w:rsidP="00354DF7">
      <w:pPr>
        <w:tabs>
          <w:tab w:val="left" w:pos="6195"/>
        </w:tabs>
      </w:pPr>
      <w:r>
        <w:t>224.4493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224.4518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224.4530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224.4722</w:t>
      </w:r>
      <w:r>
        <w:tab/>
        <w:t>2.930e0</w:t>
      </w:r>
    </w:p>
    <w:p w:rsidR="00354DF7" w:rsidRDefault="00354DF7" w:rsidP="00354DF7">
      <w:pPr>
        <w:tabs>
          <w:tab w:val="left" w:pos="6195"/>
        </w:tabs>
      </w:pPr>
      <w:r>
        <w:t>224.4760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224.4928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224.4999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224.5089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224.5120</w:t>
      </w:r>
      <w:r>
        <w:tab/>
        <w:t>4.128e0</w:t>
      </w:r>
    </w:p>
    <w:p w:rsidR="00354DF7" w:rsidRDefault="00354DF7" w:rsidP="00354DF7">
      <w:pPr>
        <w:tabs>
          <w:tab w:val="left" w:pos="6195"/>
        </w:tabs>
      </w:pPr>
      <w:r>
        <w:t>224.5313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224.5349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224.5439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224.5458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224.5507</w:t>
      </w:r>
      <w:r>
        <w:tab/>
        <w:t>5.868e0</w:t>
      </w:r>
    </w:p>
    <w:p w:rsidR="00354DF7" w:rsidRDefault="00354DF7" w:rsidP="00354DF7">
      <w:pPr>
        <w:tabs>
          <w:tab w:val="left" w:pos="6195"/>
        </w:tabs>
      </w:pPr>
      <w:r>
        <w:t>224.5571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224.5708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224.5833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224.5872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224.5929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224.6096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224.6228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224.6289</w:t>
      </w:r>
      <w:r>
        <w:tab/>
        <w:t>4.445e0</w:t>
      </w:r>
    </w:p>
    <w:p w:rsidR="00354DF7" w:rsidRDefault="00354DF7" w:rsidP="00354DF7">
      <w:pPr>
        <w:tabs>
          <w:tab w:val="left" w:pos="6195"/>
        </w:tabs>
      </w:pPr>
      <w:r>
        <w:t>224.6377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224.6427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224.6580</w:t>
      </w:r>
      <w:r>
        <w:tab/>
        <w:t>6.668e0</w:t>
      </w:r>
    </w:p>
    <w:p w:rsidR="00354DF7" w:rsidRDefault="00354DF7" w:rsidP="00354DF7">
      <w:pPr>
        <w:tabs>
          <w:tab w:val="left" w:pos="6195"/>
        </w:tabs>
      </w:pPr>
      <w:r>
        <w:t>224.6639</w:t>
      </w:r>
      <w:r>
        <w:tab/>
        <w:t>4.096e0</w:t>
      </w:r>
    </w:p>
    <w:p w:rsidR="00354DF7" w:rsidRDefault="00354DF7" w:rsidP="00354DF7">
      <w:pPr>
        <w:tabs>
          <w:tab w:val="left" w:pos="6195"/>
        </w:tabs>
      </w:pPr>
      <w:r>
        <w:t>224.6714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224.6827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224.6927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224.6952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224.7147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224.7246</w:t>
      </w:r>
      <w:r>
        <w:tab/>
        <w:t>6.147e0</w:t>
      </w:r>
    </w:p>
    <w:p w:rsidR="00354DF7" w:rsidRDefault="00354DF7" w:rsidP="00354DF7">
      <w:pPr>
        <w:tabs>
          <w:tab w:val="left" w:pos="6195"/>
        </w:tabs>
      </w:pPr>
      <w:r>
        <w:t>224.7271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224.7285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224.7391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224.7411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224.7449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224.7564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224.7787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224.7826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224.7841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224.8003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224.8108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224.8126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224.8184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224.8272</w:t>
      </w:r>
      <w:r>
        <w:tab/>
        <w:t>1.461e0</w:t>
      </w:r>
    </w:p>
    <w:p w:rsidR="00354DF7" w:rsidRDefault="00354DF7" w:rsidP="00354DF7">
      <w:pPr>
        <w:tabs>
          <w:tab w:val="left" w:pos="6195"/>
        </w:tabs>
      </w:pPr>
      <w:r>
        <w:lastRenderedPageBreak/>
        <w:t>224.8318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224.8535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224.8548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224.8587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224.8604</w:t>
      </w:r>
      <w:r>
        <w:tab/>
        <w:t>4.102e0</w:t>
      </w:r>
    </w:p>
    <w:p w:rsidR="00354DF7" w:rsidRDefault="00354DF7" w:rsidP="00354DF7">
      <w:pPr>
        <w:tabs>
          <w:tab w:val="left" w:pos="6195"/>
        </w:tabs>
      </w:pPr>
      <w:r>
        <w:t>224.8722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224.8764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224.8879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224.9012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224.9036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224.9241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224.9252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224.9322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224.9342</w:t>
      </w:r>
      <w:r>
        <w:tab/>
        <w:t>7.908e0</w:t>
      </w:r>
    </w:p>
    <w:p w:rsidR="00354DF7" w:rsidRDefault="00354DF7" w:rsidP="00354DF7">
      <w:pPr>
        <w:tabs>
          <w:tab w:val="left" w:pos="6195"/>
        </w:tabs>
      </w:pPr>
      <w:r>
        <w:t>224.9364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224.9773</w:t>
      </w:r>
      <w:r>
        <w:tab/>
        <w:t>6.046e0</w:t>
      </w:r>
    </w:p>
    <w:p w:rsidR="00354DF7" w:rsidRDefault="00354DF7" w:rsidP="00354DF7">
      <w:pPr>
        <w:tabs>
          <w:tab w:val="left" w:pos="6195"/>
        </w:tabs>
      </w:pPr>
      <w:r>
        <w:t>224.9814</w:t>
      </w:r>
      <w:r>
        <w:tab/>
        <w:t>6.100e0</w:t>
      </w:r>
    </w:p>
    <w:p w:rsidR="00354DF7" w:rsidRDefault="00354DF7" w:rsidP="00354DF7">
      <w:pPr>
        <w:tabs>
          <w:tab w:val="left" w:pos="6195"/>
        </w:tabs>
      </w:pPr>
      <w:r>
        <w:t>224.9837</w:t>
      </w:r>
      <w:r>
        <w:tab/>
        <w:t>1.252e1</w:t>
      </w:r>
    </w:p>
    <w:p w:rsidR="00354DF7" w:rsidRDefault="00354DF7" w:rsidP="00354DF7">
      <w:pPr>
        <w:tabs>
          <w:tab w:val="left" w:pos="6195"/>
        </w:tabs>
      </w:pPr>
      <w:r>
        <w:t>224.9878</w:t>
      </w:r>
      <w:r>
        <w:tab/>
        <w:t>1.519e1</w:t>
      </w:r>
    </w:p>
    <w:p w:rsidR="00354DF7" w:rsidRDefault="00354DF7" w:rsidP="00354DF7">
      <w:pPr>
        <w:tabs>
          <w:tab w:val="left" w:pos="6195"/>
        </w:tabs>
      </w:pPr>
      <w:r>
        <w:lastRenderedPageBreak/>
        <w:t>224.9895</w:t>
      </w:r>
      <w:r>
        <w:tab/>
        <w:t>1.638e1</w:t>
      </w:r>
    </w:p>
    <w:p w:rsidR="00354DF7" w:rsidRDefault="00354DF7" w:rsidP="00354DF7">
      <w:pPr>
        <w:tabs>
          <w:tab w:val="left" w:pos="6195"/>
        </w:tabs>
      </w:pPr>
      <w:r>
        <w:t>225.0133</w:t>
      </w:r>
      <w:r>
        <w:tab/>
        <w:t>7.234e1</w:t>
      </w:r>
    </w:p>
    <w:p w:rsidR="00354DF7" w:rsidRDefault="00354DF7" w:rsidP="00354DF7">
      <w:pPr>
        <w:tabs>
          <w:tab w:val="left" w:pos="6195"/>
        </w:tabs>
      </w:pPr>
      <w:r>
        <w:t>225.0148</w:t>
      </w:r>
      <w:r>
        <w:tab/>
        <w:t>4.899e1</w:t>
      </w:r>
    </w:p>
    <w:p w:rsidR="00354DF7" w:rsidRDefault="00354DF7" w:rsidP="00354DF7">
      <w:pPr>
        <w:tabs>
          <w:tab w:val="left" w:pos="6195"/>
        </w:tabs>
      </w:pPr>
      <w:r>
        <w:t>225.0159</w:t>
      </w:r>
      <w:r>
        <w:tab/>
        <w:t>8.622e1</w:t>
      </w:r>
    </w:p>
    <w:p w:rsidR="00354DF7" w:rsidRDefault="00354DF7" w:rsidP="00354DF7">
      <w:pPr>
        <w:tabs>
          <w:tab w:val="left" w:pos="6195"/>
        </w:tabs>
      </w:pPr>
      <w:r>
        <w:t>225.0172</w:t>
      </w:r>
      <w:r>
        <w:tab/>
        <w:t>3.257e1</w:t>
      </w:r>
    </w:p>
    <w:p w:rsidR="00354DF7" w:rsidRDefault="00354DF7" w:rsidP="00354DF7">
      <w:pPr>
        <w:tabs>
          <w:tab w:val="left" w:pos="6195"/>
        </w:tabs>
      </w:pPr>
      <w:r>
        <w:t>225.0864</w:t>
      </w:r>
      <w:r>
        <w:tab/>
        <w:t>2.665e1</w:t>
      </w:r>
    </w:p>
    <w:p w:rsidR="00354DF7" w:rsidRDefault="00354DF7" w:rsidP="00354DF7">
      <w:pPr>
        <w:tabs>
          <w:tab w:val="left" w:pos="6195"/>
        </w:tabs>
      </w:pPr>
      <w:r>
        <w:t>225.0883</w:t>
      </w:r>
      <w:r>
        <w:tab/>
        <w:t>2.217e1</w:t>
      </w:r>
    </w:p>
    <w:p w:rsidR="00354DF7" w:rsidRDefault="00354DF7" w:rsidP="00354DF7">
      <w:pPr>
        <w:tabs>
          <w:tab w:val="left" w:pos="6195"/>
        </w:tabs>
      </w:pPr>
      <w:r>
        <w:t>225.0906</w:t>
      </w:r>
      <w:r>
        <w:tab/>
        <w:t>3.428e1</w:t>
      </w:r>
    </w:p>
    <w:p w:rsidR="00354DF7" w:rsidRDefault="00354DF7" w:rsidP="00354DF7">
      <w:pPr>
        <w:tabs>
          <w:tab w:val="left" w:pos="6195"/>
        </w:tabs>
      </w:pPr>
      <w:r>
        <w:t>225.0927</w:t>
      </w:r>
      <w:r>
        <w:tab/>
        <w:t>6.623e0</w:t>
      </w:r>
    </w:p>
    <w:p w:rsidR="00354DF7" w:rsidRDefault="00354DF7" w:rsidP="00354DF7">
      <w:pPr>
        <w:tabs>
          <w:tab w:val="left" w:pos="6195"/>
        </w:tabs>
      </w:pPr>
      <w:r>
        <w:t>225.1169</w:t>
      </w:r>
      <w:r>
        <w:tab/>
        <w:t>2.080e0</w:t>
      </w:r>
    </w:p>
    <w:p w:rsidR="00354DF7" w:rsidRDefault="00354DF7" w:rsidP="00354DF7">
      <w:pPr>
        <w:tabs>
          <w:tab w:val="left" w:pos="6195"/>
        </w:tabs>
      </w:pPr>
      <w:r>
        <w:t>225.1246</w:t>
      </w:r>
      <w:r>
        <w:tab/>
        <w:t>2.116e0</w:t>
      </w:r>
    </w:p>
    <w:p w:rsidR="00354DF7" w:rsidRDefault="00354DF7" w:rsidP="00354DF7">
      <w:pPr>
        <w:tabs>
          <w:tab w:val="left" w:pos="6195"/>
        </w:tabs>
      </w:pPr>
      <w:r>
        <w:t>225.1308</w:t>
      </w:r>
      <w:r>
        <w:tab/>
        <w:t>2.414e0</w:t>
      </w:r>
    </w:p>
    <w:p w:rsidR="00354DF7" w:rsidRDefault="00354DF7" w:rsidP="00354DF7">
      <w:pPr>
        <w:tabs>
          <w:tab w:val="left" w:pos="6195"/>
        </w:tabs>
      </w:pPr>
      <w:r>
        <w:t>225.1413</w:t>
      </w:r>
      <w:r>
        <w:tab/>
        <w:t>4.975e0</w:t>
      </w:r>
    </w:p>
    <w:p w:rsidR="00354DF7" w:rsidRDefault="00354DF7" w:rsidP="00354DF7">
      <w:pPr>
        <w:tabs>
          <w:tab w:val="left" w:pos="6195"/>
        </w:tabs>
      </w:pPr>
      <w:r>
        <w:t>225.1513</w:t>
      </w:r>
      <w:r>
        <w:tab/>
        <w:t>4.238e0</w:t>
      </w:r>
    </w:p>
    <w:p w:rsidR="00354DF7" w:rsidRDefault="00354DF7" w:rsidP="00354DF7">
      <w:pPr>
        <w:tabs>
          <w:tab w:val="left" w:pos="6195"/>
        </w:tabs>
      </w:pPr>
      <w:r>
        <w:t>225.1541</w:t>
      </w:r>
      <w:r>
        <w:tab/>
        <w:t>3.173e0</w:t>
      </w:r>
    </w:p>
    <w:p w:rsidR="00354DF7" w:rsidRDefault="00354DF7" w:rsidP="00354DF7">
      <w:pPr>
        <w:tabs>
          <w:tab w:val="left" w:pos="6195"/>
        </w:tabs>
      </w:pPr>
      <w:r>
        <w:t>225.1679</w:t>
      </w:r>
      <w:r>
        <w:tab/>
        <w:t>1.990e0</w:t>
      </w:r>
    </w:p>
    <w:p w:rsidR="00354DF7" w:rsidRDefault="00354DF7" w:rsidP="00354DF7">
      <w:pPr>
        <w:tabs>
          <w:tab w:val="left" w:pos="6195"/>
        </w:tabs>
      </w:pPr>
      <w:r>
        <w:t>225.1862</w:t>
      </w:r>
      <w:r>
        <w:tab/>
        <w:t>2.188e0</w:t>
      </w:r>
    </w:p>
    <w:p w:rsidR="00354DF7" w:rsidRDefault="00354DF7" w:rsidP="00354DF7">
      <w:pPr>
        <w:tabs>
          <w:tab w:val="left" w:pos="6195"/>
        </w:tabs>
      </w:pPr>
      <w:r>
        <w:t>225.1889</w:t>
      </w:r>
      <w:r>
        <w:tab/>
        <w:t>4.593e0</w:t>
      </w:r>
    </w:p>
    <w:p w:rsidR="00354DF7" w:rsidRDefault="00354DF7" w:rsidP="00354DF7">
      <w:pPr>
        <w:tabs>
          <w:tab w:val="left" w:pos="6195"/>
        </w:tabs>
      </w:pPr>
      <w:r>
        <w:t>225.2038</w:t>
      </w:r>
      <w:r>
        <w:tab/>
        <w:t>1.134e0</w:t>
      </w:r>
    </w:p>
    <w:p w:rsidR="00354DF7" w:rsidRDefault="00354DF7" w:rsidP="00354DF7">
      <w:pPr>
        <w:tabs>
          <w:tab w:val="left" w:pos="6195"/>
        </w:tabs>
      </w:pPr>
      <w:r>
        <w:lastRenderedPageBreak/>
        <w:t>225.2049</w:t>
      </w:r>
      <w:r>
        <w:tab/>
        <w:t>3.929e0</w:t>
      </w:r>
    </w:p>
    <w:p w:rsidR="00354DF7" w:rsidRDefault="00354DF7" w:rsidP="00354DF7">
      <w:pPr>
        <w:tabs>
          <w:tab w:val="left" w:pos="6195"/>
        </w:tabs>
      </w:pPr>
      <w:r>
        <w:t>225.2090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225.2143</w:t>
      </w:r>
      <w:r>
        <w:tab/>
        <w:t>9.546e0</w:t>
      </w:r>
    </w:p>
    <w:p w:rsidR="00354DF7" w:rsidRDefault="00354DF7" w:rsidP="00354DF7">
      <w:pPr>
        <w:tabs>
          <w:tab w:val="left" w:pos="6195"/>
        </w:tabs>
      </w:pPr>
      <w:r>
        <w:t>225.2227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225.2353</w:t>
      </w:r>
      <w:r>
        <w:tab/>
        <w:t>5.282e0</w:t>
      </w:r>
    </w:p>
    <w:p w:rsidR="00354DF7" w:rsidRDefault="00354DF7" w:rsidP="00354DF7">
      <w:pPr>
        <w:tabs>
          <w:tab w:val="left" w:pos="6195"/>
        </w:tabs>
      </w:pPr>
      <w:r>
        <w:t>225.2452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225.2612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225.2650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225.2763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225.2805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225.2937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225.2990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225.3174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225.3386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225.3421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225.3480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225.3544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225.3686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225.3732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225.3813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225.3851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225.3986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225.4082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225.4117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225.4243</w:t>
      </w:r>
      <w:r>
        <w:tab/>
        <w:t>2.180e0</w:t>
      </w:r>
    </w:p>
    <w:p w:rsidR="00354DF7" w:rsidRDefault="00354DF7" w:rsidP="00354DF7">
      <w:pPr>
        <w:tabs>
          <w:tab w:val="left" w:pos="6195"/>
        </w:tabs>
      </w:pPr>
      <w:r>
        <w:t>225.4305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225.4321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225.4467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225.4644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225.4667</w:t>
      </w:r>
      <w:r>
        <w:tab/>
        <w:t>6.835e0</w:t>
      </w:r>
    </w:p>
    <w:p w:rsidR="00354DF7" w:rsidRDefault="00354DF7" w:rsidP="00354DF7">
      <w:pPr>
        <w:tabs>
          <w:tab w:val="left" w:pos="6195"/>
        </w:tabs>
      </w:pPr>
      <w:r>
        <w:t>225.4701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225.4849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225.4913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225.4926</w:t>
      </w:r>
      <w:r>
        <w:tab/>
        <w:t>2.242e0</w:t>
      </w:r>
    </w:p>
    <w:p w:rsidR="00354DF7" w:rsidRDefault="00354DF7" w:rsidP="00354DF7">
      <w:pPr>
        <w:tabs>
          <w:tab w:val="left" w:pos="6195"/>
        </w:tabs>
      </w:pPr>
      <w:r>
        <w:t>225.4968</w:t>
      </w:r>
      <w:r>
        <w:tab/>
        <w:t>3.322e0</w:t>
      </w:r>
    </w:p>
    <w:p w:rsidR="00354DF7" w:rsidRDefault="00354DF7" w:rsidP="00354DF7">
      <w:pPr>
        <w:tabs>
          <w:tab w:val="left" w:pos="6195"/>
        </w:tabs>
      </w:pPr>
      <w:r>
        <w:t>225.5016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225.5125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225.5282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225.5318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225.5360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225.5404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225.5519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225.5634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225.5785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225.5867</w:t>
      </w:r>
      <w:r>
        <w:tab/>
        <w:t>5.535e0</w:t>
      </w:r>
    </w:p>
    <w:p w:rsidR="00354DF7" w:rsidRDefault="00354DF7" w:rsidP="00354DF7">
      <w:pPr>
        <w:tabs>
          <w:tab w:val="left" w:pos="6195"/>
        </w:tabs>
      </w:pPr>
      <w:r>
        <w:t>225.5898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225.5977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225.6077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225.6107</w:t>
      </w:r>
      <w:r>
        <w:tab/>
        <w:t>4.127e0</w:t>
      </w:r>
    </w:p>
    <w:p w:rsidR="00354DF7" w:rsidRDefault="00354DF7" w:rsidP="00354DF7">
      <w:pPr>
        <w:tabs>
          <w:tab w:val="left" w:pos="6195"/>
        </w:tabs>
      </w:pPr>
      <w:r>
        <w:t>225.6196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225.6230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225.6406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225.6482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225.6502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225.6521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225.6614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225.6713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225.6820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225.6881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225.6964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225.7032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225.7044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225.7119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225.7160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225.7275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225.7330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225.7352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225.7583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225.7619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225.7721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225.7790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225.7815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225.7829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225.7933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225.7951</w:t>
      </w:r>
      <w:r>
        <w:tab/>
        <w:t>5.007e0</w:t>
      </w:r>
    </w:p>
    <w:p w:rsidR="00354DF7" w:rsidRDefault="00354DF7" w:rsidP="00354DF7">
      <w:pPr>
        <w:tabs>
          <w:tab w:val="left" w:pos="6195"/>
        </w:tabs>
      </w:pPr>
      <w:r>
        <w:t>225.8217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225.8284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225.8399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225.8418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225.8589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225.8795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225.8817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225.8888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225.8961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225.9093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225.9154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225.9209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225.9227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225.9268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225.9362</w:t>
      </w:r>
      <w:r>
        <w:tab/>
        <w:t>1.900e0</w:t>
      </w:r>
    </w:p>
    <w:p w:rsidR="00354DF7" w:rsidRDefault="00354DF7" w:rsidP="00354DF7">
      <w:pPr>
        <w:tabs>
          <w:tab w:val="left" w:pos="6195"/>
        </w:tabs>
      </w:pPr>
      <w:r>
        <w:t>225.9523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225.9838</w:t>
      </w:r>
      <w:r>
        <w:tab/>
        <w:t>1.359e1</w:t>
      </w:r>
    </w:p>
    <w:p w:rsidR="00354DF7" w:rsidRDefault="00354DF7" w:rsidP="00354DF7">
      <w:pPr>
        <w:tabs>
          <w:tab w:val="left" w:pos="6195"/>
        </w:tabs>
      </w:pPr>
      <w:r>
        <w:t>226.0083</w:t>
      </w:r>
      <w:r>
        <w:tab/>
        <w:t>8.711e1</w:t>
      </w:r>
    </w:p>
    <w:p w:rsidR="00354DF7" w:rsidRDefault="00354DF7" w:rsidP="00354DF7">
      <w:pPr>
        <w:tabs>
          <w:tab w:val="left" w:pos="6195"/>
        </w:tabs>
      </w:pPr>
      <w:r>
        <w:t>226.0121</w:t>
      </w:r>
      <w:r>
        <w:tab/>
        <w:t>1.687e2</w:t>
      </w:r>
    </w:p>
    <w:p w:rsidR="00354DF7" w:rsidRDefault="00354DF7" w:rsidP="00354DF7">
      <w:pPr>
        <w:tabs>
          <w:tab w:val="left" w:pos="6195"/>
        </w:tabs>
      </w:pPr>
      <w:r>
        <w:t>226.0160</w:t>
      </w:r>
      <w:r>
        <w:tab/>
        <w:t>6.365e1</w:t>
      </w:r>
    </w:p>
    <w:p w:rsidR="00354DF7" w:rsidRDefault="00354DF7" w:rsidP="00354DF7">
      <w:pPr>
        <w:tabs>
          <w:tab w:val="left" w:pos="6195"/>
        </w:tabs>
      </w:pPr>
      <w:r>
        <w:lastRenderedPageBreak/>
        <w:t>226.0511</w:t>
      </w:r>
      <w:r>
        <w:tab/>
        <w:t>2.630e1</w:t>
      </w:r>
    </w:p>
    <w:p w:rsidR="00354DF7" w:rsidRDefault="00354DF7" w:rsidP="00354DF7">
      <w:pPr>
        <w:tabs>
          <w:tab w:val="left" w:pos="6195"/>
        </w:tabs>
      </w:pPr>
      <w:r>
        <w:t>226.0528</w:t>
      </w:r>
      <w:r>
        <w:tab/>
        <w:t>2.026e1</w:t>
      </w:r>
    </w:p>
    <w:p w:rsidR="00354DF7" w:rsidRDefault="00354DF7" w:rsidP="00354DF7">
      <w:pPr>
        <w:tabs>
          <w:tab w:val="left" w:pos="6195"/>
        </w:tabs>
      </w:pPr>
      <w:r>
        <w:t>226.0579</w:t>
      </w:r>
      <w:r>
        <w:tab/>
        <w:t>3.783e1</w:t>
      </w:r>
    </w:p>
    <w:p w:rsidR="00354DF7" w:rsidRDefault="00354DF7" w:rsidP="00354DF7">
      <w:pPr>
        <w:tabs>
          <w:tab w:val="left" w:pos="6195"/>
        </w:tabs>
      </w:pPr>
      <w:r>
        <w:t>226.0594</w:t>
      </w:r>
      <w:r>
        <w:tab/>
        <w:t>4.987e0</w:t>
      </w:r>
    </w:p>
    <w:p w:rsidR="00354DF7" w:rsidRDefault="00354DF7" w:rsidP="00354DF7">
      <w:pPr>
        <w:tabs>
          <w:tab w:val="left" w:pos="6195"/>
        </w:tabs>
      </w:pPr>
      <w:r>
        <w:t>226.0813</w:t>
      </w:r>
      <w:r>
        <w:tab/>
        <w:t>3.980e0</w:t>
      </w:r>
    </w:p>
    <w:p w:rsidR="00354DF7" w:rsidRDefault="00354DF7" w:rsidP="00354DF7">
      <w:pPr>
        <w:tabs>
          <w:tab w:val="left" w:pos="6195"/>
        </w:tabs>
      </w:pPr>
      <w:r>
        <w:t>226.0830</w:t>
      </w:r>
      <w:r>
        <w:tab/>
        <w:t>2.896e0</w:t>
      </w:r>
    </w:p>
    <w:p w:rsidR="00354DF7" w:rsidRDefault="00354DF7" w:rsidP="00354DF7">
      <w:pPr>
        <w:tabs>
          <w:tab w:val="left" w:pos="6195"/>
        </w:tabs>
      </w:pPr>
      <w:r>
        <w:t>226.0914</w:t>
      </w:r>
      <w:r>
        <w:tab/>
        <w:t>3.645e0</w:t>
      </w:r>
    </w:p>
    <w:p w:rsidR="00354DF7" w:rsidRDefault="00354DF7" w:rsidP="00354DF7">
      <w:pPr>
        <w:tabs>
          <w:tab w:val="left" w:pos="6195"/>
        </w:tabs>
      </w:pPr>
      <w:r>
        <w:t>226.0960</w:t>
      </w:r>
      <w:r>
        <w:tab/>
        <w:t>3.552e0</w:t>
      </w:r>
    </w:p>
    <w:p w:rsidR="00354DF7" w:rsidRDefault="00354DF7" w:rsidP="00354DF7">
      <w:pPr>
        <w:tabs>
          <w:tab w:val="left" w:pos="6195"/>
        </w:tabs>
      </w:pPr>
      <w:r>
        <w:t>226.1025</w:t>
      </w:r>
      <w:r>
        <w:tab/>
        <w:t>6.469e0</w:t>
      </w:r>
    </w:p>
    <w:p w:rsidR="00354DF7" w:rsidRDefault="00354DF7" w:rsidP="00354DF7">
      <w:pPr>
        <w:tabs>
          <w:tab w:val="left" w:pos="6195"/>
        </w:tabs>
      </w:pPr>
      <w:r>
        <w:t>226.1117</w:t>
      </w:r>
      <w:r>
        <w:tab/>
        <w:t>3.340e0</w:t>
      </w:r>
    </w:p>
    <w:p w:rsidR="00354DF7" w:rsidRDefault="00354DF7" w:rsidP="00354DF7">
      <w:pPr>
        <w:tabs>
          <w:tab w:val="left" w:pos="6195"/>
        </w:tabs>
      </w:pPr>
      <w:r>
        <w:t>226.1369</w:t>
      </w:r>
      <w:r>
        <w:tab/>
        <w:t>1.041e1</w:t>
      </w:r>
    </w:p>
    <w:p w:rsidR="00354DF7" w:rsidRDefault="00354DF7" w:rsidP="00354DF7">
      <w:pPr>
        <w:tabs>
          <w:tab w:val="left" w:pos="6195"/>
        </w:tabs>
      </w:pPr>
      <w:r>
        <w:t>226.1425</w:t>
      </w:r>
      <w:r>
        <w:tab/>
        <w:t>1.302e1</w:t>
      </w:r>
    </w:p>
    <w:p w:rsidR="00354DF7" w:rsidRDefault="00354DF7" w:rsidP="00354DF7">
      <w:pPr>
        <w:tabs>
          <w:tab w:val="left" w:pos="6195"/>
        </w:tabs>
      </w:pPr>
      <w:r>
        <w:t>226.1463</w:t>
      </w:r>
      <w:r>
        <w:tab/>
        <w:t>7.418e0</w:t>
      </w:r>
    </w:p>
    <w:p w:rsidR="00354DF7" w:rsidRDefault="00354DF7" w:rsidP="00354DF7">
      <w:pPr>
        <w:tabs>
          <w:tab w:val="left" w:pos="6195"/>
        </w:tabs>
      </w:pPr>
      <w:r>
        <w:t>226.1487</w:t>
      </w:r>
      <w:r>
        <w:tab/>
        <w:t>1.387e1</w:t>
      </w:r>
    </w:p>
    <w:p w:rsidR="00354DF7" w:rsidRDefault="00354DF7" w:rsidP="00354DF7">
      <w:pPr>
        <w:tabs>
          <w:tab w:val="left" w:pos="6195"/>
        </w:tabs>
      </w:pPr>
      <w:r>
        <w:t>226.1544</w:t>
      </w:r>
      <w:r>
        <w:tab/>
        <w:t>2.116e1</w:t>
      </w:r>
    </w:p>
    <w:p w:rsidR="00354DF7" w:rsidRDefault="00354DF7" w:rsidP="00354DF7">
      <w:pPr>
        <w:tabs>
          <w:tab w:val="left" w:pos="6195"/>
        </w:tabs>
      </w:pPr>
      <w:r>
        <w:t>226.1609</w:t>
      </w:r>
      <w:r>
        <w:tab/>
        <w:t>4.662e0</w:t>
      </w:r>
    </w:p>
    <w:p w:rsidR="00354DF7" w:rsidRDefault="00354DF7" w:rsidP="00354DF7">
      <w:pPr>
        <w:tabs>
          <w:tab w:val="left" w:pos="6195"/>
        </w:tabs>
      </w:pPr>
      <w:r>
        <w:t>226.1781</w:t>
      </w:r>
      <w:r>
        <w:tab/>
        <w:t>3.321e0</w:t>
      </w:r>
    </w:p>
    <w:p w:rsidR="00354DF7" w:rsidRDefault="00354DF7" w:rsidP="00354DF7">
      <w:pPr>
        <w:tabs>
          <w:tab w:val="left" w:pos="6195"/>
        </w:tabs>
      </w:pPr>
      <w:r>
        <w:t>226.1850</w:t>
      </w:r>
      <w:r>
        <w:tab/>
        <w:t>6.148e0</w:t>
      </w:r>
    </w:p>
    <w:p w:rsidR="00354DF7" w:rsidRDefault="00354DF7" w:rsidP="00354DF7">
      <w:pPr>
        <w:tabs>
          <w:tab w:val="left" w:pos="6195"/>
        </w:tabs>
      </w:pPr>
      <w:r>
        <w:t>226.1902</w:t>
      </w:r>
      <w:r>
        <w:tab/>
        <w:t>5.772e0</w:t>
      </w:r>
    </w:p>
    <w:p w:rsidR="00354DF7" w:rsidRDefault="00354DF7" w:rsidP="00354DF7">
      <w:pPr>
        <w:tabs>
          <w:tab w:val="left" w:pos="6195"/>
        </w:tabs>
      </w:pPr>
      <w:r>
        <w:lastRenderedPageBreak/>
        <w:t>226.1962</w:t>
      </w:r>
      <w:r>
        <w:tab/>
        <w:t>1.134e0</w:t>
      </w:r>
    </w:p>
    <w:p w:rsidR="00354DF7" w:rsidRDefault="00354DF7" w:rsidP="00354DF7">
      <w:pPr>
        <w:tabs>
          <w:tab w:val="left" w:pos="6195"/>
        </w:tabs>
      </w:pPr>
      <w:r>
        <w:t>226.2038</w:t>
      </w:r>
      <w:r>
        <w:tab/>
        <w:t>1.076e1</w:t>
      </w:r>
    </w:p>
    <w:p w:rsidR="00354DF7" w:rsidRDefault="00354DF7" w:rsidP="00354DF7">
      <w:pPr>
        <w:tabs>
          <w:tab w:val="left" w:pos="6195"/>
        </w:tabs>
      </w:pPr>
      <w:r>
        <w:t>226.2117</w:t>
      </w:r>
      <w:r>
        <w:tab/>
        <w:t>8.781e0</w:t>
      </w:r>
    </w:p>
    <w:p w:rsidR="00354DF7" w:rsidRDefault="00354DF7" w:rsidP="00354DF7">
      <w:pPr>
        <w:tabs>
          <w:tab w:val="left" w:pos="6195"/>
        </w:tabs>
      </w:pPr>
      <w:r>
        <w:t>226.2287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226.2351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226.2365</w:t>
      </w:r>
      <w:r>
        <w:tab/>
        <w:t>1.826e0</w:t>
      </w:r>
    </w:p>
    <w:p w:rsidR="00354DF7" w:rsidRDefault="00354DF7" w:rsidP="00354DF7">
      <w:pPr>
        <w:tabs>
          <w:tab w:val="left" w:pos="6195"/>
        </w:tabs>
      </w:pPr>
      <w:r>
        <w:t>226.2449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226.2634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226.2969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226.3026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226.3047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226.3089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226.3163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226.3316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226.3416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226.3441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226.3455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226.3470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226.3618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226.3628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226.3704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226.3786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226.3872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226.3967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226.3997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226.4035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226.4151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226.4306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226.4387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226.4528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226.4564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226.4752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226.4772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226.4830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226.4865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226.4985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226.5013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226.5196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226.5207</w:t>
      </w:r>
      <w:r>
        <w:tab/>
        <w:t>4.985e0</w:t>
      </w:r>
    </w:p>
    <w:p w:rsidR="00354DF7" w:rsidRDefault="00354DF7" w:rsidP="00354DF7">
      <w:pPr>
        <w:tabs>
          <w:tab w:val="left" w:pos="6195"/>
        </w:tabs>
      </w:pPr>
      <w:r>
        <w:t>226.5392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226.5614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226.5626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226.5668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226.5695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226.5748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226.5840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226.5912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226.6029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226.6051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226.6108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226.6148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226.6332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226.6453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226.6468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226.6500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226.6555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226.6652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226.6671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226.6821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226.6896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226.6908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226.6948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226.7016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226.7037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226.7173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226.7311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226.7507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226.7547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226.7631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226.7888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226.7990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226.8060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226.8193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226.8319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226.8373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226.8397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226.8425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226.8510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226.8526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226.8726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226.8833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226.8918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226.9034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226.9095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226.9114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226.9153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226.9172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226.9398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226.9511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226.9529</w:t>
      </w:r>
      <w:r>
        <w:tab/>
        <w:t>1.982e0</w:t>
      </w:r>
    </w:p>
    <w:p w:rsidR="00354DF7" w:rsidRDefault="00354DF7" w:rsidP="00354DF7">
      <w:pPr>
        <w:tabs>
          <w:tab w:val="left" w:pos="6195"/>
        </w:tabs>
      </w:pPr>
      <w:r>
        <w:t>226.9617</w:t>
      </w:r>
      <w:r>
        <w:tab/>
        <w:t>3.430e0</w:t>
      </w:r>
    </w:p>
    <w:p w:rsidR="00354DF7" w:rsidRDefault="00354DF7" w:rsidP="00354DF7">
      <w:pPr>
        <w:tabs>
          <w:tab w:val="left" w:pos="6195"/>
        </w:tabs>
      </w:pPr>
      <w:r>
        <w:t>226.9682</w:t>
      </w:r>
      <w:r>
        <w:tab/>
        <w:t>2.404e0</w:t>
      </w:r>
    </w:p>
    <w:p w:rsidR="00354DF7" w:rsidRDefault="00354DF7" w:rsidP="00354DF7">
      <w:pPr>
        <w:tabs>
          <w:tab w:val="left" w:pos="6195"/>
        </w:tabs>
      </w:pPr>
      <w:r>
        <w:t>226.9754</w:t>
      </w:r>
      <w:r>
        <w:tab/>
        <w:t>1.971e0</w:t>
      </w:r>
    </w:p>
    <w:p w:rsidR="00354DF7" w:rsidRDefault="00354DF7" w:rsidP="00354DF7">
      <w:pPr>
        <w:tabs>
          <w:tab w:val="left" w:pos="6195"/>
        </w:tabs>
      </w:pPr>
      <w:r>
        <w:t>226.9832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226.9877</w:t>
      </w:r>
      <w:r>
        <w:tab/>
        <w:t>3.634e0</w:t>
      </w:r>
    </w:p>
    <w:p w:rsidR="00354DF7" w:rsidRDefault="00354DF7" w:rsidP="00354DF7">
      <w:pPr>
        <w:tabs>
          <w:tab w:val="left" w:pos="6195"/>
        </w:tabs>
      </w:pPr>
      <w:r>
        <w:lastRenderedPageBreak/>
        <w:t>226.9899</w:t>
      </w:r>
      <w:r>
        <w:tab/>
        <w:t>2.761e0</w:t>
      </w:r>
    </w:p>
    <w:p w:rsidR="00354DF7" w:rsidRDefault="00354DF7" w:rsidP="00354DF7">
      <w:pPr>
        <w:tabs>
          <w:tab w:val="left" w:pos="6195"/>
        </w:tabs>
      </w:pPr>
      <w:r>
        <w:t>226.9998</w:t>
      </w:r>
      <w:r>
        <w:tab/>
        <w:t>4.452e0</w:t>
      </w:r>
    </w:p>
    <w:p w:rsidR="00354DF7" w:rsidRDefault="00354DF7" w:rsidP="00354DF7">
      <w:pPr>
        <w:tabs>
          <w:tab w:val="left" w:pos="6195"/>
        </w:tabs>
      </w:pPr>
      <w:r>
        <w:t>227.0017</w:t>
      </w:r>
      <w:r>
        <w:tab/>
        <w:t>1.580e0</w:t>
      </w:r>
    </w:p>
    <w:p w:rsidR="00354DF7" w:rsidRDefault="00354DF7" w:rsidP="00354DF7">
      <w:pPr>
        <w:tabs>
          <w:tab w:val="left" w:pos="6195"/>
        </w:tabs>
      </w:pPr>
      <w:r>
        <w:t>227.0164</w:t>
      </w:r>
      <w:r>
        <w:tab/>
        <w:t>2.792e0</w:t>
      </w:r>
    </w:p>
    <w:p w:rsidR="00354DF7" w:rsidRDefault="00354DF7" w:rsidP="00354DF7">
      <w:pPr>
        <w:tabs>
          <w:tab w:val="left" w:pos="6195"/>
        </w:tabs>
      </w:pPr>
      <w:r>
        <w:t>227.0186</w:t>
      </w:r>
      <w:r>
        <w:tab/>
        <w:t>4.182e0</w:t>
      </w:r>
    </w:p>
    <w:p w:rsidR="00354DF7" w:rsidRDefault="00354DF7" w:rsidP="00354DF7">
      <w:pPr>
        <w:tabs>
          <w:tab w:val="left" w:pos="6195"/>
        </w:tabs>
      </w:pPr>
      <w:r>
        <w:t>227.0201</w:t>
      </w:r>
      <w:r>
        <w:tab/>
        <w:t>2.781e0</w:t>
      </w:r>
    </w:p>
    <w:p w:rsidR="00354DF7" w:rsidRDefault="00354DF7" w:rsidP="00354DF7">
      <w:pPr>
        <w:tabs>
          <w:tab w:val="left" w:pos="6195"/>
        </w:tabs>
      </w:pPr>
      <w:r>
        <w:t>227.0359</w:t>
      </w:r>
      <w:r>
        <w:tab/>
        <w:t>5.887e0</w:t>
      </w:r>
    </w:p>
    <w:p w:rsidR="00354DF7" w:rsidRDefault="00354DF7" w:rsidP="00354DF7">
      <w:pPr>
        <w:tabs>
          <w:tab w:val="left" w:pos="6195"/>
        </w:tabs>
      </w:pPr>
      <w:r>
        <w:t>227.0371</w:t>
      </w:r>
      <w:r>
        <w:tab/>
        <w:t>5.392e0</w:t>
      </w:r>
    </w:p>
    <w:p w:rsidR="00354DF7" w:rsidRDefault="00354DF7" w:rsidP="00354DF7">
      <w:pPr>
        <w:tabs>
          <w:tab w:val="left" w:pos="6195"/>
        </w:tabs>
      </w:pPr>
      <w:r>
        <w:t>227.0450</w:t>
      </w:r>
      <w:r>
        <w:tab/>
        <w:t>4.963e0</w:t>
      </w:r>
    </w:p>
    <w:p w:rsidR="00354DF7" w:rsidRDefault="00354DF7" w:rsidP="00354DF7">
      <w:pPr>
        <w:tabs>
          <w:tab w:val="left" w:pos="6195"/>
        </w:tabs>
      </w:pPr>
      <w:r>
        <w:t>227.0516</w:t>
      </w:r>
      <w:r>
        <w:tab/>
        <w:t>5.966e0</w:t>
      </w:r>
    </w:p>
    <w:p w:rsidR="00354DF7" w:rsidRDefault="00354DF7" w:rsidP="00354DF7">
      <w:pPr>
        <w:tabs>
          <w:tab w:val="left" w:pos="6195"/>
        </w:tabs>
      </w:pPr>
      <w:r>
        <w:t>227.0583</w:t>
      </w:r>
      <w:r>
        <w:tab/>
        <w:t>4.702e0</w:t>
      </w:r>
    </w:p>
    <w:p w:rsidR="00354DF7" w:rsidRDefault="00354DF7" w:rsidP="00354DF7">
      <w:pPr>
        <w:tabs>
          <w:tab w:val="left" w:pos="6195"/>
        </w:tabs>
      </w:pPr>
      <w:r>
        <w:t>227.0648</w:t>
      </w:r>
      <w:r>
        <w:tab/>
        <w:t>1.092e1</w:t>
      </w:r>
    </w:p>
    <w:p w:rsidR="00354DF7" w:rsidRDefault="00354DF7" w:rsidP="00354DF7">
      <w:pPr>
        <w:tabs>
          <w:tab w:val="left" w:pos="6195"/>
        </w:tabs>
      </w:pPr>
      <w:r>
        <w:t>227.0751</w:t>
      </w:r>
      <w:r>
        <w:tab/>
        <w:t>6.506e0</w:t>
      </w:r>
    </w:p>
    <w:p w:rsidR="00354DF7" w:rsidRDefault="00354DF7" w:rsidP="00354DF7">
      <w:pPr>
        <w:tabs>
          <w:tab w:val="left" w:pos="6195"/>
        </w:tabs>
      </w:pPr>
      <w:r>
        <w:t>227.0792</w:t>
      </w:r>
      <w:r>
        <w:tab/>
        <w:t>2.057e0</w:t>
      </w:r>
    </w:p>
    <w:p w:rsidR="00354DF7" w:rsidRDefault="00354DF7" w:rsidP="00354DF7">
      <w:pPr>
        <w:tabs>
          <w:tab w:val="left" w:pos="6195"/>
        </w:tabs>
      </w:pPr>
      <w:r>
        <w:t>227.0989</w:t>
      </w:r>
      <w:r>
        <w:tab/>
        <w:t>1.631e0</w:t>
      </w:r>
    </w:p>
    <w:p w:rsidR="00354DF7" w:rsidRDefault="00354DF7" w:rsidP="00354DF7">
      <w:pPr>
        <w:tabs>
          <w:tab w:val="left" w:pos="6195"/>
        </w:tabs>
      </w:pPr>
      <w:r>
        <w:t>227.1089</w:t>
      </w:r>
      <w:r>
        <w:tab/>
        <w:t>2.441e0</w:t>
      </w:r>
    </w:p>
    <w:p w:rsidR="00354DF7" w:rsidRDefault="00354DF7" w:rsidP="00354DF7">
      <w:pPr>
        <w:tabs>
          <w:tab w:val="left" w:pos="6195"/>
        </w:tabs>
      </w:pPr>
      <w:r>
        <w:t>227.1174</w:t>
      </w:r>
      <w:r>
        <w:tab/>
        <w:t>3.921e0</w:t>
      </w:r>
    </w:p>
    <w:p w:rsidR="00354DF7" w:rsidRDefault="00354DF7" w:rsidP="00354DF7">
      <w:pPr>
        <w:tabs>
          <w:tab w:val="left" w:pos="6195"/>
        </w:tabs>
      </w:pPr>
      <w:r>
        <w:t>227.1222</w:t>
      </w:r>
      <w:r>
        <w:tab/>
        <w:t>3.183e0</w:t>
      </w:r>
    </w:p>
    <w:p w:rsidR="00354DF7" w:rsidRDefault="00354DF7" w:rsidP="00354DF7">
      <w:pPr>
        <w:tabs>
          <w:tab w:val="left" w:pos="6195"/>
        </w:tabs>
      </w:pPr>
      <w:r>
        <w:t>227.1632</w:t>
      </w:r>
      <w:r>
        <w:tab/>
        <w:t>1.080e1</w:t>
      </w:r>
    </w:p>
    <w:p w:rsidR="00354DF7" w:rsidRDefault="00354DF7" w:rsidP="00354DF7">
      <w:pPr>
        <w:tabs>
          <w:tab w:val="left" w:pos="6195"/>
        </w:tabs>
      </w:pPr>
      <w:r>
        <w:lastRenderedPageBreak/>
        <w:t>227.1667</w:t>
      </w:r>
      <w:r>
        <w:tab/>
        <w:t>1.654e1</w:t>
      </w:r>
    </w:p>
    <w:p w:rsidR="00354DF7" w:rsidRDefault="00354DF7" w:rsidP="00354DF7">
      <w:pPr>
        <w:tabs>
          <w:tab w:val="left" w:pos="6195"/>
        </w:tabs>
      </w:pPr>
      <w:r>
        <w:t>227.1696</w:t>
      </w:r>
      <w:r>
        <w:tab/>
        <w:t>1.227e1</w:t>
      </w:r>
    </w:p>
    <w:p w:rsidR="00354DF7" w:rsidRDefault="00354DF7" w:rsidP="00354DF7">
      <w:pPr>
        <w:tabs>
          <w:tab w:val="left" w:pos="6195"/>
        </w:tabs>
      </w:pPr>
      <w:r>
        <w:t>227.1711</w:t>
      </w:r>
      <w:r>
        <w:tab/>
        <w:t>1.374e1</w:t>
      </w:r>
    </w:p>
    <w:p w:rsidR="00354DF7" w:rsidRDefault="00354DF7" w:rsidP="00354DF7">
      <w:pPr>
        <w:tabs>
          <w:tab w:val="left" w:pos="6195"/>
        </w:tabs>
      </w:pPr>
      <w:r>
        <w:t>227.1756</w:t>
      </w:r>
      <w:r>
        <w:tab/>
        <w:t>1.067e1</w:t>
      </w:r>
    </w:p>
    <w:p w:rsidR="00354DF7" w:rsidRDefault="00354DF7" w:rsidP="00354DF7">
      <w:pPr>
        <w:tabs>
          <w:tab w:val="left" w:pos="6195"/>
        </w:tabs>
      </w:pPr>
      <w:r>
        <w:t>227.1976</w:t>
      </w:r>
      <w:r>
        <w:tab/>
        <w:t>2.674e0</w:t>
      </w:r>
    </w:p>
    <w:p w:rsidR="00354DF7" w:rsidRDefault="00354DF7" w:rsidP="00354DF7">
      <w:pPr>
        <w:tabs>
          <w:tab w:val="left" w:pos="6195"/>
        </w:tabs>
      </w:pPr>
      <w:r>
        <w:t>227.2032</w:t>
      </w:r>
      <w:r>
        <w:tab/>
        <w:t>2.341e0</w:t>
      </w:r>
    </w:p>
    <w:p w:rsidR="00354DF7" w:rsidRDefault="00354DF7" w:rsidP="00354DF7">
      <w:pPr>
        <w:tabs>
          <w:tab w:val="left" w:pos="6195"/>
        </w:tabs>
      </w:pPr>
      <w:r>
        <w:t>227.2050</w:t>
      </w:r>
      <w:r>
        <w:tab/>
        <w:t>6.971e0</w:t>
      </w:r>
    </w:p>
    <w:p w:rsidR="00354DF7" w:rsidRDefault="00354DF7" w:rsidP="00354DF7">
      <w:pPr>
        <w:tabs>
          <w:tab w:val="left" w:pos="6195"/>
        </w:tabs>
      </w:pPr>
      <w:r>
        <w:t>227.2118</w:t>
      </w:r>
      <w:r>
        <w:tab/>
        <w:t>4.816e0</w:t>
      </w:r>
    </w:p>
    <w:p w:rsidR="00354DF7" w:rsidRDefault="00354DF7" w:rsidP="00354DF7">
      <w:pPr>
        <w:tabs>
          <w:tab w:val="left" w:pos="6195"/>
        </w:tabs>
      </w:pPr>
      <w:r>
        <w:t>227.2141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227.2350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227.2442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227.2538</w:t>
      </w:r>
      <w:r>
        <w:tab/>
        <w:t>3.286e0</w:t>
      </w:r>
    </w:p>
    <w:p w:rsidR="00354DF7" w:rsidRDefault="00354DF7" w:rsidP="00354DF7">
      <w:pPr>
        <w:tabs>
          <w:tab w:val="left" w:pos="6195"/>
        </w:tabs>
      </w:pPr>
      <w:r>
        <w:t>227.2666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227.2724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227.2743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227.2917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227.2935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227.2993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227.3157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227.3197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227.3243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227.3261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227.3401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227.3515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227.3557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227.3647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227.3896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227.3910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227.4032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227.4079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227.4165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227.4238</w:t>
      </w:r>
      <w:r>
        <w:tab/>
        <w:t>2.498e0</w:t>
      </w:r>
    </w:p>
    <w:p w:rsidR="00354DF7" w:rsidRDefault="00354DF7" w:rsidP="00354DF7">
      <w:pPr>
        <w:tabs>
          <w:tab w:val="left" w:pos="6195"/>
        </w:tabs>
      </w:pPr>
      <w:r>
        <w:t>227.4276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227.4421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227.4564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227.4643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227.4682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227.4779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227.4834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227.4876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227.4916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227.5162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227.5185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227.5207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227.5457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227.5547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227.5582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227.5644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227.5664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227.5885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227.5966</w:t>
      </w:r>
      <w:r>
        <w:tab/>
        <w:t>5.820e0</w:t>
      </w:r>
    </w:p>
    <w:p w:rsidR="00354DF7" w:rsidRDefault="00354DF7" w:rsidP="00354DF7">
      <w:pPr>
        <w:tabs>
          <w:tab w:val="left" w:pos="6195"/>
        </w:tabs>
      </w:pPr>
      <w:r>
        <w:t>227.5983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227.6166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227.6204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227.6264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227.6327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227.6411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227.6449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227.6565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227.6756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227.6802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227.7013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227.7071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227.7086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227.7225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227.7245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227.7280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227.7374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227.7471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227.7571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227.7671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227.7692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227.7766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227.7885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227.7925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227.8035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227.8089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227.8429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227.8562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227.8814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227.8896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227.8931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227.8999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227.9124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227.9203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227.9249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227.9830</w:t>
      </w:r>
      <w:r>
        <w:tab/>
        <w:t>1.261e2</w:t>
      </w:r>
    </w:p>
    <w:p w:rsidR="00354DF7" w:rsidRDefault="00354DF7" w:rsidP="00354DF7">
      <w:pPr>
        <w:tabs>
          <w:tab w:val="left" w:pos="6195"/>
        </w:tabs>
      </w:pPr>
      <w:r>
        <w:t>227.9852</w:t>
      </w:r>
      <w:r>
        <w:tab/>
        <w:t>9.018e2</w:t>
      </w:r>
    </w:p>
    <w:p w:rsidR="00354DF7" w:rsidRDefault="00354DF7" w:rsidP="00354DF7">
      <w:pPr>
        <w:tabs>
          <w:tab w:val="left" w:pos="6195"/>
        </w:tabs>
      </w:pPr>
      <w:r>
        <w:t>228.0649</w:t>
      </w:r>
      <w:r>
        <w:tab/>
        <w:t>4.161e0</w:t>
      </w:r>
    </w:p>
    <w:p w:rsidR="00354DF7" w:rsidRDefault="00354DF7" w:rsidP="00354DF7">
      <w:pPr>
        <w:tabs>
          <w:tab w:val="left" w:pos="6195"/>
        </w:tabs>
      </w:pPr>
      <w:r>
        <w:t>228.0670</w:t>
      </w:r>
      <w:r>
        <w:tab/>
        <w:t>4.025e0</w:t>
      </w:r>
    </w:p>
    <w:p w:rsidR="00354DF7" w:rsidRDefault="00354DF7" w:rsidP="00354DF7">
      <w:pPr>
        <w:tabs>
          <w:tab w:val="left" w:pos="6195"/>
        </w:tabs>
      </w:pPr>
      <w:r>
        <w:t>228.0741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228.0857</w:t>
      </w:r>
      <w:r>
        <w:tab/>
        <w:t>1.540e0</w:t>
      </w:r>
    </w:p>
    <w:p w:rsidR="00354DF7" w:rsidRDefault="00354DF7" w:rsidP="00354DF7">
      <w:pPr>
        <w:tabs>
          <w:tab w:val="left" w:pos="6195"/>
        </w:tabs>
      </w:pPr>
      <w:r>
        <w:t>228.0949</w:t>
      </w:r>
      <w:r>
        <w:tab/>
        <w:t>2.559e0</w:t>
      </w:r>
    </w:p>
    <w:p w:rsidR="00354DF7" w:rsidRDefault="00354DF7" w:rsidP="00354DF7">
      <w:pPr>
        <w:tabs>
          <w:tab w:val="left" w:pos="6195"/>
        </w:tabs>
      </w:pPr>
      <w:r>
        <w:t>228.0965</w:t>
      </w:r>
      <w:r>
        <w:tab/>
        <w:t>3.593e0</w:t>
      </w:r>
    </w:p>
    <w:p w:rsidR="00354DF7" w:rsidRDefault="00354DF7" w:rsidP="00354DF7">
      <w:pPr>
        <w:tabs>
          <w:tab w:val="left" w:pos="6195"/>
        </w:tabs>
      </w:pPr>
      <w:r>
        <w:t>228.0994</w:t>
      </w:r>
      <w:r>
        <w:tab/>
        <w:t>3.694e0</w:t>
      </w:r>
    </w:p>
    <w:p w:rsidR="00354DF7" w:rsidRDefault="00354DF7" w:rsidP="00354DF7">
      <w:pPr>
        <w:tabs>
          <w:tab w:val="left" w:pos="6195"/>
        </w:tabs>
      </w:pPr>
      <w:r>
        <w:lastRenderedPageBreak/>
        <w:t>228.1195</w:t>
      </w:r>
      <w:r>
        <w:tab/>
        <w:t>3.848e0</w:t>
      </w:r>
    </w:p>
    <w:p w:rsidR="00354DF7" w:rsidRDefault="00354DF7" w:rsidP="00354DF7">
      <w:pPr>
        <w:tabs>
          <w:tab w:val="left" w:pos="6195"/>
        </w:tabs>
      </w:pPr>
      <w:r>
        <w:t>228.1238</w:t>
      </w:r>
      <w:r>
        <w:tab/>
        <w:t>3.809e0</w:t>
      </w:r>
    </w:p>
    <w:p w:rsidR="00354DF7" w:rsidRDefault="00354DF7" w:rsidP="00354DF7">
      <w:pPr>
        <w:tabs>
          <w:tab w:val="left" w:pos="6195"/>
        </w:tabs>
      </w:pPr>
      <w:r>
        <w:t>228.1257</w:t>
      </w:r>
      <w:r>
        <w:tab/>
        <w:t>3.791e0</w:t>
      </w:r>
    </w:p>
    <w:p w:rsidR="00354DF7" w:rsidRDefault="00354DF7" w:rsidP="00354DF7">
      <w:pPr>
        <w:tabs>
          <w:tab w:val="left" w:pos="6195"/>
        </w:tabs>
      </w:pPr>
      <w:r>
        <w:t>228.1296</w:t>
      </w:r>
      <w:r>
        <w:tab/>
        <w:t>3.078e0</w:t>
      </w:r>
    </w:p>
    <w:p w:rsidR="00354DF7" w:rsidRDefault="00354DF7" w:rsidP="00354DF7">
      <w:pPr>
        <w:tabs>
          <w:tab w:val="left" w:pos="6195"/>
        </w:tabs>
      </w:pPr>
      <w:r>
        <w:t>228.1561</w:t>
      </w:r>
      <w:r>
        <w:tab/>
        <w:t>7.458e0</w:t>
      </w:r>
    </w:p>
    <w:p w:rsidR="00354DF7" w:rsidRDefault="00354DF7" w:rsidP="00354DF7">
      <w:pPr>
        <w:tabs>
          <w:tab w:val="left" w:pos="6195"/>
        </w:tabs>
      </w:pPr>
      <w:r>
        <w:t>228.1620</w:t>
      </w:r>
      <w:r>
        <w:tab/>
        <w:t>2.952e0</w:t>
      </w:r>
    </w:p>
    <w:p w:rsidR="00354DF7" w:rsidRDefault="00354DF7" w:rsidP="00354DF7">
      <w:pPr>
        <w:tabs>
          <w:tab w:val="left" w:pos="6195"/>
        </w:tabs>
      </w:pPr>
      <w:r>
        <w:t>228.1720</w:t>
      </w:r>
      <w:r>
        <w:tab/>
        <w:t>5.799e0</w:t>
      </w:r>
    </w:p>
    <w:p w:rsidR="00354DF7" w:rsidRDefault="00354DF7" w:rsidP="00354DF7">
      <w:pPr>
        <w:tabs>
          <w:tab w:val="left" w:pos="6195"/>
        </w:tabs>
      </w:pPr>
      <w:r>
        <w:t>228.1761</w:t>
      </w:r>
      <w:r>
        <w:tab/>
        <w:t>3.493e0</w:t>
      </w:r>
    </w:p>
    <w:p w:rsidR="00354DF7" w:rsidRDefault="00354DF7" w:rsidP="00354DF7">
      <w:pPr>
        <w:tabs>
          <w:tab w:val="left" w:pos="6195"/>
        </w:tabs>
      </w:pPr>
      <w:r>
        <w:t>228.1935</w:t>
      </w:r>
      <w:r>
        <w:tab/>
        <w:t>1.029e1</w:t>
      </w:r>
    </w:p>
    <w:p w:rsidR="00354DF7" w:rsidRDefault="00354DF7" w:rsidP="00354DF7">
      <w:pPr>
        <w:tabs>
          <w:tab w:val="left" w:pos="6195"/>
        </w:tabs>
      </w:pPr>
      <w:r>
        <w:t>228.1948</w:t>
      </w:r>
      <w:r>
        <w:tab/>
        <w:t>1.232e1</w:t>
      </w:r>
    </w:p>
    <w:p w:rsidR="00354DF7" w:rsidRDefault="00354DF7" w:rsidP="00354DF7">
      <w:pPr>
        <w:tabs>
          <w:tab w:val="left" w:pos="6195"/>
        </w:tabs>
      </w:pPr>
      <w:r>
        <w:t>228.1972</w:t>
      </w:r>
      <w:r>
        <w:tab/>
        <w:t>1.357e1</w:t>
      </w:r>
    </w:p>
    <w:p w:rsidR="00354DF7" w:rsidRDefault="00354DF7" w:rsidP="00354DF7">
      <w:pPr>
        <w:tabs>
          <w:tab w:val="left" w:pos="6195"/>
        </w:tabs>
      </w:pPr>
      <w:r>
        <w:t>228.1983</w:t>
      </w:r>
      <w:r>
        <w:tab/>
        <w:t>1.520e1</w:t>
      </w:r>
    </w:p>
    <w:p w:rsidR="00354DF7" w:rsidRDefault="00354DF7" w:rsidP="00354DF7">
      <w:pPr>
        <w:tabs>
          <w:tab w:val="left" w:pos="6195"/>
        </w:tabs>
      </w:pPr>
      <w:r>
        <w:t>228.2131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228.2281</w:t>
      </w:r>
      <w:r>
        <w:tab/>
        <w:t>3.295e0</w:t>
      </w:r>
    </w:p>
    <w:p w:rsidR="00354DF7" w:rsidRDefault="00354DF7" w:rsidP="00354DF7">
      <w:pPr>
        <w:tabs>
          <w:tab w:val="left" w:pos="6195"/>
        </w:tabs>
      </w:pPr>
      <w:r>
        <w:t>228.2345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228.2448</w:t>
      </w:r>
      <w:r>
        <w:tab/>
        <w:t>6.189e0</w:t>
      </w:r>
    </w:p>
    <w:p w:rsidR="00354DF7" w:rsidRDefault="00354DF7" w:rsidP="00354DF7">
      <w:pPr>
        <w:tabs>
          <w:tab w:val="left" w:pos="6195"/>
        </w:tabs>
      </w:pPr>
      <w:r>
        <w:t>228.2621</w:t>
      </w:r>
      <w:r>
        <w:tab/>
        <w:t>5.830e0</w:t>
      </w:r>
    </w:p>
    <w:p w:rsidR="00354DF7" w:rsidRDefault="00354DF7" w:rsidP="00354DF7">
      <w:pPr>
        <w:tabs>
          <w:tab w:val="left" w:pos="6195"/>
        </w:tabs>
      </w:pPr>
      <w:r>
        <w:t>228.2641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228.2684</w:t>
      </w:r>
      <w:r>
        <w:tab/>
        <w:t>8.868e0</w:t>
      </w:r>
    </w:p>
    <w:p w:rsidR="00354DF7" w:rsidRDefault="00354DF7" w:rsidP="00354DF7">
      <w:pPr>
        <w:tabs>
          <w:tab w:val="left" w:pos="6195"/>
        </w:tabs>
      </w:pPr>
      <w:r>
        <w:lastRenderedPageBreak/>
        <w:t>228.2703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228.2742</w:t>
      </w:r>
      <w:r>
        <w:tab/>
        <w:t>9.067e0</w:t>
      </w:r>
    </w:p>
    <w:p w:rsidR="00354DF7" w:rsidRDefault="00354DF7" w:rsidP="00354DF7">
      <w:pPr>
        <w:tabs>
          <w:tab w:val="left" w:pos="6195"/>
        </w:tabs>
      </w:pPr>
      <w:r>
        <w:t>228.2794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228.2988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228.3052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228.3208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228.3239</w:t>
      </w:r>
      <w:r>
        <w:tab/>
        <w:t>2.699e0</w:t>
      </w:r>
    </w:p>
    <w:p w:rsidR="00354DF7" w:rsidRDefault="00354DF7" w:rsidP="00354DF7">
      <w:pPr>
        <w:tabs>
          <w:tab w:val="left" w:pos="6195"/>
        </w:tabs>
      </w:pPr>
      <w:r>
        <w:t>228.3250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228.3340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228.3466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228.3530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228.3630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228.3783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228.3840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228.3943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228.3987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228.4048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228.4279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228.4289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228.4393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228.4452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228.4510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228.4548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228.4663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228.4682</w:t>
      </w:r>
      <w:r>
        <w:tab/>
        <w:t>2.369e0</w:t>
      </w:r>
    </w:p>
    <w:p w:rsidR="00354DF7" w:rsidRDefault="00354DF7" w:rsidP="00354DF7">
      <w:pPr>
        <w:tabs>
          <w:tab w:val="left" w:pos="6195"/>
        </w:tabs>
      </w:pPr>
      <w:r>
        <w:t>228.4752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228.4895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228.4936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228.4997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228.5088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228.5121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228.5293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228.5376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228.5409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228.5532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228.5560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228.5605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228.5677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228.5693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228.5793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228.5890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228.5905</w:t>
      </w:r>
      <w:r>
        <w:tab/>
        <w:t>5.228e0</w:t>
      </w:r>
    </w:p>
    <w:p w:rsidR="00354DF7" w:rsidRDefault="00354DF7" w:rsidP="00354DF7">
      <w:pPr>
        <w:tabs>
          <w:tab w:val="left" w:pos="6195"/>
        </w:tabs>
      </w:pPr>
      <w:r>
        <w:t>228.6084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228.6240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228.6253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228.6279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228.6479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228.6514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228.6672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228.6706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228.6752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228.6824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228.7082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228.7117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228.7163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228.7245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228.7306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228.7404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228.7523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228.7545</w:t>
      </w:r>
      <w:r>
        <w:tab/>
        <w:t>2.853e0</w:t>
      </w:r>
    </w:p>
    <w:p w:rsidR="00354DF7" w:rsidRDefault="00354DF7" w:rsidP="00354DF7">
      <w:pPr>
        <w:tabs>
          <w:tab w:val="left" w:pos="6195"/>
        </w:tabs>
      </w:pPr>
      <w:r>
        <w:t>228.7673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228.7746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228.7782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228.7829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228.8088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228.8104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228.8165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228.8199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228.8346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228.8574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228.8629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228.8690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228.8803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228.8844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228.8888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228.8935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228.9135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228.9197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228.9215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228.9283</w:t>
      </w:r>
      <w:r>
        <w:tab/>
        <w:t>5.844e0</w:t>
      </w:r>
    </w:p>
    <w:p w:rsidR="00354DF7" w:rsidRDefault="00354DF7" w:rsidP="00354DF7">
      <w:pPr>
        <w:tabs>
          <w:tab w:val="left" w:pos="6195"/>
        </w:tabs>
      </w:pPr>
      <w:r>
        <w:t>228.9324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228.9368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228.9880</w:t>
      </w:r>
      <w:r>
        <w:tab/>
        <w:t>8.157e1</w:t>
      </w:r>
    </w:p>
    <w:p w:rsidR="00354DF7" w:rsidRDefault="00354DF7" w:rsidP="00354DF7">
      <w:pPr>
        <w:tabs>
          <w:tab w:val="left" w:pos="6195"/>
        </w:tabs>
      </w:pPr>
      <w:r>
        <w:t>228.9896</w:t>
      </w:r>
      <w:r>
        <w:tab/>
        <w:t>5.108e1</w:t>
      </w:r>
    </w:p>
    <w:p w:rsidR="00354DF7" w:rsidRDefault="00354DF7" w:rsidP="00354DF7">
      <w:pPr>
        <w:tabs>
          <w:tab w:val="left" w:pos="6195"/>
        </w:tabs>
      </w:pPr>
      <w:r>
        <w:t>229.0423</w:t>
      </w:r>
      <w:r>
        <w:tab/>
        <w:t>3.589e0</w:t>
      </w:r>
    </w:p>
    <w:p w:rsidR="00354DF7" w:rsidRDefault="00354DF7" w:rsidP="00354DF7">
      <w:pPr>
        <w:tabs>
          <w:tab w:val="left" w:pos="6195"/>
        </w:tabs>
      </w:pPr>
      <w:r>
        <w:t>229.0677</w:t>
      </w:r>
      <w:r>
        <w:tab/>
        <w:t>5.762e0</w:t>
      </w:r>
    </w:p>
    <w:p w:rsidR="00354DF7" w:rsidRDefault="00354DF7" w:rsidP="00354DF7">
      <w:pPr>
        <w:tabs>
          <w:tab w:val="left" w:pos="6195"/>
        </w:tabs>
      </w:pPr>
      <w:r>
        <w:t>229.0695</w:t>
      </w:r>
      <w:r>
        <w:tab/>
        <w:t>5.062e0</w:t>
      </w:r>
    </w:p>
    <w:p w:rsidR="00354DF7" w:rsidRDefault="00354DF7" w:rsidP="00354DF7">
      <w:pPr>
        <w:tabs>
          <w:tab w:val="left" w:pos="6195"/>
        </w:tabs>
      </w:pPr>
      <w:r>
        <w:t>229.0952</w:t>
      </w:r>
      <w:r>
        <w:tab/>
        <w:t>8.600e0</w:t>
      </w:r>
    </w:p>
    <w:p w:rsidR="00354DF7" w:rsidRDefault="00354DF7" w:rsidP="00354DF7">
      <w:pPr>
        <w:tabs>
          <w:tab w:val="left" w:pos="6195"/>
        </w:tabs>
      </w:pPr>
      <w:r>
        <w:t>229.1034</w:t>
      </w:r>
      <w:r>
        <w:tab/>
        <w:t>4.052e0</w:t>
      </w:r>
    </w:p>
    <w:p w:rsidR="00354DF7" w:rsidRDefault="00354DF7" w:rsidP="00354DF7">
      <w:pPr>
        <w:tabs>
          <w:tab w:val="left" w:pos="6195"/>
        </w:tabs>
      </w:pPr>
      <w:r>
        <w:t>229.1046</w:t>
      </w:r>
      <w:r>
        <w:tab/>
        <w:t>1.045e1</w:t>
      </w:r>
    </w:p>
    <w:p w:rsidR="00354DF7" w:rsidRDefault="00354DF7" w:rsidP="00354DF7">
      <w:pPr>
        <w:tabs>
          <w:tab w:val="left" w:pos="6195"/>
        </w:tabs>
      </w:pPr>
      <w:r>
        <w:t>229.1144</w:t>
      </w:r>
      <w:r>
        <w:tab/>
        <w:t>3.294e0</w:t>
      </w:r>
    </w:p>
    <w:p w:rsidR="00354DF7" w:rsidRDefault="00354DF7" w:rsidP="00354DF7">
      <w:pPr>
        <w:tabs>
          <w:tab w:val="left" w:pos="6195"/>
        </w:tabs>
      </w:pPr>
      <w:r>
        <w:t>229.1399</w:t>
      </w:r>
      <w:r>
        <w:tab/>
        <w:t>1.471e0</w:t>
      </w:r>
    </w:p>
    <w:p w:rsidR="00354DF7" w:rsidRDefault="00354DF7" w:rsidP="00354DF7">
      <w:pPr>
        <w:tabs>
          <w:tab w:val="left" w:pos="6195"/>
        </w:tabs>
      </w:pPr>
      <w:r>
        <w:t>229.1414</w:t>
      </w:r>
      <w:r>
        <w:tab/>
        <w:t>8.281e0</w:t>
      </w:r>
    </w:p>
    <w:p w:rsidR="00354DF7" w:rsidRDefault="00354DF7" w:rsidP="00354DF7">
      <w:pPr>
        <w:tabs>
          <w:tab w:val="left" w:pos="6195"/>
        </w:tabs>
      </w:pPr>
      <w:r>
        <w:t>229.1458</w:t>
      </w:r>
      <w:r>
        <w:tab/>
        <w:t>1.041e1</w:t>
      </w:r>
    </w:p>
    <w:p w:rsidR="00354DF7" w:rsidRDefault="00354DF7" w:rsidP="00354DF7">
      <w:pPr>
        <w:tabs>
          <w:tab w:val="left" w:pos="6195"/>
        </w:tabs>
      </w:pPr>
      <w:r>
        <w:t>229.1516</w:t>
      </w:r>
      <w:r>
        <w:tab/>
        <w:t>2.452e0</w:t>
      </w:r>
    </w:p>
    <w:p w:rsidR="00354DF7" w:rsidRDefault="00354DF7" w:rsidP="00354DF7">
      <w:pPr>
        <w:tabs>
          <w:tab w:val="left" w:pos="6195"/>
        </w:tabs>
      </w:pPr>
      <w:r>
        <w:lastRenderedPageBreak/>
        <w:t>229.1744</w:t>
      </w:r>
      <w:r>
        <w:tab/>
        <w:t>1.985e1</w:t>
      </w:r>
    </w:p>
    <w:p w:rsidR="00354DF7" w:rsidRDefault="00354DF7" w:rsidP="00354DF7">
      <w:pPr>
        <w:tabs>
          <w:tab w:val="left" w:pos="6195"/>
        </w:tabs>
      </w:pPr>
      <w:r>
        <w:t>229.1785</w:t>
      </w:r>
      <w:r>
        <w:tab/>
        <w:t>2.495e0</w:t>
      </w:r>
    </w:p>
    <w:p w:rsidR="00354DF7" w:rsidRDefault="00354DF7" w:rsidP="00354DF7">
      <w:pPr>
        <w:tabs>
          <w:tab w:val="left" w:pos="6195"/>
        </w:tabs>
      </w:pPr>
      <w:r>
        <w:t>229.1795</w:t>
      </w:r>
      <w:r>
        <w:tab/>
        <w:t>3.141e0</w:t>
      </w:r>
    </w:p>
    <w:p w:rsidR="00354DF7" w:rsidRDefault="00354DF7" w:rsidP="00354DF7">
      <w:pPr>
        <w:tabs>
          <w:tab w:val="left" w:pos="6195"/>
        </w:tabs>
      </w:pPr>
      <w:r>
        <w:t>229.1909</w:t>
      </w:r>
      <w:r>
        <w:tab/>
        <w:t>4.039e0</w:t>
      </w:r>
    </w:p>
    <w:p w:rsidR="00354DF7" w:rsidRDefault="00354DF7" w:rsidP="00354DF7">
      <w:pPr>
        <w:tabs>
          <w:tab w:val="left" w:pos="6195"/>
        </w:tabs>
      </w:pPr>
      <w:r>
        <w:t>229.1997</w:t>
      </w:r>
      <w:r>
        <w:tab/>
        <w:t>4.372e0</w:t>
      </w:r>
    </w:p>
    <w:p w:rsidR="00354DF7" w:rsidRDefault="00354DF7" w:rsidP="00354DF7">
      <w:pPr>
        <w:tabs>
          <w:tab w:val="left" w:pos="6195"/>
        </w:tabs>
      </w:pPr>
      <w:r>
        <w:t>229.2021</w:t>
      </w:r>
      <w:r>
        <w:tab/>
        <w:t>5.373e0</w:t>
      </w:r>
    </w:p>
    <w:p w:rsidR="00354DF7" w:rsidRDefault="00354DF7" w:rsidP="00354DF7">
      <w:pPr>
        <w:tabs>
          <w:tab w:val="left" w:pos="6195"/>
        </w:tabs>
      </w:pPr>
      <w:r>
        <w:t>229.2092</w:t>
      </w:r>
      <w:r>
        <w:tab/>
        <w:t>2.627e0</w:t>
      </w:r>
    </w:p>
    <w:p w:rsidR="00354DF7" w:rsidRDefault="00354DF7" w:rsidP="00354DF7">
      <w:pPr>
        <w:tabs>
          <w:tab w:val="left" w:pos="6195"/>
        </w:tabs>
      </w:pPr>
      <w:r>
        <w:t>229.2267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229.2319</w:t>
      </w:r>
      <w:r>
        <w:tab/>
        <w:t>1.792e0</w:t>
      </w:r>
    </w:p>
    <w:p w:rsidR="00354DF7" w:rsidRDefault="00354DF7" w:rsidP="00354DF7">
      <w:pPr>
        <w:tabs>
          <w:tab w:val="left" w:pos="6195"/>
        </w:tabs>
      </w:pPr>
      <w:r>
        <w:t>229.2510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229.2625</w:t>
      </w:r>
      <w:r>
        <w:tab/>
        <w:t>2.381e0</w:t>
      </w:r>
    </w:p>
    <w:p w:rsidR="00354DF7" w:rsidRDefault="00354DF7" w:rsidP="00354DF7">
      <w:pPr>
        <w:tabs>
          <w:tab w:val="left" w:pos="6195"/>
        </w:tabs>
      </w:pPr>
      <w:r>
        <w:t>229.2639</w:t>
      </w:r>
      <w:r>
        <w:tab/>
        <w:t>7.175e0</w:t>
      </w:r>
    </w:p>
    <w:p w:rsidR="00354DF7" w:rsidRDefault="00354DF7" w:rsidP="00354DF7">
      <w:pPr>
        <w:tabs>
          <w:tab w:val="left" w:pos="6195"/>
        </w:tabs>
      </w:pPr>
      <w:r>
        <w:t>229.2686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229.2782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229.2805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229.2902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229.2987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229.3073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229.3268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229.3338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229.3438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229.3474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229.3492</w:t>
      </w:r>
      <w:r>
        <w:tab/>
        <w:t>5.881e0</w:t>
      </w:r>
    </w:p>
    <w:p w:rsidR="00354DF7" w:rsidRDefault="00354DF7" w:rsidP="00354DF7">
      <w:pPr>
        <w:tabs>
          <w:tab w:val="left" w:pos="6195"/>
        </w:tabs>
      </w:pPr>
      <w:r>
        <w:t>229.3663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229.3762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229.3802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229.3863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229.3963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229.4146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229.4283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229.4385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229.4448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229.4509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229.4566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229.4602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229.4644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229.4683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229.4839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229.4866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229.5124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229.5207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229.5267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229.5511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229.5573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229.5592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229.5620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229.5810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229.5928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229.5946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229.6033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229.6183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229.6319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229.6472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229.6512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229.6614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229.6654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229.6756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229.6786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229.6978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229.7219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229.7239</w:t>
      </w:r>
      <w:r>
        <w:tab/>
        <w:t>2.292e0</w:t>
      </w:r>
    </w:p>
    <w:p w:rsidR="00354DF7" w:rsidRDefault="00354DF7" w:rsidP="00354DF7">
      <w:pPr>
        <w:tabs>
          <w:tab w:val="left" w:pos="6195"/>
        </w:tabs>
      </w:pPr>
      <w:r>
        <w:t>229.7333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229.7388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229.7468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229.7623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229.7660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229.7782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229.7805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229.8061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229.8072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229.8107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229.8341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229.8388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229.8488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229.8737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229.8792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229.8810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229.8890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229.8934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229.9160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229.9220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229.9434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229.9450</w:t>
      </w:r>
      <w:r>
        <w:tab/>
        <w:t>3.483e0</w:t>
      </w:r>
    </w:p>
    <w:p w:rsidR="00354DF7" w:rsidRDefault="00354DF7" w:rsidP="00354DF7">
      <w:pPr>
        <w:tabs>
          <w:tab w:val="left" w:pos="6195"/>
        </w:tabs>
      </w:pPr>
      <w:r>
        <w:t>229.9619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229.9903</w:t>
      </w:r>
      <w:r>
        <w:tab/>
        <w:t>6.471e0</w:t>
      </w:r>
    </w:p>
    <w:p w:rsidR="00354DF7" w:rsidRDefault="00354DF7" w:rsidP="00354DF7">
      <w:pPr>
        <w:tabs>
          <w:tab w:val="left" w:pos="6195"/>
        </w:tabs>
      </w:pPr>
      <w:r>
        <w:t>229.9914</w:t>
      </w:r>
      <w:r>
        <w:tab/>
        <w:t>1.305e1</w:t>
      </w:r>
    </w:p>
    <w:p w:rsidR="00354DF7" w:rsidRDefault="00354DF7" w:rsidP="00354DF7">
      <w:pPr>
        <w:tabs>
          <w:tab w:val="left" w:pos="6195"/>
        </w:tabs>
      </w:pPr>
      <w:r>
        <w:t>229.9997</w:t>
      </w:r>
      <w:r>
        <w:tab/>
        <w:t>1.523e1</w:t>
      </w:r>
    </w:p>
    <w:p w:rsidR="00354DF7" w:rsidRDefault="00354DF7" w:rsidP="00354DF7">
      <w:pPr>
        <w:tabs>
          <w:tab w:val="left" w:pos="6195"/>
        </w:tabs>
      </w:pPr>
      <w:r>
        <w:t>230.0028</w:t>
      </w:r>
      <w:r>
        <w:tab/>
        <w:t>4.018e0</w:t>
      </w:r>
    </w:p>
    <w:p w:rsidR="00354DF7" w:rsidRDefault="00354DF7" w:rsidP="00354DF7">
      <w:pPr>
        <w:tabs>
          <w:tab w:val="left" w:pos="6195"/>
        </w:tabs>
      </w:pPr>
      <w:r>
        <w:t>230.0143</w:t>
      </w:r>
      <w:r>
        <w:tab/>
        <w:t>6.142e0</w:t>
      </w:r>
    </w:p>
    <w:p w:rsidR="00354DF7" w:rsidRDefault="00354DF7" w:rsidP="00354DF7">
      <w:pPr>
        <w:tabs>
          <w:tab w:val="left" w:pos="6195"/>
        </w:tabs>
      </w:pPr>
      <w:r>
        <w:t>230.0190</w:t>
      </w:r>
      <w:r>
        <w:tab/>
        <w:t>3.358e0</w:t>
      </w:r>
    </w:p>
    <w:p w:rsidR="00354DF7" w:rsidRDefault="00354DF7" w:rsidP="00354DF7">
      <w:pPr>
        <w:tabs>
          <w:tab w:val="left" w:pos="6195"/>
        </w:tabs>
      </w:pPr>
      <w:r>
        <w:t>230.0583</w:t>
      </w:r>
      <w:r>
        <w:tab/>
        <w:t>2.054e0</w:t>
      </w:r>
    </w:p>
    <w:p w:rsidR="00354DF7" w:rsidRDefault="00354DF7" w:rsidP="00354DF7">
      <w:pPr>
        <w:tabs>
          <w:tab w:val="left" w:pos="6195"/>
        </w:tabs>
      </w:pPr>
      <w:r>
        <w:t>230.0599</w:t>
      </w:r>
      <w:r>
        <w:tab/>
        <w:t>1.230e0</w:t>
      </w:r>
    </w:p>
    <w:p w:rsidR="00354DF7" w:rsidRDefault="00354DF7" w:rsidP="00354DF7">
      <w:pPr>
        <w:tabs>
          <w:tab w:val="left" w:pos="6195"/>
        </w:tabs>
      </w:pPr>
      <w:r>
        <w:t>230.0709</w:t>
      </w:r>
      <w:r>
        <w:tab/>
        <w:t>4.849e0</w:t>
      </w:r>
    </w:p>
    <w:p w:rsidR="00354DF7" w:rsidRDefault="00354DF7" w:rsidP="00354DF7">
      <w:pPr>
        <w:tabs>
          <w:tab w:val="left" w:pos="6195"/>
        </w:tabs>
      </w:pPr>
      <w:r>
        <w:t>230.0744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230.0989</w:t>
      </w:r>
      <w:r>
        <w:tab/>
        <w:t>6.520e0</w:t>
      </w:r>
    </w:p>
    <w:p w:rsidR="00354DF7" w:rsidRDefault="00354DF7" w:rsidP="00354DF7">
      <w:pPr>
        <w:tabs>
          <w:tab w:val="left" w:pos="6195"/>
        </w:tabs>
      </w:pPr>
      <w:r>
        <w:lastRenderedPageBreak/>
        <w:t>230.1011</w:t>
      </w:r>
      <w:r>
        <w:tab/>
        <w:t>4.126e0</w:t>
      </w:r>
    </w:p>
    <w:p w:rsidR="00354DF7" w:rsidRDefault="00354DF7" w:rsidP="00354DF7">
      <w:pPr>
        <w:tabs>
          <w:tab w:val="left" w:pos="6195"/>
        </w:tabs>
      </w:pPr>
      <w:r>
        <w:t>230.1224</w:t>
      </w:r>
      <w:r>
        <w:tab/>
        <w:t>5.885e0</w:t>
      </w:r>
    </w:p>
    <w:p w:rsidR="00354DF7" w:rsidRDefault="00354DF7" w:rsidP="00354DF7">
      <w:pPr>
        <w:tabs>
          <w:tab w:val="left" w:pos="6195"/>
        </w:tabs>
      </w:pPr>
      <w:r>
        <w:t>230.1330</w:t>
      </w:r>
      <w:r>
        <w:tab/>
        <w:t>2.198e0</w:t>
      </w:r>
    </w:p>
    <w:p w:rsidR="00354DF7" w:rsidRDefault="00354DF7" w:rsidP="00354DF7">
      <w:pPr>
        <w:tabs>
          <w:tab w:val="left" w:pos="6195"/>
        </w:tabs>
      </w:pPr>
      <w:r>
        <w:t>230.1413</w:t>
      </w:r>
      <w:r>
        <w:tab/>
        <w:t>1.744e0</w:t>
      </w:r>
    </w:p>
    <w:p w:rsidR="00354DF7" w:rsidRDefault="00354DF7" w:rsidP="00354DF7">
      <w:pPr>
        <w:tabs>
          <w:tab w:val="left" w:pos="6195"/>
        </w:tabs>
      </w:pPr>
      <w:r>
        <w:t>230.1434</w:t>
      </w:r>
      <w:r>
        <w:tab/>
        <w:t>9.154e0</w:t>
      </w:r>
    </w:p>
    <w:p w:rsidR="00354DF7" w:rsidRDefault="00354DF7" w:rsidP="00354DF7">
      <w:pPr>
        <w:tabs>
          <w:tab w:val="left" w:pos="6195"/>
        </w:tabs>
      </w:pPr>
      <w:r>
        <w:t>230.1446</w:t>
      </w:r>
      <w:r>
        <w:tab/>
        <w:t>2.977e0</w:t>
      </w:r>
    </w:p>
    <w:p w:rsidR="00354DF7" w:rsidRDefault="00354DF7" w:rsidP="00354DF7">
      <w:pPr>
        <w:tabs>
          <w:tab w:val="left" w:pos="6195"/>
        </w:tabs>
      </w:pPr>
      <w:r>
        <w:t>230.1469</w:t>
      </w:r>
      <w:r>
        <w:tab/>
        <w:t>2.999e0</w:t>
      </w:r>
    </w:p>
    <w:p w:rsidR="00354DF7" w:rsidRDefault="00354DF7" w:rsidP="00354DF7">
      <w:pPr>
        <w:tabs>
          <w:tab w:val="left" w:pos="6195"/>
        </w:tabs>
      </w:pPr>
      <w:r>
        <w:t>230.1484</w:t>
      </w:r>
      <w:r>
        <w:tab/>
        <w:t>4.311e0</w:t>
      </w:r>
    </w:p>
    <w:p w:rsidR="00354DF7" w:rsidRDefault="00354DF7" w:rsidP="00354DF7">
      <w:pPr>
        <w:tabs>
          <w:tab w:val="left" w:pos="6195"/>
        </w:tabs>
      </w:pPr>
      <w:r>
        <w:t>230.1738</w:t>
      </w:r>
      <w:r>
        <w:tab/>
        <w:t>3.197e0</w:t>
      </w:r>
    </w:p>
    <w:p w:rsidR="00354DF7" w:rsidRDefault="00354DF7" w:rsidP="00354DF7">
      <w:pPr>
        <w:tabs>
          <w:tab w:val="left" w:pos="6195"/>
        </w:tabs>
      </w:pPr>
      <w:r>
        <w:t>230.1774</w:t>
      </w:r>
      <w:r>
        <w:tab/>
        <w:t>8.720e0</w:t>
      </w:r>
    </w:p>
    <w:p w:rsidR="00354DF7" w:rsidRDefault="00354DF7" w:rsidP="00354DF7">
      <w:pPr>
        <w:tabs>
          <w:tab w:val="left" w:pos="6195"/>
        </w:tabs>
      </w:pPr>
      <w:r>
        <w:t>230.1788</w:t>
      </w:r>
      <w:r>
        <w:tab/>
        <w:t>1.573e0</w:t>
      </w:r>
    </w:p>
    <w:p w:rsidR="00354DF7" w:rsidRDefault="00354DF7" w:rsidP="00354DF7">
      <w:pPr>
        <w:tabs>
          <w:tab w:val="left" w:pos="6195"/>
        </w:tabs>
      </w:pPr>
      <w:r>
        <w:t>230.1821</w:t>
      </w:r>
      <w:r>
        <w:tab/>
        <w:t>3.632e0</w:t>
      </w:r>
    </w:p>
    <w:p w:rsidR="00354DF7" w:rsidRDefault="00354DF7" w:rsidP="00354DF7">
      <w:pPr>
        <w:tabs>
          <w:tab w:val="left" w:pos="6195"/>
        </w:tabs>
      </w:pPr>
      <w:r>
        <w:t>230.1838</w:t>
      </w:r>
      <w:r>
        <w:tab/>
        <w:t>7.580e0</w:t>
      </w:r>
    </w:p>
    <w:p w:rsidR="00354DF7" w:rsidRDefault="00354DF7" w:rsidP="00354DF7">
      <w:pPr>
        <w:tabs>
          <w:tab w:val="left" w:pos="6195"/>
        </w:tabs>
      </w:pPr>
      <w:r>
        <w:t>230.1850</w:t>
      </w:r>
      <w:r>
        <w:tab/>
        <w:t>1.911e0</w:t>
      </w:r>
    </w:p>
    <w:p w:rsidR="00354DF7" w:rsidRDefault="00354DF7" w:rsidP="00354DF7">
      <w:pPr>
        <w:tabs>
          <w:tab w:val="left" w:pos="6195"/>
        </w:tabs>
      </w:pPr>
      <w:r>
        <w:t>230.2099</w:t>
      </w:r>
      <w:r>
        <w:tab/>
        <w:t>9.711e0</w:t>
      </w:r>
    </w:p>
    <w:p w:rsidR="00354DF7" w:rsidRDefault="00354DF7" w:rsidP="00354DF7">
      <w:pPr>
        <w:tabs>
          <w:tab w:val="left" w:pos="6195"/>
        </w:tabs>
      </w:pPr>
      <w:r>
        <w:t>230.2125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230.2247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230.2410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230.2489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230.2508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230.2519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230.2565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230.2583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230.2659</w:t>
      </w:r>
      <w:r>
        <w:tab/>
        <w:t>4.482e0</w:t>
      </w:r>
    </w:p>
    <w:p w:rsidR="00354DF7" w:rsidRDefault="00354DF7" w:rsidP="00354DF7">
      <w:pPr>
        <w:tabs>
          <w:tab w:val="left" w:pos="6195"/>
        </w:tabs>
      </w:pPr>
      <w:r>
        <w:t>230.2823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230.2883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230.2980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230.3103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230.3271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230.3293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230.3427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230.3455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230.3611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230.3656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230.3757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230.3877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230.3909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230.4041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230.4069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230.4249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230.4402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230.4444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230.4751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230.4782</w:t>
      </w:r>
      <w:r>
        <w:tab/>
        <w:t>2.185e0</w:t>
      </w:r>
    </w:p>
    <w:p w:rsidR="00354DF7" w:rsidRDefault="00354DF7" w:rsidP="00354DF7">
      <w:pPr>
        <w:tabs>
          <w:tab w:val="left" w:pos="6195"/>
        </w:tabs>
      </w:pPr>
      <w:r>
        <w:t>230.5023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230.5052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230.5066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230.5121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230.5241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230.5443</w:t>
      </w:r>
      <w:r>
        <w:tab/>
        <w:t>3.285e0</w:t>
      </w:r>
    </w:p>
    <w:p w:rsidR="00354DF7" w:rsidRDefault="00354DF7" w:rsidP="00354DF7">
      <w:pPr>
        <w:tabs>
          <w:tab w:val="left" w:pos="6195"/>
        </w:tabs>
      </w:pPr>
      <w:r>
        <w:t>230.5535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230.5651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230.5690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230.5739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230.5765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230.5884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230.6061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230.6072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230.6155</w:t>
      </w:r>
      <w:r>
        <w:tab/>
        <w:t>1.919e0</w:t>
      </w:r>
    </w:p>
    <w:p w:rsidR="00354DF7" w:rsidRDefault="00354DF7" w:rsidP="00354DF7">
      <w:pPr>
        <w:tabs>
          <w:tab w:val="left" w:pos="6195"/>
        </w:tabs>
      </w:pPr>
      <w:r>
        <w:t>230.6199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230.6311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230.6410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230.6537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230.6557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230.6663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230.6859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230.7053</w:t>
      </w:r>
      <w:r>
        <w:tab/>
        <w:t>5.538e0</w:t>
      </w:r>
    </w:p>
    <w:p w:rsidR="00354DF7" w:rsidRDefault="00354DF7" w:rsidP="00354DF7">
      <w:pPr>
        <w:tabs>
          <w:tab w:val="left" w:pos="6195"/>
        </w:tabs>
      </w:pPr>
      <w:r>
        <w:t>230.7095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230.7227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230.7245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230.7384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230.7424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230.7465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230.7640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230.7736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230.7876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230.7891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230.8003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230.8225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230.8247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230.8309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230.8414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230.8518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230.8815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230.8873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230.9007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230.9178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230.9221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230.9248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230.9278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230.9409</w:t>
      </w:r>
      <w:r>
        <w:tab/>
        <w:t>1.928e0</w:t>
      </w:r>
    </w:p>
    <w:p w:rsidR="00354DF7" w:rsidRDefault="00354DF7" w:rsidP="00354DF7">
      <w:pPr>
        <w:tabs>
          <w:tab w:val="left" w:pos="6195"/>
        </w:tabs>
      </w:pPr>
      <w:r>
        <w:t>230.9651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230.9741</w:t>
      </w:r>
      <w:r>
        <w:tab/>
        <w:t>4.518e0</w:t>
      </w:r>
    </w:p>
    <w:p w:rsidR="00354DF7" w:rsidRDefault="00354DF7" w:rsidP="00354DF7">
      <w:pPr>
        <w:tabs>
          <w:tab w:val="left" w:pos="6195"/>
        </w:tabs>
      </w:pPr>
      <w:r>
        <w:t>230.9802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230.9821</w:t>
      </w:r>
      <w:r>
        <w:tab/>
        <w:t>1.686e0</w:t>
      </w:r>
    </w:p>
    <w:p w:rsidR="00354DF7" w:rsidRDefault="00354DF7" w:rsidP="00354DF7">
      <w:pPr>
        <w:tabs>
          <w:tab w:val="left" w:pos="6195"/>
        </w:tabs>
      </w:pPr>
      <w:r>
        <w:lastRenderedPageBreak/>
        <w:t>230.9852</w:t>
      </w:r>
      <w:r>
        <w:tab/>
        <w:t>4.593e0</w:t>
      </w:r>
    </w:p>
    <w:p w:rsidR="00354DF7" w:rsidRDefault="00354DF7" w:rsidP="00354DF7">
      <w:pPr>
        <w:tabs>
          <w:tab w:val="left" w:pos="6195"/>
        </w:tabs>
      </w:pPr>
      <w:r>
        <w:t>230.9910</w:t>
      </w:r>
      <w:r>
        <w:tab/>
        <w:t>3.621e0</w:t>
      </w:r>
    </w:p>
    <w:p w:rsidR="00354DF7" w:rsidRDefault="00354DF7" w:rsidP="00354DF7">
      <w:pPr>
        <w:tabs>
          <w:tab w:val="left" w:pos="6195"/>
        </w:tabs>
      </w:pPr>
      <w:r>
        <w:t>230.9933</w:t>
      </w:r>
      <w:r>
        <w:tab/>
        <w:t>5.377e0</w:t>
      </w:r>
    </w:p>
    <w:p w:rsidR="00354DF7" w:rsidRDefault="00354DF7" w:rsidP="00354DF7">
      <w:pPr>
        <w:tabs>
          <w:tab w:val="left" w:pos="6195"/>
        </w:tabs>
      </w:pPr>
      <w:r>
        <w:t>231.0262</w:t>
      </w:r>
      <w:r>
        <w:tab/>
        <w:t>2.392e0</w:t>
      </w:r>
    </w:p>
    <w:p w:rsidR="00354DF7" w:rsidRDefault="00354DF7" w:rsidP="00354DF7">
      <w:pPr>
        <w:tabs>
          <w:tab w:val="left" w:pos="6195"/>
        </w:tabs>
      </w:pPr>
      <w:r>
        <w:t>231.0467</w:t>
      </w:r>
      <w:r>
        <w:tab/>
        <w:t>4.083e0</w:t>
      </w:r>
    </w:p>
    <w:p w:rsidR="00354DF7" w:rsidRDefault="00354DF7" w:rsidP="00354DF7">
      <w:pPr>
        <w:tabs>
          <w:tab w:val="left" w:pos="6195"/>
        </w:tabs>
      </w:pPr>
      <w:r>
        <w:t>231.0544</w:t>
      </w:r>
      <w:r>
        <w:tab/>
        <w:t>7.490e0</w:t>
      </w:r>
    </w:p>
    <w:p w:rsidR="00354DF7" w:rsidRDefault="00354DF7" w:rsidP="00354DF7">
      <w:pPr>
        <w:tabs>
          <w:tab w:val="left" w:pos="6195"/>
        </w:tabs>
      </w:pPr>
      <w:r>
        <w:t>231.0564</w:t>
      </w:r>
      <w:r>
        <w:tab/>
        <w:t>6.229e0</w:t>
      </w:r>
    </w:p>
    <w:p w:rsidR="00354DF7" w:rsidRDefault="00354DF7" w:rsidP="00354DF7">
      <w:pPr>
        <w:tabs>
          <w:tab w:val="left" w:pos="6195"/>
        </w:tabs>
      </w:pPr>
      <w:r>
        <w:t>231.0580</w:t>
      </w:r>
      <w:r>
        <w:tab/>
        <w:t>7.228e0</w:t>
      </w:r>
    </w:p>
    <w:p w:rsidR="00354DF7" w:rsidRDefault="00354DF7" w:rsidP="00354DF7">
      <w:pPr>
        <w:tabs>
          <w:tab w:val="left" w:pos="6195"/>
        </w:tabs>
      </w:pPr>
      <w:r>
        <w:t>231.0604</w:t>
      </w:r>
      <w:r>
        <w:tab/>
        <w:t>1.105e1</w:t>
      </w:r>
    </w:p>
    <w:p w:rsidR="00354DF7" w:rsidRDefault="00354DF7" w:rsidP="00354DF7">
      <w:pPr>
        <w:tabs>
          <w:tab w:val="left" w:pos="6195"/>
        </w:tabs>
      </w:pPr>
      <w:r>
        <w:t>231.0746</w:t>
      </w:r>
      <w:r>
        <w:tab/>
        <w:t>7.171e0</w:t>
      </w:r>
    </w:p>
    <w:p w:rsidR="00354DF7" w:rsidRDefault="00354DF7" w:rsidP="00354DF7">
      <w:pPr>
        <w:tabs>
          <w:tab w:val="left" w:pos="6195"/>
        </w:tabs>
      </w:pPr>
      <w:r>
        <w:t>231.0917</w:t>
      </w:r>
      <w:r>
        <w:tab/>
        <w:t>2.740e0</w:t>
      </w:r>
    </w:p>
    <w:p w:rsidR="00354DF7" w:rsidRDefault="00354DF7" w:rsidP="00354DF7">
      <w:pPr>
        <w:tabs>
          <w:tab w:val="left" w:pos="6195"/>
        </w:tabs>
      </w:pPr>
      <w:r>
        <w:t>231.0929</w:t>
      </w:r>
      <w:r>
        <w:tab/>
        <w:t>5.775e0</w:t>
      </w:r>
    </w:p>
    <w:p w:rsidR="00354DF7" w:rsidRDefault="00354DF7" w:rsidP="00354DF7">
      <w:pPr>
        <w:tabs>
          <w:tab w:val="left" w:pos="6195"/>
        </w:tabs>
      </w:pPr>
      <w:r>
        <w:t>231.0982</w:t>
      </w:r>
      <w:r>
        <w:tab/>
        <w:t>3.778e0</w:t>
      </w:r>
    </w:p>
    <w:p w:rsidR="00354DF7" w:rsidRDefault="00354DF7" w:rsidP="00354DF7">
      <w:pPr>
        <w:tabs>
          <w:tab w:val="left" w:pos="6195"/>
        </w:tabs>
      </w:pPr>
      <w:r>
        <w:t>231.1120</w:t>
      </w:r>
      <w:r>
        <w:tab/>
        <w:t>5.390e0</w:t>
      </w:r>
    </w:p>
    <w:p w:rsidR="00354DF7" w:rsidRDefault="00354DF7" w:rsidP="00354DF7">
      <w:pPr>
        <w:tabs>
          <w:tab w:val="left" w:pos="6195"/>
        </w:tabs>
      </w:pPr>
      <w:r>
        <w:t>231.1138</w:t>
      </w:r>
      <w:r>
        <w:tab/>
        <w:t>8.469e0</w:t>
      </w:r>
    </w:p>
    <w:p w:rsidR="00354DF7" w:rsidRDefault="00354DF7" w:rsidP="00354DF7">
      <w:pPr>
        <w:tabs>
          <w:tab w:val="left" w:pos="6195"/>
        </w:tabs>
      </w:pPr>
      <w:r>
        <w:t>231.1165</w:t>
      </w:r>
      <w:r>
        <w:tab/>
        <w:t>5.760e0</w:t>
      </w:r>
    </w:p>
    <w:p w:rsidR="00354DF7" w:rsidRDefault="00354DF7" w:rsidP="00354DF7">
      <w:pPr>
        <w:tabs>
          <w:tab w:val="left" w:pos="6195"/>
        </w:tabs>
      </w:pPr>
      <w:r>
        <w:t>231.1229</w:t>
      </w:r>
      <w:r>
        <w:tab/>
        <w:t>1.490e0</w:t>
      </w:r>
    </w:p>
    <w:p w:rsidR="00354DF7" w:rsidRDefault="00354DF7" w:rsidP="00354DF7">
      <w:pPr>
        <w:tabs>
          <w:tab w:val="left" w:pos="6195"/>
        </w:tabs>
      </w:pPr>
      <w:r>
        <w:t>231.1241</w:t>
      </w:r>
      <w:r>
        <w:tab/>
        <w:t>8.684e0</w:t>
      </w:r>
    </w:p>
    <w:p w:rsidR="00354DF7" w:rsidRDefault="00354DF7" w:rsidP="00354DF7">
      <w:pPr>
        <w:tabs>
          <w:tab w:val="left" w:pos="6195"/>
        </w:tabs>
      </w:pPr>
      <w:r>
        <w:t>231.1255</w:t>
      </w:r>
      <w:r>
        <w:tab/>
        <w:t>4.647e0</w:t>
      </w:r>
    </w:p>
    <w:p w:rsidR="00354DF7" w:rsidRDefault="00354DF7" w:rsidP="00354DF7">
      <w:pPr>
        <w:tabs>
          <w:tab w:val="left" w:pos="6195"/>
        </w:tabs>
      </w:pPr>
      <w:r>
        <w:lastRenderedPageBreak/>
        <w:t>231.1519</w:t>
      </w:r>
      <w:r>
        <w:tab/>
        <w:t>1.988e0</w:t>
      </w:r>
    </w:p>
    <w:p w:rsidR="00354DF7" w:rsidRDefault="00354DF7" w:rsidP="00354DF7">
      <w:pPr>
        <w:tabs>
          <w:tab w:val="left" w:pos="6195"/>
        </w:tabs>
      </w:pPr>
      <w:r>
        <w:t>231.1577</w:t>
      </w:r>
      <w:r>
        <w:tab/>
        <w:t>5.600e0</w:t>
      </w:r>
    </w:p>
    <w:p w:rsidR="00354DF7" w:rsidRDefault="00354DF7" w:rsidP="00354DF7">
      <w:pPr>
        <w:tabs>
          <w:tab w:val="left" w:pos="6195"/>
        </w:tabs>
      </w:pPr>
      <w:r>
        <w:t>231.1606</w:t>
      </w:r>
      <w:r>
        <w:tab/>
        <w:t>3.177e0</w:t>
      </w:r>
    </w:p>
    <w:p w:rsidR="00354DF7" w:rsidRDefault="00354DF7" w:rsidP="00354DF7">
      <w:pPr>
        <w:tabs>
          <w:tab w:val="left" w:pos="6195"/>
        </w:tabs>
      </w:pPr>
      <w:r>
        <w:t>231.1641</w:t>
      </w:r>
      <w:r>
        <w:tab/>
        <w:t>9.404e0</w:t>
      </w:r>
    </w:p>
    <w:p w:rsidR="00354DF7" w:rsidRDefault="00354DF7" w:rsidP="00354DF7">
      <w:pPr>
        <w:tabs>
          <w:tab w:val="left" w:pos="6195"/>
        </w:tabs>
      </w:pPr>
      <w:r>
        <w:t>231.1715</w:t>
      </w:r>
      <w:r>
        <w:tab/>
        <w:t>5.984e0</w:t>
      </w:r>
    </w:p>
    <w:p w:rsidR="00354DF7" w:rsidRDefault="00354DF7" w:rsidP="00354DF7">
      <w:pPr>
        <w:tabs>
          <w:tab w:val="left" w:pos="6195"/>
        </w:tabs>
      </w:pPr>
      <w:r>
        <w:t>231.1911</w:t>
      </w:r>
      <w:r>
        <w:tab/>
        <w:t>2.164e0</w:t>
      </w:r>
    </w:p>
    <w:p w:rsidR="00354DF7" w:rsidRDefault="00354DF7" w:rsidP="00354DF7">
      <w:pPr>
        <w:tabs>
          <w:tab w:val="left" w:pos="6195"/>
        </w:tabs>
      </w:pPr>
      <w:r>
        <w:t>231.1975</w:t>
      </w:r>
      <w:r>
        <w:tab/>
        <w:t>3.182e0</w:t>
      </w:r>
    </w:p>
    <w:p w:rsidR="00354DF7" w:rsidRDefault="00354DF7" w:rsidP="00354DF7">
      <w:pPr>
        <w:tabs>
          <w:tab w:val="left" w:pos="6195"/>
        </w:tabs>
      </w:pPr>
      <w:r>
        <w:t>231.2017</w:t>
      </w:r>
      <w:r>
        <w:tab/>
        <w:t>2.676e0</w:t>
      </w:r>
    </w:p>
    <w:p w:rsidR="00354DF7" w:rsidRDefault="00354DF7" w:rsidP="00354DF7">
      <w:pPr>
        <w:tabs>
          <w:tab w:val="left" w:pos="6195"/>
        </w:tabs>
      </w:pPr>
      <w:r>
        <w:t>231.2157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231.2185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231.2200</w:t>
      </w:r>
      <w:r>
        <w:tab/>
        <w:t>4.532e0</w:t>
      </w:r>
    </w:p>
    <w:p w:rsidR="00354DF7" w:rsidRDefault="00354DF7" w:rsidP="00354DF7">
      <w:pPr>
        <w:tabs>
          <w:tab w:val="left" w:pos="6195"/>
        </w:tabs>
      </w:pPr>
      <w:r>
        <w:t>231.2474</w:t>
      </w:r>
      <w:r>
        <w:tab/>
        <w:t>3.481e0</w:t>
      </w:r>
    </w:p>
    <w:p w:rsidR="00354DF7" w:rsidRDefault="00354DF7" w:rsidP="00354DF7">
      <w:pPr>
        <w:tabs>
          <w:tab w:val="left" w:pos="6195"/>
        </w:tabs>
      </w:pPr>
      <w:r>
        <w:t>231.2494</w:t>
      </w:r>
      <w:r>
        <w:tab/>
        <w:t>4.070e0</w:t>
      </w:r>
    </w:p>
    <w:p w:rsidR="00354DF7" w:rsidRDefault="00354DF7" w:rsidP="00354DF7">
      <w:pPr>
        <w:tabs>
          <w:tab w:val="left" w:pos="6195"/>
        </w:tabs>
      </w:pPr>
      <w:r>
        <w:t>231.2611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231.2674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231.2700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231.2718</w:t>
      </w:r>
      <w:r>
        <w:tab/>
        <w:t>3.608e0</w:t>
      </w:r>
    </w:p>
    <w:p w:rsidR="00354DF7" w:rsidRDefault="00354DF7" w:rsidP="00354DF7">
      <w:pPr>
        <w:tabs>
          <w:tab w:val="left" w:pos="6195"/>
        </w:tabs>
      </w:pPr>
      <w:r>
        <w:t>231.2874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231.3120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231.3240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231.3276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231.3339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231.3525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231.3552</w:t>
      </w:r>
      <w:r>
        <w:tab/>
        <w:t>3.155e0</w:t>
      </w:r>
    </w:p>
    <w:p w:rsidR="00354DF7" w:rsidRDefault="00354DF7" w:rsidP="00354DF7">
      <w:pPr>
        <w:tabs>
          <w:tab w:val="left" w:pos="6195"/>
        </w:tabs>
      </w:pPr>
      <w:r>
        <w:t>231.3686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231.3709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231.3745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231.3826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231.4032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231.4088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231.4291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231.4363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231.4411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231.4485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231.4633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231.4659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231.4783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231.4899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231.5067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231.5138</w:t>
      </w:r>
      <w:r>
        <w:tab/>
        <w:t>3.132e0</w:t>
      </w:r>
    </w:p>
    <w:p w:rsidR="00354DF7" w:rsidRDefault="00354DF7" w:rsidP="00354DF7">
      <w:pPr>
        <w:tabs>
          <w:tab w:val="left" w:pos="6195"/>
        </w:tabs>
      </w:pPr>
      <w:r>
        <w:t>231.5161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231.5203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231.5388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231.5403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231.5443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231.5466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231.5518</w:t>
      </w:r>
      <w:r>
        <w:tab/>
        <w:t>3.724e0</w:t>
      </w:r>
    </w:p>
    <w:p w:rsidR="00354DF7" w:rsidRDefault="00354DF7" w:rsidP="00354DF7">
      <w:pPr>
        <w:tabs>
          <w:tab w:val="left" w:pos="6195"/>
        </w:tabs>
      </w:pPr>
      <w:r>
        <w:t>231.5666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231.5704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231.5747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231.5843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231.5878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231.5993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231.6071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231.6107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231.6212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231.6267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231.6520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231.6598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231.6673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231.6792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231.6870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231.6923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231.7083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231.7122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231.7145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231.7164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231.7342</w:t>
      </w:r>
      <w:r>
        <w:tab/>
        <w:t>2.032e0</w:t>
      </w:r>
    </w:p>
    <w:p w:rsidR="00354DF7" w:rsidRDefault="00354DF7" w:rsidP="00354DF7">
      <w:pPr>
        <w:tabs>
          <w:tab w:val="left" w:pos="6195"/>
        </w:tabs>
      </w:pPr>
      <w:r>
        <w:t>231.7421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231.7569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231.7653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231.7712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231.7820</w:t>
      </w:r>
      <w:r>
        <w:tab/>
        <w:t>1.798e0</w:t>
      </w:r>
    </w:p>
    <w:p w:rsidR="00354DF7" w:rsidRDefault="00354DF7" w:rsidP="00354DF7">
      <w:pPr>
        <w:tabs>
          <w:tab w:val="left" w:pos="6195"/>
        </w:tabs>
      </w:pPr>
      <w:r>
        <w:t>231.7848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231.8059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231.8218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231.8414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231.8492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231.8620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231.8707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231.8767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231.8783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231.8942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231.8979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231.8996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231.9090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231.9189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231.9433</w:t>
      </w:r>
      <w:r>
        <w:tab/>
        <w:t>3.867e0</w:t>
      </w:r>
    </w:p>
    <w:p w:rsidR="00354DF7" w:rsidRDefault="00354DF7" w:rsidP="00354DF7">
      <w:pPr>
        <w:tabs>
          <w:tab w:val="left" w:pos="6195"/>
        </w:tabs>
      </w:pPr>
      <w:r>
        <w:t>231.9492</w:t>
      </w:r>
      <w:r>
        <w:tab/>
        <w:t>2.725e0</w:t>
      </w:r>
    </w:p>
    <w:p w:rsidR="00354DF7" w:rsidRDefault="00354DF7" w:rsidP="00354DF7">
      <w:pPr>
        <w:tabs>
          <w:tab w:val="left" w:pos="6195"/>
        </w:tabs>
      </w:pPr>
      <w:r>
        <w:t>231.9544</w:t>
      </w:r>
      <w:r>
        <w:tab/>
        <w:t>3.677e0</w:t>
      </w:r>
    </w:p>
    <w:p w:rsidR="00354DF7" w:rsidRDefault="00354DF7" w:rsidP="00354DF7">
      <w:pPr>
        <w:tabs>
          <w:tab w:val="left" w:pos="6195"/>
        </w:tabs>
      </w:pPr>
      <w:r>
        <w:t>231.9968</w:t>
      </w:r>
      <w:r>
        <w:tab/>
        <w:t>1.421e1</w:t>
      </w:r>
    </w:p>
    <w:p w:rsidR="00354DF7" w:rsidRDefault="00354DF7" w:rsidP="00354DF7">
      <w:pPr>
        <w:tabs>
          <w:tab w:val="left" w:pos="6195"/>
        </w:tabs>
      </w:pPr>
      <w:r>
        <w:t>231.9996</w:t>
      </w:r>
      <w:r>
        <w:tab/>
        <w:t>7.128e0</w:t>
      </w:r>
    </w:p>
    <w:p w:rsidR="00354DF7" w:rsidRDefault="00354DF7" w:rsidP="00354DF7">
      <w:pPr>
        <w:tabs>
          <w:tab w:val="left" w:pos="6195"/>
        </w:tabs>
      </w:pPr>
      <w:r>
        <w:t>232.0058</w:t>
      </w:r>
      <w:r>
        <w:tab/>
        <w:t>1.010e1</w:t>
      </w:r>
    </w:p>
    <w:p w:rsidR="00354DF7" w:rsidRDefault="00354DF7" w:rsidP="00354DF7">
      <w:pPr>
        <w:tabs>
          <w:tab w:val="left" w:pos="6195"/>
        </w:tabs>
      </w:pPr>
      <w:r>
        <w:t>232.0081</w:t>
      </w:r>
      <w:r>
        <w:tab/>
        <w:t>2.104e1</w:t>
      </w:r>
    </w:p>
    <w:p w:rsidR="00354DF7" w:rsidRDefault="00354DF7" w:rsidP="00354DF7">
      <w:pPr>
        <w:tabs>
          <w:tab w:val="left" w:pos="6195"/>
        </w:tabs>
      </w:pPr>
      <w:r>
        <w:t>232.0108</w:t>
      </w:r>
      <w:r>
        <w:tab/>
        <w:t>5.613e1</w:t>
      </w:r>
    </w:p>
    <w:p w:rsidR="00354DF7" w:rsidRDefault="00354DF7" w:rsidP="00354DF7">
      <w:pPr>
        <w:tabs>
          <w:tab w:val="left" w:pos="6195"/>
        </w:tabs>
      </w:pPr>
      <w:r>
        <w:lastRenderedPageBreak/>
        <w:t>232.0232</w:t>
      </w:r>
      <w:r>
        <w:tab/>
        <w:t>1.260e1</w:t>
      </w:r>
    </w:p>
    <w:p w:rsidR="00354DF7" w:rsidRDefault="00354DF7" w:rsidP="00354DF7">
      <w:pPr>
        <w:tabs>
          <w:tab w:val="left" w:pos="6195"/>
        </w:tabs>
      </w:pPr>
      <w:r>
        <w:t>232.0673</w:t>
      </w:r>
      <w:r>
        <w:tab/>
        <w:t>5.248e0</w:t>
      </w:r>
    </w:p>
    <w:p w:rsidR="00354DF7" w:rsidRDefault="00354DF7" w:rsidP="00354DF7">
      <w:pPr>
        <w:tabs>
          <w:tab w:val="left" w:pos="6195"/>
        </w:tabs>
      </w:pPr>
      <w:r>
        <w:t>232.0706</w:t>
      </w:r>
      <w:r>
        <w:tab/>
        <w:t>2.447e0</w:t>
      </w:r>
    </w:p>
    <w:p w:rsidR="00354DF7" w:rsidRDefault="00354DF7" w:rsidP="00354DF7">
      <w:pPr>
        <w:tabs>
          <w:tab w:val="left" w:pos="6195"/>
        </w:tabs>
      </w:pPr>
      <w:r>
        <w:t>232.0806</w:t>
      </w:r>
      <w:r>
        <w:tab/>
        <w:t>3.837e0</w:t>
      </w:r>
    </w:p>
    <w:p w:rsidR="00354DF7" w:rsidRDefault="00354DF7" w:rsidP="00354DF7">
      <w:pPr>
        <w:tabs>
          <w:tab w:val="left" w:pos="6195"/>
        </w:tabs>
      </w:pPr>
      <w:r>
        <w:t>232.1014</w:t>
      </w:r>
      <w:r>
        <w:tab/>
        <w:t>2.492e0</w:t>
      </w:r>
    </w:p>
    <w:p w:rsidR="00354DF7" w:rsidRDefault="00354DF7" w:rsidP="00354DF7">
      <w:pPr>
        <w:tabs>
          <w:tab w:val="left" w:pos="6195"/>
        </w:tabs>
      </w:pPr>
      <w:r>
        <w:t>232.1038</w:t>
      </w:r>
      <w:r>
        <w:tab/>
        <w:t>1.766e0</w:t>
      </w:r>
    </w:p>
    <w:p w:rsidR="00354DF7" w:rsidRDefault="00354DF7" w:rsidP="00354DF7">
      <w:pPr>
        <w:tabs>
          <w:tab w:val="left" w:pos="6195"/>
        </w:tabs>
      </w:pPr>
      <w:r>
        <w:t>232.1217</w:t>
      </w:r>
      <w:r>
        <w:tab/>
        <w:t>2.998e0</w:t>
      </w:r>
    </w:p>
    <w:p w:rsidR="00354DF7" w:rsidRDefault="00354DF7" w:rsidP="00354DF7">
      <w:pPr>
        <w:tabs>
          <w:tab w:val="left" w:pos="6195"/>
        </w:tabs>
      </w:pPr>
      <w:r>
        <w:t>232.1292</w:t>
      </w:r>
      <w:r>
        <w:tab/>
        <w:t>3.319e0</w:t>
      </w:r>
    </w:p>
    <w:p w:rsidR="00354DF7" w:rsidRDefault="00354DF7" w:rsidP="00354DF7">
      <w:pPr>
        <w:tabs>
          <w:tab w:val="left" w:pos="6195"/>
        </w:tabs>
      </w:pPr>
      <w:r>
        <w:t>232.1346</w:t>
      </w:r>
      <w:r>
        <w:tab/>
        <w:t>5.443e0</w:t>
      </w:r>
    </w:p>
    <w:p w:rsidR="00354DF7" w:rsidRDefault="00354DF7" w:rsidP="00354DF7">
      <w:pPr>
        <w:tabs>
          <w:tab w:val="left" w:pos="6195"/>
        </w:tabs>
      </w:pPr>
      <w:r>
        <w:t>232.1533</w:t>
      </w:r>
      <w:r>
        <w:tab/>
        <w:t>1.988e0</w:t>
      </w:r>
    </w:p>
    <w:p w:rsidR="00354DF7" w:rsidRDefault="00354DF7" w:rsidP="00354DF7">
      <w:pPr>
        <w:tabs>
          <w:tab w:val="left" w:pos="6195"/>
        </w:tabs>
      </w:pPr>
      <w:r>
        <w:t>232.1573</w:t>
      </w:r>
      <w:r>
        <w:tab/>
        <w:t>4.382e0</w:t>
      </w:r>
    </w:p>
    <w:p w:rsidR="00354DF7" w:rsidRDefault="00354DF7" w:rsidP="00354DF7">
      <w:pPr>
        <w:tabs>
          <w:tab w:val="left" w:pos="6195"/>
        </w:tabs>
      </w:pPr>
      <w:r>
        <w:t>232.1605</w:t>
      </w:r>
      <w:r>
        <w:tab/>
        <w:t>2.894e0</w:t>
      </w:r>
    </w:p>
    <w:p w:rsidR="00354DF7" w:rsidRDefault="00354DF7" w:rsidP="00354DF7">
      <w:pPr>
        <w:tabs>
          <w:tab w:val="left" w:pos="6195"/>
        </w:tabs>
      </w:pPr>
      <w:r>
        <w:t>232.1682</w:t>
      </w:r>
      <w:r>
        <w:tab/>
        <w:t>5.938e0</w:t>
      </w:r>
    </w:p>
    <w:p w:rsidR="00354DF7" w:rsidRDefault="00354DF7" w:rsidP="00354DF7">
      <w:pPr>
        <w:tabs>
          <w:tab w:val="left" w:pos="6195"/>
        </w:tabs>
      </w:pPr>
      <w:r>
        <w:t>232.1877</w:t>
      </w:r>
      <w:r>
        <w:tab/>
        <w:t>2.566e0</w:t>
      </w:r>
    </w:p>
    <w:p w:rsidR="00354DF7" w:rsidRDefault="00354DF7" w:rsidP="00354DF7">
      <w:pPr>
        <w:tabs>
          <w:tab w:val="left" w:pos="6195"/>
        </w:tabs>
      </w:pPr>
      <w:r>
        <w:t>232.1926</w:t>
      </w:r>
      <w:r>
        <w:tab/>
        <w:t>3.605e0</w:t>
      </w:r>
    </w:p>
    <w:p w:rsidR="00354DF7" w:rsidRDefault="00354DF7" w:rsidP="00354DF7">
      <w:pPr>
        <w:tabs>
          <w:tab w:val="left" w:pos="6195"/>
        </w:tabs>
      </w:pPr>
      <w:r>
        <w:t>232.2016</w:t>
      </w:r>
      <w:r>
        <w:tab/>
        <w:t>2.608e0</w:t>
      </w:r>
    </w:p>
    <w:p w:rsidR="00354DF7" w:rsidRDefault="00354DF7" w:rsidP="00354DF7">
      <w:pPr>
        <w:tabs>
          <w:tab w:val="left" w:pos="6195"/>
        </w:tabs>
      </w:pPr>
      <w:r>
        <w:t>232.2043</w:t>
      </w:r>
      <w:r>
        <w:tab/>
        <w:t>5.726e0</w:t>
      </w:r>
    </w:p>
    <w:p w:rsidR="00354DF7" w:rsidRDefault="00354DF7" w:rsidP="00354DF7">
      <w:pPr>
        <w:tabs>
          <w:tab w:val="left" w:pos="6195"/>
        </w:tabs>
      </w:pPr>
      <w:r>
        <w:t>232.2125</w:t>
      </w:r>
      <w:r>
        <w:tab/>
        <w:t>1.900e0</w:t>
      </w:r>
    </w:p>
    <w:p w:rsidR="00354DF7" w:rsidRDefault="00354DF7" w:rsidP="00354DF7">
      <w:pPr>
        <w:tabs>
          <w:tab w:val="left" w:pos="6195"/>
        </w:tabs>
      </w:pPr>
      <w:r>
        <w:t>232.2174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232.2339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232.2380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232.2414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232.2432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232.2512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232.2588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232.2660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232.2711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232.2827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232.2977</w:t>
      </w:r>
      <w:r>
        <w:tab/>
        <w:t>3.521e0</w:t>
      </w:r>
    </w:p>
    <w:p w:rsidR="00354DF7" w:rsidRDefault="00354DF7" w:rsidP="00354DF7">
      <w:pPr>
        <w:tabs>
          <w:tab w:val="left" w:pos="6195"/>
        </w:tabs>
      </w:pPr>
      <w:r>
        <w:t>232.3028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232.3112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232.3242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232.3262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232.3284</w:t>
      </w:r>
      <w:r>
        <w:tab/>
        <w:t>2.567e0</w:t>
      </w:r>
    </w:p>
    <w:p w:rsidR="00354DF7" w:rsidRDefault="00354DF7" w:rsidP="00354DF7">
      <w:pPr>
        <w:tabs>
          <w:tab w:val="left" w:pos="6195"/>
        </w:tabs>
      </w:pPr>
      <w:r>
        <w:t>232.3394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232.3625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232.3640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232.3727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232.3826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232.3883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232.3983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232.4080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232.4207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232.4366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232.4414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232.4492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232.4579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232.4647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232.4775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232.4981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232.4998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232.5319</w:t>
      </w:r>
      <w:r>
        <w:tab/>
        <w:t>4.318e0</w:t>
      </w:r>
    </w:p>
    <w:p w:rsidR="00354DF7" w:rsidRDefault="00354DF7" w:rsidP="00354DF7">
      <w:pPr>
        <w:tabs>
          <w:tab w:val="left" w:pos="6195"/>
        </w:tabs>
      </w:pPr>
      <w:r>
        <w:t>232.5342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232.5387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232.5509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232.5587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232.5642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232.5704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232.5910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232.5967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232.6035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232.6058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232.6232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232.6307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232.6496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232.6520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232.6550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232.6605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232.6758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232.6798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232.6838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232.7001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232.7048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232.7250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232.7266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232.7327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232.7501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232.7570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232.7717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232.7895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232.8075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232.8141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232.8221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232.8268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232.8345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232.8553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232.8579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232.8644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232.8691</w:t>
      </w:r>
      <w:r>
        <w:tab/>
        <w:t>2.282e0</w:t>
      </w:r>
    </w:p>
    <w:p w:rsidR="00354DF7" w:rsidRDefault="00354DF7" w:rsidP="00354DF7">
      <w:pPr>
        <w:tabs>
          <w:tab w:val="left" w:pos="6195"/>
        </w:tabs>
      </w:pPr>
      <w:r>
        <w:t>232.8749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232.8835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232.9014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232.9148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232.9169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232.9191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232.9235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232.9364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232.9379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232.9614</w:t>
      </w:r>
      <w:r>
        <w:tab/>
        <w:t>1.747e0</w:t>
      </w:r>
    </w:p>
    <w:p w:rsidR="00354DF7" w:rsidRDefault="00354DF7" w:rsidP="00354DF7">
      <w:pPr>
        <w:tabs>
          <w:tab w:val="left" w:pos="6195"/>
        </w:tabs>
      </w:pPr>
      <w:r>
        <w:t>232.9865</w:t>
      </w:r>
      <w:r>
        <w:tab/>
        <w:t>2.552e0</w:t>
      </w:r>
    </w:p>
    <w:p w:rsidR="00354DF7" w:rsidRDefault="00354DF7" w:rsidP="00354DF7">
      <w:pPr>
        <w:tabs>
          <w:tab w:val="left" w:pos="6195"/>
        </w:tabs>
      </w:pPr>
      <w:r>
        <w:t>232.9881</w:t>
      </w:r>
      <w:r>
        <w:tab/>
        <w:t>9.409e0</w:t>
      </w:r>
    </w:p>
    <w:p w:rsidR="00354DF7" w:rsidRDefault="00354DF7" w:rsidP="00354DF7">
      <w:pPr>
        <w:tabs>
          <w:tab w:val="left" w:pos="6195"/>
        </w:tabs>
      </w:pPr>
      <w:r>
        <w:t>232.9946</w:t>
      </w:r>
      <w:r>
        <w:tab/>
        <w:t>2.065e0</w:t>
      </w:r>
    </w:p>
    <w:p w:rsidR="00354DF7" w:rsidRDefault="00354DF7" w:rsidP="00354DF7">
      <w:pPr>
        <w:tabs>
          <w:tab w:val="left" w:pos="6195"/>
        </w:tabs>
      </w:pPr>
      <w:r>
        <w:t>233.0155</w:t>
      </w:r>
      <w:r>
        <w:tab/>
        <w:t>3.075e0</w:t>
      </w:r>
    </w:p>
    <w:p w:rsidR="00354DF7" w:rsidRDefault="00354DF7" w:rsidP="00354DF7">
      <w:pPr>
        <w:tabs>
          <w:tab w:val="left" w:pos="6195"/>
        </w:tabs>
      </w:pPr>
      <w:r>
        <w:t>233.0304</w:t>
      </w:r>
      <w:r>
        <w:tab/>
        <w:t>4.026e0</w:t>
      </w:r>
    </w:p>
    <w:p w:rsidR="00354DF7" w:rsidRDefault="00354DF7" w:rsidP="00354DF7">
      <w:pPr>
        <w:tabs>
          <w:tab w:val="left" w:pos="6195"/>
        </w:tabs>
      </w:pPr>
      <w:r>
        <w:t>233.0331</w:t>
      </w:r>
      <w:r>
        <w:tab/>
        <w:t>1.055e0</w:t>
      </w:r>
    </w:p>
    <w:p w:rsidR="00354DF7" w:rsidRDefault="00354DF7" w:rsidP="00354DF7">
      <w:pPr>
        <w:tabs>
          <w:tab w:val="left" w:pos="6195"/>
        </w:tabs>
      </w:pPr>
      <w:r>
        <w:t>233.0910</w:t>
      </w:r>
      <w:r>
        <w:tab/>
        <w:t>2.786e1</w:t>
      </w:r>
    </w:p>
    <w:p w:rsidR="00354DF7" w:rsidRDefault="00354DF7" w:rsidP="00354DF7">
      <w:pPr>
        <w:tabs>
          <w:tab w:val="left" w:pos="6195"/>
        </w:tabs>
      </w:pPr>
      <w:r>
        <w:t>233.0940</w:t>
      </w:r>
      <w:r>
        <w:tab/>
        <w:t>1.164e2</w:t>
      </w:r>
    </w:p>
    <w:p w:rsidR="00354DF7" w:rsidRDefault="00354DF7" w:rsidP="00354DF7">
      <w:pPr>
        <w:tabs>
          <w:tab w:val="left" w:pos="6195"/>
        </w:tabs>
      </w:pPr>
      <w:r>
        <w:t>233.0958</w:t>
      </w:r>
      <w:r>
        <w:tab/>
        <w:t>8.919e1</w:t>
      </w:r>
    </w:p>
    <w:p w:rsidR="00354DF7" w:rsidRDefault="00354DF7" w:rsidP="00354DF7">
      <w:pPr>
        <w:tabs>
          <w:tab w:val="left" w:pos="6195"/>
        </w:tabs>
      </w:pPr>
      <w:r>
        <w:t>233.1334</w:t>
      </w:r>
      <w:r>
        <w:tab/>
        <w:t>3.589e0</w:t>
      </w:r>
    </w:p>
    <w:p w:rsidR="00354DF7" w:rsidRDefault="00354DF7" w:rsidP="00354DF7">
      <w:pPr>
        <w:tabs>
          <w:tab w:val="left" w:pos="6195"/>
        </w:tabs>
      </w:pPr>
      <w:r>
        <w:t>233.1384</w:t>
      </w:r>
      <w:r>
        <w:tab/>
        <w:t>4.797e0</w:t>
      </w:r>
    </w:p>
    <w:p w:rsidR="00354DF7" w:rsidRDefault="00354DF7" w:rsidP="00354DF7">
      <w:pPr>
        <w:tabs>
          <w:tab w:val="left" w:pos="6195"/>
        </w:tabs>
      </w:pPr>
      <w:r>
        <w:t>233.1548</w:t>
      </w:r>
      <w:r>
        <w:tab/>
        <w:t>1.520e0</w:t>
      </w:r>
    </w:p>
    <w:p w:rsidR="00354DF7" w:rsidRDefault="00354DF7" w:rsidP="00354DF7">
      <w:pPr>
        <w:tabs>
          <w:tab w:val="left" w:pos="6195"/>
        </w:tabs>
      </w:pPr>
      <w:r>
        <w:t>233.1582</w:t>
      </w:r>
      <w:r>
        <w:tab/>
        <w:t>2.997e0</w:t>
      </w:r>
    </w:p>
    <w:p w:rsidR="00354DF7" w:rsidRDefault="00354DF7" w:rsidP="00354DF7">
      <w:pPr>
        <w:tabs>
          <w:tab w:val="left" w:pos="6195"/>
        </w:tabs>
      </w:pPr>
      <w:r>
        <w:t>233.1710</w:t>
      </w:r>
      <w:r>
        <w:tab/>
        <w:t>1.477e0</w:t>
      </w:r>
    </w:p>
    <w:p w:rsidR="00354DF7" w:rsidRDefault="00354DF7" w:rsidP="00354DF7">
      <w:pPr>
        <w:tabs>
          <w:tab w:val="left" w:pos="6195"/>
        </w:tabs>
      </w:pPr>
      <w:r>
        <w:t>233.1886</w:t>
      </w:r>
      <w:r>
        <w:tab/>
        <w:t>1.152e0</w:t>
      </w:r>
    </w:p>
    <w:p w:rsidR="00354DF7" w:rsidRDefault="00354DF7" w:rsidP="00354DF7">
      <w:pPr>
        <w:tabs>
          <w:tab w:val="left" w:pos="6195"/>
        </w:tabs>
      </w:pPr>
      <w:r>
        <w:lastRenderedPageBreak/>
        <w:t>233.1950</w:t>
      </w:r>
      <w:r>
        <w:tab/>
        <w:t>4.334e0</w:t>
      </w:r>
    </w:p>
    <w:p w:rsidR="00354DF7" w:rsidRDefault="00354DF7" w:rsidP="00354DF7">
      <w:pPr>
        <w:tabs>
          <w:tab w:val="left" w:pos="6195"/>
        </w:tabs>
      </w:pPr>
      <w:r>
        <w:t>233.2115</w:t>
      </w:r>
      <w:r>
        <w:tab/>
        <w:t>5.543e0</w:t>
      </w:r>
    </w:p>
    <w:p w:rsidR="00354DF7" w:rsidRDefault="00354DF7" w:rsidP="00354DF7">
      <w:pPr>
        <w:tabs>
          <w:tab w:val="left" w:pos="6195"/>
        </w:tabs>
      </w:pPr>
      <w:r>
        <w:t>233.2141</w:t>
      </w:r>
      <w:r>
        <w:tab/>
        <w:t>1.561e0</w:t>
      </w:r>
    </w:p>
    <w:p w:rsidR="00354DF7" w:rsidRDefault="00354DF7" w:rsidP="00354DF7">
      <w:pPr>
        <w:tabs>
          <w:tab w:val="left" w:pos="6195"/>
        </w:tabs>
      </w:pPr>
      <w:r>
        <w:t>233.2314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233.2432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233.2461</w:t>
      </w:r>
      <w:r>
        <w:tab/>
        <w:t>4.472e0</w:t>
      </w:r>
    </w:p>
    <w:p w:rsidR="00354DF7" w:rsidRDefault="00354DF7" w:rsidP="00354DF7">
      <w:pPr>
        <w:tabs>
          <w:tab w:val="left" w:pos="6195"/>
        </w:tabs>
      </w:pPr>
      <w:r>
        <w:t>233.2560</w:t>
      </w:r>
      <w:r>
        <w:tab/>
        <w:t>3.299e0</w:t>
      </w:r>
    </w:p>
    <w:p w:rsidR="00354DF7" w:rsidRDefault="00354DF7" w:rsidP="00354DF7">
      <w:pPr>
        <w:tabs>
          <w:tab w:val="left" w:pos="6195"/>
        </w:tabs>
      </w:pPr>
      <w:r>
        <w:t>233.2745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233.2767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233.2885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233.2923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233.2959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233.3089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233.3176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233.3217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233.3335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233.3374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233.3394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233.3429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233.3526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233.3702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233.3743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233.3864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233.4084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233.4258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233.4269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233.4301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233.4393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233.4587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233.4608</w:t>
      </w:r>
      <w:r>
        <w:tab/>
        <w:t>5.025e0</w:t>
      </w:r>
    </w:p>
    <w:p w:rsidR="00354DF7" w:rsidRDefault="00354DF7" w:rsidP="00354DF7">
      <w:pPr>
        <w:tabs>
          <w:tab w:val="left" w:pos="6195"/>
        </w:tabs>
      </w:pPr>
      <w:r>
        <w:t>233.4625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233.4707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233.4785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233.4883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233.4980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233.5036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233.5155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233.5224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233.5380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233.5528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233.5614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233.5768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233.5848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233.5977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233.6010</w:t>
      </w:r>
      <w:r>
        <w:tab/>
        <w:t>2.471e0</w:t>
      </w:r>
    </w:p>
    <w:p w:rsidR="00354DF7" w:rsidRDefault="00354DF7" w:rsidP="00354DF7">
      <w:pPr>
        <w:tabs>
          <w:tab w:val="left" w:pos="6195"/>
        </w:tabs>
      </w:pPr>
      <w:r>
        <w:t>233.6096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233.6192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233.6213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233.6257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233.6274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233.6290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233.6335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233.6547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233.6586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233.6781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233.6857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233.6891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233.6904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233.7135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233.7193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233.7228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233.7328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233.7387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233.7475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233.7613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233.7652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233.7839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233.7876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233.7988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233.8189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233.8445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233.8574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233.8594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233.8858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233.8877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233.8938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233.9030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233.9267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233.9387</w:t>
      </w:r>
      <w:r>
        <w:tab/>
        <w:t>2.941e0</w:t>
      </w:r>
    </w:p>
    <w:p w:rsidR="00354DF7" w:rsidRDefault="00354DF7" w:rsidP="00354DF7">
      <w:pPr>
        <w:tabs>
          <w:tab w:val="left" w:pos="6195"/>
        </w:tabs>
      </w:pPr>
      <w:r>
        <w:t>233.9412</w:t>
      </w:r>
      <w:r>
        <w:tab/>
        <w:t>1.728e0</w:t>
      </w:r>
    </w:p>
    <w:p w:rsidR="00354DF7" w:rsidRDefault="00354DF7" w:rsidP="00354DF7">
      <w:pPr>
        <w:tabs>
          <w:tab w:val="left" w:pos="6195"/>
        </w:tabs>
      </w:pPr>
      <w:r>
        <w:t>233.9486</w:t>
      </w:r>
      <w:r>
        <w:tab/>
        <w:t>2.693e0</w:t>
      </w:r>
    </w:p>
    <w:p w:rsidR="00354DF7" w:rsidRDefault="00354DF7" w:rsidP="00354DF7">
      <w:pPr>
        <w:tabs>
          <w:tab w:val="left" w:pos="6195"/>
        </w:tabs>
      </w:pPr>
      <w:r>
        <w:t>233.9587</w:t>
      </w:r>
      <w:r>
        <w:tab/>
        <w:t>1.982e0</w:t>
      </w:r>
    </w:p>
    <w:p w:rsidR="00354DF7" w:rsidRDefault="00354DF7" w:rsidP="00354DF7">
      <w:pPr>
        <w:tabs>
          <w:tab w:val="left" w:pos="6195"/>
        </w:tabs>
      </w:pPr>
      <w:r>
        <w:t>233.9640</w:t>
      </w:r>
      <w:r>
        <w:tab/>
        <w:t>2.047e0</w:t>
      </w:r>
    </w:p>
    <w:p w:rsidR="00354DF7" w:rsidRDefault="00354DF7" w:rsidP="00354DF7">
      <w:pPr>
        <w:tabs>
          <w:tab w:val="left" w:pos="6195"/>
        </w:tabs>
      </w:pPr>
      <w:r>
        <w:t>233.9659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233.9691</w:t>
      </w:r>
      <w:r>
        <w:tab/>
        <w:t>1.541e0</w:t>
      </w:r>
    </w:p>
    <w:p w:rsidR="00354DF7" w:rsidRDefault="00354DF7" w:rsidP="00354DF7">
      <w:pPr>
        <w:tabs>
          <w:tab w:val="left" w:pos="6195"/>
        </w:tabs>
      </w:pPr>
      <w:r>
        <w:t>233.9909</w:t>
      </w:r>
      <w:r>
        <w:tab/>
        <w:t>7.286e0</w:t>
      </w:r>
    </w:p>
    <w:p w:rsidR="00354DF7" w:rsidRDefault="00354DF7" w:rsidP="00354DF7">
      <w:pPr>
        <w:tabs>
          <w:tab w:val="left" w:pos="6195"/>
        </w:tabs>
      </w:pPr>
      <w:r>
        <w:t>233.9979</w:t>
      </w:r>
      <w:r>
        <w:tab/>
        <w:t>6.710e0</w:t>
      </w:r>
    </w:p>
    <w:p w:rsidR="00354DF7" w:rsidRDefault="00354DF7" w:rsidP="00354DF7">
      <w:pPr>
        <w:tabs>
          <w:tab w:val="left" w:pos="6195"/>
        </w:tabs>
      </w:pPr>
      <w:r>
        <w:t>234.0034</w:t>
      </w:r>
      <w:r>
        <w:tab/>
        <w:t>1.711e1</w:t>
      </w:r>
    </w:p>
    <w:p w:rsidR="00354DF7" w:rsidRDefault="00354DF7" w:rsidP="00354DF7">
      <w:pPr>
        <w:tabs>
          <w:tab w:val="left" w:pos="6195"/>
        </w:tabs>
      </w:pPr>
      <w:r>
        <w:t>234.0611</w:t>
      </w:r>
      <w:r>
        <w:tab/>
        <w:t>3.558e0</w:t>
      </w:r>
    </w:p>
    <w:p w:rsidR="00354DF7" w:rsidRDefault="00354DF7" w:rsidP="00354DF7">
      <w:pPr>
        <w:tabs>
          <w:tab w:val="left" w:pos="6195"/>
        </w:tabs>
      </w:pPr>
      <w:r>
        <w:t>234.0898</w:t>
      </w:r>
      <w:r>
        <w:tab/>
        <w:t>3.766e0</w:t>
      </w:r>
    </w:p>
    <w:p w:rsidR="00354DF7" w:rsidRDefault="00354DF7" w:rsidP="00354DF7">
      <w:pPr>
        <w:tabs>
          <w:tab w:val="left" w:pos="6195"/>
        </w:tabs>
      </w:pPr>
      <w:r>
        <w:t>234.0935</w:t>
      </w:r>
      <w:r>
        <w:tab/>
        <w:t>1.895e1</w:t>
      </w:r>
    </w:p>
    <w:p w:rsidR="00354DF7" w:rsidRDefault="00354DF7" w:rsidP="00354DF7">
      <w:pPr>
        <w:tabs>
          <w:tab w:val="left" w:pos="6195"/>
        </w:tabs>
      </w:pPr>
      <w:r>
        <w:t>234.0959</w:t>
      </w:r>
      <w:r>
        <w:tab/>
        <w:t>8.559e0</w:t>
      </w:r>
    </w:p>
    <w:p w:rsidR="00354DF7" w:rsidRDefault="00354DF7" w:rsidP="00354DF7">
      <w:pPr>
        <w:tabs>
          <w:tab w:val="left" w:pos="6195"/>
        </w:tabs>
      </w:pPr>
      <w:r>
        <w:t>234.0998</w:t>
      </w:r>
      <w:r>
        <w:tab/>
        <w:t>7.970e0</w:t>
      </w:r>
    </w:p>
    <w:p w:rsidR="00354DF7" w:rsidRDefault="00354DF7" w:rsidP="00354DF7">
      <w:pPr>
        <w:tabs>
          <w:tab w:val="left" w:pos="6195"/>
        </w:tabs>
      </w:pPr>
      <w:r>
        <w:t>234.1202</w:t>
      </w:r>
      <w:r>
        <w:tab/>
        <w:t>2.451e0</w:t>
      </w:r>
    </w:p>
    <w:p w:rsidR="00354DF7" w:rsidRDefault="00354DF7" w:rsidP="00354DF7">
      <w:pPr>
        <w:tabs>
          <w:tab w:val="left" w:pos="6195"/>
        </w:tabs>
      </w:pPr>
      <w:r>
        <w:t>234.1253</w:t>
      </w:r>
      <w:r>
        <w:tab/>
        <w:t>2.016e0</w:t>
      </w:r>
    </w:p>
    <w:p w:rsidR="00354DF7" w:rsidRDefault="00354DF7" w:rsidP="00354DF7">
      <w:pPr>
        <w:tabs>
          <w:tab w:val="left" w:pos="6195"/>
        </w:tabs>
      </w:pPr>
      <w:r>
        <w:lastRenderedPageBreak/>
        <w:t>234.1272</w:t>
      </w:r>
      <w:r>
        <w:tab/>
        <w:t>3.426e0</w:t>
      </w:r>
    </w:p>
    <w:p w:rsidR="00354DF7" w:rsidRDefault="00354DF7" w:rsidP="00354DF7">
      <w:pPr>
        <w:tabs>
          <w:tab w:val="left" w:pos="6195"/>
        </w:tabs>
      </w:pPr>
      <w:r>
        <w:t>234.1426</w:t>
      </w:r>
      <w:r>
        <w:tab/>
        <w:t>5.819e0</w:t>
      </w:r>
    </w:p>
    <w:p w:rsidR="00354DF7" w:rsidRDefault="00354DF7" w:rsidP="00354DF7">
      <w:pPr>
        <w:tabs>
          <w:tab w:val="left" w:pos="6195"/>
        </w:tabs>
      </w:pPr>
      <w:r>
        <w:t>234.1572</w:t>
      </w:r>
      <w:r>
        <w:tab/>
        <w:t>4.668e0</w:t>
      </w:r>
    </w:p>
    <w:p w:rsidR="00354DF7" w:rsidRDefault="00354DF7" w:rsidP="00354DF7">
      <w:pPr>
        <w:tabs>
          <w:tab w:val="left" w:pos="6195"/>
        </w:tabs>
      </w:pPr>
      <w:r>
        <w:t>234.1596</w:t>
      </w:r>
      <w:r>
        <w:tab/>
        <w:t>1.054e0</w:t>
      </w:r>
    </w:p>
    <w:p w:rsidR="00354DF7" w:rsidRDefault="00354DF7" w:rsidP="00354DF7">
      <w:pPr>
        <w:tabs>
          <w:tab w:val="left" w:pos="6195"/>
        </w:tabs>
      </w:pPr>
      <w:r>
        <w:t>234.1653</w:t>
      </w:r>
      <w:r>
        <w:tab/>
        <w:t>3.292e0</w:t>
      </w:r>
    </w:p>
    <w:p w:rsidR="00354DF7" w:rsidRDefault="00354DF7" w:rsidP="00354DF7">
      <w:pPr>
        <w:tabs>
          <w:tab w:val="left" w:pos="6195"/>
        </w:tabs>
      </w:pPr>
      <w:r>
        <w:t>234.1749</w:t>
      </w:r>
      <w:r>
        <w:tab/>
        <w:t>1.537e0</w:t>
      </w:r>
    </w:p>
    <w:p w:rsidR="00354DF7" w:rsidRDefault="00354DF7" w:rsidP="00354DF7">
      <w:pPr>
        <w:tabs>
          <w:tab w:val="left" w:pos="6195"/>
        </w:tabs>
      </w:pPr>
      <w:r>
        <w:t>234.1998</w:t>
      </w:r>
      <w:r>
        <w:tab/>
        <w:t>3.555e0</w:t>
      </w:r>
    </w:p>
    <w:p w:rsidR="00354DF7" w:rsidRDefault="00354DF7" w:rsidP="00354DF7">
      <w:pPr>
        <w:tabs>
          <w:tab w:val="left" w:pos="6195"/>
        </w:tabs>
      </w:pPr>
      <w:r>
        <w:t>234.2130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234.2147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234.2274</w:t>
      </w:r>
      <w:r>
        <w:tab/>
        <w:t>6.569e0</w:t>
      </w:r>
    </w:p>
    <w:p w:rsidR="00354DF7" w:rsidRDefault="00354DF7" w:rsidP="00354DF7">
      <w:pPr>
        <w:tabs>
          <w:tab w:val="left" w:pos="6195"/>
        </w:tabs>
      </w:pPr>
      <w:r>
        <w:t>234.2399</w:t>
      </w:r>
      <w:r>
        <w:tab/>
        <w:t>2.316e0</w:t>
      </w:r>
    </w:p>
    <w:p w:rsidR="00354DF7" w:rsidRDefault="00354DF7" w:rsidP="00354DF7">
      <w:pPr>
        <w:tabs>
          <w:tab w:val="left" w:pos="6195"/>
        </w:tabs>
      </w:pPr>
      <w:r>
        <w:t>234.2562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234.2699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234.2774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234.2792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234.2986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234.3092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234.3120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234.3273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234.3322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234.3406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234.3436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234.3557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234.3676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234.3738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234.3893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234.3965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234.4111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234.4122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234.4189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234.4244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234.4384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234.4460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234.4497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234.4547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234.4635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234.4754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234.4875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234.4893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234.4914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234.5036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234.5088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234.5248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234.5385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234.5420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234.5574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234.5607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234.5695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234.5714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234.5739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234.5816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234.6009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234.6063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234.6136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234.6327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234.6421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234.6541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234.6557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234.6580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234.6608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234.6835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234.6850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234.6876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234.6896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234.6912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234.7145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234.7260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234.7325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234.7601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234.7657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234.7936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234.7971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234.8211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234.8250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234.8485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234.8539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234.8699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234.8779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234.8878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234.8981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234.9108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234.9151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234.9406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234.9464</w:t>
      </w:r>
      <w:r>
        <w:tab/>
        <w:t>1.956e0</w:t>
      </w:r>
    </w:p>
    <w:p w:rsidR="00354DF7" w:rsidRDefault="00354DF7" w:rsidP="00354DF7">
      <w:pPr>
        <w:tabs>
          <w:tab w:val="left" w:pos="6195"/>
        </w:tabs>
      </w:pPr>
      <w:r>
        <w:t>234.9974</w:t>
      </w:r>
      <w:r>
        <w:tab/>
        <w:t>1.164e1</w:t>
      </w:r>
    </w:p>
    <w:p w:rsidR="00354DF7" w:rsidRDefault="00354DF7" w:rsidP="00354DF7">
      <w:pPr>
        <w:tabs>
          <w:tab w:val="left" w:pos="6195"/>
        </w:tabs>
      </w:pPr>
      <w:r>
        <w:t>234.9996</w:t>
      </w:r>
      <w:r>
        <w:tab/>
        <w:t>2.481e0</w:t>
      </w:r>
    </w:p>
    <w:p w:rsidR="00354DF7" w:rsidRDefault="00354DF7" w:rsidP="00354DF7">
      <w:pPr>
        <w:tabs>
          <w:tab w:val="left" w:pos="6195"/>
        </w:tabs>
      </w:pPr>
      <w:r>
        <w:t>235.0042</w:t>
      </w:r>
      <w:r>
        <w:tab/>
        <w:t>4.587e0</w:t>
      </w:r>
    </w:p>
    <w:p w:rsidR="00354DF7" w:rsidRDefault="00354DF7" w:rsidP="00354DF7">
      <w:pPr>
        <w:tabs>
          <w:tab w:val="left" w:pos="6195"/>
        </w:tabs>
      </w:pPr>
      <w:r>
        <w:t>235.0113</w:t>
      </w:r>
      <w:r>
        <w:tab/>
        <w:t>1.003e1</w:t>
      </w:r>
    </w:p>
    <w:p w:rsidR="00354DF7" w:rsidRDefault="00354DF7" w:rsidP="00354DF7">
      <w:pPr>
        <w:tabs>
          <w:tab w:val="left" w:pos="6195"/>
        </w:tabs>
      </w:pPr>
      <w:r>
        <w:t>235.0542</w:t>
      </w:r>
      <w:r>
        <w:tab/>
        <w:t>2.947e0</w:t>
      </w:r>
    </w:p>
    <w:p w:rsidR="00354DF7" w:rsidRDefault="00354DF7" w:rsidP="00354DF7">
      <w:pPr>
        <w:tabs>
          <w:tab w:val="left" w:pos="6195"/>
        </w:tabs>
      </w:pPr>
      <w:r>
        <w:t>235.0574</w:t>
      </w:r>
      <w:r>
        <w:tab/>
        <w:t>5.133e0</w:t>
      </w:r>
    </w:p>
    <w:p w:rsidR="00354DF7" w:rsidRDefault="00354DF7" w:rsidP="00354DF7">
      <w:pPr>
        <w:tabs>
          <w:tab w:val="left" w:pos="6195"/>
        </w:tabs>
      </w:pPr>
      <w:r>
        <w:t>235.0657</w:t>
      </w:r>
      <w:r>
        <w:tab/>
        <w:t>5.367e0</w:t>
      </w:r>
    </w:p>
    <w:p w:rsidR="00354DF7" w:rsidRDefault="00354DF7" w:rsidP="00354DF7">
      <w:pPr>
        <w:tabs>
          <w:tab w:val="left" w:pos="6195"/>
        </w:tabs>
      </w:pPr>
      <w:r>
        <w:t>235.0760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235.0876</w:t>
      </w:r>
      <w:r>
        <w:tab/>
        <w:t>1.365e0</w:t>
      </w:r>
    </w:p>
    <w:p w:rsidR="00354DF7" w:rsidRDefault="00354DF7" w:rsidP="00354DF7">
      <w:pPr>
        <w:tabs>
          <w:tab w:val="left" w:pos="6195"/>
        </w:tabs>
      </w:pPr>
      <w:r>
        <w:t>235.0914</w:t>
      </w:r>
      <w:r>
        <w:tab/>
        <w:t>2.096e0</w:t>
      </w:r>
    </w:p>
    <w:p w:rsidR="00354DF7" w:rsidRDefault="00354DF7" w:rsidP="00354DF7">
      <w:pPr>
        <w:tabs>
          <w:tab w:val="left" w:pos="6195"/>
        </w:tabs>
      </w:pPr>
      <w:r>
        <w:t>235.0957</w:t>
      </w:r>
      <w:r>
        <w:tab/>
        <w:t>7.501e0</w:t>
      </w:r>
    </w:p>
    <w:p w:rsidR="00354DF7" w:rsidRDefault="00354DF7" w:rsidP="00354DF7">
      <w:pPr>
        <w:tabs>
          <w:tab w:val="left" w:pos="6195"/>
        </w:tabs>
      </w:pPr>
      <w:r>
        <w:lastRenderedPageBreak/>
        <w:t>235.0980</w:t>
      </w:r>
      <w:r>
        <w:tab/>
        <w:t>1.735e0</w:t>
      </w:r>
    </w:p>
    <w:p w:rsidR="00354DF7" w:rsidRDefault="00354DF7" w:rsidP="00354DF7">
      <w:pPr>
        <w:tabs>
          <w:tab w:val="left" w:pos="6195"/>
        </w:tabs>
      </w:pPr>
      <w:r>
        <w:t>235.1004</w:t>
      </w:r>
      <w:r>
        <w:tab/>
        <w:t>1.926e0</w:t>
      </w:r>
    </w:p>
    <w:p w:rsidR="00354DF7" w:rsidRDefault="00354DF7" w:rsidP="00354DF7">
      <w:pPr>
        <w:tabs>
          <w:tab w:val="left" w:pos="6195"/>
        </w:tabs>
      </w:pPr>
      <w:r>
        <w:t>235.1060</w:t>
      </w:r>
      <w:r>
        <w:tab/>
        <w:t>3.496e0</w:t>
      </w:r>
    </w:p>
    <w:p w:rsidR="00354DF7" w:rsidRDefault="00354DF7" w:rsidP="00354DF7">
      <w:pPr>
        <w:tabs>
          <w:tab w:val="left" w:pos="6195"/>
        </w:tabs>
      </w:pPr>
      <w:r>
        <w:t>235.1375</w:t>
      </w:r>
      <w:r>
        <w:tab/>
        <w:t>7.472e0</w:t>
      </w:r>
    </w:p>
    <w:p w:rsidR="00354DF7" w:rsidRDefault="00354DF7" w:rsidP="00354DF7">
      <w:pPr>
        <w:tabs>
          <w:tab w:val="left" w:pos="6195"/>
        </w:tabs>
      </w:pPr>
      <w:r>
        <w:t>235.1496</w:t>
      </w:r>
      <w:r>
        <w:tab/>
        <w:t>8.595e0</w:t>
      </w:r>
    </w:p>
    <w:p w:rsidR="00354DF7" w:rsidRDefault="00354DF7" w:rsidP="00354DF7">
      <w:pPr>
        <w:tabs>
          <w:tab w:val="left" w:pos="6195"/>
        </w:tabs>
      </w:pPr>
      <w:r>
        <w:t>235.1563</w:t>
      </w:r>
      <w:r>
        <w:tab/>
        <w:t>6.128e0</w:t>
      </w:r>
    </w:p>
    <w:p w:rsidR="00354DF7" w:rsidRDefault="00354DF7" w:rsidP="00354DF7">
      <w:pPr>
        <w:tabs>
          <w:tab w:val="left" w:pos="6195"/>
        </w:tabs>
      </w:pPr>
      <w:r>
        <w:t>235.1674</w:t>
      </w:r>
      <w:r>
        <w:tab/>
        <w:t>4.015e0</w:t>
      </w:r>
    </w:p>
    <w:p w:rsidR="00354DF7" w:rsidRDefault="00354DF7" w:rsidP="00354DF7">
      <w:pPr>
        <w:tabs>
          <w:tab w:val="left" w:pos="6195"/>
        </w:tabs>
      </w:pPr>
      <w:r>
        <w:t>235.1766</w:t>
      </w:r>
      <w:r>
        <w:tab/>
        <w:t>3.333e0</w:t>
      </w:r>
    </w:p>
    <w:p w:rsidR="00354DF7" w:rsidRDefault="00354DF7" w:rsidP="00354DF7">
      <w:pPr>
        <w:tabs>
          <w:tab w:val="left" w:pos="6195"/>
        </w:tabs>
      </w:pPr>
      <w:r>
        <w:t>235.1797</w:t>
      </w:r>
      <w:r>
        <w:tab/>
        <w:t>1.636e0</w:t>
      </w:r>
    </w:p>
    <w:p w:rsidR="00354DF7" w:rsidRDefault="00354DF7" w:rsidP="00354DF7">
      <w:pPr>
        <w:tabs>
          <w:tab w:val="left" w:pos="6195"/>
        </w:tabs>
      </w:pPr>
      <w:r>
        <w:t>235.1919</w:t>
      </w:r>
      <w:r>
        <w:tab/>
        <w:t>6.662e0</w:t>
      </w:r>
    </w:p>
    <w:p w:rsidR="00354DF7" w:rsidRDefault="00354DF7" w:rsidP="00354DF7">
      <w:pPr>
        <w:tabs>
          <w:tab w:val="left" w:pos="6195"/>
        </w:tabs>
      </w:pPr>
      <w:r>
        <w:t>235.2093</w:t>
      </w:r>
      <w:r>
        <w:tab/>
        <w:t>2.863e0</w:t>
      </w:r>
    </w:p>
    <w:p w:rsidR="00354DF7" w:rsidRDefault="00354DF7" w:rsidP="00354DF7">
      <w:pPr>
        <w:tabs>
          <w:tab w:val="left" w:pos="6195"/>
        </w:tabs>
      </w:pPr>
      <w:r>
        <w:t>235.2130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235.2253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235.2368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235.2409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235.2444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235.2679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235.2707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235.2743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235.2817</w:t>
      </w:r>
      <w:r>
        <w:tab/>
        <w:t>7.737e0</w:t>
      </w:r>
    </w:p>
    <w:p w:rsidR="00354DF7" w:rsidRDefault="00354DF7" w:rsidP="00354DF7">
      <w:pPr>
        <w:tabs>
          <w:tab w:val="left" w:pos="6195"/>
        </w:tabs>
      </w:pPr>
      <w:r>
        <w:t>235.2939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235.3057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235.3124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235.3153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235.3468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235.3631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235.3842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235.3882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235.3920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235.3997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235.4242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235.4392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235.4450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235.4543</w:t>
      </w:r>
      <w:r>
        <w:tab/>
        <w:t>2.570e0</w:t>
      </w:r>
    </w:p>
    <w:p w:rsidR="00354DF7" w:rsidRDefault="00354DF7" w:rsidP="00354DF7">
      <w:pPr>
        <w:tabs>
          <w:tab w:val="left" w:pos="6195"/>
        </w:tabs>
      </w:pPr>
      <w:r>
        <w:t>235.4649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235.4899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235.5095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235.5166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235.5216</w:t>
      </w:r>
      <w:r>
        <w:tab/>
        <w:t>3.416e0</w:t>
      </w:r>
    </w:p>
    <w:p w:rsidR="00354DF7" w:rsidRDefault="00354DF7" w:rsidP="00354DF7">
      <w:pPr>
        <w:tabs>
          <w:tab w:val="left" w:pos="6195"/>
        </w:tabs>
      </w:pPr>
      <w:r>
        <w:t>235.5335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235.5410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235.5608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235.5625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235.5656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235.5707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235.5721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235.6002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235.6077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235.6120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235.6193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235.6410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235.6423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235.6443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235.6570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235.6768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235.6897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235.6981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235.7061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235.7327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235.7475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235.7811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235.7829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235.7867</w:t>
      </w:r>
      <w:r>
        <w:tab/>
        <w:t>6.754e0</w:t>
      </w:r>
    </w:p>
    <w:p w:rsidR="00354DF7" w:rsidRDefault="00354DF7" w:rsidP="00354DF7">
      <w:pPr>
        <w:tabs>
          <w:tab w:val="left" w:pos="6195"/>
        </w:tabs>
      </w:pPr>
      <w:r>
        <w:t>235.7929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235.8024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235.8051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235.8099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235.8206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235.8448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235.8573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235.8612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235.8753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235.8891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235.8975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235.9068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235.9085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235.9392</w:t>
      </w:r>
      <w:r>
        <w:tab/>
        <w:t>4.197e0</w:t>
      </w:r>
    </w:p>
    <w:p w:rsidR="00354DF7" w:rsidRDefault="00354DF7" w:rsidP="00354DF7">
      <w:pPr>
        <w:tabs>
          <w:tab w:val="left" w:pos="6195"/>
        </w:tabs>
      </w:pPr>
      <w:r>
        <w:t>235.9418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235.9610</w:t>
      </w:r>
      <w:r>
        <w:tab/>
        <w:t>4.966e0</w:t>
      </w:r>
    </w:p>
    <w:p w:rsidR="00354DF7" w:rsidRDefault="00354DF7" w:rsidP="00354DF7">
      <w:pPr>
        <w:tabs>
          <w:tab w:val="left" w:pos="6195"/>
        </w:tabs>
      </w:pPr>
      <w:r>
        <w:t>235.9698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235.9857</w:t>
      </w:r>
      <w:r>
        <w:tab/>
        <w:t>2.255e0</w:t>
      </w:r>
    </w:p>
    <w:p w:rsidR="00354DF7" w:rsidRDefault="00354DF7" w:rsidP="00354DF7">
      <w:pPr>
        <w:tabs>
          <w:tab w:val="left" w:pos="6195"/>
        </w:tabs>
      </w:pPr>
      <w:r>
        <w:t>235.9958</w:t>
      </w:r>
      <w:r>
        <w:tab/>
        <w:t>4.023e0</w:t>
      </w:r>
    </w:p>
    <w:p w:rsidR="00354DF7" w:rsidRDefault="00354DF7" w:rsidP="00354DF7">
      <w:pPr>
        <w:tabs>
          <w:tab w:val="left" w:pos="6195"/>
        </w:tabs>
      </w:pPr>
      <w:r>
        <w:t>235.9986</w:t>
      </w:r>
      <w:r>
        <w:tab/>
        <w:t>2.612e0</w:t>
      </w:r>
    </w:p>
    <w:p w:rsidR="00354DF7" w:rsidRDefault="00354DF7" w:rsidP="00354DF7">
      <w:pPr>
        <w:tabs>
          <w:tab w:val="left" w:pos="6195"/>
        </w:tabs>
      </w:pPr>
      <w:r>
        <w:t>236.0012</w:t>
      </w:r>
      <w:r>
        <w:tab/>
        <w:t>1.134e0</w:t>
      </w:r>
    </w:p>
    <w:p w:rsidR="00354DF7" w:rsidRDefault="00354DF7" w:rsidP="00354DF7">
      <w:pPr>
        <w:tabs>
          <w:tab w:val="left" w:pos="6195"/>
        </w:tabs>
      </w:pPr>
      <w:r>
        <w:t>236.0067</w:t>
      </w:r>
      <w:r>
        <w:tab/>
        <w:t>6.296e0</w:t>
      </w:r>
    </w:p>
    <w:p w:rsidR="00354DF7" w:rsidRDefault="00354DF7" w:rsidP="00354DF7">
      <w:pPr>
        <w:tabs>
          <w:tab w:val="left" w:pos="6195"/>
        </w:tabs>
      </w:pPr>
      <w:r>
        <w:t>236.0195</w:t>
      </w:r>
      <w:r>
        <w:tab/>
        <w:t>1.473e0</w:t>
      </w:r>
    </w:p>
    <w:p w:rsidR="00354DF7" w:rsidRDefault="00354DF7" w:rsidP="00354DF7">
      <w:pPr>
        <w:tabs>
          <w:tab w:val="left" w:pos="6195"/>
        </w:tabs>
      </w:pPr>
      <w:r>
        <w:t>236.0328</w:t>
      </w:r>
      <w:r>
        <w:tab/>
        <w:t>5.375e0</w:t>
      </w:r>
    </w:p>
    <w:p w:rsidR="00354DF7" w:rsidRDefault="00354DF7" w:rsidP="00354DF7">
      <w:pPr>
        <w:tabs>
          <w:tab w:val="left" w:pos="6195"/>
        </w:tabs>
      </w:pPr>
      <w:r>
        <w:t>236.0558</w:t>
      </w:r>
      <w:r>
        <w:tab/>
        <w:t>2.501e0</w:t>
      </w:r>
    </w:p>
    <w:p w:rsidR="00354DF7" w:rsidRDefault="00354DF7" w:rsidP="00354DF7">
      <w:pPr>
        <w:tabs>
          <w:tab w:val="left" w:pos="6195"/>
        </w:tabs>
      </w:pPr>
      <w:r>
        <w:t>236.0616</w:t>
      </w:r>
      <w:r>
        <w:tab/>
        <w:t>2.898e0</w:t>
      </w:r>
    </w:p>
    <w:p w:rsidR="00354DF7" w:rsidRDefault="00354DF7" w:rsidP="00354DF7">
      <w:pPr>
        <w:tabs>
          <w:tab w:val="left" w:pos="6195"/>
        </w:tabs>
      </w:pPr>
      <w:r>
        <w:t>236.0699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236.0738</w:t>
      </w:r>
      <w:r>
        <w:tab/>
        <w:t>6.389e0</w:t>
      </w:r>
    </w:p>
    <w:p w:rsidR="00354DF7" w:rsidRDefault="00354DF7" w:rsidP="00354DF7">
      <w:pPr>
        <w:tabs>
          <w:tab w:val="left" w:pos="6195"/>
        </w:tabs>
      </w:pPr>
      <w:r>
        <w:t>236.0945</w:t>
      </w:r>
      <w:r>
        <w:tab/>
        <w:t>2.787e0</w:t>
      </w:r>
    </w:p>
    <w:p w:rsidR="00354DF7" w:rsidRDefault="00354DF7" w:rsidP="00354DF7">
      <w:pPr>
        <w:tabs>
          <w:tab w:val="left" w:pos="6195"/>
        </w:tabs>
      </w:pPr>
      <w:r>
        <w:t>236.0995</w:t>
      </w:r>
      <w:r>
        <w:tab/>
        <w:t>4.525e0</w:t>
      </w:r>
    </w:p>
    <w:p w:rsidR="00354DF7" w:rsidRDefault="00354DF7" w:rsidP="00354DF7">
      <w:pPr>
        <w:tabs>
          <w:tab w:val="left" w:pos="6195"/>
        </w:tabs>
      </w:pPr>
      <w:r>
        <w:t>236.1124</w:t>
      </w:r>
      <w:r>
        <w:tab/>
        <w:t>5.293e0</w:t>
      </w:r>
    </w:p>
    <w:p w:rsidR="00354DF7" w:rsidRDefault="00354DF7" w:rsidP="00354DF7">
      <w:pPr>
        <w:tabs>
          <w:tab w:val="left" w:pos="6195"/>
        </w:tabs>
      </w:pPr>
      <w:r>
        <w:t>236.1348</w:t>
      </w:r>
      <w:r>
        <w:tab/>
        <w:t>6.557e0</w:t>
      </w:r>
    </w:p>
    <w:p w:rsidR="00354DF7" w:rsidRDefault="00354DF7" w:rsidP="00354DF7">
      <w:pPr>
        <w:tabs>
          <w:tab w:val="left" w:pos="6195"/>
        </w:tabs>
      </w:pPr>
      <w:r>
        <w:lastRenderedPageBreak/>
        <w:t>236.1400</w:t>
      </w:r>
      <w:r>
        <w:tab/>
        <w:t>4.395e0</w:t>
      </w:r>
    </w:p>
    <w:p w:rsidR="00354DF7" w:rsidRDefault="00354DF7" w:rsidP="00354DF7">
      <w:pPr>
        <w:tabs>
          <w:tab w:val="left" w:pos="6195"/>
        </w:tabs>
      </w:pPr>
      <w:r>
        <w:t>236.1499</w:t>
      </w:r>
      <w:r>
        <w:tab/>
        <w:t>2.292e0</w:t>
      </w:r>
    </w:p>
    <w:p w:rsidR="00354DF7" w:rsidRDefault="00354DF7" w:rsidP="00354DF7">
      <w:pPr>
        <w:tabs>
          <w:tab w:val="left" w:pos="6195"/>
        </w:tabs>
      </w:pPr>
      <w:r>
        <w:t>236.1513</w:t>
      </w:r>
      <w:r>
        <w:tab/>
        <w:t>1.332e0</w:t>
      </w:r>
    </w:p>
    <w:p w:rsidR="00354DF7" w:rsidRDefault="00354DF7" w:rsidP="00354DF7">
      <w:pPr>
        <w:tabs>
          <w:tab w:val="left" w:pos="6195"/>
        </w:tabs>
      </w:pPr>
      <w:r>
        <w:t>236.1648</w:t>
      </w:r>
      <w:r>
        <w:tab/>
        <w:t>1.893e0</w:t>
      </w:r>
    </w:p>
    <w:p w:rsidR="00354DF7" w:rsidRDefault="00354DF7" w:rsidP="00354DF7">
      <w:pPr>
        <w:tabs>
          <w:tab w:val="left" w:pos="6195"/>
        </w:tabs>
      </w:pPr>
      <w:r>
        <w:t>236.1720</w:t>
      </w:r>
      <w:r>
        <w:tab/>
        <w:t>5.619e0</w:t>
      </w:r>
    </w:p>
    <w:p w:rsidR="00354DF7" w:rsidRDefault="00354DF7" w:rsidP="00354DF7">
      <w:pPr>
        <w:tabs>
          <w:tab w:val="left" w:pos="6195"/>
        </w:tabs>
      </w:pPr>
      <w:r>
        <w:t>236.2073</w:t>
      </w:r>
      <w:r>
        <w:tab/>
        <w:t>1.696e0</w:t>
      </w:r>
    </w:p>
    <w:p w:rsidR="00354DF7" w:rsidRDefault="00354DF7" w:rsidP="00354DF7">
      <w:pPr>
        <w:tabs>
          <w:tab w:val="left" w:pos="6195"/>
        </w:tabs>
      </w:pPr>
      <w:r>
        <w:t>236.2152</w:t>
      </w:r>
      <w:r>
        <w:tab/>
        <w:t>2.393e0</w:t>
      </w:r>
    </w:p>
    <w:p w:rsidR="00354DF7" w:rsidRDefault="00354DF7" w:rsidP="00354DF7">
      <w:pPr>
        <w:tabs>
          <w:tab w:val="left" w:pos="6195"/>
        </w:tabs>
      </w:pPr>
      <w:r>
        <w:t>236.2200</w:t>
      </w:r>
      <w:r>
        <w:tab/>
        <w:t>4.183e0</w:t>
      </w:r>
    </w:p>
    <w:p w:rsidR="00354DF7" w:rsidRDefault="00354DF7" w:rsidP="00354DF7">
      <w:pPr>
        <w:tabs>
          <w:tab w:val="left" w:pos="6195"/>
        </w:tabs>
      </w:pPr>
      <w:r>
        <w:t>236.2399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236.2444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236.2459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236.2486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236.2654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236.2783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236.2854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236.2909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236.3088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236.3181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236.3274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236.3310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236.3391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236.3469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236.3505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236.3569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236.3741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236.3758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236.3806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236.3888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236.4000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236.4074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236.4096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236.4160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236.4413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236.4449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236.4530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236.4570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236.4825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236.5020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236.5097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236.5313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236.5355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236.5612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236.5630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236.5753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236.5948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236.5992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236.6045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236.6124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236.6136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236.6197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236.6378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236.6495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236.6518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236.6655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236.6862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236.6907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236.6952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236.7029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236.7065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236.7398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236.7423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236.7502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236.7695</w:t>
      </w:r>
      <w:r>
        <w:tab/>
        <w:t>1.842e0</w:t>
      </w:r>
    </w:p>
    <w:p w:rsidR="00354DF7" w:rsidRDefault="00354DF7" w:rsidP="00354DF7">
      <w:pPr>
        <w:tabs>
          <w:tab w:val="left" w:pos="6195"/>
        </w:tabs>
      </w:pPr>
      <w:r>
        <w:t>236.7842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236.7931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236.8011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236.8091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236.8247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236.8330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236.8371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236.8463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236.8506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236.8553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236.8701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236.8738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236.8978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236.9035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236.9054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236.9134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236.9150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236.9193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236.9363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236.9394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236.9437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236.9511</w:t>
      </w:r>
      <w:r>
        <w:tab/>
        <w:t>1.982e0</w:t>
      </w:r>
    </w:p>
    <w:p w:rsidR="00354DF7" w:rsidRDefault="00354DF7" w:rsidP="00354DF7">
      <w:pPr>
        <w:tabs>
          <w:tab w:val="left" w:pos="6195"/>
        </w:tabs>
      </w:pPr>
      <w:r>
        <w:t>236.9685</w:t>
      </w:r>
      <w:r>
        <w:tab/>
        <w:t>1.542e0</w:t>
      </w:r>
    </w:p>
    <w:p w:rsidR="00354DF7" w:rsidRDefault="00354DF7" w:rsidP="00354DF7">
      <w:pPr>
        <w:tabs>
          <w:tab w:val="left" w:pos="6195"/>
        </w:tabs>
      </w:pPr>
      <w:r>
        <w:t>236.9770</w:t>
      </w:r>
      <w:r>
        <w:tab/>
        <w:t>1.078e0</w:t>
      </w:r>
    </w:p>
    <w:p w:rsidR="00354DF7" w:rsidRDefault="00354DF7" w:rsidP="00354DF7">
      <w:pPr>
        <w:tabs>
          <w:tab w:val="left" w:pos="6195"/>
        </w:tabs>
      </w:pPr>
      <w:r>
        <w:t>236.9799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237.0180</w:t>
      </w:r>
      <w:r>
        <w:tab/>
        <w:t>9.178e0</w:t>
      </w:r>
    </w:p>
    <w:p w:rsidR="00354DF7" w:rsidRDefault="00354DF7" w:rsidP="00354DF7">
      <w:pPr>
        <w:tabs>
          <w:tab w:val="left" w:pos="6195"/>
        </w:tabs>
      </w:pPr>
      <w:r>
        <w:t>237.0206</w:t>
      </w:r>
      <w:r>
        <w:tab/>
        <w:t>2.410e1</w:t>
      </w:r>
    </w:p>
    <w:p w:rsidR="00354DF7" w:rsidRDefault="00354DF7" w:rsidP="00354DF7">
      <w:pPr>
        <w:tabs>
          <w:tab w:val="left" w:pos="6195"/>
        </w:tabs>
      </w:pPr>
      <w:r>
        <w:t>237.0218</w:t>
      </w:r>
      <w:r>
        <w:tab/>
        <w:t>3.801e1</w:t>
      </w:r>
    </w:p>
    <w:p w:rsidR="00354DF7" w:rsidRDefault="00354DF7" w:rsidP="00354DF7">
      <w:pPr>
        <w:tabs>
          <w:tab w:val="left" w:pos="6195"/>
        </w:tabs>
      </w:pPr>
      <w:r>
        <w:t>237.0268</w:t>
      </w:r>
      <w:r>
        <w:tab/>
        <w:t>3.326e1</w:t>
      </w:r>
    </w:p>
    <w:p w:rsidR="00354DF7" w:rsidRDefault="00354DF7" w:rsidP="00354DF7">
      <w:pPr>
        <w:tabs>
          <w:tab w:val="left" w:pos="6195"/>
        </w:tabs>
      </w:pPr>
      <w:r>
        <w:t>237.0460</w:t>
      </w:r>
      <w:r>
        <w:tab/>
        <w:t>2.556e0</w:t>
      </w:r>
    </w:p>
    <w:p w:rsidR="00354DF7" w:rsidRDefault="00354DF7" w:rsidP="00354DF7">
      <w:pPr>
        <w:tabs>
          <w:tab w:val="left" w:pos="6195"/>
        </w:tabs>
      </w:pPr>
      <w:r>
        <w:t>237.0556</w:t>
      </w:r>
      <w:r>
        <w:tab/>
        <w:t>2.492e0</w:t>
      </w:r>
    </w:p>
    <w:p w:rsidR="00354DF7" w:rsidRDefault="00354DF7" w:rsidP="00354DF7">
      <w:pPr>
        <w:tabs>
          <w:tab w:val="left" w:pos="6195"/>
        </w:tabs>
      </w:pPr>
      <w:r>
        <w:t>237.0630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237.0764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237.0867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237.0889</w:t>
      </w:r>
      <w:r>
        <w:tab/>
        <w:t>1.644e0</w:t>
      </w:r>
    </w:p>
    <w:p w:rsidR="00354DF7" w:rsidRDefault="00354DF7" w:rsidP="00354DF7">
      <w:pPr>
        <w:tabs>
          <w:tab w:val="left" w:pos="6195"/>
        </w:tabs>
      </w:pPr>
      <w:r>
        <w:t>237.0956</w:t>
      </w:r>
      <w:r>
        <w:tab/>
        <w:t>2.573e0</w:t>
      </w:r>
    </w:p>
    <w:p w:rsidR="00354DF7" w:rsidRDefault="00354DF7" w:rsidP="00354DF7">
      <w:pPr>
        <w:tabs>
          <w:tab w:val="left" w:pos="6195"/>
        </w:tabs>
      </w:pPr>
      <w:r>
        <w:t>237.1121</w:t>
      </w:r>
      <w:r>
        <w:tab/>
        <w:t>2.785e0</w:t>
      </w:r>
    </w:p>
    <w:p w:rsidR="00354DF7" w:rsidRDefault="00354DF7" w:rsidP="00354DF7">
      <w:pPr>
        <w:tabs>
          <w:tab w:val="left" w:pos="6195"/>
        </w:tabs>
      </w:pPr>
      <w:r>
        <w:t>237.1233</w:t>
      </w:r>
      <w:r>
        <w:tab/>
        <w:t>4.210e0</w:t>
      </w:r>
    </w:p>
    <w:p w:rsidR="00354DF7" w:rsidRDefault="00354DF7" w:rsidP="00354DF7">
      <w:pPr>
        <w:tabs>
          <w:tab w:val="left" w:pos="6195"/>
        </w:tabs>
      </w:pPr>
      <w:r>
        <w:t>237.1386</w:t>
      </w:r>
      <w:r>
        <w:tab/>
        <w:t>3.381e0</w:t>
      </w:r>
    </w:p>
    <w:p w:rsidR="00354DF7" w:rsidRDefault="00354DF7" w:rsidP="00354DF7">
      <w:pPr>
        <w:tabs>
          <w:tab w:val="left" w:pos="6195"/>
        </w:tabs>
      </w:pPr>
      <w:r>
        <w:t>237.1444</w:t>
      </w:r>
      <w:r>
        <w:tab/>
        <w:t>3.166e0</w:t>
      </w:r>
    </w:p>
    <w:p w:rsidR="00354DF7" w:rsidRDefault="00354DF7" w:rsidP="00354DF7">
      <w:pPr>
        <w:tabs>
          <w:tab w:val="left" w:pos="6195"/>
        </w:tabs>
      </w:pPr>
      <w:r>
        <w:t>237.1512</w:t>
      </w:r>
      <w:r>
        <w:tab/>
        <w:t>3.677e0</w:t>
      </w:r>
    </w:p>
    <w:p w:rsidR="00354DF7" w:rsidRDefault="00354DF7" w:rsidP="00354DF7">
      <w:pPr>
        <w:tabs>
          <w:tab w:val="left" w:pos="6195"/>
        </w:tabs>
      </w:pPr>
      <w:r>
        <w:t>237.1747</w:t>
      </w:r>
      <w:r>
        <w:tab/>
        <w:t>3.394e0</w:t>
      </w:r>
    </w:p>
    <w:p w:rsidR="00354DF7" w:rsidRDefault="00354DF7" w:rsidP="00354DF7">
      <w:pPr>
        <w:tabs>
          <w:tab w:val="left" w:pos="6195"/>
        </w:tabs>
      </w:pPr>
      <w:r>
        <w:t>237.1792</w:t>
      </w:r>
      <w:r>
        <w:tab/>
        <w:t>4.846e0</w:t>
      </w:r>
    </w:p>
    <w:p w:rsidR="00354DF7" w:rsidRDefault="00354DF7" w:rsidP="00354DF7">
      <w:pPr>
        <w:tabs>
          <w:tab w:val="left" w:pos="6195"/>
        </w:tabs>
      </w:pPr>
      <w:r>
        <w:t>237.1834</w:t>
      </w:r>
      <w:r>
        <w:tab/>
        <w:t>2.761e0</w:t>
      </w:r>
    </w:p>
    <w:p w:rsidR="00354DF7" w:rsidRDefault="00354DF7" w:rsidP="00354DF7">
      <w:pPr>
        <w:tabs>
          <w:tab w:val="left" w:pos="6195"/>
        </w:tabs>
      </w:pPr>
      <w:r>
        <w:t>237.1879</w:t>
      </w:r>
      <w:r>
        <w:tab/>
        <w:t>2.986e0</w:t>
      </w:r>
    </w:p>
    <w:p w:rsidR="00354DF7" w:rsidRDefault="00354DF7" w:rsidP="00354DF7">
      <w:pPr>
        <w:tabs>
          <w:tab w:val="left" w:pos="6195"/>
        </w:tabs>
      </w:pPr>
      <w:r>
        <w:t>237.1938</w:t>
      </w:r>
      <w:r>
        <w:tab/>
        <w:t>4.709e0</w:t>
      </w:r>
    </w:p>
    <w:p w:rsidR="00354DF7" w:rsidRDefault="00354DF7" w:rsidP="00354DF7">
      <w:pPr>
        <w:tabs>
          <w:tab w:val="left" w:pos="6195"/>
        </w:tabs>
      </w:pPr>
      <w:r>
        <w:t>237.2055</w:t>
      </w:r>
      <w:r>
        <w:tab/>
        <w:t>4.172e0</w:t>
      </w:r>
    </w:p>
    <w:p w:rsidR="00354DF7" w:rsidRDefault="00354DF7" w:rsidP="00354DF7">
      <w:pPr>
        <w:tabs>
          <w:tab w:val="left" w:pos="6195"/>
        </w:tabs>
      </w:pPr>
      <w:r>
        <w:t>237.2189</w:t>
      </w:r>
      <w:r>
        <w:tab/>
        <w:t>6.954e0</w:t>
      </w:r>
    </w:p>
    <w:p w:rsidR="00354DF7" w:rsidRDefault="00354DF7" w:rsidP="00354DF7">
      <w:pPr>
        <w:tabs>
          <w:tab w:val="left" w:pos="6195"/>
        </w:tabs>
      </w:pPr>
      <w:r>
        <w:t>237.2221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237.2312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237.2342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237.2516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237.2549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237.2593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237.2652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237.2912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237.3008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237.3126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237.3171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237.3381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237.3474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237.3490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237.3529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237.3722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237.3740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237.3819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237.4063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237.4229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237.4307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237.4347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237.4408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237.4444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237.4552</w:t>
      </w:r>
      <w:r>
        <w:tab/>
        <w:t>1.152e0</w:t>
      </w:r>
    </w:p>
    <w:p w:rsidR="00354DF7" w:rsidRDefault="00354DF7" w:rsidP="00354DF7">
      <w:pPr>
        <w:tabs>
          <w:tab w:val="left" w:pos="6195"/>
        </w:tabs>
      </w:pPr>
      <w:r>
        <w:t>237.4571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237.4753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237.4779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237.4917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237.4959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237.5175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237.5219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237.5374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237.5452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237.5471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237.5750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237.5826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237.5942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237.6022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237.6155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237.6243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237.6300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237.6320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237.6395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237.6549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237.6641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237.6666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237.6692</w:t>
      </w:r>
      <w:r>
        <w:tab/>
        <w:t>3.428e0</w:t>
      </w:r>
    </w:p>
    <w:p w:rsidR="00354DF7" w:rsidRDefault="00354DF7" w:rsidP="00354DF7">
      <w:pPr>
        <w:tabs>
          <w:tab w:val="left" w:pos="6195"/>
        </w:tabs>
      </w:pPr>
      <w:r>
        <w:t>237.6774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237.6813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237.6873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237.6982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237.7005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237.7046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237.7242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237.7345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237.7436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237.7478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237.7690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237.7797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237.7993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237.8033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237.8112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237.8127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237.8213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237.8331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237.8408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237.8444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237.8558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237.8649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237.8693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237.8747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237.8862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237.8940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237.8979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237.9015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237.9057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237.9206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237.9317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237.9393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237.9529</w:t>
      </w:r>
      <w:r>
        <w:tab/>
        <w:t>1.993e0</w:t>
      </w:r>
    </w:p>
    <w:p w:rsidR="00354DF7" w:rsidRDefault="00354DF7" w:rsidP="00354DF7">
      <w:pPr>
        <w:tabs>
          <w:tab w:val="left" w:pos="6195"/>
        </w:tabs>
      </w:pPr>
      <w:r>
        <w:t>237.9559</w:t>
      </w:r>
      <w:r>
        <w:tab/>
        <w:t>2.893e0</w:t>
      </w:r>
    </w:p>
    <w:p w:rsidR="00354DF7" w:rsidRDefault="00354DF7" w:rsidP="00354DF7">
      <w:pPr>
        <w:tabs>
          <w:tab w:val="left" w:pos="6195"/>
        </w:tabs>
      </w:pPr>
      <w:r>
        <w:t>237.9609</w:t>
      </w:r>
      <w:r>
        <w:tab/>
        <w:t>1.591e0</w:t>
      </w:r>
    </w:p>
    <w:p w:rsidR="00354DF7" w:rsidRDefault="00354DF7" w:rsidP="00354DF7">
      <w:pPr>
        <w:tabs>
          <w:tab w:val="left" w:pos="6195"/>
        </w:tabs>
      </w:pPr>
      <w:r>
        <w:t>237.9758</w:t>
      </w:r>
      <w:r>
        <w:tab/>
        <w:t>3.374e0</w:t>
      </w:r>
    </w:p>
    <w:p w:rsidR="00354DF7" w:rsidRDefault="00354DF7" w:rsidP="00354DF7">
      <w:pPr>
        <w:tabs>
          <w:tab w:val="left" w:pos="6195"/>
        </w:tabs>
      </w:pPr>
      <w:r>
        <w:t>237.9900</w:t>
      </w:r>
      <w:r>
        <w:tab/>
        <w:t>2.590e0</w:t>
      </w:r>
    </w:p>
    <w:p w:rsidR="00354DF7" w:rsidRDefault="00354DF7" w:rsidP="00354DF7">
      <w:pPr>
        <w:tabs>
          <w:tab w:val="left" w:pos="6195"/>
        </w:tabs>
      </w:pPr>
      <w:r>
        <w:t>237.9916</w:t>
      </w:r>
      <w:r>
        <w:tab/>
        <w:t>2.410e0</w:t>
      </w:r>
    </w:p>
    <w:p w:rsidR="00354DF7" w:rsidRDefault="00354DF7" w:rsidP="00354DF7">
      <w:pPr>
        <w:tabs>
          <w:tab w:val="left" w:pos="6195"/>
        </w:tabs>
      </w:pPr>
      <w:r>
        <w:t>238.0018</w:t>
      </w:r>
      <w:r>
        <w:tab/>
        <w:t>6.499e0</w:t>
      </w:r>
    </w:p>
    <w:p w:rsidR="00354DF7" w:rsidRDefault="00354DF7" w:rsidP="00354DF7">
      <w:pPr>
        <w:tabs>
          <w:tab w:val="left" w:pos="6195"/>
        </w:tabs>
      </w:pPr>
      <w:r>
        <w:t>238.0234</w:t>
      </w:r>
      <w:r>
        <w:tab/>
        <w:t>2.842e0</w:t>
      </w:r>
    </w:p>
    <w:p w:rsidR="00354DF7" w:rsidRDefault="00354DF7" w:rsidP="00354DF7">
      <w:pPr>
        <w:tabs>
          <w:tab w:val="left" w:pos="6195"/>
        </w:tabs>
      </w:pPr>
      <w:r>
        <w:t>238.0273</w:t>
      </w:r>
      <w:r>
        <w:tab/>
        <w:t>7.540e0</w:t>
      </w:r>
    </w:p>
    <w:p w:rsidR="00354DF7" w:rsidRDefault="00354DF7" w:rsidP="00354DF7">
      <w:pPr>
        <w:tabs>
          <w:tab w:val="left" w:pos="6195"/>
        </w:tabs>
      </w:pPr>
      <w:r>
        <w:t>238.0381</w:t>
      </w:r>
      <w:r>
        <w:tab/>
        <w:t>3.089e0</w:t>
      </w:r>
    </w:p>
    <w:p w:rsidR="00354DF7" w:rsidRDefault="00354DF7" w:rsidP="00354DF7">
      <w:pPr>
        <w:tabs>
          <w:tab w:val="left" w:pos="6195"/>
        </w:tabs>
      </w:pPr>
      <w:r>
        <w:t>238.0572</w:t>
      </w:r>
      <w:r>
        <w:tab/>
        <w:t>1.048e0</w:t>
      </w:r>
    </w:p>
    <w:p w:rsidR="00354DF7" w:rsidRDefault="00354DF7" w:rsidP="00354DF7">
      <w:pPr>
        <w:tabs>
          <w:tab w:val="left" w:pos="6195"/>
        </w:tabs>
      </w:pPr>
      <w:r>
        <w:t>238.0602</w:t>
      </w:r>
      <w:r>
        <w:tab/>
        <w:t>1.396e0</w:t>
      </w:r>
    </w:p>
    <w:p w:rsidR="00354DF7" w:rsidRDefault="00354DF7" w:rsidP="00354DF7">
      <w:pPr>
        <w:tabs>
          <w:tab w:val="left" w:pos="6195"/>
        </w:tabs>
      </w:pPr>
      <w:r>
        <w:t>238.0614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238.0674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238.0907</w:t>
      </w:r>
      <w:r>
        <w:tab/>
        <w:t>4.577e0</w:t>
      </w:r>
    </w:p>
    <w:p w:rsidR="00354DF7" w:rsidRDefault="00354DF7" w:rsidP="00354DF7">
      <w:pPr>
        <w:tabs>
          <w:tab w:val="left" w:pos="6195"/>
        </w:tabs>
      </w:pPr>
      <w:r>
        <w:t>238.0943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238.1061</w:t>
      </w:r>
      <w:r>
        <w:tab/>
        <w:t>1.273e0</w:t>
      </w:r>
    </w:p>
    <w:p w:rsidR="00354DF7" w:rsidRDefault="00354DF7" w:rsidP="00354DF7">
      <w:pPr>
        <w:tabs>
          <w:tab w:val="left" w:pos="6195"/>
        </w:tabs>
      </w:pPr>
      <w:r>
        <w:t>238.1122</w:t>
      </w:r>
      <w:r>
        <w:tab/>
        <w:t>6.755e0</w:t>
      </w:r>
    </w:p>
    <w:p w:rsidR="00354DF7" w:rsidRDefault="00354DF7" w:rsidP="00354DF7">
      <w:pPr>
        <w:tabs>
          <w:tab w:val="left" w:pos="6195"/>
        </w:tabs>
      </w:pPr>
      <w:r>
        <w:lastRenderedPageBreak/>
        <w:t>238.1350</w:t>
      </w:r>
      <w:r>
        <w:tab/>
        <w:t>1.808e0</w:t>
      </w:r>
    </w:p>
    <w:p w:rsidR="00354DF7" w:rsidRDefault="00354DF7" w:rsidP="00354DF7">
      <w:pPr>
        <w:tabs>
          <w:tab w:val="left" w:pos="6195"/>
        </w:tabs>
      </w:pPr>
      <w:r>
        <w:t>238.1474</w:t>
      </w:r>
      <w:r>
        <w:tab/>
        <w:t>2.181e0</w:t>
      </w:r>
    </w:p>
    <w:p w:rsidR="00354DF7" w:rsidRDefault="00354DF7" w:rsidP="00354DF7">
      <w:pPr>
        <w:tabs>
          <w:tab w:val="left" w:pos="6195"/>
        </w:tabs>
      </w:pPr>
      <w:r>
        <w:t>238.1583</w:t>
      </w:r>
      <w:r>
        <w:tab/>
        <w:t>4.747e0</w:t>
      </w:r>
    </w:p>
    <w:p w:rsidR="00354DF7" w:rsidRDefault="00354DF7" w:rsidP="00354DF7">
      <w:pPr>
        <w:tabs>
          <w:tab w:val="left" w:pos="6195"/>
        </w:tabs>
      </w:pPr>
      <w:r>
        <w:t>238.1597</w:t>
      </w:r>
      <w:r>
        <w:tab/>
        <w:t>4.184e0</w:t>
      </w:r>
    </w:p>
    <w:p w:rsidR="00354DF7" w:rsidRDefault="00354DF7" w:rsidP="00354DF7">
      <w:pPr>
        <w:tabs>
          <w:tab w:val="left" w:pos="6195"/>
        </w:tabs>
      </w:pPr>
      <w:r>
        <w:t>238.1626</w:t>
      </w:r>
      <w:r>
        <w:tab/>
        <w:t>3.578e0</w:t>
      </w:r>
    </w:p>
    <w:p w:rsidR="00354DF7" w:rsidRDefault="00354DF7" w:rsidP="00354DF7">
      <w:pPr>
        <w:tabs>
          <w:tab w:val="left" w:pos="6195"/>
        </w:tabs>
      </w:pPr>
      <w:r>
        <w:t>238.1689</w:t>
      </w:r>
      <w:r>
        <w:tab/>
        <w:t>2.989e0</w:t>
      </w:r>
    </w:p>
    <w:p w:rsidR="00354DF7" w:rsidRDefault="00354DF7" w:rsidP="00354DF7">
      <w:pPr>
        <w:tabs>
          <w:tab w:val="left" w:pos="6195"/>
        </w:tabs>
      </w:pPr>
      <w:r>
        <w:t>238.1990</w:t>
      </w:r>
      <w:r>
        <w:tab/>
        <w:t>1.598e0</w:t>
      </w:r>
    </w:p>
    <w:p w:rsidR="00354DF7" w:rsidRDefault="00354DF7" w:rsidP="00354DF7">
      <w:pPr>
        <w:tabs>
          <w:tab w:val="left" w:pos="6195"/>
        </w:tabs>
      </w:pPr>
      <w:r>
        <w:t>238.2035</w:t>
      </w:r>
      <w:r>
        <w:tab/>
        <w:t>4.449e0</w:t>
      </w:r>
    </w:p>
    <w:p w:rsidR="00354DF7" w:rsidRDefault="00354DF7" w:rsidP="00354DF7">
      <w:pPr>
        <w:tabs>
          <w:tab w:val="left" w:pos="6195"/>
        </w:tabs>
      </w:pPr>
      <w:r>
        <w:t>238.2050</w:t>
      </w:r>
      <w:r>
        <w:tab/>
        <w:t>1.348e0</w:t>
      </w:r>
    </w:p>
    <w:p w:rsidR="00354DF7" w:rsidRDefault="00354DF7" w:rsidP="00354DF7">
      <w:pPr>
        <w:tabs>
          <w:tab w:val="left" w:pos="6195"/>
        </w:tabs>
      </w:pPr>
      <w:r>
        <w:t>238.2232</w:t>
      </w:r>
      <w:r>
        <w:tab/>
        <w:t>2.692e0</w:t>
      </w:r>
    </w:p>
    <w:p w:rsidR="00354DF7" w:rsidRDefault="00354DF7" w:rsidP="00354DF7">
      <w:pPr>
        <w:tabs>
          <w:tab w:val="left" w:pos="6195"/>
        </w:tabs>
      </w:pPr>
      <w:r>
        <w:t>238.2312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238.2348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238.2547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238.2585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238.2704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238.2729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238.2796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238.3036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238.3079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238.3108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238.3242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238.3416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238.3517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238.3611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238.3734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238.3944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238.4065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238.4216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238.4241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238.4291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238.4311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238.4597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238.4655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238.4718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238.4833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238.4850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238.4948</w:t>
      </w:r>
      <w:r>
        <w:tab/>
        <w:t>3.996e0</w:t>
      </w:r>
    </w:p>
    <w:p w:rsidR="00354DF7" w:rsidRDefault="00354DF7" w:rsidP="00354DF7">
      <w:pPr>
        <w:tabs>
          <w:tab w:val="left" w:pos="6195"/>
        </w:tabs>
      </w:pPr>
      <w:r>
        <w:t>238.5070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238.5126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238.5195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238.5240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238.5297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238.5364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238.5723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238.5901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238.5935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238.5998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238.6030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238.6217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238.6260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238.6365</w:t>
      </w:r>
      <w:r>
        <w:tab/>
        <w:t>5.185e0</w:t>
      </w:r>
    </w:p>
    <w:p w:rsidR="00354DF7" w:rsidRDefault="00354DF7" w:rsidP="00354DF7">
      <w:pPr>
        <w:tabs>
          <w:tab w:val="left" w:pos="6195"/>
        </w:tabs>
      </w:pPr>
      <w:r>
        <w:t>238.6449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238.6586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238.6700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238.6726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238.6752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238.7063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238.7118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238.7180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238.7437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238.7522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238.7635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238.7768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238.7799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238.7844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238.7972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238.8010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238.8125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238.8202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238.8453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238.8485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238.8540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238.8680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238.8786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238.8811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238.8827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238.8928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238.9033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238.9322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238.9358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238.9406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238.9501</w:t>
      </w:r>
      <w:r>
        <w:tab/>
        <w:t>1.814e0</w:t>
      </w:r>
    </w:p>
    <w:p w:rsidR="00354DF7" w:rsidRDefault="00354DF7" w:rsidP="00354DF7">
      <w:pPr>
        <w:tabs>
          <w:tab w:val="left" w:pos="6195"/>
        </w:tabs>
      </w:pPr>
      <w:r>
        <w:t>238.9715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238.9756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238.9812</w:t>
      </w:r>
      <w:r>
        <w:tab/>
        <w:t>1.445e0</w:t>
      </w:r>
    </w:p>
    <w:p w:rsidR="00354DF7" w:rsidRDefault="00354DF7" w:rsidP="00354DF7">
      <w:pPr>
        <w:tabs>
          <w:tab w:val="left" w:pos="6195"/>
        </w:tabs>
      </w:pPr>
      <w:r>
        <w:t>238.9898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238.9984</w:t>
      </w:r>
      <w:r>
        <w:tab/>
        <w:t>1.034e0</w:t>
      </w:r>
    </w:p>
    <w:p w:rsidR="00354DF7" w:rsidRDefault="00354DF7" w:rsidP="00354DF7">
      <w:pPr>
        <w:tabs>
          <w:tab w:val="left" w:pos="6195"/>
        </w:tabs>
      </w:pPr>
      <w:r>
        <w:t>238.9999</w:t>
      </w:r>
      <w:r>
        <w:tab/>
        <w:t>1.560e0</w:t>
      </w:r>
    </w:p>
    <w:p w:rsidR="00354DF7" w:rsidRDefault="00354DF7" w:rsidP="00354DF7">
      <w:pPr>
        <w:tabs>
          <w:tab w:val="left" w:pos="6195"/>
        </w:tabs>
      </w:pPr>
      <w:r>
        <w:t>239.0023</w:t>
      </w:r>
      <w:r>
        <w:tab/>
        <w:t>2.651e0</w:t>
      </w:r>
    </w:p>
    <w:p w:rsidR="00354DF7" w:rsidRDefault="00354DF7" w:rsidP="00354DF7">
      <w:pPr>
        <w:tabs>
          <w:tab w:val="left" w:pos="6195"/>
        </w:tabs>
      </w:pPr>
      <w:r>
        <w:t>239.0292</w:t>
      </w:r>
      <w:r>
        <w:tab/>
        <w:t>2.000e0</w:t>
      </w:r>
    </w:p>
    <w:p w:rsidR="00354DF7" w:rsidRDefault="00354DF7" w:rsidP="00354DF7">
      <w:pPr>
        <w:tabs>
          <w:tab w:val="left" w:pos="6195"/>
        </w:tabs>
      </w:pPr>
      <w:r>
        <w:t>239.0345</w:t>
      </w:r>
      <w:r>
        <w:tab/>
        <w:t>3.345e0</w:t>
      </w:r>
    </w:p>
    <w:p w:rsidR="00354DF7" w:rsidRDefault="00354DF7" w:rsidP="00354DF7">
      <w:pPr>
        <w:tabs>
          <w:tab w:val="left" w:pos="6195"/>
        </w:tabs>
      </w:pPr>
      <w:r>
        <w:t>239.0359</w:t>
      </w:r>
      <w:r>
        <w:tab/>
        <w:t>3.857e0</w:t>
      </w:r>
    </w:p>
    <w:p w:rsidR="00354DF7" w:rsidRDefault="00354DF7" w:rsidP="00354DF7">
      <w:pPr>
        <w:tabs>
          <w:tab w:val="left" w:pos="6195"/>
        </w:tabs>
      </w:pPr>
      <w:r>
        <w:t>239.0624</w:t>
      </w:r>
      <w:r>
        <w:tab/>
        <w:t>2.411e0</w:t>
      </w:r>
    </w:p>
    <w:p w:rsidR="00354DF7" w:rsidRDefault="00354DF7" w:rsidP="00354DF7">
      <w:pPr>
        <w:tabs>
          <w:tab w:val="left" w:pos="6195"/>
        </w:tabs>
      </w:pPr>
      <w:r>
        <w:t>239.0671</w:t>
      </w:r>
      <w:r>
        <w:tab/>
        <w:t>1.668e0</w:t>
      </w:r>
    </w:p>
    <w:p w:rsidR="00354DF7" w:rsidRDefault="00354DF7" w:rsidP="00354DF7">
      <w:pPr>
        <w:tabs>
          <w:tab w:val="left" w:pos="6195"/>
        </w:tabs>
      </w:pPr>
      <w:r>
        <w:t>239.0712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239.0893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239.0925</w:t>
      </w:r>
      <w:r>
        <w:tab/>
        <w:t>4.557e0</w:t>
      </w:r>
    </w:p>
    <w:p w:rsidR="00354DF7" w:rsidRDefault="00354DF7" w:rsidP="00354DF7">
      <w:pPr>
        <w:tabs>
          <w:tab w:val="left" w:pos="6195"/>
        </w:tabs>
      </w:pPr>
      <w:r>
        <w:t>239.1006</w:t>
      </w:r>
      <w:r>
        <w:tab/>
        <w:t>1.160e1</w:t>
      </w:r>
    </w:p>
    <w:p w:rsidR="00354DF7" w:rsidRDefault="00354DF7" w:rsidP="00354DF7">
      <w:pPr>
        <w:tabs>
          <w:tab w:val="left" w:pos="6195"/>
        </w:tabs>
      </w:pPr>
      <w:r>
        <w:t>239.1111</w:t>
      </w:r>
      <w:r>
        <w:tab/>
        <w:t>4.644e0</w:t>
      </w:r>
    </w:p>
    <w:p w:rsidR="00354DF7" w:rsidRDefault="00354DF7" w:rsidP="00354DF7">
      <w:pPr>
        <w:tabs>
          <w:tab w:val="left" w:pos="6195"/>
        </w:tabs>
      </w:pPr>
      <w:r>
        <w:t>239.1162</w:t>
      </w:r>
      <w:r>
        <w:tab/>
        <w:t>1.372e0</w:t>
      </w:r>
    </w:p>
    <w:p w:rsidR="00354DF7" w:rsidRDefault="00354DF7" w:rsidP="00354DF7">
      <w:pPr>
        <w:tabs>
          <w:tab w:val="left" w:pos="6195"/>
        </w:tabs>
      </w:pPr>
      <w:r>
        <w:t>239.1374</w:t>
      </w:r>
      <w:r>
        <w:tab/>
        <w:t>5.300e0</w:t>
      </w:r>
    </w:p>
    <w:p w:rsidR="00354DF7" w:rsidRDefault="00354DF7" w:rsidP="00354DF7">
      <w:pPr>
        <w:tabs>
          <w:tab w:val="left" w:pos="6195"/>
        </w:tabs>
      </w:pPr>
      <w:r>
        <w:t>239.1408</w:t>
      </w:r>
      <w:r>
        <w:tab/>
        <w:t>1.471e0</w:t>
      </w:r>
    </w:p>
    <w:p w:rsidR="00354DF7" w:rsidRDefault="00354DF7" w:rsidP="00354DF7">
      <w:pPr>
        <w:tabs>
          <w:tab w:val="left" w:pos="6195"/>
        </w:tabs>
      </w:pPr>
      <w:r>
        <w:t>239.1495</w:t>
      </w:r>
      <w:r>
        <w:tab/>
        <w:t>6.275e0</w:t>
      </w:r>
    </w:p>
    <w:p w:rsidR="00354DF7" w:rsidRDefault="00354DF7" w:rsidP="00354DF7">
      <w:pPr>
        <w:tabs>
          <w:tab w:val="left" w:pos="6195"/>
        </w:tabs>
      </w:pPr>
      <w:r>
        <w:t>239.1542</w:t>
      </w:r>
      <w:r>
        <w:tab/>
        <w:t>2.027e0</w:t>
      </w:r>
    </w:p>
    <w:p w:rsidR="00354DF7" w:rsidRDefault="00354DF7" w:rsidP="00354DF7">
      <w:pPr>
        <w:tabs>
          <w:tab w:val="left" w:pos="6195"/>
        </w:tabs>
      </w:pPr>
      <w:r>
        <w:t>239.1610</w:t>
      </w:r>
      <w:r>
        <w:tab/>
        <w:t>5.091e0</w:t>
      </w:r>
    </w:p>
    <w:p w:rsidR="00354DF7" w:rsidRDefault="00354DF7" w:rsidP="00354DF7">
      <w:pPr>
        <w:tabs>
          <w:tab w:val="left" w:pos="6195"/>
        </w:tabs>
      </w:pPr>
      <w:r>
        <w:t>239.1711</w:t>
      </w:r>
      <w:r>
        <w:tab/>
        <w:t>1.256e0</w:t>
      </w:r>
    </w:p>
    <w:p w:rsidR="00354DF7" w:rsidRDefault="00354DF7" w:rsidP="00354DF7">
      <w:pPr>
        <w:tabs>
          <w:tab w:val="left" w:pos="6195"/>
        </w:tabs>
      </w:pPr>
      <w:r>
        <w:t>239.1726</w:t>
      </w:r>
      <w:r>
        <w:tab/>
        <w:t>2.269e0</w:t>
      </w:r>
    </w:p>
    <w:p w:rsidR="00354DF7" w:rsidRDefault="00354DF7" w:rsidP="00354DF7">
      <w:pPr>
        <w:tabs>
          <w:tab w:val="left" w:pos="6195"/>
        </w:tabs>
      </w:pPr>
      <w:r>
        <w:t>239.1864</w:t>
      </w:r>
      <w:r>
        <w:tab/>
        <w:t>1.741e0</w:t>
      </w:r>
    </w:p>
    <w:p w:rsidR="00354DF7" w:rsidRDefault="00354DF7" w:rsidP="00354DF7">
      <w:pPr>
        <w:tabs>
          <w:tab w:val="left" w:pos="6195"/>
        </w:tabs>
      </w:pPr>
      <w:r>
        <w:t>239.2029</w:t>
      </w:r>
      <w:r>
        <w:tab/>
        <w:t>4.644e0</w:t>
      </w:r>
    </w:p>
    <w:p w:rsidR="00354DF7" w:rsidRDefault="00354DF7" w:rsidP="00354DF7">
      <w:pPr>
        <w:tabs>
          <w:tab w:val="left" w:pos="6195"/>
        </w:tabs>
      </w:pPr>
      <w:r>
        <w:t>239.2077</w:t>
      </w:r>
      <w:r>
        <w:tab/>
        <w:t>1.165e0</w:t>
      </w:r>
    </w:p>
    <w:p w:rsidR="00354DF7" w:rsidRDefault="00354DF7" w:rsidP="00354DF7">
      <w:pPr>
        <w:tabs>
          <w:tab w:val="left" w:pos="6195"/>
        </w:tabs>
      </w:pPr>
      <w:r>
        <w:t>239.2149</w:t>
      </w:r>
      <w:r>
        <w:tab/>
        <w:t>3.457e0</w:t>
      </w:r>
    </w:p>
    <w:p w:rsidR="00354DF7" w:rsidRDefault="00354DF7" w:rsidP="00354DF7">
      <w:pPr>
        <w:tabs>
          <w:tab w:val="left" w:pos="6195"/>
        </w:tabs>
      </w:pPr>
      <w:r>
        <w:t>239.2226</w:t>
      </w:r>
      <w:r>
        <w:tab/>
        <w:t>3.586e0</w:t>
      </w:r>
    </w:p>
    <w:p w:rsidR="00354DF7" w:rsidRDefault="00354DF7" w:rsidP="00354DF7">
      <w:pPr>
        <w:tabs>
          <w:tab w:val="left" w:pos="6195"/>
        </w:tabs>
      </w:pPr>
      <w:r>
        <w:t>239.2363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239.2645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239.2945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239.3079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239.3199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239.3217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239.3243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239.3479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239.3713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239.3916</w:t>
      </w:r>
      <w:r>
        <w:tab/>
        <w:t>2.411e0</w:t>
      </w:r>
    </w:p>
    <w:p w:rsidR="00354DF7" w:rsidRDefault="00354DF7" w:rsidP="00354DF7">
      <w:pPr>
        <w:tabs>
          <w:tab w:val="left" w:pos="6195"/>
        </w:tabs>
      </w:pPr>
      <w:r>
        <w:t>239.4050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239.4068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239.4207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239.4331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239.4580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239.4642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239.4662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239.4846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239.4917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239.5073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239.5116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239.5410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239.5453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239.5650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239.5728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239.5765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239.5810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239.6006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239.6065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239.6182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239.6251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239.6264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239.6558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239.6634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239.6716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239.6752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239.6814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239.6866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239.7053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239.7088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239.7191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239.7249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239.7298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239.7348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239.7585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239.7621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239.7742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239.7832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239.7873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239.7901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239.8155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239.8193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239.8326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239.8525</w:t>
      </w:r>
      <w:r>
        <w:tab/>
        <w:t>2.696e0</w:t>
      </w:r>
    </w:p>
    <w:p w:rsidR="00354DF7" w:rsidRDefault="00354DF7" w:rsidP="00354DF7">
      <w:pPr>
        <w:tabs>
          <w:tab w:val="left" w:pos="6195"/>
        </w:tabs>
      </w:pPr>
      <w:r>
        <w:t>239.8729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239.8839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239.8864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239.8900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239.9087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239.9104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239.9223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239.9445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239.9557</w:t>
      </w:r>
      <w:r>
        <w:tab/>
        <w:t>2.772e0</w:t>
      </w:r>
    </w:p>
    <w:p w:rsidR="00354DF7" w:rsidRDefault="00354DF7" w:rsidP="00354DF7">
      <w:pPr>
        <w:tabs>
          <w:tab w:val="left" w:pos="6195"/>
        </w:tabs>
      </w:pPr>
      <w:r>
        <w:t>239.9729</w:t>
      </w:r>
      <w:r>
        <w:tab/>
        <w:t>3.396e0</w:t>
      </w:r>
    </w:p>
    <w:p w:rsidR="00354DF7" w:rsidRDefault="00354DF7" w:rsidP="00354DF7">
      <w:pPr>
        <w:tabs>
          <w:tab w:val="left" w:pos="6195"/>
        </w:tabs>
      </w:pPr>
      <w:r>
        <w:t>239.9744</w:t>
      </w:r>
      <w:r>
        <w:tab/>
        <w:t>1.397e0</w:t>
      </w:r>
    </w:p>
    <w:p w:rsidR="00354DF7" w:rsidRDefault="00354DF7" w:rsidP="00354DF7">
      <w:pPr>
        <w:tabs>
          <w:tab w:val="left" w:pos="6195"/>
        </w:tabs>
      </w:pPr>
      <w:r>
        <w:t>239.9888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239.9972</w:t>
      </w:r>
      <w:r>
        <w:tab/>
        <w:t>3.585e0</w:t>
      </w:r>
    </w:p>
    <w:p w:rsidR="00354DF7" w:rsidRDefault="00354DF7" w:rsidP="00354DF7">
      <w:pPr>
        <w:tabs>
          <w:tab w:val="left" w:pos="6195"/>
        </w:tabs>
      </w:pPr>
      <w:r>
        <w:t>239.9998</w:t>
      </w:r>
      <w:r>
        <w:tab/>
        <w:t>2.046e0</w:t>
      </w:r>
    </w:p>
    <w:p w:rsidR="00354DF7" w:rsidRDefault="00354DF7" w:rsidP="00354DF7">
      <w:pPr>
        <w:tabs>
          <w:tab w:val="left" w:pos="6195"/>
        </w:tabs>
      </w:pPr>
      <w:r>
        <w:t>240.0240</w:t>
      </w:r>
      <w:r>
        <w:tab/>
        <w:t>3.855e0</w:t>
      </w:r>
    </w:p>
    <w:p w:rsidR="00354DF7" w:rsidRDefault="00354DF7" w:rsidP="00354DF7">
      <w:pPr>
        <w:tabs>
          <w:tab w:val="left" w:pos="6195"/>
        </w:tabs>
      </w:pPr>
      <w:r>
        <w:t>240.0319</w:t>
      </w:r>
      <w:r>
        <w:tab/>
        <w:t>1.991e0</w:t>
      </w:r>
    </w:p>
    <w:p w:rsidR="00354DF7" w:rsidRDefault="00354DF7" w:rsidP="00354DF7">
      <w:pPr>
        <w:tabs>
          <w:tab w:val="left" w:pos="6195"/>
        </w:tabs>
      </w:pPr>
      <w:r>
        <w:t>240.0605</w:t>
      </w:r>
      <w:r>
        <w:tab/>
        <w:t>1.562e0</w:t>
      </w:r>
    </w:p>
    <w:p w:rsidR="00354DF7" w:rsidRDefault="00354DF7" w:rsidP="00354DF7">
      <w:pPr>
        <w:tabs>
          <w:tab w:val="left" w:pos="6195"/>
        </w:tabs>
      </w:pPr>
      <w:r>
        <w:t>240.0667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240.0779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240.0909</w:t>
      </w:r>
      <w:r>
        <w:tab/>
        <w:t>1.895e0</w:t>
      </w:r>
    </w:p>
    <w:p w:rsidR="00354DF7" w:rsidRDefault="00354DF7" w:rsidP="00354DF7">
      <w:pPr>
        <w:tabs>
          <w:tab w:val="left" w:pos="6195"/>
        </w:tabs>
      </w:pPr>
      <w:r>
        <w:t>240.1009</w:t>
      </w:r>
      <w:r>
        <w:tab/>
        <w:t>6.134e0</w:t>
      </w:r>
    </w:p>
    <w:p w:rsidR="00354DF7" w:rsidRDefault="00354DF7" w:rsidP="00354DF7">
      <w:pPr>
        <w:tabs>
          <w:tab w:val="left" w:pos="6195"/>
        </w:tabs>
      </w:pPr>
      <w:r>
        <w:t>240.1045</w:t>
      </w:r>
      <w:r>
        <w:tab/>
        <w:t>4.936e0</w:t>
      </w:r>
    </w:p>
    <w:p w:rsidR="00354DF7" w:rsidRDefault="00354DF7" w:rsidP="00354DF7">
      <w:pPr>
        <w:tabs>
          <w:tab w:val="left" w:pos="6195"/>
        </w:tabs>
      </w:pPr>
      <w:r>
        <w:t>240.1196</w:t>
      </w:r>
      <w:r>
        <w:tab/>
        <w:t>1.721e0</w:t>
      </w:r>
    </w:p>
    <w:p w:rsidR="00354DF7" w:rsidRDefault="00354DF7" w:rsidP="00354DF7">
      <w:pPr>
        <w:tabs>
          <w:tab w:val="left" w:pos="6195"/>
        </w:tabs>
      </w:pPr>
      <w:r>
        <w:t>240.1587</w:t>
      </w:r>
      <w:r>
        <w:tab/>
        <w:t>2.920e0</w:t>
      </w:r>
    </w:p>
    <w:p w:rsidR="00354DF7" w:rsidRDefault="00354DF7" w:rsidP="00354DF7">
      <w:pPr>
        <w:tabs>
          <w:tab w:val="left" w:pos="6195"/>
        </w:tabs>
      </w:pPr>
      <w:r>
        <w:lastRenderedPageBreak/>
        <w:t>240.1725</w:t>
      </w:r>
      <w:r>
        <w:tab/>
        <w:t>2.122e1</w:t>
      </w:r>
    </w:p>
    <w:p w:rsidR="00354DF7" w:rsidRDefault="00354DF7" w:rsidP="00354DF7">
      <w:pPr>
        <w:tabs>
          <w:tab w:val="left" w:pos="6195"/>
        </w:tabs>
      </w:pPr>
      <w:r>
        <w:t>240.1742</w:t>
      </w:r>
      <w:r>
        <w:tab/>
        <w:t>1.732e1</w:t>
      </w:r>
    </w:p>
    <w:p w:rsidR="00354DF7" w:rsidRDefault="00354DF7" w:rsidP="00354DF7">
      <w:pPr>
        <w:tabs>
          <w:tab w:val="left" w:pos="6195"/>
        </w:tabs>
      </w:pPr>
      <w:r>
        <w:t>240.1808</w:t>
      </w:r>
      <w:r>
        <w:tab/>
        <w:t>1.384e1</w:t>
      </w:r>
    </w:p>
    <w:p w:rsidR="00354DF7" w:rsidRDefault="00354DF7" w:rsidP="00354DF7">
      <w:pPr>
        <w:tabs>
          <w:tab w:val="left" w:pos="6195"/>
        </w:tabs>
      </w:pPr>
      <w:r>
        <w:t>240.1915</w:t>
      </w:r>
      <w:r>
        <w:tab/>
        <w:t>1.252e1</w:t>
      </w:r>
    </w:p>
    <w:p w:rsidR="00354DF7" w:rsidRDefault="00354DF7" w:rsidP="00354DF7">
      <w:pPr>
        <w:tabs>
          <w:tab w:val="left" w:pos="6195"/>
        </w:tabs>
      </w:pPr>
      <w:r>
        <w:t>240.2027</w:t>
      </w:r>
      <w:r>
        <w:tab/>
        <w:t>2.546e0</w:t>
      </w:r>
    </w:p>
    <w:p w:rsidR="00354DF7" w:rsidRDefault="00354DF7" w:rsidP="00354DF7">
      <w:pPr>
        <w:tabs>
          <w:tab w:val="left" w:pos="6195"/>
        </w:tabs>
      </w:pPr>
      <w:r>
        <w:t>240.2040</w:t>
      </w:r>
      <w:r>
        <w:tab/>
        <w:t>4.809e0</w:t>
      </w:r>
    </w:p>
    <w:p w:rsidR="00354DF7" w:rsidRDefault="00354DF7" w:rsidP="00354DF7">
      <w:pPr>
        <w:tabs>
          <w:tab w:val="left" w:pos="6195"/>
        </w:tabs>
      </w:pPr>
      <w:r>
        <w:t>240.2104</w:t>
      </w:r>
      <w:r>
        <w:tab/>
        <w:t>1.096e0</w:t>
      </w:r>
    </w:p>
    <w:p w:rsidR="00354DF7" w:rsidRDefault="00354DF7" w:rsidP="00354DF7">
      <w:pPr>
        <w:tabs>
          <w:tab w:val="left" w:pos="6195"/>
        </w:tabs>
      </w:pPr>
      <w:r>
        <w:t>240.2295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240.2321</w:t>
      </w:r>
      <w:r>
        <w:tab/>
        <w:t>8.452e0</w:t>
      </w:r>
    </w:p>
    <w:p w:rsidR="00354DF7" w:rsidRDefault="00354DF7" w:rsidP="00354DF7">
      <w:pPr>
        <w:tabs>
          <w:tab w:val="left" w:pos="6195"/>
        </w:tabs>
      </w:pPr>
      <w:r>
        <w:t>240.2338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240.2440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240.2527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240.2724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240.3054</w:t>
      </w:r>
      <w:r>
        <w:tab/>
        <w:t>4.903e0</w:t>
      </w:r>
    </w:p>
    <w:p w:rsidR="00354DF7" w:rsidRDefault="00354DF7" w:rsidP="00354DF7">
      <w:pPr>
        <w:tabs>
          <w:tab w:val="left" w:pos="6195"/>
        </w:tabs>
      </w:pPr>
      <w:r>
        <w:t>240.3138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240.3243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240.3287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240.3495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240.3593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240.3636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240.3741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240.3758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240.3799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240.3950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240.3990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240.4088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240.4256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240.4346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240.4459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240.4543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240.4687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240.4837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240.5017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240.5038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240.5134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240.5287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240.5336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240.5376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240.5392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240.5606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240.5718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240.5758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240.5869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240.5905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240.5987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240.6026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240.6272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240.6322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240.6384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240.6403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240.6540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240.6664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240.6686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240.6758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240.6894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240.7177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240.7264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240.7441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240.7471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240.7721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240.7806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240.7966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240.8005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240.8319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240.8381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240.8437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240.8499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240.8518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240.8731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240.8837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240.8874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240.8915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240.9161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240.9410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240.9423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240.9446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240.9513</w:t>
      </w:r>
      <w:r>
        <w:tab/>
        <w:t>3.761e0</w:t>
      </w:r>
    </w:p>
    <w:p w:rsidR="00354DF7" w:rsidRDefault="00354DF7" w:rsidP="00354DF7">
      <w:pPr>
        <w:tabs>
          <w:tab w:val="left" w:pos="6195"/>
        </w:tabs>
      </w:pPr>
      <w:r>
        <w:t>240.9567</w:t>
      </w:r>
      <w:r>
        <w:tab/>
        <w:t>3.784e0</w:t>
      </w:r>
    </w:p>
    <w:p w:rsidR="00354DF7" w:rsidRDefault="00354DF7" w:rsidP="00354DF7">
      <w:pPr>
        <w:tabs>
          <w:tab w:val="left" w:pos="6195"/>
        </w:tabs>
      </w:pPr>
      <w:r>
        <w:t>240.9807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240.9948</w:t>
      </w:r>
      <w:r>
        <w:tab/>
        <w:t>5.961e0</w:t>
      </w:r>
    </w:p>
    <w:p w:rsidR="00354DF7" w:rsidRDefault="00354DF7" w:rsidP="00354DF7">
      <w:pPr>
        <w:tabs>
          <w:tab w:val="left" w:pos="6195"/>
        </w:tabs>
      </w:pPr>
      <w:r>
        <w:t>241.0052</w:t>
      </w:r>
      <w:r>
        <w:tab/>
        <w:t>2.400e0</w:t>
      </w:r>
    </w:p>
    <w:p w:rsidR="00354DF7" w:rsidRDefault="00354DF7" w:rsidP="00354DF7">
      <w:pPr>
        <w:tabs>
          <w:tab w:val="left" w:pos="6195"/>
        </w:tabs>
      </w:pPr>
      <w:r>
        <w:t>241.0166</w:t>
      </w:r>
      <w:r>
        <w:tab/>
        <w:t>6.403e0</w:t>
      </w:r>
    </w:p>
    <w:p w:rsidR="00354DF7" w:rsidRDefault="00354DF7" w:rsidP="00354DF7">
      <w:pPr>
        <w:tabs>
          <w:tab w:val="left" w:pos="6195"/>
        </w:tabs>
      </w:pPr>
      <w:r>
        <w:t>241.0236</w:t>
      </w:r>
      <w:r>
        <w:tab/>
        <w:t>1.919e0</w:t>
      </w:r>
    </w:p>
    <w:p w:rsidR="00354DF7" w:rsidRDefault="00354DF7" w:rsidP="00354DF7">
      <w:pPr>
        <w:tabs>
          <w:tab w:val="left" w:pos="6195"/>
        </w:tabs>
      </w:pPr>
      <w:r>
        <w:t>241.0274</w:t>
      </w:r>
      <w:r>
        <w:tab/>
        <w:t>2.281e0</w:t>
      </w:r>
    </w:p>
    <w:p w:rsidR="00354DF7" w:rsidRDefault="00354DF7" w:rsidP="00354DF7">
      <w:pPr>
        <w:tabs>
          <w:tab w:val="left" w:pos="6195"/>
        </w:tabs>
      </w:pPr>
      <w:r>
        <w:t>241.0333</w:t>
      </w:r>
      <w:r>
        <w:tab/>
        <w:t>8.970e0</w:t>
      </w:r>
    </w:p>
    <w:p w:rsidR="00354DF7" w:rsidRDefault="00354DF7" w:rsidP="00354DF7">
      <w:pPr>
        <w:tabs>
          <w:tab w:val="left" w:pos="6195"/>
        </w:tabs>
      </w:pPr>
      <w:r>
        <w:t>241.0466</w:t>
      </w:r>
      <w:r>
        <w:tab/>
        <w:t>3.375e0</w:t>
      </w:r>
    </w:p>
    <w:p w:rsidR="00354DF7" w:rsidRDefault="00354DF7" w:rsidP="00354DF7">
      <w:pPr>
        <w:tabs>
          <w:tab w:val="left" w:pos="6195"/>
        </w:tabs>
      </w:pPr>
      <w:r>
        <w:t>241.0552</w:t>
      </w:r>
      <w:r>
        <w:tab/>
        <w:t>2.400e0</w:t>
      </w:r>
    </w:p>
    <w:p w:rsidR="00354DF7" w:rsidRDefault="00354DF7" w:rsidP="00354DF7">
      <w:pPr>
        <w:tabs>
          <w:tab w:val="left" w:pos="6195"/>
        </w:tabs>
      </w:pPr>
      <w:r>
        <w:t>241.0591</w:t>
      </w:r>
      <w:r>
        <w:tab/>
        <w:t>3.072e0</w:t>
      </w:r>
    </w:p>
    <w:p w:rsidR="00354DF7" w:rsidRDefault="00354DF7" w:rsidP="00354DF7">
      <w:pPr>
        <w:tabs>
          <w:tab w:val="left" w:pos="6195"/>
        </w:tabs>
      </w:pPr>
      <w:r>
        <w:t>241.0644</w:t>
      </w:r>
      <w:r>
        <w:tab/>
        <w:t>4.600e0</w:t>
      </w:r>
    </w:p>
    <w:p w:rsidR="00354DF7" w:rsidRDefault="00354DF7" w:rsidP="00354DF7">
      <w:pPr>
        <w:tabs>
          <w:tab w:val="left" w:pos="6195"/>
        </w:tabs>
      </w:pPr>
      <w:r>
        <w:t>241.0931</w:t>
      </w:r>
      <w:r>
        <w:tab/>
        <w:t>4.951e0</w:t>
      </w:r>
    </w:p>
    <w:p w:rsidR="00354DF7" w:rsidRDefault="00354DF7" w:rsidP="00354DF7">
      <w:pPr>
        <w:tabs>
          <w:tab w:val="left" w:pos="6195"/>
        </w:tabs>
      </w:pPr>
      <w:r>
        <w:t>241.1002</w:t>
      </w:r>
      <w:r>
        <w:tab/>
        <w:t>2.577e0</w:t>
      </w:r>
    </w:p>
    <w:p w:rsidR="00354DF7" w:rsidRDefault="00354DF7" w:rsidP="00354DF7">
      <w:pPr>
        <w:tabs>
          <w:tab w:val="left" w:pos="6195"/>
        </w:tabs>
      </w:pPr>
      <w:r>
        <w:t>241.1035</w:t>
      </w:r>
      <w:r>
        <w:tab/>
        <w:t>2.976e0</w:t>
      </w:r>
    </w:p>
    <w:p w:rsidR="00354DF7" w:rsidRDefault="00354DF7" w:rsidP="00354DF7">
      <w:pPr>
        <w:tabs>
          <w:tab w:val="left" w:pos="6195"/>
        </w:tabs>
      </w:pPr>
      <w:r>
        <w:t>241.1050</w:t>
      </w:r>
      <w:r>
        <w:tab/>
        <w:t>1.548e0</w:t>
      </w:r>
    </w:p>
    <w:p w:rsidR="00354DF7" w:rsidRDefault="00354DF7" w:rsidP="00354DF7">
      <w:pPr>
        <w:tabs>
          <w:tab w:val="left" w:pos="6195"/>
        </w:tabs>
      </w:pPr>
      <w:r>
        <w:t>241.1271</w:t>
      </w:r>
      <w:r>
        <w:tab/>
        <w:t>1.919e0</w:t>
      </w:r>
    </w:p>
    <w:p w:rsidR="00354DF7" w:rsidRDefault="00354DF7" w:rsidP="00354DF7">
      <w:pPr>
        <w:tabs>
          <w:tab w:val="left" w:pos="6195"/>
        </w:tabs>
      </w:pPr>
      <w:r>
        <w:t>241.1326</w:t>
      </w:r>
      <w:r>
        <w:tab/>
        <w:t>1.558e0</w:t>
      </w:r>
    </w:p>
    <w:p w:rsidR="00354DF7" w:rsidRDefault="00354DF7" w:rsidP="00354DF7">
      <w:pPr>
        <w:tabs>
          <w:tab w:val="left" w:pos="6195"/>
        </w:tabs>
      </w:pPr>
      <w:r>
        <w:lastRenderedPageBreak/>
        <w:t>241.1347</w:t>
      </w:r>
      <w:r>
        <w:tab/>
        <w:t>2.858e0</w:t>
      </w:r>
    </w:p>
    <w:p w:rsidR="00354DF7" w:rsidRDefault="00354DF7" w:rsidP="00354DF7">
      <w:pPr>
        <w:tabs>
          <w:tab w:val="left" w:pos="6195"/>
        </w:tabs>
      </w:pPr>
      <w:r>
        <w:t>241.1448</w:t>
      </w:r>
      <w:r>
        <w:tab/>
        <w:t>3.210e0</w:t>
      </w:r>
    </w:p>
    <w:p w:rsidR="00354DF7" w:rsidRDefault="00354DF7" w:rsidP="00354DF7">
      <w:pPr>
        <w:tabs>
          <w:tab w:val="left" w:pos="6195"/>
        </w:tabs>
      </w:pPr>
      <w:r>
        <w:t>241.1595</w:t>
      </w:r>
      <w:r>
        <w:tab/>
        <w:t>5.140e0</w:t>
      </w:r>
    </w:p>
    <w:p w:rsidR="00354DF7" w:rsidRDefault="00354DF7" w:rsidP="00354DF7">
      <w:pPr>
        <w:tabs>
          <w:tab w:val="left" w:pos="6195"/>
        </w:tabs>
      </w:pPr>
      <w:r>
        <w:t>241.1625</w:t>
      </w:r>
      <w:r>
        <w:tab/>
        <w:t>4.996e0</w:t>
      </w:r>
    </w:p>
    <w:p w:rsidR="00354DF7" w:rsidRDefault="00354DF7" w:rsidP="00354DF7">
      <w:pPr>
        <w:tabs>
          <w:tab w:val="left" w:pos="6195"/>
        </w:tabs>
      </w:pPr>
      <w:r>
        <w:t>241.1651</w:t>
      </w:r>
      <w:r>
        <w:tab/>
        <w:t>3.924e0</w:t>
      </w:r>
    </w:p>
    <w:p w:rsidR="00354DF7" w:rsidRDefault="00354DF7" w:rsidP="00354DF7">
      <w:pPr>
        <w:tabs>
          <w:tab w:val="left" w:pos="6195"/>
        </w:tabs>
      </w:pPr>
      <w:r>
        <w:t>241.1794</w:t>
      </w:r>
      <w:r>
        <w:tab/>
        <w:t>9.083e0</w:t>
      </w:r>
    </w:p>
    <w:p w:rsidR="00354DF7" w:rsidRDefault="00354DF7" w:rsidP="00354DF7">
      <w:pPr>
        <w:tabs>
          <w:tab w:val="left" w:pos="6195"/>
        </w:tabs>
      </w:pPr>
      <w:r>
        <w:t>241.2013</w:t>
      </w:r>
      <w:r>
        <w:tab/>
        <w:t>4.289e0</w:t>
      </w:r>
    </w:p>
    <w:p w:rsidR="00354DF7" w:rsidRDefault="00354DF7" w:rsidP="00354DF7">
      <w:pPr>
        <w:tabs>
          <w:tab w:val="left" w:pos="6195"/>
        </w:tabs>
      </w:pPr>
      <w:r>
        <w:t>241.2080</w:t>
      </w:r>
      <w:r>
        <w:tab/>
        <w:t>4.569e0</w:t>
      </w:r>
    </w:p>
    <w:p w:rsidR="00354DF7" w:rsidRDefault="00354DF7" w:rsidP="00354DF7">
      <w:pPr>
        <w:tabs>
          <w:tab w:val="left" w:pos="6195"/>
        </w:tabs>
      </w:pPr>
      <w:r>
        <w:t>241.2176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241.2201</w:t>
      </w:r>
      <w:r>
        <w:tab/>
        <w:t>4.896e0</w:t>
      </w:r>
    </w:p>
    <w:p w:rsidR="00354DF7" w:rsidRDefault="00354DF7" w:rsidP="00354DF7">
      <w:pPr>
        <w:tabs>
          <w:tab w:val="left" w:pos="6195"/>
        </w:tabs>
      </w:pPr>
      <w:r>
        <w:t>241.2297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241.2325</w:t>
      </w:r>
      <w:r>
        <w:tab/>
        <w:t>7.897e0</w:t>
      </w:r>
    </w:p>
    <w:p w:rsidR="00354DF7" w:rsidRDefault="00354DF7" w:rsidP="00354DF7">
      <w:pPr>
        <w:tabs>
          <w:tab w:val="left" w:pos="6195"/>
        </w:tabs>
      </w:pPr>
      <w:r>
        <w:t>241.2364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241.2419</w:t>
      </w:r>
      <w:r>
        <w:tab/>
        <w:t>4.631e0</w:t>
      </w:r>
    </w:p>
    <w:p w:rsidR="00354DF7" w:rsidRDefault="00354DF7" w:rsidP="00354DF7">
      <w:pPr>
        <w:tabs>
          <w:tab w:val="left" w:pos="6195"/>
        </w:tabs>
      </w:pPr>
      <w:r>
        <w:t>241.2655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241.2673</w:t>
      </w:r>
      <w:r>
        <w:tab/>
        <w:t>5.079e0</w:t>
      </w:r>
    </w:p>
    <w:p w:rsidR="00354DF7" w:rsidRDefault="00354DF7" w:rsidP="00354DF7">
      <w:pPr>
        <w:tabs>
          <w:tab w:val="left" w:pos="6195"/>
        </w:tabs>
      </w:pPr>
      <w:r>
        <w:t>241.2792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241.2951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241.3034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241.3127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241.3290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241.3369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241.3407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241.3435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241.3601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241.3627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241.3745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241.3785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241.4078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241.4335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241.4359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241.4397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241.4484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241.4526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241.4804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241.4853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241.5111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241.5294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241.5384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241.5432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241.5647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241.5735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241.5804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241.6027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241.6078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241.6142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241.6181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241.6279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241.6367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241.6598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241.6654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241.6677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241.6735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241.6752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241.6924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241.6961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241.7055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241.7131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241.7231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241.7329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241.7414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241.7465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241.7538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241.7624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241.7895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241.7934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241.7962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241.8204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241.8324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241.8369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241.8459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241.8535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241.8579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241.8654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241.8734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241.8816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241.8957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241.9133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241.9236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241.9414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241.9453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241.9606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241.9688</w:t>
      </w:r>
      <w:r>
        <w:tab/>
        <w:t>1.539e0</w:t>
      </w:r>
    </w:p>
    <w:p w:rsidR="00354DF7" w:rsidRDefault="00354DF7" w:rsidP="00354DF7">
      <w:pPr>
        <w:tabs>
          <w:tab w:val="left" w:pos="6195"/>
        </w:tabs>
      </w:pPr>
      <w:r>
        <w:t>241.9853</w:t>
      </w:r>
      <w:r>
        <w:tab/>
        <w:t>1.990e0</w:t>
      </w:r>
    </w:p>
    <w:p w:rsidR="00354DF7" w:rsidRDefault="00354DF7" w:rsidP="00354DF7">
      <w:pPr>
        <w:tabs>
          <w:tab w:val="left" w:pos="6195"/>
        </w:tabs>
      </w:pPr>
      <w:r>
        <w:t>242.0242</w:t>
      </w:r>
      <w:r>
        <w:tab/>
        <w:t>1.766e2</w:t>
      </w:r>
    </w:p>
    <w:p w:rsidR="00354DF7" w:rsidRDefault="00354DF7" w:rsidP="00354DF7">
      <w:pPr>
        <w:tabs>
          <w:tab w:val="left" w:pos="6195"/>
        </w:tabs>
      </w:pPr>
      <w:r>
        <w:t>242.0260</w:t>
      </w:r>
      <w:r>
        <w:tab/>
        <w:t>5.005e1</w:t>
      </w:r>
    </w:p>
    <w:p w:rsidR="00354DF7" w:rsidRDefault="00354DF7" w:rsidP="00354DF7">
      <w:pPr>
        <w:tabs>
          <w:tab w:val="left" w:pos="6195"/>
        </w:tabs>
      </w:pPr>
      <w:r>
        <w:t>242.0742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242.0856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242.0934</w:t>
      </w:r>
      <w:r>
        <w:tab/>
        <w:t>3.216e0</w:t>
      </w:r>
    </w:p>
    <w:p w:rsidR="00354DF7" w:rsidRDefault="00354DF7" w:rsidP="00354DF7">
      <w:pPr>
        <w:tabs>
          <w:tab w:val="left" w:pos="6195"/>
        </w:tabs>
      </w:pPr>
      <w:r>
        <w:t>242.0999</w:t>
      </w:r>
      <w:r>
        <w:tab/>
        <w:t>1.644e0</w:t>
      </w:r>
    </w:p>
    <w:p w:rsidR="00354DF7" w:rsidRDefault="00354DF7" w:rsidP="00354DF7">
      <w:pPr>
        <w:tabs>
          <w:tab w:val="left" w:pos="6195"/>
        </w:tabs>
      </w:pPr>
      <w:r>
        <w:t>242.1054</w:t>
      </w:r>
      <w:r>
        <w:tab/>
        <w:t>1.447e0</w:t>
      </w:r>
    </w:p>
    <w:p w:rsidR="00354DF7" w:rsidRDefault="00354DF7" w:rsidP="00354DF7">
      <w:pPr>
        <w:tabs>
          <w:tab w:val="left" w:pos="6195"/>
        </w:tabs>
      </w:pPr>
      <w:r>
        <w:t>242.1194</w:t>
      </w:r>
      <w:r>
        <w:tab/>
        <w:t>5.723e0</w:t>
      </w:r>
    </w:p>
    <w:p w:rsidR="00354DF7" w:rsidRDefault="00354DF7" w:rsidP="00354DF7">
      <w:pPr>
        <w:tabs>
          <w:tab w:val="left" w:pos="6195"/>
        </w:tabs>
      </w:pPr>
      <w:r>
        <w:t>242.1404</w:t>
      </w:r>
      <w:r>
        <w:tab/>
        <w:t>3.240e0</w:t>
      </w:r>
    </w:p>
    <w:p w:rsidR="00354DF7" w:rsidRDefault="00354DF7" w:rsidP="00354DF7">
      <w:pPr>
        <w:tabs>
          <w:tab w:val="left" w:pos="6195"/>
        </w:tabs>
      </w:pPr>
      <w:r>
        <w:t>242.1540</w:t>
      </w:r>
      <w:r>
        <w:tab/>
        <w:t>1.023e0</w:t>
      </w:r>
    </w:p>
    <w:p w:rsidR="00354DF7" w:rsidRDefault="00354DF7" w:rsidP="00354DF7">
      <w:pPr>
        <w:tabs>
          <w:tab w:val="left" w:pos="6195"/>
        </w:tabs>
      </w:pPr>
      <w:r>
        <w:t>242.1564</w:t>
      </w:r>
      <w:r>
        <w:tab/>
        <w:t>4.419e0</w:t>
      </w:r>
    </w:p>
    <w:p w:rsidR="00354DF7" w:rsidRDefault="00354DF7" w:rsidP="00354DF7">
      <w:pPr>
        <w:tabs>
          <w:tab w:val="left" w:pos="6195"/>
        </w:tabs>
      </w:pPr>
      <w:r>
        <w:lastRenderedPageBreak/>
        <w:t>242.1581</w:t>
      </w:r>
      <w:r>
        <w:tab/>
        <w:t>2.453e0</w:t>
      </w:r>
    </w:p>
    <w:p w:rsidR="00354DF7" w:rsidRDefault="00354DF7" w:rsidP="00354DF7">
      <w:pPr>
        <w:tabs>
          <w:tab w:val="left" w:pos="6195"/>
        </w:tabs>
      </w:pPr>
      <w:r>
        <w:t>242.1717</w:t>
      </w:r>
      <w:r>
        <w:tab/>
        <w:t>4.793e0</w:t>
      </w:r>
    </w:p>
    <w:p w:rsidR="00354DF7" w:rsidRDefault="00354DF7" w:rsidP="00354DF7">
      <w:pPr>
        <w:tabs>
          <w:tab w:val="left" w:pos="6195"/>
        </w:tabs>
      </w:pPr>
      <w:r>
        <w:t>242.1853</w:t>
      </w:r>
      <w:r>
        <w:tab/>
        <w:t>2.028e0</w:t>
      </w:r>
    </w:p>
    <w:p w:rsidR="00354DF7" w:rsidRDefault="00354DF7" w:rsidP="00354DF7">
      <w:pPr>
        <w:tabs>
          <w:tab w:val="left" w:pos="6195"/>
        </w:tabs>
      </w:pPr>
      <w:r>
        <w:t>242.1869</w:t>
      </w:r>
      <w:r>
        <w:tab/>
        <w:t>3.653e0</w:t>
      </w:r>
    </w:p>
    <w:p w:rsidR="00354DF7" w:rsidRDefault="00354DF7" w:rsidP="00354DF7">
      <w:pPr>
        <w:tabs>
          <w:tab w:val="left" w:pos="6195"/>
        </w:tabs>
      </w:pPr>
      <w:r>
        <w:t>242.1927</w:t>
      </w:r>
      <w:r>
        <w:tab/>
        <w:t>8.922e0</w:t>
      </w:r>
    </w:p>
    <w:p w:rsidR="00354DF7" w:rsidRDefault="00354DF7" w:rsidP="00354DF7">
      <w:pPr>
        <w:tabs>
          <w:tab w:val="left" w:pos="6195"/>
        </w:tabs>
      </w:pPr>
      <w:r>
        <w:t>242.2025</w:t>
      </w:r>
      <w:r>
        <w:tab/>
        <w:t>2.784e0</w:t>
      </w:r>
    </w:p>
    <w:p w:rsidR="00354DF7" w:rsidRDefault="00354DF7" w:rsidP="00354DF7">
      <w:pPr>
        <w:tabs>
          <w:tab w:val="left" w:pos="6195"/>
        </w:tabs>
      </w:pPr>
      <w:r>
        <w:t>242.2080</w:t>
      </w:r>
      <w:r>
        <w:tab/>
        <w:t>1.696e0</w:t>
      </w:r>
    </w:p>
    <w:p w:rsidR="00354DF7" w:rsidRDefault="00354DF7" w:rsidP="00354DF7">
      <w:pPr>
        <w:tabs>
          <w:tab w:val="left" w:pos="6195"/>
        </w:tabs>
      </w:pPr>
      <w:r>
        <w:t>242.2130</w:t>
      </w:r>
      <w:r>
        <w:tab/>
        <w:t>3.162e0</w:t>
      </w:r>
    </w:p>
    <w:p w:rsidR="00354DF7" w:rsidRDefault="00354DF7" w:rsidP="00354DF7">
      <w:pPr>
        <w:tabs>
          <w:tab w:val="left" w:pos="6195"/>
        </w:tabs>
      </w:pPr>
      <w:r>
        <w:t>242.2338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242.2385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242.2472</w:t>
      </w:r>
      <w:r>
        <w:tab/>
        <w:t>6.762e0</w:t>
      </w:r>
    </w:p>
    <w:p w:rsidR="00354DF7" w:rsidRDefault="00354DF7" w:rsidP="00354DF7">
      <w:pPr>
        <w:tabs>
          <w:tab w:val="left" w:pos="6195"/>
        </w:tabs>
      </w:pPr>
      <w:r>
        <w:t>242.2851</w:t>
      </w:r>
      <w:r>
        <w:tab/>
        <w:t>1.064e2</w:t>
      </w:r>
    </w:p>
    <w:p w:rsidR="00354DF7" w:rsidRDefault="00354DF7" w:rsidP="00354DF7">
      <w:pPr>
        <w:tabs>
          <w:tab w:val="left" w:pos="6195"/>
        </w:tabs>
      </w:pPr>
      <w:r>
        <w:t>242.2863</w:t>
      </w:r>
      <w:r>
        <w:tab/>
        <w:t>8.294e1</w:t>
      </w:r>
    </w:p>
    <w:p w:rsidR="00354DF7" w:rsidRDefault="00354DF7" w:rsidP="00354DF7">
      <w:pPr>
        <w:tabs>
          <w:tab w:val="left" w:pos="6195"/>
        </w:tabs>
      </w:pPr>
      <w:r>
        <w:t>242.2874</w:t>
      </w:r>
      <w:r>
        <w:tab/>
        <w:t>2.748e1</w:t>
      </w:r>
    </w:p>
    <w:p w:rsidR="00354DF7" w:rsidRDefault="00354DF7" w:rsidP="00354DF7">
      <w:pPr>
        <w:tabs>
          <w:tab w:val="left" w:pos="6195"/>
        </w:tabs>
      </w:pPr>
      <w:r>
        <w:t>242.3302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242.3408</w:t>
      </w:r>
      <w:r>
        <w:tab/>
        <w:t>3.858e0</w:t>
      </w:r>
    </w:p>
    <w:p w:rsidR="00354DF7" w:rsidRDefault="00354DF7" w:rsidP="00354DF7">
      <w:pPr>
        <w:tabs>
          <w:tab w:val="left" w:pos="6195"/>
        </w:tabs>
      </w:pPr>
      <w:r>
        <w:t>242.3455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242.3494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242.3540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242.3578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242.3781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242.3868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242.3908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242.4009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242.4028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242.4206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242.4221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242.4324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242.4376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242.4509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242.4520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242.4557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242.4569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242.4863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242.4942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242.4954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242.4977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242.5154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242.5220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242.5241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242.5374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242.5398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242.5437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242.5475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242.5517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242.5851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242.5883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242.5894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242.5952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242.5970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242.6151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242.6231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242.6271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242.6452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242.6472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242.6517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242.6605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242.6650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242.6732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242.6846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242.6994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242.7058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242.7220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242.7302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242.7322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242.7427</w:t>
      </w:r>
      <w:r>
        <w:tab/>
        <w:t>2.238e0</w:t>
      </w:r>
    </w:p>
    <w:p w:rsidR="00354DF7" w:rsidRDefault="00354DF7" w:rsidP="00354DF7">
      <w:pPr>
        <w:tabs>
          <w:tab w:val="left" w:pos="6195"/>
        </w:tabs>
      </w:pPr>
      <w:r>
        <w:t>242.7641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242.7677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242.7739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242.7759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242.7880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242.7907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242.8098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242.8215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242.8354</w:t>
      </w:r>
      <w:r>
        <w:tab/>
        <w:t>6.537e0</w:t>
      </w:r>
    </w:p>
    <w:p w:rsidR="00354DF7" w:rsidRDefault="00354DF7" w:rsidP="00354DF7">
      <w:pPr>
        <w:tabs>
          <w:tab w:val="left" w:pos="6195"/>
        </w:tabs>
      </w:pPr>
      <w:r>
        <w:t>242.8381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242.8513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242.8551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242.8632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242.8947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242.9008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242.9128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242.9284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242.9314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242.9420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242.9462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242.9485</w:t>
      </w:r>
      <w:r>
        <w:tab/>
        <w:t>1.838e0</w:t>
      </w:r>
    </w:p>
    <w:p w:rsidR="00354DF7" w:rsidRDefault="00354DF7" w:rsidP="00354DF7">
      <w:pPr>
        <w:tabs>
          <w:tab w:val="left" w:pos="6195"/>
        </w:tabs>
      </w:pPr>
      <w:r>
        <w:t>242.9528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242.9810</w:t>
      </w:r>
      <w:r>
        <w:tab/>
        <w:t>1.541e0</w:t>
      </w:r>
    </w:p>
    <w:p w:rsidR="00354DF7" w:rsidRDefault="00354DF7" w:rsidP="00354DF7">
      <w:pPr>
        <w:tabs>
          <w:tab w:val="left" w:pos="6195"/>
        </w:tabs>
      </w:pPr>
      <w:r>
        <w:t>242.9993</w:t>
      </w:r>
      <w:r>
        <w:tab/>
        <w:t>5.814e0</w:t>
      </w:r>
    </w:p>
    <w:p w:rsidR="00354DF7" w:rsidRDefault="00354DF7" w:rsidP="00354DF7">
      <w:pPr>
        <w:tabs>
          <w:tab w:val="left" w:pos="6195"/>
        </w:tabs>
      </w:pPr>
      <w:r>
        <w:t>243.0040</w:t>
      </w:r>
      <w:r>
        <w:tab/>
        <w:t>8.893e0</w:t>
      </w:r>
    </w:p>
    <w:p w:rsidR="00354DF7" w:rsidRDefault="00354DF7" w:rsidP="00354DF7">
      <w:pPr>
        <w:tabs>
          <w:tab w:val="left" w:pos="6195"/>
        </w:tabs>
      </w:pPr>
      <w:r>
        <w:t>243.0051</w:t>
      </w:r>
      <w:r>
        <w:tab/>
        <w:t>9.374e0</w:t>
      </w:r>
    </w:p>
    <w:p w:rsidR="00354DF7" w:rsidRDefault="00354DF7" w:rsidP="00354DF7">
      <w:pPr>
        <w:tabs>
          <w:tab w:val="left" w:pos="6195"/>
        </w:tabs>
      </w:pPr>
      <w:r>
        <w:t>243.0145</w:t>
      </w:r>
      <w:r>
        <w:tab/>
        <w:t>1.471e1</w:t>
      </w:r>
    </w:p>
    <w:p w:rsidR="00354DF7" w:rsidRDefault="00354DF7" w:rsidP="00354DF7">
      <w:pPr>
        <w:tabs>
          <w:tab w:val="left" w:pos="6195"/>
        </w:tabs>
      </w:pPr>
      <w:r>
        <w:t>243.0215</w:t>
      </w:r>
      <w:r>
        <w:tab/>
        <w:t>1.604e1</w:t>
      </w:r>
    </w:p>
    <w:p w:rsidR="00354DF7" w:rsidRDefault="00354DF7" w:rsidP="00354DF7">
      <w:pPr>
        <w:tabs>
          <w:tab w:val="left" w:pos="6195"/>
        </w:tabs>
      </w:pPr>
      <w:r>
        <w:t>243.0270</w:t>
      </w:r>
      <w:r>
        <w:tab/>
        <w:t>7.382e0</w:t>
      </w:r>
    </w:p>
    <w:p w:rsidR="00354DF7" w:rsidRDefault="00354DF7" w:rsidP="00354DF7">
      <w:pPr>
        <w:tabs>
          <w:tab w:val="left" w:pos="6195"/>
        </w:tabs>
      </w:pPr>
      <w:r>
        <w:lastRenderedPageBreak/>
        <w:t>243.0315</w:t>
      </w:r>
      <w:r>
        <w:tab/>
        <w:t>4.822e0</w:t>
      </w:r>
    </w:p>
    <w:p w:rsidR="00354DF7" w:rsidRDefault="00354DF7" w:rsidP="00354DF7">
      <w:pPr>
        <w:tabs>
          <w:tab w:val="left" w:pos="6195"/>
        </w:tabs>
      </w:pPr>
      <w:r>
        <w:t>243.0415</w:t>
      </w:r>
      <w:r>
        <w:tab/>
        <w:t>5.100e0</w:t>
      </w:r>
    </w:p>
    <w:p w:rsidR="00354DF7" w:rsidRDefault="00354DF7" w:rsidP="00354DF7">
      <w:pPr>
        <w:tabs>
          <w:tab w:val="left" w:pos="6195"/>
        </w:tabs>
      </w:pPr>
      <w:r>
        <w:t>243.0505</w:t>
      </w:r>
      <w:r>
        <w:tab/>
        <w:t>5.170e0</w:t>
      </w:r>
    </w:p>
    <w:p w:rsidR="00354DF7" w:rsidRDefault="00354DF7" w:rsidP="00354DF7">
      <w:pPr>
        <w:tabs>
          <w:tab w:val="left" w:pos="6195"/>
        </w:tabs>
      </w:pPr>
      <w:r>
        <w:t>243.0610</w:t>
      </w:r>
      <w:r>
        <w:tab/>
        <w:t>2.475e0</w:t>
      </w:r>
    </w:p>
    <w:p w:rsidR="00354DF7" w:rsidRDefault="00354DF7" w:rsidP="00354DF7">
      <w:pPr>
        <w:tabs>
          <w:tab w:val="left" w:pos="6195"/>
        </w:tabs>
      </w:pPr>
      <w:r>
        <w:t>243.0650</w:t>
      </w:r>
      <w:r>
        <w:tab/>
        <w:t>4.801e0</w:t>
      </w:r>
    </w:p>
    <w:p w:rsidR="00354DF7" w:rsidRDefault="00354DF7" w:rsidP="00354DF7">
      <w:pPr>
        <w:tabs>
          <w:tab w:val="left" w:pos="6195"/>
        </w:tabs>
      </w:pPr>
      <w:r>
        <w:t>243.0719</w:t>
      </w:r>
      <w:r>
        <w:tab/>
        <w:t>5.400e0</w:t>
      </w:r>
    </w:p>
    <w:p w:rsidR="00354DF7" w:rsidRDefault="00354DF7" w:rsidP="00354DF7">
      <w:pPr>
        <w:tabs>
          <w:tab w:val="left" w:pos="6195"/>
        </w:tabs>
      </w:pPr>
      <w:r>
        <w:t>243.0867</w:t>
      </w:r>
      <w:r>
        <w:tab/>
        <w:t>2.096e0</w:t>
      </w:r>
    </w:p>
    <w:p w:rsidR="00354DF7" w:rsidRDefault="00354DF7" w:rsidP="00354DF7">
      <w:pPr>
        <w:tabs>
          <w:tab w:val="left" w:pos="6195"/>
        </w:tabs>
      </w:pPr>
      <w:r>
        <w:t>243.0951</w:t>
      </w:r>
      <w:r>
        <w:tab/>
        <w:t>3.048e0</w:t>
      </w:r>
    </w:p>
    <w:p w:rsidR="00354DF7" w:rsidRDefault="00354DF7" w:rsidP="00354DF7">
      <w:pPr>
        <w:tabs>
          <w:tab w:val="left" w:pos="6195"/>
        </w:tabs>
      </w:pPr>
      <w:r>
        <w:t>243.0991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243.1015</w:t>
      </w:r>
      <w:r>
        <w:tab/>
        <w:t>1.316e0</w:t>
      </w:r>
    </w:p>
    <w:p w:rsidR="00354DF7" w:rsidRDefault="00354DF7" w:rsidP="00354DF7">
      <w:pPr>
        <w:tabs>
          <w:tab w:val="left" w:pos="6195"/>
        </w:tabs>
      </w:pPr>
      <w:r>
        <w:t>243.1107</w:t>
      </w:r>
      <w:r>
        <w:tab/>
        <w:t>4.367e0</w:t>
      </w:r>
    </w:p>
    <w:p w:rsidR="00354DF7" w:rsidRDefault="00354DF7" w:rsidP="00354DF7">
      <w:pPr>
        <w:tabs>
          <w:tab w:val="left" w:pos="6195"/>
        </w:tabs>
      </w:pPr>
      <w:r>
        <w:t>243.1210</w:t>
      </w:r>
      <w:r>
        <w:tab/>
        <w:t>1.667e1</w:t>
      </w:r>
    </w:p>
    <w:p w:rsidR="00354DF7" w:rsidRDefault="00354DF7" w:rsidP="00354DF7">
      <w:pPr>
        <w:tabs>
          <w:tab w:val="left" w:pos="6195"/>
        </w:tabs>
      </w:pPr>
      <w:r>
        <w:t>243.1254</w:t>
      </w:r>
      <w:r>
        <w:tab/>
        <w:t>1.250e0</w:t>
      </w:r>
    </w:p>
    <w:p w:rsidR="00354DF7" w:rsidRDefault="00354DF7" w:rsidP="00354DF7">
      <w:pPr>
        <w:tabs>
          <w:tab w:val="left" w:pos="6195"/>
        </w:tabs>
      </w:pPr>
      <w:r>
        <w:t>243.1301</w:t>
      </w:r>
      <w:r>
        <w:tab/>
        <w:t>1.666e0</w:t>
      </w:r>
    </w:p>
    <w:p w:rsidR="00354DF7" w:rsidRDefault="00354DF7" w:rsidP="00354DF7">
      <w:pPr>
        <w:tabs>
          <w:tab w:val="left" w:pos="6195"/>
        </w:tabs>
      </w:pPr>
      <w:r>
        <w:t>243.1583</w:t>
      </w:r>
      <w:r>
        <w:tab/>
        <w:t>2.332e0</w:t>
      </w:r>
    </w:p>
    <w:p w:rsidR="00354DF7" w:rsidRDefault="00354DF7" w:rsidP="00354DF7">
      <w:pPr>
        <w:tabs>
          <w:tab w:val="left" w:pos="6195"/>
        </w:tabs>
      </w:pPr>
      <w:r>
        <w:t>243.1700</w:t>
      </w:r>
      <w:r>
        <w:tab/>
        <w:t>2.622e0</w:t>
      </w:r>
    </w:p>
    <w:p w:rsidR="00354DF7" w:rsidRDefault="00354DF7" w:rsidP="00354DF7">
      <w:pPr>
        <w:tabs>
          <w:tab w:val="left" w:pos="6195"/>
        </w:tabs>
      </w:pPr>
      <w:r>
        <w:t>243.1728</w:t>
      </w:r>
      <w:r>
        <w:tab/>
        <w:t>5.552e0</w:t>
      </w:r>
    </w:p>
    <w:p w:rsidR="00354DF7" w:rsidRDefault="00354DF7" w:rsidP="00354DF7">
      <w:pPr>
        <w:tabs>
          <w:tab w:val="left" w:pos="6195"/>
        </w:tabs>
      </w:pPr>
      <w:r>
        <w:t>243.1785</w:t>
      </w:r>
      <w:r>
        <w:tab/>
        <w:t>1.156e1</w:t>
      </w:r>
    </w:p>
    <w:p w:rsidR="00354DF7" w:rsidRDefault="00354DF7" w:rsidP="00354DF7">
      <w:pPr>
        <w:tabs>
          <w:tab w:val="left" w:pos="6195"/>
        </w:tabs>
      </w:pPr>
      <w:r>
        <w:t>243.1939</w:t>
      </w:r>
      <w:r>
        <w:tab/>
        <w:t>4.960e0</w:t>
      </w:r>
    </w:p>
    <w:p w:rsidR="00354DF7" w:rsidRDefault="00354DF7" w:rsidP="00354DF7">
      <w:pPr>
        <w:tabs>
          <w:tab w:val="left" w:pos="6195"/>
        </w:tabs>
      </w:pPr>
      <w:r>
        <w:lastRenderedPageBreak/>
        <w:t>243.2000</w:t>
      </w:r>
      <w:r>
        <w:tab/>
        <w:t>5.060e0</w:t>
      </w:r>
    </w:p>
    <w:p w:rsidR="00354DF7" w:rsidRDefault="00354DF7" w:rsidP="00354DF7">
      <w:pPr>
        <w:tabs>
          <w:tab w:val="left" w:pos="6195"/>
        </w:tabs>
      </w:pPr>
      <w:r>
        <w:t>243.2117</w:t>
      </w:r>
      <w:r>
        <w:tab/>
        <w:t>2.702e0</w:t>
      </w:r>
    </w:p>
    <w:p w:rsidR="00354DF7" w:rsidRDefault="00354DF7" w:rsidP="00354DF7">
      <w:pPr>
        <w:tabs>
          <w:tab w:val="left" w:pos="6195"/>
        </w:tabs>
      </w:pPr>
      <w:r>
        <w:t>243.2323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243.2427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243.2473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243.2774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243.2804</w:t>
      </w:r>
      <w:r>
        <w:tab/>
        <w:t>7.699e0</w:t>
      </w:r>
    </w:p>
    <w:p w:rsidR="00354DF7" w:rsidRDefault="00354DF7" w:rsidP="00354DF7">
      <w:pPr>
        <w:tabs>
          <w:tab w:val="left" w:pos="6195"/>
        </w:tabs>
      </w:pPr>
      <w:r>
        <w:t>243.2847</w:t>
      </w:r>
      <w:r>
        <w:tab/>
        <w:t>1.131e1</w:t>
      </w:r>
    </w:p>
    <w:p w:rsidR="00354DF7" w:rsidRDefault="00354DF7" w:rsidP="00354DF7">
      <w:pPr>
        <w:tabs>
          <w:tab w:val="left" w:pos="6195"/>
        </w:tabs>
      </w:pPr>
      <w:r>
        <w:t>243.2905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243.2915</w:t>
      </w:r>
      <w:r>
        <w:tab/>
        <w:t>1.002e1</w:t>
      </w:r>
    </w:p>
    <w:p w:rsidR="00354DF7" w:rsidRDefault="00354DF7" w:rsidP="00354DF7">
      <w:pPr>
        <w:tabs>
          <w:tab w:val="left" w:pos="6195"/>
        </w:tabs>
      </w:pPr>
      <w:r>
        <w:t>243.2949</w:t>
      </w:r>
      <w:r>
        <w:tab/>
        <w:t>9.087e0</w:t>
      </w:r>
    </w:p>
    <w:p w:rsidR="00354DF7" w:rsidRDefault="00354DF7" w:rsidP="00354DF7">
      <w:pPr>
        <w:tabs>
          <w:tab w:val="left" w:pos="6195"/>
        </w:tabs>
      </w:pPr>
      <w:r>
        <w:t>243.3168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243.3234</w:t>
      </w:r>
      <w:r>
        <w:tab/>
        <w:t>4.160e0</w:t>
      </w:r>
    </w:p>
    <w:p w:rsidR="00354DF7" w:rsidRDefault="00354DF7" w:rsidP="00354DF7">
      <w:pPr>
        <w:tabs>
          <w:tab w:val="left" w:pos="6195"/>
        </w:tabs>
      </w:pPr>
      <w:r>
        <w:t>243.3279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243.3335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243.3475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243.3518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243.3529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243.3553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243.3893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243.3971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243.4006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243.4099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243.4372</w:t>
      </w:r>
      <w:r>
        <w:tab/>
        <w:t>2.735e0</w:t>
      </w:r>
    </w:p>
    <w:p w:rsidR="00354DF7" w:rsidRDefault="00354DF7" w:rsidP="00354DF7">
      <w:pPr>
        <w:tabs>
          <w:tab w:val="left" w:pos="6195"/>
        </w:tabs>
      </w:pPr>
      <w:r>
        <w:t>243.4508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243.4521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243.4728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243.4806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243.4883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243.5092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243.5185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243.5230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243.5303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243.5335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243.5579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243.5857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243.5961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243.6137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243.6331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243.6464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243.6555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243.6612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243.6768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243.6791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243.6870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243.7004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243.7091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243.7111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243.7280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243.7370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243.7508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243.7756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243.7807</w:t>
      </w:r>
      <w:r>
        <w:tab/>
        <w:t>2.160e0</w:t>
      </w:r>
    </w:p>
    <w:p w:rsidR="00354DF7" w:rsidRDefault="00354DF7" w:rsidP="00354DF7">
      <w:pPr>
        <w:tabs>
          <w:tab w:val="left" w:pos="6195"/>
        </w:tabs>
      </w:pPr>
      <w:r>
        <w:t>243.7829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243.8006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243.8084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243.8139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243.8202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243.8329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243.8375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243.8386</w:t>
      </w:r>
      <w:r>
        <w:tab/>
        <w:t>5.450e0</w:t>
      </w:r>
    </w:p>
    <w:p w:rsidR="00354DF7" w:rsidRDefault="00354DF7" w:rsidP="00354DF7">
      <w:pPr>
        <w:tabs>
          <w:tab w:val="left" w:pos="6195"/>
        </w:tabs>
      </w:pPr>
      <w:r>
        <w:t>243.8580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243.8721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243.8736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243.8918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243.8957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243.9194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243.9572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243.9758</w:t>
      </w:r>
      <w:r>
        <w:tab/>
        <w:t>4.003e0</w:t>
      </w:r>
    </w:p>
    <w:p w:rsidR="00354DF7" w:rsidRDefault="00354DF7" w:rsidP="00354DF7">
      <w:pPr>
        <w:tabs>
          <w:tab w:val="left" w:pos="6195"/>
        </w:tabs>
      </w:pPr>
      <w:r>
        <w:t>243.9832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243.9898</w:t>
      </w:r>
      <w:r>
        <w:tab/>
        <w:t>5.020e0</w:t>
      </w:r>
    </w:p>
    <w:p w:rsidR="00354DF7" w:rsidRDefault="00354DF7" w:rsidP="00354DF7">
      <w:pPr>
        <w:tabs>
          <w:tab w:val="left" w:pos="6195"/>
        </w:tabs>
      </w:pPr>
      <w:r>
        <w:t>243.9908</w:t>
      </w:r>
      <w:r>
        <w:tab/>
        <w:t>6.992e0</w:t>
      </w:r>
    </w:p>
    <w:p w:rsidR="00354DF7" w:rsidRDefault="00354DF7" w:rsidP="00354DF7">
      <w:pPr>
        <w:tabs>
          <w:tab w:val="left" w:pos="6195"/>
        </w:tabs>
      </w:pPr>
      <w:r>
        <w:t>243.9972</w:t>
      </w:r>
      <w:r>
        <w:tab/>
        <w:t>3.747e0</w:t>
      </w:r>
    </w:p>
    <w:p w:rsidR="00354DF7" w:rsidRDefault="00354DF7" w:rsidP="00354DF7">
      <w:pPr>
        <w:tabs>
          <w:tab w:val="left" w:pos="6195"/>
        </w:tabs>
      </w:pPr>
      <w:r>
        <w:t>244.0111</w:t>
      </w:r>
      <w:r>
        <w:tab/>
        <w:t>6.480e0</w:t>
      </w:r>
    </w:p>
    <w:p w:rsidR="00354DF7" w:rsidRDefault="00354DF7" w:rsidP="00354DF7">
      <w:pPr>
        <w:tabs>
          <w:tab w:val="left" w:pos="6195"/>
        </w:tabs>
      </w:pPr>
      <w:r>
        <w:t>244.0126</w:t>
      </w:r>
      <w:r>
        <w:tab/>
        <w:t>6.485e0</w:t>
      </w:r>
    </w:p>
    <w:p w:rsidR="00354DF7" w:rsidRDefault="00354DF7" w:rsidP="00354DF7">
      <w:pPr>
        <w:tabs>
          <w:tab w:val="left" w:pos="6195"/>
        </w:tabs>
      </w:pPr>
      <w:r>
        <w:t>244.0147</w:t>
      </w:r>
      <w:r>
        <w:tab/>
        <w:t>4.305e0</w:t>
      </w:r>
    </w:p>
    <w:p w:rsidR="00354DF7" w:rsidRDefault="00354DF7" w:rsidP="00354DF7">
      <w:pPr>
        <w:tabs>
          <w:tab w:val="left" w:pos="6195"/>
        </w:tabs>
      </w:pPr>
      <w:r>
        <w:lastRenderedPageBreak/>
        <w:t>244.0176</w:t>
      </w:r>
      <w:r>
        <w:tab/>
        <w:t>5.140e0</w:t>
      </w:r>
    </w:p>
    <w:p w:rsidR="00354DF7" w:rsidRDefault="00354DF7" w:rsidP="00354DF7">
      <w:pPr>
        <w:tabs>
          <w:tab w:val="left" w:pos="6195"/>
        </w:tabs>
      </w:pPr>
      <w:r>
        <w:t>244.0258</w:t>
      </w:r>
      <w:r>
        <w:tab/>
        <w:t>4.980e0</w:t>
      </w:r>
    </w:p>
    <w:p w:rsidR="00354DF7" w:rsidRDefault="00354DF7" w:rsidP="00354DF7">
      <w:pPr>
        <w:tabs>
          <w:tab w:val="left" w:pos="6195"/>
        </w:tabs>
      </w:pPr>
      <w:r>
        <w:t>244.0352</w:t>
      </w:r>
      <w:r>
        <w:tab/>
        <w:t>2.863e0</w:t>
      </w:r>
    </w:p>
    <w:p w:rsidR="00354DF7" w:rsidRDefault="00354DF7" w:rsidP="00354DF7">
      <w:pPr>
        <w:tabs>
          <w:tab w:val="left" w:pos="6195"/>
        </w:tabs>
      </w:pPr>
      <w:r>
        <w:t>244.0565</w:t>
      </w:r>
      <w:r>
        <w:tab/>
        <w:t>1.949e0</w:t>
      </w:r>
    </w:p>
    <w:p w:rsidR="00354DF7" w:rsidRDefault="00354DF7" w:rsidP="00354DF7">
      <w:pPr>
        <w:tabs>
          <w:tab w:val="left" w:pos="6195"/>
        </w:tabs>
      </w:pPr>
      <w:r>
        <w:t>244.0670</w:t>
      </w:r>
      <w:r>
        <w:tab/>
        <w:t>7.600e0</w:t>
      </w:r>
    </w:p>
    <w:p w:rsidR="00354DF7" w:rsidRDefault="00354DF7" w:rsidP="00354DF7">
      <w:pPr>
        <w:tabs>
          <w:tab w:val="left" w:pos="6195"/>
        </w:tabs>
      </w:pPr>
      <w:r>
        <w:t>244.0688</w:t>
      </w:r>
      <w:r>
        <w:tab/>
        <w:t>4.575e0</w:t>
      </w:r>
    </w:p>
    <w:p w:rsidR="00354DF7" w:rsidRDefault="00354DF7" w:rsidP="00354DF7">
      <w:pPr>
        <w:tabs>
          <w:tab w:val="left" w:pos="6195"/>
        </w:tabs>
      </w:pPr>
      <w:r>
        <w:t>244.0720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244.0750</w:t>
      </w:r>
      <w:r>
        <w:tab/>
        <w:t>4.281e0</w:t>
      </w:r>
    </w:p>
    <w:p w:rsidR="00354DF7" w:rsidRDefault="00354DF7" w:rsidP="00354DF7">
      <w:pPr>
        <w:tabs>
          <w:tab w:val="left" w:pos="6195"/>
        </w:tabs>
      </w:pPr>
      <w:r>
        <w:t>244.0774</w:t>
      </w:r>
      <w:r>
        <w:tab/>
        <w:t>3.385e0</w:t>
      </w:r>
    </w:p>
    <w:p w:rsidR="00354DF7" w:rsidRDefault="00354DF7" w:rsidP="00354DF7">
      <w:pPr>
        <w:tabs>
          <w:tab w:val="left" w:pos="6195"/>
        </w:tabs>
      </w:pPr>
      <w:r>
        <w:t>244.0950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244.1024</w:t>
      </w:r>
      <w:r>
        <w:tab/>
        <w:t>1.577e0</w:t>
      </w:r>
    </w:p>
    <w:p w:rsidR="00354DF7" w:rsidRDefault="00354DF7" w:rsidP="00354DF7">
      <w:pPr>
        <w:tabs>
          <w:tab w:val="left" w:pos="6195"/>
        </w:tabs>
      </w:pPr>
      <w:r>
        <w:t>244.1122</w:t>
      </w:r>
      <w:r>
        <w:tab/>
        <w:t>3.929e0</w:t>
      </w:r>
    </w:p>
    <w:p w:rsidR="00354DF7" w:rsidRDefault="00354DF7" w:rsidP="00354DF7">
      <w:pPr>
        <w:tabs>
          <w:tab w:val="left" w:pos="6195"/>
        </w:tabs>
      </w:pPr>
      <w:r>
        <w:t>244.1193</w:t>
      </w:r>
      <w:r>
        <w:tab/>
        <w:t>3.728e0</w:t>
      </w:r>
    </w:p>
    <w:p w:rsidR="00354DF7" w:rsidRDefault="00354DF7" w:rsidP="00354DF7">
      <w:pPr>
        <w:tabs>
          <w:tab w:val="left" w:pos="6195"/>
        </w:tabs>
      </w:pPr>
      <w:r>
        <w:t>244.1453</w:t>
      </w:r>
      <w:r>
        <w:tab/>
        <w:t>1.715e0</w:t>
      </w:r>
    </w:p>
    <w:p w:rsidR="00354DF7" w:rsidRDefault="00354DF7" w:rsidP="00354DF7">
      <w:pPr>
        <w:tabs>
          <w:tab w:val="left" w:pos="6195"/>
        </w:tabs>
      </w:pPr>
      <w:r>
        <w:t>244.1490</w:t>
      </w:r>
      <w:r>
        <w:tab/>
        <w:t>1.030e0</w:t>
      </w:r>
    </w:p>
    <w:p w:rsidR="00354DF7" w:rsidRDefault="00354DF7" w:rsidP="00354DF7">
      <w:pPr>
        <w:tabs>
          <w:tab w:val="left" w:pos="6195"/>
        </w:tabs>
      </w:pPr>
      <w:r>
        <w:t>244.1605</w:t>
      </w:r>
      <w:r>
        <w:tab/>
        <w:t>2.284e0</w:t>
      </w:r>
    </w:p>
    <w:p w:rsidR="00354DF7" w:rsidRDefault="00354DF7" w:rsidP="00354DF7">
      <w:pPr>
        <w:tabs>
          <w:tab w:val="left" w:pos="6195"/>
        </w:tabs>
      </w:pPr>
      <w:r>
        <w:t>244.1789</w:t>
      </w:r>
      <w:r>
        <w:tab/>
        <w:t>2.317e1</w:t>
      </w:r>
    </w:p>
    <w:p w:rsidR="00354DF7" w:rsidRDefault="00354DF7" w:rsidP="00354DF7">
      <w:pPr>
        <w:tabs>
          <w:tab w:val="left" w:pos="6195"/>
        </w:tabs>
      </w:pPr>
      <w:r>
        <w:t>244.1861</w:t>
      </w:r>
      <w:r>
        <w:tab/>
        <w:t>1.165e1</w:t>
      </w:r>
    </w:p>
    <w:p w:rsidR="00354DF7" w:rsidRDefault="00354DF7" w:rsidP="00354DF7">
      <w:pPr>
        <w:tabs>
          <w:tab w:val="left" w:pos="6195"/>
        </w:tabs>
      </w:pPr>
      <w:r>
        <w:t>244.1902</w:t>
      </w:r>
      <w:r>
        <w:tab/>
        <w:t>3.660e0</w:t>
      </w:r>
    </w:p>
    <w:p w:rsidR="00354DF7" w:rsidRDefault="00354DF7" w:rsidP="00354DF7">
      <w:pPr>
        <w:tabs>
          <w:tab w:val="left" w:pos="6195"/>
        </w:tabs>
      </w:pPr>
      <w:r>
        <w:lastRenderedPageBreak/>
        <w:t>244.2096</w:t>
      </w:r>
      <w:r>
        <w:tab/>
        <w:t>1.633e0</w:t>
      </w:r>
    </w:p>
    <w:p w:rsidR="00354DF7" w:rsidRDefault="00354DF7" w:rsidP="00354DF7">
      <w:pPr>
        <w:tabs>
          <w:tab w:val="left" w:pos="6195"/>
        </w:tabs>
      </w:pPr>
      <w:r>
        <w:t>244.2160</w:t>
      </w:r>
      <w:r>
        <w:tab/>
        <w:t>6.800e0</w:t>
      </w:r>
    </w:p>
    <w:p w:rsidR="00354DF7" w:rsidRDefault="00354DF7" w:rsidP="00354DF7">
      <w:pPr>
        <w:tabs>
          <w:tab w:val="left" w:pos="6195"/>
        </w:tabs>
      </w:pPr>
      <w:r>
        <w:t>244.2238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244.2343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244.2376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244.2489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244.2521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244.2631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244.2755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244.2814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244.2850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244.2977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244.3150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244.3232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244.3350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244.3650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244.3689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244.3725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244.3768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244.3797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244.3842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244.3889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244.4107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244.4143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244.4186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244.4230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244.4350</w:t>
      </w:r>
      <w:r>
        <w:tab/>
        <w:t>3.221e0</w:t>
      </w:r>
    </w:p>
    <w:p w:rsidR="00354DF7" w:rsidRDefault="00354DF7" w:rsidP="00354DF7">
      <w:pPr>
        <w:tabs>
          <w:tab w:val="left" w:pos="6195"/>
        </w:tabs>
      </w:pPr>
      <w:r>
        <w:t>244.4565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244.4758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244.4770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244.4871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244.4893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244.5159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244.5230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244.5304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244.5519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244.5569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244.5636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244.5876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244.5938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244.6095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244.6131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244.6217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244.6308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244.6333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244.6368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244.6510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244.6716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244.6779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244.6810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244.6890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244.6971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244.7107</w:t>
      </w:r>
      <w:r>
        <w:tab/>
        <w:t>1.431e0</w:t>
      </w:r>
    </w:p>
    <w:p w:rsidR="00354DF7" w:rsidRDefault="00354DF7" w:rsidP="00354DF7">
      <w:pPr>
        <w:tabs>
          <w:tab w:val="left" w:pos="6195"/>
        </w:tabs>
      </w:pPr>
      <w:r>
        <w:t>244.7199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244.7267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244.7504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244.7678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244.7808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244.7926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244.7962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244.8135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244.8220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244.8383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244.8551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244.8613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244.8624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244.8680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244.8920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244.9049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244.9176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244.9299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244.9344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244.9446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244.9706</w:t>
      </w:r>
      <w:r>
        <w:tab/>
        <w:t>2.728e0</w:t>
      </w:r>
    </w:p>
    <w:p w:rsidR="00354DF7" w:rsidRDefault="00354DF7" w:rsidP="00354DF7">
      <w:pPr>
        <w:tabs>
          <w:tab w:val="left" w:pos="6195"/>
        </w:tabs>
      </w:pPr>
      <w:r>
        <w:t>244.9743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244.9755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244.9796</w:t>
      </w:r>
      <w:r>
        <w:tab/>
        <w:t>2.568e0</w:t>
      </w:r>
    </w:p>
    <w:p w:rsidR="00354DF7" w:rsidRDefault="00354DF7" w:rsidP="00354DF7">
      <w:pPr>
        <w:tabs>
          <w:tab w:val="left" w:pos="6195"/>
        </w:tabs>
      </w:pPr>
      <w:r>
        <w:t>244.9833</w:t>
      </w:r>
      <w:r>
        <w:tab/>
        <w:t>2.708e0</w:t>
      </w:r>
    </w:p>
    <w:p w:rsidR="00354DF7" w:rsidRDefault="00354DF7" w:rsidP="00354DF7">
      <w:pPr>
        <w:tabs>
          <w:tab w:val="left" w:pos="6195"/>
        </w:tabs>
      </w:pPr>
      <w:r>
        <w:t>245.0034</w:t>
      </w:r>
      <w:r>
        <w:tab/>
        <w:t>4.562e0</w:t>
      </w:r>
    </w:p>
    <w:p w:rsidR="00354DF7" w:rsidRDefault="00354DF7" w:rsidP="00354DF7">
      <w:pPr>
        <w:tabs>
          <w:tab w:val="left" w:pos="6195"/>
        </w:tabs>
      </w:pPr>
      <w:r>
        <w:t>245.0148</w:t>
      </w:r>
      <w:r>
        <w:tab/>
        <w:t>3.544e0</w:t>
      </w:r>
    </w:p>
    <w:p w:rsidR="00354DF7" w:rsidRDefault="00354DF7" w:rsidP="00354DF7">
      <w:pPr>
        <w:tabs>
          <w:tab w:val="left" w:pos="6195"/>
        </w:tabs>
      </w:pPr>
      <w:r>
        <w:t>245.0252</w:t>
      </w:r>
      <w:r>
        <w:tab/>
        <w:t>3.054e0</w:t>
      </w:r>
    </w:p>
    <w:p w:rsidR="00354DF7" w:rsidRDefault="00354DF7" w:rsidP="00354DF7">
      <w:pPr>
        <w:tabs>
          <w:tab w:val="left" w:pos="6195"/>
        </w:tabs>
      </w:pPr>
      <w:r>
        <w:t>245.0269</w:t>
      </w:r>
      <w:r>
        <w:tab/>
        <w:t>2.651e0</w:t>
      </w:r>
    </w:p>
    <w:p w:rsidR="00354DF7" w:rsidRDefault="00354DF7" w:rsidP="00354DF7">
      <w:pPr>
        <w:tabs>
          <w:tab w:val="left" w:pos="6195"/>
        </w:tabs>
      </w:pPr>
      <w:r>
        <w:t>245.0283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245.0307</w:t>
      </w:r>
      <w:r>
        <w:tab/>
        <w:t>4.567e0</w:t>
      </w:r>
    </w:p>
    <w:p w:rsidR="00354DF7" w:rsidRDefault="00354DF7" w:rsidP="00354DF7">
      <w:pPr>
        <w:tabs>
          <w:tab w:val="left" w:pos="6195"/>
        </w:tabs>
      </w:pPr>
      <w:r>
        <w:t>245.0599</w:t>
      </w:r>
      <w:r>
        <w:tab/>
        <w:t>2.010e0</w:t>
      </w:r>
    </w:p>
    <w:p w:rsidR="00354DF7" w:rsidRDefault="00354DF7" w:rsidP="00354DF7">
      <w:pPr>
        <w:tabs>
          <w:tab w:val="left" w:pos="6195"/>
        </w:tabs>
      </w:pPr>
      <w:r>
        <w:t>245.0614</w:t>
      </w:r>
      <w:r>
        <w:tab/>
        <w:t>1.784e0</w:t>
      </w:r>
    </w:p>
    <w:p w:rsidR="00354DF7" w:rsidRDefault="00354DF7" w:rsidP="00354DF7">
      <w:pPr>
        <w:tabs>
          <w:tab w:val="left" w:pos="6195"/>
        </w:tabs>
      </w:pPr>
      <w:r>
        <w:t>245.0645</w:t>
      </w:r>
      <w:r>
        <w:tab/>
        <w:t>1.322e0</w:t>
      </w:r>
    </w:p>
    <w:p w:rsidR="00354DF7" w:rsidRDefault="00354DF7" w:rsidP="00354DF7">
      <w:pPr>
        <w:tabs>
          <w:tab w:val="left" w:pos="6195"/>
        </w:tabs>
      </w:pPr>
      <w:r>
        <w:t>245.0897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245.0933</w:t>
      </w:r>
      <w:r>
        <w:tab/>
        <w:t>2.057e0</w:t>
      </w:r>
    </w:p>
    <w:p w:rsidR="00354DF7" w:rsidRDefault="00354DF7" w:rsidP="00354DF7">
      <w:pPr>
        <w:tabs>
          <w:tab w:val="left" w:pos="6195"/>
        </w:tabs>
      </w:pPr>
      <w:r>
        <w:t>245.0970</w:t>
      </w:r>
      <w:r>
        <w:tab/>
        <w:t>3.427e0</w:t>
      </w:r>
    </w:p>
    <w:p w:rsidR="00354DF7" w:rsidRDefault="00354DF7" w:rsidP="00354DF7">
      <w:pPr>
        <w:tabs>
          <w:tab w:val="left" w:pos="6195"/>
        </w:tabs>
      </w:pPr>
      <w:r>
        <w:t>245.1019</w:t>
      </w:r>
      <w:r>
        <w:tab/>
        <w:t>7.909e0</w:t>
      </w:r>
    </w:p>
    <w:p w:rsidR="00354DF7" w:rsidRDefault="00354DF7" w:rsidP="00354DF7">
      <w:pPr>
        <w:tabs>
          <w:tab w:val="left" w:pos="6195"/>
        </w:tabs>
      </w:pPr>
      <w:r>
        <w:t>245.1035</w:t>
      </w:r>
      <w:r>
        <w:tab/>
        <w:t>1.000e1</w:t>
      </w:r>
    </w:p>
    <w:p w:rsidR="00354DF7" w:rsidRDefault="00354DF7" w:rsidP="00354DF7">
      <w:pPr>
        <w:tabs>
          <w:tab w:val="left" w:pos="6195"/>
        </w:tabs>
      </w:pPr>
      <w:r>
        <w:t>245.1076</w:t>
      </w:r>
      <w:r>
        <w:tab/>
        <w:t>6.601e0</w:t>
      </w:r>
    </w:p>
    <w:p w:rsidR="00354DF7" w:rsidRDefault="00354DF7" w:rsidP="00354DF7">
      <w:pPr>
        <w:tabs>
          <w:tab w:val="left" w:pos="6195"/>
        </w:tabs>
      </w:pPr>
      <w:r>
        <w:t>245.1121</w:t>
      </w:r>
      <w:r>
        <w:tab/>
        <w:t>3.761e0</w:t>
      </w:r>
    </w:p>
    <w:p w:rsidR="00354DF7" w:rsidRDefault="00354DF7" w:rsidP="00354DF7">
      <w:pPr>
        <w:tabs>
          <w:tab w:val="left" w:pos="6195"/>
        </w:tabs>
      </w:pPr>
      <w:r>
        <w:t>245.1278</w:t>
      </w:r>
      <w:r>
        <w:tab/>
        <w:t>1.856e0</w:t>
      </w:r>
    </w:p>
    <w:p w:rsidR="00354DF7" w:rsidRDefault="00354DF7" w:rsidP="00354DF7">
      <w:pPr>
        <w:tabs>
          <w:tab w:val="left" w:pos="6195"/>
        </w:tabs>
      </w:pPr>
      <w:r>
        <w:lastRenderedPageBreak/>
        <w:t>245.1399</w:t>
      </w:r>
      <w:r>
        <w:tab/>
        <w:t>4.236e0</w:t>
      </w:r>
    </w:p>
    <w:p w:rsidR="00354DF7" w:rsidRDefault="00354DF7" w:rsidP="00354DF7">
      <w:pPr>
        <w:tabs>
          <w:tab w:val="left" w:pos="6195"/>
        </w:tabs>
      </w:pPr>
      <w:r>
        <w:t>245.1460</w:t>
      </w:r>
      <w:r>
        <w:tab/>
        <w:t>4.428e0</w:t>
      </w:r>
    </w:p>
    <w:p w:rsidR="00354DF7" w:rsidRDefault="00354DF7" w:rsidP="00354DF7">
      <w:pPr>
        <w:tabs>
          <w:tab w:val="left" w:pos="6195"/>
        </w:tabs>
      </w:pPr>
      <w:r>
        <w:t>245.1609</w:t>
      </w:r>
      <w:r>
        <w:tab/>
        <w:t>7.190e0</w:t>
      </w:r>
    </w:p>
    <w:p w:rsidR="00354DF7" w:rsidRDefault="00354DF7" w:rsidP="00354DF7">
      <w:pPr>
        <w:tabs>
          <w:tab w:val="left" w:pos="6195"/>
        </w:tabs>
      </w:pPr>
      <w:r>
        <w:t>245.1651</w:t>
      </w:r>
      <w:r>
        <w:tab/>
        <w:t>3.412e0</w:t>
      </w:r>
    </w:p>
    <w:p w:rsidR="00354DF7" w:rsidRDefault="00354DF7" w:rsidP="00354DF7">
      <w:pPr>
        <w:tabs>
          <w:tab w:val="left" w:pos="6195"/>
        </w:tabs>
      </w:pPr>
      <w:r>
        <w:t>245.1669</w:t>
      </w:r>
      <w:r>
        <w:tab/>
        <w:t>3.544e0</w:t>
      </w:r>
    </w:p>
    <w:p w:rsidR="00354DF7" w:rsidRDefault="00354DF7" w:rsidP="00354DF7">
      <w:pPr>
        <w:tabs>
          <w:tab w:val="left" w:pos="6195"/>
        </w:tabs>
      </w:pPr>
      <w:r>
        <w:t>245.1850</w:t>
      </w:r>
      <w:r>
        <w:tab/>
        <w:t>1.031e1</w:t>
      </w:r>
    </w:p>
    <w:p w:rsidR="00354DF7" w:rsidRDefault="00354DF7" w:rsidP="00354DF7">
      <w:pPr>
        <w:tabs>
          <w:tab w:val="left" w:pos="6195"/>
        </w:tabs>
      </w:pPr>
      <w:r>
        <w:t>245.1954</w:t>
      </w:r>
      <w:r>
        <w:tab/>
        <w:t>3.051e0</w:t>
      </w:r>
    </w:p>
    <w:p w:rsidR="00354DF7" w:rsidRDefault="00354DF7" w:rsidP="00354DF7">
      <w:pPr>
        <w:tabs>
          <w:tab w:val="left" w:pos="6195"/>
        </w:tabs>
      </w:pPr>
      <w:r>
        <w:t>245.1996</w:t>
      </w:r>
      <w:r>
        <w:tab/>
        <w:t>3.203e0</w:t>
      </w:r>
    </w:p>
    <w:p w:rsidR="00354DF7" w:rsidRDefault="00354DF7" w:rsidP="00354DF7">
      <w:pPr>
        <w:tabs>
          <w:tab w:val="left" w:pos="6195"/>
        </w:tabs>
      </w:pPr>
      <w:r>
        <w:t>245.2155</w:t>
      </w:r>
      <w:r>
        <w:tab/>
        <w:t>3.556e0</w:t>
      </w:r>
    </w:p>
    <w:p w:rsidR="00354DF7" w:rsidRDefault="00354DF7" w:rsidP="00354DF7">
      <w:pPr>
        <w:tabs>
          <w:tab w:val="left" w:pos="6195"/>
        </w:tabs>
      </w:pPr>
      <w:r>
        <w:t>245.2177</w:t>
      </w:r>
      <w:r>
        <w:tab/>
        <w:t>2.319e0</w:t>
      </w:r>
    </w:p>
    <w:p w:rsidR="00354DF7" w:rsidRDefault="00354DF7" w:rsidP="00354DF7">
      <w:pPr>
        <w:tabs>
          <w:tab w:val="left" w:pos="6195"/>
        </w:tabs>
      </w:pPr>
      <w:r>
        <w:t>245.2200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245.2333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245.2377</w:t>
      </w:r>
      <w:r>
        <w:tab/>
        <w:t>4.186e0</w:t>
      </w:r>
    </w:p>
    <w:p w:rsidR="00354DF7" w:rsidRDefault="00354DF7" w:rsidP="00354DF7">
      <w:pPr>
        <w:tabs>
          <w:tab w:val="left" w:pos="6195"/>
        </w:tabs>
      </w:pPr>
      <w:r>
        <w:t>245.2503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245.2648</w:t>
      </w:r>
      <w:r>
        <w:tab/>
        <w:t>2.085e0</w:t>
      </w:r>
    </w:p>
    <w:p w:rsidR="00354DF7" w:rsidRDefault="00354DF7" w:rsidP="00354DF7">
      <w:pPr>
        <w:tabs>
          <w:tab w:val="left" w:pos="6195"/>
        </w:tabs>
      </w:pPr>
      <w:r>
        <w:t>245.2731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245.2810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245.2922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245.3013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245.3176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245.3235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245.3534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245.3605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245.3668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245.3764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245.3838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245.3858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245.4034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245.4080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245.4092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245.4205</w:t>
      </w:r>
      <w:r>
        <w:tab/>
        <w:t>3.193e0</w:t>
      </w:r>
    </w:p>
    <w:p w:rsidR="00354DF7" w:rsidRDefault="00354DF7" w:rsidP="00354DF7">
      <w:pPr>
        <w:tabs>
          <w:tab w:val="left" w:pos="6195"/>
        </w:tabs>
      </w:pPr>
      <w:r>
        <w:t>245.4296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245.4324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245.4475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245.4494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245.4584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245.4675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245.4810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245.4829</w:t>
      </w:r>
      <w:r>
        <w:tab/>
        <w:t>1.678e0</w:t>
      </w:r>
    </w:p>
    <w:p w:rsidR="00354DF7" w:rsidRDefault="00354DF7" w:rsidP="00354DF7">
      <w:pPr>
        <w:tabs>
          <w:tab w:val="left" w:pos="6195"/>
        </w:tabs>
      </w:pPr>
      <w:r>
        <w:t>245.4854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245.4930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245.5271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245.5406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245.5451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245.5546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245.5667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245.5789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245.5828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245.5897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245.5928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245.6000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245.6090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245.6168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245.6208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245.6321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245.6367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245.6416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245.6435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245.6525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245.6543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245.6666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245.6741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245.6917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245.6966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245.7045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245.7162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245.7271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245.7379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245.7398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245.7424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245.7499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245.7542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245.7699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245.7837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245.7890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245.7922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245.8158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245.8277</w:t>
      </w:r>
      <w:r>
        <w:tab/>
        <w:t>2.379e0</w:t>
      </w:r>
    </w:p>
    <w:p w:rsidR="00354DF7" w:rsidRDefault="00354DF7" w:rsidP="00354DF7">
      <w:pPr>
        <w:tabs>
          <w:tab w:val="left" w:pos="6195"/>
        </w:tabs>
      </w:pPr>
      <w:r>
        <w:t>245.8338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245.8381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245.8419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245.8575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245.8659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245.8754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245.8994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245.9167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245.9184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245.9332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245.9427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245.9454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245.9937</w:t>
      </w:r>
      <w:r>
        <w:tab/>
        <w:t>1.315e2</w:t>
      </w:r>
    </w:p>
    <w:p w:rsidR="00354DF7" w:rsidRDefault="00354DF7" w:rsidP="00354DF7">
      <w:pPr>
        <w:tabs>
          <w:tab w:val="left" w:pos="6195"/>
        </w:tabs>
      </w:pPr>
      <w:r>
        <w:t>245.9948</w:t>
      </w:r>
      <w:r>
        <w:tab/>
        <w:t>5.786e1</w:t>
      </w:r>
    </w:p>
    <w:p w:rsidR="00354DF7" w:rsidRDefault="00354DF7" w:rsidP="00354DF7">
      <w:pPr>
        <w:tabs>
          <w:tab w:val="left" w:pos="6195"/>
        </w:tabs>
      </w:pPr>
      <w:r>
        <w:t>245.9961</w:t>
      </w:r>
      <w:r>
        <w:tab/>
        <w:t>1.298e2</w:t>
      </w:r>
    </w:p>
    <w:p w:rsidR="00354DF7" w:rsidRDefault="00354DF7" w:rsidP="00354DF7">
      <w:pPr>
        <w:tabs>
          <w:tab w:val="left" w:pos="6195"/>
        </w:tabs>
      </w:pPr>
      <w:r>
        <w:t>245.9985</w:t>
      </w:r>
      <w:r>
        <w:tab/>
        <w:t>5.331e1</w:t>
      </w:r>
    </w:p>
    <w:p w:rsidR="00354DF7" w:rsidRDefault="00354DF7" w:rsidP="00354DF7">
      <w:pPr>
        <w:tabs>
          <w:tab w:val="left" w:pos="6195"/>
        </w:tabs>
      </w:pPr>
      <w:r>
        <w:t>246.0332</w:t>
      </w:r>
      <w:r>
        <w:tab/>
        <w:t>2.796e0</w:t>
      </w:r>
    </w:p>
    <w:p w:rsidR="00354DF7" w:rsidRDefault="00354DF7" w:rsidP="00354DF7">
      <w:pPr>
        <w:tabs>
          <w:tab w:val="left" w:pos="6195"/>
        </w:tabs>
      </w:pPr>
      <w:r>
        <w:lastRenderedPageBreak/>
        <w:t>246.0506</w:t>
      </w:r>
      <w:r>
        <w:tab/>
        <w:t>4.021e0</w:t>
      </w:r>
    </w:p>
    <w:p w:rsidR="00354DF7" w:rsidRDefault="00354DF7" w:rsidP="00354DF7">
      <w:pPr>
        <w:tabs>
          <w:tab w:val="left" w:pos="6195"/>
        </w:tabs>
      </w:pPr>
      <w:r>
        <w:t>246.0580</w:t>
      </w:r>
      <w:r>
        <w:tab/>
        <w:t>2.254e0</w:t>
      </w:r>
    </w:p>
    <w:p w:rsidR="00354DF7" w:rsidRDefault="00354DF7" w:rsidP="00354DF7">
      <w:pPr>
        <w:tabs>
          <w:tab w:val="left" w:pos="6195"/>
        </w:tabs>
      </w:pPr>
      <w:r>
        <w:t>246.0729</w:t>
      </w:r>
      <w:r>
        <w:tab/>
        <w:t>1.728e0</w:t>
      </w:r>
    </w:p>
    <w:p w:rsidR="00354DF7" w:rsidRDefault="00354DF7" w:rsidP="00354DF7">
      <w:pPr>
        <w:tabs>
          <w:tab w:val="left" w:pos="6195"/>
        </w:tabs>
      </w:pPr>
      <w:r>
        <w:t>246.0759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246.0855</w:t>
      </w:r>
      <w:r>
        <w:tab/>
        <w:t>4.765e0</w:t>
      </w:r>
    </w:p>
    <w:p w:rsidR="00354DF7" w:rsidRDefault="00354DF7" w:rsidP="00354DF7">
      <w:pPr>
        <w:tabs>
          <w:tab w:val="left" w:pos="6195"/>
        </w:tabs>
      </w:pPr>
      <w:r>
        <w:t>246.0872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246.0931</w:t>
      </w:r>
      <w:r>
        <w:tab/>
        <w:t>3.019e0</w:t>
      </w:r>
    </w:p>
    <w:p w:rsidR="00354DF7" w:rsidRDefault="00354DF7" w:rsidP="00354DF7">
      <w:pPr>
        <w:tabs>
          <w:tab w:val="left" w:pos="6195"/>
        </w:tabs>
      </w:pPr>
      <w:r>
        <w:t>246.0966</w:t>
      </w:r>
      <w:r>
        <w:tab/>
        <w:t>3.180e0</w:t>
      </w:r>
    </w:p>
    <w:p w:rsidR="00354DF7" w:rsidRDefault="00354DF7" w:rsidP="00354DF7">
      <w:pPr>
        <w:tabs>
          <w:tab w:val="left" w:pos="6195"/>
        </w:tabs>
      </w:pPr>
      <w:r>
        <w:t>246.1077</w:t>
      </w:r>
      <w:r>
        <w:tab/>
        <w:t>1.267e0</w:t>
      </w:r>
    </w:p>
    <w:p w:rsidR="00354DF7" w:rsidRDefault="00354DF7" w:rsidP="00354DF7">
      <w:pPr>
        <w:tabs>
          <w:tab w:val="left" w:pos="6195"/>
        </w:tabs>
      </w:pPr>
      <w:r>
        <w:t>246.1174</w:t>
      </w:r>
      <w:r>
        <w:tab/>
        <w:t>2.063e0</w:t>
      </w:r>
    </w:p>
    <w:p w:rsidR="00354DF7" w:rsidRDefault="00354DF7" w:rsidP="00354DF7">
      <w:pPr>
        <w:tabs>
          <w:tab w:val="left" w:pos="6195"/>
        </w:tabs>
      </w:pPr>
      <w:r>
        <w:t>246.1284</w:t>
      </w:r>
      <w:r>
        <w:tab/>
        <w:t>7.017e0</w:t>
      </w:r>
    </w:p>
    <w:p w:rsidR="00354DF7" w:rsidRDefault="00354DF7" w:rsidP="00354DF7">
      <w:pPr>
        <w:tabs>
          <w:tab w:val="left" w:pos="6195"/>
        </w:tabs>
      </w:pPr>
      <w:r>
        <w:t>246.1336</w:t>
      </w:r>
      <w:r>
        <w:tab/>
        <w:t>3.917e0</w:t>
      </w:r>
    </w:p>
    <w:p w:rsidR="00354DF7" w:rsidRDefault="00354DF7" w:rsidP="00354DF7">
      <w:pPr>
        <w:tabs>
          <w:tab w:val="left" w:pos="6195"/>
        </w:tabs>
      </w:pPr>
      <w:r>
        <w:t>246.1370</w:t>
      </w:r>
      <w:r>
        <w:tab/>
        <w:t>7.843e0</w:t>
      </w:r>
    </w:p>
    <w:p w:rsidR="00354DF7" w:rsidRDefault="00354DF7" w:rsidP="00354DF7">
      <w:pPr>
        <w:tabs>
          <w:tab w:val="left" w:pos="6195"/>
        </w:tabs>
      </w:pPr>
      <w:r>
        <w:t>246.1594</w:t>
      </w:r>
      <w:r>
        <w:tab/>
        <w:t>5.669e0</w:t>
      </w:r>
    </w:p>
    <w:p w:rsidR="00354DF7" w:rsidRDefault="00354DF7" w:rsidP="00354DF7">
      <w:pPr>
        <w:tabs>
          <w:tab w:val="left" w:pos="6195"/>
        </w:tabs>
      </w:pPr>
      <w:r>
        <w:t>246.1631</w:t>
      </w:r>
      <w:r>
        <w:tab/>
        <w:t>3.666e0</w:t>
      </w:r>
    </w:p>
    <w:p w:rsidR="00354DF7" w:rsidRDefault="00354DF7" w:rsidP="00354DF7">
      <w:pPr>
        <w:tabs>
          <w:tab w:val="left" w:pos="6195"/>
        </w:tabs>
      </w:pPr>
      <w:r>
        <w:t>246.1745</w:t>
      </w:r>
      <w:r>
        <w:tab/>
        <w:t>7.458e0</w:t>
      </w:r>
    </w:p>
    <w:p w:rsidR="00354DF7" w:rsidRDefault="00354DF7" w:rsidP="00354DF7">
      <w:pPr>
        <w:tabs>
          <w:tab w:val="left" w:pos="6195"/>
        </w:tabs>
      </w:pPr>
      <w:r>
        <w:t>246.1758</w:t>
      </w:r>
      <w:r>
        <w:tab/>
        <w:t>2.815e0</w:t>
      </w:r>
    </w:p>
    <w:p w:rsidR="00354DF7" w:rsidRDefault="00354DF7" w:rsidP="00354DF7">
      <w:pPr>
        <w:tabs>
          <w:tab w:val="left" w:pos="6195"/>
        </w:tabs>
      </w:pPr>
      <w:r>
        <w:t>246.1815</w:t>
      </w:r>
      <w:r>
        <w:tab/>
        <w:t>4.734e0</w:t>
      </w:r>
    </w:p>
    <w:p w:rsidR="00354DF7" w:rsidRDefault="00354DF7" w:rsidP="00354DF7">
      <w:pPr>
        <w:tabs>
          <w:tab w:val="left" w:pos="6195"/>
        </w:tabs>
      </w:pPr>
      <w:r>
        <w:t>246.2007</w:t>
      </w:r>
      <w:r>
        <w:tab/>
        <w:t>3.671e0</w:t>
      </w:r>
    </w:p>
    <w:p w:rsidR="00354DF7" w:rsidRDefault="00354DF7" w:rsidP="00354DF7">
      <w:pPr>
        <w:tabs>
          <w:tab w:val="left" w:pos="6195"/>
        </w:tabs>
      </w:pPr>
      <w:r>
        <w:lastRenderedPageBreak/>
        <w:t>246.2085</w:t>
      </w:r>
      <w:r>
        <w:tab/>
        <w:t>6.181e0</w:t>
      </w:r>
    </w:p>
    <w:p w:rsidR="00354DF7" w:rsidRDefault="00354DF7" w:rsidP="00354DF7">
      <w:pPr>
        <w:tabs>
          <w:tab w:val="left" w:pos="6195"/>
        </w:tabs>
      </w:pPr>
      <w:r>
        <w:t>246.2106</w:t>
      </w:r>
      <w:r>
        <w:tab/>
        <w:t>2.645e0</w:t>
      </w:r>
    </w:p>
    <w:p w:rsidR="00354DF7" w:rsidRDefault="00354DF7" w:rsidP="00354DF7">
      <w:pPr>
        <w:tabs>
          <w:tab w:val="left" w:pos="6195"/>
        </w:tabs>
      </w:pPr>
      <w:r>
        <w:t>246.2166</w:t>
      </w:r>
      <w:r>
        <w:tab/>
        <w:t>4.812e0</w:t>
      </w:r>
    </w:p>
    <w:p w:rsidR="00354DF7" w:rsidRDefault="00354DF7" w:rsidP="00354DF7">
      <w:pPr>
        <w:tabs>
          <w:tab w:val="left" w:pos="6195"/>
        </w:tabs>
      </w:pPr>
      <w:r>
        <w:t>246.2240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246.2443</w:t>
      </w:r>
      <w:r>
        <w:tab/>
        <w:t>5.155e0</w:t>
      </w:r>
    </w:p>
    <w:p w:rsidR="00354DF7" w:rsidRDefault="00354DF7" w:rsidP="00354DF7">
      <w:pPr>
        <w:tabs>
          <w:tab w:val="left" w:pos="6195"/>
        </w:tabs>
      </w:pPr>
      <w:r>
        <w:t>246.2461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246.2472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246.2621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246.2743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246.2792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246.3000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246.3080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246.3204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246.3244</w:t>
      </w:r>
      <w:r>
        <w:tab/>
        <w:t>3.414e0</w:t>
      </w:r>
    </w:p>
    <w:p w:rsidR="00354DF7" w:rsidRDefault="00354DF7" w:rsidP="00354DF7">
      <w:pPr>
        <w:tabs>
          <w:tab w:val="left" w:pos="6195"/>
        </w:tabs>
      </w:pPr>
      <w:r>
        <w:t>246.3375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246.3533</w:t>
      </w:r>
      <w:r>
        <w:tab/>
        <w:t>3.756e0</w:t>
      </w:r>
    </w:p>
    <w:p w:rsidR="00354DF7" w:rsidRDefault="00354DF7" w:rsidP="00354DF7">
      <w:pPr>
        <w:tabs>
          <w:tab w:val="left" w:pos="6195"/>
        </w:tabs>
      </w:pPr>
      <w:r>
        <w:t>246.3861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246.3883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246.3954</w:t>
      </w:r>
      <w:r>
        <w:tab/>
        <w:t>3.800e0</w:t>
      </w:r>
    </w:p>
    <w:p w:rsidR="00354DF7" w:rsidRDefault="00354DF7" w:rsidP="00354DF7">
      <w:pPr>
        <w:tabs>
          <w:tab w:val="left" w:pos="6195"/>
        </w:tabs>
      </w:pPr>
      <w:r>
        <w:lastRenderedPageBreak/>
        <w:t>246.3997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246.4039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246.4269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246.4301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246.4340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246.4355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246.4419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246.4494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246.4672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246.4721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246.4798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246.4838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246.4858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246.4916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246.5132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246.5176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246.5218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246.5276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246.5457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246.5523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246.5562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246.5665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246.5890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246.5917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246.6118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246.6158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246.6194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246.6250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246.6342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246.6504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246.6555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246.6689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246.6751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246.7090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246.7112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246.7296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246.7339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246.7511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246.7551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246.7630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246.7797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246.7970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246.8010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246.8089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246.8161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246.8308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246.8396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246.8544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246.8583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246.8888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246.8904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246.8986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246.9006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246.9041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246.9057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246.9335</w:t>
      </w:r>
      <w:r>
        <w:tab/>
        <w:t>3.810e0</w:t>
      </w:r>
    </w:p>
    <w:p w:rsidR="00354DF7" w:rsidRDefault="00354DF7" w:rsidP="00354DF7">
      <w:pPr>
        <w:tabs>
          <w:tab w:val="left" w:pos="6195"/>
        </w:tabs>
      </w:pPr>
      <w:r>
        <w:t>246.9393</w:t>
      </w:r>
      <w:r>
        <w:tab/>
        <w:t>2.797e0</w:t>
      </w:r>
    </w:p>
    <w:p w:rsidR="00354DF7" w:rsidRDefault="00354DF7" w:rsidP="00354DF7">
      <w:pPr>
        <w:tabs>
          <w:tab w:val="left" w:pos="6195"/>
        </w:tabs>
      </w:pPr>
      <w:r>
        <w:lastRenderedPageBreak/>
        <w:t>246.9520</w:t>
      </w:r>
      <w:r>
        <w:tab/>
        <w:t>1.931e0</w:t>
      </w:r>
    </w:p>
    <w:p w:rsidR="00354DF7" w:rsidRDefault="00354DF7" w:rsidP="00354DF7">
      <w:pPr>
        <w:tabs>
          <w:tab w:val="left" w:pos="6195"/>
        </w:tabs>
      </w:pPr>
      <w:r>
        <w:t>246.9736</w:t>
      </w:r>
      <w:r>
        <w:tab/>
        <w:t>3.626e0</w:t>
      </w:r>
    </w:p>
    <w:p w:rsidR="00354DF7" w:rsidRDefault="00354DF7" w:rsidP="00354DF7">
      <w:pPr>
        <w:tabs>
          <w:tab w:val="left" w:pos="6195"/>
        </w:tabs>
      </w:pPr>
      <w:r>
        <w:t>246.9845</w:t>
      </w:r>
      <w:r>
        <w:tab/>
        <w:t>2.755e0</w:t>
      </w:r>
    </w:p>
    <w:p w:rsidR="00354DF7" w:rsidRDefault="00354DF7" w:rsidP="00354DF7">
      <w:pPr>
        <w:tabs>
          <w:tab w:val="left" w:pos="6195"/>
        </w:tabs>
      </w:pPr>
      <w:r>
        <w:t>246.9924</w:t>
      </w:r>
      <w:r>
        <w:tab/>
        <w:t>2.872e1</w:t>
      </w:r>
    </w:p>
    <w:p w:rsidR="00354DF7" w:rsidRDefault="00354DF7" w:rsidP="00354DF7">
      <w:pPr>
        <w:tabs>
          <w:tab w:val="left" w:pos="6195"/>
        </w:tabs>
      </w:pPr>
      <w:r>
        <w:t>246.9992</w:t>
      </w:r>
      <w:r>
        <w:tab/>
        <w:t>1.517e1</w:t>
      </w:r>
    </w:p>
    <w:p w:rsidR="00354DF7" w:rsidRDefault="00354DF7" w:rsidP="00354DF7">
      <w:pPr>
        <w:tabs>
          <w:tab w:val="left" w:pos="6195"/>
        </w:tabs>
      </w:pPr>
      <w:r>
        <w:t>247.0011</w:t>
      </w:r>
      <w:r>
        <w:tab/>
        <w:t>2.747e0</w:t>
      </w:r>
    </w:p>
    <w:p w:rsidR="00354DF7" w:rsidRDefault="00354DF7" w:rsidP="00354DF7">
      <w:pPr>
        <w:tabs>
          <w:tab w:val="left" w:pos="6195"/>
        </w:tabs>
      </w:pPr>
      <w:r>
        <w:t>247.0029</w:t>
      </w:r>
      <w:r>
        <w:tab/>
        <w:t>1.923e1</w:t>
      </w:r>
    </w:p>
    <w:p w:rsidR="00354DF7" w:rsidRDefault="00354DF7" w:rsidP="00354DF7">
      <w:pPr>
        <w:tabs>
          <w:tab w:val="left" w:pos="6195"/>
        </w:tabs>
      </w:pPr>
      <w:r>
        <w:t>247.0376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247.0397</w:t>
      </w:r>
      <w:r>
        <w:tab/>
        <w:t>1.185e1</w:t>
      </w:r>
    </w:p>
    <w:p w:rsidR="00354DF7" w:rsidRDefault="00354DF7" w:rsidP="00354DF7">
      <w:pPr>
        <w:tabs>
          <w:tab w:val="left" w:pos="6195"/>
        </w:tabs>
      </w:pPr>
      <w:r>
        <w:t>247.0497</w:t>
      </w:r>
      <w:r>
        <w:tab/>
        <w:t>3.809e0</w:t>
      </w:r>
    </w:p>
    <w:p w:rsidR="00354DF7" w:rsidRDefault="00354DF7" w:rsidP="00354DF7">
      <w:pPr>
        <w:tabs>
          <w:tab w:val="left" w:pos="6195"/>
        </w:tabs>
      </w:pPr>
      <w:r>
        <w:t>247.0625</w:t>
      </w:r>
      <w:r>
        <w:tab/>
        <w:t>1.366e0</w:t>
      </w:r>
    </w:p>
    <w:p w:rsidR="00354DF7" w:rsidRDefault="00354DF7" w:rsidP="00354DF7">
      <w:pPr>
        <w:tabs>
          <w:tab w:val="left" w:pos="6195"/>
        </w:tabs>
      </w:pPr>
      <w:r>
        <w:t>247.0879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247.0900</w:t>
      </w:r>
      <w:r>
        <w:tab/>
        <w:t>5.670e0</w:t>
      </w:r>
    </w:p>
    <w:p w:rsidR="00354DF7" w:rsidRDefault="00354DF7" w:rsidP="00354DF7">
      <w:pPr>
        <w:tabs>
          <w:tab w:val="left" w:pos="6195"/>
        </w:tabs>
      </w:pPr>
      <w:r>
        <w:t>247.0953</w:t>
      </w:r>
      <w:r>
        <w:tab/>
        <w:t>2.719e0</w:t>
      </w:r>
    </w:p>
    <w:p w:rsidR="00354DF7" w:rsidRDefault="00354DF7" w:rsidP="00354DF7">
      <w:pPr>
        <w:tabs>
          <w:tab w:val="left" w:pos="6195"/>
        </w:tabs>
      </w:pPr>
      <w:r>
        <w:t>247.1119</w:t>
      </w:r>
      <w:r>
        <w:tab/>
        <w:t>1.688e0</w:t>
      </w:r>
    </w:p>
    <w:p w:rsidR="00354DF7" w:rsidRDefault="00354DF7" w:rsidP="00354DF7">
      <w:pPr>
        <w:tabs>
          <w:tab w:val="left" w:pos="6195"/>
        </w:tabs>
      </w:pPr>
      <w:r>
        <w:t>247.1240</w:t>
      </w:r>
      <w:r>
        <w:tab/>
        <w:t>2.385e0</w:t>
      </w:r>
    </w:p>
    <w:p w:rsidR="00354DF7" w:rsidRDefault="00354DF7" w:rsidP="00354DF7">
      <w:pPr>
        <w:tabs>
          <w:tab w:val="left" w:pos="6195"/>
        </w:tabs>
      </w:pPr>
      <w:r>
        <w:t>247.1378</w:t>
      </w:r>
      <w:r>
        <w:tab/>
        <w:t>3.523e0</w:t>
      </w:r>
    </w:p>
    <w:p w:rsidR="00354DF7" w:rsidRDefault="00354DF7" w:rsidP="00354DF7">
      <w:pPr>
        <w:tabs>
          <w:tab w:val="left" w:pos="6195"/>
        </w:tabs>
      </w:pPr>
      <w:r>
        <w:t>247.1523</w:t>
      </w:r>
      <w:r>
        <w:tab/>
        <w:t>4.141e0</w:t>
      </w:r>
    </w:p>
    <w:p w:rsidR="00354DF7" w:rsidRDefault="00354DF7" w:rsidP="00354DF7">
      <w:pPr>
        <w:tabs>
          <w:tab w:val="left" w:pos="6195"/>
        </w:tabs>
      </w:pPr>
      <w:r>
        <w:t>247.1566</w:t>
      </w:r>
      <w:r>
        <w:tab/>
        <w:t>4.866e0</w:t>
      </w:r>
    </w:p>
    <w:p w:rsidR="00354DF7" w:rsidRDefault="00354DF7" w:rsidP="00354DF7">
      <w:pPr>
        <w:tabs>
          <w:tab w:val="left" w:pos="6195"/>
        </w:tabs>
      </w:pPr>
      <w:r>
        <w:lastRenderedPageBreak/>
        <w:t>247.1704</w:t>
      </w:r>
      <w:r>
        <w:tab/>
        <w:t>4.536e0</w:t>
      </w:r>
    </w:p>
    <w:p w:rsidR="00354DF7" w:rsidRDefault="00354DF7" w:rsidP="00354DF7">
      <w:pPr>
        <w:tabs>
          <w:tab w:val="left" w:pos="6195"/>
        </w:tabs>
      </w:pPr>
      <w:r>
        <w:t>247.1744</w:t>
      </w:r>
      <w:r>
        <w:tab/>
        <w:t>1.449e0</w:t>
      </w:r>
    </w:p>
    <w:p w:rsidR="00354DF7" w:rsidRDefault="00354DF7" w:rsidP="00354DF7">
      <w:pPr>
        <w:tabs>
          <w:tab w:val="left" w:pos="6195"/>
        </w:tabs>
      </w:pPr>
      <w:r>
        <w:t>247.1809</w:t>
      </w:r>
      <w:r>
        <w:tab/>
        <w:t>1.026e0</w:t>
      </w:r>
    </w:p>
    <w:p w:rsidR="00354DF7" w:rsidRDefault="00354DF7" w:rsidP="00354DF7">
      <w:pPr>
        <w:tabs>
          <w:tab w:val="left" w:pos="6195"/>
        </w:tabs>
      </w:pPr>
      <w:r>
        <w:t>247.1869</w:t>
      </w:r>
      <w:r>
        <w:tab/>
        <w:t>2.527e0</w:t>
      </w:r>
    </w:p>
    <w:p w:rsidR="00354DF7" w:rsidRDefault="00354DF7" w:rsidP="00354DF7">
      <w:pPr>
        <w:tabs>
          <w:tab w:val="left" w:pos="6195"/>
        </w:tabs>
      </w:pPr>
      <w:r>
        <w:t>247.1989</w:t>
      </w:r>
      <w:r>
        <w:tab/>
        <w:t>6.256e0</w:t>
      </w:r>
    </w:p>
    <w:p w:rsidR="00354DF7" w:rsidRDefault="00354DF7" w:rsidP="00354DF7">
      <w:pPr>
        <w:tabs>
          <w:tab w:val="left" w:pos="6195"/>
        </w:tabs>
      </w:pPr>
      <w:r>
        <w:t>247.2111</w:t>
      </w:r>
      <w:r>
        <w:tab/>
        <w:t>2.824e0</w:t>
      </w:r>
    </w:p>
    <w:p w:rsidR="00354DF7" w:rsidRDefault="00354DF7" w:rsidP="00354DF7">
      <w:pPr>
        <w:tabs>
          <w:tab w:val="left" w:pos="6195"/>
        </w:tabs>
      </w:pPr>
      <w:r>
        <w:t>247.2126</w:t>
      </w:r>
      <w:r>
        <w:tab/>
        <w:t>5.151e0</w:t>
      </w:r>
    </w:p>
    <w:p w:rsidR="00354DF7" w:rsidRDefault="00354DF7" w:rsidP="00354DF7">
      <w:pPr>
        <w:tabs>
          <w:tab w:val="left" w:pos="6195"/>
        </w:tabs>
      </w:pPr>
      <w:r>
        <w:t>247.2183</w:t>
      </w:r>
      <w:r>
        <w:tab/>
        <w:t>1.630e0</w:t>
      </w:r>
    </w:p>
    <w:p w:rsidR="00354DF7" w:rsidRDefault="00354DF7" w:rsidP="00354DF7">
      <w:pPr>
        <w:tabs>
          <w:tab w:val="left" w:pos="6195"/>
        </w:tabs>
      </w:pPr>
      <w:r>
        <w:t>247.2200</w:t>
      </w:r>
      <w:r>
        <w:tab/>
        <w:t>1.825e0</w:t>
      </w:r>
    </w:p>
    <w:p w:rsidR="00354DF7" w:rsidRDefault="00354DF7" w:rsidP="00354DF7">
      <w:pPr>
        <w:tabs>
          <w:tab w:val="left" w:pos="6195"/>
        </w:tabs>
      </w:pPr>
      <w:r>
        <w:t>247.2399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247.2441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247.2616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247.2644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247.2784</w:t>
      </w:r>
      <w:r>
        <w:tab/>
        <w:t>7.635e0</w:t>
      </w:r>
    </w:p>
    <w:p w:rsidR="00354DF7" w:rsidRDefault="00354DF7" w:rsidP="00354DF7">
      <w:pPr>
        <w:tabs>
          <w:tab w:val="left" w:pos="6195"/>
        </w:tabs>
      </w:pPr>
      <w:r>
        <w:t>247.2861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247.2939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247.3087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247.3101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247.3190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247.3503</w:t>
      </w:r>
      <w:r>
        <w:tab/>
        <w:t>4.684e0</w:t>
      </w:r>
    </w:p>
    <w:p w:rsidR="00354DF7" w:rsidRDefault="00354DF7" w:rsidP="00354DF7">
      <w:pPr>
        <w:tabs>
          <w:tab w:val="left" w:pos="6195"/>
        </w:tabs>
      </w:pPr>
      <w:r>
        <w:t>247.3572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247.3737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247.3937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247.3974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247.4042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247.4168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247.4321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247.4481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247.4619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247.4655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247.4776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247.4885</w:t>
      </w:r>
      <w:r>
        <w:tab/>
        <w:t>6.242e0</w:t>
      </w:r>
    </w:p>
    <w:p w:rsidR="00354DF7" w:rsidRDefault="00354DF7" w:rsidP="00354DF7">
      <w:pPr>
        <w:tabs>
          <w:tab w:val="left" w:pos="6195"/>
        </w:tabs>
      </w:pPr>
      <w:r>
        <w:t>247.4964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247.5011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247.5034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247.5176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247.5310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247.5360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247.5383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247.5655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247.5788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247.5822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247.5996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247.6257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247.6281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247.6305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247.6555</w:t>
      </w:r>
      <w:r>
        <w:tab/>
        <w:t>2.752e0</w:t>
      </w:r>
    </w:p>
    <w:p w:rsidR="00354DF7" w:rsidRDefault="00354DF7" w:rsidP="00354DF7">
      <w:pPr>
        <w:tabs>
          <w:tab w:val="left" w:pos="6195"/>
        </w:tabs>
      </w:pPr>
      <w:r>
        <w:t>247.6592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247.6669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247.6787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247.6914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247.6964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247.6990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247.7110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247.7245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247.7413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247.7472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247.7581</w:t>
      </w:r>
      <w:r>
        <w:tab/>
        <w:t>1.460e0</w:t>
      </w:r>
    </w:p>
    <w:p w:rsidR="00354DF7" w:rsidRDefault="00354DF7" w:rsidP="00354DF7">
      <w:pPr>
        <w:tabs>
          <w:tab w:val="left" w:pos="6195"/>
        </w:tabs>
      </w:pPr>
      <w:r>
        <w:t>247.7606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247.7710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247.7750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247.7833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247.7873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247.7952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247.7971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247.8021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247.8249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247.8332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247.8449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247.8584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247.8616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247.8634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247.8670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247.8831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247.8959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247.9000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247.9133</w:t>
      </w:r>
      <w:r>
        <w:tab/>
        <w:t>2.634e0</w:t>
      </w:r>
    </w:p>
    <w:p w:rsidR="00354DF7" w:rsidRDefault="00354DF7" w:rsidP="00354DF7">
      <w:pPr>
        <w:tabs>
          <w:tab w:val="left" w:pos="6195"/>
        </w:tabs>
      </w:pPr>
      <w:r>
        <w:t>247.9171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247.9437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247.9462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247.9565</w:t>
      </w:r>
      <w:r>
        <w:tab/>
        <w:t>1.931e0</w:t>
      </w:r>
    </w:p>
    <w:p w:rsidR="00354DF7" w:rsidRDefault="00354DF7" w:rsidP="00354DF7">
      <w:pPr>
        <w:tabs>
          <w:tab w:val="left" w:pos="6195"/>
        </w:tabs>
      </w:pPr>
      <w:r>
        <w:t>247.9733</w:t>
      </w:r>
      <w:r>
        <w:tab/>
        <w:t>4.465e0</w:t>
      </w:r>
    </w:p>
    <w:p w:rsidR="00354DF7" w:rsidRDefault="00354DF7" w:rsidP="00354DF7">
      <w:pPr>
        <w:tabs>
          <w:tab w:val="left" w:pos="6195"/>
        </w:tabs>
      </w:pPr>
      <w:r>
        <w:t>247.9888</w:t>
      </w:r>
      <w:r>
        <w:tab/>
        <w:t>8.875e0</w:t>
      </w:r>
    </w:p>
    <w:p w:rsidR="00354DF7" w:rsidRDefault="00354DF7" w:rsidP="00354DF7">
      <w:pPr>
        <w:tabs>
          <w:tab w:val="left" w:pos="6195"/>
        </w:tabs>
      </w:pPr>
      <w:r>
        <w:t>247.9965</w:t>
      </w:r>
      <w:r>
        <w:tab/>
        <w:t>2.620e0</w:t>
      </w:r>
    </w:p>
    <w:p w:rsidR="00354DF7" w:rsidRDefault="00354DF7" w:rsidP="00354DF7">
      <w:pPr>
        <w:tabs>
          <w:tab w:val="left" w:pos="6195"/>
        </w:tabs>
      </w:pPr>
      <w:r>
        <w:t>248.0021</w:t>
      </w:r>
      <w:r>
        <w:tab/>
        <w:t>2.013e1</w:t>
      </w:r>
    </w:p>
    <w:p w:rsidR="00354DF7" w:rsidRDefault="00354DF7" w:rsidP="00354DF7">
      <w:pPr>
        <w:tabs>
          <w:tab w:val="left" w:pos="6195"/>
        </w:tabs>
      </w:pPr>
      <w:r>
        <w:t>248.0053</w:t>
      </w:r>
      <w:r>
        <w:tab/>
        <w:t>3.836e0</w:t>
      </w:r>
    </w:p>
    <w:p w:rsidR="00354DF7" w:rsidRDefault="00354DF7" w:rsidP="00354DF7">
      <w:pPr>
        <w:tabs>
          <w:tab w:val="left" w:pos="6195"/>
        </w:tabs>
      </w:pPr>
      <w:r>
        <w:t>248.0215</w:t>
      </w:r>
      <w:r>
        <w:tab/>
        <w:t>2.354e0</w:t>
      </w:r>
    </w:p>
    <w:p w:rsidR="00354DF7" w:rsidRDefault="00354DF7" w:rsidP="00354DF7">
      <w:pPr>
        <w:tabs>
          <w:tab w:val="left" w:pos="6195"/>
        </w:tabs>
      </w:pPr>
      <w:r>
        <w:t>248.0282</w:t>
      </w:r>
      <w:r>
        <w:tab/>
        <w:t>1.844e0</w:t>
      </w:r>
    </w:p>
    <w:p w:rsidR="00354DF7" w:rsidRDefault="00354DF7" w:rsidP="00354DF7">
      <w:pPr>
        <w:tabs>
          <w:tab w:val="left" w:pos="6195"/>
        </w:tabs>
      </w:pPr>
      <w:r>
        <w:t>248.0370</w:t>
      </w:r>
      <w:r>
        <w:tab/>
        <w:t>3.369e0</w:t>
      </w:r>
    </w:p>
    <w:p w:rsidR="00354DF7" w:rsidRDefault="00354DF7" w:rsidP="00354DF7">
      <w:pPr>
        <w:tabs>
          <w:tab w:val="left" w:pos="6195"/>
        </w:tabs>
      </w:pPr>
      <w:r>
        <w:t>248.0392</w:t>
      </w:r>
      <w:r>
        <w:tab/>
        <w:t>2.590e0</w:t>
      </w:r>
    </w:p>
    <w:p w:rsidR="00354DF7" w:rsidRDefault="00354DF7" w:rsidP="00354DF7">
      <w:pPr>
        <w:tabs>
          <w:tab w:val="left" w:pos="6195"/>
        </w:tabs>
      </w:pPr>
      <w:r>
        <w:t>248.0776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248.0857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248.0892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248.1089</w:t>
      </w:r>
      <w:r>
        <w:tab/>
        <w:t>6.066e0</w:t>
      </w:r>
    </w:p>
    <w:p w:rsidR="00354DF7" w:rsidRDefault="00354DF7" w:rsidP="00354DF7">
      <w:pPr>
        <w:tabs>
          <w:tab w:val="left" w:pos="6195"/>
        </w:tabs>
      </w:pPr>
      <w:r>
        <w:t>248.1116</w:t>
      </w:r>
      <w:r>
        <w:tab/>
        <w:t>4.393e0</w:t>
      </w:r>
    </w:p>
    <w:p w:rsidR="00354DF7" w:rsidRDefault="00354DF7" w:rsidP="00354DF7">
      <w:pPr>
        <w:tabs>
          <w:tab w:val="left" w:pos="6195"/>
        </w:tabs>
      </w:pPr>
      <w:r>
        <w:lastRenderedPageBreak/>
        <w:t>248.1179</w:t>
      </w:r>
      <w:r>
        <w:tab/>
        <w:t>2.934e0</w:t>
      </w:r>
    </w:p>
    <w:p w:rsidR="00354DF7" w:rsidRDefault="00354DF7" w:rsidP="00354DF7">
      <w:pPr>
        <w:tabs>
          <w:tab w:val="left" w:pos="6195"/>
        </w:tabs>
      </w:pPr>
      <w:r>
        <w:t>248.1342</w:t>
      </w:r>
      <w:r>
        <w:tab/>
        <w:t>2.063e0</w:t>
      </w:r>
    </w:p>
    <w:p w:rsidR="00354DF7" w:rsidRDefault="00354DF7" w:rsidP="00354DF7">
      <w:pPr>
        <w:tabs>
          <w:tab w:val="left" w:pos="6195"/>
        </w:tabs>
      </w:pPr>
      <w:r>
        <w:t>248.1394</w:t>
      </w:r>
      <w:r>
        <w:tab/>
        <w:t>2.375e0</w:t>
      </w:r>
    </w:p>
    <w:p w:rsidR="00354DF7" w:rsidRDefault="00354DF7" w:rsidP="00354DF7">
      <w:pPr>
        <w:tabs>
          <w:tab w:val="left" w:pos="6195"/>
        </w:tabs>
      </w:pPr>
      <w:r>
        <w:t>248.1472</w:t>
      </w:r>
      <w:r>
        <w:tab/>
        <w:t>5.335e0</w:t>
      </w:r>
    </w:p>
    <w:p w:rsidR="00354DF7" w:rsidRDefault="00354DF7" w:rsidP="00354DF7">
      <w:pPr>
        <w:tabs>
          <w:tab w:val="left" w:pos="6195"/>
        </w:tabs>
      </w:pPr>
      <w:r>
        <w:t>248.1489</w:t>
      </w:r>
      <w:r>
        <w:tab/>
        <w:t>3.131e0</w:t>
      </w:r>
    </w:p>
    <w:p w:rsidR="00354DF7" w:rsidRDefault="00354DF7" w:rsidP="00354DF7">
      <w:pPr>
        <w:tabs>
          <w:tab w:val="left" w:pos="6195"/>
        </w:tabs>
      </w:pPr>
      <w:r>
        <w:t>248.1522</w:t>
      </w:r>
      <w:r>
        <w:tab/>
        <w:t>1.429e0</w:t>
      </w:r>
    </w:p>
    <w:p w:rsidR="00354DF7" w:rsidRDefault="00354DF7" w:rsidP="00354DF7">
      <w:pPr>
        <w:tabs>
          <w:tab w:val="left" w:pos="6195"/>
        </w:tabs>
      </w:pPr>
      <w:r>
        <w:t>248.1584</w:t>
      </w:r>
      <w:r>
        <w:tab/>
        <w:t>6.034e0</w:t>
      </w:r>
    </w:p>
    <w:p w:rsidR="00354DF7" w:rsidRDefault="00354DF7" w:rsidP="00354DF7">
      <w:pPr>
        <w:tabs>
          <w:tab w:val="left" w:pos="6195"/>
        </w:tabs>
      </w:pPr>
      <w:r>
        <w:t>248.1743</w:t>
      </w:r>
      <w:r>
        <w:tab/>
        <w:t>1.184e0</w:t>
      </w:r>
    </w:p>
    <w:p w:rsidR="00354DF7" w:rsidRDefault="00354DF7" w:rsidP="00354DF7">
      <w:pPr>
        <w:tabs>
          <w:tab w:val="left" w:pos="6195"/>
        </w:tabs>
      </w:pPr>
      <w:r>
        <w:t>248.1778</w:t>
      </w:r>
      <w:r>
        <w:tab/>
        <w:t>3.475e0</w:t>
      </w:r>
    </w:p>
    <w:p w:rsidR="00354DF7" w:rsidRDefault="00354DF7" w:rsidP="00354DF7">
      <w:pPr>
        <w:tabs>
          <w:tab w:val="left" w:pos="6195"/>
        </w:tabs>
      </w:pPr>
      <w:r>
        <w:t>248.1932</w:t>
      </w:r>
      <w:r>
        <w:tab/>
        <w:t>4.353e0</w:t>
      </w:r>
    </w:p>
    <w:p w:rsidR="00354DF7" w:rsidRDefault="00354DF7" w:rsidP="00354DF7">
      <w:pPr>
        <w:tabs>
          <w:tab w:val="left" w:pos="6195"/>
        </w:tabs>
      </w:pPr>
      <w:r>
        <w:t>248.1978</w:t>
      </w:r>
      <w:r>
        <w:tab/>
        <w:t>7.382e0</w:t>
      </w:r>
    </w:p>
    <w:p w:rsidR="00354DF7" w:rsidRDefault="00354DF7" w:rsidP="00354DF7">
      <w:pPr>
        <w:tabs>
          <w:tab w:val="left" w:pos="6195"/>
        </w:tabs>
      </w:pPr>
      <w:r>
        <w:t>248.2088</w:t>
      </w:r>
      <w:r>
        <w:tab/>
        <w:t>2.584e0</w:t>
      </w:r>
    </w:p>
    <w:p w:rsidR="00354DF7" w:rsidRDefault="00354DF7" w:rsidP="00354DF7">
      <w:pPr>
        <w:tabs>
          <w:tab w:val="left" w:pos="6195"/>
        </w:tabs>
      </w:pPr>
      <w:r>
        <w:t>248.2341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248.2519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248.2726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248.2769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248.2785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248.2809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248.3127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248.3148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248.3229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248.3264</w:t>
      </w:r>
      <w:r>
        <w:tab/>
        <w:t>2.907e0</w:t>
      </w:r>
    </w:p>
    <w:p w:rsidR="00354DF7" w:rsidRDefault="00354DF7" w:rsidP="00354DF7">
      <w:pPr>
        <w:tabs>
          <w:tab w:val="left" w:pos="6195"/>
        </w:tabs>
      </w:pPr>
      <w:r>
        <w:t>248.3391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248.3550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248.3629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248.3685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248.4109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248.4144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248.4234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248.4320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248.4467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248.4489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248.4686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248.4739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248.4754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248.4799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248.4868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248.5181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248.5195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248.5227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248.5302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248.5330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248.5500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248.5780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248.5992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248.6030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248.6077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248.6305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248.6368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248.6514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248.6619</w:t>
      </w:r>
      <w:r>
        <w:tab/>
        <w:t>3.670e0</w:t>
      </w:r>
    </w:p>
    <w:p w:rsidR="00354DF7" w:rsidRDefault="00354DF7" w:rsidP="00354DF7">
      <w:pPr>
        <w:tabs>
          <w:tab w:val="left" w:pos="6195"/>
        </w:tabs>
      </w:pPr>
      <w:r>
        <w:t>248.6631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248.6669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248.6745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248.7129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248.7169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248.7332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248.7351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248.7369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248.7629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248.7662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248.7704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248.7817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248.7885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248.8049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248.8164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248.8209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248.8255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248.8299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248.8585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248.8669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248.9005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248.9068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248.9090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248.9123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248.9272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248.9390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248.9426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248.9507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248.9709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248.9792</w:t>
      </w:r>
      <w:r>
        <w:tab/>
        <w:t>1.464e0</w:t>
      </w:r>
    </w:p>
    <w:p w:rsidR="00354DF7" w:rsidRDefault="00354DF7" w:rsidP="00354DF7">
      <w:pPr>
        <w:tabs>
          <w:tab w:val="left" w:pos="6195"/>
        </w:tabs>
      </w:pPr>
      <w:r>
        <w:t>248.9850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248.9873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249.0080</w:t>
      </w:r>
      <w:r>
        <w:tab/>
        <w:t>5.251e0</w:t>
      </w:r>
    </w:p>
    <w:p w:rsidR="00354DF7" w:rsidRDefault="00354DF7" w:rsidP="00354DF7">
      <w:pPr>
        <w:tabs>
          <w:tab w:val="left" w:pos="6195"/>
        </w:tabs>
      </w:pPr>
      <w:r>
        <w:t>249.0140</w:t>
      </w:r>
      <w:r>
        <w:tab/>
        <w:t>3.771e0</w:t>
      </w:r>
    </w:p>
    <w:p w:rsidR="00354DF7" w:rsidRDefault="00354DF7" w:rsidP="00354DF7">
      <w:pPr>
        <w:tabs>
          <w:tab w:val="left" w:pos="6195"/>
        </w:tabs>
      </w:pPr>
      <w:r>
        <w:t>249.0415</w:t>
      </w:r>
      <w:r>
        <w:tab/>
        <w:t>2.573e0</w:t>
      </w:r>
    </w:p>
    <w:p w:rsidR="00354DF7" w:rsidRDefault="00354DF7" w:rsidP="00354DF7">
      <w:pPr>
        <w:tabs>
          <w:tab w:val="left" w:pos="6195"/>
        </w:tabs>
      </w:pPr>
      <w:r>
        <w:t>249.0642</w:t>
      </w:r>
      <w:r>
        <w:tab/>
        <w:t>4.071e1</w:t>
      </w:r>
    </w:p>
    <w:p w:rsidR="00354DF7" w:rsidRDefault="00354DF7" w:rsidP="00354DF7">
      <w:pPr>
        <w:tabs>
          <w:tab w:val="left" w:pos="6195"/>
        </w:tabs>
      </w:pPr>
      <w:r>
        <w:t>249.0670</w:t>
      </w:r>
      <w:r>
        <w:tab/>
        <w:t>2.266e1</w:t>
      </w:r>
    </w:p>
    <w:p w:rsidR="00354DF7" w:rsidRDefault="00354DF7" w:rsidP="00354DF7">
      <w:pPr>
        <w:tabs>
          <w:tab w:val="left" w:pos="6195"/>
        </w:tabs>
      </w:pPr>
      <w:r>
        <w:t>249.0680</w:t>
      </w:r>
      <w:r>
        <w:tab/>
        <w:t>1.743e1</w:t>
      </w:r>
    </w:p>
    <w:p w:rsidR="00354DF7" w:rsidRDefault="00354DF7" w:rsidP="00354DF7">
      <w:pPr>
        <w:tabs>
          <w:tab w:val="left" w:pos="6195"/>
        </w:tabs>
      </w:pPr>
      <w:r>
        <w:t>249.0695</w:t>
      </w:r>
      <w:r>
        <w:tab/>
        <w:t>1.239e1</w:t>
      </w:r>
    </w:p>
    <w:p w:rsidR="00354DF7" w:rsidRDefault="00354DF7" w:rsidP="00354DF7">
      <w:pPr>
        <w:tabs>
          <w:tab w:val="left" w:pos="6195"/>
        </w:tabs>
      </w:pPr>
      <w:r>
        <w:t>249.0712</w:t>
      </w:r>
      <w:r>
        <w:tab/>
        <w:t>2.286e1</w:t>
      </w:r>
    </w:p>
    <w:p w:rsidR="00354DF7" w:rsidRDefault="00354DF7" w:rsidP="00354DF7">
      <w:pPr>
        <w:tabs>
          <w:tab w:val="left" w:pos="6195"/>
        </w:tabs>
      </w:pPr>
      <w:r>
        <w:t>249.1337</w:t>
      </w:r>
      <w:r>
        <w:tab/>
        <w:t>1.154e1</w:t>
      </w:r>
    </w:p>
    <w:p w:rsidR="00354DF7" w:rsidRDefault="00354DF7" w:rsidP="00354DF7">
      <w:pPr>
        <w:tabs>
          <w:tab w:val="left" w:pos="6195"/>
        </w:tabs>
      </w:pPr>
      <w:r>
        <w:t>249.1386</w:t>
      </w:r>
      <w:r>
        <w:tab/>
        <w:t>4.090e0</w:t>
      </w:r>
    </w:p>
    <w:p w:rsidR="00354DF7" w:rsidRDefault="00354DF7" w:rsidP="00354DF7">
      <w:pPr>
        <w:tabs>
          <w:tab w:val="left" w:pos="6195"/>
        </w:tabs>
      </w:pPr>
      <w:r>
        <w:t>249.1649</w:t>
      </w:r>
      <w:r>
        <w:tab/>
        <w:t>1.946e0</w:t>
      </w:r>
    </w:p>
    <w:p w:rsidR="00354DF7" w:rsidRDefault="00354DF7" w:rsidP="00354DF7">
      <w:pPr>
        <w:tabs>
          <w:tab w:val="left" w:pos="6195"/>
        </w:tabs>
      </w:pPr>
      <w:r>
        <w:t>249.1659</w:t>
      </w:r>
      <w:r>
        <w:tab/>
        <w:t>2.562e0</w:t>
      </w:r>
    </w:p>
    <w:p w:rsidR="00354DF7" w:rsidRDefault="00354DF7" w:rsidP="00354DF7">
      <w:pPr>
        <w:tabs>
          <w:tab w:val="left" w:pos="6195"/>
        </w:tabs>
      </w:pPr>
      <w:r>
        <w:lastRenderedPageBreak/>
        <w:t>249.1782</w:t>
      </w:r>
      <w:r>
        <w:tab/>
        <w:t>2.408e0</w:t>
      </w:r>
    </w:p>
    <w:p w:rsidR="00354DF7" w:rsidRDefault="00354DF7" w:rsidP="00354DF7">
      <w:pPr>
        <w:tabs>
          <w:tab w:val="left" w:pos="6195"/>
        </w:tabs>
      </w:pPr>
      <w:r>
        <w:t>249.2032</w:t>
      </w:r>
      <w:r>
        <w:tab/>
        <w:t>2.708e0</w:t>
      </w:r>
    </w:p>
    <w:p w:rsidR="00354DF7" w:rsidRDefault="00354DF7" w:rsidP="00354DF7">
      <w:pPr>
        <w:tabs>
          <w:tab w:val="left" w:pos="6195"/>
        </w:tabs>
      </w:pPr>
      <w:r>
        <w:t>249.2137</w:t>
      </w:r>
      <w:r>
        <w:tab/>
        <w:t>5.284e0</w:t>
      </w:r>
    </w:p>
    <w:p w:rsidR="00354DF7" w:rsidRDefault="00354DF7" w:rsidP="00354DF7">
      <w:pPr>
        <w:tabs>
          <w:tab w:val="left" w:pos="6195"/>
        </w:tabs>
      </w:pPr>
      <w:r>
        <w:t>249.2201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249.2282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249.2335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249.2432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249.2794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249.3076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249.3294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249.3329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249.3446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249.3496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249.3586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249.3714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249.3753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249.3829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249.4094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249.4134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249.4214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249.4250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249.4471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249.4516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249.4673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249.5033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249.5213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249.5241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249.5353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249.5555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249.5612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249.5917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249.5936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249.6013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249.6057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249.6314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249.6361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249.6596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249.6608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249.6777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249.6814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249.6980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249.7023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249.7068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249.7119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249.7195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249.7225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249.7537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249.7718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249.7739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249.7754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249.7832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249.8041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249.8118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249.8139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249.8156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249.8195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249.8328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249.8421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249.8501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249.8518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249.8580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249.8747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249.8789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249.8922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249.9116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249.9170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249.9211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249.9258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249.9403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249.9540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249.9698</w:t>
      </w:r>
      <w:r>
        <w:tab/>
        <w:t>3.815e0</w:t>
      </w:r>
    </w:p>
    <w:p w:rsidR="00354DF7" w:rsidRDefault="00354DF7" w:rsidP="00354DF7">
      <w:pPr>
        <w:tabs>
          <w:tab w:val="left" w:pos="6195"/>
        </w:tabs>
      </w:pPr>
      <w:r>
        <w:t>249.9803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249.9859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249.9999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250.0038</w:t>
      </w:r>
      <w:r>
        <w:tab/>
        <w:t>3.156e0</w:t>
      </w:r>
    </w:p>
    <w:p w:rsidR="00354DF7" w:rsidRDefault="00354DF7" w:rsidP="00354DF7">
      <w:pPr>
        <w:tabs>
          <w:tab w:val="left" w:pos="6195"/>
        </w:tabs>
      </w:pPr>
      <w:r>
        <w:t>250.0059</w:t>
      </w:r>
      <w:r>
        <w:tab/>
        <w:t>3.749e0</w:t>
      </w:r>
    </w:p>
    <w:p w:rsidR="00354DF7" w:rsidRDefault="00354DF7" w:rsidP="00354DF7">
      <w:pPr>
        <w:tabs>
          <w:tab w:val="left" w:pos="6195"/>
        </w:tabs>
      </w:pPr>
      <w:r>
        <w:lastRenderedPageBreak/>
        <w:t>250.0197</w:t>
      </w:r>
      <w:r>
        <w:tab/>
        <w:t>5.715e0</w:t>
      </w:r>
    </w:p>
    <w:p w:rsidR="00354DF7" w:rsidRDefault="00354DF7" w:rsidP="00354DF7">
      <w:pPr>
        <w:tabs>
          <w:tab w:val="left" w:pos="6195"/>
        </w:tabs>
      </w:pPr>
      <w:r>
        <w:t>250.0231</w:t>
      </w:r>
      <w:r>
        <w:tab/>
        <w:t>2.405e0</w:t>
      </w:r>
    </w:p>
    <w:p w:rsidR="00354DF7" w:rsidRDefault="00354DF7" w:rsidP="00354DF7">
      <w:pPr>
        <w:tabs>
          <w:tab w:val="left" w:pos="6195"/>
        </w:tabs>
      </w:pPr>
      <w:r>
        <w:t>250.0280</w:t>
      </w:r>
      <w:r>
        <w:tab/>
        <w:t>1.779e0</w:t>
      </w:r>
    </w:p>
    <w:p w:rsidR="00354DF7" w:rsidRDefault="00354DF7" w:rsidP="00354DF7">
      <w:pPr>
        <w:tabs>
          <w:tab w:val="left" w:pos="6195"/>
        </w:tabs>
      </w:pPr>
      <w:r>
        <w:t>250.0628</w:t>
      </w:r>
      <w:r>
        <w:tab/>
        <w:t>2.827e0</w:t>
      </w:r>
    </w:p>
    <w:p w:rsidR="00354DF7" w:rsidRDefault="00354DF7" w:rsidP="00354DF7">
      <w:pPr>
        <w:tabs>
          <w:tab w:val="left" w:pos="6195"/>
        </w:tabs>
      </w:pPr>
      <w:r>
        <w:t>250.0645</w:t>
      </w:r>
      <w:r>
        <w:tab/>
        <w:t>3.896e0</w:t>
      </w:r>
    </w:p>
    <w:p w:rsidR="00354DF7" w:rsidRDefault="00354DF7" w:rsidP="00354DF7">
      <w:pPr>
        <w:tabs>
          <w:tab w:val="left" w:pos="6195"/>
        </w:tabs>
      </w:pPr>
      <w:r>
        <w:t>250.0662</w:t>
      </w:r>
      <w:r>
        <w:tab/>
        <w:t>3.398e0</w:t>
      </w:r>
    </w:p>
    <w:p w:rsidR="00354DF7" w:rsidRDefault="00354DF7" w:rsidP="00354DF7">
      <w:pPr>
        <w:tabs>
          <w:tab w:val="left" w:pos="6195"/>
        </w:tabs>
      </w:pPr>
      <w:r>
        <w:t>250.0764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250.0921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250.1001</w:t>
      </w:r>
      <w:r>
        <w:tab/>
        <w:t>4.650e0</w:t>
      </w:r>
    </w:p>
    <w:p w:rsidR="00354DF7" w:rsidRDefault="00354DF7" w:rsidP="00354DF7">
      <w:pPr>
        <w:tabs>
          <w:tab w:val="left" w:pos="6195"/>
        </w:tabs>
      </w:pPr>
      <w:r>
        <w:t>250.1116</w:t>
      </w:r>
      <w:r>
        <w:tab/>
        <w:t>6.955e0</w:t>
      </w:r>
    </w:p>
    <w:p w:rsidR="00354DF7" w:rsidRDefault="00354DF7" w:rsidP="00354DF7">
      <w:pPr>
        <w:tabs>
          <w:tab w:val="left" w:pos="6195"/>
        </w:tabs>
      </w:pPr>
      <w:r>
        <w:t>250.1128</w:t>
      </w:r>
      <w:r>
        <w:tab/>
        <w:t>4.941e0</w:t>
      </w:r>
    </w:p>
    <w:p w:rsidR="00354DF7" w:rsidRDefault="00354DF7" w:rsidP="00354DF7">
      <w:pPr>
        <w:tabs>
          <w:tab w:val="left" w:pos="6195"/>
        </w:tabs>
      </w:pPr>
      <w:r>
        <w:t>250.1154</w:t>
      </w:r>
      <w:r>
        <w:tab/>
        <w:t>2.322e0</w:t>
      </w:r>
    </w:p>
    <w:p w:rsidR="00354DF7" w:rsidRDefault="00354DF7" w:rsidP="00354DF7">
      <w:pPr>
        <w:tabs>
          <w:tab w:val="left" w:pos="6195"/>
        </w:tabs>
      </w:pPr>
      <w:r>
        <w:t>250.1323</w:t>
      </w:r>
      <w:r>
        <w:tab/>
        <w:t>3.878e0</w:t>
      </w:r>
    </w:p>
    <w:p w:rsidR="00354DF7" w:rsidRDefault="00354DF7" w:rsidP="00354DF7">
      <w:pPr>
        <w:tabs>
          <w:tab w:val="left" w:pos="6195"/>
        </w:tabs>
      </w:pPr>
      <w:r>
        <w:t>250.1429</w:t>
      </w:r>
      <w:r>
        <w:tab/>
        <w:t>5.418e0</w:t>
      </w:r>
    </w:p>
    <w:p w:rsidR="00354DF7" w:rsidRDefault="00354DF7" w:rsidP="00354DF7">
      <w:pPr>
        <w:tabs>
          <w:tab w:val="left" w:pos="6195"/>
        </w:tabs>
      </w:pPr>
      <w:r>
        <w:t>250.1452</w:t>
      </w:r>
      <w:r>
        <w:tab/>
        <w:t>2.300e0</w:t>
      </w:r>
    </w:p>
    <w:p w:rsidR="00354DF7" w:rsidRDefault="00354DF7" w:rsidP="00354DF7">
      <w:pPr>
        <w:tabs>
          <w:tab w:val="left" w:pos="6195"/>
        </w:tabs>
      </w:pPr>
      <w:r>
        <w:t>250.1530</w:t>
      </w:r>
      <w:r>
        <w:tab/>
        <w:t>4.239e0</w:t>
      </w:r>
    </w:p>
    <w:p w:rsidR="00354DF7" w:rsidRDefault="00354DF7" w:rsidP="00354DF7">
      <w:pPr>
        <w:tabs>
          <w:tab w:val="left" w:pos="6195"/>
        </w:tabs>
      </w:pPr>
      <w:r>
        <w:t>250.1637</w:t>
      </w:r>
      <w:r>
        <w:tab/>
        <w:t>3.287e0</w:t>
      </w:r>
    </w:p>
    <w:p w:rsidR="00354DF7" w:rsidRDefault="00354DF7" w:rsidP="00354DF7">
      <w:pPr>
        <w:tabs>
          <w:tab w:val="left" w:pos="6195"/>
        </w:tabs>
      </w:pPr>
      <w:r>
        <w:t>250.1661</w:t>
      </w:r>
      <w:r>
        <w:tab/>
        <w:t>1.123e1</w:t>
      </w:r>
    </w:p>
    <w:p w:rsidR="00354DF7" w:rsidRDefault="00354DF7" w:rsidP="00354DF7">
      <w:pPr>
        <w:tabs>
          <w:tab w:val="left" w:pos="6195"/>
        </w:tabs>
      </w:pPr>
      <w:r>
        <w:t>250.1698</w:t>
      </w:r>
      <w:r>
        <w:tab/>
        <w:t>3.084e0</w:t>
      </w:r>
    </w:p>
    <w:p w:rsidR="00354DF7" w:rsidRDefault="00354DF7" w:rsidP="00354DF7">
      <w:pPr>
        <w:tabs>
          <w:tab w:val="left" w:pos="6195"/>
        </w:tabs>
      </w:pPr>
      <w:r>
        <w:lastRenderedPageBreak/>
        <w:t>250.1879</w:t>
      </w:r>
      <w:r>
        <w:tab/>
        <w:t>3.987e0</w:t>
      </w:r>
    </w:p>
    <w:p w:rsidR="00354DF7" w:rsidRDefault="00354DF7" w:rsidP="00354DF7">
      <w:pPr>
        <w:tabs>
          <w:tab w:val="left" w:pos="6195"/>
        </w:tabs>
      </w:pPr>
      <w:r>
        <w:t>250.2101</w:t>
      </w:r>
      <w:r>
        <w:tab/>
        <w:t>4.563e0</w:t>
      </w:r>
    </w:p>
    <w:p w:rsidR="00354DF7" w:rsidRDefault="00354DF7" w:rsidP="00354DF7">
      <w:pPr>
        <w:tabs>
          <w:tab w:val="left" w:pos="6195"/>
        </w:tabs>
      </w:pPr>
      <w:r>
        <w:t>250.2204</w:t>
      </w:r>
      <w:r>
        <w:tab/>
        <w:t>1.321e0</w:t>
      </w:r>
    </w:p>
    <w:p w:rsidR="00354DF7" w:rsidRDefault="00354DF7" w:rsidP="00354DF7">
      <w:pPr>
        <w:tabs>
          <w:tab w:val="left" w:pos="6195"/>
        </w:tabs>
      </w:pPr>
      <w:r>
        <w:t>250.2329</w:t>
      </w:r>
      <w:r>
        <w:tab/>
        <w:t>1.789e0</w:t>
      </w:r>
    </w:p>
    <w:p w:rsidR="00354DF7" w:rsidRDefault="00354DF7" w:rsidP="00354DF7">
      <w:pPr>
        <w:tabs>
          <w:tab w:val="left" w:pos="6195"/>
        </w:tabs>
      </w:pPr>
      <w:r>
        <w:t>250.2563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250.2639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250.2662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250.2869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250.2949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250.2989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250.3059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250.3168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250.3210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250.3225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250.3311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250.3367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250.3448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250.3484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250.3587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250.3867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250.3956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250.3981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250.4094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250.4133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250.4169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250.4375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250.4404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250.4471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250.4673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250.4756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250.4798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250.4866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250.5015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250.5032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250.5207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250.5218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250.5367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250.5496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250.5552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250.5767</w:t>
      </w:r>
      <w:r>
        <w:tab/>
        <w:t>3.246e0</w:t>
      </w:r>
    </w:p>
    <w:p w:rsidR="00354DF7" w:rsidRDefault="00354DF7" w:rsidP="00354DF7">
      <w:pPr>
        <w:tabs>
          <w:tab w:val="left" w:pos="6195"/>
        </w:tabs>
      </w:pPr>
      <w:r>
        <w:t>250.5858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250.5868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250.5897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250.6020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250.6055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250.6417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250.6437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250.6495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250.6567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250.6673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250.6800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250.6904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250.6920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250.7083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250.7161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250.7319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250.7540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250.7572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250.7622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250.7737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250.7891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250.7965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250.8064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250.8141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250.8249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250.8292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250.8353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250.8387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250.8704</w:t>
      </w:r>
      <w:r>
        <w:tab/>
        <w:t>3.316e0</w:t>
      </w:r>
    </w:p>
    <w:p w:rsidR="00354DF7" w:rsidRDefault="00354DF7" w:rsidP="00354DF7">
      <w:pPr>
        <w:tabs>
          <w:tab w:val="left" w:pos="6195"/>
        </w:tabs>
      </w:pPr>
      <w:r>
        <w:t>250.8756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250.8806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250.8923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250.9005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250.9272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250.9357</w:t>
      </w:r>
      <w:r>
        <w:tab/>
        <w:t>3.905e0</w:t>
      </w:r>
    </w:p>
    <w:p w:rsidR="00354DF7" w:rsidRDefault="00354DF7" w:rsidP="00354DF7">
      <w:pPr>
        <w:tabs>
          <w:tab w:val="left" w:pos="6195"/>
        </w:tabs>
      </w:pPr>
      <w:r>
        <w:t>250.9387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250.9717</w:t>
      </w:r>
      <w:r>
        <w:tab/>
        <w:t>1.887e1</w:t>
      </w:r>
    </w:p>
    <w:p w:rsidR="00354DF7" w:rsidRDefault="00354DF7" w:rsidP="00354DF7">
      <w:pPr>
        <w:tabs>
          <w:tab w:val="left" w:pos="6195"/>
        </w:tabs>
      </w:pPr>
      <w:r>
        <w:t>250.9745</w:t>
      </w:r>
      <w:r>
        <w:tab/>
        <w:t>2.803e1</w:t>
      </w:r>
    </w:p>
    <w:p w:rsidR="00354DF7" w:rsidRDefault="00354DF7" w:rsidP="00354DF7">
      <w:pPr>
        <w:tabs>
          <w:tab w:val="left" w:pos="6195"/>
        </w:tabs>
      </w:pPr>
      <w:r>
        <w:t>250.9763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250.9811</w:t>
      </w:r>
      <w:r>
        <w:tab/>
        <w:t>1.418e1</w:t>
      </w:r>
    </w:p>
    <w:p w:rsidR="00354DF7" w:rsidRDefault="00354DF7" w:rsidP="00354DF7">
      <w:pPr>
        <w:tabs>
          <w:tab w:val="left" w:pos="6195"/>
        </w:tabs>
      </w:pPr>
      <w:r>
        <w:t>251.0010</w:t>
      </w:r>
      <w:r>
        <w:tab/>
        <w:t>4.359e0</w:t>
      </w:r>
    </w:p>
    <w:p w:rsidR="00354DF7" w:rsidRDefault="00354DF7" w:rsidP="00354DF7">
      <w:pPr>
        <w:tabs>
          <w:tab w:val="left" w:pos="6195"/>
        </w:tabs>
      </w:pPr>
      <w:r>
        <w:t>251.0136</w:t>
      </w:r>
      <w:r>
        <w:tab/>
        <w:t>2.569e0</w:t>
      </w:r>
    </w:p>
    <w:p w:rsidR="00354DF7" w:rsidRDefault="00354DF7" w:rsidP="00354DF7">
      <w:pPr>
        <w:tabs>
          <w:tab w:val="left" w:pos="6195"/>
        </w:tabs>
      </w:pPr>
      <w:r>
        <w:t>251.0179</w:t>
      </w:r>
      <w:r>
        <w:tab/>
        <w:t>2.340e0</w:t>
      </w:r>
    </w:p>
    <w:p w:rsidR="00354DF7" w:rsidRDefault="00354DF7" w:rsidP="00354DF7">
      <w:pPr>
        <w:tabs>
          <w:tab w:val="left" w:pos="6195"/>
        </w:tabs>
      </w:pPr>
      <w:r>
        <w:t>251.0338</w:t>
      </w:r>
      <w:r>
        <w:tab/>
        <w:t>3.270e0</w:t>
      </w:r>
    </w:p>
    <w:p w:rsidR="00354DF7" w:rsidRDefault="00354DF7" w:rsidP="00354DF7">
      <w:pPr>
        <w:tabs>
          <w:tab w:val="left" w:pos="6195"/>
        </w:tabs>
      </w:pPr>
      <w:r>
        <w:t>251.0463</w:t>
      </w:r>
      <w:r>
        <w:tab/>
        <w:t>2.989e0</w:t>
      </w:r>
    </w:p>
    <w:p w:rsidR="00354DF7" w:rsidRDefault="00354DF7" w:rsidP="00354DF7">
      <w:pPr>
        <w:tabs>
          <w:tab w:val="left" w:pos="6195"/>
        </w:tabs>
      </w:pPr>
      <w:r>
        <w:t>251.0607</w:t>
      </w:r>
      <w:r>
        <w:tab/>
        <w:t>1.927e0</w:t>
      </w:r>
    </w:p>
    <w:p w:rsidR="00354DF7" w:rsidRDefault="00354DF7" w:rsidP="00354DF7">
      <w:pPr>
        <w:tabs>
          <w:tab w:val="left" w:pos="6195"/>
        </w:tabs>
      </w:pPr>
      <w:r>
        <w:t>251.0668</w:t>
      </w:r>
      <w:r>
        <w:tab/>
        <w:t>2.626e0</w:t>
      </w:r>
    </w:p>
    <w:p w:rsidR="00354DF7" w:rsidRDefault="00354DF7" w:rsidP="00354DF7">
      <w:pPr>
        <w:tabs>
          <w:tab w:val="left" w:pos="6195"/>
        </w:tabs>
      </w:pPr>
      <w:r>
        <w:t>251.0802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251.0816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251.1030</w:t>
      </w:r>
      <w:r>
        <w:tab/>
        <w:t>1.384e0</w:t>
      </w:r>
    </w:p>
    <w:p w:rsidR="00354DF7" w:rsidRDefault="00354DF7" w:rsidP="00354DF7">
      <w:pPr>
        <w:tabs>
          <w:tab w:val="left" w:pos="6195"/>
        </w:tabs>
      </w:pPr>
      <w:r>
        <w:t>251.1048</w:t>
      </w:r>
      <w:r>
        <w:tab/>
        <w:t>3.653e0</w:t>
      </w:r>
    </w:p>
    <w:p w:rsidR="00354DF7" w:rsidRDefault="00354DF7" w:rsidP="00354DF7">
      <w:pPr>
        <w:tabs>
          <w:tab w:val="left" w:pos="6195"/>
        </w:tabs>
      </w:pPr>
      <w:r>
        <w:t>251.1111</w:t>
      </w:r>
      <w:r>
        <w:tab/>
        <w:t>2.385e0</w:t>
      </w:r>
    </w:p>
    <w:p w:rsidR="00354DF7" w:rsidRDefault="00354DF7" w:rsidP="00354DF7">
      <w:pPr>
        <w:tabs>
          <w:tab w:val="left" w:pos="6195"/>
        </w:tabs>
      </w:pPr>
      <w:r>
        <w:t>251.1161</w:t>
      </w:r>
      <w:r>
        <w:tab/>
        <w:t>4.961e0</w:t>
      </w:r>
    </w:p>
    <w:p w:rsidR="00354DF7" w:rsidRDefault="00354DF7" w:rsidP="00354DF7">
      <w:pPr>
        <w:tabs>
          <w:tab w:val="left" w:pos="6195"/>
        </w:tabs>
      </w:pPr>
      <w:r>
        <w:t>251.1401</w:t>
      </w:r>
      <w:r>
        <w:tab/>
        <w:t>2.380e0</w:t>
      </w:r>
    </w:p>
    <w:p w:rsidR="00354DF7" w:rsidRDefault="00354DF7" w:rsidP="00354DF7">
      <w:pPr>
        <w:tabs>
          <w:tab w:val="left" w:pos="6195"/>
        </w:tabs>
      </w:pPr>
      <w:r>
        <w:t>251.1452</w:t>
      </w:r>
      <w:r>
        <w:tab/>
        <w:t>7.833e0</w:t>
      </w:r>
    </w:p>
    <w:p w:rsidR="00354DF7" w:rsidRDefault="00354DF7" w:rsidP="00354DF7">
      <w:pPr>
        <w:tabs>
          <w:tab w:val="left" w:pos="6195"/>
        </w:tabs>
      </w:pPr>
      <w:r>
        <w:lastRenderedPageBreak/>
        <w:t>251.1547</w:t>
      </w:r>
      <w:r>
        <w:tab/>
        <w:t>8.042e0</w:t>
      </w:r>
    </w:p>
    <w:p w:rsidR="00354DF7" w:rsidRDefault="00354DF7" w:rsidP="00354DF7">
      <w:pPr>
        <w:tabs>
          <w:tab w:val="left" w:pos="6195"/>
        </w:tabs>
      </w:pPr>
      <w:r>
        <w:t>251.1565</w:t>
      </w:r>
      <w:r>
        <w:tab/>
        <w:t>5.374e0</w:t>
      </w:r>
    </w:p>
    <w:p w:rsidR="00354DF7" w:rsidRDefault="00354DF7" w:rsidP="00354DF7">
      <w:pPr>
        <w:tabs>
          <w:tab w:val="left" w:pos="6195"/>
        </w:tabs>
      </w:pPr>
      <w:r>
        <w:t>251.1669</w:t>
      </w:r>
      <w:r>
        <w:tab/>
        <w:t>9.787e0</w:t>
      </w:r>
    </w:p>
    <w:p w:rsidR="00354DF7" w:rsidRDefault="00354DF7" w:rsidP="00354DF7">
      <w:pPr>
        <w:tabs>
          <w:tab w:val="left" w:pos="6195"/>
        </w:tabs>
      </w:pPr>
      <w:r>
        <w:t>251.1951</w:t>
      </w:r>
      <w:r>
        <w:tab/>
        <w:t>4.331e0</w:t>
      </w:r>
    </w:p>
    <w:p w:rsidR="00354DF7" w:rsidRDefault="00354DF7" w:rsidP="00354DF7">
      <w:pPr>
        <w:tabs>
          <w:tab w:val="left" w:pos="6195"/>
        </w:tabs>
      </w:pPr>
      <w:r>
        <w:t>251.1999</w:t>
      </w:r>
      <w:r>
        <w:tab/>
        <w:t>3.656e0</w:t>
      </w:r>
    </w:p>
    <w:p w:rsidR="00354DF7" w:rsidRDefault="00354DF7" w:rsidP="00354DF7">
      <w:pPr>
        <w:tabs>
          <w:tab w:val="left" w:pos="6195"/>
        </w:tabs>
      </w:pPr>
      <w:r>
        <w:t>251.2100</w:t>
      </w:r>
      <w:r>
        <w:tab/>
        <w:t>1.100e0</w:t>
      </w:r>
    </w:p>
    <w:p w:rsidR="00354DF7" w:rsidRDefault="00354DF7" w:rsidP="00354DF7">
      <w:pPr>
        <w:tabs>
          <w:tab w:val="left" w:pos="6195"/>
        </w:tabs>
      </w:pPr>
      <w:r>
        <w:t>251.2191</w:t>
      </w:r>
      <w:r>
        <w:tab/>
        <w:t>1.648e0</w:t>
      </w:r>
    </w:p>
    <w:p w:rsidR="00354DF7" w:rsidRDefault="00354DF7" w:rsidP="00354DF7">
      <w:pPr>
        <w:tabs>
          <w:tab w:val="left" w:pos="6195"/>
        </w:tabs>
      </w:pPr>
      <w:r>
        <w:t>251.2334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251.2456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251.2527</w:t>
      </w:r>
      <w:r>
        <w:tab/>
        <w:t>3.362e0</w:t>
      </w:r>
    </w:p>
    <w:p w:rsidR="00354DF7" w:rsidRDefault="00354DF7" w:rsidP="00354DF7">
      <w:pPr>
        <w:tabs>
          <w:tab w:val="left" w:pos="6195"/>
        </w:tabs>
      </w:pPr>
      <w:r>
        <w:t>251.2568</w:t>
      </w:r>
      <w:r>
        <w:tab/>
        <w:t>2.881e0</w:t>
      </w:r>
    </w:p>
    <w:p w:rsidR="00354DF7" w:rsidRDefault="00354DF7" w:rsidP="00354DF7">
      <w:pPr>
        <w:tabs>
          <w:tab w:val="left" w:pos="6195"/>
        </w:tabs>
      </w:pPr>
      <w:r>
        <w:t>251.2677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251.2697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251.2775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251.2965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251.3012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251.3045</w:t>
      </w:r>
      <w:r>
        <w:tab/>
        <w:t>2.271e0</w:t>
      </w:r>
    </w:p>
    <w:p w:rsidR="00354DF7" w:rsidRDefault="00354DF7" w:rsidP="00354DF7">
      <w:pPr>
        <w:tabs>
          <w:tab w:val="left" w:pos="6195"/>
        </w:tabs>
      </w:pPr>
      <w:r>
        <w:t>251.3221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251.3339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251.3638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251.3722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251.3760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251.3982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251.4081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251.4104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251.4144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251.4178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251.4213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251.4444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251.4562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251.4846</w:t>
      </w:r>
      <w:r>
        <w:tab/>
        <w:t>2.109e0</w:t>
      </w:r>
    </w:p>
    <w:p w:rsidR="00354DF7" w:rsidRDefault="00354DF7" w:rsidP="00354DF7">
      <w:pPr>
        <w:tabs>
          <w:tab w:val="left" w:pos="6195"/>
        </w:tabs>
      </w:pPr>
      <w:r>
        <w:t>251.4906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251.4948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251.4987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251.5121</w:t>
      </w:r>
      <w:r>
        <w:tab/>
        <w:t>3.385e0</w:t>
      </w:r>
    </w:p>
    <w:p w:rsidR="00354DF7" w:rsidRDefault="00354DF7" w:rsidP="00354DF7">
      <w:pPr>
        <w:tabs>
          <w:tab w:val="left" w:pos="6195"/>
        </w:tabs>
      </w:pPr>
      <w:r>
        <w:t>251.5210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251.5370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251.5537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251.5627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251.5712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251.5896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251.5909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251.5958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251.6041</w:t>
      </w:r>
      <w:r>
        <w:tab/>
        <w:t>3.271e0</w:t>
      </w:r>
    </w:p>
    <w:p w:rsidR="00354DF7" w:rsidRDefault="00354DF7" w:rsidP="00354DF7">
      <w:pPr>
        <w:tabs>
          <w:tab w:val="left" w:pos="6195"/>
        </w:tabs>
      </w:pPr>
      <w:r>
        <w:t>251.6229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251.6274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251.6419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251.6473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251.6494</w:t>
      </w:r>
      <w:r>
        <w:tab/>
        <w:t>2.560e0</w:t>
      </w:r>
    </w:p>
    <w:p w:rsidR="00354DF7" w:rsidRDefault="00354DF7" w:rsidP="00354DF7">
      <w:pPr>
        <w:tabs>
          <w:tab w:val="left" w:pos="6195"/>
        </w:tabs>
      </w:pPr>
      <w:r>
        <w:t>251.6671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251.6753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251.6859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251.6894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251.7037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251.7132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251.7145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251.7157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251.7399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251.7606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251.7643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251.7731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251.7900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251.7976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251.7991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251.8094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251.8111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251.8359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251.8436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251.8511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251.8607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251.8626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251.8725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251.8903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251.9069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251.9197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251.9268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251.9419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251.9480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251.9564</w:t>
      </w:r>
      <w:r>
        <w:tab/>
        <w:t>1.870e0</w:t>
      </w:r>
    </w:p>
    <w:p w:rsidR="00354DF7" w:rsidRDefault="00354DF7" w:rsidP="00354DF7">
      <w:pPr>
        <w:tabs>
          <w:tab w:val="left" w:pos="6195"/>
        </w:tabs>
      </w:pPr>
      <w:r>
        <w:t>251.9641</w:t>
      </w:r>
      <w:r>
        <w:tab/>
        <w:t>4.676e0</w:t>
      </w:r>
    </w:p>
    <w:p w:rsidR="00354DF7" w:rsidRDefault="00354DF7" w:rsidP="00354DF7">
      <w:pPr>
        <w:tabs>
          <w:tab w:val="left" w:pos="6195"/>
        </w:tabs>
      </w:pPr>
      <w:r>
        <w:t>251.9747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251.9863</w:t>
      </w:r>
      <w:r>
        <w:tab/>
        <w:t>2.021e0</w:t>
      </w:r>
    </w:p>
    <w:p w:rsidR="00354DF7" w:rsidRDefault="00354DF7" w:rsidP="00354DF7">
      <w:pPr>
        <w:tabs>
          <w:tab w:val="left" w:pos="6195"/>
        </w:tabs>
      </w:pPr>
      <w:r>
        <w:t>252.0027</w:t>
      </w:r>
      <w:r>
        <w:tab/>
        <w:t>4.169e0</w:t>
      </w:r>
    </w:p>
    <w:p w:rsidR="00354DF7" w:rsidRDefault="00354DF7" w:rsidP="00354DF7">
      <w:pPr>
        <w:tabs>
          <w:tab w:val="left" w:pos="6195"/>
        </w:tabs>
      </w:pPr>
      <w:r>
        <w:t>252.0095</w:t>
      </w:r>
      <w:r>
        <w:tab/>
        <w:t>2.518e0</w:t>
      </w:r>
    </w:p>
    <w:p w:rsidR="00354DF7" w:rsidRDefault="00354DF7" w:rsidP="00354DF7">
      <w:pPr>
        <w:tabs>
          <w:tab w:val="left" w:pos="6195"/>
        </w:tabs>
      </w:pPr>
      <w:r>
        <w:t>252.0632</w:t>
      </w:r>
      <w:r>
        <w:tab/>
        <w:t>3.819e0</w:t>
      </w:r>
    </w:p>
    <w:p w:rsidR="00354DF7" w:rsidRDefault="00354DF7" w:rsidP="00354DF7">
      <w:pPr>
        <w:tabs>
          <w:tab w:val="left" w:pos="6195"/>
        </w:tabs>
      </w:pPr>
      <w:r>
        <w:t>252.0775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252.0934</w:t>
      </w:r>
      <w:r>
        <w:tab/>
        <w:t>3.025e0</w:t>
      </w:r>
    </w:p>
    <w:p w:rsidR="00354DF7" w:rsidRDefault="00354DF7" w:rsidP="00354DF7">
      <w:pPr>
        <w:tabs>
          <w:tab w:val="left" w:pos="6195"/>
        </w:tabs>
      </w:pPr>
      <w:r>
        <w:t>252.0989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252.1092</w:t>
      </w:r>
      <w:r>
        <w:tab/>
        <w:t>1.162e1</w:t>
      </w:r>
    </w:p>
    <w:p w:rsidR="00354DF7" w:rsidRDefault="00354DF7" w:rsidP="00354DF7">
      <w:pPr>
        <w:tabs>
          <w:tab w:val="left" w:pos="6195"/>
        </w:tabs>
      </w:pPr>
      <w:r>
        <w:t>252.1297</w:t>
      </w:r>
      <w:r>
        <w:tab/>
        <w:t>2.099e0</w:t>
      </w:r>
    </w:p>
    <w:p w:rsidR="00354DF7" w:rsidRDefault="00354DF7" w:rsidP="00354DF7">
      <w:pPr>
        <w:tabs>
          <w:tab w:val="left" w:pos="6195"/>
        </w:tabs>
      </w:pPr>
      <w:r>
        <w:t>252.1398</w:t>
      </w:r>
      <w:r>
        <w:tab/>
        <w:t>5.922e0</w:t>
      </w:r>
    </w:p>
    <w:p w:rsidR="00354DF7" w:rsidRDefault="00354DF7" w:rsidP="00354DF7">
      <w:pPr>
        <w:tabs>
          <w:tab w:val="left" w:pos="6195"/>
        </w:tabs>
      </w:pPr>
      <w:r>
        <w:t>252.1415</w:t>
      </w:r>
      <w:r>
        <w:tab/>
        <w:t>1.101e1</w:t>
      </w:r>
    </w:p>
    <w:p w:rsidR="00354DF7" w:rsidRDefault="00354DF7" w:rsidP="00354DF7">
      <w:pPr>
        <w:tabs>
          <w:tab w:val="left" w:pos="6195"/>
        </w:tabs>
      </w:pPr>
      <w:r>
        <w:t>252.1802</w:t>
      </w:r>
      <w:r>
        <w:tab/>
        <w:t>2.727e0</w:t>
      </w:r>
    </w:p>
    <w:p w:rsidR="00354DF7" w:rsidRDefault="00354DF7" w:rsidP="00354DF7">
      <w:pPr>
        <w:tabs>
          <w:tab w:val="left" w:pos="6195"/>
        </w:tabs>
      </w:pPr>
      <w:r>
        <w:t>252.1898</w:t>
      </w:r>
      <w:r>
        <w:tab/>
        <w:t>3.223e0</w:t>
      </w:r>
    </w:p>
    <w:p w:rsidR="00354DF7" w:rsidRDefault="00354DF7" w:rsidP="00354DF7">
      <w:pPr>
        <w:tabs>
          <w:tab w:val="left" w:pos="6195"/>
        </w:tabs>
      </w:pPr>
      <w:r>
        <w:t>252.1933</w:t>
      </w:r>
      <w:r>
        <w:tab/>
        <w:t>2.994e0</w:t>
      </w:r>
    </w:p>
    <w:p w:rsidR="00354DF7" w:rsidRDefault="00354DF7" w:rsidP="00354DF7">
      <w:pPr>
        <w:tabs>
          <w:tab w:val="left" w:pos="6195"/>
        </w:tabs>
      </w:pPr>
      <w:r>
        <w:lastRenderedPageBreak/>
        <w:t>252.1963</w:t>
      </w:r>
      <w:r>
        <w:tab/>
        <w:t>1.230e1</w:t>
      </w:r>
    </w:p>
    <w:p w:rsidR="00354DF7" w:rsidRDefault="00354DF7" w:rsidP="00354DF7">
      <w:pPr>
        <w:tabs>
          <w:tab w:val="left" w:pos="6195"/>
        </w:tabs>
      </w:pPr>
      <w:r>
        <w:t>252.1976</w:t>
      </w:r>
      <w:r>
        <w:tab/>
        <w:t>6.629e0</w:t>
      </w:r>
    </w:p>
    <w:p w:rsidR="00354DF7" w:rsidRDefault="00354DF7" w:rsidP="00354DF7">
      <w:pPr>
        <w:tabs>
          <w:tab w:val="left" w:pos="6195"/>
        </w:tabs>
      </w:pPr>
      <w:r>
        <w:t>252.1994</w:t>
      </w:r>
      <w:r>
        <w:tab/>
        <w:t>1.033e1</w:t>
      </w:r>
    </w:p>
    <w:p w:rsidR="00354DF7" w:rsidRDefault="00354DF7" w:rsidP="00354DF7">
      <w:pPr>
        <w:tabs>
          <w:tab w:val="left" w:pos="6195"/>
        </w:tabs>
      </w:pPr>
      <w:r>
        <w:t>252.2115</w:t>
      </w:r>
      <w:r>
        <w:tab/>
        <w:t>1.360e0</w:t>
      </w:r>
    </w:p>
    <w:p w:rsidR="00354DF7" w:rsidRDefault="00354DF7" w:rsidP="00354DF7">
      <w:pPr>
        <w:tabs>
          <w:tab w:val="left" w:pos="6195"/>
        </w:tabs>
      </w:pPr>
      <w:r>
        <w:t>252.2180</w:t>
      </w:r>
      <w:r>
        <w:tab/>
        <w:t>4.453e0</w:t>
      </w:r>
    </w:p>
    <w:p w:rsidR="00354DF7" w:rsidRDefault="00354DF7" w:rsidP="00354DF7">
      <w:pPr>
        <w:tabs>
          <w:tab w:val="left" w:pos="6195"/>
        </w:tabs>
      </w:pPr>
      <w:r>
        <w:t>252.2371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252.2523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252.2601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252.2661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252.2886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252.2921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252.2965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252.3308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252.3325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252.3344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252.3547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252.3594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252.3727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252.3969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252.3996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252.4063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252.4213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252.4290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252.4462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252.4482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252.4586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252.4613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252.4951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252.5036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252.5135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252.5324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252.5378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252.5658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252.5814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252.5826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252.5920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252.5969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252.6261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252.6317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252.6424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252.6765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252.6824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252.7067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252.7246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252.7267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252.7527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252.7728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252.8032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252.8146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252.8194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252.8288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252.8454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252.8491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252.8530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252.8542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252.8572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252.8624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252.8913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252.8956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252.9258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252.9339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252.9358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252.9463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252.9503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252.9663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252.9722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252.9894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252.9959</w:t>
      </w:r>
      <w:r>
        <w:tab/>
        <w:t>2.742e0</w:t>
      </w:r>
    </w:p>
    <w:p w:rsidR="00354DF7" w:rsidRDefault="00354DF7" w:rsidP="00354DF7">
      <w:pPr>
        <w:tabs>
          <w:tab w:val="left" w:pos="6195"/>
        </w:tabs>
      </w:pPr>
      <w:r>
        <w:t>253.0032</w:t>
      </w:r>
      <w:r>
        <w:tab/>
        <w:t>4.852e0</w:t>
      </w:r>
    </w:p>
    <w:p w:rsidR="00354DF7" w:rsidRDefault="00354DF7" w:rsidP="00354DF7">
      <w:pPr>
        <w:tabs>
          <w:tab w:val="left" w:pos="6195"/>
        </w:tabs>
      </w:pPr>
      <w:r>
        <w:t>253.0245</w:t>
      </w:r>
      <w:r>
        <w:tab/>
        <w:t>1.052e0</w:t>
      </w:r>
    </w:p>
    <w:p w:rsidR="00354DF7" w:rsidRDefault="00354DF7" w:rsidP="00354DF7">
      <w:pPr>
        <w:tabs>
          <w:tab w:val="left" w:pos="6195"/>
        </w:tabs>
      </w:pPr>
      <w:r>
        <w:t>253.0450</w:t>
      </w:r>
      <w:r>
        <w:tab/>
        <w:t>1.245e0</w:t>
      </w:r>
    </w:p>
    <w:p w:rsidR="00354DF7" w:rsidRDefault="00354DF7" w:rsidP="00354DF7">
      <w:pPr>
        <w:tabs>
          <w:tab w:val="left" w:pos="6195"/>
        </w:tabs>
      </w:pPr>
      <w:r>
        <w:t>253.0769</w:t>
      </w:r>
      <w:r>
        <w:tab/>
        <w:t>4.470e0</w:t>
      </w:r>
    </w:p>
    <w:p w:rsidR="00354DF7" w:rsidRDefault="00354DF7" w:rsidP="00354DF7">
      <w:pPr>
        <w:tabs>
          <w:tab w:val="left" w:pos="6195"/>
        </w:tabs>
      </w:pPr>
      <w:r>
        <w:t>253.0781</w:t>
      </w:r>
      <w:r>
        <w:tab/>
        <w:t>2.445e0</w:t>
      </w:r>
    </w:p>
    <w:p w:rsidR="00354DF7" w:rsidRDefault="00354DF7" w:rsidP="00354DF7">
      <w:pPr>
        <w:tabs>
          <w:tab w:val="left" w:pos="6195"/>
        </w:tabs>
      </w:pPr>
      <w:r>
        <w:t>253.0883</w:t>
      </w:r>
      <w:r>
        <w:tab/>
        <w:t>2.559e0</w:t>
      </w:r>
    </w:p>
    <w:p w:rsidR="00354DF7" w:rsidRDefault="00354DF7" w:rsidP="00354DF7">
      <w:pPr>
        <w:tabs>
          <w:tab w:val="left" w:pos="6195"/>
        </w:tabs>
      </w:pPr>
      <w:r>
        <w:t>253.0944</w:t>
      </w:r>
      <w:r>
        <w:tab/>
        <w:t>3.780e0</w:t>
      </w:r>
    </w:p>
    <w:p w:rsidR="00354DF7" w:rsidRDefault="00354DF7" w:rsidP="00354DF7">
      <w:pPr>
        <w:tabs>
          <w:tab w:val="left" w:pos="6195"/>
        </w:tabs>
      </w:pPr>
      <w:r>
        <w:t>253.0991</w:t>
      </w:r>
      <w:r>
        <w:tab/>
        <w:t>3.931e0</w:t>
      </w:r>
    </w:p>
    <w:p w:rsidR="00354DF7" w:rsidRDefault="00354DF7" w:rsidP="00354DF7">
      <w:pPr>
        <w:tabs>
          <w:tab w:val="left" w:pos="6195"/>
        </w:tabs>
      </w:pPr>
      <w:r>
        <w:lastRenderedPageBreak/>
        <w:t>253.1011</w:t>
      </w:r>
      <w:r>
        <w:tab/>
        <w:t>4.684e0</w:t>
      </w:r>
    </w:p>
    <w:p w:rsidR="00354DF7" w:rsidRDefault="00354DF7" w:rsidP="00354DF7">
      <w:pPr>
        <w:tabs>
          <w:tab w:val="left" w:pos="6195"/>
        </w:tabs>
      </w:pPr>
      <w:r>
        <w:t>253.1125</w:t>
      </w:r>
      <w:r>
        <w:tab/>
        <w:t>4.000e0</w:t>
      </w:r>
    </w:p>
    <w:p w:rsidR="00354DF7" w:rsidRDefault="00354DF7" w:rsidP="00354DF7">
      <w:pPr>
        <w:tabs>
          <w:tab w:val="left" w:pos="6195"/>
        </w:tabs>
      </w:pPr>
      <w:r>
        <w:t>253.1161</w:t>
      </w:r>
      <w:r>
        <w:tab/>
        <w:t>3.802e0</w:t>
      </w:r>
    </w:p>
    <w:p w:rsidR="00354DF7" w:rsidRDefault="00354DF7" w:rsidP="00354DF7">
      <w:pPr>
        <w:tabs>
          <w:tab w:val="left" w:pos="6195"/>
        </w:tabs>
      </w:pPr>
      <w:r>
        <w:t>253.1289</w:t>
      </w:r>
      <w:r>
        <w:tab/>
        <w:t>1.666e0</w:t>
      </w:r>
    </w:p>
    <w:p w:rsidR="00354DF7" w:rsidRDefault="00354DF7" w:rsidP="00354DF7">
      <w:pPr>
        <w:tabs>
          <w:tab w:val="left" w:pos="6195"/>
        </w:tabs>
      </w:pPr>
      <w:r>
        <w:t>253.1386</w:t>
      </w:r>
      <w:r>
        <w:tab/>
        <w:t>4.867e0</w:t>
      </w:r>
    </w:p>
    <w:p w:rsidR="00354DF7" w:rsidRDefault="00354DF7" w:rsidP="00354DF7">
      <w:pPr>
        <w:tabs>
          <w:tab w:val="left" w:pos="6195"/>
        </w:tabs>
      </w:pPr>
      <w:r>
        <w:t>253.1574</w:t>
      </w:r>
      <w:r>
        <w:tab/>
        <w:t>1.662e0</w:t>
      </w:r>
    </w:p>
    <w:p w:rsidR="00354DF7" w:rsidRDefault="00354DF7" w:rsidP="00354DF7">
      <w:pPr>
        <w:tabs>
          <w:tab w:val="left" w:pos="6195"/>
        </w:tabs>
      </w:pPr>
      <w:r>
        <w:t>253.1642</w:t>
      </w:r>
      <w:r>
        <w:tab/>
        <w:t>6.911e0</w:t>
      </w:r>
    </w:p>
    <w:p w:rsidR="00354DF7" w:rsidRDefault="00354DF7" w:rsidP="00354DF7">
      <w:pPr>
        <w:tabs>
          <w:tab w:val="left" w:pos="6195"/>
        </w:tabs>
      </w:pPr>
      <w:r>
        <w:t>253.1660</w:t>
      </w:r>
      <w:r>
        <w:tab/>
        <w:t>1.276e0</w:t>
      </w:r>
    </w:p>
    <w:p w:rsidR="00354DF7" w:rsidRDefault="00354DF7" w:rsidP="00354DF7">
      <w:pPr>
        <w:tabs>
          <w:tab w:val="left" w:pos="6195"/>
        </w:tabs>
      </w:pPr>
      <w:r>
        <w:t>253.1683</w:t>
      </w:r>
      <w:r>
        <w:tab/>
        <w:t>1.616e0</w:t>
      </w:r>
    </w:p>
    <w:p w:rsidR="00354DF7" w:rsidRDefault="00354DF7" w:rsidP="00354DF7">
      <w:pPr>
        <w:tabs>
          <w:tab w:val="left" w:pos="6195"/>
        </w:tabs>
      </w:pPr>
      <w:r>
        <w:t>253.1942</w:t>
      </w:r>
      <w:r>
        <w:tab/>
        <w:t>1.839e0</w:t>
      </w:r>
    </w:p>
    <w:p w:rsidR="00354DF7" w:rsidRDefault="00354DF7" w:rsidP="00354DF7">
      <w:pPr>
        <w:tabs>
          <w:tab w:val="left" w:pos="6195"/>
        </w:tabs>
      </w:pPr>
      <w:r>
        <w:t>253.1953</w:t>
      </w:r>
      <w:r>
        <w:tab/>
        <w:t>2.771e0</w:t>
      </w:r>
    </w:p>
    <w:p w:rsidR="00354DF7" w:rsidRDefault="00354DF7" w:rsidP="00354DF7">
      <w:pPr>
        <w:tabs>
          <w:tab w:val="left" w:pos="6195"/>
        </w:tabs>
      </w:pPr>
      <w:r>
        <w:t>253.2148</w:t>
      </w:r>
      <w:r>
        <w:tab/>
        <w:t>3.223e0</w:t>
      </w:r>
    </w:p>
    <w:p w:rsidR="00354DF7" w:rsidRDefault="00354DF7" w:rsidP="00354DF7">
      <w:pPr>
        <w:tabs>
          <w:tab w:val="left" w:pos="6195"/>
        </w:tabs>
      </w:pPr>
      <w:r>
        <w:t>253.2177</w:t>
      </w:r>
      <w:r>
        <w:tab/>
        <w:t>1.517e0</w:t>
      </w:r>
    </w:p>
    <w:p w:rsidR="00354DF7" w:rsidRDefault="00354DF7" w:rsidP="00354DF7">
      <w:pPr>
        <w:tabs>
          <w:tab w:val="left" w:pos="6195"/>
        </w:tabs>
      </w:pPr>
      <w:r>
        <w:t>253.2200</w:t>
      </w:r>
      <w:r>
        <w:tab/>
        <w:t>1.799e0</w:t>
      </w:r>
    </w:p>
    <w:p w:rsidR="00354DF7" w:rsidRDefault="00354DF7" w:rsidP="00354DF7">
      <w:pPr>
        <w:tabs>
          <w:tab w:val="left" w:pos="6195"/>
        </w:tabs>
      </w:pPr>
      <w:r>
        <w:t>253.2217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253.2233</w:t>
      </w:r>
      <w:r>
        <w:tab/>
        <w:t>6.681e0</w:t>
      </w:r>
    </w:p>
    <w:p w:rsidR="00354DF7" w:rsidRDefault="00354DF7" w:rsidP="00354DF7">
      <w:pPr>
        <w:tabs>
          <w:tab w:val="left" w:pos="6195"/>
        </w:tabs>
      </w:pPr>
      <w:r>
        <w:t>253.2469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253.2521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253.2640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253.2802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253.2828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253.2851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253.3141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253.3216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253.3501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253.3541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253.3560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253.3630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253.3825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253.3868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253.4120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253.4250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253.4268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253.4440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253.4495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253.4695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253.4713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253.4789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253.4848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253.4917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253.4968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253.4998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253.5093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253.5255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253.5324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253.5507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253.5639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253.5768</w:t>
      </w:r>
      <w:r>
        <w:tab/>
        <w:t>3.476e0</w:t>
      </w:r>
    </w:p>
    <w:p w:rsidR="00354DF7" w:rsidRDefault="00354DF7" w:rsidP="00354DF7">
      <w:pPr>
        <w:tabs>
          <w:tab w:val="left" w:pos="6195"/>
        </w:tabs>
      </w:pPr>
      <w:r>
        <w:t>253.5938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253.5978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253.6100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253.6194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253.6213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253.6365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253.6382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253.6616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253.6710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253.6745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253.6828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253.6954</w:t>
      </w:r>
      <w:r>
        <w:tab/>
        <w:t>2.216e0</w:t>
      </w:r>
    </w:p>
    <w:p w:rsidR="00354DF7" w:rsidRDefault="00354DF7" w:rsidP="00354DF7">
      <w:pPr>
        <w:tabs>
          <w:tab w:val="left" w:pos="6195"/>
        </w:tabs>
      </w:pPr>
      <w:r>
        <w:t>253.6998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253.7062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253.7087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253.7367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253.7378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253.7512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253.7634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253.7674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253.7710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253.7771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253.7972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253.8017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253.8056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253.8103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253.8341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253.8436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253.8559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253.8763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253.8781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253.8862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253.8983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253.9162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253.9366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253.9404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253.9496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253.9592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253.9630</w:t>
      </w:r>
      <w:r>
        <w:tab/>
        <w:t>2.023e0</w:t>
      </w:r>
    </w:p>
    <w:p w:rsidR="00354DF7" w:rsidRDefault="00354DF7" w:rsidP="00354DF7">
      <w:pPr>
        <w:tabs>
          <w:tab w:val="left" w:pos="6195"/>
        </w:tabs>
      </w:pPr>
      <w:r>
        <w:t>253.9644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253.9658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253.9897</w:t>
      </w:r>
      <w:r>
        <w:tab/>
        <w:t>1.159e0</w:t>
      </w:r>
    </w:p>
    <w:p w:rsidR="00354DF7" w:rsidRDefault="00354DF7" w:rsidP="00354DF7">
      <w:pPr>
        <w:tabs>
          <w:tab w:val="left" w:pos="6195"/>
        </w:tabs>
      </w:pPr>
      <w:r>
        <w:t>253.9962</w:t>
      </w:r>
      <w:r>
        <w:tab/>
        <w:t>1.472e0</w:t>
      </w:r>
    </w:p>
    <w:p w:rsidR="00354DF7" w:rsidRDefault="00354DF7" w:rsidP="00354DF7">
      <w:pPr>
        <w:tabs>
          <w:tab w:val="left" w:pos="6195"/>
        </w:tabs>
      </w:pPr>
      <w:r>
        <w:t>253.9975</w:t>
      </w:r>
      <w:r>
        <w:tab/>
        <w:t>4.046e0</w:t>
      </w:r>
    </w:p>
    <w:p w:rsidR="00354DF7" w:rsidRDefault="00354DF7" w:rsidP="00354DF7">
      <w:pPr>
        <w:tabs>
          <w:tab w:val="left" w:pos="6195"/>
        </w:tabs>
      </w:pPr>
      <w:r>
        <w:t>254.0428</w:t>
      </w:r>
      <w:r>
        <w:tab/>
        <w:t>4.442e1</w:t>
      </w:r>
    </w:p>
    <w:p w:rsidR="00354DF7" w:rsidRDefault="00354DF7" w:rsidP="00354DF7">
      <w:pPr>
        <w:tabs>
          <w:tab w:val="left" w:pos="6195"/>
        </w:tabs>
      </w:pPr>
      <w:r>
        <w:t>254.0442</w:t>
      </w:r>
      <w:r>
        <w:tab/>
        <w:t>5.650e1</w:t>
      </w:r>
    </w:p>
    <w:p w:rsidR="00354DF7" w:rsidRDefault="00354DF7" w:rsidP="00354DF7">
      <w:pPr>
        <w:tabs>
          <w:tab w:val="left" w:pos="6195"/>
        </w:tabs>
      </w:pPr>
      <w:r>
        <w:t>254.0466</w:t>
      </w:r>
      <w:r>
        <w:tab/>
        <w:t>2.602e1</w:t>
      </w:r>
    </w:p>
    <w:p w:rsidR="00354DF7" w:rsidRDefault="00354DF7" w:rsidP="00354DF7">
      <w:pPr>
        <w:tabs>
          <w:tab w:val="left" w:pos="6195"/>
        </w:tabs>
      </w:pPr>
      <w:r>
        <w:lastRenderedPageBreak/>
        <w:t>254.0482</w:t>
      </w:r>
      <w:r>
        <w:tab/>
        <w:t>2.976e1</w:t>
      </w:r>
    </w:p>
    <w:p w:rsidR="00354DF7" w:rsidRDefault="00354DF7" w:rsidP="00354DF7">
      <w:pPr>
        <w:tabs>
          <w:tab w:val="left" w:pos="6195"/>
        </w:tabs>
      </w:pPr>
      <w:r>
        <w:t>254.0778</w:t>
      </w:r>
      <w:r>
        <w:tab/>
        <w:t>3.615e0</w:t>
      </w:r>
    </w:p>
    <w:p w:rsidR="00354DF7" w:rsidRDefault="00354DF7" w:rsidP="00354DF7">
      <w:pPr>
        <w:tabs>
          <w:tab w:val="left" w:pos="6195"/>
        </w:tabs>
      </w:pPr>
      <w:r>
        <w:t>254.0926</w:t>
      </w:r>
      <w:r>
        <w:tab/>
        <w:t>2.344e0</w:t>
      </w:r>
    </w:p>
    <w:p w:rsidR="00354DF7" w:rsidRDefault="00354DF7" w:rsidP="00354DF7">
      <w:pPr>
        <w:tabs>
          <w:tab w:val="left" w:pos="6195"/>
        </w:tabs>
      </w:pPr>
      <w:r>
        <w:t>254.1188</w:t>
      </w:r>
      <w:r>
        <w:tab/>
        <w:t>2.739e0</w:t>
      </w:r>
    </w:p>
    <w:p w:rsidR="00354DF7" w:rsidRDefault="00354DF7" w:rsidP="00354DF7">
      <w:pPr>
        <w:tabs>
          <w:tab w:val="left" w:pos="6195"/>
        </w:tabs>
      </w:pPr>
      <w:r>
        <w:t>254.1199</w:t>
      </w:r>
      <w:r>
        <w:tab/>
        <w:t>1.325e0</w:t>
      </w:r>
    </w:p>
    <w:p w:rsidR="00354DF7" w:rsidRDefault="00354DF7" w:rsidP="00354DF7">
      <w:pPr>
        <w:tabs>
          <w:tab w:val="left" w:pos="6195"/>
        </w:tabs>
      </w:pPr>
      <w:r>
        <w:t>254.1250</w:t>
      </w:r>
      <w:r>
        <w:tab/>
        <w:t>4.728e0</w:t>
      </w:r>
    </w:p>
    <w:p w:rsidR="00354DF7" w:rsidRDefault="00354DF7" w:rsidP="00354DF7">
      <w:pPr>
        <w:tabs>
          <w:tab w:val="left" w:pos="6195"/>
        </w:tabs>
      </w:pPr>
      <w:r>
        <w:t>254.1492</w:t>
      </w:r>
      <w:r>
        <w:tab/>
        <w:t>5.453e0</w:t>
      </w:r>
    </w:p>
    <w:p w:rsidR="00354DF7" w:rsidRDefault="00354DF7" w:rsidP="00354DF7">
      <w:pPr>
        <w:tabs>
          <w:tab w:val="left" w:pos="6195"/>
        </w:tabs>
      </w:pPr>
      <w:r>
        <w:t>254.1628</w:t>
      </w:r>
      <w:r>
        <w:tab/>
        <w:t>5.554e0</w:t>
      </w:r>
    </w:p>
    <w:p w:rsidR="00354DF7" w:rsidRDefault="00354DF7" w:rsidP="00354DF7">
      <w:pPr>
        <w:tabs>
          <w:tab w:val="left" w:pos="6195"/>
        </w:tabs>
      </w:pPr>
      <w:r>
        <w:t>254.1658</w:t>
      </w:r>
      <w:r>
        <w:tab/>
        <w:t>8.098e0</w:t>
      </w:r>
    </w:p>
    <w:p w:rsidR="00354DF7" w:rsidRDefault="00354DF7" w:rsidP="00354DF7">
      <w:pPr>
        <w:tabs>
          <w:tab w:val="left" w:pos="6195"/>
        </w:tabs>
      </w:pPr>
      <w:r>
        <w:t>254.1680</w:t>
      </w:r>
      <w:r>
        <w:tab/>
        <w:t>9.211e0</w:t>
      </w:r>
    </w:p>
    <w:p w:rsidR="00354DF7" w:rsidRDefault="00354DF7" w:rsidP="00354DF7">
      <w:pPr>
        <w:tabs>
          <w:tab w:val="left" w:pos="6195"/>
        </w:tabs>
      </w:pPr>
      <w:r>
        <w:t>254.1740</w:t>
      </w:r>
      <w:r>
        <w:tab/>
        <w:t>1.865e0</w:t>
      </w:r>
    </w:p>
    <w:p w:rsidR="00354DF7" w:rsidRDefault="00354DF7" w:rsidP="00354DF7">
      <w:pPr>
        <w:tabs>
          <w:tab w:val="left" w:pos="6195"/>
        </w:tabs>
      </w:pPr>
      <w:r>
        <w:t>254.1765</w:t>
      </w:r>
      <w:r>
        <w:tab/>
        <w:t>4.855e0</w:t>
      </w:r>
    </w:p>
    <w:p w:rsidR="00354DF7" w:rsidRDefault="00354DF7" w:rsidP="00354DF7">
      <w:pPr>
        <w:tabs>
          <w:tab w:val="left" w:pos="6195"/>
        </w:tabs>
      </w:pPr>
      <w:r>
        <w:t>254.1977</w:t>
      </w:r>
      <w:r>
        <w:tab/>
        <w:t>9.465e0</w:t>
      </w:r>
    </w:p>
    <w:p w:rsidR="00354DF7" w:rsidRDefault="00354DF7" w:rsidP="00354DF7">
      <w:pPr>
        <w:tabs>
          <w:tab w:val="left" w:pos="6195"/>
        </w:tabs>
      </w:pPr>
      <w:r>
        <w:t>254.2124</w:t>
      </w:r>
      <w:r>
        <w:tab/>
        <w:t>5.823e0</w:t>
      </w:r>
    </w:p>
    <w:p w:rsidR="00354DF7" w:rsidRDefault="00354DF7" w:rsidP="00354DF7">
      <w:pPr>
        <w:tabs>
          <w:tab w:val="left" w:pos="6195"/>
        </w:tabs>
      </w:pPr>
      <w:r>
        <w:t>254.2168</w:t>
      </w:r>
      <w:r>
        <w:tab/>
        <w:t>2.495e0</w:t>
      </w:r>
    </w:p>
    <w:p w:rsidR="00354DF7" w:rsidRDefault="00354DF7" w:rsidP="00354DF7">
      <w:pPr>
        <w:tabs>
          <w:tab w:val="left" w:pos="6195"/>
        </w:tabs>
      </w:pPr>
      <w:r>
        <w:t>254.2185</w:t>
      </w:r>
      <w:r>
        <w:tab/>
        <w:t>6.419e0</w:t>
      </w:r>
    </w:p>
    <w:p w:rsidR="00354DF7" w:rsidRDefault="00354DF7" w:rsidP="00354DF7">
      <w:pPr>
        <w:tabs>
          <w:tab w:val="left" w:pos="6195"/>
        </w:tabs>
      </w:pPr>
      <w:r>
        <w:t>254.2240</w:t>
      </w:r>
      <w:r>
        <w:tab/>
        <w:t>3.674e0</w:t>
      </w:r>
    </w:p>
    <w:p w:rsidR="00354DF7" w:rsidRDefault="00354DF7" w:rsidP="00354DF7">
      <w:pPr>
        <w:tabs>
          <w:tab w:val="left" w:pos="6195"/>
        </w:tabs>
      </w:pPr>
      <w:r>
        <w:t>254.2482</w:t>
      </w:r>
      <w:r>
        <w:tab/>
        <w:t>3.044e0</w:t>
      </w:r>
    </w:p>
    <w:p w:rsidR="00354DF7" w:rsidRDefault="00354DF7" w:rsidP="00354DF7">
      <w:pPr>
        <w:tabs>
          <w:tab w:val="left" w:pos="6195"/>
        </w:tabs>
      </w:pPr>
      <w:r>
        <w:t>254.2510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254.2611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254.2646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254.2670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254.2748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254.2807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254.2868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254.3013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254.3265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254.3315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254.3358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254.3569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254.3669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254.3781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254.3831</w:t>
      </w:r>
      <w:r>
        <w:tab/>
        <w:t>2.728e0</w:t>
      </w:r>
    </w:p>
    <w:p w:rsidR="00354DF7" w:rsidRDefault="00354DF7" w:rsidP="00354DF7">
      <w:pPr>
        <w:tabs>
          <w:tab w:val="left" w:pos="6195"/>
        </w:tabs>
      </w:pPr>
      <w:r>
        <w:t>254.3976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254.4165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254.4204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254.4323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254.4352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254.4381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254.4706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254.4747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254.4826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254.4898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254.4935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254.5040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254.5252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254.5299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254.5389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254.5550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254.5593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254.5667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254.5677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254.5768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254.5876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254.5997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254.6016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254.6104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254.6252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254.6280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254.6406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254.6530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254.6661</w:t>
      </w:r>
      <w:r>
        <w:tab/>
        <w:t>2.145e0</w:t>
      </w:r>
    </w:p>
    <w:p w:rsidR="00354DF7" w:rsidRDefault="00354DF7" w:rsidP="00354DF7">
      <w:pPr>
        <w:tabs>
          <w:tab w:val="left" w:pos="6195"/>
        </w:tabs>
      </w:pPr>
      <w:r>
        <w:t>254.6783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254.6858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254.6874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254.7012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254.7167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254.7312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254.7332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254.7375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254.7424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254.7630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254.7681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254.7805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254.7861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254.7973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254.8183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254.8230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254.8280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254.8317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254.8417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254.8558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254.8701</w:t>
      </w:r>
      <w:r>
        <w:tab/>
        <w:t>1.189e0</w:t>
      </w:r>
    </w:p>
    <w:p w:rsidR="00354DF7" w:rsidRDefault="00354DF7" w:rsidP="00354DF7">
      <w:pPr>
        <w:tabs>
          <w:tab w:val="left" w:pos="6195"/>
        </w:tabs>
      </w:pPr>
      <w:r>
        <w:t>254.8857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254.8940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254.9045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254.9082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254.9126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254.9185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254.9244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254.9410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254.9513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254.9742</w:t>
      </w:r>
      <w:r>
        <w:tab/>
        <w:t>5.059e0</w:t>
      </w:r>
    </w:p>
    <w:p w:rsidR="00354DF7" w:rsidRDefault="00354DF7" w:rsidP="00354DF7">
      <w:pPr>
        <w:tabs>
          <w:tab w:val="left" w:pos="6195"/>
        </w:tabs>
      </w:pPr>
      <w:r>
        <w:t>254.9968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255.0180</w:t>
      </w:r>
      <w:r>
        <w:tab/>
        <w:t>2.252e0</w:t>
      </w:r>
    </w:p>
    <w:p w:rsidR="00354DF7" w:rsidRDefault="00354DF7" w:rsidP="00354DF7">
      <w:pPr>
        <w:tabs>
          <w:tab w:val="left" w:pos="6195"/>
        </w:tabs>
      </w:pPr>
      <w:r>
        <w:lastRenderedPageBreak/>
        <w:t>255.0192</w:t>
      </w:r>
      <w:r>
        <w:tab/>
        <w:t>2.053e0</w:t>
      </w:r>
    </w:p>
    <w:p w:rsidR="00354DF7" w:rsidRDefault="00354DF7" w:rsidP="00354DF7">
      <w:pPr>
        <w:tabs>
          <w:tab w:val="left" w:pos="6195"/>
        </w:tabs>
      </w:pPr>
      <w:r>
        <w:t>255.0250</w:t>
      </w:r>
      <w:r>
        <w:tab/>
        <w:t>3.267e0</w:t>
      </w:r>
    </w:p>
    <w:p w:rsidR="00354DF7" w:rsidRDefault="00354DF7" w:rsidP="00354DF7">
      <w:pPr>
        <w:tabs>
          <w:tab w:val="left" w:pos="6195"/>
        </w:tabs>
      </w:pPr>
      <w:r>
        <w:t>255.0470</w:t>
      </w:r>
      <w:r>
        <w:tab/>
        <w:t>8.797e0</w:t>
      </w:r>
    </w:p>
    <w:p w:rsidR="00354DF7" w:rsidRDefault="00354DF7" w:rsidP="00354DF7">
      <w:pPr>
        <w:tabs>
          <w:tab w:val="left" w:pos="6195"/>
        </w:tabs>
      </w:pPr>
      <w:r>
        <w:t>255.0480</w:t>
      </w:r>
      <w:r>
        <w:tab/>
        <w:t>2.139e0</w:t>
      </w:r>
    </w:p>
    <w:p w:rsidR="00354DF7" w:rsidRDefault="00354DF7" w:rsidP="00354DF7">
      <w:pPr>
        <w:tabs>
          <w:tab w:val="left" w:pos="6195"/>
        </w:tabs>
      </w:pPr>
      <w:r>
        <w:t>255.0491</w:t>
      </w:r>
      <w:r>
        <w:tab/>
        <w:t>4.640e0</w:t>
      </w:r>
    </w:p>
    <w:p w:rsidR="00354DF7" w:rsidRDefault="00354DF7" w:rsidP="00354DF7">
      <w:pPr>
        <w:tabs>
          <w:tab w:val="left" w:pos="6195"/>
        </w:tabs>
      </w:pPr>
      <w:r>
        <w:t>255.0556</w:t>
      </w:r>
      <w:r>
        <w:tab/>
        <w:t>3.530e0</w:t>
      </w:r>
    </w:p>
    <w:p w:rsidR="00354DF7" w:rsidRDefault="00354DF7" w:rsidP="00354DF7">
      <w:pPr>
        <w:tabs>
          <w:tab w:val="left" w:pos="6195"/>
        </w:tabs>
      </w:pPr>
      <w:r>
        <w:t>255.0607</w:t>
      </w:r>
      <w:r>
        <w:tab/>
        <w:t>2.774e0</w:t>
      </w:r>
    </w:p>
    <w:p w:rsidR="00354DF7" w:rsidRDefault="00354DF7" w:rsidP="00354DF7">
      <w:pPr>
        <w:tabs>
          <w:tab w:val="left" w:pos="6195"/>
        </w:tabs>
      </w:pPr>
      <w:r>
        <w:t>255.0797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255.0816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255.1032</w:t>
      </w:r>
      <w:r>
        <w:tab/>
        <w:t>1.760e0</w:t>
      </w:r>
    </w:p>
    <w:p w:rsidR="00354DF7" w:rsidRDefault="00354DF7" w:rsidP="00354DF7">
      <w:pPr>
        <w:tabs>
          <w:tab w:val="left" w:pos="6195"/>
        </w:tabs>
      </w:pPr>
      <w:r>
        <w:t>255.1124</w:t>
      </w:r>
      <w:r>
        <w:tab/>
        <w:t>3.152e0</w:t>
      </w:r>
    </w:p>
    <w:p w:rsidR="00354DF7" w:rsidRDefault="00354DF7" w:rsidP="00354DF7">
      <w:pPr>
        <w:tabs>
          <w:tab w:val="left" w:pos="6195"/>
        </w:tabs>
      </w:pPr>
      <w:r>
        <w:t>255.1147</w:t>
      </w:r>
      <w:r>
        <w:tab/>
        <w:t>6.781e0</w:t>
      </w:r>
    </w:p>
    <w:p w:rsidR="00354DF7" w:rsidRDefault="00354DF7" w:rsidP="00354DF7">
      <w:pPr>
        <w:tabs>
          <w:tab w:val="left" w:pos="6195"/>
        </w:tabs>
      </w:pPr>
      <w:r>
        <w:t>255.1200</w:t>
      </w:r>
      <w:r>
        <w:tab/>
        <w:t>3.095e0</w:t>
      </w:r>
    </w:p>
    <w:p w:rsidR="00354DF7" w:rsidRDefault="00354DF7" w:rsidP="00354DF7">
      <w:pPr>
        <w:tabs>
          <w:tab w:val="left" w:pos="6195"/>
        </w:tabs>
      </w:pPr>
      <w:r>
        <w:t>255.1275</w:t>
      </w:r>
      <w:r>
        <w:tab/>
        <w:t>3.752e0</w:t>
      </w:r>
    </w:p>
    <w:p w:rsidR="00354DF7" w:rsidRDefault="00354DF7" w:rsidP="00354DF7">
      <w:pPr>
        <w:tabs>
          <w:tab w:val="left" w:pos="6195"/>
        </w:tabs>
      </w:pPr>
      <w:r>
        <w:t>255.1575</w:t>
      </w:r>
      <w:r>
        <w:tab/>
        <w:t>9.424e0</w:t>
      </w:r>
    </w:p>
    <w:p w:rsidR="00354DF7" w:rsidRDefault="00354DF7" w:rsidP="00354DF7">
      <w:pPr>
        <w:tabs>
          <w:tab w:val="left" w:pos="6195"/>
        </w:tabs>
      </w:pPr>
      <w:r>
        <w:t>255.1630</w:t>
      </w:r>
      <w:r>
        <w:tab/>
        <w:t>1.894e0</w:t>
      </w:r>
    </w:p>
    <w:p w:rsidR="00354DF7" w:rsidRDefault="00354DF7" w:rsidP="00354DF7">
      <w:pPr>
        <w:tabs>
          <w:tab w:val="left" w:pos="6195"/>
        </w:tabs>
      </w:pPr>
      <w:r>
        <w:t>255.1757</w:t>
      </w:r>
      <w:r>
        <w:tab/>
        <w:t>3.004e0</w:t>
      </w:r>
    </w:p>
    <w:p w:rsidR="00354DF7" w:rsidRDefault="00354DF7" w:rsidP="00354DF7">
      <w:pPr>
        <w:tabs>
          <w:tab w:val="left" w:pos="6195"/>
        </w:tabs>
      </w:pPr>
      <w:r>
        <w:t>255.1893</w:t>
      </w:r>
      <w:r>
        <w:tab/>
        <w:t>7.350e0</w:t>
      </w:r>
    </w:p>
    <w:p w:rsidR="00354DF7" w:rsidRDefault="00354DF7" w:rsidP="00354DF7">
      <w:pPr>
        <w:tabs>
          <w:tab w:val="left" w:pos="6195"/>
        </w:tabs>
      </w:pPr>
      <w:r>
        <w:t>255.1970</w:t>
      </w:r>
      <w:r>
        <w:tab/>
        <w:t>4.995e0</w:t>
      </w:r>
    </w:p>
    <w:p w:rsidR="00354DF7" w:rsidRDefault="00354DF7" w:rsidP="00354DF7">
      <w:pPr>
        <w:tabs>
          <w:tab w:val="left" w:pos="6195"/>
        </w:tabs>
      </w:pPr>
      <w:r>
        <w:lastRenderedPageBreak/>
        <w:t>255.2018</w:t>
      </w:r>
      <w:r>
        <w:tab/>
        <w:t>3.049e0</w:t>
      </w:r>
    </w:p>
    <w:p w:rsidR="00354DF7" w:rsidRDefault="00354DF7" w:rsidP="00354DF7">
      <w:pPr>
        <w:tabs>
          <w:tab w:val="left" w:pos="6195"/>
        </w:tabs>
      </w:pPr>
      <w:r>
        <w:t>255.2069</w:t>
      </w:r>
      <w:r>
        <w:tab/>
        <w:t>5.565e0</w:t>
      </w:r>
    </w:p>
    <w:p w:rsidR="00354DF7" w:rsidRDefault="00354DF7" w:rsidP="00354DF7">
      <w:pPr>
        <w:tabs>
          <w:tab w:val="left" w:pos="6195"/>
        </w:tabs>
      </w:pPr>
      <w:r>
        <w:t>255.2128</w:t>
      </w:r>
      <w:r>
        <w:tab/>
        <w:t>3.094e0</w:t>
      </w:r>
    </w:p>
    <w:p w:rsidR="00354DF7" w:rsidRDefault="00354DF7" w:rsidP="00354DF7">
      <w:pPr>
        <w:tabs>
          <w:tab w:val="left" w:pos="6195"/>
        </w:tabs>
      </w:pPr>
      <w:r>
        <w:t>255.2207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255.2386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255.2449</w:t>
      </w:r>
      <w:r>
        <w:tab/>
        <w:t>2.679e0</w:t>
      </w:r>
    </w:p>
    <w:p w:rsidR="00354DF7" w:rsidRDefault="00354DF7" w:rsidP="00354DF7">
      <w:pPr>
        <w:tabs>
          <w:tab w:val="left" w:pos="6195"/>
        </w:tabs>
      </w:pPr>
      <w:r>
        <w:t>255.2509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255.2849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255.2876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255.2889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255.2977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255.2999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255.3200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255.3241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255.3341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255.3400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255.3549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255.3574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255.3784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255.3826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255.3913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255.4108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255.4208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255.4340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255.4512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255.4631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255.4813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255.4823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255.4864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255.4884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255.5062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255.5145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255.5281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255.5319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255.5421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255.5524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255.5783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255.5823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255.5859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255.5999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255.6025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255.6071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255.6164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255.6247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255.6282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255.6509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255.6551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255.6589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255.6670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255.6821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255.6892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255.6935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255.6989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255.7137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255.7203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255.7289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255.7301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255.7478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255.7543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255.7653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255.7863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255.8013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255.8032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255.8247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255.8419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255.8441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255.8513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255.8657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255.8751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255.8973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255.9134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255.9178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255.9248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255.9317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255.9595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255.9619</w:t>
      </w:r>
      <w:r>
        <w:tab/>
        <w:t>2.870e0</w:t>
      </w:r>
    </w:p>
    <w:p w:rsidR="00354DF7" w:rsidRDefault="00354DF7" w:rsidP="00354DF7">
      <w:pPr>
        <w:tabs>
          <w:tab w:val="left" w:pos="6195"/>
        </w:tabs>
      </w:pPr>
      <w:r>
        <w:lastRenderedPageBreak/>
        <w:t>255.9630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255.9714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255.9841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256.0025</w:t>
      </w:r>
      <w:r>
        <w:tab/>
        <w:t>2.100e0</w:t>
      </w:r>
    </w:p>
    <w:p w:rsidR="00354DF7" w:rsidRDefault="00354DF7" w:rsidP="00354DF7">
      <w:pPr>
        <w:tabs>
          <w:tab w:val="left" w:pos="6195"/>
        </w:tabs>
      </w:pPr>
      <w:r>
        <w:t>256.0081</w:t>
      </w:r>
      <w:r>
        <w:tab/>
        <w:t>1.213e0</w:t>
      </w:r>
    </w:p>
    <w:p w:rsidR="00354DF7" w:rsidRDefault="00354DF7" w:rsidP="00354DF7">
      <w:pPr>
        <w:tabs>
          <w:tab w:val="left" w:pos="6195"/>
        </w:tabs>
      </w:pPr>
      <w:r>
        <w:t>256.0204</w:t>
      </w:r>
      <w:r>
        <w:tab/>
        <w:t>4.823e0</w:t>
      </w:r>
    </w:p>
    <w:p w:rsidR="00354DF7" w:rsidRDefault="00354DF7" w:rsidP="00354DF7">
      <w:pPr>
        <w:tabs>
          <w:tab w:val="left" w:pos="6195"/>
        </w:tabs>
      </w:pPr>
      <w:r>
        <w:t>256.0320</w:t>
      </w:r>
      <w:r>
        <w:tab/>
        <w:t>2.585e0</w:t>
      </w:r>
    </w:p>
    <w:p w:rsidR="00354DF7" w:rsidRDefault="00354DF7" w:rsidP="00354DF7">
      <w:pPr>
        <w:tabs>
          <w:tab w:val="left" w:pos="6195"/>
        </w:tabs>
      </w:pPr>
      <w:r>
        <w:t>256.0469</w:t>
      </w:r>
      <w:r>
        <w:tab/>
        <w:t>3.298e0</w:t>
      </w:r>
    </w:p>
    <w:p w:rsidR="00354DF7" w:rsidRDefault="00354DF7" w:rsidP="00354DF7">
      <w:pPr>
        <w:tabs>
          <w:tab w:val="left" w:pos="6195"/>
        </w:tabs>
      </w:pPr>
      <w:r>
        <w:t>256.0644</w:t>
      </w:r>
      <w:r>
        <w:tab/>
        <w:t>2.894e0</w:t>
      </w:r>
    </w:p>
    <w:p w:rsidR="00354DF7" w:rsidRDefault="00354DF7" w:rsidP="00354DF7">
      <w:pPr>
        <w:tabs>
          <w:tab w:val="left" w:pos="6195"/>
        </w:tabs>
      </w:pPr>
      <w:r>
        <w:t>256.0706</w:t>
      </w:r>
      <w:r>
        <w:tab/>
        <w:t>1.809e0</w:t>
      </w:r>
    </w:p>
    <w:p w:rsidR="00354DF7" w:rsidRDefault="00354DF7" w:rsidP="00354DF7">
      <w:pPr>
        <w:tabs>
          <w:tab w:val="left" w:pos="6195"/>
        </w:tabs>
      </w:pPr>
      <w:r>
        <w:t>256.0735</w:t>
      </w:r>
      <w:r>
        <w:tab/>
        <w:t>1.955e0</w:t>
      </w:r>
    </w:p>
    <w:p w:rsidR="00354DF7" w:rsidRDefault="00354DF7" w:rsidP="00354DF7">
      <w:pPr>
        <w:tabs>
          <w:tab w:val="left" w:pos="6195"/>
        </w:tabs>
      </w:pPr>
      <w:r>
        <w:t>256.0746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256.0919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256.1114</w:t>
      </w:r>
      <w:r>
        <w:tab/>
        <w:t>2.226e0</w:t>
      </w:r>
    </w:p>
    <w:p w:rsidR="00354DF7" w:rsidRDefault="00354DF7" w:rsidP="00354DF7">
      <w:pPr>
        <w:tabs>
          <w:tab w:val="left" w:pos="6195"/>
        </w:tabs>
      </w:pPr>
      <w:r>
        <w:t>256.1241</w:t>
      </w:r>
      <w:r>
        <w:tab/>
        <w:t>2.229e0</w:t>
      </w:r>
    </w:p>
    <w:p w:rsidR="00354DF7" w:rsidRDefault="00354DF7" w:rsidP="00354DF7">
      <w:pPr>
        <w:tabs>
          <w:tab w:val="left" w:pos="6195"/>
        </w:tabs>
      </w:pPr>
      <w:r>
        <w:t>256.1314</w:t>
      </w:r>
      <w:r>
        <w:tab/>
        <w:t>3.469e0</w:t>
      </w:r>
    </w:p>
    <w:p w:rsidR="00354DF7" w:rsidRDefault="00354DF7" w:rsidP="00354DF7">
      <w:pPr>
        <w:tabs>
          <w:tab w:val="left" w:pos="6195"/>
        </w:tabs>
      </w:pPr>
      <w:r>
        <w:t>256.1331</w:t>
      </w:r>
      <w:r>
        <w:tab/>
        <w:t>3.031e0</w:t>
      </w:r>
    </w:p>
    <w:p w:rsidR="00354DF7" w:rsidRDefault="00354DF7" w:rsidP="00354DF7">
      <w:pPr>
        <w:tabs>
          <w:tab w:val="left" w:pos="6195"/>
        </w:tabs>
      </w:pPr>
      <w:r>
        <w:t>256.1587</w:t>
      </w:r>
      <w:r>
        <w:tab/>
        <w:t>4.257e0</w:t>
      </w:r>
    </w:p>
    <w:p w:rsidR="00354DF7" w:rsidRDefault="00354DF7" w:rsidP="00354DF7">
      <w:pPr>
        <w:tabs>
          <w:tab w:val="left" w:pos="6195"/>
        </w:tabs>
      </w:pPr>
      <w:r>
        <w:t>256.1614</w:t>
      </w:r>
      <w:r>
        <w:tab/>
        <w:t>5.508e0</w:t>
      </w:r>
    </w:p>
    <w:p w:rsidR="00354DF7" w:rsidRDefault="00354DF7" w:rsidP="00354DF7">
      <w:pPr>
        <w:tabs>
          <w:tab w:val="left" w:pos="6195"/>
        </w:tabs>
      </w:pPr>
      <w:r>
        <w:lastRenderedPageBreak/>
        <w:t>256.1705</w:t>
      </w:r>
      <w:r>
        <w:tab/>
        <w:t>1.482e1</w:t>
      </w:r>
    </w:p>
    <w:p w:rsidR="00354DF7" w:rsidRDefault="00354DF7" w:rsidP="00354DF7">
      <w:pPr>
        <w:tabs>
          <w:tab w:val="left" w:pos="6195"/>
        </w:tabs>
      </w:pPr>
      <w:r>
        <w:t>256.1750</w:t>
      </w:r>
      <w:r>
        <w:tab/>
        <w:t>4.294e1</w:t>
      </w:r>
    </w:p>
    <w:p w:rsidR="00354DF7" w:rsidRDefault="00354DF7" w:rsidP="00354DF7">
      <w:pPr>
        <w:tabs>
          <w:tab w:val="left" w:pos="6195"/>
        </w:tabs>
      </w:pPr>
      <w:r>
        <w:t>256.1775</w:t>
      </w:r>
      <w:r>
        <w:tab/>
        <w:t>1.822e1</w:t>
      </w:r>
    </w:p>
    <w:p w:rsidR="00354DF7" w:rsidRDefault="00354DF7" w:rsidP="00354DF7">
      <w:pPr>
        <w:tabs>
          <w:tab w:val="left" w:pos="6195"/>
        </w:tabs>
      </w:pPr>
      <w:r>
        <w:t>256.1844</w:t>
      </w:r>
      <w:r>
        <w:tab/>
        <w:t>1.369e1</w:t>
      </w:r>
    </w:p>
    <w:p w:rsidR="00354DF7" w:rsidRDefault="00354DF7" w:rsidP="00354DF7">
      <w:pPr>
        <w:tabs>
          <w:tab w:val="left" w:pos="6195"/>
        </w:tabs>
      </w:pPr>
      <w:r>
        <w:t>256.1922</w:t>
      </w:r>
      <w:r>
        <w:tab/>
        <w:t>9.895e0</w:t>
      </w:r>
    </w:p>
    <w:p w:rsidR="00354DF7" w:rsidRDefault="00354DF7" w:rsidP="00354DF7">
      <w:pPr>
        <w:tabs>
          <w:tab w:val="left" w:pos="6195"/>
        </w:tabs>
      </w:pPr>
      <w:r>
        <w:t>256.2188</w:t>
      </w:r>
      <w:r>
        <w:tab/>
        <w:t>1.610e0</w:t>
      </w:r>
    </w:p>
    <w:p w:rsidR="00354DF7" w:rsidRDefault="00354DF7" w:rsidP="00354DF7">
      <w:pPr>
        <w:tabs>
          <w:tab w:val="left" w:pos="6195"/>
        </w:tabs>
      </w:pPr>
      <w:r>
        <w:t>256.2223</w:t>
      </w:r>
      <w:r>
        <w:tab/>
        <w:t>6.854e0</w:t>
      </w:r>
    </w:p>
    <w:p w:rsidR="00354DF7" w:rsidRDefault="00354DF7" w:rsidP="00354DF7">
      <w:pPr>
        <w:tabs>
          <w:tab w:val="left" w:pos="6195"/>
        </w:tabs>
      </w:pPr>
      <w:r>
        <w:t>256.2436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256.2585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256.2658</w:t>
      </w:r>
      <w:r>
        <w:tab/>
        <w:t>1.871e0</w:t>
      </w:r>
    </w:p>
    <w:p w:rsidR="00354DF7" w:rsidRDefault="00354DF7" w:rsidP="00354DF7">
      <w:pPr>
        <w:tabs>
          <w:tab w:val="left" w:pos="6195"/>
        </w:tabs>
      </w:pPr>
      <w:r>
        <w:t>256.2693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256.2854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256.2933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256.3057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256.3076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256.3133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256.3155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256.3401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256.3412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256.3480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256.3555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256.3626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256.3780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256.3905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256.4026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256.4099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256.4259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256.4492</w:t>
      </w:r>
      <w:r>
        <w:tab/>
        <w:t>2.328e0</w:t>
      </w:r>
    </w:p>
    <w:p w:rsidR="00354DF7" w:rsidRDefault="00354DF7" w:rsidP="00354DF7">
      <w:pPr>
        <w:tabs>
          <w:tab w:val="left" w:pos="6195"/>
        </w:tabs>
      </w:pPr>
      <w:r>
        <w:t>256.4595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256.4612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256.4654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256.4816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256.4966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256.5035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256.5211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256.5262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256.5310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256.5375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256.5400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256.5522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256.5687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256.5738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256.5779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256.5923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256.5986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256.6211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256.6287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256.6339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256.6449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256.6596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256.6636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256.6928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256.7005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256.7060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256.7074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256.7246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256.7401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256.7413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256.7441</w:t>
      </w:r>
      <w:r>
        <w:tab/>
        <w:t>1.109e0</w:t>
      </w:r>
    </w:p>
    <w:p w:rsidR="00354DF7" w:rsidRDefault="00354DF7" w:rsidP="00354DF7">
      <w:pPr>
        <w:tabs>
          <w:tab w:val="left" w:pos="6195"/>
        </w:tabs>
      </w:pPr>
      <w:r>
        <w:t>256.7524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256.7706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256.7733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256.7868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256.7908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256.8120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256.8203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256.8250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256.8293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256.8333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256.8593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256.8613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256.8754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256.8797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256.8976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256.9024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256.9099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256.9176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256.9221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256.9330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256.9503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256.9606</w:t>
      </w:r>
      <w:r>
        <w:tab/>
        <w:t>1.074e0</w:t>
      </w:r>
    </w:p>
    <w:p w:rsidR="00354DF7" w:rsidRDefault="00354DF7" w:rsidP="00354DF7">
      <w:pPr>
        <w:tabs>
          <w:tab w:val="left" w:pos="6195"/>
        </w:tabs>
      </w:pPr>
      <w:r>
        <w:t>256.9785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257.0058</w:t>
      </w:r>
      <w:r>
        <w:tab/>
        <w:t>3.413e0</w:t>
      </w:r>
    </w:p>
    <w:p w:rsidR="00354DF7" w:rsidRDefault="00354DF7" w:rsidP="00354DF7">
      <w:pPr>
        <w:tabs>
          <w:tab w:val="left" w:pos="6195"/>
        </w:tabs>
      </w:pPr>
      <w:r>
        <w:t>257.0081</w:t>
      </w:r>
      <w:r>
        <w:tab/>
        <w:t>1.088e0</w:t>
      </w:r>
    </w:p>
    <w:p w:rsidR="00354DF7" w:rsidRDefault="00354DF7" w:rsidP="00354DF7">
      <w:pPr>
        <w:tabs>
          <w:tab w:val="left" w:pos="6195"/>
        </w:tabs>
      </w:pPr>
      <w:r>
        <w:t>257.0099</w:t>
      </w:r>
      <w:r>
        <w:tab/>
        <w:t>1.446e1</w:t>
      </w:r>
    </w:p>
    <w:p w:rsidR="00354DF7" w:rsidRDefault="00354DF7" w:rsidP="00354DF7">
      <w:pPr>
        <w:tabs>
          <w:tab w:val="left" w:pos="6195"/>
        </w:tabs>
      </w:pPr>
      <w:r>
        <w:t>257.0165</w:t>
      </w:r>
      <w:r>
        <w:tab/>
        <w:t>4.588e0</w:t>
      </w:r>
    </w:p>
    <w:p w:rsidR="00354DF7" w:rsidRDefault="00354DF7" w:rsidP="00354DF7">
      <w:pPr>
        <w:tabs>
          <w:tab w:val="left" w:pos="6195"/>
        </w:tabs>
      </w:pPr>
      <w:r>
        <w:t>257.0286</w:t>
      </w:r>
      <w:r>
        <w:tab/>
        <w:t>8.068e0</w:t>
      </w:r>
    </w:p>
    <w:p w:rsidR="00354DF7" w:rsidRDefault="00354DF7" w:rsidP="00354DF7">
      <w:pPr>
        <w:tabs>
          <w:tab w:val="left" w:pos="6195"/>
        </w:tabs>
      </w:pPr>
      <w:r>
        <w:t>257.0452</w:t>
      </w:r>
      <w:r>
        <w:tab/>
        <w:t>1.126e0</w:t>
      </w:r>
    </w:p>
    <w:p w:rsidR="00354DF7" w:rsidRDefault="00354DF7" w:rsidP="00354DF7">
      <w:pPr>
        <w:tabs>
          <w:tab w:val="left" w:pos="6195"/>
        </w:tabs>
      </w:pPr>
      <w:r>
        <w:t>257.0657</w:t>
      </w:r>
      <w:r>
        <w:tab/>
        <w:t>1.935e0</w:t>
      </w:r>
    </w:p>
    <w:p w:rsidR="00354DF7" w:rsidRDefault="00354DF7" w:rsidP="00354DF7">
      <w:pPr>
        <w:tabs>
          <w:tab w:val="left" w:pos="6195"/>
        </w:tabs>
      </w:pPr>
      <w:r>
        <w:t>257.0703</w:t>
      </w:r>
      <w:r>
        <w:tab/>
        <w:t>1.994e0</w:t>
      </w:r>
    </w:p>
    <w:p w:rsidR="00354DF7" w:rsidRDefault="00354DF7" w:rsidP="00354DF7">
      <w:pPr>
        <w:tabs>
          <w:tab w:val="left" w:pos="6195"/>
        </w:tabs>
      </w:pPr>
      <w:r>
        <w:t>257.0835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257.0931</w:t>
      </w:r>
      <w:r>
        <w:tab/>
        <w:t>4.395e0</w:t>
      </w:r>
    </w:p>
    <w:p w:rsidR="00354DF7" w:rsidRDefault="00354DF7" w:rsidP="00354DF7">
      <w:pPr>
        <w:tabs>
          <w:tab w:val="left" w:pos="6195"/>
        </w:tabs>
      </w:pPr>
      <w:r>
        <w:t>257.1022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257.1299</w:t>
      </w:r>
      <w:r>
        <w:tab/>
        <w:t>1.614e0</w:t>
      </w:r>
    </w:p>
    <w:p w:rsidR="00354DF7" w:rsidRDefault="00354DF7" w:rsidP="00354DF7">
      <w:pPr>
        <w:tabs>
          <w:tab w:val="left" w:pos="6195"/>
        </w:tabs>
      </w:pPr>
      <w:r>
        <w:t>257.1372</w:t>
      </w:r>
      <w:r>
        <w:tab/>
        <w:t>3.715e0</w:t>
      </w:r>
    </w:p>
    <w:p w:rsidR="00354DF7" w:rsidRDefault="00354DF7" w:rsidP="00354DF7">
      <w:pPr>
        <w:tabs>
          <w:tab w:val="left" w:pos="6195"/>
        </w:tabs>
      </w:pPr>
      <w:r>
        <w:lastRenderedPageBreak/>
        <w:t>257.1441</w:t>
      </w:r>
      <w:r>
        <w:tab/>
        <w:t>3.940e0</w:t>
      </w:r>
    </w:p>
    <w:p w:rsidR="00354DF7" w:rsidRDefault="00354DF7" w:rsidP="00354DF7">
      <w:pPr>
        <w:tabs>
          <w:tab w:val="left" w:pos="6195"/>
        </w:tabs>
      </w:pPr>
      <w:r>
        <w:t>257.1634</w:t>
      </w:r>
      <w:r>
        <w:tab/>
        <w:t>4.593e0</w:t>
      </w:r>
    </w:p>
    <w:p w:rsidR="00354DF7" w:rsidRDefault="00354DF7" w:rsidP="00354DF7">
      <w:pPr>
        <w:tabs>
          <w:tab w:val="left" w:pos="6195"/>
        </w:tabs>
      </w:pPr>
      <w:r>
        <w:t>257.1696</w:t>
      </w:r>
      <w:r>
        <w:tab/>
        <w:t>6.243e0</w:t>
      </w:r>
    </w:p>
    <w:p w:rsidR="00354DF7" w:rsidRDefault="00354DF7" w:rsidP="00354DF7">
      <w:pPr>
        <w:tabs>
          <w:tab w:val="left" w:pos="6195"/>
        </w:tabs>
      </w:pPr>
      <w:r>
        <w:t>257.1750</w:t>
      </w:r>
      <w:r>
        <w:tab/>
        <w:t>6.781e0</w:t>
      </w:r>
    </w:p>
    <w:p w:rsidR="00354DF7" w:rsidRDefault="00354DF7" w:rsidP="00354DF7">
      <w:pPr>
        <w:tabs>
          <w:tab w:val="left" w:pos="6195"/>
        </w:tabs>
      </w:pPr>
      <w:r>
        <w:t>257.1906</w:t>
      </w:r>
      <w:r>
        <w:tab/>
        <w:t>5.194e0</w:t>
      </w:r>
    </w:p>
    <w:p w:rsidR="00354DF7" w:rsidRDefault="00354DF7" w:rsidP="00354DF7">
      <w:pPr>
        <w:tabs>
          <w:tab w:val="left" w:pos="6195"/>
        </w:tabs>
      </w:pPr>
      <w:r>
        <w:t>257.1994</w:t>
      </w:r>
      <w:r>
        <w:tab/>
        <w:t>8.712e0</w:t>
      </w:r>
    </w:p>
    <w:p w:rsidR="00354DF7" w:rsidRDefault="00354DF7" w:rsidP="00354DF7">
      <w:pPr>
        <w:tabs>
          <w:tab w:val="left" w:pos="6195"/>
        </w:tabs>
      </w:pPr>
      <w:r>
        <w:t>257.2151</w:t>
      </w:r>
      <w:r>
        <w:tab/>
        <w:t>2.533e0</w:t>
      </w:r>
    </w:p>
    <w:p w:rsidR="00354DF7" w:rsidRDefault="00354DF7" w:rsidP="00354DF7">
      <w:pPr>
        <w:tabs>
          <w:tab w:val="left" w:pos="6195"/>
        </w:tabs>
      </w:pPr>
      <w:r>
        <w:t>257.2263</w:t>
      </w:r>
      <w:r>
        <w:tab/>
        <w:t>2.813e0</w:t>
      </w:r>
    </w:p>
    <w:p w:rsidR="00354DF7" w:rsidRDefault="00354DF7" w:rsidP="00354DF7">
      <w:pPr>
        <w:tabs>
          <w:tab w:val="left" w:pos="6195"/>
        </w:tabs>
      </w:pPr>
      <w:r>
        <w:t>257.2339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257.2529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257.2551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257.2587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257.2663</w:t>
      </w:r>
      <w:r>
        <w:tab/>
        <w:t>2.074e0</w:t>
      </w:r>
    </w:p>
    <w:p w:rsidR="00354DF7" w:rsidRDefault="00354DF7" w:rsidP="00354DF7">
      <w:pPr>
        <w:tabs>
          <w:tab w:val="left" w:pos="6195"/>
        </w:tabs>
      </w:pPr>
      <w:r>
        <w:t>257.2719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257.2882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257.2933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257.3020</w:t>
      </w:r>
      <w:r>
        <w:tab/>
        <w:t>1.230e0</w:t>
      </w:r>
    </w:p>
    <w:p w:rsidR="00354DF7" w:rsidRDefault="00354DF7" w:rsidP="00354DF7">
      <w:pPr>
        <w:tabs>
          <w:tab w:val="left" w:pos="6195"/>
        </w:tabs>
      </w:pPr>
      <w:r>
        <w:t>257.3108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257.3133</w:t>
      </w:r>
      <w:r>
        <w:tab/>
        <w:t>2.894e0</w:t>
      </w:r>
    </w:p>
    <w:p w:rsidR="00354DF7" w:rsidRDefault="00354DF7" w:rsidP="00354DF7">
      <w:pPr>
        <w:tabs>
          <w:tab w:val="left" w:pos="6195"/>
        </w:tabs>
      </w:pPr>
      <w:r>
        <w:lastRenderedPageBreak/>
        <w:t>257.3225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257.3569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257.3819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257.3838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257.3917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257.3958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257.3984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257.4036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257.4222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257.4302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257.4338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257.4509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257.4687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257.4767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257.4934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257.5033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257.5069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257.5152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257.5268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257.5415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257.5469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257.5493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257.5576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257.5654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257.5793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257.5861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257.6005</w:t>
      </w:r>
      <w:r>
        <w:tab/>
        <w:t>3.058e0</w:t>
      </w:r>
    </w:p>
    <w:p w:rsidR="00354DF7" w:rsidRDefault="00354DF7" w:rsidP="00354DF7">
      <w:pPr>
        <w:tabs>
          <w:tab w:val="left" w:pos="6195"/>
        </w:tabs>
      </w:pPr>
      <w:r>
        <w:t>257.6135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257.6187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257.6203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257.6252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257.6285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257.6502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257.6513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257.6561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257.6685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257.6771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257.6810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257.6849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257.7024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257.7093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257.7156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257.7238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257.7259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257.7317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257.7501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257.7708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257.7839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257.7993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257.8005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257.8292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257.8391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257.8430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257.8480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257.8564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257.8736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257.9117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257.9157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257.9200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257.9333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257.9396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257.9466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257.9585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257.9649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257.9741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257.9857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257.9949</w:t>
      </w:r>
      <w:r>
        <w:tab/>
        <w:t>1.351e0</w:t>
      </w:r>
    </w:p>
    <w:p w:rsidR="00354DF7" w:rsidRDefault="00354DF7" w:rsidP="00354DF7">
      <w:pPr>
        <w:tabs>
          <w:tab w:val="left" w:pos="6195"/>
        </w:tabs>
      </w:pPr>
      <w:r>
        <w:t>258.0063</w:t>
      </w:r>
      <w:r>
        <w:tab/>
        <w:t>5.633e0</w:t>
      </w:r>
    </w:p>
    <w:p w:rsidR="00354DF7" w:rsidRDefault="00354DF7" w:rsidP="00354DF7">
      <w:pPr>
        <w:tabs>
          <w:tab w:val="left" w:pos="6195"/>
        </w:tabs>
      </w:pPr>
      <w:r>
        <w:t>258.0097</w:t>
      </w:r>
      <w:r>
        <w:tab/>
        <w:t>1.897e0</w:t>
      </w:r>
    </w:p>
    <w:p w:rsidR="00354DF7" w:rsidRDefault="00354DF7" w:rsidP="00354DF7">
      <w:pPr>
        <w:tabs>
          <w:tab w:val="left" w:pos="6195"/>
        </w:tabs>
      </w:pPr>
      <w:r>
        <w:t>258.0153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258.0329</w:t>
      </w:r>
      <w:r>
        <w:tab/>
        <w:t>7.879e0</w:t>
      </w:r>
    </w:p>
    <w:p w:rsidR="00354DF7" w:rsidRDefault="00354DF7" w:rsidP="00354DF7">
      <w:pPr>
        <w:tabs>
          <w:tab w:val="left" w:pos="6195"/>
        </w:tabs>
      </w:pPr>
      <w:r>
        <w:t>258.0344</w:t>
      </w:r>
      <w:r>
        <w:tab/>
        <w:t>5.613e0</w:t>
      </w:r>
    </w:p>
    <w:p w:rsidR="00354DF7" w:rsidRDefault="00354DF7" w:rsidP="00354DF7">
      <w:pPr>
        <w:tabs>
          <w:tab w:val="left" w:pos="6195"/>
        </w:tabs>
      </w:pPr>
      <w:r>
        <w:t>258.0404</w:t>
      </w:r>
      <w:r>
        <w:tab/>
        <w:t>3.857e0</w:t>
      </w:r>
    </w:p>
    <w:p w:rsidR="00354DF7" w:rsidRDefault="00354DF7" w:rsidP="00354DF7">
      <w:pPr>
        <w:tabs>
          <w:tab w:val="left" w:pos="6195"/>
        </w:tabs>
      </w:pPr>
      <w:r>
        <w:t>258.0486</w:t>
      </w:r>
      <w:r>
        <w:tab/>
        <w:t>1.997e0</w:t>
      </w:r>
    </w:p>
    <w:p w:rsidR="00354DF7" w:rsidRDefault="00354DF7" w:rsidP="00354DF7">
      <w:pPr>
        <w:tabs>
          <w:tab w:val="left" w:pos="6195"/>
        </w:tabs>
      </w:pPr>
      <w:r>
        <w:t>258.0584</w:t>
      </w:r>
      <w:r>
        <w:tab/>
        <w:t>1.812e0</w:t>
      </w:r>
    </w:p>
    <w:p w:rsidR="00354DF7" w:rsidRDefault="00354DF7" w:rsidP="00354DF7">
      <w:pPr>
        <w:tabs>
          <w:tab w:val="left" w:pos="6195"/>
        </w:tabs>
      </w:pPr>
      <w:r>
        <w:t>258.0758</w:t>
      </w:r>
      <w:r>
        <w:tab/>
        <w:t>3.679e0</w:t>
      </w:r>
    </w:p>
    <w:p w:rsidR="00354DF7" w:rsidRDefault="00354DF7" w:rsidP="00354DF7">
      <w:pPr>
        <w:tabs>
          <w:tab w:val="left" w:pos="6195"/>
        </w:tabs>
      </w:pPr>
      <w:r>
        <w:lastRenderedPageBreak/>
        <w:t>258.0805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258.0822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258.1068</w:t>
      </w:r>
      <w:r>
        <w:tab/>
        <w:t>1.763e0</w:t>
      </w:r>
    </w:p>
    <w:p w:rsidR="00354DF7" w:rsidRDefault="00354DF7" w:rsidP="00354DF7">
      <w:pPr>
        <w:tabs>
          <w:tab w:val="left" w:pos="6195"/>
        </w:tabs>
      </w:pPr>
      <w:r>
        <w:t>258.1217</w:t>
      </w:r>
      <w:r>
        <w:tab/>
        <w:t>3.950e0</w:t>
      </w:r>
    </w:p>
    <w:p w:rsidR="00354DF7" w:rsidRDefault="00354DF7" w:rsidP="00354DF7">
      <w:pPr>
        <w:tabs>
          <w:tab w:val="left" w:pos="6195"/>
        </w:tabs>
      </w:pPr>
      <w:r>
        <w:t>258.1319</w:t>
      </w:r>
      <w:r>
        <w:tab/>
        <w:t>1.811e0</w:t>
      </w:r>
    </w:p>
    <w:p w:rsidR="00354DF7" w:rsidRDefault="00354DF7" w:rsidP="00354DF7">
      <w:pPr>
        <w:tabs>
          <w:tab w:val="left" w:pos="6195"/>
        </w:tabs>
      </w:pPr>
      <w:r>
        <w:t>258.1801</w:t>
      </w:r>
      <w:r>
        <w:tab/>
        <w:t>1.558e0</w:t>
      </w:r>
    </w:p>
    <w:p w:rsidR="00354DF7" w:rsidRDefault="00354DF7" w:rsidP="00354DF7">
      <w:pPr>
        <w:tabs>
          <w:tab w:val="left" w:pos="6195"/>
        </w:tabs>
      </w:pPr>
      <w:r>
        <w:t>258.1851</w:t>
      </w:r>
      <w:r>
        <w:tab/>
        <w:t>6.687e0</w:t>
      </w:r>
    </w:p>
    <w:p w:rsidR="00354DF7" w:rsidRDefault="00354DF7" w:rsidP="00354DF7">
      <w:pPr>
        <w:tabs>
          <w:tab w:val="left" w:pos="6195"/>
        </w:tabs>
      </w:pPr>
      <w:r>
        <w:t>258.2078</w:t>
      </w:r>
      <w:r>
        <w:tab/>
        <w:t>3.251e0</w:t>
      </w:r>
    </w:p>
    <w:p w:rsidR="00354DF7" w:rsidRDefault="00354DF7" w:rsidP="00354DF7">
      <w:pPr>
        <w:tabs>
          <w:tab w:val="left" w:pos="6195"/>
        </w:tabs>
      </w:pPr>
      <w:r>
        <w:t>258.2120</w:t>
      </w:r>
      <w:r>
        <w:tab/>
        <w:t>3.220e0</w:t>
      </w:r>
    </w:p>
    <w:p w:rsidR="00354DF7" w:rsidRDefault="00354DF7" w:rsidP="00354DF7">
      <w:pPr>
        <w:tabs>
          <w:tab w:val="left" w:pos="6195"/>
        </w:tabs>
      </w:pPr>
      <w:r>
        <w:t>258.2142</w:t>
      </w:r>
      <w:r>
        <w:tab/>
        <w:t>2.334e0</w:t>
      </w:r>
    </w:p>
    <w:p w:rsidR="00354DF7" w:rsidRDefault="00354DF7" w:rsidP="00354DF7">
      <w:pPr>
        <w:tabs>
          <w:tab w:val="left" w:pos="6195"/>
        </w:tabs>
      </w:pPr>
      <w:r>
        <w:t>258.2242</w:t>
      </w:r>
      <w:r>
        <w:tab/>
        <w:t>5.317e0</w:t>
      </w:r>
    </w:p>
    <w:p w:rsidR="00354DF7" w:rsidRDefault="00354DF7" w:rsidP="00354DF7">
      <w:pPr>
        <w:tabs>
          <w:tab w:val="left" w:pos="6195"/>
        </w:tabs>
      </w:pPr>
      <w:r>
        <w:t>258.2354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258.2382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258.2550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258.2569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258.2611</w:t>
      </w:r>
      <w:r>
        <w:tab/>
        <w:t>2.634e0</w:t>
      </w:r>
    </w:p>
    <w:p w:rsidR="00354DF7" w:rsidRDefault="00354DF7" w:rsidP="00354DF7">
      <w:pPr>
        <w:tabs>
          <w:tab w:val="left" w:pos="6195"/>
        </w:tabs>
      </w:pPr>
      <w:r>
        <w:t>258.2667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258.2747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258.2825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258.2915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258.2975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258.3151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258.3445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258.3477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258.3517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258.3553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258.3571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258.3734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258.3902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258.3981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258.4287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258.4327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258.4395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258.4538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258.4612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258.4884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258.4939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258.4988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258.5057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258.5136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258.5250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258.5280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258.5354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258.5481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258.5694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258.5746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258.5789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258.5901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258.5984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258.6023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258.6123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258.6214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258.6359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258.6398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258.6416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258.6679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258.6784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258.6798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258.6872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258.7212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258.7323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258.7371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258.7484</w:t>
      </w:r>
      <w:r>
        <w:tab/>
        <w:t>4.001e0</w:t>
      </w:r>
    </w:p>
    <w:p w:rsidR="00354DF7" w:rsidRDefault="00354DF7" w:rsidP="00354DF7">
      <w:pPr>
        <w:tabs>
          <w:tab w:val="left" w:pos="6195"/>
        </w:tabs>
      </w:pPr>
      <w:r>
        <w:t>258.7717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258.7835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258.7904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258.8031</w:t>
      </w:r>
      <w:r>
        <w:tab/>
        <w:t>3.452e0</w:t>
      </w:r>
    </w:p>
    <w:p w:rsidR="00354DF7" w:rsidRDefault="00354DF7" w:rsidP="00354DF7">
      <w:pPr>
        <w:tabs>
          <w:tab w:val="left" w:pos="6195"/>
        </w:tabs>
      </w:pPr>
      <w:r>
        <w:t>258.8142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258.8182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258.8478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258.8587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258.8646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258.8686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258.8725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258.8839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258.8946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258.9087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258.9150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258.9338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258.9494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258.9607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258.9742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259.0081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259.0244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259.0276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259.0294</w:t>
      </w:r>
      <w:r>
        <w:tab/>
        <w:t>2.840e0</w:t>
      </w:r>
    </w:p>
    <w:p w:rsidR="00354DF7" w:rsidRDefault="00354DF7" w:rsidP="00354DF7">
      <w:pPr>
        <w:tabs>
          <w:tab w:val="left" w:pos="6195"/>
        </w:tabs>
      </w:pPr>
      <w:r>
        <w:t>259.0363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259.0417</w:t>
      </w:r>
      <w:r>
        <w:tab/>
        <w:t>1.832e0</w:t>
      </w:r>
    </w:p>
    <w:p w:rsidR="00354DF7" w:rsidRDefault="00354DF7" w:rsidP="00354DF7">
      <w:pPr>
        <w:tabs>
          <w:tab w:val="left" w:pos="6195"/>
        </w:tabs>
      </w:pPr>
      <w:r>
        <w:t>259.0479</w:t>
      </w:r>
      <w:r>
        <w:tab/>
        <w:t>7.124e0</w:t>
      </w:r>
    </w:p>
    <w:p w:rsidR="00354DF7" w:rsidRDefault="00354DF7" w:rsidP="00354DF7">
      <w:pPr>
        <w:tabs>
          <w:tab w:val="left" w:pos="6195"/>
        </w:tabs>
      </w:pPr>
      <w:r>
        <w:t>259.0557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259.0616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259.0727</w:t>
      </w:r>
      <w:r>
        <w:tab/>
        <w:t>2.974e0</w:t>
      </w:r>
    </w:p>
    <w:p w:rsidR="00354DF7" w:rsidRDefault="00354DF7" w:rsidP="00354DF7">
      <w:pPr>
        <w:tabs>
          <w:tab w:val="left" w:pos="6195"/>
        </w:tabs>
      </w:pPr>
      <w:r>
        <w:t>259.0787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259.0895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259.1079</w:t>
      </w:r>
      <w:r>
        <w:tab/>
        <w:t>1.683e0</w:t>
      </w:r>
    </w:p>
    <w:p w:rsidR="00354DF7" w:rsidRDefault="00354DF7" w:rsidP="00354DF7">
      <w:pPr>
        <w:tabs>
          <w:tab w:val="left" w:pos="6195"/>
        </w:tabs>
      </w:pPr>
      <w:r>
        <w:lastRenderedPageBreak/>
        <w:t>259.1107</w:t>
      </w:r>
      <w:r>
        <w:tab/>
        <w:t>2.471e0</w:t>
      </w:r>
    </w:p>
    <w:p w:rsidR="00354DF7" w:rsidRDefault="00354DF7" w:rsidP="00354DF7">
      <w:pPr>
        <w:tabs>
          <w:tab w:val="left" w:pos="6195"/>
        </w:tabs>
      </w:pPr>
      <w:r>
        <w:t>259.1184</w:t>
      </w:r>
      <w:r>
        <w:tab/>
        <w:t>3.050e0</w:t>
      </w:r>
    </w:p>
    <w:p w:rsidR="00354DF7" w:rsidRDefault="00354DF7" w:rsidP="00354DF7">
      <w:pPr>
        <w:tabs>
          <w:tab w:val="left" w:pos="6195"/>
        </w:tabs>
      </w:pPr>
      <w:r>
        <w:t>259.1446</w:t>
      </w:r>
      <w:r>
        <w:tab/>
        <w:t>5.258e0</w:t>
      </w:r>
    </w:p>
    <w:p w:rsidR="00354DF7" w:rsidRDefault="00354DF7" w:rsidP="00354DF7">
      <w:pPr>
        <w:tabs>
          <w:tab w:val="left" w:pos="6195"/>
        </w:tabs>
      </w:pPr>
      <w:r>
        <w:t>259.1494</w:t>
      </w:r>
      <w:r>
        <w:tab/>
        <w:t>5.055e0</w:t>
      </w:r>
    </w:p>
    <w:p w:rsidR="00354DF7" w:rsidRDefault="00354DF7" w:rsidP="00354DF7">
      <w:pPr>
        <w:tabs>
          <w:tab w:val="left" w:pos="6195"/>
        </w:tabs>
      </w:pPr>
      <w:r>
        <w:t>259.1536</w:t>
      </w:r>
      <w:r>
        <w:tab/>
        <w:t>7.801e0</w:t>
      </w:r>
    </w:p>
    <w:p w:rsidR="00354DF7" w:rsidRDefault="00354DF7" w:rsidP="00354DF7">
      <w:pPr>
        <w:tabs>
          <w:tab w:val="left" w:pos="6195"/>
        </w:tabs>
      </w:pPr>
      <w:r>
        <w:t>259.1627</w:t>
      </w:r>
      <w:r>
        <w:tab/>
        <w:t>3.521e0</w:t>
      </w:r>
    </w:p>
    <w:p w:rsidR="00354DF7" w:rsidRDefault="00354DF7" w:rsidP="00354DF7">
      <w:pPr>
        <w:tabs>
          <w:tab w:val="left" w:pos="6195"/>
        </w:tabs>
      </w:pPr>
      <w:r>
        <w:t>259.1649</w:t>
      </w:r>
      <w:r>
        <w:tab/>
        <w:t>2.725e0</w:t>
      </w:r>
    </w:p>
    <w:p w:rsidR="00354DF7" w:rsidRDefault="00354DF7" w:rsidP="00354DF7">
      <w:pPr>
        <w:tabs>
          <w:tab w:val="left" w:pos="6195"/>
        </w:tabs>
      </w:pPr>
      <w:r>
        <w:t>259.1751</w:t>
      </w:r>
      <w:r>
        <w:tab/>
        <w:t>1.865e0</w:t>
      </w:r>
    </w:p>
    <w:p w:rsidR="00354DF7" w:rsidRDefault="00354DF7" w:rsidP="00354DF7">
      <w:pPr>
        <w:tabs>
          <w:tab w:val="left" w:pos="6195"/>
        </w:tabs>
      </w:pPr>
      <w:r>
        <w:t>259.1909</w:t>
      </w:r>
      <w:r>
        <w:tab/>
        <w:t>2.198e0</w:t>
      </w:r>
    </w:p>
    <w:p w:rsidR="00354DF7" w:rsidRDefault="00354DF7" w:rsidP="00354DF7">
      <w:pPr>
        <w:tabs>
          <w:tab w:val="left" w:pos="6195"/>
        </w:tabs>
      </w:pPr>
      <w:r>
        <w:t>259.1923</w:t>
      </w:r>
      <w:r>
        <w:tab/>
        <w:t>5.774e0</w:t>
      </w:r>
    </w:p>
    <w:p w:rsidR="00354DF7" w:rsidRDefault="00354DF7" w:rsidP="00354DF7">
      <w:pPr>
        <w:tabs>
          <w:tab w:val="left" w:pos="6195"/>
        </w:tabs>
      </w:pPr>
      <w:r>
        <w:t>259.2018</w:t>
      </w:r>
      <w:r>
        <w:tab/>
        <w:t>1.242e0</w:t>
      </w:r>
    </w:p>
    <w:p w:rsidR="00354DF7" w:rsidRDefault="00354DF7" w:rsidP="00354DF7">
      <w:pPr>
        <w:tabs>
          <w:tab w:val="left" w:pos="6195"/>
        </w:tabs>
      </w:pPr>
      <w:r>
        <w:t>259.2200</w:t>
      </w:r>
      <w:r>
        <w:tab/>
        <w:t>1.321e0</w:t>
      </w:r>
    </w:p>
    <w:p w:rsidR="00354DF7" w:rsidRDefault="00354DF7" w:rsidP="00354DF7">
      <w:pPr>
        <w:tabs>
          <w:tab w:val="left" w:pos="6195"/>
        </w:tabs>
      </w:pPr>
      <w:r>
        <w:t>259.2211</w:t>
      </w:r>
      <w:r>
        <w:tab/>
        <w:t>1.825e0</w:t>
      </w:r>
    </w:p>
    <w:p w:rsidR="00354DF7" w:rsidRDefault="00354DF7" w:rsidP="00354DF7">
      <w:pPr>
        <w:tabs>
          <w:tab w:val="left" w:pos="6195"/>
        </w:tabs>
      </w:pPr>
      <w:r>
        <w:t>259.2388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259.2541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259.2723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259.2754</w:t>
      </w:r>
      <w:r>
        <w:tab/>
        <w:t>1.988e0</w:t>
      </w:r>
    </w:p>
    <w:p w:rsidR="00354DF7" w:rsidRDefault="00354DF7" w:rsidP="00354DF7">
      <w:pPr>
        <w:tabs>
          <w:tab w:val="left" w:pos="6195"/>
        </w:tabs>
      </w:pPr>
      <w:r>
        <w:t>259.2894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259.2967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259.3134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259.3180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259.3428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259.3470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259.3698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259.3738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259.3754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259.3817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259.3857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259.3969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259.4160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259.4320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259.4624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259.4673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259.4856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259.4895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259.4975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259.5196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259.5381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259.5471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259.5490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259.5606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259.5667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259.5706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259.5917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259.6010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259.6052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259.6092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259.6214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259.6374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259.6478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259.6558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259.6687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259.6824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259.6864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259.7023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259.7167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259.7290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259.7328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259.7556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259.7566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259.7695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259.7714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259.7754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259.7982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259.8141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259.8229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259.8250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259.8340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259.8441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259.8750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259.8833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259.8849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259.8860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259.8951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259.9088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259.9299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259.9432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259.9467</w:t>
      </w:r>
      <w:r>
        <w:tab/>
        <w:t>1.890e0</w:t>
      </w:r>
    </w:p>
    <w:p w:rsidR="00354DF7" w:rsidRDefault="00354DF7" w:rsidP="00354DF7">
      <w:pPr>
        <w:tabs>
          <w:tab w:val="left" w:pos="6195"/>
        </w:tabs>
      </w:pPr>
      <w:r>
        <w:t>259.9523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259.9565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260.0054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260.0102</w:t>
      </w:r>
      <w:r>
        <w:tab/>
        <w:t>1.523e1</w:t>
      </w:r>
    </w:p>
    <w:p w:rsidR="00354DF7" w:rsidRDefault="00354DF7" w:rsidP="00354DF7">
      <w:pPr>
        <w:tabs>
          <w:tab w:val="left" w:pos="6195"/>
        </w:tabs>
      </w:pPr>
      <w:r>
        <w:t>260.0165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260.0401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260.0428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260.0455</w:t>
      </w:r>
      <w:r>
        <w:tab/>
        <w:t>2.388e0</w:t>
      </w:r>
    </w:p>
    <w:p w:rsidR="00354DF7" w:rsidRDefault="00354DF7" w:rsidP="00354DF7">
      <w:pPr>
        <w:tabs>
          <w:tab w:val="left" w:pos="6195"/>
        </w:tabs>
      </w:pPr>
      <w:r>
        <w:t>260.0684</w:t>
      </w:r>
      <w:r>
        <w:tab/>
        <w:t>1.944e0</w:t>
      </w:r>
    </w:p>
    <w:p w:rsidR="00354DF7" w:rsidRDefault="00354DF7" w:rsidP="00354DF7">
      <w:pPr>
        <w:tabs>
          <w:tab w:val="left" w:pos="6195"/>
        </w:tabs>
      </w:pPr>
      <w:r>
        <w:t>260.0743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260.0784</w:t>
      </w:r>
      <w:r>
        <w:tab/>
        <w:t>5.048e0</w:t>
      </w:r>
    </w:p>
    <w:p w:rsidR="00354DF7" w:rsidRDefault="00354DF7" w:rsidP="00354DF7">
      <w:pPr>
        <w:tabs>
          <w:tab w:val="left" w:pos="6195"/>
        </w:tabs>
      </w:pPr>
      <w:r>
        <w:t>260.0844</w:t>
      </w:r>
      <w:r>
        <w:tab/>
        <w:t>2.667e0</w:t>
      </w:r>
    </w:p>
    <w:p w:rsidR="00354DF7" w:rsidRDefault="00354DF7" w:rsidP="00354DF7">
      <w:pPr>
        <w:tabs>
          <w:tab w:val="left" w:pos="6195"/>
        </w:tabs>
      </w:pPr>
      <w:r>
        <w:t>260.1029</w:t>
      </w:r>
      <w:r>
        <w:tab/>
        <w:t>3.781e0</w:t>
      </w:r>
    </w:p>
    <w:p w:rsidR="00354DF7" w:rsidRDefault="00354DF7" w:rsidP="00354DF7">
      <w:pPr>
        <w:tabs>
          <w:tab w:val="left" w:pos="6195"/>
        </w:tabs>
      </w:pPr>
      <w:r>
        <w:t>260.1082</w:t>
      </w:r>
      <w:r>
        <w:tab/>
        <w:t>2.889e0</w:t>
      </w:r>
    </w:p>
    <w:p w:rsidR="00354DF7" w:rsidRDefault="00354DF7" w:rsidP="00354DF7">
      <w:pPr>
        <w:tabs>
          <w:tab w:val="left" w:pos="6195"/>
        </w:tabs>
      </w:pPr>
      <w:r>
        <w:t>260.1127</w:t>
      </w:r>
      <w:r>
        <w:tab/>
        <w:t>2.916e0</w:t>
      </w:r>
    </w:p>
    <w:p w:rsidR="00354DF7" w:rsidRDefault="00354DF7" w:rsidP="00354DF7">
      <w:pPr>
        <w:tabs>
          <w:tab w:val="left" w:pos="6195"/>
        </w:tabs>
      </w:pPr>
      <w:r>
        <w:t>260.1150</w:t>
      </w:r>
      <w:r>
        <w:tab/>
        <w:t>2.251e0</w:t>
      </w:r>
    </w:p>
    <w:p w:rsidR="00354DF7" w:rsidRDefault="00354DF7" w:rsidP="00354DF7">
      <w:pPr>
        <w:tabs>
          <w:tab w:val="left" w:pos="6195"/>
        </w:tabs>
      </w:pPr>
      <w:r>
        <w:t>260.1223</w:t>
      </w:r>
      <w:r>
        <w:tab/>
        <w:t>1.568e0</w:t>
      </w:r>
    </w:p>
    <w:p w:rsidR="00354DF7" w:rsidRDefault="00354DF7" w:rsidP="00354DF7">
      <w:pPr>
        <w:tabs>
          <w:tab w:val="left" w:pos="6195"/>
        </w:tabs>
      </w:pPr>
      <w:r>
        <w:lastRenderedPageBreak/>
        <w:t>260.1326</w:t>
      </w:r>
      <w:r>
        <w:tab/>
        <w:t>4.955e0</w:t>
      </w:r>
    </w:p>
    <w:p w:rsidR="00354DF7" w:rsidRDefault="00354DF7" w:rsidP="00354DF7">
      <w:pPr>
        <w:tabs>
          <w:tab w:val="left" w:pos="6195"/>
        </w:tabs>
      </w:pPr>
      <w:r>
        <w:t>260.1422</w:t>
      </w:r>
      <w:r>
        <w:tab/>
        <w:t>2.826e0</w:t>
      </w:r>
    </w:p>
    <w:p w:rsidR="00354DF7" w:rsidRDefault="00354DF7" w:rsidP="00354DF7">
      <w:pPr>
        <w:tabs>
          <w:tab w:val="left" w:pos="6195"/>
        </w:tabs>
      </w:pPr>
      <w:r>
        <w:t>260.1450</w:t>
      </w:r>
      <w:r>
        <w:tab/>
        <w:t>7.174e0</w:t>
      </w:r>
    </w:p>
    <w:p w:rsidR="00354DF7" w:rsidRDefault="00354DF7" w:rsidP="00354DF7">
      <w:pPr>
        <w:tabs>
          <w:tab w:val="left" w:pos="6195"/>
        </w:tabs>
      </w:pPr>
      <w:r>
        <w:t>260.1633</w:t>
      </w:r>
      <w:r>
        <w:tab/>
        <w:t>2.945e0</w:t>
      </w:r>
    </w:p>
    <w:p w:rsidR="00354DF7" w:rsidRDefault="00354DF7" w:rsidP="00354DF7">
      <w:pPr>
        <w:tabs>
          <w:tab w:val="left" w:pos="6195"/>
        </w:tabs>
      </w:pPr>
      <w:r>
        <w:t>260.1798</w:t>
      </w:r>
      <w:r>
        <w:tab/>
        <w:t>3.549e0</w:t>
      </w:r>
    </w:p>
    <w:p w:rsidR="00354DF7" w:rsidRDefault="00354DF7" w:rsidP="00354DF7">
      <w:pPr>
        <w:tabs>
          <w:tab w:val="left" w:pos="6195"/>
        </w:tabs>
      </w:pPr>
      <w:r>
        <w:t>260.1819</w:t>
      </w:r>
      <w:r>
        <w:tab/>
        <w:t>3.097e0</w:t>
      </w:r>
    </w:p>
    <w:p w:rsidR="00354DF7" w:rsidRDefault="00354DF7" w:rsidP="00354DF7">
      <w:pPr>
        <w:tabs>
          <w:tab w:val="left" w:pos="6195"/>
        </w:tabs>
      </w:pPr>
      <w:r>
        <w:t>260.1902</w:t>
      </w:r>
      <w:r>
        <w:tab/>
        <w:t>8.197e0</w:t>
      </w:r>
    </w:p>
    <w:p w:rsidR="00354DF7" w:rsidRDefault="00354DF7" w:rsidP="00354DF7">
      <w:pPr>
        <w:tabs>
          <w:tab w:val="left" w:pos="6195"/>
        </w:tabs>
      </w:pPr>
      <w:r>
        <w:t>260.2124</w:t>
      </w:r>
      <w:r>
        <w:tab/>
        <w:t>5.069e0</w:t>
      </w:r>
    </w:p>
    <w:p w:rsidR="00354DF7" w:rsidRDefault="00354DF7" w:rsidP="00354DF7">
      <w:pPr>
        <w:tabs>
          <w:tab w:val="left" w:pos="6195"/>
        </w:tabs>
      </w:pPr>
      <w:r>
        <w:t>260.2199</w:t>
      </w:r>
      <w:r>
        <w:tab/>
        <w:t>1.162e1</w:t>
      </w:r>
    </w:p>
    <w:p w:rsidR="00354DF7" w:rsidRDefault="00354DF7" w:rsidP="00354DF7">
      <w:pPr>
        <w:tabs>
          <w:tab w:val="left" w:pos="6195"/>
        </w:tabs>
      </w:pPr>
      <w:r>
        <w:t>260.2212</w:t>
      </w:r>
      <w:r>
        <w:tab/>
        <w:t>3.610e0</w:t>
      </w:r>
    </w:p>
    <w:p w:rsidR="00354DF7" w:rsidRDefault="00354DF7" w:rsidP="00354DF7">
      <w:pPr>
        <w:tabs>
          <w:tab w:val="left" w:pos="6195"/>
        </w:tabs>
      </w:pPr>
      <w:r>
        <w:t>260.2268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260.2404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260.2563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260.2729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260.2748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260.2900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260.3079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260.3119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260.3236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260.3427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260.3446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260.3462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260.3482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260.3716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260.3849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260.3884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260.4102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260.4255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260.4277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260.4318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260.4386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260.4440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260.4684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260.4700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260.4809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260.4924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260.4972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260.5010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260.5107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260.5311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260.5358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260.5436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260.5607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260.5634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260.5776</w:t>
      </w:r>
      <w:r>
        <w:tab/>
        <w:t>1.566e0</w:t>
      </w:r>
    </w:p>
    <w:p w:rsidR="00354DF7" w:rsidRDefault="00354DF7" w:rsidP="00354DF7">
      <w:pPr>
        <w:tabs>
          <w:tab w:val="left" w:pos="6195"/>
        </w:tabs>
      </w:pPr>
      <w:r>
        <w:t>260.5826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260.5946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260.6006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260.6053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260.6130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260.6176</w:t>
      </w:r>
      <w:r>
        <w:tab/>
        <w:t>3.713e0</w:t>
      </w:r>
    </w:p>
    <w:p w:rsidR="00354DF7" w:rsidRDefault="00354DF7" w:rsidP="00354DF7">
      <w:pPr>
        <w:tabs>
          <w:tab w:val="left" w:pos="6195"/>
        </w:tabs>
      </w:pPr>
      <w:r>
        <w:t>260.6372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260.6382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260.6465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260.6538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260.6555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260.6739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260.6758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260.6981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260.7021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260.7044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260.7096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260.7144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260.7423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260.7466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260.7486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260.7753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260.7770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260.7794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260.7878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260.8059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260.8125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260.8220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260.8399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260.8447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260.8511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260.8645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260.8689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260.8873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260.8953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260.9071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260.9443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260.9492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260.9513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260.9696</w:t>
      </w:r>
      <w:r>
        <w:tab/>
        <w:t>4.835e0</w:t>
      </w:r>
    </w:p>
    <w:p w:rsidR="00354DF7" w:rsidRDefault="00354DF7" w:rsidP="00354DF7">
      <w:pPr>
        <w:tabs>
          <w:tab w:val="left" w:pos="6195"/>
        </w:tabs>
      </w:pPr>
      <w:r>
        <w:t>260.9736</w:t>
      </w:r>
      <w:r>
        <w:tab/>
        <w:t>1.797e0</w:t>
      </w:r>
    </w:p>
    <w:p w:rsidR="00354DF7" w:rsidRDefault="00354DF7" w:rsidP="00354DF7">
      <w:pPr>
        <w:tabs>
          <w:tab w:val="left" w:pos="6195"/>
        </w:tabs>
      </w:pPr>
      <w:r>
        <w:t>260.9886</w:t>
      </w:r>
      <w:r>
        <w:tab/>
        <w:t>4.456e0</w:t>
      </w:r>
    </w:p>
    <w:p w:rsidR="00354DF7" w:rsidRDefault="00354DF7" w:rsidP="00354DF7">
      <w:pPr>
        <w:tabs>
          <w:tab w:val="left" w:pos="6195"/>
        </w:tabs>
      </w:pPr>
      <w:r>
        <w:t>260.9945</w:t>
      </w:r>
      <w:r>
        <w:tab/>
        <w:t>1.079e1</w:t>
      </w:r>
    </w:p>
    <w:p w:rsidR="00354DF7" w:rsidRDefault="00354DF7" w:rsidP="00354DF7">
      <w:pPr>
        <w:tabs>
          <w:tab w:val="left" w:pos="6195"/>
        </w:tabs>
      </w:pPr>
      <w:r>
        <w:t>260.9973</w:t>
      </w:r>
      <w:r>
        <w:tab/>
        <w:t>5.291e0</w:t>
      </w:r>
    </w:p>
    <w:p w:rsidR="00354DF7" w:rsidRDefault="00354DF7" w:rsidP="00354DF7">
      <w:pPr>
        <w:tabs>
          <w:tab w:val="left" w:pos="6195"/>
        </w:tabs>
      </w:pPr>
      <w:r>
        <w:t>260.9986</w:t>
      </w:r>
      <w:r>
        <w:tab/>
        <w:t>9.554e0</w:t>
      </w:r>
    </w:p>
    <w:p w:rsidR="00354DF7" w:rsidRDefault="00354DF7" w:rsidP="00354DF7">
      <w:pPr>
        <w:tabs>
          <w:tab w:val="left" w:pos="6195"/>
        </w:tabs>
      </w:pPr>
      <w:r>
        <w:t>261.0101</w:t>
      </w:r>
      <w:r>
        <w:tab/>
        <w:t>4.967e0</w:t>
      </w:r>
    </w:p>
    <w:p w:rsidR="00354DF7" w:rsidRDefault="00354DF7" w:rsidP="00354DF7">
      <w:pPr>
        <w:tabs>
          <w:tab w:val="left" w:pos="6195"/>
        </w:tabs>
      </w:pPr>
      <w:r>
        <w:t>261.0165</w:t>
      </w:r>
      <w:r>
        <w:tab/>
        <w:t>1.085e1</w:t>
      </w:r>
    </w:p>
    <w:p w:rsidR="00354DF7" w:rsidRDefault="00354DF7" w:rsidP="00354DF7">
      <w:pPr>
        <w:tabs>
          <w:tab w:val="left" w:pos="6195"/>
        </w:tabs>
      </w:pPr>
      <w:r>
        <w:t>261.0323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261.0357</w:t>
      </w:r>
      <w:r>
        <w:tab/>
        <w:t>9.264e0</w:t>
      </w:r>
    </w:p>
    <w:p w:rsidR="00354DF7" w:rsidRDefault="00354DF7" w:rsidP="00354DF7">
      <w:pPr>
        <w:tabs>
          <w:tab w:val="left" w:pos="6195"/>
        </w:tabs>
      </w:pPr>
      <w:r>
        <w:t>261.0490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261.0632</w:t>
      </w:r>
      <w:r>
        <w:tab/>
        <w:t>4.005e0</w:t>
      </w:r>
    </w:p>
    <w:p w:rsidR="00354DF7" w:rsidRDefault="00354DF7" w:rsidP="00354DF7">
      <w:pPr>
        <w:tabs>
          <w:tab w:val="left" w:pos="6195"/>
        </w:tabs>
      </w:pPr>
      <w:r>
        <w:t>261.0694</w:t>
      </w:r>
      <w:r>
        <w:tab/>
        <w:t>3.052e0</w:t>
      </w:r>
    </w:p>
    <w:p w:rsidR="00354DF7" w:rsidRDefault="00354DF7" w:rsidP="00354DF7">
      <w:pPr>
        <w:tabs>
          <w:tab w:val="left" w:pos="6195"/>
        </w:tabs>
      </w:pPr>
      <w:r>
        <w:t>261.0826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261.0916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261.0943</w:t>
      </w:r>
      <w:r>
        <w:tab/>
        <w:t>3.184e0</w:t>
      </w:r>
    </w:p>
    <w:p w:rsidR="00354DF7" w:rsidRDefault="00354DF7" w:rsidP="00354DF7">
      <w:pPr>
        <w:tabs>
          <w:tab w:val="left" w:pos="6195"/>
        </w:tabs>
      </w:pPr>
      <w:r>
        <w:t>261.0953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261.1303</w:t>
      </w:r>
      <w:r>
        <w:tab/>
        <w:t>4.596e1</w:t>
      </w:r>
    </w:p>
    <w:p w:rsidR="00354DF7" w:rsidRDefault="00354DF7" w:rsidP="00354DF7">
      <w:pPr>
        <w:tabs>
          <w:tab w:val="left" w:pos="6195"/>
        </w:tabs>
      </w:pPr>
      <w:r>
        <w:t>261.1322</w:t>
      </w:r>
      <w:r>
        <w:tab/>
        <w:t>4.174e1</w:t>
      </w:r>
    </w:p>
    <w:p w:rsidR="00354DF7" w:rsidRDefault="00354DF7" w:rsidP="00354DF7">
      <w:pPr>
        <w:tabs>
          <w:tab w:val="left" w:pos="6195"/>
        </w:tabs>
      </w:pPr>
      <w:r>
        <w:t>261.1362</w:t>
      </w:r>
      <w:r>
        <w:tab/>
        <w:t>1.775e1</w:t>
      </w:r>
    </w:p>
    <w:p w:rsidR="00354DF7" w:rsidRDefault="00354DF7" w:rsidP="00354DF7">
      <w:pPr>
        <w:tabs>
          <w:tab w:val="left" w:pos="6195"/>
        </w:tabs>
      </w:pPr>
      <w:r>
        <w:t>261.1413</w:t>
      </w:r>
      <w:r>
        <w:tab/>
        <w:t>1.222e1</w:t>
      </w:r>
    </w:p>
    <w:p w:rsidR="00354DF7" w:rsidRDefault="00354DF7" w:rsidP="00354DF7">
      <w:pPr>
        <w:tabs>
          <w:tab w:val="left" w:pos="6195"/>
        </w:tabs>
      </w:pPr>
      <w:r>
        <w:t>261.1516</w:t>
      </w:r>
      <w:r>
        <w:tab/>
        <w:t>6.577e0</w:t>
      </w:r>
    </w:p>
    <w:p w:rsidR="00354DF7" w:rsidRDefault="00354DF7" w:rsidP="00354DF7">
      <w:pPr>
        <w:tabs>
          <w:tab w:val="left" w:pos="6195"/>
        </w:tabs>
      </w:pPr>
      <w:r>
        <w:t>261.1791</w:t>
      </w:r>
      <w:r>
        <w:tab/>
        <w:t>1.075e0</w:t>
      </w:r>
    </w:p>
    <w:p w:rsidR="00354DF7" w:rsidRDefault="00354DF7" w:rsidP="00354DF7">
      <w:pPr>
        <w:tabs>
          <w:tab w:val="left" w:pos="6195"/>
        </w:tabs>
      </w:pPr>
      <w:r>
        <w:t>261.1897</w:t>
      </w:r>
      <w:r>
        <w:tab/>
        <w:t>2.032e0</w:t>
      </w:r>
    </w:p>
    <w:p w:rsidR="00354DF7" w:rsidRDefault="00354DF7" w:rsidP="00354DF7">
      <w:pPr>
        <w:tabs>
          <w:tab w:val="left" w:pos="6195"/>
        </w:tabs>
      </w:pPr>
      <w:r>
        <w:t>261.1932</w:t>
      </w:r>
      <w:r>
        <w:tab/>
        <w:t>3.297e0</w:t>
      </w:r>
    </w:p>
    <w:p w:rsidR="00354DF7" w:rsidRDefault="00354DF7" w:rsidP="00354DF7">
      <w:pPr>
        <w:tabs>
          <w:tab w:val="left" w:pos="6195"/>
        </w:tabs>
      </w:pPr>
      <w:r>
        <w:t>261.1963</w:t>
      </w:r>
      <w:r>
        <w:tab/>
        <w:t>3.418e0</w:t>
      </w:r>
    </w:p>
    <w:p w:rsidR="00354DF7" w:rsidRDefault="00354DF7" w:rsidP="00354DF7">
      <w:pPr>
        <w:tabs>
          <w:tab w:val="left" w:pos="6195"/>
        </w:tabs>
      </w:pPr>
      <w:r>
        <w:t>261.1988</w:t>
      </w:r>
      <w:r>
        <w:tab/>
        <w:t>5.078e0</w:t>
      </w:r>
    </w:p>
    <w:p w:rsidR="00354DF7" w:rsidRDefault="00354DF7" w:rsidP="00354DF7">
      <w:pPr>
        <w:tabs>
          <w:tab w:val="left" w:pos="6195"/>
        </w:tabs>
      </w:pPr>
      <w:r>
        <w:t>261.2390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261.2430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261.2697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261.2813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261.2857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261.2914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261.3085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261.3324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261.3374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261.3590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261.3711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261.3844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261.3889</w:t>
      </w:r>
      <w:r>
        <w:tab/>
        <w:t>2.718e0</w:t>
      </w:r>
    </w:p>
    <w:p w:rsidR="00354DF7" w:rsidRDefault="00354DF7" w:rsidP="00354DF7">
      <w:pPr>
        <w:tabs>
          <w:tab w:val="left" w:pos="6195"/>
        </w:tabs>
      </w:pPr>
      <w:r>
        <w:t>261.3932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261.4101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261.4150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261.4194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261.4245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261.4403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261.4595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261.4669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261.4827</w:t>
      </w:r>
      <w:r>
        <w:tab/>
        <w:t>6.406e0</w:t>
      </w:r>
    </w:p>
    <w:p w:rsidR="00354DF7" w:rsidRDefault="00354DF7" w:rsidP="00354DF7">
      <w:pPr>
        <w:tabs>
          <w:tab w:val="left" w:pos="6195"/>
        </w:tabs>
      </w:pPr>
      <w:r>
        <w:lastRenderedPageBreak/>
        <w:t>261.4875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261.5012</w:t>
      </w:r>
      <w:r>
        <w:tab/>
        <w:t>2.205e0</w:t>
      </w:r>
    </w:p>
    <w:p w:rsidR="00354DF7" w:rsidRDefault="00354DF7" w:rsidP="00354DF7">
      <w:pPr>
        <w:tabs>
          <w:tab w:val="left" w:pos="6195"/>
        </w:tabs>
      </w:pPr>
      <w:r>
        <w:t>261.5077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261.5155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261.5239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261.5503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261.5558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261.5698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261.5746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261.5829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261.5866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261.5949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261.5963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261.5988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261.6173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261.6276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261.6355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261.6469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261.6643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261.6663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261.6864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261.6908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261.6944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261.7155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261.7178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261.7221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261.7261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261.7534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261.7635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261.7646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261.7799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261.7949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261.7973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261.8022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261.8070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261.8146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261.8230</w:t>
      </w:r>
      <w:r>
        <w:tab/>
        <w:t>1.044e0</w:t>
      </w:r>
    </w:p>
    <w:p w:rsidR="00354DF7" w:rsidRDefault="00354DF7" w:rsidP="00354DF7">
      <w:pPr>
        <w:tabs>
          <w:tab w:val="left" w:pos="6195"/>
        </w:tabs>
      </w:pPr>
      <w:r>
        <w:t>261.8269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261.8299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261.8613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261.8630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261.8797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261.8963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261.8996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261.9137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261.9310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261.9524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261.9615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261.9676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261.9868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262.0006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262.0084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262.0102</w:t>
      </w:r>
      <w:r>
        <w:tab/>
        <w:t>5.018e0</w:t>
      </w:r>
    </w:p>
    <w:p w:rsidR="00354DF7" w:rsidRDefault="00354DF7" w:rsidP="00354DF7">
      <w:pPr>
        <w:tabs>
          <w:tab w:val="left" w:pos="6195"/>
        </w:tabs>
      </w:pPr>
      <w:r>
        <w:t>262.0115</w:t>
      </w:r>
      <w:r>
        <w:tab/>
        <w:t>5.017e0</w:t>
      </w:r>
    </w:p>
    <w:p w:rsidR="00354DF7" w:rsidRDefault="00354DF7" w:rsidP="00354DF7">
      <w:pPr>
        <w:tabs>
          <w:tab w:val="left" w:pos="6195"/>
        </w:tabs>
      </w:pPr>
      <w:r>
        <w:t>262.0297</w:t>
      </w:r>
      <w:r>
        <w:tab/>
        <w:t>4.764e0</w:t>
      </w:r>
    </w:p>
    <w:p w:rsidR="00354DF7" w:rsidRDefault="00354DF7" w:rsidP="00354DF7">
      <w:pPr>
        <w:tabs>
          <w:tab w:val="left" w:pos="6195"/>
        </w:tabs>
      </w:pPr>
      <w:r>
        <w:t>262.0451</w:t>
      </w:r>
      <w:r>
        <w:tab/>
        <w:t>3.807e0</w:t>
      </w:r>
    </w:p>
    <w:p w:rsidR="00354DF7" w:rsidRDefault="00354DF7" w:rsidP="00354DF7">
      <w:pPr>
        <w:tabs>
          <w:tab w:val="left" w:pos="6195"/>
        </w:tabs>
      </w:pPr>
      <w:r>
        <w:t>262.0538</w:t>
      </w:r>
      <w:r>
        <w:tab/>
        <w:t>5.805e0</w:t>
      </w:r>
    </w:p>
    <w:p w:rsidR="00354DF7" w:rsidRDefault="00354DF7" w:rsidP="00354DF7">
      <w:pPr>
        <w:tabs>
          <w:tab w:val="left" w:pos="6195"/>
        </w:tabs>
      </w:pPr>
      <w:r>
        <w:lastRenderedPageBreak/>
        <w:t>262.0705</w:t>
      </w:r>
      <w:r>
        <w:tab/>
        <w:t>2.795e0</w:t>
      </w:r>
    </w:p>
    <w:p w:rsidR="00354DF7" w:rsidRDefault="00354DF7" w:rsidP="00354DF7">
      <w:pPr>
        <w:tabs>
          <w:tab w:val="left" w:pos="6195"/>
        </w:tabs>
      </w:pPr>
      <w:r>
        <w:t>262.0752</w:t>
      </w:r>
      <w:r>
        <w:tab/>
        <w:t>1.538e0</w:t>
      </w:r>
    </w:p>
    <w:p w:rsidR="00354DF7" w:rsidRDefault="00354DF7" w:rsidP="00354DF7">
      <w:pPr>
        <w:tabs>
          <w:tab w:val="left" w:pos="6195"/>
        </w:tabs>
      </w:pPr>
      <w:r>
        <w:t>262.0766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262.0799</w:t>
      </w:r>
      <w:r>
        <w:tab/>
        <w:t>5.834e0</w:t>
      </w:r>
    </w:p>
    <w:p w:rsidR="00354DF7" w:rsidRDefault="00354DF7" w:rsidP="00354DF7">
      <w:pPr>
        <w:tabs>
          <w:tab w:val="left" w:pos="6195"/>
        </w:tabs>
      </w:pPr>
      <w:r>
        <w:t>262.0842</w:t>
      </w:r>
      <w:r>
        <w:tab/>
        <w:t>4.069e0</w:t>
      </w:r>
    </w:p>
    <w:p w:rsidR="00354DF7" w:rsidRDefault="00354DF7" w:rsidP="00354DF7">
      <w:pPr>
        <w:tabs>
          <w:tab w:val="left" w:pos="6195"/>
        </w:tabs>
      </w:pPr>
      <w:r>
        <w:t>262.1107</w:t>
      </w:r>
      <w:r>
        <w:tab/>
        <w:t>6.611e0</w:t>
      </w:r>
    </w:p>
    <w:p w:rsidR="00354DF7" w:rsidRDefault="00354DF7" w:rsidP="00354DF7">
      <w:pPr>
        <w:tabs>
          <w:tab w:val="left" w:pos="6195"/>
        </w:tabs>
      </w:pPr>
      <w:r>
        <w:t>262.1135</w:t>
      </w:r>
      <w:r>
        <w:tab/>
        <w:t>1.174e0</w:t>
      </w:r>
    </w:p>
    <w:p w:rsidR="00354DF7" w:rsidRDefault="00354DF7" w:rsidP="00354DF7">
      <w:pPr>
        <w:tabs>
          <w:tab w:val="left" w:pos="6195"/>
        </w:tabs>
      </w:pPr>
      <w:r>
        <w:t>262.1167</w:t>
      </w:r>
      <w:r>
        <w:tab/>
        <w:t>4.851e0</w:t>
      </w:r>
    </w:p>
    <w:p w:rsidR="00354DF7" w:rsidRDefault="00354DF7" w:rsidP="00354DF7">
      <w:pPr>
        <w:tabs>
          <w:tab w:val="left" w:pos="6195"/>
        </w:tabs>
      </w:pPr>
      <w:r>
        <w:t>262.1193</w:t>
      </w:r>
      <w:r>
        <w:tab/>
        <w:t>1.380e0</w:t>
      </w:r>
    </w:p>
    <w:p w:rsidR="00354DF7" w:rsidRDefault="00354DF7" w:rsidP="00354DF7">
      <w:pPr>
        <w:tabs>
          <w:tab w:val="left" w:pos="6195"/>
        </w:tabs>
      </w:pPr>
      <w:r>
        <w:t>262.1297</w:t>
      </w:r>
      <w:r>
        <w:tab/>
        <w:t>2.299e0</w:t>
      </w:r>
    </w:p>
    <w:p w:rsidR="00354DF7" w:rsidRDefault="00354DF7" w:rsidP="00354DF7">
      <w:pPr>
        <w:tabs>
          <w:tab w:val="left" w:pos="6195"/>
        </w:tabs>
      </w:pPr>
      <w:r>
        <w:t>262.1325</w:t>
      </w:r>
      <w:r>
        <w:tab/>
        <w:t>6.917e0</w:t>
      </w:r>
    </w:p>
    <w:p w:rsidR="00354DF7" w:rsidRDefault="00354DF7" w:rsidP="00354DF7">
      <w:pPr>
        <w:tabs>
          <w:tab w:val="left" w:pos="6195"/>
        </w:tabs>
      </w:pPr>
      <w:r>
        <w:t>262.1613</w:t>
      </w:r>
      <w:r>
        <w:tab/>
        <w:t>1.108e1</w:t>
      </w:r>
    </w:p>
    <w:p w:rsidR="00354DF7" w:rsidRDefault="00354DF7" w:rsidP="00354DF7">
      <w:pPr>
        <w:tabs>
          <w:tab w:val="left" w:pos="6195"/>
        </w:tabs>
      </w:pPr>
      <w:r>
        <w:t>262.1689</w:t>
      </w:r>
      <w:r>
        <w:tab/>
        <w:t>5.588e0</w:t>
      </w:r>
    </w:p>
    <w:p w:rsidR="00354DF7" w:rsidRDefault="00354DF7" w:rsidP="00354DF7">
      <w:pPr>
        <w:tabs>
          <w:tab w:val="left" w:pos="6195"/>
        </w:tabs>
      </w:pPr>
      <w:r>
        <w:t>262.1782</w:t>
      </w:r>
      <w:r>
        <w:tab/>
        <w:t>2.488e0</w:t>
      </w:r>
    </w:p>
    <w:p w:rsidR="00354DF7" w:rsidRDefault="00354DF7" w:rsidP="00354DF7">
      <w:pPr>
        <w:tabs>
          <w:tab w:val="left" w:pos="6195"/>
        </w:tabs>
      </w:pPr>
      <w:r>
        <w:t>262.1850</w:t>
      </w:r>
      <w:r>
        <w:tab/>
        <w:t>6.912e0</w:t>
      </w:r>
    </w:p>
    <w:p w:rsidR="00354DF7" w:rsidRDefault="00354DF7" w:rsidP="00354DF7">
      <w:pPr>
        <w:tabs>
          <w:tab w:val="left" w:pos="6195"/>
        </w:tabs>
      </w:pPr>
      <w:r>
        <w:t>262.1941</w:t>
      </w:r>
      <w:r>
        <w:tab/>
        <w:t>6.243e0</w:t>
      </w:r>
    </w:p>
    <w:p w:rsidR="00354DF7" w:rsidRDefault="00354DF7" w:rsidP="00354DF7">
      <w:pPr>
        <w:tabs>
          <w:tab w:val="left" w:pos="6195"/>
        </w:tabs>
      </w:pPr>
      <w:r>
        <w:t>262.1996</w:t>
      </w:r>
      <w:r>
        <w:tab/>
        <w:t>3.595e0</w:t>
      </w:r>
    </w:p>
    <w:p w:rsidR="00354DF7" w:rsidRDefault="00354DF7" w:rsidP="00354DF7">
      <w:pPr>
        <w:tabs>
          <w:tab w:val="left" w:pos="6195"/>
        </w:tabs>
      </w:pPr>
      <w:r>
        <w:t>262.2225</w:t>
      </w:r>
      <w:r>
        <w:tab/>
        <w:t>3.506e0</w:t>
      </w:r>
    </w:p>
    <w:p w:rsidR="00354DF7" w:rsidRDefault="00354DF7" w:rsidP="00354DF7">
      <w:pPr>
        <w:tabs>
          <w:tab w:val="left" w:pos="6195"/>
        </w:tabs>
      </w:pPr>
      <w:r>
        <w:t>262.2253</w:t>
      </w:r>
      <w:r>
        <w:tab/>
        <w:t>6.584e0</w:t>
      </w:r>
    </w:p>
    <w:p w:rsidR="00354DF7" w:rsidRDefault="00354DF7" w:rsidP="00354DF7">
      <w:pPr>
        <w:tabs>
          <w:tab w:val="left" w:pos="6195"/>
        </w:tabs>
      </w:pPr>
      <w:r>
        <w:lastRenderedPageBreak/>
        <w:t>262.2325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262.2462</w:t>
      </w:r>
      <w:r>
        <w:tab/>
        <w:t>2.634e0</w:t>
      </w:r>
    </w:p>
    <w:p w:rsidR="00354DF7" w:rsidRDefault="00354DF7" w:rsidP="00354DF7">
      <w:pPr>
        <w:tabs>
          <w:tab w:val="left" w:pos="6195"/>
        </w:tabs>
      </w:pPr>
      <w:r>
        <w:t>262.2670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262.2731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262.2752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262.3056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262.3257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262.3302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262.3353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262.3486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262.3506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262.3690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262.3743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262.3791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262.3990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262.4106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262.4379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262.4473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262.4663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262.4810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262.4903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262.4933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262.5156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262.5205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262.5359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262.5461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262.5632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262.5662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262.5684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262.5729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262.5927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262.5972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262.6024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262.6235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262.6539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262.6661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262.6850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262.6875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262.6890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262.7045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262.7100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262.7120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262.7141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262.7357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262.7612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262.7664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262.7744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262.7867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262.7896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262.8043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262.8091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262.8171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262.8382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262.8459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262.8560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262.8648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262.8697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262.8970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262.9037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262.9232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262.9248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262.9292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262.9531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262.9596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262.9678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262.9820</w:t>
      </w:r>
      <w:r>
        <w:tab/>
        <w:t>4.528e0</w:t>
      </w:r>
    </w:p>
    <w:p w:rsidR="00354DF7" w:rsidRDefault="00354DF7" w:rsidP="00354DF7">
      <w:pPr>
        <w:tabs>
          <w:tab w:val="left" w:pos="6195"/>
        </w:tabs>
      </w:pPr>
      <w:r>
        <w:t>262.9868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262.9908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262.9925</w:t>
      </w:r>
      <w:r>
        <w:tab/>
        <w:t>9.099e0</w:t>
      </w:r>
    </w:p>
    <w:p w:rsidR="00354DF7" w:rsidRDefault="00354DF7" w:rsidP="00354DF7">
      <w:pPr>
        <w:tabs>
          <w:tab w:val="left" w:pos="6195"/>
        </w:tabs>
      </w:pPr>
      <w:r>
        <w:t>263.0046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263.0126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263.0315</w:t>
      </w:r>
      <w:r>
        <w:tab/>
        <w:t>2.171e0</w:t>
      </w:r>
    </w:p>
    <w:p w:rsidR="00354DF7" w:rsidRDefault="00354DF7" w:rsidP="00354DF7">
      <w:pPr>
        <w:tabs>
          <w:tab w:val="left" w:pos="6195"/>
        </w:tabs>
      </w:pPr>
      <w:r>
        <w:t>263.0336</w:t>
      </w:r>
      <w:r>
        <w:tab/>
        <w:t>3.155e0</w:t>
      </w:r>
    </w:p>
    <w:p w:rsidR="00354DF7" w:rsidRDefault="00354DF7" w:rsidP="00354DF7">
      <w:pPr>
        <w:tabs>
          <w:tab w:val="left" w:pos="6195"/>
        </w:tabs>
      </w:pPr>
      <w:r>
        <w:t>263.0378</w:t>
      </w:r>
      <w:r>
        <w:tab/>
        <w:t>2.916e0</w:t>
      </w:r>
    </w:p>
    <w:p w:rsidR="00354DF7" w:rsidRDefault="00354DF7" w:rsidP="00354DF7">
      <w:pPr>
        <w:tabs>
          <w:tab w:val="left" w:pos="6195"/>
        </w:tabs>
      </w:pPr>
      <w:r>
        <w:t>263.0622</w:t>
      </w:r>
      <w:r>
        <w:tab/>
        <w:t>3.024e0</w:t>
      </w:r>
    </w:p>
    <w:p w:rsidR="00354DF7" w:rsidRDefault="00354DF7" w:rsidP="00354DF7">
      <w:pPr>
        <w:tabs>
          <w:tab w:val="left" w:pos="6195"/>
        </w:tabs>
      </w:pPr>
      <w:r>
        <w:t>263.0856</w:t>
      </w:r>
      <w:r>
        <w:tab/>
        <w:t>9.738e0</w:t>
      </w:r>
    </w:p>
    <w:p w:rsidR="00354DF7" w:rsidRDefault="00354DF7" w:rsidP="00354DF7">
      <w:pPr>
        <w:tabs>
          <w:tab w:val="left" w:pos="6195"/>
        </w:tabs>
      </w:pPr>
      <w:r>
        <w:lastRenderedPageBreak/>
        <w:t>263.0915</w:t>
      </w:r>
      <w:r>
        <w:tab/>
        <w:t>2.686e0</w:t>
      </w:r>
    </w:p>
    <w:p w:rsidR="00354DF7" w:rsidRDefault="00354DF7" w:rsidP="00354DF7">
      <w:pPr>
        <w:tabs>
          <w:tab w:val="left" w:pos="6195"/>
        </w:tabs>
      </w:pPr>
      <w:r>
        <w:t>263.0976</w:t>
      </w:r>
      <w:r>
        <w:tab/>
        <w:t>4.380e0</w:t>
      </w:r>
    </w:p>
    <w:p w:rsidR="00354DF7" w:rsidRDefault="00354DF7" w:rsidP="00354DF7">
      <w:pPr>
        <w:tabs>
          <w:tab w:val="left" w:pos="6195"/>
        </w:tabs>
      </w:pPr>
      <w:r>
        <w:t>263.1002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263.1144</w:t>
      </w:r>
      <w:r>
        <w:tab/>
        <w:t>1.876e0</w:t>
      </w:r>
    </w:p>
    <w:p w:rsidR="00354DF7" w:rsidRDefault="00354DF7" w:rsidP="00354DF7">
      <w:pPr>
        <w:tabs>
          <w:tab w:val="left" w:pos="6195"/>
        </w:tabs>
      </w:pPr>
      <w:r>
        <w:t>263.1268</w:t>
      </w:r>
      <w:r>
        <w:tab/>
        <w:t>1.568e0</w:t>
      </w:r>
    </w:p>
    <w:p w:rsidR="00354DF7" w:rsidRDefault="00354DF7" w:rsidP="00354DF7">
      <w:pPr>
        <w:tabs>
          <w:tab w:val="left" w:pos="6195"/>
        </w:tabs>
      </w:pPr>
      <w:r>
        <w:t>263.1319</w:t>
      </w:r>
      <w:r>
        <w:tab/>
        <w:t>3.007e0</w:t>
      </w:r>
    </w:p>
    <w:p w:rsidR="00354DF7" w:rsidRDefault="00354DF7" w:rsidP="00354DF7">
      <w:pPr>
        <w:tabs>
          <w:tab w:val="left" w:pos="6195"/>
        </w:tabs>
      </w:pPr>
      <w:r>
        <w:t>263.1365</w:t>
      </w:r>
      <w:r>
        <w:tab/>
        <w:t>2.349e0</w:t>
      </w:r>
    </w:p>
    <w:p w:rsidR="00354DF7" w:rsidRDefault="00354DF7" w:rsidP="00354DF7">
      <w:pPr>
        <w:tabs>
          <w:tab w:val="left" w:pos="6195"/>
        </w:tabs>
      </w:pPr>
      <w:r>
        <w:t>263.1603</w:t>
      </w:r>
      <w:r>
        <w:tab/>
        <w:t>3.354e0</w:t>
      </w:r>
    </w:p>
    <w:p w:rsidR="00354DF7" w:rsidRDefault="00354DF7" w:rsidP="00354DF7">
      <w:pPr>
        <w:tabs>
          <w:tab w:val="left" w:pos="6195"/>
        </w:tabs>
      </w:pPr>
      <w:r>
        <w:t>263.1628</w:t>
      </w:r>
      <w:r>
        <w:tab/>
        <w:t>2.029e0</w:t>
      </w:r>
    </w:p>
    <w:p w:rsidR="00354DF7" w:rsidRDefault="00354DF7" w:rsidP="00354DF7">
      <w:pPr>
        <w:tabs>
          <w:tab w:val="left" w:pos="6195"/>
        </w:tabs>
      </w:pPr>
      <w:r>
        <w:t>263.1665</w:t>
      </w:r>
      <w:r>
        <w:tab/>
        <w:t>9.775e0</w:t>
      </w:r>
    </w:p>
    <w:p w:rsidR="00354DF7" w:rsidRDefault="00354DF7" w:rsidP="00354DF7">
      <w:pPr>
        <w:tabs>
          <w:tab w:val="left" w:pos="6195"/>
        </w:tabs>
      </w:pPr>
      <w:r>
        <w:t>263.1703</w:t>
      </w:r>
      <w:r>
        <w:tab/>
        <w:t>5.660e0</w:t>
      </w:r>
    </w:p>
    <w:p w:rsidR="00354DF7" w:rsidRDefault="00354DF7" w:rsidP="00354DF7">
      <w:pPr>
        <w:tabs>
          <w:tab w:val="left" w:pos="6195"/>
        </w:tabs>
      </w:pPr>
      <w:r>
        <w:t>263.2094</w:t>
      </w:r>
      <w:r>
        <w:tab/>
        <w:t>2.253e0</w:t>
      </w:r>
    </w:p>
    <w:p w:rsidR="00354DF7" w:rsidRDefault="00354DF7" w:rsidP="00354DF7">
      <w:pPr>
        <w:tabs>
          <w:tab w:val="left" w:pos="6195"/>
        </w:tabs>
      </w:pPr>
      <w:r>
        <w:t>263.2123</w:t>
      </w:r>
      <w:r>
        <w:tab/>
        <w:t>1.758e0</w:t>
      </w:r>
    </w:p>
    <w:p w:rsidR="00354DF7" w:rsidRDefault="00354DF7" w:rsidP="00354DF7">
      <w:pPr>
        <w:tabs>
          <w:tab w:val="left" w:pos="6195"/>
        </w:tabs>
      </w:pPr>
      <w:r>
        <w:t>263.2213</w:t>
      </w:r>
      <w:r>
        <w:tab/>
        <w:t>1.266e0</w:t>
      </w:r>
    </w:p>
    <w:p w:rsidR="00354DF7" w:rsidRDefault="00354DF7" w:rsidP="00354DF7">
      <w:pPr>
        <w:tabs>
          <w:tab w:val="left" w:pos="6195"/>
        </w:tabs>
      </w:pPr>
      <w:r>
        <w:t>263.2332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263.2350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263.2618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263.2693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263.2746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263.2782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263.3045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263.3265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263.3327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263.3625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263.3697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263.3721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263.3800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263.3844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263.3926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263.4153</w:t>
      </w:r>
      <w:r>
        <w:tab/>
        <w:t>5.996e0</w:t>
      </w:r>
    </w:p>
    <w:p w:rsidR="00354DF7" w:rsidRDefault="00354DF7" w:rsidP="00354DF7">
      <w:pPr>
        <w:tabs>
          <w:tab w:val="left" w:pos="6195"/>
        </w:tabs>
      </w:pPr>
      <w:r>
        <w:t>263.4341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263.4481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263.4565</w:t>
      </w:r>
      <w:r>
        <w:tab/>
        <w:t>1.713e0</w:t>
      </w:r>
    </w:p>
    <w:p w:rsidR="00354DF7" w:rsidRDefault="00354DF7" w:rsidP="00354DF7">
      <w:pPr>
        <w:tabs>
          <w:tab w:val="left" w:pos="6195"/>
        </w:tabs>
      </w:pPr>
      <w:r>
        <w:t>263.4677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263.4730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263.4902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263.4943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263.4978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263.5133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263.5168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263.5250</w:t>
      </w:r>
      <w:r>
        <w:tab/>
        <w:t>2.040e0</w:t>
      </w:r>
    </w:p>
    <w:p w:rsidR="00354DF7" w:rsidRDefault="00354DF7" w:rsidP="00354DF7">
      <w:pPr>
        <w:tabs>
          <w:tab w:val="left" w:pos="6195"/>
        </w:tabs>
      </w:pPr>
      <w:r>
        <w:t>263.5366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263.5461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263.5565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263.6023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263.6191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263.6273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263.6382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263.6503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263.6537</w:t>
      </w:r>
      <w:r>
        <w:tab/>
        <w:t>2.557e0</w:t>
      </w:r>
    </w:p>
    <w:p w:rsidR="00354DF7" w:rsidRDefault="00354DF7" w:rsidP="00354DF7">
      <w:pPr>
        <w:tabs>
          <w:tab w:val="left" w:pos="6195"/>
        </w:tabs>
      </w:pPr>
      <w:r>
        <w:t>263.6557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263.6788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263.6838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263.7068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263.7273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263.7339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263.7357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263.7403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263.7471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263.7748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263.7804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263.7839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263.7963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263.8049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263.8160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263.8389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263.8467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263.8784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263.8804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263.8824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263.8889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263.9005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263.9041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263.9086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263.9107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263.9393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263.9555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263.9691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263.9974</w:t>
      </w:r>
      <w:r>
        <w:tab/>
        <w:t>1.549e1</w:t>
      </w:r>
    </w:p>
    <w:p w:rsidR="00354DF7" w:rsidRDefault="00354DF7" w:rsidP="00354DF7">
      <w:pPr>
        <w:tabs>
          <w:tab w:val="left" w:pos="6195"/>
        </w:tabs>
      </w:pPr>
      <w:r>
        <w:t>264.0031</w:t>
      </w:r>
      <w:r>
        <w:tab/>
        <w:t>5.044e1</w:t>
      </w:r>
    </w:p>
    <w:p w:rsidR="00354DF7" w:rsidRDefault="00354DF7" w:rsidP="00354DF7">
      <w:pPr>
        <w:tabs>
          <w:tab w:val="left" w:pos="6195"/>
        </w:tabs>
      </w:pPr>
      <w:r>
        <w:t>264.0108</w:t>
      </w:r>
      <w:r>
        <w:tab/>
        <w:t>1.454e1</w:t>
      </w:r>
    </w:p>
    <w:p w:rsidR="00354DF7" w:rsidRDefault="00354DF7" w:rsidP="00354DF7">
      <w:pPr>
        <w:tabs>
          <w:tab w:val="left" w:pos="6195"/>
        </w:tabs>
      </w:pPr>
      <w:r>
        <w:t>264.0461</w:t>
      </w:r>
      <w:r>
        <w:tab/>
        <w:t>6.232e0</w:t>
      </w:r>
    </w:p>
    <w:p w:rsidR="00354DF7" w:rsidRDefault="00354DF7" w:rsidP="00354DF7">
      <w:pPr>
        <w:tabs>
          <w:tab w:val="left" w:pos="6195"/>
        </w:tabs>
      </w:pPr>
      <w:r>
        <w:t>264.0513</w:t>
      </w:r>
      <w:r>
        <w:tab/>
        <w:t>1.924e0</w:t>
      </w:r>
    </w:p>
    <w:p w:rsidR="00354DF7" w:rsidRDefault="00354DF7" w:rsidP="00354DF7">
      <w:pPr>
        <w:tabs>
          <w:tab w:val="left" w:pos="6195"/>
        </w:tabs>
      </w:pPr>
      <w:r>
        <w:t>264.0752</w:t>
      </w:r>
      <w:r>
        <w:tab/>
        <w:t>2.908e0</w:t>
      </w:r>
    </w:p>
    <w:p w:rsidR="00354DF7" w:rsidRDefault="00354DF7" w:rsidP="00354DF7">
      <w:pPr>
        <w:tabs>
          <w:tab w:val="left" w:pos="6195"/>
        </w:tabs>
      </w:pPr>
      <w:r>
        <w:t>264.0775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264.0883</w:t>
      </w:r>
      <w:r>
        <w:tab/>
        <w:t>2.700e0</w:t>
      </w:r>
    </w:p>
    <w:p w:rsidR="00354DF7" w:rsidRDefault="00354DF7" w:rsidP="00354DF7">
      <w:pPr>
        <w:tabs>
          <w:tab w:val="left" w:pos="6195"/>
        </w:tabs>
      </w:pPr>
      <w:r>
        <w:t>264.0950</w:t>
      </w:r>
      <w:r>
        <w:tab/>
        <w:t>3.465e0</w:t>
      </w:r>
    </w:p>
    <w:p w:rsidR="00354DF7" w:rsidRDefault="00354DF7" w:rsidP="00354DF7">
      <w:pPr>
        <w:tabs>
          <w:tab w:val="left" w:pos="6195"/>
        </w:tabs>
      </w:pPr>
      <w:r>
        <w:t>264.0974</w:t>
      </w:r>
      <w:r>
        <w:tab/>
        <w:t>4.539e0</w:t>
      </w:r>
    </w:p>
    <w:p w:rsidR="00354DF7" w:rsidRDefault="00354DF7" w:rsidP="00354DF7">
      <w:pPr>
        <w:tabs>
          <w:tab w:val="left" w:pos="6195"/>
        </w:tabs>
      </w:pPr>
      <w:r>
        <w:t>264.1030</w:t>
      </w:r>
      <w:r>
        <w:tab/>
        <w:t>2.294e0</w:t>
      </w:r>
    </w:p>
    <w:p w:rsidR="00354DF7" w:rsidRDefault="00354DF7" w:rsidP="00354DF7">
      <w:pPr>
        <w:tabs>
          <w:tab w:val="left" w:pos="6195"/>
        </w:tabs>
      </w:pPr>
      <w:r>
        <w:t>264.1180</w:t>
      </w:r>
      <w:r>
        <w:tab/>
        <w:t>2.835e0</w:t>
      </w:r>
    </w:p>
    <w:p w:rsidR="00354DF7" w:rsidRDefault="00354DF7" w:rsidP="00354DF7">
      <w:pPr>
        <w:tabs>
          <w:tab w:val="left" w:pos="6195"/>
        </w:tabs>
      </w:pPr>
      <w:r>
        <w:t>264.1397</w:t>
      </w:r>
      <w:r>
        <w:tab/>
        <w:t>1.672e0</w:t>
      </w:r>
    </w:p>
    <w:p w:rsidR="00354DF7" w:rsidRDefault="00354DF7" w:rsidP="00354DF7">
      <w:pPr>
        <w:tabs>
          <w:tab w:val="left" w:pos="6195"/>
        </w:tabs>
      </w:pPr>
      <w:r>
        <w:t>264.1409</w:t>
      </w:r>
      <w:r>
        <w:tab/>
        <w:t>1.814e0</w:t>
      </w:r>
    </w:p>
    <w:p w:rsidR="00354DF7" w:rsidRDefault="00354DF7" w:rsidP="00354DF7">
      <w:pPr>
        <w:tabs>
          <w:tab w:val="left" w:pos="6195"/>
        </w:tabs>
      </w:pPr>
      <w:r>
        <w:t>264.1480</w:t>
      </w:r>
      <w:r>
        <w:tab/>
        <w:t>2.477e0</w:t>
      </w:r>
    </w:p>
    <w:p w:rsidR="00354DF7" w:rsidRDefault="00354DF7" w:rsidP="00354DF7">
      <w:pPr>
        <w:tabs>
          <w:tab w:val="left" w:pos="6195"/>
        </w:tabs>
      </w:pPr>
      <w:r>
        <w:t>264.1547</w:t>
      </w:r>
      <w:r>
        <w:tab/>
        <w:t>1.363e0</w:t>
      </w:r>
    </w:p>
    <w:p w:rsidR="00354DF7" w:rsidRDefault="00354DF7" w:rsidP="00354DF7">
      <w:pPr>
        <w:tabs>
          <w:tab w:val="left" w:pos="6195"/>
        </w:tabs>
      </w:pPr>
      <w:r>
        <w:t>264.1568</w:t>
      </w:r>
      <w:r>
        <w:tab/>
        <w:t>3.412e0</w:t>
      </w:r>
    </w:p>
    <w:p w:rsidR="00354DF7" w:rsidRDefault="00354DF7" w:rsidP="00354DF7">
      <w:pPr>
        <w:tabs>
          <w:tab w:val="left" w:pos="6195"/>
        </w:tabs>
      </w:pPr>
      <w:r>
        <w:lastRenderedPageBreak/>
        <w:t>264.1797</w:t>
      </w:r>
      <w:r>
        <w:tab/>
        <w:t>1.622e0</w:t>
      </w:r>
    </w:p>
    <w:p w:rsidR="00354DF7" w:rsidRDefault="00354DF7" w:rsidP="00354DF7">
      <w:pPr>
        <w:tabs>
          <w:tab w:val="left" w:pos="6195"/>
        </w:tabs>
      </w:pPr>
      <w:r>
        <w:t>264.1886</w:t>
      </w:r>
      <w:r>
        <w:tab/>
        <w:t>4.466e0</w:t>
      </w:r>
    </w:p>
    <w:p w:rsidR="00354DF7" w:rsidRDefault="00354DF7" w:rsidP="00354DF7">
      <w:pPr>
        <w:tabs>
          <w:tab w:val="left" w:pos="6195"/>
        </w:tabs>
      </w:pPr>
      <w:r>
        <w:t>264.1896</w:t>
      </w:r>
      <w:r>
        <w:tab/>
        <w:t>2.991e0</w:t>
      </w:r>
    </w:p>
    <w:p w:rsidR="00354DF7" w:rsidRDefault="00354DF7" w:rsidP="00354DF7">
      <w:pPr>
        <w:tabs>
          <w:tab w:val="left" w:pos="6195"/>
        </w:tabs>
      </w:pPr>
      <w:r>
        <w:t>264.2277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264.2311</w:t>
      </w:r>
      <w:r>
        <w:tab/>
        <w:t>1.789e0</w:t>
      </w:r>
    </w:p>
    <w:p w:rsidR="00354DF7" w:rsidRDefault="00354DF7" w:rsidP="00354DF7">
      <w:pPr>
        <w:tabs>
          <w:tab w:val="left" w:pos="6195"/>
        </w:tabs>
      </w:pPr>
      <w:r>
        <w:t>264.2336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264.2375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264.2419</w:t>
      </w:r>
      <w:r>
        <w:tab/>
        <w:t>3.675e0</w:t>
      </w:r>
    </w:p>
    <w:p w:rsidR="00354DF7" w:rsidRDefault="00354DF7" w:rsidP="00354DF7">
      <w:pPr>
        <w:tabs>
          <w:tab w:val="left" w:pos="6195"/>
        </w:tabs>
      </w:pPr>
      <w:r>
        <w:t>264.2704</w:t>
      </w:r>
      <w:r>
        <w:tab/>
        <w:t>3.660e0</w:t>
      </w:r>
    </w:p>
    <w:p w:rsidR="00354DF7" w:rsidRDefault="00354DF7" w:rsidP="00354DF7">
      <w:pPr>
        <w:tabs>
          <w:tab w:val="left" w:pos="6195"/>
        </w:tabs>
      </w:pPr>
      <w:r>
        <w:t>264.2733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264.2809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264.2842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264.2882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264.3064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264.3146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264.3230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264.3364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264.3496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264.3538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264.3701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264.3716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264.3750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264.3885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264.4047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264.4067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264.4116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264.4145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264.4744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264.4780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264.4865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264.4923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264.5009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264.5026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264.5416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264.5499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264.5619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264.5824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264.5894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264.6055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264.6077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264.6097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264.6213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264.6442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264.6541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264.6640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264.6731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264.6857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264.6950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264.6983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264.7256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264.7318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264.7537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264.7681</w:t>
      </w:r>
      <w:r>
        <w:tab/>
        <w:t>2.870e0</w:t>
      </w:r>
    </w:p>
    <w:p w:rsidR="00354DF7" w:rsidRDefault="00354DF7" w:rsidP="00354DF7">
      <w:pPr>
        <w:tabs>
          <w:tab w:val="left" w:pos="6195"/>
        </w:tabs>
      </w:pPr>
      <w:r>
        <w:t>264.7746</w:t>
      </w:r>
      <w:r>
        <w:tab/>
        <w:t>2.243e0</w:t>
      </w:r>
    </w:p>
    <w:p w:rsidR="00354DF7" w:rsidRDefault="00354DF7" w:rsidP="00354DF7">
      <w:pPr>
        <w:tabs>
          <w:tab w:val="left" w:pos="6195"/>
        </w:tabs>
      </w:pPr>
      <w:r>
        <w:t>264.7763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264.7989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264.8029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264.8073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264.8203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264.8393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264.8461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264.8594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264.8644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264.8749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264.8768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264.8913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264.8985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264.9077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264.9427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264.9670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264.9725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264.9762</w:t>
      </w:r>
      <w:r>
        <w:tab/>
        <w:t>1.744e1</w:t>
      </w:r>
    </w:p>
    <w:p w:rsidR="00354DF7" w:rsidRDefault="00354DF7" w:rsidP="00354DF7">
      <w:pPr>
        <w:tabs>
          <w:tab w:val="left" w:pos="6195"/>
        </w:tabs>
      </w:pPr>
      <w:r>
        <w:t>264.9792</w:t>
      </w:r>
      <w:r>
        <w:tab/>
        <w:t>6.401e0</w:t>
      </w:r>
    </w:p>
    <w:p w:rsidR="00354DF7" w:rsidRDefault="00354DF7" w:rsidP="00354DF7">
      <w:pPr>
        <w:tabs>
          <w:tab w:val="left" w:pos="6195"/>
        </w:tabs>
      </w:pPr>
      <w:r>
        <w:t>264.9929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265.0074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265.0223</w:t>
      </w:r>
      <w:r>
        <w:tab/>
        <w:t>5.040e0</w:t>
      </w:r>
    </w:p>
    <w:p w:rsidR="00354DF7" w:rsidRDefault="00354DF7" w:rsidP="00354DF7">
      <w:pPr>
        <w:tabs>
          <w:tab w:val="left" w:pos="6195"/>
        </w:tabs>
      </w:pPr>
      <w:r>
        <w:lastRenderedPageBreak/>
        <w:t>265.0277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265.0307</w:t>
      </w:r>
      <w:r>
        <w:tab/>
        <w:t>2.761e0</w:t>
      </w:r>
    </w:p>
    <w:p w:rsidR="00354DF7" w:rsidRDefault="00354DF7" w:rsidP="00354DF7">
      <w:pPr>
        <w:tabs>
          <w:tab w:val="left" w:pos="6195"/>
        </w:tabs>
      </w:pPr>
      <w:r>
        <w:t>265.0318</w:t>
      </w:r>
      <w:r>
        <w:tab/>
        <w:t>1.827e0</w:t>
      </w:r>
    </w:p>
    <w:p w:rsidR="00354DF7" w:rsidRDefault="00354DF7" w:rsidP="00354DF7">
      <w:pPr>
        <w:tabs>
          <w:tab w:val="left" w:pos="6195"/>
        </w:tabs>
      </w:pPr>
      <w:r>
        <w:t>265.0432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265.0561</w:t>
      </w:r>
      <w:r>
        <w:tab/>
        <w:t>3.949e0</w:t>
      </w:r>
    </w:p>
    <w:p w:rsidR="00354DF7" w:rsidRDefault="00354DF7" w:rsidP="00354DF7">
      <w:pPr>
        <w:tabs>
          <w:tab w:val="left" w:pos="6195"/>
        </w:tabs>
      </w:pPr>
      <w:r>
        <w:t>265.0685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265.1033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265.1113</w:t>
      </w:r>
      <w:r>
        <w:tab/>
        <w:t>2.744e0</w:t>
      </w:r>
    </w:p>
    <w:p w:rsidR="00354DF7" w:rsidRDefault="00354DF7" w:rsidP="00354DF7">
      <w:pPr>
        <w:tabs>
          <w:tab w:val="left" w:pos="6195"/>
        </w:tabs>
      </w:pPr>
      <w:r>
        <w:t>265.1210</w:t>
      </w:r>
      <w:r>
        <w:tab/>
        <w:t>3.752e0</w:t>
      </w:r>
    </w:p>
    <w:p w:rsidR="00354DF7" w:rsidRDefault="00354DF7" w:rsidP="00354DF7">
      <w:pPr>
        <w:tabs>
          <w:tab w:val="left" w:pos="6195"/>
        </w:tabs>
      </w:pPr>
      <w:r>
        <w:t>265.1239</w:t>
      </w:r>
      <w:r>
        <w:tab/>
        <w:t>1.472e0</w:t>
      </w:r>
    </w:p>
    <w:p w:rsidR="00354DF7" w:rsidRDefault="00354DF7" w:rsidP="00354DF7">
      <w:pPr>
        <w:tabs>
          <w:tab w:val="left" w:pos="6195"/>
        </w:tabs>
      </w:pPr>
      <w:r>
        <w:t>265.1312</w:t>
      </w:r>
      <w:r>
        <w:tab/>
        <w:t>1.674e0</w:t>
      </w:r>
    </w:p>
    <w:p w:rsidR="00354DF7" w:rsidRDefault="00354DF7" w:rsidP="00354DF7">
      <w:pPr>
        <w:tabs>
          <w:tab w:val="left" w:pos="6195"/>
        </w:tabs>
      </w:pPr>
      <w:r>
        <w:t>265.1335</w:t>
      </w:r>
      <w:r>
        <w:tab/>
        <w:t>1.274e0</w:t>
      </w:r>
    </w:p>
    <w:p w:rsidR="00354DF7" w:rsidRDefault="00354DF7" w:rsidP="00354DF7">
      <w:pPr>
        <w:tabs>
          <w:tab w:val="left" w:pos="6195"/>
        </w:tabs>
      </w:pPr>
      <w:r>
        <w:t>265.1378</w:t>
      </w:r>
      <w:r>
        <w:tab/>
        <w:t>2.356e0</w:t>
      </w:r>
    </w:p>
    <w:p w:rsidR="00354DF7" w:rsidRDefault="00354DF7" w:rsidP="00354DF7">
      <w:pPr>
        <w:tabs>
          <w:tab w:val="left" w:pos="6195"/>
        </w:tabs>
      </w:pPr>
      <w:r>
        <w:t>265.1500</w:t>
      </w:r>
      <w:r>
        <w:tab/>
        <w:t>4.718e0</w:t>
      </w:r>
    </w:p>
    <w:p w:rsidR="00354DF7" w:rsidRDefault="00354DF7" w:rsidP="00354DF7">
      <w:pPr>
        <w:tabs>
          <w:tab w:val="left" w:pos="6195"/>
        </w:tabs>
      </w:pPr>
      <w:r>
        <w:t>265.1541</w:t>
      </w:r>
      <w:r>
        <w:tab/>
        <w:t>3.128e0</w:t>
      </w:r>
    </w:p>
    <w:p w:rsidR="00354DF7" w:rsidRDefault="00354DF7" w:rsidP="00354DF7">
      <w:pPr>
        <w:tabs>
          <w:tab w:val="left" w:pos="6195"/>
        </w:tabs>
      </w:pPr>
      <w:r>
        <w:t>265.1676</w:t>
      </w:r>
      <w:r>
        <w:tab/>
        <w:t>4.137e0</w:t>
      </w:r>
    </w:p>
    <w:p w:rsidR="00354DF7" w:rsidRDefault="00354DF7" w:rsidP="00354DF7">
      <w:pPr>
        <w:tabs>
          <w:tab w:val="left" w:pos="6195"/>
        </w:tabs>
      </w:pPr>
      <w:r>
        <w:t>265.1725</w:t>
      </w:r>
      <w:r>
        <w:tab/>
        <w:t>4.550e0</w:t>
      </w:r>
    </w:p>
    <w:p w:rsidR="00354DF7" w:rsidRDefault="00354DF7" w:rsidP="00354DF7">
      <w:pPr>
        <w:tabs>
          <w:tab w:val="left" w:pos="6195"/>
        </w:tabs>
      </w:pPr>
      <w:r>
        <w:t>265.1889</w:t>
      </w:r>
      <w:r>
        <w:tab/>
        <w:t>6.811e0</w:t>
      </w:r>
    </w:p>
    <w:p w:rsidR="00354DF7" w:rsidRDefault="00354DF7" w:rsidP="00354DF7">
      <w:pPr>
        <w:tabs>
          <w:tab w:val="left" w:pos="6195"/>
        </w:tabs>
      </w:pPr>
      <w:r>
        <w:t>265.1967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lastRenderedPageBreak/>
        <w:t>265.2045</w:t>
      </w:r>
      <w:r>
        <w:tab/>
        <w:t>1.011e1</w:t>
      </w:r>
    </w:p>
    <w:p w:rsidR="00354DF7" w:rsidRDefault="00354DF7" w:rsidP="00354DF7">
      <w:pPr>
        <w:tabs>
          <w:tab w:val="left" w:pos="6195"/>
        </w:tabs>
      </w:pPr>
      <w:r>
        <w:t>265.2272</w:t>
      </w:r>
      <w:r>
        <w:tab/>
        <w:t>2.734e0</w:t>
      </w:r>
    </w:p>
    <w:p w:rsidR="00354DF7" w:rsidRDefault="00354DF7" w:rsidP="00354DF7">
      <w:pPr>
        <w:tabs>
          <w:tab w:val="left" w:pos="6195"/>
        </w:tabs>
      </w:pPr>
      <w:r>
        <w:t>265.2403</w:t>
      </w:r>
      <w:r>
        <w:tab/>
        <w:t>2.106e0</w:t>
      </w:r>
    </w:p>
    <w:p w:rsidR="00354DF7" w:rsidRDefault="00354DF7" w:rsidP="00354DF7">
      <w:pPr>
        <w:tabs>
          <w:tab w:val="left" w:pos="6195"/>
        </w:tabs>
      </w:pPr>
      <w:r>
        <w:t>265.2436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265.2486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265.2605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265.2618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265.2685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265.2755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265.2933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265.3186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265.3222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265.3419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265.3499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265.3614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265.3694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265.3830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265.3879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265.4128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265.4177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265.4248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265.4295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265.4388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265.4453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265.4471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265.4779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265.4863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265.4958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265.5326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265.5411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265.5432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265.5475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265.5555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265.5697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265.6039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265.6124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265.6292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265.6323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265.6335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265.6637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265.6679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265.6743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265.6776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265.6876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265.7028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265.7039</w:t>
      </w:r>
      <w:r>
        <w:tab/>
        <w:t>1.535e0</w:t>
      </w:r>
    </w:p>
    <w:p w:rsidR="00354DF7" w:rsidRDefault="00354DF7" w:rsidP="00354DF7">
      <w:pPr>
        <w:tabs>
          <w:tab w:val="left" w:pos="6195"/>
        </w:tabs>
      </w:pPr>
      <w:r>
        <w:t>265.7151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265.7297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265.7416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265.7463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265.7512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265.7603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265.7739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265.7852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265.7962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265.8012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265.8033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265.8110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265.8535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265.8592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265.8743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265.8770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265.9119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265.9165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265.9334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265.9387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265.9672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265.9701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265.9755</w:t>
      </w:r>
      <w:r>
        <w:tab/>
        <w:t>7.571e0</w:t>
      </w:r>
    </w:p>
    <w:p w:rsidR="00354DF7" w:rsidRDefault="00354DF7" w:rsidP="00354DF7">
      <w:pPr>
        <w:tabs>
          <w:tab w:val="left" w:pos="6195"/>
        </w:tabs>
      </w:pPr>
      <w:r>
        <w:t>265.9767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265.9836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266.0023</w:t>
      </w:r>
      <w:r>
        <w:tab/>
        <w:t>1.590e0</w:t>
      </w:r>
    </w:p>
    <w:p w:rsidR="00354DF7" w:rsidRDefault="00354DF7" w:rsidP="00354DF7">
      <w:pPr>
        <w:tabs>
          <w:tab w:val="left" w:pos="6195"/>
        </w:tabs>
      </w:pPr>
      <w:r>
        <w:t>266.0053</w:t>
      </w:r>
      <w:r>
        <w:tab/>
        <w:t>2.021e0</w:t>
      </w:r>
    </w:p>
    <w:p w:rsidR="00354DF7" w:rsidRDefault="00354DF7" w:rsidP="00354DF7">
      <w:pPr>
        <w:tabs>
          <w:tab w:val="left" w:pos="6195"/>
        </w:tabs>
      </w:pPr>
      <w:r>
        <w:t>266.0124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266.0270</w:t>
      </w:r>
      <w:r>
        <w:tab/>
        <w:t>4.054e0</w:t>
      </w:r>
    </w:p>
    <w:p w:rsidR="00354DF7" w:rsidRDefault="00354DF7" w:rsidP="00354DF7">
      <w:pPr>
        <w:tabs>
          <w:tab w:val="left" w:pos="6195"/>
        </w:tabs>
      </w:pPr>
      <w:r>
        <w:t>266.0320</w:t>
      </w:r>
      <w:r>
        <w:tab/>
        <w:t>1.903e0</w:t>
      </w:r>
    </w:p>
    <w:p w:rsidR="00354DF7" w:rsidRDefault="00354DF7" w:rsidP="00354DF7">
      <w:pPr>
        <w:tabs>
          <w:tab w:val="left" w:pos="6195"/>
        </w:tabs>
      </w:pPr>
      <w:r>
        <w:lastRenderedPageBreak/>
        <w:t>266.0471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266.0568</w:t>
      </w:r>
      <w:r>
        <w:tab/>
        <w:t>3.668e0</w:t>
      </w:r>
    </w:p>
    <w:p w:rsidR="00354DF7" w:rsidRDefault="00354DF7" w:rsidP="00354DF7">
      <w:pPr>
        <w:tabs>
          <w:tab w:val="left" w:pos="6195"/>
        </w:tabs>
      </w:pPr>
      <w:r>
        <w:t>266.0602</w:t>
      </w:r>
      <w:r>
        <w:tab/>
        <w:t>3.014e0</w:t>
      </w:r>
    </w:p>
    <w:p w:rsidR="00354DF7" w:rsidRDefault="00354DF7" w:rsidP="00354DF7">
      <w:pPr>
        <w:tabs>
          <w:tab w:val="left" w:pos="6195"/>
        </w:tabs>
      </w:pPr>
      <w:r>
        <w:t>266.0670</w:t>
      </w:r>
      <w:r>
        <w:tab/>
        <w:t>2.977e0</w:t>
      </w:r>
    </w:p>
    <w:p w:rsidR="00354DF7" w:rsidRDefault="00354DF7" w:rsidP="00354DF7">
      <w:pPr>
        <w:tabs>
          <w:tab w:val="left" w:pos="6195"/>
        </w:tabs>
      </w:pPr>
      <w:r>
        <w:t>266.0686</w:t>
      </w:r>
      <w:r>
        <w:tab/>
        <w:t>3.223e0</w:t>
      </w:r>
    </w:p>
    <w:p w:rsidR="00354DF7" w:rsidRDefault="00354DF7" w:rsidP="00354DF7">
      <w:pPr>
        <w:tabs>
          <w:tab w:val="left" w:pos="6195"/>
        </w:tabs>
      </w:pPr>
      <w:r>
        <w:t>266.0799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266.0957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266.1059</w:t>
      </w:r>
      <w:r>
        <w:tab/>
        <w:t>1.654e0</w:t>
      </w:r>
    </w:p>
    <w:p w:rsidR="00354DF7" w:rsidRDefault="00354DF7" w:rsidP="00354DF7">
      <w:pPr>
        <w:tabs>
          <w:tab w:val="left" w:pos="6195"/>
        </w:tabs>
      </w:pPr>
      <w:r>
        <w:t>266.1074</w:t>
      </w:r>
      <w:r>
        <w:tab/>
        <w:t>3.533e0</w:t>
      </w:r>
    </w:p>
    <w:p w:rsidR="00354DF7" w:rsidRDefault="00354DF7" w:rsidP="00354DF7">
      <w:pPr>
        <w:tabs>
          <w:tab w:val="left" w:pos="6195"/>
        </w:tabs>
      </w:pPr>
      <w:r>
        <w:t>266.1159</w:t>
      </w:r>
      <w:r>
        <w:tab/>
        <w:t>1.216e0</w:t>
      </w:r>
    </w:p>
    <w:p w:rsidR="00354DF7" w:rsidRDefault="00354DF7" w:rsidP="00354DF7">
      <w:pPr>
        <w:tabs>
          <w:tab w:val="left" w:pos="6195"/>
        </w:tabs>
      </w:pPr>
      <w:r>
        <w:t>266.1171</w:t>
      </w:r>
      <w:r>
        <w:tab/>
        <w:t>3.322e0</w:t>
      </w:r>
    </w:p>
    <w:p w:rsidR="00354DF7" w:rsidRDefault="00354DF7" w:rsidP="00354DF7">
      <w:pPr>
        <w:tabs>
          <w:tab w:val="left" w:pos="6195"/>
        </w:tabs>
      </w:pPr>
      <w:r>
        <w:t>266.1410</w:t>
      </w:r>
      <w:r>
        <w:tab/>
        <w:t>6.356e0</w:t>
      </w:r>
    </w:p>
    <w:p w:rsidR="00354DF7" w:rsidRDefault="00354DF7" w:rsidP="00354DF7">
      <w:pPr>
        <w:tabs>
          <w:tab w:val="left" w:pos="6195"/>
        </w:tabs>
      </w:pPr>
      <w:r>
        <w:t>266.1472</w:t>
      </w:r>
      <w:r>
        <w:tab/>
        <w:t>1.835e0</w:t>
      </w:r>
    </w:p>
    <w:p w:rsidR="00354DF7" w:rsidRDefault="00354DF7" w:rsidP="00354DF7">
      <w:pPr>
        <w:tabs>
          <w:tab w:val="left" w:pos="6195"/>
        </w:tabs>
      </w:pPr>
      <w:r>
        <w:t>266.1570</w:t>
      </w:r>
      <w:r>
        <w:tab/>
        <w:t>8.128e0</w:t>
      </w:r>
    </w:p>
    <w:p w:rsidR="00354DF7" w:rsidRDefault="00354DF7" w:rsidP="00354DF7">
      <w:pPr>
        <w:tabs>
          <w:tab w:val="left" w:pos="6195"/>
        </w:tabs>
      </w:pPr>
      <w:r>
        <w:t>266.1649</w:t>
      </w:r>
      <w:r>
        <w:tab/>
        <w:t>3.532e0</w:t>
      </w:r>
    </w:p>
    <w:p w:rsidR="00354DF7" w:rsidRDefault="00354DF7" w:rsidP="00354DF7">
      <w:pPr>
        <w:tabs>
          <w:tab w:val="left" w:pos="6195"/>
        </w:tabs>
      </w:pPr>
      <w:r>
        <w:t>266.1714</w:t>
      </w:r>
      <w:r>
        <w:tab/>
        <w:t>4.187e0</w:t>
      </w:r>
    </w:p>
    <w:p w:rsidR="00354DF7" w:rsidRDefault="00354DF7" w:rsidP="00354DF7">
      <w:pPr>
        <w:tabs>
          <w:tab w:val="left" w:pos="6195"/>
        </w:tabs>
      </w:pPr>
      <w:r>
        <w:t>266.1844</w:t>
      </w:r>
      <w:r>
        <w:tab/>
        <w:t>3.256e0</w:t>
      </w:r>
    </w:p>
    <w:p w:rsidR="00354DF7" w:rsidRDefault="00354DF7" w:rsidP="00354DF7">
      <w:pPr>
        <w:tabs>
          <w:tab w:val="left" w:pos="6195"/>
        </w:tabs>
      </w:pPr>
      <w:r>
        <w:t>266.1987</w:t>
      </w:r>
      <w:r>
        <w:tab/>
        <w:t>3.950e0</w:t>
      </w:r>
    </w:p>
    <w:p w:rsidR="00354DF7" w:rsidRDefault="00354DF7" w:rsidP="00354DF7">
      <w:pPr>
        <w:tabs>
          <w:tab w:val="left" w:pos="6195"/>
        </w:tabs>
      </w:pPr>
      <w:r>
        <w:t>266.2228</w:t>
      </w:r>
      <w:r>
        <w:tab/>
        <w:t>6.962e0</w:t>
      </w:r>
    </w:p>
    <w:p w:rsidR="00354DF7" w:rsidRDefault="00354DF7" w:rsidP="00354DF7">
      <w:pPr>
        <w:tabs>
          <w:tab w:val="left" w:pos="6195"/>
        </w:tabs>
      </w:pPr>
      <w:r>
        <w:lastRenderedPageBreak/>
        <w:t>266.2252</w:t>
      </w:r>
      <w:r>
        <w:tab/>
        <w:t>1.955e0</w:t>
      </w:r>
    </w:p>
    <w:p w:rsidR="00354DF7" w:rsidRDefault="00354DF7" w:rsidP="00354DF7">
      <w:pPr>
        <w:tabs>
          <w:tab w:val="left" w:pos="6195"/>
        </w:tabs>
      </w:pPr>
      <w:r>
        <w:t>266.2322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266.2378</w:t>
      </w:r>
      <w:r>
        <w:tab/>
        <w:t>6.751e0</w:t>
      </w:r>
    </w:p>
    <w:p w:rsidR="00354DF7" w:rsidRDefault="00354DF7" w:rsidP="00354DF7">
      <w:pPr>
        <w:tabs>
          <w:tab w:val="left" w:pos="6195"/>
        </w:tabs>
      </w:pPr>
      <w:r>
        <w:t>266.2471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266.2515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266.2668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266.2991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266.3011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266.3080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266.3252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266.3403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266.3503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266.3521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266.3618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266.3747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266.3794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266.3849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266.3970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266.4176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266.4191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266.4319</w:t>
      </w:r>
      <w:r>
        <w:tab/>
        <w:t>3.108e0</w:t>
      </w:r>
    </w:p>
    <w:p w:rsidR="00354DF7" w:rsidRDefault="00354DF7" w:rsidP="00354DF7">
      <w:pPr>
        <w:tabs>
          <w:tab w:val="left" w:pos="6195"/>
        </w:tabs>
      </w:pPr>
      <w:r>
        <w:t>266.4416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266.4538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266.4707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266.4817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266.4927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266.5016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266.5052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266.5305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266.5442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266.5485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266.5567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266.5599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266.5619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266.6108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266.6182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266.6259</w:t>
      </w:r>
      <w:r>
        <w:tab/>
        <w:t>4.280e0</w:t>
      </w:r>
    </w:p>
    <w:p w:rsidR="00354DF7" w:rsidRDefault="00354DF7" w:rsidP="00354DF7">
      <w:pPr>
        <w:tabs>
          <w:tab w:val="left" w:pos="6195"/>
        </w:tabs>
      </w:pPr>
      <w:r>
        <w:t>266.6309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266.6614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266.6629</w:t>
      </w:r>
      <w:r>
        <w:tab/>
        <w:t>2.673e0</w:t>
      </w:r>
    </w:p>
    <w:p w:rsidR="00354DF7" w:rsidRDefault="00354DF7" w:rsidP="00354DF7">
      <w:pPr>
        <w:tabs>
          <w:tab w:val="left" w:pos="6195"/>
        </w:tabs>
      </w:pPr>
      <w:r>
        <w:t>266.6701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266.6745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266.6811</w:t>
      </w:r>
      <w:r>
        <w:tab/>
        <w:t>4.291e0</w:t>
      </w:r>
    </w:p>
    <w:p w:rsidR="00354DF7" w:rsidRDefault="00354DF7" w:rsidP="00354DF7">
      <w:pPr>
        <w:tabs>
          <w:tab w:val="left" w:pos="6195"/>
        </w:tabs>
      </w:pPr>
      <w:r>
        <w:t>266.6879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266.6920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266.7189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266.7340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266.7392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266.7404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266.7490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266.7733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266.7812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266.7833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266.7953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266.8046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266.8314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266.8395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266.8475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266.8509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266.8524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266.8574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266.8637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266.8845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266.8987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266.9004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266.9061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266.9241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266.9422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266.9519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266.9583</w:t>
      </w:r>
      <w:r>
        <w:tab/>
        <w:t>5.184e0</w:t>
      </w:r>
    </w:p>
    <w:p w:rsidR="00354DF7" w:rsidRDefault="00354DF7" w:rsidP="00354DF7">
      <w:pPr>
        <w:tabs>
          <w:tab w:val="left" w:pos="6195"/>
        </w:tabs>
      </w:pPr>
      <w:r>
        <w:t>266.9612</w:t>
      </w:r>
      <w:r>
        <w:tab/>
        <w:t>6.719e0</w:t>
      </w:r>
    </w:p>
    <w:p w:rsidR="00354DF7" w:rsidRDefault="00354DF7" w:rsidP="00354DF7">
      <w:pPr>
        <w:tabs>
          <w:tab w:val="left" w:pos="6195"/>
        </w:tabs>
      </w:pPr>
      <w:r>
        <w:t>266.9691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266.9750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266.9765</w:t>
      </w:r>
      <w:r>
        <w:tab/>
        <w:t>4.226e0</w:t>
      </w:r>
    </w:p>
    <w:p w:rsidR="00354DF7" w:rsidRDefault="00354DF7" w:rsidP="00354DF7">
      <w:pPr>
        <w:tabs>
          <w:tab w:val="left" w:pos="6195"/>
        </w:tabs>
      </w:pPr>
      <w:r>
        <w:t>266.9918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267.0089</w:t>
      </w:r>
      <w:r>
        <w:tab/>
        <w:t>4.318e0</w:t>
      </w:r>
    </w:p>
    <w:p w:rsidR="00354DF7" w:rsidRDefault="00354DF7" w:rsidP="00354DF7">
      <w:pPr>
        <w:tabs>
          <w:tab w:val="left" w:pos="6195"/>
        </w:tabs>
      </w:pPr>
      <w:r>
        <w:lastRenderedPageBreak/>
        <w:t>267.0168</w:t>
      </w:r>
      <w:r>
        <w:tab/>
        <w:t>5.213e0</w:t>
      </w:r>
    </w:p>
    <w:p w:rsidR="00354DF7" w:rsidRDefault="00354DF7" w:rsidP="00354DF7">
      <w:pPr>
        <w:tabs>
          <w:tab w:val="left" w:pos="6195"/>
        </w:tabs>
      </w:pPr>
      <w:r>
        <w:t>267.0178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267.0280</w:t>
      </w:r>
      <w:r>
        <w:tab/>
        <w:t>2.708e0</w:t>
      </w:r>
    </w:p>
    <w:p w:rsidR="00354DF7" w:rsidRDefault="00354DF7" w:rsidP="00354DF7">
      <w:pPr>
        <w:tabs>
          <w:tab w:val="left" w:pos="6195"/>
        </w:tabs>
      </w:pPr>
      <w:r>
        <w:t>267.0394</w:t>
      </w:r>
      <w:r>
        <w:tab/>
        <w:t>2.884e0</w:t>
      </w:r>
    </w:p>
    <w:p w:rsidR="00354DF7" w:rsidRDefault="00354DF7" w:rsidP="00354DF7">
      <w:pPr>
        <w:tabs>
          <w:tab w:val="left" w:pos="6195"/>
        </w:tabs>
      </w:pPr>
      <w:r>
        <w:t>267.0446</w:t>
      </w:r>
      <w:r>
        <w:tab/>
        <w:t>2.002e0</w:t>
      </w:r>
    </w:p>
    <w:p w:rsidR="00354DF7" w:rsidRDefault="00354DF7" w:rsidP="00354DF7">
      <w:pPr>
        <w:tabs>
          <w:tab w:val="left" w:pos="6195"/>
        </w:tabs>
      </w:pPr>
      <w:r>
        <w:t>267.0528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267.0605</w:t>
      </w:r>
      <w:r>
        <w:tab/>
        <w:t>1.804e0</w:t>
      </w:r>
    </w:p>
    <w:p w:rsidR="00354DF7" w:rsidRDefault="00354DF7" w:rsidP="00354DF7">
      <w:pPr>
        <w:tabs>
          <w:tab w:val="left" w:pos="6195"/>
        </w:tabs>
      </w:pPr>
      <w:r>
        <w:t>267.0716</w:t>
      </w:r>
      <w:r>
        <w:tab/>
        <w:t>1.106e1</w:t>
      </w:r>
    </w:p>
    <w:p w:rsidR="00354DF7" w:rsidRDefault="00354DF7" w:rsidP="00354DF7">
      <w:pPr>
        <w:tabs>
          <w:tab w:val="left" w:pos="6195"/>
        </w:tabs>
      </w:pPr>
      <w:r>
        <w:t>267.0883</w:t>
      </w:r>
      <w:r>
        <w:tab/>
        <w:t>7.300e0</w:t>
      </w:r>
    </w:p>
    <w:p w:rsidR="00354DF7" w:rsidRDefault="00354DF7" w:rsidP="00354DF7">
      <w:pPr>
        <w:tabs>
          <w:tab w:val="left" w:pos="6195"/>
        </w:tabs>
      </w:pPr>
      <w:r>
        <w:t>267.0931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267.1116</w:t>
      </w:r>
      <w:r>
        <w:tab/>
        <w:t>4.524e0</w:t>
      </w:r>
    </w:p>
    <w:p w:rsidR="00354DF7" w:rsidRDefault="00354DF7" w:rsidP="00354DF7">
      <w:pPr>
        <w:tabs>
          <w:tab w:val="left" w:pos="6195"/>
        </w:tabs>
      </w:pPr>
      <w:r>
        <w:t>267.1188</w:t>
      </w:r>
      <w:r>
        <w:tab/>
        <w:t>5.546e0</w:t>
      </w:r>
    </w:p>
    <w:p w:rsidR="00354DF7" w:rsidRDefault="00354DF7" w:rsidP="00354DF7">
      <w:pPr>
        <w:tabs>
          <w:tab w:val="left" w:pos="6195"/>
        </w:tabs>
      </w:pPr>
      <w:r>
        <w:t>267.1246</w:t>
      </w:r>
      <w:r>
        <w:tab/>
        <w:t>2.799e0</w:t>
      </w:r>
    </w:p>
    <w:p w:rsidR="00354DF7" w:rsidRDefault="00354DF7" w:rsidP="00354DF7">
      <w:pPr>
        <w:tabs>
          <w:tab w:val="left" w:pos="6195"/>
        </w:tabs>
      </w:pPr>
      <w:r>
        <w:t>267.1308</w:t>
      </w:r>
      <w:r>
        <w:tab/>
        <w:t>3.856e0</w:t>
      </w:r>
    </w:p>
    <w:p w:rsidR="00354DF7" w:rsidRDefault="00354DF7" w:rsidP="00354DF7">
      <w:pPr>
        <w:tabs>
          <w:tab w:val="left" w:pos="6195"/>
        </w:tabs>
      </w:pPr>
      <w:r>
        <w:t>267.1445</w:t>
      </w:r>
      <w:r>
        <w:tab/>
        <w:t>7.480e0</w:t>
      </w:r>
    </w:p>
    <w:p w:rsidR="00354DF7" w:rsidRDefault="00354DF7" w:rsidP="00354DF7">
      <w:pPr>
        <w:tabs>
          <w:tab w:val="left" w:pos="6195"/>
        </w:tabs>
      </w:pPr>
      <w:r>
        <w:t>267.1465</w:t>
      </w:r>
      <w:r>
        <w:tab/>
        <w:t>9.850e0</w:t>
      </w:r>
    </w:p>
    <w:p w:rsidR="00354DF7" w:rsidRDefault="00354DF7" w:rsidP="00354DF7">
      <w:pPr>
        <w:tabs>
          <w:tab w:val="left" w:pos="6195"/>
        </w:tabs>
      </w:pPr>
      <w:r>
        <w:t>267.1481</w:t>
      </w:r>
      <w:r>
        <w:tab/>
        <w:t>6.428e0</w:t>
      </w:r>
    </w:p>
    <w:p w:rsidR="00354DF7" w:rsidRDefault="00354DF7" w:rsidP="00354DF7">
      <w:pPr>
        <w:tabs>
          <w:tab w:val="left" w:pos="6195"/>
        </w:tabs>
      </w:pPr>
      <w:r>
        <w:t>267.1683</w:t>
      </w:r>
      <w:r>
        <w:tab/>
        <w:t>2.286e0</w:t>
      </w:r>
    </w:p>
    <w:p w:rsidR="00354DF7" w:rsidRDefault="00354DF7" w:rsidP="00354DF7">
      <w:pPr>
        <w:tabs>
          <w:tab w:val="left" w:pos="6195"/>
        </w:tabs>
      </w:pPr>
      <w:r>
        <w:t>267.1844</w:t>
      </w:r>
      <w:r>
        <w:tab/>
        <w:t>5.775e0</w:t>
      </w:r>
    </w:p>
    <w:p w:rsidR="00354DF7" w:rsidRDefault="00354DF7" w:rsidP="00354DF7">
      <w:pPr>
        <w:tabs>
          <w:tab w:val="left" w:pos="6195"/>
        </w:tabs>
      </w:pPr>
      <w:r>
        <w:lastRenderedPageBreak/>
        <w:t>267.1865</w:t>
      </w:r>
      <w:r>
        <w:tab/>
        <w:t>3.593e0</w:t>
      </w:r>
    </w:p>
    <w:p w:rsidR="00354DF7" w:rsidRDefault="00354DF7" w:rsidP="00354DF7">
      <w:pPr>
        <w:tabs>
          <w:tab w:val="left" w:pos="6195"/>
        </w:tabs>
      </w:pPr>
      <w:r>
        <w:t>267.1927</w:t>
      </w:r>
      <w:r>
        <w:tab/>
        <w:t>1.952e0</w:t>
      </w:r>
    </w:p>
    <w:p w:rsidR="00354DF7" w:rsidRDefault="00354DF7" w:rsidP="00354DF7">
      <w:pPr>
        <w:tabs>
          <w:tab w:val="left" w:pos="6195"/>
        </w:tabs>
      </w:pPr>
      <w:r>
        <w:t>267.2153</w:t>
      </w:r>
      <w:r>
        <w:tab/>
        <w:t>1.142e0</w:t>
      </w:r>
    </w:p>
    <w:p w:rsidR="00354DF7" w:rsidRDefault="00354DF7" w:rsidP="00354DF7">
      <w:pPr>
        <w:tabs>
          <w:tab w:val="left" w:pos="6195"/>
        </w:tabs>
      </w:pPr>
      <w:r>
        <w:t>267.2244</w:t>
      </w:r>
      <w:r>
        <w:tab/>
        <w:t>6.032e0</w:t>
      </w:r>
    </w:p>
    <w:p w:rsidR="00354DF7" w:rsidRDefault="00354DF7" w:rsidP="00354DF7">
      <w:pPr>
        <w:tabs>
          <w:tab w:val="left" w:pos="6195"/>
        </w:tabs>
      </w:pPr>
      <w:r>
        <w:t>267.2328</w:t>
      </w:r>
      <w:r>
        <w:tab/>
        <w:t>3.558e0</w:t>
      </w:r>
    </w:p>
    <w:p w:rsidR="00354DF7" w:rsidRDefault="00354DF7" w:rsidP="00354DF7">
      <w:pPr>
        <w:tabs>
          <w:tab w:val="left" w:pos="6195"/>
        </w:tabs>
      </w:pPr>
      <w:r>
        <w:t>267.2432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267.2680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267.2740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267.2907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267.3000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267.3050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267.3254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267.3302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267.3479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267.3593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267.3651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267.3788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267.3828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267.3992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267.4137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267.4176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267.4217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267.4387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267.4487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267.4566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267.4642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267.4785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267.4834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267.5035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267.5082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267.5131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267.5143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267.5338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267.5574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267.5594</w:t>
      </w:r>
      <w:r>
        <w:tab/>
        <w:t>3.134e0</w:t>
      </w:r>
    </w:p>
    <w:p w:rsidR="00354DF7" w:rsidRDefault="00354DF7" w:rsidP="00354DF7">
      <w:pPr>
        <w:tabs>
          <w:tab w:val="left" w:pos="6195"/>
        </w:tabs>
      </w:pPr>
      <w:r>
        <w:t>267.5609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267.5673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267.5750</w:t>
      </w:r>
      <w:r>
        <w:tab/>
        <w:t>7.785e0</w:t>
      </w:r>
    </w:p>
    <w:p w:rsidR="00354DF7" w:rsidRDefault="00354DF7" w:rsidP="00354DF7">
      <w:pPr>
        <w:tabs>
          <w:tab w:val="left" w:pos="6195"/>
        </w:tabs>
      </w:pPr>
      <w:r>
        <w:lastRenderedPageBreak/>
        <w:t>267.5868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267.5916</w:t>
      </w:r>
      <w:r>
        <w:tab/>
        <w:t>6.753e0</w:t>
      </w:r>
    </w:p>
    <w:p w:rsidR="00354DF7" w:rsidRDefault="00354DF7" w:rsidP="00354DF7">
      <w:pPr>
        <w:tabs>
          <w:tab w:val="left" w:pos="6195"/>
        </w:tabs>
      </w:pPr>
      <w:r>
        <w:t>267.6158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267.6289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267.6422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267.6450</w:t>
      </w:r>
      <w:r>
        <w:tab/>
        <w:t>2.189e0</w:t>
      </w:r>
    </w:p>
    <w:p w:rsidR="00354DF7" w:rsidRDefault="00354DF7" w:rsidP="00354DF7">
      <w:pPr>
        <w:tabs>
          <w:tab w:val="left" w:pos="6195"/>
        </w:tabs>
      </w:pPr>
      <w:r>
        <w:t>267.6467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267.6583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267.6662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267.6740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267.6817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267.6855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267.6939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267.7206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267.7245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267.7256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267.7351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267.7478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267.7609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267.7709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267.7767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267.7848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267.8167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267.8197</w:t>
      </w:r>
      <w:r>
        <w:tab/>
        <w:t>2.060e0</w:t>
      </w:r>
    </w:p>
    <w:p w:rsidR="00354DF7" w:rsidRDefault="00354DF7" w:rsidP="00354DF7">
      <w:pPr>
        <w:tabs>
          <w:tab w:val="left" w:pos="6195"/>
        </w:tabs>
      </w:pPr>
      <w:r>
        <w:t>267.8257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267.8440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267.8480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267.8566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267.8606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267.8646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267.8726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267.8831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267.9034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267.9072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267.9128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267.9474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267.9552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267.9613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267.9695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267.9833</w:t>
      </w:r>
      <w:r>
        <w:tab/>
        <w:t>8.926e0</w:t>
      </w:r>
    </w:p>
    <w:p w:rsidR="00354DF7" w:rsidRDefault="00354DF7" w:rsidP="00354DF7">
      <w:pPr>
        <w:tabs>
          <w:tab w:val="left" w:pos="6195"/>
        </w:tabs>
      </w:pPr>
      <w:r>
        <w:t>267.9981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268.0091</w:t>
      </w:r>
      <w:r>
        <w:tab/>
        <w:t>2.401e0</w:t>
      </w:r>
    </w:p>
    <w:p w:rsidR="00354DF7" w:rsidRDefault="00354DF7" w:rsidP="00354DF7">
      <w:pPr>
        <w:tabs>
          <w:tab w:val="left" w:pos="6195"/>
        </w:tabs>
      </w:pPr>
      <w:r>
        <w:t>268.0199</w:t>
      </w:r>
      <w:r>
        <w:tab/>
        <w:t>2.391e0</w:t>
      </w:r>
    </w:p>
    <w:p w:rsidR="00354DF7" w:rsidRDefault="00354DF7" w:rsidP="00354DF7">
      <w:pPr>
        <w:tabs>
          <w:tab w:val="left" w:pos="6195"/>
        </w:tabs>
      </w:pPr>
      <w:r>
        <w:t>268.0352</w:t>
      </w:r>
      <w:r>
        <w:tab/>
        <w:t>3.081e0</w:t>
      </w:r>
    </w:p>
    <w:p w:rsidR="00354DF7" w:rsidRDefault="00354DF7" w:rsidP="00354DF7">
      <w:pPr>
        <w:tabs>
          <w:tab w:val="left" w:pos="6195"/>
        </w:tabs>
      </w:pPr>
      <w:r>
        <w:t>268.0432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268.0663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268.0699</w:t>
      </w:r>
      <w:r>
        <w:tab/>
        <w:t>3.758e0</w:t>
      </w:r>
    </w:p>
    <w:p w:rsidR="00354DF7" w:rsidRDefault="00354DF7" w:rsidP="00354DF7">
      <w:pPr>
        <w:tabs>
          <w:tab w:val="left" w:pos="6195"/>
        </w:tabs>
      </w:pPr>
      <w:r>
        <w:t>268.0918</w:t>
      </w:r>
      <w:r>
        <w:tab/>
        <w:t>4.138e0</w:t>
      </w:r>
    </w:p>
    <w:p w:rsidR="00354DF7" w:rsidRDefault="00354DF7" w:rsidP="00354DF7">
      <w:pPr>
        <w:tabs>
          <w:tab w:val="left" w:pos="6195"/>
        </w:tabs>
      </w:pPr>
      <w:r>
        <w:t>268.0958</w:t>
      </w:r>
      <w:r>
        <w:tab/>
        <w:t>6.997e0</w:t>
      </w:r>
    </w:p>
    <w:p w:rsidR="00354DF7" w:rsidRDefault="00354DF7" w:rsidP="00354DF7">
      <w:pPr>
        <w:tabs>
          <w:tab w:val="left" w:pos="6195"/>
        </w:tabs>
      </w:pPr>
      <w:r>
        <w:t>268.1211</w:t>
      </w:r>
      <w:r>
        <w:tab/>
        <w:t>4.074e0</w:t>
      </w:r>
    </w:p>
    <w:p w:rsidR="00354DF7" w:rsidRDefault="00354DF7" w:rsidP="00354DF7">
      <w:pPr>
        <w:tabs>
          <w:tab w:val="left" w:pos="6195"/>
        </w:tabs>
      </w:pPr>
      <w:r>
        <w:t>268.1227</w:t>
      </w:r>
      <w:r>
        <w:tab/>
        <w:t>3.644e0</w:t>
      </w:r>
    </w:p>
    <w:p w:rsidR="00354DF7" w:rsidRDefault="00354DF7" w:rsidP="00354DF7">
      <w:pPr>
        <w:tabs>
          <w:tab w:val="left" w:pos="6195"/>
        </w:tabs>
      </w:pPr>
      <w:r>
        <w:t>268.1259</w:t>
      </w:r>
      <w:r>
        <w:tab/>
        <w:t>3.352e0</w:t>
      </w:r>
    </w:p>
    <w:p w:rsidR="00354DF7" w:rsidRDefault="00354DF7" w:rsidP="00354DF7">
      <w:pPr>
        <w:tabs>
          <w:tab w:val="left" w:pos="6195"/>
        </w:tabs>
      </w:pPr>
      <w:r>
        <w:t>268.1378</w:t>
      </w:r>
      <w:r>
        <w:tab/>
        <w:t>1.301e0</w:t>
      </w:r>
    </w:p>
    <w:p w:rsidR="00354DF7" w:rsidRDefault="00354DF7" w:rsidP="00354DF7">
      <w:pPr>
        <w:tabs>
          <w:tab w:val="left" w:pos="6195"/>
        </w:tabs>
      </w:pPr>
      <w:r>
        <w:t>268.1392</w:t>
      </w:r>
      <w:r>
        <w:tab/>
        <w:t>2.076e0</w:t>
      </w:r>
    </w:p>
    <w:p w:rsidR="00354DF7" w:rsidRDefault="00354DF7" w:rsidP="00354DF7">
      <w:pPr>
        <w:tabs>
          <w:tab w:val="left" w:pos="6195"/>
        </w:tabs>
      </w:pPr>
      <w:r>
        <w:t>268.1509</w:t>
      </w:r>
      <w:r>
        <w:tab/>
        <w:t>4.657e0</w:t>
      </w:r>
    </w:p>
    <w:p w:rsidR="00354DF7" w:rsidRDefault="00354DF7" w:rsidP="00354DF7">
      <w:pPr>
        <w:tabs>
          <w:tab w:val="left" w:pos="6195"/>
        </w:tabs>
      </w:pPr>
      <w:r>
        <w:t>268.1745</w:t>
      </w:r>
      <w:r>
        <w:tab/>
        <w:t>1.937e0</w:t>
      </w:r>
    </w:p>
    <w:p w:rsidR="00354DF7" w:rsidRDefault="00354DF7" w:rsidP="00354DF7">
      <w:pPr>
        <w:tabs>
          <w:tab w:val="left" w:pos="6195"/>
        </w:tabs>
      </w:pPr>
      <w:r>
        <w:t>268.1956</w:t>
      </w:r>
      <w:r>
        <w:tab/>
        <w:t>3.749e0</w:t>
      </w:r>
    </w:p>
    <w:p w:rsidR="00354DF7" w:rsidRDefault="00354DF7" w:rsidP="00354DF7">
      <w:pPr>
        <w:tabs>
          <w:tab w:val="left" w:pos="6195"/>
        </w:tabs>
      </w:pPr>
      <w:r>
        <w:lastRenderedPageBreak/>
        <w:t>268.2022</w:t>
      </w:r>
      <w:r>
        <w:tab/>
        <w:t>1.210e1</w:t>
      </w:r>
    </w:p>
    <w:p w:rsidR="00354DF7" w:rsidRDefault="00354DF7" w:rsidP="00354DF7">
      <w:pPr>
        <w:tabs>
          <w:tab w:val="left" w:pos="6195"/>
        </w:tabs>
      </w:pPr>
      <w:r>
        <w:t>268.2046</w:t>
      </w:r>
      <w:r>
        <w:tab/>
        <w:t>3.465e0</w:t>
      </w:r>
    </w:p>
    <w:p w:rsidR="00354DF7" w:rsidRDefault="00354DF7" w:rsidP="00354DF7">
      <w:pPr>
        <w:tabs>
          <w:tab w:val="left" w:pos="6195"/>
        </w:tabs>
      </w:pPr>
      <w:r>
        <w:t>268.2094</w:t>
      </w:r>
      <w:r>
        <w:tab/>
        <w:t>5.997e0</w:t>
      </w:r>
    </w:p>
    <w:p w:rsidR="00354DF7" w:rsidRDefault="00354DF7" w:rsidP="00354DF7">
      <w:pPr>
        <w:tabs>
          <w:tab w:val="left" w:pos="6195"/>
        </w:tabs>
      </w:pPr>
      <w:r>
        <w:t>268.2128</w:t>
      </w:r>
      <w:r>
        <w:tab/>
        <w:t>3.796e0</w:t>
      </w:r>
    </w:p>
    <w:p w:rsidR="00354DF7" w:rsidRDefault="00354DF7" w:rsidP="00354DF7">
      <w:pPr>
        <w:tabs>
          <w:tab w:val="left" w:pos="6195"/>
        </w:tabs>
      </w:pPr>
      <w:r>
        <w:t>268.2178</w:t>
      </w:r>
      <w:r>
        <w:tab/>
        <w:t>1.076e1</w:t>
      </w:r>
    </w:p>
    <w:p w:rsidR="00354DF7" w:rsidRDefault="00354DF7" w:rsidP="00354DF7">
      <w:pPr>
        <w:tabs>
          <w:tab w:val="left" w:pos="6195"/>
        </w:tabs>
      </w:pPr>
      <w:r>
        <w:t>268.2314</w:t>
      </w:r>
      <w:r>
        <w:tab/>
        <w:t>3.730e0</w:t>
      </w:r>
    </w:p>
    <w:p w:rsidR="00354DF7" w:rsidRDefault="00354DF7" w:rsidP="00354DF7">
      <w:pPr>
        <w:tabs>
          <w:tab w:val="left" w:pos="6195"/>
        </w:tabs>
      </w:pPr>
      <w:r>
        <w:t>268.2548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268.2623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268.2643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268.2709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268.2725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268.2954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268.2997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268.3088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268.3111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268.3138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268.3266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268.3345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268.3492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268.3576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268.3652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268.3783</w:t>
      </w:r>
      <w:r>
        <w:tab/>
        <w:t>1.220e0</w:t>
      </w:r>
    </w:p>
    <w:p w:rsidR="00354DF7" w:rsidRDefault="00354DF7" w:rsidP="00354DF7">
      <w:pPr>
        <w:tabs>
          <w:tab w:val="left" w:pos="6195"/>
        </w:tabs>
      </w:pPr>
      <w:r>
        <w:t>268.3907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268.4090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268.4276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268.4314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268.4474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268.4487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268.4520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268.4875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268.4901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268.4916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268.5173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268.5215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268.5312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268.5443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268.5568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268.5659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268.5749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268.5872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268.6008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268.6027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268.6162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268.6341</w:t>
      </w:r>
      <w:r>
        <w:tab/>
        <w:t>3.533e0</w:t>
      </w:r>
    </w:p>
    <w:p w:rsidR="00354DF7" w:rsidRDefault="00354DF7" w:rsidP="00354DF7">
      <w:pPr>
        <w:tabs>
          <w:tab w:val="left" w:pos="6195"/>
        </w:tabs>
      </w:pPr>
      <w:r>
        <w:t>268.6363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268.6402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268.6629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268.6703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268.7016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268.7145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268.7190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268.7250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268.7267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268.7396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268.7547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268.7656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268.7882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lastRenderedPageBreak/>
        <w:t>268.7965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268.8087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268.8164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268.8185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268.8359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268.8447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268.8487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268.8530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268.8689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268.8745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268.8834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268.8883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268.9077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268.9137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268.9163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268.9227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268.9250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268.9280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268.9578</w:t>
      </w:r>
      <w:r>
        <w:tab/>
        <w:t>1.991e0</w:t>
      </w:r>
    </w:p>
    <w:p w:rsidR="00354DF7" w:rsidRDefault="00354DF7" w:rsidP="00354DF7">
      <w:pPr>
        <w:tabs>
          <w:tab w:val="left" w:pos="6195"/>
        </w:tabs>
      </w:pPr>
      <w:r>
        <w:lastRenderedPageBreak/>
        <w:t>268.9598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268.9623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268.9651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268.9982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269.0106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269.0154</w:t>
      </w:r>
      <w:r>
        <w:tab/>
        <w:t>6.657e0</w:t>
      </w:r>
    </w:p>
    <w:p w:rsidR="00354DF7" w:rsidRDefault="00354DF7" w:rsidP="00354DF7">
      <w:pPr>
        <w:tabs>
          <w:tab w:val="left" w:pos="6195"/>
        </w:tabs>
      </w:pPr>
      <w:r>
        <w:t>269.0247</w:t>
      </w:r>
      <w:r>
        <w:tab/>
        <w:t>4.959e0</w:t>
      </w:r>
    </w:p>
    <w:p w:rsidR="00354DF7" w:rsidRDefault="00354DF7" w:rsidP="00354DF7">
      <w:pPr>
        <w:tabs>
          <w:tab w:val="left" w:pos="6195"/>
        </w:tabs>
      </w:pPr>
      <w:r>
        <w:t>269.0681</w:t>
      </w:r>
      <w:r>
        <w:tab/>
        <w:t>6.179e0</w:t>
      </w:r>
    </w:p>
    <w:p w:rsidR="00354DF7" w:rsidRDefault="00354DF7" w:rsidP="00354DF7">
      <w:pPr>
        <w:tabs>
          <w:tab w:val="left" w:pos="6195"/>
        </w:tabs>
      </w:pPr>
      <w:r>
        <w:t>269.0971</w:t>
      </w:r>
      <w:r>
        <w:tab/>
        <w:t>5.133e0</w:t>
      </w:r>
    </w:p>
    <w:p w:rsidR="00354DF7" w:rsidRDefault="00354DF7" w:rsidP="00354DF7">
      <w:pPr>
        <w:tabs>
          <w:tab w:val="left" w:pos="6195"/>
        </w:tabs>
      </w:pPr>
      <w:r>
        <w:t>269.1012</w:t>
      </w:r>
      <w:r>
        <w:tab/>
        <w:t>4.737e0</w:t>
      </w:r>
    </w:p>
    <w:p w:rsidR="00354DF7" w:rsidRDefault="00354DF7" w:rsidP="00354DF7">
      <w:pPr>
        <w:tabs>
          <w:tab w:val="left" w:pos="6195"/>
        </w:tabs>
      </w:pPr>
      <w:r>
        <w:t>269.1024</w:t>
      </w:r>
      <w:r>
        <w:tab/>
        <w:t>5.255e0</w:t>
      </w:r>
    </w:p>
    <w:p w:rsidR="00354DF7" w:rsidRDefault="00354DF7" w:rsidP="00354DF7">
      <w:pPr>
        <w:tabs>
          <w:tab w:val="left" w:pos="6195"/>
        </w:tabs>
      </w:pPr>
      <w:r>
        <w:t>269.1076</w:t>
      </w:r>
      <w:r>
        <w:tab/>
        <w:t>3.351e0</w:t>
      </w:r>
    </w:p>
    <w:p w:rsidR="00354DF7" w:rsidRDefault="00354DF7" w:rsidP="00354DF7">
      <w:pPr>
        <w:tabs>
          <w:tab w:val="left" w:pos="6195"/>
        </w:tabs>
      </w:pPr>
      <w:r>
        <w:t>269.1338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269.1455</w:t>
      </w:r>
      <w:r>
        <w:tab/>
        <w:t>3.812e0</w:t>
      </w:r>
    </w:p>
    <w:p w:rsidR="00354DF7" w:rsidRDefault="00354DF7" w:rsidP="00354DF7">
      <w:pPr>
        <w:tabs>
          <w:tab w:val="left" w:pos="6195"/>
        </w:tabs>
      </w:pPr>
      <w:r>
        <w:t>269.1758</w:t>
      </w:r>
      <w:r>
        <w:tab/>
        <w:t>3.124e0</w:t>
      </w:r>
    </w:p>
    <w:p w:rsidR="00354DF7" w:rsidRDefault="00354DF7" w:rsidP="00354DF7">
      <w:pPr>
        <w:tabs>
          <w:tab w:val="left" w:pos="6195"/>
        </w:tabs>
      </w:pPr>
      <w:r>
        <w:t>269.1801</w:t>
      </w:r>
      <w:r>
        <w:tab/>
        <w:t>2.850e0</w:t>
      </w:r>
    </w:p>
    <w:p w:rsidR="00354DF7" w:rsidRDefault="00354DF7" w:rsidP="00354DF7">
      <w:pPr>
        <w:tabs>
          <w:tab w:val="left" w:pos="6195"/>
        </w:tabs>
      </w:pPr>
      <w:r>
        <w:t>269.2089</w:t>
      </w:r>
      <w:r>
        <w:tab/>
        <w:t>4.387e0</w:t>
      </w:r>
    </w:p>
    <w:p w:rsidR="00354DF7" w:rsidRDefault="00354DF7" w:rsidP="00354DF7">
      <w:pPr>
        <w:tabs>
          <w:tab w:val="left" w:pos="6195"/>
        </w:tabs>
      </w:pPr>
      <w:r>
        <w:t>269.2115</w:t>
      </w:r>
      <w:r>
        <w:tab/>
        <w:t>2.508e0</w:t>
      </w:r>
    </w:p>
    <w:p w:rsidR="00354DF7" w:rsidRDefault="00354DF7" w:rsidP="00354DF7">
      <w:pPr>
        <w:tabs>
          <w:tab w:val="left" w:pos="6195"/>
        </w:tabs>
      </w:pPr>
      <w:r>
        <w:t>269.2334</w:t>
      </w:r>
      <w:r>
        <w:tab/>
        <w:t>4.835e0</w:t>
      </w:r>
    </w:p>
    <w:p w:rsidR="00354DF7" w:rsidRDefault="00354DF7" w:rsidP="00354DF7">
      <w:pPr>
        <w:tabs>
          <w:tab w:val="left" w:pos="6195"/>
        </w:tabs>
      </w:pPr>
      <w:r>
        <w:lastRenderedPageBreak/>
        <w:t>269.2345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269.2476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269.2531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269.2544</w:t>
      </w:r>
      <w:r>
        <w:tab/>
        <w:t>7.497e0</w:t>
      </w:r>
    </w:p>
    <w:p w:rsidR="00354DF7" w:rsidRDefault="00354DF7" w:rsidP="00354DF7">
      <w:pPr>
        <w:tabs>
          <w:tab w:val="left" w:pos="6195"/>
        </w:tabs>
      </w:pPr>
      <w:r>
        <w:t>269.2669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269.2717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269.2805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269.2880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269.2993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269.3137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269.3150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269.3289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269.3333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269.3370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269.3451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269.3489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269.3654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269.3723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269.3784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269.3994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269.4153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269.4239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269.4472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269.4640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269.4729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269.4851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269.4938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269.5038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269.5162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269.5218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269.5238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269.5473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269.5602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269.5634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269.5729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269.5750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269.5941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269.5964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269.6031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269.6252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269.6425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269.6497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269.6548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269.6794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269.6809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269.6951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269.7029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269.7125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269.7223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269.7338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269.7381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269.7569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269.7589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269.7692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269.7824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269.7845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269.8120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269.8215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269.8311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269.8391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269.8470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269.8517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269.8593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269.8617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269.8864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269.8886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269.9012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269.9091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269.9313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269.9424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269.9441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269.9533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269.9659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269.9728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269.9831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270.0006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270.0091</w:t>
      </w:r>
      <w:r>
        <w:tab/>
        <w:t>2.366e0</w:t>
      </w:r>
    </w:p>
    <w:p w:rsidR="00354DF7" w:rsidRDefault="00354DF7" w:rsidP="00354DF7">
      <w:pPr>
        <w:tabs>
          <w:tab w:val="left" w:pos="6195"/>
        </w:tabs>
      </w:pPr>
      <w:r>
        <w:t>270.0169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270.0188</w:t>
      </w:r>
      <w:r>
        <w:tab/>
        <w:t>1.238e0</w:t>
      </w:r>
    </w:p>
    <w:p w:rsidR="00354DF7" w:rsidRDefault="00354DF7" w:rsidP="00354DF7">
      <w:pPr>
        <w:tabs>
          <w:tab w:val="left" w:pos="6195"/>
        </w:tabs>
      </w:pPr>
      <w:r>
        <w:t>270.0221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270.0486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270.0550</w:t>
      </w:r>
      <w:r>
        <w:tab/>
        <w:t>4.901e0</w:t>
      </w:r>
    </w:p>
    <w:p w:rsidR="00354DF7" w:rsidRDefault="00354DF7" w:rsidP="00354DF7">
      <w:pPr>
        <w:tabs>
          <w:tab w:val="left" w:pos="6195"/>
        </w:tabs>
      </w:pPr>
      <w:r>
        <w:t>270.0613</w:t>
      </w:r>
      <w:r>
        <w:tab/>
        <w:t>6.664e0</w:t>
      </w:r>
    </w:p>
    <w:p w:rsidR="00354DF7" w:rsidRDefault="00354DF7" w:rsidP="00354DF7">
      <w:pPr>
        <w:tabs>
          <w:tab w:val="left" w:pos="6195"/>
        </w:tabs>
      </w:pPr>
      <w:r>
        <w:t>270.0714</w:t>
      </w:r>
      <w:r>
        <w:tab/>
        <w:t>1.468e0</w:t>
      </w:r>
    </w:p>
    <w:p w:rsidR="00354DF7" w:rsidRDefault="00354DF7" w:rsidP="00354DF7">
      <w:pPr>
        <w:tabs>
          <w:tab w:val="left" w:pos="6195"/>
        </w:tabs>
      </w:pPr>
      <w:r>
        <w:t>270.0809</w:t>
      </w:r>
      <w:r>
        <w:tab/>
        <w:t>2.751e0</w:t>
      </w:r>
    </w:p>
    <w:p w:rsidR="00354DF7" w:rsidRDefault="00354DF7" w:rsidP="00354DF7">
      <w:pPr>
        <w:tabs>
          <w:tab w:val="left" w:pos="6195"/>
        </w:tabs>
      </w:pPr>
      <w:r>
        <w:t>270.0885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270.0959</w:t>
      </w:r>
      <w:r>
        <w:tab/>
        <w:t>3.342e0</w:t>
      </w:r>
    </w:p>
    <w:p w:rsidR="00354DF7" w:rsidRDefault="00354DF7" w:rsidP="00354DF7">
      <w:pPr>
        <w:tabs>
          <w:tab w:val="left" w:pos="6195"/>
        </w:tabs>
      </w:pPr>
      <w:r>
        <w:t>270.1191</w:t>
      </w:r>
      <w:r>
        <w:tab/>
        <w:t>2.821e0</w:t>
      </w:r>
    </w:p>
    <w:p w:rsidR="00354DF7" w:rsidRDefault="00354DF7" w:rsidP="00354DF7">
      <w:pPr>
        <w:tabs>
          <w:tab w:val="left" w:pos="6195"/>
        </w:tabs>
      </w:pPr>
      <w:r>
        <w:t>270.1364</w:t>
      </w:r>
      <w:r>
        <w:tab/>
        <w:t>6.459e0</w:t>
      </w:r>
    </w:p>
    <w:p w:rsidR="00354DF7" w:rsidRDefault="00354DF7" w:rsidP="00354DF7">
      <w:pPr>
        <w:tabs>
          <w:tab w:val="left" w:pos="6195"/>
        </w:tabs>
      </w:pPr>
      <w:r>
        <w:t>270.1408</w:t>
      </w:r>
      <w:r>
        <w:tab/>
        <w:t>7.728e0</w:t>
      </w:r>
    </w:p>
    <w:p w:rsidR="00354DF7" w:rsidRDefault="00354DF7" w:rsidP="00354DF7">
      <w:pPr>
        <w:tabs>
          <w:tab w:val="left" w:pos="6195"/>
        </w:tabs>
      </w:pPr>
      <w:r>
        <w:t>270.1464</w:t>
      </w:r>
      <w:r>
        <w:tab/>
        <w:t>5.892e0</w:t>
      </w:r>
    </w:p>
    <w:p w:rsidR="00354DF7" w:rsidRDefault="00354DF7" w:rsidP="00354DF7">
      <w:pPr>
        <w:tabs>
          <w:tab w:val="left" w:pos="6195"/>
        </w:tabs>
      </w:pPr>
      <w:r>
        <w:t>270.1640</w:t>
      </w:r>
      <w:r>
        <w:tab/>
        <w:t>4.839e0</w:t>
      </w:r>
    </w:p>
    <w:p w:rsidR="00354DF7" w:rsidRDefault="00354DF7" w:rsidP="00354DF7">
      <w:pPr>
        <w:tabs>
          <w:tab w:val="left" w:pos="6195"/>
        </w:tabs>
      </w:pPr>
      <w:r>
        <w:t>270.1930</w:t>
      </w:r>
      <w:r>
        <w:tab/>
        <w:t>6.836e0</w:t>
      </w:r>
    </w:p>
    <w:p w:rsidR="00354DF7" w:rsidRDefault="00354DF7" w:rsidP="00354DF7">
      <w:pPr>
        <w:tabs>
          <w:tab w:val="left" w:pos="6195"/>
        </w:tabs>
      </w:pPr>
      <w:r>
        <w:t>270.1998</w:t>
      </w:r>
      <w:r>
        <w:tab/>
        <w:t>6.428e0</w:t>
      </w:r>
    </w:p>
    <w:p w:rsidR="00354DF7" w:rsidRDefault="00354DF7" w:rsidP="00354DF7">
      <w:pPr>
        <w:tabs>
          <w:tab w:val="left" w:pos="6195"/>
        </w:tabs>
      </w:pPr>
      <w:r>
        <w:t>270.2071</w:t>
      </w:r>
      <w:r>
        <w:tab/>
        <w:t>9.414e0</w:t>
      </w:r>
    </w:p>
    <w:p w:rsidR="00354DF7" w:rsidRDefault="00354DF7" w:rsidP="00354DF7">
      <w:pPr>
        <w:tabs>
          <w:tab w:val="left" w:pos="6195"/>
        </w:tabs>
      </w:pPr>
      <w:r>
        <w:lastRenderedPageBreak/>
        <w:t>270.2136</w:t>
      </w:r>
      <w:r>
        <w:tab/>
        <w:t>7.753e0</w:t>
      </w:r>
    </w:p>
    <w:p w:rsidR="00354DF7" w:rsidRDefault="00354DF7" w:rsidP="00354DF7">
      <w:pPr>
        <w:tabs>
          <w:tab w:val="left" w:pos="6195"/>
        </w:tabs>
      </w:pPr>
      <w:r>
        <w:t>270.2160</w:t>
      </w:r>
      <w:r>
        <w:tab/>
        <w:t>1.008e1</w:t>
      </w:r>
    </w:p>
    <w:p w:rsidR="00354DF7" w:rsidRDefault="00354DF7" w:rsidP="00354DF7">
      <w:pPr>
        <w:tabs>
          <w:tab w:val="left" w:pos="6195"/>
        </w:tabs>
      </w:pPr>
      <w:r>
        <w:t>270.2182</w:t>
      </w:r>
      <w:r>
        <w:tab/>
        <w:t>6.945e0</w:t>
      </w:r>
    </w:p>
    <w:p w:rsidR="00354DF7" w:rsidRDefault="00354DF7" w:rsidP="00354DF7">
      <w:pPr>
        <w:tabs>
          <w:tab w:val="left" w:pos="6195"/>
        </w:tabs>
      </w:pPr>
      <w:r>
        <w:t>270.2223</w:t>
      </w:r>
      <w:r>
        <w:tab/>
        <w:t>6.329e0</w:t>
      </w:r>
    </w:p>
    <w:p w:rsidR="00354DF7" w:rsidRDefault="00354DF7" w:rsidP="00354DF7">
      <w:pPr>
        <w:tabs>
          <w:tab w:val="left" w:pos="6195"/>
        </w:tabs>
      </w:pPr>
      <w:r>
        <w:t>270.2410</w:t>
      </w:r>
      <w:r>
        <w:tab/>
        <w:t>3.289e0</w:t>
      </w:r>
    </w:p>
    <w:p w:rsidR="00354DF7" w:rsidRDefault="00354DF7" w:rsidP="00354DF7">
      <w:pPr>
        <w:tabs>
          <w:tab w:val="left" w:pos="6195"/>
        </w:tabs>
      </w:pPr>
      <w:r>
        <w:t>270.2563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270.2581</w:t>
      </w:r>
      <w:r>
        <w:tab/>
        <w:t>4.727e0</w:t>
      </w:r>
    </w:p>
    <w:p w:rsidR="00354DF7" w:rsidRDefault="00354DF7" w:rsidP="00354DF7">
      <w:pPr>
        <w:tabs>
          <w:tab w:val="left" w:pos="6195"/>
        </w:tabs>
      </w:pPr>
      <w:r>
        <w:t>270.2597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270.2736</w:t>
      </w:r>
      <w:r>
        <w:tab/>
        <w:t>3.126e0</w:t>
      </w:r>
    </w:p>
    <w:p w:rsidR="00354DF7" w:rsidRDefault="00354DF7" w:rsidP="00354DF7">
      <w:pPr>
        <w:tabs>
          <w:tab w:val="left" w:pos="6195"/>
        </w:tabs>
      </w:pPr>
      <w:r>
        <w:t>270.3041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270.3100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270.3140</w:t>
      </w:r>
      <w:r>
        <w:tab/>
        <w:t>5.704e0</w:t>
      </w:r>
    </w:p>
    <w:p w:rsidR="00354DF7" w:rsidRDefault="00354DF7" w:rsidP="00354DF7">
      <w:pPr>
        <w:tabs>
          <w:tab w:val="left" w:pos="6195"/>
        </w:tabs>
      </w:pPr>
      <w:r>
        <w:t>270.3209</w:t>
      </w:r>
      <w:r>
        <w:tab/>
        <w:t>4.408e0</w:t>
      </w:r>
    </w:p>
    <w:p w:rsidR="00354DF7" w:rsidRDefault="00354DF7" w:rsidP="00354DF7">
      <w:pPr>
        <w:tabs>
          <w:tab w:val="left" w:pos="6195"/>
        </w:tabs>
      </w:pPr>
      <w:r>
        <w:t>270.3426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270.3499</w:t>
      </w:r>
      <w:r>
        <w:tab/>
        <w:t>2.545e0</w:t>
      </w:r>
    </w:p>
    <w:p w:rsidR="00354DF7" w:rsidRDefault="00354DF7" w:rsidP="00354DF7">
      <w:pPr>
        <w:tabs>
          <w:tab w:val="left" w:pos="6195"/>
        </w:tabs>
      </w:pPr>
      <w:r>
        <w:t>270.3718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270.3762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270.3832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270.3863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270.4192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270.4288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270.4377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270.4421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270.4462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270.4641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270.4689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270.4888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270.5000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270.5181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270.5245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270.5279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270.5403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270.5508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270.5638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270.5882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270.5900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270.5938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270.5957</w:t>
      </w:r>
      <w:r>
        <w:tab/>
        <w:t>2.675e0</w:t>
      </w:r>
    </w:p>
    <w:p w:rsidR="00354DF7" w:rsidRDefault="00354DF7" w:rsidP="00354DF7">
      <w:pPr>
        <w:tabs>
          <w:tab w:val="left" w:pos="6195"/>
        </w:tabs>
      </w:pPr>
      <w:r>
        <w:lastRenderedPageBreak/>
        <w:t>270.6086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270.6276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270.6432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270.6445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270.6522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270.6642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270.6830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270.6851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270.6887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270.6953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270.7122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270.7133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270.7418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270.7433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270.7479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270.7633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270.7654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270.7693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270.7918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270.8082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270.8127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270.8160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270.8363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270.8480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270.8744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270.8783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270.8950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270.9175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270.9283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270.9441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270.9484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270.9525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270.9558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270.9859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270.9891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271.0126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271.0160</w:t>
      </w:r>
      <w:r>
        <w:tab/>
        <w:t>2.053e0</w:t>
      </w:r>
    </w:p>
    <w:p w:rsidR="00354DF7" w:rsidRDefault="00354DF7" w:rsidP="00354DF7">
      <w:pPr>
        <w:tabs>
          <w:tab w:val="left" w:pos="6195"/>
        </w:tabs>
      </w:pPr>
      <w:r>
        <w:t>271.0223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271.0327</w:t>
      </w:r>
      <w:r>
        <w:tab/>
        <w:t>6.675e0</w:t>
      </w:r>
    </w:p>
    <w:p w:rsidR="00354DF7" w:rsidRDefault="00354DF7" w:rsidP="00354DF7">
      <w:pPr>
        <w:tabs>
          <w:tab w:val="left" w:pos="6195"/>
        </w:tabs>
      </w:pPr>
      <w:r>
        <w:t>271.0413</w:t>
      </w:r>
      <w:r>
        <w:tab/>
        <w:t>4.079e0</w:t>
      </w:r>
    </w:p>
    <w:p w:rsidR="00354DF7" w:rsidRDefault="00354DF7" w:rsidP="00354DF7">
      <w:pPr>
        <w:tabs>
          <w:tab w:val="left" w:pos="6195"/>
        </w:tabs>
      </w:pPr>
      <w:r>
        <w:t>271.0477</w:t>
      </w:r>
      <w:r>
        <w:tab/>
        <w:t>3.961e0</w:t>
      </w:r>
    </w:p>
    <w:p w:rsidR="00354DF7" w:rsidRDefault="00354DF7" w:rsidP="00354DF7">
      <w:pPr>
        <w:tabs>
          <w:tab w:val="left" w:pos="6195"/>
        </w:tabs>
      </w:pPr>
      <w:r>
        <w:t>271.0588</w:t>
      </w:r>
      <w:r>
        <w:tab/>
        <w:t>3.309e0</w:t>
      </w:r>
    </w:p>
    <w:p w:rsidR="00354DF7" w:rsidRDefault="00354DF7" w:rsidP="00354DF7">
      <w:pPr>
        <w:tabs>
          <w:tab w:val="left" w:pos="6195"/>
        </w:tabs>
      </w:pPr>
      <w:r>
        <w:t>271.0740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271.0939</w:t>
      </w:r>
      <w:r>
        <w:tab/>
        <w:t>1.784e0</w:t>
      </w:r>
    </w:p>
    <w:p w:rsidR="00354DF7" w:rsidRDefault="00354DF7" w:rsidP="00354DF7">
      <w:pPr>
        <w:tabs>
          <w:tab w:val="left" w:pos="6195"/>
        </w:tabs>
      </w:pPr>
      <w:r>
        <w:t>271.1090</w:t>
      </w:r>
      <w:r>
        <w:tab/>
        <w:t>1.731e0</w:t>
      </w:r>
    </w:p>
    <w:p w:rsidR="00354DF7" w:rsidRDefault="00354DF7" w:rsidP="00354DF7">
      <w:pPr>
        <w:tabs>
          <w:tab w:val="left" w:pos="6195"/>
        </w:tabs>
      </w:pPr>
      <w:r>
        <w:t>271.1132</w:t>
      </w:r>
      <w:r>
        <w:tab/>
        <w:t>3.346e0</w:t>
      </w:r>
    </w:p>
    <w:p w:rsidR="00354DF7" w:rsidRDefault="00354DF7" w:rsidP="00354DF7">
      <w:pPr>
        <w:tabs>
          <w:tab w:val="left" w:pos="6195"/>
        </w:tabs>
      </w:pPr>
      <w:r>
        <w:t>271.1188</w:t>
      </w:r>
      <w:r>
        <w:tab/>
        <w:t>3.350e0</w:t>
      </w:r>
    </w:p>
    <w:p w:rsidR="00354DF7" w:rsidRDefault="00354DF7" w:rsidP="00354DF7">
      <w:pPr>
        <w:tabs>
          <w:tab w:val="left" w:pos="6195"/>
        </w:tabs>
      </w:pPr>
      <w:r>
        <w:t>271.1511</w:t>
      </w:r>
      <w:r>
        <w:tab/>
        <w:t>6.419e0</w:t>
      </w:r>
    </w:p>
    <w:p w:rsidR="00354DF7" w:rsidRDefault="00354DF7" w:rsidP="00354DF7">
      <w:pPr>
        <w:tabs>
          <w:tab w:val="left" w:pos="6195"/>
        </w:tabs>
      </w:pPr>
      <w:r>
        <w:t>271.1532</w:t>
      </w:r>
      <w:r>
        <w:tab/>
        <w:t>2.151e0</w:t>
      </w:r>
    </w:p>
    <w:p w:rsidR="00354DF7" w:rsidRDefault="00354DF7" w:rsidP="00354DF7">
      <w:pPr>
        <w:tabs>
          <w:tab w:val="left" w:pos="6195"/>
        </w:tabs>
      </w:pPr>
      <w:r>
        <w:t>271.1771</w:t>
      </w:r>
      <w:r>
        <w:tab/>
        <w:t>1.662e0</w:t>
      </w:r>
    </w:p>
    <w:p w:rsidR="00354DF7" w:rsidRDefault="00354DF7" w:rsidP="00354DF7">
      <w:pPr>
        <w:tabs>
          <w:tab w:val="left" w:pos="6195"/>
        </w:tabs>
      </w:pPr>
      <w:r>
        <w:t>271.1818</w:t>
      </w:r>
      <w:r>
        <w:tab/>
        <w:t>1.323e0</w:t>
      </w:r>
    </w:p>
    <w:p w:rsidR="00354DF7" w:rsidRDefault="00354DF7" w:rsidP="00354DF7">
      <w:pPr>
        <w:tabs>
          <w:tab w:val="left" w:pos="6195"/>
        </w:tabs>
      </w:pPr>
      <w:r>
        <w:t>271.1893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271.1914</w:t>
      </w:r>
      <w:r>
        <w:tab/>
        <w:t>2.529e0</w:t>
      </w:r>
    </w:p>
    <w:p w:rsidR="00354DF7" w:rsidRDefault="00354DF7" w:rsidP="00354DF7">
      <w:pPr>
        <w:tabs>
          <w:tab w:val="left" w:pos="6195"/>
        </w:tabs>
      </w:pPr>
      <w:r>
        <w:t>271.1932</w:t>
      </w:r>
      <w:r>
        <w:tab/>
        <w:t>3.834e0</w:t>
      </w:r>
    </w:p>
    <w:p w:rsidR="00354DF7" w:rsidRDefault="00354DF7" w:rsidP="00354DF7">
      <w:pPr>
        <w:tabs>
          <w:tab w:val="left" w:pos="6195"/>
        </w:tabs>
      </w:pPr>
      <w:r>
        <w:t>271.2220</w:t>
      </w:r>
      <w:r>
        <w:tab/>
        <w:t>1.747e0</w:t>
      </w:r>
    </w:p>
    <w:p w:rsidR="00354DF7" w:rsidRDefault="00354DF7" w:rsidP="00354DF7">
      <w:pPr>
        <w:tabs>
          <w:tab w:val="left" w:pos="6195"/>
        </w:tabs>
      </w:pPr>
      <w:r>
        <w:t>271.2258</w:t>
      </w:r>
      <w:r>
        <w:tab/>
        <w:t>8.860e0</w:t>
      </w:r>
    </w:p>
    <w:p w:rsidR="00354DF7" w:rsidRDefault="00354DF7" w:rsidP="00354DF7">
      <w:pPr>
        <w:tabs>
          <w:tab w:val="left" w:pos="6195"/>
        </w:tabs>
      </w:pPr>
      <w:r>
        <w:t>271.2277</w:t>
      </w:r>
      <w:r>
        <w:tab/>
        <w:t>3.008e0</w:t>
      </w:r>
    </w:p>
    <w:p w:rsidR="00354DF7" w:rsidRDefault="00354DF7" w:rsidP="00354DF7">
      <w:pPr>
        <w:tabs>
          <w:tab w:val="left" w:pos="6195"/>
        </w:tabs>
      </w:pPr>
      <w:r>
        <w:lastRenderedPageBreak/>
        <w:t>271.2331</w:t>
      </w:r>
      <w:r>
        <w:tab/>
        <w:t>3.677e0</w:t>
      </w:r>
    </w:p>
    <w:p w:rsidR="00354DF7" w:rsidRDefault="00354DF7" w:rsidP="00354DF7">
      <w:pPr>
        <w:tabs>
          <w:tab w:val="left" w:pos="6195"/>
        </w:tabs>
      </w:pPr>
      <w:r>
        <w:t>271.2382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271.2638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271.2731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271.2786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271.2856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271.2904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271.2948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271.3146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271.3181</w:t>
      </w:r>
      <w:r>
        <w:tab/>
        <w:t>2.370e0</w:t>
      </w:r>
    </w:p>
    <w:p w:rsidR="00354DF7" w:rsidRDefault="00354DF7" w:rsidP="00354DF7">
      <w:pPr>
        <w:tabs>
          <w:tab w:val="left" w:pos="6195"/>
        </w:tabs>
      </w:pPr>
      <w:r>
        <w:t>271.3215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271.3262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271.3279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271.3431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271.3608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271.3629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271.3701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271.3777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271.4048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271.4124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271.4153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271.4189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271.4350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271.4390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271.4470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271.4482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271.4615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271.4848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271.4858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271.4924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271.5088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271.5131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271.5174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271.5222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271.5718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271.5748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271.5783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271.5974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271.6076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271.6293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271.6374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271.6493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271.6531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271.6572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271.6674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271.6884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271.6900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271.7031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271.7045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271.7154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271.7331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271.7525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271.7585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271.7892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271.7932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271.8166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271.8376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271.8422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271.8433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271.8517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271.8616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271.8748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271.8826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271.8884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271.8977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271.9077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271.9256</w:t>
      </w:r>
      <w:r>
        <w:tab/>
        <w:t>4.062e0</w:t>
      </w:r>
    </w:p>
    <w:p w:rsidR="00354DF7" w:rsidRDefault="00354DF7" w:rsidP="00354DF7">
      <w:pPr>
        <w:tabs>
          <w:tab w:val="left" w:pos="6195"/>
        </w:tabs>
      </w:pPr>
      <w:r>
        <w:t>271.9407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271.9456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271.9541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271.9625</w:t>
      </w:r>
      <w:r>
        <w:tab/>
        <w:t>1.901e0</w:t>
      </w:r>
    </w:p>
    <w:p w:rsidR="00354DF7" w:rsidRDefault="00354DF7" w:rsidP="00354DF7">
      <w:pPr>
        <w:tabs>
          <w:tab w:val="left" w:pos="6195"/>
        </w:tabs>
      </w:pPr>
      <w:r>
        <w:t>271.9671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272.0052</w:t>
      </w:r>
      <w:r>
        <w:tab/>
        <w:t>2.372e1</w:t>
      </w:r>
    </w:p>
    <w:p w:rsidR="00354DF7" w:rsidRDefault="00354DF7" w:rsidP="00354DF7">
      <w:pPr>
        <w:tabs>
          <w:tab w:val="left" w:pos="6195"/>
        </w:tabs>
      </w:pPr>
      <w:r>
        <w:t>272.0078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272.0109</w:t>
      </w:r>
      <w:r>
        <w:tab/>
        <w:t>4.153e1</w:t>
      </w:r>
    </w:p>
    <w:p w:rsidR="00354DF7" w:rsidRDefault="00354DF7" w:rsidP="00354DF7">
      <w:pPr>
        <w:tabs>
          <w:tab w:val="left" w:pos="6195"/>
        </w:tabs>
      </w:pPr>
      <w:r>
        <w:t>272.0151</w:t>
      </w:r>
      <w:r>
        <w:tab/>
        <w:t>1.631e1</w:t>
      </w:r>
    </w:p>
    <w:p w:rsidR="00354DF7" w:rsidRDefault="00354DF7" w:rsidP="00354DF7">
      <w:pPr>
        <w:tabs>
          <w:tab w:val="left" w:pos="6195"/>
        </w:tabs>
      </w:pPr>
      <w:r>
        <w:lastRenderedPageBreak/>
        <w:t>272.0182</w:t>
      </w:r>
      <w:r>
        <w:tab/>
        <w:t>1.519e1</w:t>
      </w:r>
    </w:p>
    <w:p w:rsidR="00354DF7" w:rsidRDefault="00354DF7" w:rsidP="00354DF7">
      <w:pPr>
        <w:tabs>
          <w:tab w:val="left" w:pos="6195"/>
        </w:tabs>
      </w:pPr>
      <w:r>
        <w:t>272.0479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272.0504</w:t>
      </w:r>
      <w:r>
        <w:tab/>
        <w:t>3.737e0</w:t>
      </w:r>
    </w:p>
    <w:p w:rsidR="00354DF7" w:rsidRDefault="00354DF7" w:rsidP="00354DF7">
      <w:pPr>
        <w:tabs>
          <w:tab w:val="left" w:pos="6195"/>
        </w:tabs>
      </w:pPr>
      <w:r>
        <w:t>272.0724</w:t>
      </w:r>
      <w:r>
        <w:tab/>
        <w:t>5.882e0</w:t>
      </w:r>
    </w:p>
    <w:p w:rsidR="00354DF7" w:rsidRDefault="00354DF7" w:rsidP="00354DF7">
      <w:pPr>
        <w:tabs>
          <w:tab w:val="left" w:pos="6195"/>
        </w:tabs>
      </w:pPr>
      <w:r>
        <w:t>272.0749</w:t>
      </w:r>
      <w:r>
        <w:tab/>
        <w:t>2.338e1</w:t>
      </w:r>
    </w:p>
    <w:p w:rsidR="00354DF7" w:rsidRDefault="00354DF7" w:rsidP="00354DF7">
      <w:pPr>
        <w:tabs>
          <w:tab w:val="left" w:pos="6195"/>
        </w:tabs>
      </w:pPr>
      <w:r>
        <w:t>272.0860</w:t>
      </w:r>
      <w:r>
        <w:tab/>
        <w:t>1.143e1</w:t>
      </w:r>
    </w:p>
    <w:p w:rsidR="00354DF7" w:rsidRDefault="00354DF7" w:rsidP="00354DF7">
      <w:pPr>
        <w:tabs>
          <w:tab w:val="left" w:pos="6195"/>
        </w:tabs>
      </w:pPr>
      <w:r>
        <w:t>272.1006</w:t>
      </w:r>
      <w:r>
        <w:tab/>
        <w:t>2.542e0</w:t>
      </w:r>
    </w:p>
    <w:p w:rsidR="00354DF7" w:rsidRDefault="00354DF7" w:rsidP="00354DF7">
      <w:pPr>
        <w:tabs>
          <w:tab w:val="left" w:pos="6195"/>
        </w:tabs>
      </w:pPr>
      <w:r>
        <w:t>272.1445</w:t>
      </w:r>
      <w:r>
        <w:tab/>
        <w:t>3.687e0</w:t>
      </w:r>
    </w:p>
    <w:p w:rsidR="00354DF7" w:rsidRDefault="00354DF7" w:rsidP="00354DF7">
      <w:pPr>
        <w:tabs>
          <w:tab w:val="left" w:pos="6195"/>
        </w:tabs>
      </w:pPr>
      <w:r>
        <w:t>272.1527</w:t>
      </w:r>
      <w:r>
        <w:tab/>
        <w:t>1.737e0</w:t>
      </w:r>
    </w:p>
    <w:p w:rsidR="00354DF7" w:rsidRDefault="00354DF7" w:rsidP="00354DF7">
      <w:pPr>
        <w:tabs>
          <w:tab w:val="left" w:pos="6195"/>
        </w:tabs>
      </w:pPr>
      <w:r>
        <w:t>272.1574</w:t>
      </w:r>
      <w:r>
        <w:tab/>
        <w:t>1.148e0</w:t>
      </w:r>
    </w:p>
    <w:p w:rsidR="00354DF7" w:rsidRDefault="00354DF7" w:rsidP="00354DF7">
      <w:pPr>
        <w:tabs>
          <w:tab w:val="left" w:pos="6195"/>
        </w:tabs>
      </w:pPr>
      <w:r>
        <w:t>272.1754</w:t>
      </w:r>
      <w:r>
        <w:tab/>
        <w:t>1.122e0</w:t>
      </w:r>
    </w:p>
    <w:p w:rsidR="00354DF7" w:rsidRDefault="00354DF7" w:rsidP="00354DF7">
      <w:pPr>
        <w:tabs>
          <w:tab w:val="left" w:pos="6195"/>
        </w:tabs>
      </w:pPr>
      <w:r>
        <w:t>272.1823</w:t>
      </w:r>
      <w:r>
        <w:tab/>
        <w:t>1.716e0</w:t>
      </w:r>
    </w:p>
    <w:p w:rsidR="00354DF7" w:rsidRDefault="00354DF7" w:rsidP="00354DF7">
      <w:pPr>
        <w:tabs>
          <w:tab w:val="left" w:pos="6195"/>
        </w:tabs>
      </w:pPr>
      <w:r>
        <w:t>272.1873</w:t>
      </w:r>
      <w:r>
        <w:tab/>
        <w:t>4.554e0</w:t>
      </w:r>
    </w:p>
    <w:p w:rsidR="00354DF7" w:rsidRDefault="00354DF7" w:rsidP="00354DF7">
      <w:pPr>
        <w:tabs>
          <w:tab w:val="left" w:pos="6195"/>
        </w:tabs>
      </w:pPr>
      <w:r>
        <w:t>272.1899</w:t>
      </w:r>
      <w:r>
        <w:tab/>
        <w:t>7.005e0</w:t>
      </w:r>
    </w:p>
    <w:p w:rsidR="00354DF7" w:rsidRDefault="00354DF7" w:rsidP="00354DF7">
      <w:pPr>
        <w:tabs>
          <w:tab w:val="left" w:pos="6195"/>
        </w:tabs>
      </w:pPr>
      <w:r>
        <w:t>272.2010</w:t>
      </w:r>
      <w:r>
        <w:tab/>
        <w:t>1.568e0</w:t>
      </w:r>
    </w:p>
    <w:p w:rsidR="00354DF7" w:rsidRDefault="00354DF7" w:rsidP="00354DF7">
      <w:pPr>
        <w:tabs>
          <w:tab w:val="left" w:pos="6195"/>
        </w:tabs>
      </w:pPr>
      <w:r>
        <w:t>272.2024</w:t>
      </w:r>
      <w:r>
        <w:tab/>
        <w:t>5.525e0</w:t>
      </w:r>
    </w:p>
    <w:p w:rsidR="00354DF7" w:rsidRDefault="00354DF7" w:rsidP="00354DF7">
      <w:pPr>
        <w:tabs>
          <w:tab w:val="left" w:pos="6195"/>
        </w:tabs>
      </w:pPr>
      <w:r>
        <w:t>272.2201</w:t>
      </w:r>
      <w:r>
        <w:tab/>
        <w:t>3.448e0</w:t>
      </w:r>
    </w:p>
    <w:p w:rsidR="00354DF7" w:rsidRDefault="00354DF7" w:rsidP="00354DF7">
      <w:pPr>
        <w:tabs>
          <w:tab w:val="left" w:pos="6195"/>
        </w:tabs>
      </w:pPr>
      <w:r>
        <w:t>272.2292</w:t>
      </w:r>
      <w:r>
        <w:tab/>
        <w:t>4.219e0</w:t>
      </w:r>
    </w:p>
    <w:p w:rsidR="00354DF7" w:rsidRDefault="00354DF7" w:rsidP="00354DF7">
      <w:pPr>
        <w:tabs>
          <w:tab w:val="left" w:pos="6195"/>
        </w:tabs>
      </w:pPr>
      <w:r>
        <w:t>272.2303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272.2338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272.2421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272.2561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272.2654</w:t>
      </w:r>
      <w:r>
        <w:tab/>
        <w:t>4.355e0</w:t>
      </w:r>
    </w:p>
    <w:p w:rsidR="00354DF7" w:rsidRDefault="00354DF7" w:rsidP="00354DF7">
      <w:pPr>
        <w:tabs>
          <w:tab w:val="left" w:pos="6195"/>
        </w:tabs>
      </w:pPr>
      <w:r>
        <w:t>272.2742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272.2778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272.2841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272.2956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272.3108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272.3196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272.3218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272.3358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272.3487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272.3547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272.3643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272.3837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272.3893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272.3933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272.3945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272.4155</w:t>
      </w:r>
      <w:r>
        <w:tab/>
        <w:t>3.189e0</w:t>
      </w:r>
    </w:p>
    <w:p w:rsidR="00354DF7" w:rsidRDefault="00354DF7" w:rsidP="00354DF7">
      <w:pPr>
        <w:tabs>
          <w:tab w:val="left" w:pos="6195"/>
        </w:tabs>
      </w:pPr>
      <w:r>
        <w:t>272.4225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272.4319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272.4518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272.4559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272.4639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272.4808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272.4869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272.5091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272.5276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272.5342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272.5392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272.5427</w:t>
      </w:r>
      <w:r>
        <w:tab/>
        <w:t>2.451e0</w:t>
      </w:r>
    </w:p>
    <w:p w:rsidR="00354DF7" w:rsidRDefault="00354DF7" w:rsidP="00354DF7">
      <w:pPr>
        <w:tabs>
          <w:tab w:val="left" w:pos="6195"/>
        </w:tabs>
      </w:pPr>
      <w:r>
        <w:t>272.5470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272.5522</w:t>
      </w:r>
      <w:r>
        <w:tab/>
        <w:t>2.762e0</w:t>
      </w:r>
    </w:p>
    <w:p w:rsidR="00354DF7" w:rsidRDefault="00354DF7" w:rsidP="00354DF7">
      <w:pPr>
        <w:tabs>
          <w:tab w:val="left" w:pos="6195"/>
        </w:tabs>
      </w:pPr>
      <w:r>
        <w:t>272.5687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272.5748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272.5840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272.6040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272.6053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272.6098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272.6388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272.6455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272.6489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272.6704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272.6896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272.7051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272.7172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272.7198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272.7366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272.7402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272.7465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272.7498</w:t>
      </w:r>
      <w:r>
        <w:tab/>
        <w:t>2.508e0</w:t>
      </w:r>
    </w:p>
    <w:p w:rsidR="00354DF7" w:rsidRDefault="00354DF7" w:rsidP="00354DF7">
      <w:pPr>
        <w:tabs>
          <w:tab w:val="left" w:pos="6195"/>
        </w:tabs>
      </w:pPr>
      <w:r>
        <w:t>272.7598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272.7825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272.7945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272.8028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272.8094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272.8144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272.8222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272.8319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272.8395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272.8492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272.8504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272.8651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272.8809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272.8923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272.9091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272.9139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272.9160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272.9170</w:t>
      </w:r>
      <w:r>
        <w:tab/>
        <w:t>1.245e0</w:t>
      </w:r>
    </w:p>
    <w:p w:rsidR="00354DF7" w:rsidRDefault="00354DF7" w:rsidP="00354DF7">
      <w:pPr>
        <w:tabs>
          <w:tab w:val="left" w:pos="6195"/>
        </w:tabs>
      </w:pPr>
      <w:r>
        <w:t>272.9428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272.9557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272.9662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272.9724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272.9987</w:t>
      </w:r>
      <w:r>
        <w:tab/>
        <w:t>5.138e0</w:t>
      </w:r>
    </w:p>
    <w:p w:rsidR="00354DF7" w:rsidRDefault="00354DF7" w:rsidP="00354DF7">
      <w:pPr>
        <w:tabs>
          <w:tab w:val="left" w:pos="6195"/>
        </w:tabs>
      </w:pPr>
      <w:r>
        <w:t>273.0009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273.0039</w:t>
      </w:r>
      <w:r>
        <w:tab/>
        <w:t>5.890e0</w:t>
      </w:r>
    </w:p>
    <w:p w:rsidR="00354DF7" w:rsidRDefault="00354DF7" w:rsidP="00354DF7">
      <w:pPr>
        <w:tabs>
          <w:tab w:val="left" w:pos="6195"/>
        </w:tabs>
      </w:pPr>
      <w:r>
        <w:t>273.0179</w:t>
      </w:r>
      <w:r>
        <w:tab/>
        <w:t>4.706e0</w:t>
      </w:r>
    </w:p>
    <w:p w:rsidR="00354DF7" w:rsidRDefault="00354DF7" w:rsidP="00354DF7">
      <w:pPr>
        <w:tabs>
          <w:tab w:val="left" w:pos="6195"/>
        </w:tabs>
      </w:pPr>
      <w:r>
        <w:t>273.0240</w:t>
      </w:r>
      <w:r>
        <w:tab/>
        <w:t>5.405e0</w:t>
      </w:r>
    </w:p>
    <w:p w:rsidR="00354DF7" w:rsidRDefault="00354DF7" w:rsidP="00354DF7">
      <w:pPr>
        <w:tabs>
          <w:tab w:val="left" w:pos="6195"/>
        </w:tabs>
      </w:pPr>
      <w:r>
        <w:t>273.0320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273.0365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273.0575</w:t>
      </w:r>
      <w:r>
        <w:tab/>
        <w:t>4.369e0</w:t>
      </w:r>
    </w:p>
    <w:p w:rsidR="00354DF7" w:rsidRDefault="00354DF7" w:rsidP="00354DF7">
      <w:pPr>
        <w:tabs>
          <w:tab w:val="left" w:pos="6195"/>
        </w:tabs>
      </w:pPr>
      <w:r>
        <w:t>273.0735</w:t>
      </w:r>
      <w:r>
        <w:tab/>
        <w:t>3.342e0</w:t>
      </w:r>
    </w:p>
    <w:p w:rsidR="00354DF7" w:rsidRDefault="00354DF7" w:rsidP="00354DF7">
      <w:pPr>
        <w:tabs>
          <w:tab w:val="left" w:pos="6195"/>
        </w:tabs>
      </w:pPr>
      <w:r>
        <w:t>273.0797</w:t>
      </w:r>
      <w:r>
        <w:tab/>
        <w:t>3.058e0</w:t>
      </w:r>
    </w:p>
    <w:p w:rsidR="00354DF7" w:rsidRDefault="00354DF7" w:rsidP="00354DF7">
      <w:pPr>
        <w:tabs>
          <w:tab w:val="left" w:pos="6195"/>
        </w:tabs>
      </w:pPr>
      <w:r>
        <w:t>273.1078</w:t>
      </w:r>
      <w:r>
        <w:tab/>
        <w:t>3.561e0</w:t>
      </w:r>
    </w:p>
    <w:p w:rsidR="00354DF7" w:rsidRDefault="00354DF7" w:rsidP="00354DF7">
      <w:pPr>
        <w:tabs>
          <w:tab w:val="left" w:pos="6195"/>
        </w:tabs>
      </w:pPr>
      <w:r>
        <w:t>273.1154</w:t>
      </w:r>
      <w:r>
        <w:tab/>
        <w:t>5.858e0</w:t>
      </w:r>
    </w:p>
    <w:p w:rsidR="00354DF7" w:rsidRDefault="00354DF7" w:rsidP="00354DF7">
      <w:pPr>
        <w:tabs>
          <w:tab w:val="left" w:pos="6195"/>
        </w:tabs>
      </w:pPr>
      <w:r>
        <w:t>273.1292</w:t>
      </w:r>
      <w:r>
        <w:tab/>
        <w:t>2.102e0</w:t>
      </w:r>
    </w:p>
    <w:p w:rsidR="00354DF7" w:rsidRDefault="00354DF7" w:rsidP="00354DF7">
      <w:pPr>
        <w:tabs>
          <w:tab w:val="left" w:pos="6195"/>
        </w:tabs>
      </w:pPr>
      <w:r>
        <w:t>273.1399</w:t>
      </w:r>
      <w:r>
        <w:tab/>
        <w:t>2.664e0</w:t>
      </w:r>
    </w:p>
    <w:p w:rsidR="00354DF7" w:rsidRDefault="00354DF7" w:rsidP="00354DF7">
      <w:pPr>
        <w:tabs>
          <w:tab w:val="left" w:pos="6195"/>
        </w:tabs>
      </w:pPr>
      <w:r>
        <w:t>273.1559</w:t>
      </w:r>
      <w:r>
        <w:tab/>
        <w:t>3.893e0</w:t>
      </w:r>
    </w:p>
    <w:p w:rsidR="00354DF7" w:rsidRDefault="00354DF7" w:rsidP="00354DF7">
      <w:pPr>
        <w:tabs>
          <w:tab w:val="left" w:pos="6195"/>
        </w:tabs>
      </w:pPr>
      <w:r>
        <w:t>273.1662</w:t>
      </w:r>
      <w:r>
        <w:tab/>
        <w:t>9.887e0</w:t>
      </w:r>
    </w:p>
    <w:p w:rsidR="00354DF7" w:rsidRDefault="00354DF7" w:rsidP="00354DF7">
      <w:pPr>
        <w:tabs>
          <w:tab w:val="left" w:pos="6195"/>
        </w:tabs>
      </w:pPr>
      <w:r>
        <w:t>273.1701</w:t>
      </w:r>
      <w:r>
        <w:tab/>
        <w:t>1.289e1</w:t>
      </w:r>
    </w:p>
    <w:p w:rsidR="00354DF7" w:rsidRDefault="00354DF7" w:rsidP="00354DF7">
      <w:pPr>
        <w:tabs>
          <w:tab w:val="left" w:pos="6195"/>
        </w:tabs>
      </w:pPr>
      <w:r>
        <w:t>273.1746</w:t>
      </w:r>
      <w:r>
        <w:tab/>
        <w:t>3.603e1</w:t>
      </w:r>
    </w:p>
    <w:p w:rsidR="00354DF7" w:rsidRDefault="00354DF7" w:rsidP="00354DF7">
      <w:pPr>
        <w:tabs>
          <w:tab w:val="left" w:pos="6195"/>
        </w:tabs>
      </w:pPr>
      <w:r>
        <w:t>273.1873</w:t>
      </w:r>
      <w:r>
        <w:tab/>
        <w:t>4.778e0</w:t>
      </w:r>
    </w:p>
    <w:p w:rsidR="00354DF7" w:rsidRDefault="00354DF7" w:rsidP="00354DF7">
      <w:pPr>
        <w:tabs>
          <w:tab w:val="left" w:pos="6195"/>
        </w:tabs>
      </w:pPr>
      <w:r>
        <w:t>273.2078</w:t>
      </w:r>
      <w:r>
        <w:tab/>
        <w:t>8.399e0</w:t>
      </w:r>
    </w:p>
    <w:p w:rsidR="00354DF7" w:rsidRDefault="00354DF7" w:rsidP="00354DF7">
      <w:pPr>
        <w:tabs>
          <w:tab w:val="left" w:pos="6195"/>
        </w:tabs>
      </w:pPr>
      <w:r>
        <w:t>273.2142</w:t>
      </w:r>
      <w:r>
        <w:tab/>
        <w:t>3.858e0</w:t>
      </w:r>
    </w:p>
    <w:p w:rsidR="00354DF7" w:rsidRDefault="00354DF7" w:rsidP="00354DF7">
      <w:pPr>
        <w:tabs>
          <w:tab w:val="left" w:pos="6195"/>
        </w:tabs>
      </w:pPr>
      <w:r>
        <w:lastRenderedPageBreak/>
        <w:t>273.2193</w:t>
      </w:r>
      <w:r>
        <w:tab/>
        <w:t>4.929e0</w:t>
      </w:r>
    </w:p>
    <w:p w:rsidR="00354DF7" w:rsidRDefault="00354DF7" w:rsidP="00354DF7">
      <w:pPr>
        <w:tabs>
          <w:tab w:val="left" w:pos="6195"/>
        </w:tabs>
      </w:pPr>
      <w:r>
        <w:t>273.2481</w:t>
      </w:r>
      <w:r>
        <w:tab/>
        <w:t>3.147e0</w:t>
      </w:r>
    </w:p>
    <w:p w:rsidR="00354DF7" w:rsidRDefault="00354DF7" w:rsidP="00354DF7">
      <w:pPr>
        <w:tabs>
          <w:tab w:val="left" w:pos="6195"/>
        </w:tabs>
      </w:pPr>
      <w:r>
        <w:t>273.2499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273.2552</w:t>
      </w:r>
      <w:r>
        <w:tab/>
        <w:t>4.967e0</w:t>
      </w:r>
    </w:p>
    <w:p w:rsidR="00354DF7" w:rsidRDefault="00354DF7" w:rsidP="00354DF7">
      <w:pPr>
        <w:tabs>
          <w:tab w:val="left" w:pos="6195"/>
        </w:tabs>
      </w:pPr>
      <w:r>
        <w:t>273.2603</w:t>
      </w:r>
      <w:r>
        <w:tab/>
        <w:t>3.866e0</w:t>
      </w:r>
    </w:p>
    <w:p w:rsidR="00354DF7" w:rsidRDefault="00354DF7" w:rsidP="00354DF7">
      <w:pPr>
        <w:tabs>
          <w:tab w:val="left" w:pos="6195"/>
        </w:tabs>
      </w:pPr>
      <w:r>
        <w:t>273.2653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273.2776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273.2925</w:t>
      </w:r>
      <w:r>
        <w:tab/>
        <w:t>3.854e0</w:t>
      </w:r>
    </w:p>
    <w:p w:rsidR="00354DF7" w:rsidRDefault="00354DF7" w:rsidP="00354DF7">
      <w:pPr>
        <w:tabs>
          <w:tab w:val="left" w:pos="6195"/>
        </w:tabs>
      </w:pPr>
      <w:r>
        <w:t>273.2988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273.3027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273.3039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273.3253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273.3354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273.3383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273.3469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273.3605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273.3624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273.3684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273.3708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273.3731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273.3751</w:t>
      </w:r>
      <w:r>
        <w:tab/>
        <w:t>2.410e0</w:t>
      </w:r>
    </w:p>
    <w:p w:rsidR="00354DF7" w:rsidRDefault="00354DF7" w:rsidP="00354DF7">
      <w:pPr>
        <w:tabs>
          <w:tab w:val="left" w:pos="6195"/>
        </w:tabs>
      </w:pPr>
      <w:r>
        <w:t>273.4109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273.4134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273.4263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273.4307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273.4435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273.4484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273.4499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273.4532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273.4556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273.4953</w:t>
      </w:r>
      <w:r>
        <w:tab/>
        <w:t>6.946e0</w:t>
      </w:r>
    </w:p>
    <w:p w:rsidR="00354DF7" w:rsidRDefault="00354DF7" w:rsidP="00354DF7">
      <w:pPr>
        <w:tabs>
          <w:tab w:val="left" w:pos="6195"/>
        </w:tabs>
      </w:pPr>
      <w:r>
        <w:t>273.5049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273.5061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273.5077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273.5320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273.5338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273.5348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273.5442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273.5515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273.5631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273.5843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273.5905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273.5960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273.5982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273.6001</w:t>
      </w:r>
      <w:r>
        <w:tab/>
        <w:t>3.149e0</w:t>
      </w:r>
    </w:p>
    <w:p w:rsidR="00354DF7" w:rsidRDefault="00354DF7" w:rsidP="00354DF7">
      <w:pPr>
        <w:tabs>
          <w:tab w:val="left" w:pos="6195"/>
        </w:tabs>
      </w:pPr>
      <w:r>
        <w:t>273.6023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273.6154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273.6304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273.6536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273.6725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273.6837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273.6898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273.7073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273.7292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273.7323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273.7553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273.7640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273.7838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273.7980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273.8032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273.8246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273.8262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273.8521</w:t>
      </w:r>
      <w:r>
        <w:tab/>
        <w:t>6.257e0</w:t>
      </w:r>
    </w:p>
    <w:p w:rsidR="00354DF7" w:rsidRDefault="00354DF7" w:rsidP="00354DF7">
      <w:pPr>
        <w:tabs>
          <w:tab w:val="left" w:pos="6195"/>
        </w:tabs>
      </w:pPr>
      <w:r>
        <w:t>273.8545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273.8564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273.8623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273.8967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273.9018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273.9050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273.9061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273.9087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273.9105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273.9362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273.9447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273.9556</w:t>
      </w:r>
      <w:r>
        <w:tab/>
        <w:t>2.119e0</w:t>
      </w:r>
    </w:p>
    <w:p w:rsidR="00354DF7" w:rsidRDefault="00354DF7" w:rsidP="00354DF7">
      <w:pPr>
        <w:tabs>
          <w:tab w:val="left" w:pos="6195"/>
        </w:tabs>
      </w:pPr>
      <w:r>
        <w:t>273.9580</w:t>
      </w:r>
      <w:r>
        <w:tab/>
        <w:t>5.180e0</w:t>
      </w:r>
    </w:p>
    <w:p w:rsidR="00354DF7" w:rsidRDefault="00354DF7" w:rsidP="00354DF7">
      <w:pPr>
        <w:tabs>
          <w:tab w:val="left" w:pos="6195"/>
        </w:tabs>
      </w:pPr>
      <w:r>
        <w:lastRenderedPageBreak/>
        <w:t>273.9735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273.9792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273.9881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273.9964</w:t>
      </w:r>
      <w:r>
        <w:tab/>
        <w:t>3.952e0</w:t>
      </w:r>
    </w:p>
    <w:p w:rsidR="00354DF7" w:rsidRDefault="00354DF7" w:rsidP="00354DF7">
      <w:pPr>
        <w:tabs>
          <w:tab w:val="left" w:pos="6195"/>
        </w:tabs>
      </w:pPr>
      <w:r>
        <w:t>273.9998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274.0135</w:t>
      </w:r>
      <w:r>
        <w:tab/>
        <w:t>5.545e0</w:t>
      </w:r>
    </w:p>
    <w:p w:rsidR="00354DF7" w:rsidRDefault="00354DF7" w:rsidP="00354DF7">
      <w:pPr>
        <w:tabs>
          <w:tab w:val="left" w:pos="6195"/>
        </w:tabs>
      </w:pPr>
      <w:r>
        <w:t>274.0158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274.0228</w:t>
      </w:r>
      <w:r>
        <w:tab/>
        <w:t>6.360e0</w:t>
      </w:r>
    </w:p>
    <w:p w:rsidR="00354DF7" w:rsidRDefault="00354DF7" w:rsidP="00354DF7">
      <w:pPr>
        <w:tabs>
          <w:tab w:val="left" w:pos="6195"/>
        </w:tabs>
      </w:pPr>
      <w:r>
        <w:t>274.0311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274.0349</w:t>
      </w:r>
      <w:r>
        <w:tab/>
        <w:t>6.795e0</w:t>
      </w:r>
    </w:p>
    <w:p w:rsidR="00354DF7" w:rsidRDefault="00354DF7" w:rsidP="00354DF7">
      <w:pPr>
        <w:tabs>
          <w:tab w:val="left" w:pos="6195"/>
        </w:tabs>
      </w:pPr>
      <w:r>
        <w:t>274.0482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274.0619</w:t>
      </w:r>
      <w:r>
        <w:tab/>
        <w:t>1.480e0</w:t>
      </w:r>
    </w:p>
    <w:p w:rsidR="00354DF7" w:rsidRDefault="00354DF7" w:rsidP="00354DF7">
      <w:pPr>
        <w:tabs>
          <w:tab w:val="left" w:pos="6195"/>
        </w:tabs>
      </w:pPr>
      <w:r>
        <w:t>274.0691</w:t>
      </w:r>
      <w:r>
        <w:tab/>
        <w:t>4.371e0</w:t>
      </w:r>
    </w:p>
    <w:p w:rsidR="00354DF7" w:rsidRDefault="00354DF7" w:rsidP="00354DF7">
      <w:pPr>
        <w:tabs>
          <w:tab w:val="left" w:pos="6195"/>
        </w:tabs>
      </w:pPr>
      <w:r>
        <w:t>274.0738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274.0793</w:t>
      </w:r>
      <w:r>
        <w:tab/>
        <w:t>2.471e0</w:t>
      </w:r>
    </w:p>
    <w:p w:rsidR="00354DF7" w:rsidRDefault="00354DF7" w:rsidP="00354DF7">
      <w:pPr>
        <w:tabs>
          <w:tab w:val="left" w:pos="6195"/>
        </w:tabs>
      </w:pPr>
      <w:r>
        <w:t>274.0956</w:t>
      </w:r>
      <w:r>
        <w:tab/>
        <w:t>1.224e0</w:t>
      </w:r>
    </w:p>
    <w:p w:rsidR="00354DF7" w:rsidRDefault="00354DF7" w:rsidP="00354DF7">
      <w:pPr>
        <w:tabs>
          <w:tab w:val="left" w:pos="6195"/>
        </w:tabs>
      </w:pPr>
      <w:r>
        <w:t>274.1037</w:t>
      </w:r>
      <w:r>
        <w:tab/>
        <w:t>4.754e0</w:t>
      </w:r>
    </w:p>
    <w:p w:rsidR="00354DF7" w:rsidRDefault="00354DF7" w:rsidP="00354DF7">
      <w:pPr>
        <w:tabs>
          <w:tab w:val="left" w:pos="6195"/>
        </w:tabs>
      </w:pPr>
      <w:r>
        <w:t>274.1114</w:t>
      </w:r>
      <w:r>
        <w:tab/>
        <w:t>1.870e0</w:t>
      </w:r>
    </w:p>
    <w:p w:rsidR="00354DF7" w:rsidRDefault="00354DF7" w:rsidP="00354DF7">
      <w:pPr>
        <w:tabs>
          <w:tab w:val="left" w:pos="6195"/>
        </w:tabs>
      </w:pPr>
      <w:r>
        <w:t>274.1149</w:t>
      </w:r>
      <w:r>
        <w:tab/>
        <w:t>3.588e0</w:t>
      </w:r>
    </w:p>
    <w:p w:rsidR="00354DF7" w:rsidRDefault="00354DF7" w:rsidP="00354DF7">
      <w:pPr>
        <w:tabs>
          <w:tab w:val="left" w:pos="6195"/>
        </w:tabs>
      </w:pPr>
      <w:r>
        <w:lastRenderedPageBreak/>
        <w:t>274.1220</w:t>
      </w:r>
      <w:r>
        <w:tab/>
        <w:t>7.429e0</w:t>
      </w:r>
    </w:p>
    <w:p w:rsidR="00354DF7" w:rsidRDefault="00354DF7" w:rsidP="00354DF7">
      <w:pPr>
        <w:tabs>
          <w:tab w:val="left" w:pos="6195"/>
        </w:tabs>
      </w:pPr>
      <w:r>
        <w:t>274.1379</w:t>
      </w:r>
      <w:r>
        <w:tab/>
        <w:t>6.216e0</w:t>
      </w:r>
    </w:p>
    <w:p w:rsidR="00354DF7" w:rsidRDefault="00354DF7" w:rsidP="00354DF7">
      <w:pPr>
        <w:tabs>
          <w:tab w:val="left" w:pos="6195"/>
        </w:tabs>
      </w:pPr>
      <w:r>
        <w:t>274.1580</w:t>
      </w:r>
      <w:r>
        <w:tab/>
        <w:t>3.650e0</w:t>
      </w:r>
    </w:p>
    <w:p w:rsidR="00354DF7" w:rsidRDefault="00354DF7" w:rsidP="00354DF7">
      <w:pPr>
        <w:tabs>
          <w:tab w:val="left" w:pos="6195"/>
        </w:tabs>
      </w:pPr>
      <w:r>
        <w:t>274.1663</w:t>
      </w:r>
      <w:r>
        <w:tab/>
        <w:t>8.292e0</w:t>
      </w:r>
    </w:p>
    <w:p w:rsidR="00354DF7" w:rsidRDefault="00354DF7" w:rsidP="00354DF7">
      <w:pPr>
        <w:tabs>
          <w:tab w:val="left" w:pos="6195"/>
        </w:tabs>
      </w:pPr>
      <w:r>
        <w:t>274.1695</w:t>
      </w:r>
      <w:r>
        <w:tab/>
        <w:t>1.099e1</w:t>
      </w:r>
    </w:p>
    <w:p w:rsidR="00354DF7" w:rsidRDefault="00354DF7" w:rsidP="00354DF7">
      <w:pPr>
        <w:tabs>
          <w:tab w:val="left" w:pos="6195"/>
        </w:tabs>
      </w:pPr>
      <w:r>
        <w:t>274.1817</w:t>
      </w:r>
      <w:r>
        <w:tab/>
        <w:t>5.806e0</w:t>
      </w:r>
    </w:p>
    <w:p w:rsidR="00354DF7" w:rsidRDefault="00354DF7" w:rsidP="00354DF7">
      <w:pPr>
        <w:tabs>
          <w:tab w:val="left" w:pos="6195"/>
        </w:tabs>
      </w:pPr>
      <w:r>
        <w:t>274.1942</w:t>
      </w:r>
      <w:r>
        <w:tab/>
        <w:t>2.182e0</w:t>
      </w:r>
    </w:p>
    <w:p w:rsidR="00354DF7" w:rsidRDefault="00354DF7" w:rsidP="00354DF7">
      <w:pPr>
        <w:tabs>
          <w:tab w:val="left" w:pos="6195"/>
        </w:tabs>
      </w:pPr>
      <w:r>
        <w:t>274.1970</w:t>
      </w:r>
      <w:r>
        <w:tab/>
        <w:t>5.355e0</w:t>
      </w:r>
    </w:p>
    <w:p w:rsidR="00354DF7" w:rsidRDefault="00354DF7" w:rsidP="00354DF7">
      <w:pPr>
        <w:tabs>
          <w:tab w:val="left" w:pos="6195"/>
        </w:tabs>
      </w:pPr>
      <w:r>
        <w:t>274.2026</w:t>
      </w:r>
      <w:r>
        <w:tab/>
        <w:t>5.417e0</w:t>
      </w:r>
    </w:p>
    <w:p w:rsidR="00354DF7" w:rsidRDefault="00354DF7" w:rsidP="00354DF7">
      <w:pPr>
        <w:tabs>
          <w:tab w:val="left" w:pos="6195"/>
        </w:tabs>
      </w:pPr>
      <w:r>
        <w:t>274.2115</w:t>
      </w:r>
      <w:r>
        <w:tab/>
        <w:t>4.350e0</w:t>
      </w:r>
    </w:p>
    <w:p w:rsidR="00354DF7" w:rsidRDefault="00354DF7" w:rsidP="00354DF7">
      <w:pPr>
        <w:tabs>
          <w:tab w:val="left" w:pos="6195"/>
        </w:tabs>
      </w:pPr>
      <w:r>
        <w:t>274.2305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274.2352</w:t>
      </w:r>
      <w:r>
        <w:tab/>
        <w:t>4.404e0</w:t>
      </w:r>
    </w:p>
    <w:p w:rsidR="00354DF7" w:rsidRDefault="00354DF7" w:rsidP="00354DF7">
      <w:pPr>
        <w:tabs>
          <w:tab w:val="left" w:pos="6195"/>
        </w:tabs>
      </w:pPr>
      <w:r>
        <w:t>274.2466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274.2502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274.2538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274.2639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274.2906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274.2929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274.2986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274.3151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274.3277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274.3347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274.3506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274.3633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274.3669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274.3739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274.3982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274.4114</w:t>
      </w:r>
      <w:r>
        <w:tab/>
        <w:t>5.461e0</w:t>
      </w:r>
    </w:p>
    <w:p w:rsidR="00354DF7" w:rsidRDefault="00354DF7" w:rsidP="00354DF7">
      <w:pPr>
        <w:tabs>
          <w:tab w:val="left" w:pos="6195"/>
        </w:tabs>
      </w:pPr>
      <w:r>
        <w:t>274.4142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274.4158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274.4336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274.4397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274.4597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274.4607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274.4641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274.4727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274.4879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274.4979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274.5015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274.5170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274.5409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274.5430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274.5468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274.5619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274.5701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274.5779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274.5808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274.5891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274.6013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274.6053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274.6325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274.6467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274.6480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274.6542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274.6801</w:t>
      </w:r>
      <w:r>
        <w:tab/>
        <w:t>2.747e0</w:t>
      </w:r>
    </w:p>
    <w:p w:rsidR="00354DF7" w:rsidRDefault="00354DF7" w:rsidP="00354DF7">
      <w:pPr>
        <w:tabs>
          <w:tab w:val="left" w:pos="6195"/>
        </w:tabs>
      </w:pPr>
      <w:r>
        <w:t>274.6833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274.6992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274.7068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274.7108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274.7244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274.7379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274.7416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274.7573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274.7691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274.7718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274.7812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274.7862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274.7889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274.8030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274.8123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274.8138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274.8263</w:t>
      </w:r>
      <w:r>
        <w:tab/>
        <w:t>4.655e0</w:t>
      </w:r>
    </w:p>
    <w:p w:rsidR="00354DF7" w:rsidRDefault="00354DF7" w:rsidP="00354DF7">
      <w:pPr>
        <w:tabs>
          <w:tab w:val="left" w:pos="6195"/>
        </w:tabs>
      </w:pPr>
      <w:r>
        <w:t>274.8303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274.8434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274.8763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274.8862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274.8918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274.9270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274.9310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274.9327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274.9361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274.9449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274.9489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274.9576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274.9726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274.9757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274.9790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274.9998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275.0239</w:t>
      </w:r>
      <w:r>
        <w:tab/>
        <w:t>4.560e0</w:t>
      </w:r>
    </w:p>
    <w:p w:rsidR="00354DF7" w:rsidRDefault="00354DF7" w:rsidP="00354DF7">
      <w:pPr>
        <w:tabs>
          <w:tab w:val="left" w:pos="6195"/>
        </w:tabs>
      </w:pPr>
      <w:r>
        <w:t>275.0349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275.0366</w:t>
      </w:r>
      <w:r>
        <w:tab/>
        <w:t>9.253e0</w:t>
      </w:r>
    </w:p>
    <w:p w:rsidR="00354DF7" w:rsidRDefault="00354DF7" w:rsidP="00354DF7">
      <w:pPr>
        <w:tabs>
          <w:tab w:val="left" w:pos="6195"/>
        </w:tabs>
      </w:pPr>
      <w:r>
        <w:t>275.0397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275.0608</w:t>
      </w:r>
      <w:r>
        <w:tab/>
        <w:t>2.555e0</w:t>
      </w:r>
    </w:p>
    <w:p w:rsidR="00354DF7" w:rsidRDefault="00354DF7" w:rsidP="00354DF7">
      <w:pPr>
        <w:tabs>
          <w:tab w:val="left" w:pos="6195"/>
        </w:tabs>
      </w:pPr>
      <w:r>
        <w:t>275.0828</w:t>
      </w:r>
      <w:r>
        <w:tab/>
        <w:t>9.758e0</w:t>
      </w:r>
    </w:p>
    <w:p w:rsidR="00354DF7" w:rsidRDefault="00354DF7" w:rsidP="00354DF7">
      <w:pPr>
        <w:tabs>
          <w:tab w:val="left" w:pos="6195"/>
        </w:tabs>
      </w:pPr>
      <w:r>
        <w:t>275.0858</w:t>
      </w:r>
      <w:r>
        <w:tab/>
        <w:t>6.052e0</w:t>
      </w:r>
    </w:p>
    <w:p w:rsidR="00354DF7" w:rsidRDefault="00354DF7" w:rsidP="00354DF7">
      <w:pPr>
        <w:tabs>
          <w:tab w:val="left" w:pos="6195"/>
        </w:tabs>
      </w:pPr>
      <w:r>
        <w:lastRenderedPageBreak/>
        <w:t>275.0952</w:t>
      </w:r>
      <w:r>
        <w:tab/>
        <w:t>2.717e0</w:t>
      </w:r>
    </w:p>
    <w:p w:rsidR="00354DF7" w:rsidRDefault="00354DF7" w:rsidP="00354DF7">
      <w:pPr>
        <w:tabs>
          <w:tab w:val="left" w:pos="6195"/>
        </w:tabs>
      </w:pPr>
      <w:r>
        <w:t>275.1046</w:t>
      </w:r>
      <w:r>
        <w:tab/>
        <w:t>8.819e0</w:t>
      </w:r>
    </w:p>
    <w:p w:rsidR="00354DF7" w:rsidRDefault="00354DF7" w:rsidP="00354DF7">
      <w:pPr>
        <w:tabs>
          <w:tab w:val="left" w:pos="6195"/>
        </w:tabs>
      </w:pPr>
      <w:r>
        <w:t>275.1528</w:t>
      </w:r>
      <w:r>
        <w:tab/>
        <w:t>2.579e0</w:t>
      </w:r>
    </w:p>
    <w:p w:rsidR="00354DF7" w:rsidRDefault="00354DF7" w:rsidP="00354DF7">
      <w:pPr>
        <w:tabs>
          <w:tab w:val="left" w:pos="6195"/>
        </w:tabs>
      </w:pPr>
      <w:r>
        <w:t>275.1652</w:t>
      </w:r>
      <w:r>
        <w:tab/>
        <w:t>4.520e0</w:t>
      </w:r>
    </w:p>
    <w:p w:rsidR="00354DF7" w:rsidRDefault="00354DF7" w:rsidP="00354DF7">
      <w:pPr>
        <w:tabs>
          <w:tab w:val="left" w:pos="6195"/>
        </w:tabs>
      </w:pPr>
      <w:r>
        <w:t>275.1666</w:t>
      </w:r>
      <w:r>
        <w:tab/>
        <w:t>3.157e0</w:t>
      </w:r>
    </w:p>
    <w:p w:rsidR="00354DF7" w:rsidRDefault="00354DF7" w:rsidP="00354DF7">
      <w:pPr>
        <w:tabs>
          <w:tab w:val="left" w:pos="6195"/>
        </w:tabs>
      </w:pPr>
      <w:r>
        <w:t>275.1876</w:t>
      </w:r>
      <w:r>
        <w:tab/>
        <w:t>2.793e0</w:t>
      </w:r>
    </w:p>
    <w:p w:rsidR="00354DF7" w:rsidRDefault="00354DF7" w:rsidP="00354DF7">
      <w:pPr>
        <w:tabs>
          <w:tab w:val="left" w:pos="6195"/>
        </w:tabs>
      </w:pPr>
      <w:r>
        <w:t>275.1890</w:t>
      </w:r>
      <w:r>
        <w:tab/>
        <w:t>1.549e1</w:t>
      </w:r>
    </w:p>
    <w:p w:rsidR="00354DF7" w:rsidRDefault="00354DF7" w:rsidP="00354DF7">
      <w:pPr>
        <w:tabs>
          <w:tab w:val="left" w:pos="6195"/>
        </w:tabs>
      </w:pPr>
      <w:r>
        <w:t>275.1985</w:t>
      </w:r>
      <w:r>
        <w:tab/>
        <w:t>7.209e0</w:t>
      </w:r>
    </w:p>
    <w:p w:rsidR="00354DF7" w:rsidRDefault="00354DF7" w:rsidP="00354DF7">
      <w:pPr>
        <w:tabs>
          <w:tab w:val="left" w:pos="6195"/>
        </w:tabs>
      </w:pPr>
      <w:r>
        <w:t>275.2187</w:t>
      </w:r>
      <w:r>
        <w:tab/>
        <w:t>2.994e0</w:t>
      </w:r>
    </w:p>
    <w:p w:rsidR="00354DF7" w:rsidRDefault="00354DF7" w:rsidP="00354DF7">
      <w:pPr>
        <w:tabs>
          <w:tab w:val="left" w:pos="6195"/>
        </w:tabs>
      </w:pPr>
      <w:r>
        <w:t>275.2365</w:t>
      </w:r>
      <w:r>
        <w:tab/>
        <w:t>2.500e0</w:t>
      </w:r>
    </w:p>
    <w:p w:rsidR="00354DF7" w:rsidRDefault="00354DF7" w:rsidP="00354DF7">
      <w:pPr>
        <w:tabs>
          <w:tab w:val="left" w:pos="6195"/>
        </w:tabs>
      </w:pPr>
      <w:r>
        <w:t>275.2467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275.2554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275.2613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275.2675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275.2708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275.2825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275.2867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275.2927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275.3007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275.3176</w:t>
      </w:r>
      <w:r>
        <w:tab/>
        <w:t>2.168e0</w:t>
      </w:r>
    </w:p>
    <w:p w:rsidR="00354DF7" w:rsidRDefault="00354DF7" w:rsidP="00354DF7">
      <w:pPr>
        <w:tabs>
          <w:tab w:val="left" w:pos="6195"/>
        </w:tabs>
      </w:pPr>
      <w:r>
        <w:t>275.3194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275.3412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275.3549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275.3862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275.3898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275.4017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275.4171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275.4270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275.4294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275.4526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275.4565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275.4642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275.4685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275.4709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275.4994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275.5042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275.5134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275.5327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275.5385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275.5535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275.5701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275.5888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275.5973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275.6013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275.6236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275.6381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275.6404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275.6498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275.6673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275.6870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275.6927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275.6985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275.7066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275.7110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275.7188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275.7424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275.7464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275.7511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275.7788</w:t>
      </w:r>
      <w:r>
        <w:tab/>
        <w:t>2.683e0</w:t>
      </w:r>
    </w:p>
    <w:p w:rsidR="00354DF7" w:rsidRDefault="00354DF7" w:rsidP="00354DF7">
      <w:pPr>
        <w:tabs>
          <w:tab w:val="left" w:pos="6195"/>
        </w:tabs>
      </w:pPr>
      <w:r>
        <w:t>275.7845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275.7965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275.8123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275.8144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275.8316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275.8393</w:t>
      </w:r>
      <w:r>
        <w:tab/>
        <w:t>4.065e0</w:t>
      </w:r>
    </w:p>
    <w:p w:rsidR="00354DF7" w:rsidRDefault="00354DF7" w:rsidP="00354DF7">
      <w:pPr>
        <w:tabs>
          <w:tab w:val="left" w:pos="6195"/>
        </w:tabs>
      </w:pPr>
      <w:r>
        <w:t>275.8437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275.8474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275.8529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275.8772</w:t>
      </w:r>
      <w:r>
        <w:tab/>
        <w:t>1.697e0</w:t>
      </w:r>
    </w:p>
    <w:p w:rsidR="00354DF7" w:rsidRDefault="00354DF7" w:rsidP="00354DF7">
      <w:pPr>
        <w:tabs>
          <w:tab w:val="left" w:pos="6195"/>
        </w:tabs>
      </w:pPr>
      <w:r>
        <w:t>275.8829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275.8953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275.9017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275.9364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275.9411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275.9524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275.9538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275.9565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275.9764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275.9813</w:t>
      </w:r>
      <w:r>
        <w:tab/>
        <w:t>1.211e0</w:t>
      </w:r>
    </w:p>
    <w:p w:rsidR="00354DF7" w:rsidRDefault="00354DF7" w:rsidP="00354DF7">
      <w:pPr>
        <w:tabs>
          <w:tab w:val="left" w:pos="6195"/>
        </w:tabs>
      </w:pPr>
      <w:r>
        <w:t>275.9829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275.9914</w:t>
      </w:r>
      <w:r>
        <w:tab/>
        <w:t>1.362e0</w:t>
      </w:r>
    </w:p>
    <w:p w:rsidR="00354DF7" w:rsidRDefault="00354DF7" w:rsidP="00354DF7">
      <w:pPr>
        <w:tabs>
          <w:tab w:val="left" w:pos="6195"/>
        </w:tabs>
      </w:pPr>
      <w:r>
        <w:t>276.0028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276.0260</w:t>
      </w:r>
      <w:r>
        <w:tab/>
        <w:t>2.112e1</w:t>
      </w:r>
    </w:p>
    <w:p w:rsidR="00354DF7" w:rsidRDefault="00354DF7" w:rsidP="00354DF7">
      <w:pPr>
        <w:tabs>
          <w:tab w:val="left" w:pos="6195"/>
        </w:tabs>
      </w:pPr>
      <w:r>
        <w:t>276.0296</w:t>
      </w:r>
      <w:r>
        <w:tab/>
        <w:t>1.278e1</w:t>
      </w:r>
    </w:p>
    <w:p w:rsidR="00354DF7" w:rsidRDefault="00354DF7" w:rsidP="00354DF7">
      <w:pPr>
        <w:tabs>
          <w:tab w:val="left" w:pos="6195"/>
        </w:tabs>
      </w:pPr>
      <w:r>
        <w:t>276.0348</w:t>
      </w:r>
      <w:r>
        <w:tab/>
        <w:t>4.308e0</w:t>
      </w:r>
    </w:p>
    <w:p w:rsidR="00354DF7" w:rsidRDefault="00354DF7" w:rsidP="00354DF7">
      <w:pPr>
        <w:tabs>
          <w:tab w:val="left" w:pos="6195"/>
        </w:tabs>
      </w:pPr>
      <w:r>
        <w:t>276.0617</w:t>
      </w:r>
      <w:r>
        <w:tab/>
        <w:t>2.896e0</w:t>
      </w:r>
    </w:p>
    <w:p w:rsidR="00354DF7" w:rsidRDefault="00354DF7" w:rsidP="00354DF7">
      <w:pPr>
        <w:tabs>
          <w:tab w:val="left" w:pos="6195"/>
        </w:tabs>
      </w:pPr>
      <w:r>
        <w:t>276.0654</w:t>
      </w:r>
      <w:r>
        <w:tab/>
        <w:t>3.195e0</w:t>
      </w:r>
    </w:p>
    <w:p w:rsidR="00354DF7" w:rsidRDefault="00354DF7" w:rsidP="00354DF7">
      <w:pPr>
        <w:tabs>
          <w:tab w:val="left" w:pos="6195"/>
        </w:tabs>
      </w:pPr>
      <w:r>
        <w:t>276.0873</w:t>
      </w:r>
      <w:r>
        <w:tab/>
        <w:t>1.181e0</w:t>
      </w:r>
    </w:p>
    <w:p w:rsidR="00354DF7" w:rsidRDefault="00354DF7" w:rsidP="00354DF7">
      <w:pPr>
        <w:tabs>
          <w:tab w:val="left" w:pos="6195"/>
        </w:tabs>
      </w:pPr>
      <w:r>
        <w:t>276.0892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276.1081</w:t>
      </w:r>
      <w:r>
        <w:tab/>
        <w:t>1.026e0</w:t>
      </w:r>
    </w:p>
    <w:p w:rsidR="00354DF7" w:rsidRDefault="00354DF7" w:rsidP="00354DF7">
      <w:pPr>
        <w:tabs>
          <w:tab w:val="left" w:pos="6195"/>
        </w:tabs>
      </w:pPr>
      <w:r>
        <w:t>276.1141</w:t>
      </w:r>
      <w:r>
        <w:tab/>
        <w:t>2.192e0</w:t>
      </w:r>
    </w:p>
    <w:p w:rsidR="00354DF7" w:rsidRDefault="00354DF7" w:rsidP="00354DF7">
      <w:pPr>
        <w:tabs>
          <w:tab w:val="left" w:pos="6195"/>
        </w:tabs>
      </w:pPr>
      <w:r>
        <w:t>276.1339</w:t>
      </w:r>
      <w:r>
        <w:tab/>
        <w:t>4.352e0</w:t>
      </w:r>
    </w:p>
    <w:p w:rsidR="00354DF7" w:rsidRDefault="00354DF7" w:rsidP="00354DF7">
      <w:pPr>
        <w:tabs>
          <w:tab w:val="left" w:pos="6195"/>
        </w:tabs>
      </w:pPr>
      <w:r>
        <w:t>276.1355</w:t>
      </w:r>
      <w:r>
        <w:tab/>
        <w:t>2.173e0</w:t>
      </w:r>
    </w:p>
    <w:p w:rsidR="00354DF7" w:rsidRDefault="00354DF7" w:rsidP="00354DF7">
      <w:pPr>
        <w:tabs>
          <w:tab w:val="left" w:pos="6195"/>
        </w:tabs>
      </w:pPr>
      <w:r>
        <w:t>276.1395</w:t>
      </w:r>
      <w:r>
        <w:tab/>
        <w:t>2.187e0</w:t>
      </w:r>
    </w:p>
    <w:p w:rsidR="00354DF7" w:rsidRDefault="00354DF7" w:rsidP="00354DF7">
      <w:pPr>
        <w:tabs>
          <w:tab w:val="left" w:pos="6195"/>
        </w:tabs>
      </w:pPr>
      <w:r>
        <w:t>276.1416</w:t>
      </w:r>
      <w:r>
        <w:tab/>
        <w:t>3.622e0</w:t>
      </w:r>
    </w:p>
    <w:p w:rsidR="00354DF7" w:rsidRDefault="00354DF7" w:rsidP="00354DF7">
      <w:pPr>
        <w:tabs>
          <w:tab w:val="left" w:pos="6195"/>
        </w:tabs>
      </w:pPr>
      <w:r>
        <w:lastRenderedPageBreak/>
        <w:t>276.1512</w:t>
      </w:r>
      <w:r>
        <w:tab/>
        <w:t>1.537e0</w:t>
      </w:r>
    </w:p>
    <w:p w:rsidR="00354DF7" w:rsidRDefault="00354DF7" w:rsidP="00354DF7">
      <w:pPr>
        <w:tabs>
          <w:tab w:val="left" w:pos="6195"/>
        </w:tabs>
      </w:pPr>
      <w:r>
        <w:t>276.1588</w:t>
      </w:r>
      <w:r>
        <w:tab/>
        <w:t>4.663e0</w:t>
      </w:r>
    </w:p>
    <w:p w:rsidR="00354DF7" w:rsidRDefault="00354DF7" w:rsidP="00354DF7">
      <w:pPr>
        <w:tabs>
          <w:tab w:val="left" w:pos="6195"/>
        </w:tabs>
      </w:pPr>
      <w:r>
        <w:t>276.1747</w:t>
      </w:r>
      <w:r>
        <w:tab/>
        <w:t>4.582e0</w:t>
      </w:r>
    </w:p>
    <w:p w:rsidR="00354DF7" w:rsidRDefault="00354DF7" w:rsidP="00354DF7">
      <w:pPr>
        <w:tabs>
          <w:tab w:val="left" w:pos="6195"/>
        </w:tabs>
      </w:pPr>
      <w:r>
        <w:t>276.1815</w:t>
      </w:r>
      <w:r>
        <w:tab/>
        <w:t>4.315e0</w:t>
      </w:r>
    </w:p>
    <w:p w:rsidR="00354DF7" w:rsidRDefault="00354DF7" w:rsidP="00354DF7">
      <w:pPr>
        <w:tabs>
          <w:tab w:val="left" w:pos="6195"/>
        </w:tabs>
      </w:pPr>
      <w:r>
        <w:t>276.1844</w:t>
      </w:r>
      <w:r>
        <w:tab/>
        <w:t>4.778e0</w:t>
      </w:r>
    </w:p>
    <w:p w:rsidR="00354DF7" w:rsidRDefault="00354DF7" w:rsidP="00354DF7">
      <w:pPr>
        <w:tabs>
          <w:tab w:val="left" w:pos="6195"/>
        </w:tabs>
      </w:pPr>
      <w:r>
        <w:t>276.1899</w:t>
      </w:r>
      <w:r>
        <w:tab/>
        <w:t>1.023e1</w:t>
      </w:r>
    </w:p>
    <w:p w:rsidR="00354DF7" w:rsidRDefault="00354DF7" w:rsidP="00354DF7">
      <w:pPr>
        <w:tabs>
          <w:tab w:val="left" w:pos="6195"/>
        </w:tabs>
      </w:pPr>
      <w:r>
        <w:t>276.1947</w:t>
      </w:r>
      <w:r>
        <w:tab/>
        <w:t>2.680e0</w:t>
      </w:r>
    </w:p>
    <w:p w:rsidR="00354DF7" w:rsidRDefault="00354DF7" w:rsidP="00354DF7">
      <w:pPr>
        <w:tabs>
          <w:tab w:val="left" w:pos="6195"/>
        </w:tabs>
      </w:pPr>
      <w:r>
        <w:t>276.2265</w:t>
      </w:r>
      <w:r>
        <w:tab/>
        <w:t>6.006e0</w:t>
      </w:r>
    </w:p>
    <w:p w:rsidR="00354DF7" w:rsidRDefault="00354DF7" w:rsidP="00354DF7">
      <w:pPr>
        <w:tabs>
          <w:tab w:val="left" w:pos="6195"/>
        </w:tabs>
      </w:pPr>
      <w:r>
        <w:t>276.2338</w:t>
      </w:r>
      <w:r>
        <w:tab/>
        <w:t>3.507e0</w:t>
      </w:r>
    </w:p>
    <w:p w:rsidR="00354DF7" w:rsidRDefault="00354DF7" w:rsidP="00354DF7">
      <w:pPr>
        <w:tabs>
          <w:tab w:val="left" w:pos="6195"/>
        </w:tabs>
      </w:pPr>
      <w:r>
        <w:t>276.2441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276.2615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276.2625</w:t>
      </w:r>
      <w:r>
        <w:tab/>
        <w:t>4.551e0</w:t>
      </w:r>
    </w:p>
    <w:p w:rsidR="00354DF7" w:rsidRDefault="00354DF7" w:rsidP="00354DF7">
      <w:pPr>
        <w:tabs>
          <w:tab w:val="left" w:pos="6195"/>
        </w:tabs>
      </w:pPr>
      <w:r>
        <w:t>276.2639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276.2735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276.2876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276.2994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276.3067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276.3104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276.3162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276.3244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276.3338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276.3350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276.3701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276.3724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276.3741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276.3870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276.3959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276.4010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276.4027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276.4449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276.4493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276.4619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276.4715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276.4789</w:t>
      </w:r>
      <w:r>
        <w:tab/>
        <w:t>2.719e0</w:t>
      </w:r>
    </w:p>
    <w:p w:rsidR="00354DF7" w:rsidRDefault="00354DF7" w:rsidP="00354DF7">
      <w:pPr>
        <w:tabs>
          <w:tab w:val="left" w:pos="6195"/>
        </w:tabs>
      </w:pPr>
      <w:r>
        <w:t>276.5043</w:t>
      </w:r>
      <w:r>
        <w:tab/>
        <w:t>3.356e0</w:t>
      </w:r>
    </w:p>
    <w:p w:rsidR="00354DF7" w:rsidRDefault="00354DF7" w:rsidP="00354DF7">
      <w:pPr>
        <w:tabs>
          <w:tab w:val="left" w:pos="6195"/>
        </w:tabs>
      </w:pPr>
      <w:r>
        <w:t>276.5198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276.5280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276.5382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276.5510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276.5597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276.5702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276.5725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276.5924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276.5941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276.5974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276.6215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276.6251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276.6505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276.6546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276.6604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276.6754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276.6834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276.6916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276.7008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276.7068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276.7171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276.7273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276.7461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276.7543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276.7931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276.7986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276.8073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276.8099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276.8224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276.8373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276.8479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276.8640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276.8796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276.8829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276.8953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276.9043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276.9094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276.9110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276.9261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276.9399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276.9450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276.9536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276.9920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276.9930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276.9970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276.9994</w:t>
      </w:r>
      <w:r>
        <w:tab/>
        <w:t>5.219e0</w:t>
      </w:r>
    </w:p>
    <w:p w:rsidR="00354DF7" w:rsidRDefault="00354DF7" w:rsidP="00354DF7">
      <w:pPr>
        <w:tabs>
          <w:tab w:val="left" w:pos="6195"/>
        </w:tabs>
      </w:pPr>
      <w:r>
        <w:t>277.0141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277.0197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277.0212</w:t>
      </w:r>
      <w:r>
        <w:tab/>
        <w:t>3.389e0</w:t>
      </w:r>
    </w:p>
    <w:p w:rsidR="00354DF7" w:rsidRDefault="00354DF7" w:rsidP="00354DF7">
      <w:pPr>
        <w:tabs>
          <w:tab w:val="left" w:pos="6195"/>
        </w:tabs>
      </w:pPr>
      <w:r>
        <w:t>277.0282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277.0557</w:t>
      </w:r>
      <w:r>
        <w:tab/>
        <w:t>5.195e0</w:t>
      </w:r>
    </w:p>
    <w:p w:rsidR="00354DF7" w:rsidRDefault="00354DF7" w:rsidP="00354DF7">
      <w:pPr>
        <w:tabs>
          <w:tab w:val="left" w:pos="6195"/>
        </w:tabs>
      </w:pPr>
      <w:r>
        <w:t>277.0571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277.0898</w:t>
      </w:r>
      <w:r>
        <w:tab/>
        <w:t>5.534e0</w:t>
      </w:r>
    </w:p>
    <w:p w:rsidR="00354DF7" w:rsidRDefault="00354DF7" w:rsidP="00354DF7">
      <w:pPr>
        <w:tabs>
          <w:tab w:val="left" w:pos="6195"/>
        </w:tabs>
      </w:pPr>
      <w:r>
        <w:t>277.1040</w:t>
      </w:r>
      <w:r>
        <w:tab/>
        <w:t>1.871e1</w:t>
      </w:r>
    </w:p>
    <w:p w:rsidR="00354DF7" w:rsidRDefault="00354DF7" w:rsidP="00354DF7">
      <w:pPr>
        <w:tabs>
          <w:tab w:val="left" w:pos="6195"/>
        </w:tabs>
      </w:pPr>
      <w:r>
        <w:t>277.1115</w:t>
      </w:r>
      <w:r>
        <w:tab/>
        <w:t>1.276e1</w:t>
      </w:r>
    </w:p>
    <w:p w:rsidR="00354DF7" w:rsidRDefault="00354DF7" w:rsidP="00354DF7">
      <w:pPr>
        <w:tabs>
          <w:tab w:val="left" w:pos="6195"/>
        </w:tabs>
      </w:pPr>
      <w:r>
        <w:t>277.1125</w:t>
      </w:r>
      <w:r>
        <w:tab/>
        <w:t>7.135e1</w:t>
      </w:r>
    </w:p>
    <w:p w:rsidR="00354DF7" w:rsidRDefault="00354DF7" w:rsidP="00354DF7">
      <w:pPr>
        <w:tabs>
          <w:tab w:val="left" w:pos="6195"/>
        </w:tabs>
      </w:pPr>
      <w:r>
        <w:t>277.1255</w:t>
      </w:r>
      <w:r>
        <w:tab/>
        <w:t>1.576e1</w:t>
      </w:r>
    </w:p>
    <w:p w:rsidR="00354DF7" w:rsidRDefault="00354DF7" w:rsidP="00354DF7">
      <w:pPr>
        <w:tabs>
          <w:tab w:val="left" w:pos="6195"/>
        </w:tabs>
      </w:pPr>
      <w:r>
        <w:t>277.1787</w:t>
      </w:r>
      <w:r>
        <w:tab/>
        <w:t>1.368e0</w:t>
      </w:r>
    </w:p>
    <w:p w:rsidR="00354DF7" w:rsidRDefault="00354DF7" w:rsidP="00354DF7">
      <w:pPr>
        <w:tabs>
          <w:tab w:val="left" w:pos="6195"/>
        </w:tabs>
      </w:pPr>
      <w:r>
        <w:t>277.1816</w:t>
      </w:r>
      <w:r>
        <w:tab/>
        <w:t>3.704e0</w:t>
      </w:r>
    </w:p>
    <w:p w:rsidR="00354DF7" w:rsidRDefault="00354DF7" w:rsidP="00354DF7">
      <w:pPr>
        <w:tabs>
          <w:tab w:val="left" w:pos="6195"/>
        </w:tabs>
      </w:pPr>
      <w:r>
        <w:t>277.1889</w:t>
      </w:r>
      <w:r>
        <w:tab/>
        <w:t>5.051e0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277.1984</w:t>
      </w:r>
      <w:r>
        <w:tab/>
        <w:t>4.339e0</w:t>
      </w:r>
    </w:p>
    <w:p w:rsidR="00354DF7" w:rsidRDefault="00354DF7" w:rsidP="00354DF7">
      <w:pPr>
        <w:tabs>
          <w:tab w:val="left" w:pos="6195"/>
        </w:tabs>
      </w:pPr>
      <w:r>
        <w:t>277.2158</w:t>
      </w:r>
      <w:r>
        <w:tab/>
        <w:t>3.425e0</w:t>
      </w:r>
    </w:p>
    <w:p w:rsidR="00354DF7" w:rsidRDefault="00354DF7" w:rsidP="00354DF7">
      <w:pPr>
        <w:tabs>
          <w:tab w:val="left" w:pos="6195"/>
        </w:tabs>
      </w:pPr>
      <w:r>
        <w:t>277.2228</w:t>
      </w:r>
      <w:r>
        <w:tab/>
        <w:t>2.165e0</w:t>
      </w:r>
    </w:p>
    <w:p w:rsidR="00354DF7" w:rsidRDefault="00354DF7" w:rsidP="00354DF7">
      <w:pPr>
        <w:tabs>
          <w:tab w:val="left" w:pos="6195"/>
        </w:tabs>
      </w:pPr>
      <w:r>
        <w:t>277.2239</w:t>
      </w:r>
      <w:r>
        <w:tab/>
        <w:t>7.666e0</w:t>
      </w:r>
    </w:p>
    <w:p w:rsidR="00354DF7" w:rsidRDefault="00354DF7" w:rsidP="00354DF7">
      <w:pPr>
        <w:tabs>
          <w:tab w:val="left" w:pos="6195"/>
        </w:tabs>
      </w:pPr>
      <w:r>
        <w:t>277.2359</w:t>
      </w:r>
      <w:r>
        <w:tab/>
        <w:t>2.006e0</w:t>
      </w:r>
    </w:p>
    <w:p w:rsidR="00354DF7" w:rsidRDefault="00354DF7" w:rsidP="00354DF7">
      <w:pPr>
        <w:tabs>
          <w:tab w:val="left" w:pos="6195"/>
        </w:tabs>
      </w:pPr>
      <w:r>
        <w:t>277.2489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277.2543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277.2648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277.2669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277.2759</w:t>
      </w:r>
      <w:r>
        <w:tab/>
        <w:t>1.739e0</w:t>
      </w:r>
    </w:p>
    <w:p w:rsidR="00354DF7" w:rsidRDefault="00354DF7" w:rsidP="00354DF7">
      <w:pPr>
        <w:tabs>
          <w:tab w:val="left" w:pos="6195"/>
        </w:tabs>
      </w:pPr>
      <w:r>
        <w:t>277.2936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277.2981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277.3137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277.3210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277.3361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277.3381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277.3417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277.3721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277.3778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277.3918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277.3999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277.4046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277.4134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277.4267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277.4350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277.4446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277.4583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277.4848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277.4900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277.5204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277.5244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277.5386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277.5409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277.5598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277.5903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277.5993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277.6214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277.6224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277.6266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277.6424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277.6635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277.6678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277.6737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277.6874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277.7072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277.7097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277.7193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277.7283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277.7319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277.7448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277.7499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277.7592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277.7635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277.7755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277.7984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277.8033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277.8210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277.8298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277.8469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277.8508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277.8520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277.8694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277.8771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277.8784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277.8826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277.8927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277.9183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277.9230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277.9279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277.9316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277.9598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277.9618</w:t>
      </w:r>
      <w:r>
        <w:tab/>
        <w:t>2.523e1</w:t>
      </w:r>
    </w:p>
    <w:p w:rsidR="00354DF7" w:rsidRDefault="00354DF7" w:rsidP="00354DF7">
      <w:pPr>
        <w:tabs>
          <w:tab w:val="left" w:pos="6195"/>
        </w:tabs>
      </w:pPr>
      <w:r>
        <w:t>277.9659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277.9745</w:t>
      </w:r>
      <w:r>
        <w:tab/>
        <w:t>1.035e1</w:t>
      </w:r>
    </w:p>
    <w:p w:rsidR="00354DF7" w:rsidRDefault="00354DF7" w:rsidP="00354DF7">
      <w:pPr>
        <w:tabs>
          <w:tab w:val="left" w:pos="6195"/>
        </w:tabs>
      </w:pPr>
      <w:r>
        <w:t>277.9889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278.0166</w:t>
      </w:r>
      <w:r>
        <w:tab/>
        <w:t>1.554e0</w:t>
      </w:r>
    </w:p>
    <w:p w:rsidR="00354DF7" w:rsidRDefault="00354DF7" w:rsidP="00354DF7">
      <w:pPr>
        <w:tabs>
          <w:tab w:val="left" w:pos="6195"/>
        </w:tabs>
      </w:pPr>
      <w:r>
        <w:lastRenderedPageBreak/>
        <w:t>278.0211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278.0237</w:t>
      </w:r>
      <w:r>
        <w:tab/>
        <w:t>1.684e1</w:t>
      </w:r>
    </w:p>
    <w:p w:rsidR="00354DF7" w:rsidRDefault="00354DF7" w:rsidP="00354DF7">
      <w:pPr>
        <w:tabs>
          <w:tab w:val="left" w:pos="6195"/>
        </w:tabs>
      </w:pPr>
      <w:r>
        <w:t>278.0397</w:t>
      </w:r>
      <w:r>
        <w:tab/>
        <w:t>5.260e0</w:t>
      </w:r>
    </w:p>
    <w:p w:rsidR="00354DF7" w:rsidRDefault="00354DF7" w:rsidP="00354DF7">
      <w:pPr>
        <w:tabs>
          <w:tab w:val="left" w:pos="6195"/>
        </w:tabs>
      </w:pPr>
      <w:r>
        <w:t>278.0425</w:t>
      </w:r>
      <w:r>
        <w:tab/>
        <w:t>5.421e0</w:t>
      </w:r>
    </w:p>
    <w:p w:rsidR="00354DF7" w:rsidRDefault="00354DF7" w:rsidP="00354DF7">
      <w:pPr>
        <w:tabs>
          <w:tab w:val="left" w:pos="6195"/>
        </w:tabs>
      </w:pPr>
      <w:r>
        <w:t>278.0496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278.0714</w:t>
      </w:r>
      <w:r>
        <w:tab/>
        <w:t>8.051e0</w:t>
      </w:r>
    </w:p>
    <w:p w:rsidR="00354DF7" w:rsidRDefault="00354DF7" w:rsidP="00354DF7">
      <w:pPr>
        <w:tabs>
          <w:tab w:val="left" w:pos="6195"/>
        </w:tabs>
      </w:pPr>
      <w:r>
        <w:t>278.0767</w:t>
      </w:r>
      <w:r>
        <w:tab/>
        <w:t>1.174e0</w:t>
      </w:r>
    </w:p>
    <w:p w:rsidR="00354DF7" w:rsidRDefault="00354DF7" w:rsidP="00354DF7">
      <w:pPr>
        <w:tabs>
          <w:tab w:val="left" w:pos="6195"/>
        </w:tabs>
      </w:pPr>
      <w:r>
        <w:t>278.0788</w:t>
      </w:r>
      <w:r>
        <w:tab/>
        <w:t>2.436e0</w:t>
      </w:r>
    </w:p>
    <w:p w:rsidR="00354DF7" w:rsidRDefault="00354DF7" w:rsidP="00354DF7">
      <w:pPr>
        <w:tabs>
          <w:tab w:val="left" w:pos="6195"/>
        </w:tabs>
      </w:pPr>
      <w:r>
        <w:t>278.1042</w:t>
      </w:r>
      <w:r>
        <w:tab/>
        <w:t>6.679e0</w:t>
      </w:r>
    </w:p>
    <w:p w:rsidR="00354DF7" w:rsidRDefault="00354DF7" w:rsidP="00354DF7">
      <w:pPr>
        <w:tabs>
          <w:tab w:val="left" w:pos="6195"/>
        </w:tabs>
      </w:pPr>
      <w:r>
        <w:t>278.1064</w:t>
      </w:r>
      <w:r>
        <w:tab/>
        <w:t>5.534e0</w:t>
      </w:r>
    </w:p>
    <w:p w:rsidR="00354DF7" w:rsidRDefault="00354DF7" w:rsidP="00354DF7">
      <w:pPr>
        <w:tabs>
          <w:tab w:val="left" w:pos="6195"/>
        </w:tabs>
      </w:pPr>
      <w:r>
        <w:t>278.1098</w:t>
      </w:r>
      <w:r>
        <w:tab/>
        <w:t>2.348e0</w:t>
      </w:r>
    </w:p>
    <w:p w:rsidR="00354DF7" w:rsidRDefault="00354DF7" w:rsidP="00354DF7">
      <w:pPr>
        <w:tabs>
          <w:tab w:val="left" w:pos="6195"/>
        </w:tabs>
      </w:pPr>
      <w:r>
        <w:t>278.1143</w:t>
      </w:r>
      <w:r>
        <w:tab/>
        <w:t>4.550e0</w:t>
      </w:r>
    </w:p>
    <w:p w:rsidR="00354DF7" w:rsidRDefault="00354DF7" w:rsidP="00354DF7">
      <w:pPr>
        <w:tabs>
          <w:tab w:val="left" w:pos="6195"/>
        </w:tabs>
      </w:pPr>
      <w:r>
        <w:t>278.1414</w:t>
      </w:r>
      <w:r>
        <w:tab/>
        <w:t>4.748e0</w:t>
      </w:r>
    </w:p>
    <w:p w:rsidR="00354DF7" w:rsidRDefault="00354DF7" w:rsidP="00354DF7">
      <w:pPr>
        <w:tabs>
          <w:tab w:val="left" w:pos="6195"/>
        </w:tabs>
      </w:pPr>
      <w:r>
        <w:t>278.1468</w:t>
      </w:r>
      <w:r>
        <w:tab/>
        <w:t>2.302e0</w:t>
      </w:r>
    </w:p>
    <w:p w:rsidR="00354DF7" w:rsidRDefault="00354DF7" w:rsidP="00354DF7">
      <w:pPr>
        <w:tabs>
          <w:tab w:val="left" w:pos="6195"/>
        </w:tabs>
      </w:pPr>
      <w:r>
        <w:t>278.1489</w:t>
      </w:r>
      <w:r>
        <w:tab/>
        <w:t>3.002e0</w:t>
      </w:r>
    </w:p>
    <w:p w:rsidR="00354DF7" w:rsidRDefault="00354DF7" w:rsidP="00354DF7">
      <w:pPr>
        <w:tabs>
          <w:tab w:val="left" w:pos="6195"/>
        </w:tabs>
      </w:pPr>
      <w:r>
        <w:t>278.1634</w:t>
      </w:r>
      <w:r>
        <w:tab/>
        <w:t>1.656e0</w:t>
      </w:r>
    </w:p>
    <w:p w:rsidR="00354DF7" w:rsidRDefault="00354DF7" w:rsidP="00354DF7">
      <w:pPr>
        <w:tabs>
          <w:tab w:val="left" w:pos="6195"/>
        </w:tabs>
      </w:pPr>
      <w:r>
        <w:t>278.1714</w:t>
      </w:r>
      <w:r>
        <w:tab/>
        <w:t>1.658e0</w:t>
      </w:r>
    </w:p>
    <w:p w:rsidR="00354DF7" w:rsidRDefault="00354DF7" w:rsidP="00354DF7">
      <w:pPr>
        <w:tabs>
          <w:tab w:val="left" w:pos="6195"/>
        </w:tabs>
      </w:pPr>
      <w:r>
        <w:t>278.1788</w:t>
      </w:r>
      <w:r>
        <w:tab/>
        <w:t>2.844e0</w:t>
      </w:r>
    </w:p>
    <w:p w:rsidR="00354DF7" w:rsidRDefault="00354DF7" w:rsidP="00354DF7">
      <w:pPr>
        <w:tabs>
          <w:tab w:val="left" w:pos="6195"/>
        </w:tabs>
      </w:pPr>
      <w:r>
        <w:t>278.1826</w:t>
      </w:r>
      <w:r>
        <w:tab/>
        <w:t>5.533e0</w:t>
      </w:r>
    </w:p>
    <w:p w:rsidR="00354DF7" w:rsidRDefault="00354DF7" w:rsidP="00354DF7">
      <w:pPr>
        <w:tabs>
          <w:tab w:val="left" w:pos="6195"/>
        </w:tabs>
      </w:pPr>
      <w:r>
        <w:lastRenderedPageBreak/>
        <w:t>278.2055</w:t>
      </w:r>
      <w:r>
        <w:tab/>
        <w:t>1.850e0</w:t>
      </w:r>
    </w:p>
    <w:p w:rsidR="00354DF7" w:rsidRDefault="00354DF7" w:rsidP="00354DF7">
      <w:pPr>
        <w:tabs>
          <w:tab w:val="left" w:pos="6195"/>
        </w:tabs>
      </w:pPr>
      <w:r>
        <w:t>278.2194</w:t>
      </w:r>
      <w:r>
        <w:tab/>
        <w:t>2.851e0</w:t>
      </w:r>
    </w:p>
    <w:p w:rsidR="00354DF7" w:rsidRDefault="00354DF7" w:rsidP="00354DF7">
      <w:pPr>
        <w:tabs>
          <w:tab w:val="left" w:pos="6195"/>
        </w:tabs>
      </w:pPr>
      <w:r>
        <w:t>278.2250</w:t>
      </w:r>
      <w:r>
        <w:tab/>
        <w:t>2.935e0</w:t>
      </w:r>
    </w:p>
    <w:p w:rsidR="00354DF7" w:rsidRDefault="00354DF7" w:rsidP="00354DF7">
      <w:pPr>
        <w:tabs>
          <w:tab w:val="left" w:pos="6195"/>
        </w:tabs>
      </w:pPr>
      <w:r>
        <w:t>278.2304</w:t>
      </w:r>
      <w:r>
        <w:tab/>
        <w:t>1.714e0</w:t>
      </w:r>
    </w:p>
    <w:p w:rsidR="00354DF7" w:rsidRDefault="00354DF7" w:rsidP="00354DF7">
      <w:pPr>
        <w:tabs>
          <w:tab w:val="left" w:pos="6195"/>
        </w:tabs>
      </w:pPr>
      <w:r>
        <w:t>278.2506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278.2570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278.2605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278.2619</w:t>
      </w:r>
      <w:r>
        <w:tab/>
        <w:t>3.275e0</w:t>
      </w:r>
    </w:p>
    <w:p w:rsidR="00354DF7" w:rsidRDefault="00354DF7" w:rsidP="00354DF7">
      <w:pPr>
        <w:tabs>
          <w:tab w:val="left" w:pos="6195"/>
        </w:tabs>
      </w:pPr>
      <w:r>
        <w:t>278.2682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278.2780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278.3054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278.3156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278.3173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278.3302</w:t>
      </w:r>
      <w:r>
        <w:tab/>
        <w:t>3.934e0</w:t>
      </w:r>
    </w:p>
    <w:p w:rsidR="00354DF7" w:rsidRDefault="00354DF7" w:rsidP="00354DF7">
      <w:pPr>
        <w:tabs>
          <w:tab w:val="left" w:pos="6195"/>
        </w:tabs>
      </w:pPr>
      <w:r>
        <w:t>278.3347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278.3584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278.3704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278.3740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278.4012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278.4057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278.4138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278.4148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278.4240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278.4350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278.4492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278.4581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278.4722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278.4915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278.4991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278.5075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278.5211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278.5243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278.5348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278.5388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278.5450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278.5463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278.5747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278.5924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278.5943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278.6183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278.6287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278.6326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278.6519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278.6592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278.6639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278.6715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278.6895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278.6987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278.7123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278.7224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278.7239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278.7464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278.7675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278.7814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278.7850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278.7874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278.7928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278.8230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278.8423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278.8441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278.8486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278.8519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278.8597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278.8693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278.8835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278.8893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278.8943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278.9049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278.9070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278.9181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278.9309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278.9619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278.9658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278.9684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278.9699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278.9731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279.0007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279.0078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279.0108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279.0127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279.0361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279.0409</w:t>
      </w:r>
      <w:r>
        <w:tab/>
        <w:t>4.823e0</w:t>
      </w:r>
    </w:p>
    <w:p w:rsidR="00354DF7" w:rsidRDefault="00354DF7" w:rsidP="00354DF7">
      <w:pPr>
        <w:tabs>
          <w:tab w:val="left" w:pos="6195"/>
        </w:tabs>
      </w:pPr>
      <w:r>
        <w:t>279.0911</w:t>
      </w:r>
      <w:r>
        <w:tab/>
        <w:t>2.754e1</w:t>
      </w:r>
    </w:p>
    <w:p w:rsidR="00354DF7" w:rsidRDefault="00354DF7" w:rsidP="00354DF7">
      <w:pPr>
        <w:tabs>
          <w:tab w:val="left" w:pos="6195"/>
        </w:tabs>
      </w:pPr>
      <w:r>
        <w:t>279.0926</w:t>
      </w:r>
      <w:r>
        <w:tab/>
        <w:t>2.796e1</w:t>
      </w:r>
    </w:p>
    <w:p w:rsidR="00354DF7" w:rsidRDefault="00354DF7" w:rsidP="00354DF7">
      <w:pPr>
        <w:tabs>
          <w:tab w:val="left" w:pos="6195"/>
        </w:tabs>
      </w:pPr>
      <w:r>
        <w:t>279.0948</w:t>
      </w:r>
      <w:r>
        <w:tab/>
        <w:t>7.219e1</w:t>
      </w:r>
    </w:p>
    <w:p w:rsidR="00354DF7" w:rsidRDefault="00354DF7" w:rsidP="00354DF7">
      <w:pPr>
        <w:tabs>
          <w:tab w:val="left" w:pos="6195"/>
        </w:tabs>
      </w:pPr>
      <w:r>
        <w:t>279.0963</w:t>
      </w:r>
      <w:r>
        <w:tab/>
        <w:t>3.666e1</w:t>
      </w:r>
    </w:p>
    <w:p w:rsidR="00354DF7" w:rsidRDefault="00354DF7" w:rsidP="00354DF7">
      <w:pPr>
        <w:tabs>
          <w:tab w:val="left" w:pos="6195"/>
        </w:tabs>
      </w:pPr>
      <w:r>
        <w:t>279.0987</w:t>
      </w:r>
      <w:r>
        <w:tab/>
        <w:t>3.580e1</w:t>
      </w:r>
    </w:p>
    <w:p w:rsidR="00354DF7" w:rsidRDefault="00354DF7" w:rsidP="00354DF7">
      <w:pPr>
        <w:tabs>
          <w:tab w:val="left" w:pos="6195"/>
        </w:tabs>
      </w:pPr>
      <w:r>
        <w:t>279.1544</w:t>
      </w:r>
      <w:r>
        <w:tab/>
        <w:t>2.878e1</w:t>
      </w:r>
    </w:p>
    <w:p w:rsidR="00354DF7" w:rsidRDefault="00354DF7" w:rsidP="00354DF7">
      <w:pPr>
        <w:tabs>
          <w:tab w:val="left" w:pos="6195"/>
        </w:tabs>
      </w:pPr>
      <w:r>
        <w:t>279.1569</w:t>
      </w:r>
      <w:r>
        <w:tab/>
        <w:t>7.323e0</w:t>
      </w:r>
    </w:p>
    <w:p w:rsidR="00354DF7" w:rsidRDefault="00354DF7" w:rsidP="00354DF7">
      <w:pPr>
        <w:tabs>
          <w:tab w:val="left" w:pos="6195"/>
        </w:tabs>
      </w:pPr>
      <w:r>
        <w:t>279.1585</w:t>
      </w:r>
      <w:r>
        <w:tab/>
        <w:t>1.003e1</w:t>
      </w:r>
    </w:p>
    <w:p w:rsidR="00354DF7" w:rsidRDefault="00354DF7" w:rsidP="00354DF7">
      <w:pPr>
        <w:tabs>
          <w:tab w:val="left" w:pos="6195"/>
        </w:tabs>
      </w:pPr>
      <w:r>
        <w:t>279.1609</w:t>
      </w:r>
      <w:r>
        <w:tab/>
        <w:t>1.656e1</w:t>
      </w:r>
    </w:p>
    <w:p w:rsidR="00354DF7" w:rsidRDefault="00354DF7" w:rsidP="00354DF7">
      <w:pPr>
        <w:tabs>
          <w:tab w:val="left" w:pos="6195"/>
        </w:tabs>
      </w:pPr>
      <w:r>
        <w:t>279.1850</w:t>
      </w:r>
      <w:r>
        <w:tab/>
        <w:t>3.712e0</w:t>
      </w:r>
    </w:p>
    <w:p w:rsidR="00354DF7" w:rsidRDefault="00354DF7" w:rsidP="00354DF7">
      <w:pPr>
        <w:tabs>
          <w:tab w:val="left" w:pos="6195"/>
        </w:tabs>
      </w:pPr>
      <w:r>
        <w:t>279.1911</w:t>
      </w:r>
      <w:r>
        <w:tab/>
        <w:t>7.172e0</w:t>
      </w:r>
    </w:p>
    <w:p w:rsidR="00354DF7" w:rsidRDefault="00354DF7" w:rsidP="00354DF7">
      <w:pPr>
        <w:tabs>
          <w:tab w:val="left" w:pos="6195"/>
        </w:tabs>
      </w:pPr>
      <w:r>
        <w:t>279.2090</w:t>
      </w:r>
      <w:r>
        <w:tab/>
        <w:t>4.922e0</w:t>
      </w:r>
    </w:p>
    <w:p w:rsidR="00354DF7" w:rsidRDefault="00354DF7" w:rsidP="00354DF7">
      <w:pPr>
        <w:tabs>
          <w:tab w:val="left" w:pos="6195"/>
        </w:tabs>
      </w:pPr>
      <w:r>
        <w:t>279.2251</w:t>
      </w:r>
      <w:r>
        <w:tab/>
        <w:t>1.678e0</w:t>
      </w:r>
    </w:p>
    <w:p w:rsidR="00354DF7" w:rsidRDefault="00354DF7" w:rsidP="00354DF7">
      <w:pPr>
        <w:tabs>
          <w:tab w:val="left" w:pos="6195"/>
        </w:tabs>
      </w:pPr>
      <w:r>
        <w:lastRenderedPageBreak/>
        <w:t>279.2313</w:t>
      </w:r>
      <w:r>
        <w:tab/>
        <w:t>2.442e0</w:t>
      </w:r>
    </w:p>
    <w:p w:rsidR="00354DF7" w:rsidRDefault="00354DF7" w:rsidP="00354DF7">
      <w:pPr>
        <w:tabs>
          <w:tab w:val="left" w:pos="6195"/>
        </w:tabs>
      </w:pPr>
      <w:r>
        <w:t>279.2481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279.2507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279.2621</w:t>
      </w:r>
      <w:r>
        <w:tab/>
        <w:t>2.418e0</w:t>
      </w:r>
    </w:p>
    <w:p w:rsidR="00354DF7" w:rsidRDefault="00354DF7" w:rsidP="00354DF7">
      <w:pPr>
        <w:tabs>
          <w:tab w:val="left" w:pos="6195"/>
        </w:tabs>
      </w:pPr>
      <w:r>
        <w:t>279.2717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279.2834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279.3041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279.3105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279.3140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279.3170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279.3198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279.3315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279.3415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279.3513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279.3558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279.3728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279.3742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279.3783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279.4200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279.4252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279.4272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279.4313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279.4357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279.4514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279.4583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279.4687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279.4710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279.4830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279.5235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279.5356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279.5569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279.5605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279.5698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279.5769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279.6039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279.6081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279.6124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279.6163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279.6376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279.6481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279.6497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279.6829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279.6840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279.6890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279.6982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279.7102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279.7126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279.7149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279.7335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279.7453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279.7688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279.7816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279.7917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279.8039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279.8176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279.8276</w:t>
      </w:r>
      <w:r>
        <w:tab/>
        <w:t>2.298e0</w:t>
      </w:r>
    </w:p>
    <w:p w:rsidR="00354DF7" w:rsidRDefault="00354DF7" w:rsidP="00354DF7">
      <w:pPr>
        <w:tabs>
          <w:tab w:val="left" w:pos="6195"/>
        </w:tabs>
      </w:pPr>
      <w:r>
        <w:t>279.8297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279.8625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279.8705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279.8716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279.8769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279.8894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279.8977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279.9062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279.9271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279.9394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279.9554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279.9577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279.9599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279.9689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279.9907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279.9954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280.0097</w:t>
      </w:r>
      <w:r>
        <w:tab/>
        <w:t>5.950e0</w:t>
      </w:r>
    </w:p>
    <w:p w:rsidR="00354DF7" w:rsidRDefault="00354DF7" w:rsidP="00354DF7">
      <w:pPr>
        <w:tabs>
          <w:tab w:val="left" w:pos="6195"/>
        </w:tabs>
      </w:pPr>
      <w:r>
        <w:t>280.0127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280.0196</w:t>
      </w:r>
      <w:r>
        <w:tab/>
        <w:t>2.666e0</w:t>
      </w:r>
    </w:p>
    <w:p w:rsidR="00354DF7" w:rsidRDefault="00354DF7" w:rsidP="00354DF7">
      <w:pPr>
        <w:tabs>
          <w:tab w:val="left" w:pos="6195"/>
        </w:tabs>
      </w:pPr>
      <w:r>
        <w:t>280.0444</w:t>
      </w:r>
      <w:r>
        <w:tab/>
        <w:t>3.093e0</w:t>
      </w:r>
    </w:p>
    <w:p w:rsidR="00354DF7" w:rsidRDefault="00354DF7" w:rsidP="00354DF7">
      <w:pPr>
        <w:tabs>
          <w:tab w:val="left" w:pos="6195"/>
        </w:tabs>
      </w:pPr>
      <w:r>
        <w:lastRenderedPageBreak/>
        <w:t>280.0578</w:t>
      </w:r>
      <w:r>
        <w:tab/>
        <w:t>1.965e0</w:t>
      </w:r>
    </w:p>
    <w:p w:rsidR="00354DF7" w:rsidRDefault="00354DF7" w:rsidP="00354DF7">
      <w:pPr>
        <w:tabs>
          <w:tab w:val="left" w:pos="6195"/>
        </w:tabs>
      </w:pPr>
      <w:r>
        <w:t>280.0743</w:t>
      </w:r>
      <w:r>
        <w:tab/>
        <w:t>1.784e0</w:t>
      </w:r>
    </w:p>
    <w:p w:rsidR="00354DF7" w:rsidRDefault="00354DF7" w:rsidP="00354DF7">
      <w:pPr>
        <w:tabs>
          <w:tab w:val="left" w:pos="6195"/>
        </w:tabs>
      </w:pPr>
      <w:r>
        <w:t>280.0882</w:t>
      </w:r>
      <w:r>
        <w:tab/>
        <w:t>9.941e0</w:t>
      </w:r>
    </w:p>
    <w:p w:rsidR="00354DF7" w:rsidRDefault="00354DF7" w:rsidP="00354DF7">
      <w:pPr>
        <w:tabs>
          <w:tab w:val="left" w:pos="6195"/>
        </w:tabs>
      </w:pPr>
      <w:r>
        <w:t>280.1007</w:t>
      </w:r>
      <w:r>
        <w:tab/>
        <w:t>5.449e0</w:t>
      </w:r>
    </w:p>
    <w:p w:rsidR="00354DF7" w:rsidRDefault="00354DF7" w:rsidP="00354DF7">
      <w:pPr>
        <w:tabs>
          <w:tab w:val="left" w:pos="6195"/>
        </w:tabs>
      </w:pPr>
      <w:r>
        <w:t>280.1034</w:t>
      </w:r>
      <w:r>
        <w:tab/>
        <w:t>1.313e1</w:t>
      </w:r>
    </w:p>
    <w:p w:rsidR="00354DF7" w:rsidRDefault="00354DF7" w:rsidP="00354DF7">
      <w:pPr>
        <w:tabs>
          <w:tab w:val="left" w:pos="6195"/>
        </w:tabs>
      </w:pPr>
      <w:r>
        <w:t>280.1069</w:t>
      </w:r>
      <w:r>
        <w:tab/>
        <w:t>1.331e1</w:t>
      </w:r>
    </w:p>
    <w:p w:rsidR="00354DF7" w:rsidRDefault="00354DF7" w:rsidP="00354DF7">
      <w:pPr>
        <w:tabs>
          <w:tab w:val="left" w:pos="6195"/>
        </w:tabs>
      </w:pPr>
      <w:r>
        <w:t>280.1103</w:t>
      </w:r>
      <w:r>
        <w:tab/>
        <w:t>4.036e0</w:t>
      </w:r>
    </w:p>
    <w:p w:rsidR="00354DF7" w:rsidRDefault="00354DF7" w:rsidP="00354DF7">
      <w:pPr>
        <w:tabs>
          <w:tab w:val="left" w:pos="6195"/>
        </w:tabs>
      </w:pPr>
      <w:r>
        <w:t>280.1507</w:t>
      </w:r>
      <w:r>
        <w:tab/>
        <w:t>1.014e0</w:t>
      </w:r>
    </w:p>
    <w:p w:rsidR="00354DF7" w:rsidRDefault="00354DF7" w:rsidP="00354DF7">
      <w:pPr>
        <w:tabs>
          <w:tab w:val="left" w:pos="6195"/>
        </w:tabs>
      </w:pPr>
      <w:r>
        <w:t>280.1578</w:t>
      </w:r>
      <w:r>
        <w:tab/>
        <w:t>1.996e0</w:t>
      </w:r>
    </w:p>
    <w:p w:rsidR="00354DF7" w:rsidRDefault="00354DF7" w:rsidP="00354DF7">
      <w:pPr>
        <w:tabs>
          <w:tab w:val="left" w:pos="6195"/>
        </w:tabs>
      </w:pPr>
      <w:r>
        <w:t>280.1603</w:t>
      </w:r>
      <w:r>
        <w:tab/>
        <w:t>4.866e0</w:t>
      </w:r>
    </w:p>
    <w:p w:rsidR="00354DF7" w:rsidRDefault="00354DF7" w:rsidP="00354DF7">
      <w:pPr>
        <w:tabs>
          <w:tab w:val="left" w:pos="6195"/>
        </w:tabs>
      </w:pPr>
      <w:r>
        <w:t>280.1649</w:t>
      </w:r>
      <w:r>
        <w:tab/>
        <w:t>5.348e0</w:t>
      </w:r>
    </w:p>
    <w:p w:rsidR="00354DF7" w:rsidRDefault="00354DF7" w:rsidP="00354DF7">
      <w:pPr>
        <w:tabs>
          <w:tab w:val="left" w:pos="6195"/>
        </w:tabs>
      </w:pPr>
      <w:r>
        <w:t>280.1673</w:t>
      </w:r>
      <w:r>
        <w:tab/>
        <w:t>4.044e0</w:t>
      </w:r>
    </w:p>
    <w:p w:rsidR="00354DF7" w:rsidRDefault="00354DF7" w:rsidP="00354DF7">
      <w:pPr>
        <w:tabs>
          <w:tab w:val="left" w:pos="6195"/>
        </w:tabs>
      </w:pPr>
      <w:r>
        <w:t>280.1691</w:t>
      </w:r>
      <w:r>
        <w:tab/>
        <w:t>4.475e0</w:t>
      </w:r>
    </w:p>
    <w:p w:rsidR="00354DF7" w:rsidRDefault="00354DF7" w:rsidP="00354DF7">
      <w:pPr>
        <w:tabs>
          <w:tab w:val="left" w:pos="6195"/>
        </w:tabs>
      </w:pPr>
      <w:r>
        <w:t>280.1949</w:t>
      </w:r>
      <w:r>
        <w:tab/>
        <w:t>3.382e0</w:t>
      </w:r>
    </w:p>
    <w:p w:rsidR="00354DF7" w:rsidRDefault="00354DF7" w:rsidP="00354DF7">
      <w:pPr>
        <w:tabs>
          <w:tab w:val="left" w:pos="6195"/>
        </w:tabs>
      </w:pPr>
      <w:r>
        <w:t>280.2013</w:t>
      </w:r>
      <w:r>
        <w:tab/>
        <w:t>2.159e0</w:t>
      </w:r>
    </w:p>
    <w:p w:rsidR="00354DF7" w:rsidRDefault="00354DF7" w:rsidP="00354DF7">
      <w:pPr>
        <w:tabs>
          <w:tab w:val="left" w:pos="6195"/>
        </w:tabs>
      </w:pPr>
      <w:r>
        <w:t>280.2038</w:t>
      </w:r>
      <w:r>
        <w:tab/>
        <w:t>1.862e0</w:t>
      </w:r>
    </w:p>
    <w:p w:rsidR="00354DF7" w:rsidRDefault="00354DF7" w:rsidP="00354DF7">
      <w:pPr>
        <w:tabs>
          <w:tab w:val="left" w:pos="6195"/>
        </w:tabs>
      </w:pPr>
      <w:r>
        <w:t>280.2175</w:t>
      </w:r>
      <w:r>
        <w:tab/>
        <w:t>2.788e0</w:t>
      </w:r>
    </w:p>
    <w:p w:rsidR="00354DF7" w:rsidRDefault="00354DF7" w:rsidP="00354DF7">
      <w:pPr>
        <w:tabs>
          <w:tab w:val="left" w:pos="6195"/>
        </w:tabs>
      </w:pPr>
      <w:r>
        <w:t>280.2299</w:t>
      </w:r>
      <w:r>
        <w:tab/>
        <w:t>1.437e0</w:t>
      </w:r>
    </w:p>
    <w:p w:rsidR="00354DF7" w:rsidRDefault="00354DF7" w:rsidP="00354DF7">
      <w:pPr>
        <w:tabs>
          <w:tab w:val="left" w:pos="6195"/>
        </w:tabs>
      </w:pPr>
      <w:r>
        <w:t>280.2432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280.2579</w:t>
      </w:r>
      <w:r>
        <w:tab/>
        <w:t>1.166e0</w:t>
      </w:r>
    </w:p>
    <w:p w:rsidR="00354DF7" w:rsidRDefault="00354DF7" w:rsidP="00354DF7">
      <w:pPr>
        <w:tabs>
          <w:tab w:val="left" w:pos="6195"/>
        </w:tabs>
      </w:pPr>
      <w:r>
        <w:t>280.2706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280.2936</w:t>
      </w:r>
      <w:r>
        <w:tab/>
        <w:t>2.159e0</w:t>
      </w:r>
    </w:p>
    <w:p w:rsidR="00354DF7" w:rsidRDefault="00354DF7" w:rsidP="00354DF7">
      <w:pPr>
        <w:tabs>
          <w:tab w:val="left" w:pos="6195"/>
        </w:tabs>
      </w:pPr>
      <w:r>
        <w:t>280.3000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280.3085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280.3126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280.3256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280.3460</w:t>
      </w:r>
      <w:r>
        <w:tab/>
        <w:t>6.599e0</w:t>
      </w:r>
    </w:p>
    <w:p w:rsidR="00354DF7" w:rsidRDefault="00354DF7" w:rsidP="00354DF7">
      <w:pPr>
        <w:tabs>
          <w:tab w:val="left" w:pos="6195"/>
        </w:tabs>
      </w:pPr>
      <w:r>
        <w:t>280.3564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280.3688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280.3773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280.3879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280.4185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280.4272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280.4517</w:t>
      </w:r>
      <w:r>
        <w:tab/>
        <w:t>3.681e0</w:t>
      </w:r>
    </w:p>
    <w:p w:rsidR="00354DF7" w:rsidRDefault="00354DF7" w:rsidP="00354DF7">
      <w:pPr>
        <w:tabs>
          <w:tab w:val="left" w:pos="6195"/>
        </w:tabs>
      </w:pPr>
      <w:r>
        <w:t>280.4608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280.4648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280.4854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280.4894</w:t>
      </w:r>
      <w:r>
        <w:tab/>
        <w:t>2.237e0</w:t>
      </w:r>
    </w:p>
    <w:p w:rsidR="00354DF7" w:rsidRDefault="00354DF7" w:rsidP="00354DF7">
      <w:pPr>
        <w:tabs>
          <w:tab w:val="left" w:pos="6195"/>
        </w:tabs>
      </w:pPr>
      <w:r>
        <w:lastRenderedPageBreak/>
        <w:t>280.4936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280.4987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280.5017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280.5060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280.5254</w:t>
      </w:r>
      <w:r>
        <w:tab/>
        <w:t>1.131e0</w:t>
      </w:r>
    </w:p>
    <w:p w:rsidR="00354DF7" w:rsidRDefault="00354DF7" w:rsidP="00354DF7">
      <w:pPr>
        <w:tabs>
          <w:tab w:val="left" w:pos="6195"/>
        </w:tabs>
      </w:pPr>
      <w:r>
        <w:t>280.5370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280.5648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280.5688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280.5919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280.6030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280.6196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280.6452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280.6505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280.6588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280.6630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280.6849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280.6862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280.7021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280.7133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280.7251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280.7356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280.7380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280.7525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280.7589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280.7689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280.7843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280.7938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280.8057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280.8195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280.8252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280.8297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280.8410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280.8536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280.8625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280.8770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280.8822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280.8862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280.8898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280.9215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280.9414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280.9566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280.9747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280.9763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281.0032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281.0049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281.0118</w:t>
      </w:r>
      <w:r>
        <w:tab/>
        <w:t>1.767e0</w:t>
      </w:r>
    </w:p>
    <w:p w:rsidR="00354DF7" w:rsidRDefault="00354DF7" w:rsidP="00354DF7">
      <w:pPr>
        <w:tabs>
          <w:tab w:val="left" w:pos="6195"/>
        </w:tabs>
      </w:pPr>
      <w:r>
        <w:t>281.0130</w:t>
      </w:r>
      <w:r>
        <w:tab/>
        <w:t>8.736e0</w:t>
      </w:r>
    </w:p>
    <w:p w:rsidR="00354DF7" w:rsidRDefault="00354DF7" w:rsidP="00354DF7">
      <w:pPr>
        <w:tabs>
          <w:tab w:val="left" w:pos="6195"/>
        </w:tabs>
      </w:pPr>
      <w:r>
        <w:t>281.0204</w:t>
      </w:r>
      <w:r>
        <w:tab/>
        <w:t>3.002e0</w:t>
      </w:r>
    </w:p>
    <w:p w:rsidR="00354DF7" w:rsidRDefault="00354DF7" w:rsidP="00354DF7">
      <w:pPr>
        <w:tabs>
          <w:tab w:val="left" w:pos="6195"/>
        </w:tabs>
      </w:pPr>
      <w:r>
        <w:t>281.0316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281.0378</w:t>
      </w:r>
      <w:r>
        <w:tab/>
        <w:t>1.471e0</w:t>
      </w:r>
    </w:p>
    <w:p w:rsidR="00354DF7" w:rsidRDefault="00354DF7" w:rsidP="00354DF7">
      <w:pPr>
        <w:tabs>
          <w:tab w:val="left" w:pos="6195"/>
        </w:tabs>
      </w:pPr>
      <w:r>
        <w:t>281.0773</w:t>
      </w:r>
      <w:r>
        <w:tab/>
        <w:t>2.566e0</w:t>
      </w:r>
    </w:p>
    <w:p w:rsidR="00354DF7" w:rsidRDefault="00354DF7" w:rsidP="00354DF7">
      <w:pPr>
        <w:tabs>
          <w:tab w:val="left" w:pos="6195"/>
        </w:tabs>
      </w:pPr>
      <w:r>
        <w:t>281.0798</w:t>
      </w:r>
      <w:r>
        <w:tab/>
        <w:t>3.402e0</w:t>
      </w:r>
    </w:p>
    <w:p w:rsidR="00354DF7" w:rsidRDefault="00354DF7" w:rsidP="00354DF7">
      <w:pPr>
        <w:tabs>
          <w:tab w:val="left" w:pos="6195"/>
        </w:tabs>
      </w:pPr>
      <w:r>
        <w:t>281.0832</w:t>
      </w:r>
      <w:r>
        <w:tab/>
        <w:t>1.619e0</w:t>
      </w:r>
    </w:p>
    <w:p w:rsidR="00354DF7" w:rsidRDefault="00354DF7" w:rsidP="00354DF7">
      <w:pPr>
        <w:tabs>
          <w:tab w:val="left" w:pos="6195"/>
        </w:tabs>
      </w:pPr>
      <w:r>
        <w:t>281.0929</w:t>
      </w:r>
      <w:r>
        <w:tab/>
        <w:t>3.083e0</w:t>
      </w:r>
    </w:p>
    <w:p w:rsidR="00354DF7" w:rsidRDefault="00354DF7" w:rsidP="00354DF7">
      <w:pPr>
        <w:tabs>
          <w:tab w:val="left" w:pos="6195"/>
        </w:tabs>
      </w:pPr>
      <w:r>
        <w:t>281.0942</w:t>
      </w:r>
      <w:r>
        <w:tab/>
        <w:t>3.851e0</w:t>
      </w:r>
    </w:p>
    <w:p w:rsidR="00354DF7" w:rsidRDefault="00354DF7" w:rsidP="00354DF7">
      <w:pPr>
        <w:tabs>
          <w:tab w:val="left" w:pos="6195"/>
        </w:tabs>
      </w:pPr>
      <w:r>
        <w:t>281.1082</w:t>
      </w:r>
      <w:r>
        <w:tab/>
        <w:t>4.173e0</w:t>
      </w:r>
    </w:p>
    <w:p w:rsidR="00354DF7" w:rsidRDefault="00354DF7" w:rsidP="00354DF7">
      <w:pPr>
        <w:tabs>
          <w:tab w:val="left" w:pos="6195"/>
        </w:tabs>
      </w:pPr>
      <w:r>
        <w:t>281.1299</w:t>
      </w:r>
      <w:r>
        <w:tab/>
        <w:t>3.833e0</w:t>
      </w:r>
    </w:p>
    <w:p w:rsidR="00354DF7" w:rsidRDefault="00354DF7" w:rsidP="00354DF7">
      <w:pPr>
        <w:tabs>
          <w:tab w:val="left" w:pos="6195"/>
        </w:tabs>
      </w:pPr>
      <w:r>
        <w:lastRenderedPageBreak/>
        <w:t>281.1310</w:t>
      </w:r>
      <w:r>
        <w:tab/>
        <w:t>1.049e0</w:t>
      </w:r>
    </w:p>
    <w:p w:rsidR="00354DF7" w:rsidRDefault="00354DF7" w:rsidP="00354DF7">
      <w:pPr>
        <w:tabs>
          <w:tab w:val="left" w:pos="6195"/>
        </w:tabs>
      </w:pPr>
      <w:r>
        <w:t>281.1511</w:t>
      </w:r>
      <w:r>
        <w:tab/>
        <w:t>6.914e0</w:t>
      </w:r>
    </w:p>
    <w:p w:rsidR="00354DF7" w:rsidRDefault="00354DF7" w:rsidP="00354DF7">
      <w:pPr>
        <w:tabs>
          <w:tab w:val="left" w:pos="6195"/>
        </w:tabs>
      </w:pPr>
      <w:r>
        <w:t>281.1535</w:t>
      </w:r>
      <w:r>
        <w:tab/>
        <w:t>3.002e0</w:t>
      </w:r>
    </w:p>
    <w:p w:rsidR="00354DF7" w:rsidRDefault="00354DF7" w:rsidP="00354DF7">
      <w:pPr>
        <w:tabs>
          <w:tab w:val="left" w:pos="6195"/>
        </w:tabs>
      </w:pPr>
      <w:r>
        <w:t>281.1555</w:t>
      </w:r>
      <w:r>
        <w:tab/>
        <w:t>5.993e0</w:t>
      </w:r>
    </w:p>
    <w:p w:rsidR="00354DF7" w:rsidRDefault="00354DF7" w:rsidP="00354DF7">
      <w:pPr>
        <w:tabs>
          <w:tab w:val="left" w:pos="6195"/>
        </w:tabs>
      </w:pPr>
      <w:r>
        <w:t>281.1844</w:t>
      </w:r>
      <w:r>
        <w:tab/>
        <w:t>1.814e0</w:t>
      </w:r>
    </w:p>
    <w:p w:rsidR="00354DF7" w:rsidRDefault="00354DF7" w:rsidP="00354DF7">
      <w:pPr>
        <w:tabs>
          <w:tab w:val="left" w:pos="6195"/>
        </w:tabs>
      </w:pPr>
      <w:r>
        <w:t>281.2111</w:t>
      </w:r>
      <w:r>
        <w:tab/>
        <w:t>5.922e0</w:t>
      </w:r>
    </w:p>
    <w:p w:rsidR="00354DF7" w:rsidRDefault="00354DF7" w:rsidP="00354DF7">
      <w:pPr>
        <w:tabs>
          <w:tab w:val="left" w:pos="6195"/>
        </w:tabs>
      </w:pPr>
      <w:r>
        <w:t>281.2450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281.2539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281.2681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281.2777</w:t>
      </w:r>
      <w:r>
        <w:tab/>
        <w:t>4.546e0</w:t>
      </w:r>
    </w:p>
    <w:p w:rsidR="00354DF7" w:rsidRDefault="00354DF7" w:rsidP="00354DF7">
      <w:pPr>
        <w:tabs>
          <w:tab w:val="left" w:pos="6195"/>
        </w:tabs>
      </w:pPr>
      <w:r>
        <w:t>281.2866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281.2910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281.3255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281.3307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281.3804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281.3887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281.4240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281.4533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281.4551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281.4828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281.5008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281.5221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281.5268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281.5368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281.5535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281.5630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281.5646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281.5681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281.5766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281.5937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281.6122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281.6163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281.6230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281.6447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281.6620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281.6920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281.6947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281.7173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281.7330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281.7372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281.7417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281.7458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281.7730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281.7924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281.7974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281.8044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281.8081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281.8164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281.8311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281.8322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281.8435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281.8479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281.8669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281.8751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281.8952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281.9008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281.9022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281.9107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281.9283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281.9294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281.9340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281.9504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281.9662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281.9767</w:t>
      </w:r>
      <w:r>
        <w:tab/>
        <w:t>1.634e0</w:t>
      </w:r>
    </w:p>
    <w:p w:rsidR="00354DF7" w:rsidRDefault="00354DF7" w:rsidP="00354DF7">
      <w:pPr>
        <w:tabs>
          <w:tab w:val="left" w:pos="6195"/>
        </w:tabs>
      </w:pPr>
      <w:r>
        <w:t>281.9804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281.9888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281.9933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281.9965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282.0139</w:t>
      </w:r>
      <w:r>
        <w:tab/>
        <w:t>3.137e0</w:t>
      </w:r>
    </w:p>
    <w:p w:rsidR="00354DF7" w:rsidRDefault="00354DF7" w:rsidP="00354DF7">
      <w:pPr>
        <w:tabs>
          <w:tab w:val="left" w:pos="6195"/>
        </w:tabs>
      </w:pPr>
      <w:r>
        <w:t>282.0246</w:t>
      </w:r>
      <w:r>
        <w:tab/>
        <w:t>1.520e0</w:t>
      </w:r>
    </w:p>
    <w:p w:rsidR="00354DF7" w:rsidRDefault="00354DF7" w:rsidP="00354DF7">
      <w:pPr>
        <w:tabs>
          <w:tab w:val="left" w:pos="6195"/>
        </w:tabs>
      </w:pPr>
      <w:r>
        <w:t>282.0357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282.0438</w:t>
      </w:r>
      <w:r>
        <w:tab/>
        <w:t>3.720e0</w:t>
      </w:r>
    </w:p>
    <w:p w:rsidR="00354DF7" w:rsidRDefault="00354DF7" w:rsidP="00354DF7">
      <w:pPr>
        <w:tabs>
          <w:tab w:val="left" w:pos="6195"/>
        </w:tabs>
      </w:pPr>
      <w:r>
        <w:t>282.0652</w:t>
      </w:r>
      <w:r>
        <w:tab/>
        <w:t>1.938e0</w:t>
      </w:r>
    </w:p>
    <w:p w:rsidR="00354DF7" w:rsidRDefault="00354DF7" w:rsidP="00354DF7">
      <w:pPr>
        <w:tabs>
          <w:tab w:val="left" w:pos="6195"/>
        </w:tabs>
      </w:pPr>
      <w:r>
        <w:t>282.0681</w:t>
      </w:r>
      <w:r>
        <w:tab/>
        <w:t>2.287e0</w:t>
      </w:r>
    </w:p>
    <w:p w:rsidR="00354DF7" w:rsidRDefault="00354DF7" w:rsidP="00354DF7">
      <w:pPr>
        <w:tabs>
          <w:tab w:val="left" w:pos="6195"/>
        </w:tabs>
      </w:pPr>
      <w:r>
        <w:t>282.0889</w:t>
      </w:r>
      <w:r>
        <w:tab/>
        <w:t>3.987e0</w:t>
      </w:r>
    </w:p>
    <w:p w:rsidR="00354DF7" w:rsidRDefault="00354DF7" w:rsidP="00354DF7">
      <w:pPr>
        <w:tabs>
          <w:tab w:val="left" w:pos="6195"/>
        </w:tabs>
      </w:pPr>
      <w:r>
        <w:t>282.0909</w:t>
      </w:r>
      <w:r>
        <w:tab/>
        <w:t>2.462e0</w:t>
      </w:r>
    </w:p>
    <w:p w:rsidR="00354DF7" w:rsidRDefault="00354DF7" w:rsidP="00354DF7">
      <w:pPr>
        <w:tabs>
          <w:tab w:val="left" w:pos="6195"/>
        </w:tabs>
      </w:pPr>
      <w:r>
        <w:lastRenderedPageBreak/>
        <w:t>282.0938</w:t>
      </w:r>
      <w:r>
        <w:tab/>
        <w:t>2.861e0</w:t>
      </w:r>
    </w:p>
    <w:p w:rsidR="00354DF7" w:rsidRDefault="00354DF7" w:rsidP="00354DF7">
      <w:pPr>
        <w:tabs>
          <w:tab w:val="left" w:pos="6195"/>
        </w:tabs>
      </w:pPr>
      <w:r>
        <w:t>282.1087</w:t>
      </w:r>
      <w:r>
        <w:tab/>
        <w:t>5.432e0</w:t>
      </w:r>
    </w:p>
    <w:p w:rsidR="00354DF7" w:rsidRDefault="00354DF7" w:rsidP="00354DF7">
      <w:pPr>
        <w:tabs>
          <w:tab w:val="left" w:pos="6195"/>
        </w:tabs>
      </w:pPr>
      <w:r>
        <w:t>282.1108</w:t>
      </w:r>
      <w:r>
        <w:tab/>
        <w:t>1.433e0</w:t>
      </w:r>
    </w:p>
    <w:p w:rsidR="00354DF7" w:rsidRDefault="00354DF7" w:rsidP="00354DF7">
      <w:pPr>
        <w:tabs>
          <w:tab w:val="left" w:pos="6195"/>
        </w:tabs>
      </w:pPr>
      <w:r>
        <w:t>282.1477</w:t>
      </w:r>
      <w:r>
        <w:tab/>
        <w:t>2.893e0</w:t>
      </w:r>
    </w:p>
    <w:p w:rsidR="00354DF7" w:rsidRDefault="00354DF7" w:rsidP="00354DF7">
      <w:pPr>
        <w:tabs>
          <w:tab w:val="left" w:pos="6195"/>
        </w:tabs>
      </w:pPr>
      <w:r>
        <w:t>282.1537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282.1548</w:t>
      </w:r>
      <w:r>
        <w:tab/>
        <w:t>2.986e0</w:t>
      </w:r>
    </w:p>
    <w:p w:rsidR="00354DF7" w:rsidRDefault="00354DF7" w:rsidP="00354DF7">
      <w:pPr>
        <w:tabs>
          <w:tab w:val="left" w:pos="6195"/>
        </w:tabs>
      </w:pPr>
      <w:r>
        <w:t>282.1613</w:t>
      </w:r>
      <w:r>
        <w:tab/>
        <w:t>8.743e0</w:t>
      </w:r>
    </w:p>
    <w:p w:rsidR="00354DF7" w:rsidRDefault="00354DF7" w:rsidP="00354DF7">
      <w:pPr>
        <w:tabs>
          <w:tab w:val="left" w:pos="6195"/>
        </w:tabs>
      </w:pPr>
      <w:r>
        <w:t>282.1770</w:t>
      </w:r>
      <w:r>
        <w:tab/>
        <w:t>2.620e0</w:t>
      </w:r>
    </w:p>
    <w:p w:rsidR="00354DF7" w:rsidRDefault="00354DF7" w:rsidP="00354DF7">
      <w:pPr>
        <w:tabs>
          <w:tab w:val="left" w:pos="6195"/>
        </w:tabs>
      </w:pPr>
      <w:r>
        <w:t>282.1863</w:t>
      </w:r>
      <w:r>
        <w:tab/>
        <w:t>5.939e0</w:t>
      </w:r>
    </w:p>
    <w:p w:rsidR="00354DF7" w:rsidRDefault="00354DF7" w:rsidP="00354DF7">
      <w:pPr>
        <w:tabs>
          <w:tab w:val="left" w:pos="6195"/>
        </w:tabs>
      </w:pPr>
      <w:r>
        <w:t>282.1974</w:t>
      </w:r>
      <w:r>
        <w:tab/>
        <w:t>1.554e0</w:t>
      </w:r>
    </w:p>
    <w:p w:rsidR="00354DF7" w:rsidRDefault="00354DF7" w:rsidP="00354DF7">
      <w:pPr>
        <w:tabs>
          <w:tab w:val="left" w:pos="6195"/>
        </w:tabs>
      </w:pPr>
      <w:r>
        <w:t>282.1994</w:t>
      </w:r>
      <w:r>
        <w:tab/>
        <w:t>5.326e0</w:t>
      </w:r>
    </w:p>
    <w:p w:rsidR="00354DF7" w:rsidRDefault="00354DF7" w:rsidP="00354DF7">
      <w:pPr>
        <w:tabs>
          <w:tab w:val="left" w:pos="6195"/>
        </w:tabs>
      </w:pPr>
      <w:r>
        <w:t>282.2033</w:t>
      </w:r>
      <w:r>
        <w:tab/>
        <w:t>8.896e0</w:t>
      </w:r>
    </w:p>
    <w:p w:rsidR="00354DF7" w:rsidRDefault="00354DF7" w:rsidP="00354DF7">
      <w:pPr>
        <w:tabs>
          <w:tab w:val="left" w:pos="6195"/>
        </w:tabs>
      </w:pPr>
      <w:r>
        <w:t>282.2215</w:t>
      </w:r>
      <w:r>
        <w:tab/>
        <w:t>7.536e0</w:t>
      </w:r>
    </w:p>
    <w:p w:rsidR="00354DF7" w:rsidRDefault="00354DF7" w:rsidP="00354DF7">
      <w:pPr>
        <w:tabs>
          <w:tab w:val="left" w:pos="6195"/>
        </w:tabs>
      </w:pPr>
      <w:r>
        <w:t>282.2238</w:t>
      </w:r>
      <w:r>
        <w:tab/>
        <w:t>5.732e0</w:t>
      </w:r>
    </w:p>
    <w:p w:rsidR="00354DF7" w:rsidRDefault="00354DF7" w:rsidP="00354DF7">
      <w:pPr>
        <w:tabs>
          <w:tab w:val="left" w:pos="6195"/>
        </w:tabs>
      </w:pPr>
      <w:r>
        <w:t>282.2304</w:t>
      </w:r>
      <w:r>
        <w:tab/>
        <w:t>1.166e1</w:t>
      </w:r>
    </w:p>
    <w:p w:rsidR="00354DF7" w:rsidRDefault="00354DF7" w:rsidP="00354DF7">
      <w:pPr>
        <w:tabs>
          <w:tab w:val="left" w:pos="6195"/>
        </w:tabs>
      </w:pPr>
      <w:r>
        <w:t>282.2355</w:t>
      </w:r>
      <w:r>
        <w:tab/>
        <w:t>7.523e0</w:t>
      </w:r>
    </w:p>
    <w:p w:rsidR="00354DF7" w:rsidRDefault="00354DF7" w:rsidP="00354DF7">
      <w:pPr>
        <w:tabs>
          <w:tab w:val="left" w:pos="6195"/>
        </w:tabs>
      </w:pPr>
      <w:r>
        <w:t>282.2711</w:t>
      </w:r>
      <w:r>
        <w:tab/>
        <w:t>4.268e0</w:t>
      </w:r>
    </w:p>
    <w:p w:rsidR="00354DF7" w:rsidRDefault="00354DF7" w:rsidP="00354DF7">
      <w:pPr>
        <w:tabs>
          <w:tab w:val="left" w:pos="6195"/>
        </w:tabs>
      </w:pPr>
      <w:r>
        <w:t>282.2786</w:t>
      </w:r>
      <w:r>
        <w:tab/>
        <w:t>2.959e0</w:t>
      </w:r>
    </w:p>
    <w:p w:rsidR="00354DF7" w:rsidRDefault="00354DF7" w:rsidP="00354DF7">
      <w:pPr>
        <w:tabs>
          <w:tab w:val="left" w:pos="6195"/>
        </w:tabs>
      </w:pPr>
      <w:r>
        <w:t>282.2796</w:t>
      </w:r>
      <w:r>
        <w:tab/>
        <w:t>6.615e0</w:t>
      </w:r>
    </w:p>
    <w:p w:rsidR="00354DF7" w:rsidRDefault="00354DF7" w:rsidP="00354DF7">
      <w:pPr>
        <w:tabs>
          <w:tab w:val="left" w:pos="6195"/>
        </w:tabs>
      </w:pPr>
      <w:r>
        <w:lastRenderedPageBreak/>
        <w:t>282.2923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282.2972</w:t>
      </w:r>
      <w:r>
        <w:tab/>
        <w:t>4.059e0</w:t>
      </w:r>
    </w:p>
    <w:p w:rsidR="00354DF7" w:rsidRDefault="00354DF7" w:rsidP="00354DF7">
      <w:pPr>
        <w:tabs>
          <w:tab w:val="left" w:pos="6195"/>
        </w:tabs>
      </w:pPr>
      <w:r>
        <w:t>282.3000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282.3283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282.3435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282.3661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282.3688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282.4010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282.4148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282.4200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282.4339</w:t>
      </w:r>
      <w:r>
        <w:tab/>
        <w:t>3.183e0</w:t>
      </w:r>
    </w:p>
    <w:p w:rsidR="00354DF7" w:rsidRDefault="00354DF7" w:rsidP="00354DF7">
      <w:pPr>
        <w:tabs>
          <w:tab w:val="left" w:pos="6195"/>
        </w:tabs>
      </w:pPr>
      <w:r>
        <w:t>282.4497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282.4511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282.4568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282.4643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282.4832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282.4916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282.5143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282.5158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282.5310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282.5540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282.5673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282.5719</w:t>
      </w:r>
      <w:r>
        <w:tab/>
        <w:t>2.545e0</w:t>
      </w:r>
    </w:p>
    <w:p w:rsidR="00354DF7" w:rsidRDefault="00354DF7" w:rsidP="00354DF7">
      <w:pPr>
        <w:tabs>
          <w:tab w:val="left" w:pos="6195"/>
        </w:tabs>
      </w:pPr>
      <w:r>
        <w:t>282.5761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282.5854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282.5898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282.6000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282.6024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282.6123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282.6172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282.6212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282.6547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282.6582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282.6697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282.6779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282.7008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282.7057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282.7108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282.7319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282.7367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282.7682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282.7733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282.7784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282.7993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282.8074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282.8217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282.8253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282.8450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282.8611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282.8713</w:t>
      </w:r>
      <w:r>
        <w:tab/>
        <w:t>2.571e0</w:t>
      </w:r>
    </w:p>
    <w:p w:rsidR="00354DF7" w:rsidRDefault="00354DF7" w:rsidP="00354DF7">
      <w:pPr>
        <w:tabs>
          <w:tab w:val="left" w:pos="6195"/>
        </w:tabs>
      </w:pPr>
      <w:r>
        <w:t>282.8764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282.8908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282.9001</w:t>
      </w:r>
      <w:r>
        <w:tab/>
        <w:t>5.531e0</w:t>
      </w:r>
    </w:p>
    <w:p w:rsidR="00354DF7" w:rsidRDefault="00354DF7" w:rsidP="00354DF7">
      <w:pPr>
        <w:tabs>
          <w:tab w:val="left" w:pos="6195"/>
        </w:tabs>
      </w:pPr>
      <w:r>
        <w:t>282.9059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282.9279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282.9772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282.9787</w:t>
      </w:r>
      <w:r>
        <w:tab/>
        <w:t>5.120e0</w:t>
      </w:r>
    </w:p>
    <w:p w:rsidR="00354DF7" w:rsidRDefault="00354DF7" w:rsidP="00354DF7">
      <w:pPr>
        <w:tabs>
          <w:tab w:val="left" w:pos="6195"/>
        </w:tabs>
      </w:pPr>
      <w:r>
        <w:lastRenderedPageBreak/>
        <w:t>282.9827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282.9905</w:t>
      </w:r>
      <w:r>
        <w:tab/>
        <w:t>3.791e0</w:t>
      </w:r>
    </w:p>
    <w:p w:rsidR="00354DF7" w:rsidRDefault="00354DF7" w:rsidP="00354DF7">
      <w:pPr>
        <w:tabs>
          <w:tab w:val="left" w:pos="6195"/>
        </w:tabs>
      </w:pPr>
      <w:r>
        <w:t>283.0066</w:t>
      </w:r>
      <w:r>
        <w:tab/>
        <w:t>5.162e0</w:t>
      </w:r>
    </w:p>
    <w:p w:rsidR="00354DF7" w:rsidRDefault="00354DF7" w:rsidP="00354DF7">
      <w:pPr>
        <w:tabs>
          <w:tab w:val="left" w:pos="6195"/>
        </w:tabs>
      </w:pPr>
      <w:r>
        <w:t>283.0114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283.0144</w:t>
      </w:r>
      <w:r>
        <w:tab/>
        <w:t>2.002e0</w:t>
      </w:r>
    </w:p>
    <w:p w:rsidR="00354DF7" w:rsidRDefault="00354DF7" w:rsidP="00354DF7">
      <w:pPr>
        <w:tabs>
          <w:tab w:val="left" w:pos="6195"/>
        </w:tabs>
      </w:pPr>
      <w:r>
        <w:t>283.0393</w:t>
      </w:r>
      <w:r>
        <w:tab/>
        <w:t>7.770e0</w:t>
      </w:r>
    </w:p>
    <w:p w:rsidR="00354DF7" w:rsidRDefault="00354DF7" w:rsidP="00354DF7">
      <w:pPr>
        <w:tabs>
          <w:tab w:val="left" w:pos="6195"/>
        </w:tabs>
      </w:pPr>
      <w:r>
        <w:t>283.0410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283.0464</w:t>
      </w:r>
      <w:r>
        <w:tab/>
        <w:t>2.109e0</w:t>
      </w:r>
    </w:p>
    <w:p w:rsidR="00354DF7" w:rsidRDefault="00354DF7" w:rsidP="00354DF7">
      <w:pPr>
        <w:tabs>
          <w:tab w:val="left" w:pos="6195"/>
        </w:tabs>
      </w:pPr>
      <w:r>
        <w:t>283.0531</w:t>
      </w:r>
      <w:r>
        <w:tab/>
        <w:t>1.034e1</w:t>
      </w:r>
    </w:p>
    <w:p w:rsidR="00354DF7" w:rsidRDefault="00354DF7" w:rsidP="00354DF7">
      <w:pPr>
        <w:tabs>
          <w:tab w:val="left" w:pos="6195"/>
        </w:tabs>
      </w:pPr>
      <w:r>
        <w:t>283.0802</w:t>
      </w:r>
      <w:r>
        <w:tab/>
        <w:t>3.136e0</w:t>
      </w:r>
    </w:p>
    <w:p w:rsidR="00354DF7" w:rsidRDefault="00354DF7" w:rsidP="00354DF7">
      <w:pPr>
        <w:tabs>
          <w:tab w:val="left" w:pos="6195"/>
        </w:tabs>
      </w:pPr>
      <w:r>
        <w:t>283.0826</w:t>
      </w:r>
      <w:r>
        <w:tab/>
        <w:t>1.732e0</w:t>
      </w:r>
    </w:p>
    <w:p w:rsidR="00354DF7" w:rsidRDefault="00354DF7" w:rsidP="00354DF7">
      <w:pPr>
        <w:tabs>
          <w:tab w:val="left" w:pos="6195"/>
        </w:tabs>
      </w:pPr>
      <w:r>
        <w:t>283.1017</w:t>
      </w:r>
      <w:r>
        <w:tab/>
        <w:t>1.457e0</w:t>
      </w:r>
    </w:p>
    <w:p w:rsidR="00354DF7" w:rsidRDefault="00354DF7" w:rsidP="00354DF7">
      <w:pPr>
        <w:tabs>
          <w:tab w:val="left" w:pos="6195"/>
        </w:tabs>
      </w:pPr>
      <w:r>
        <w:t>283.1084</w:t>
      </w:r>
      <w:r>
        <w:tab/>
        <w:t>3.756e0</w:t>
      </w:r>
    </w:p>
    <w:p w:rsidR="00354DF7" w:rsidRDefault="00354DF7" w:rsidP="00354DF7">
      <w:pPr>
        <w:tabs>
          <w:tab w:val="left" w:pos="6195"/>
        </w:tabs>
      </w:pPr>
      <w:r>
        <w:t>283.1204</w:t>
      </w:r>
      <w:r>
        <w:tab/>
        <w:t>1.487e0</w:t>
      </w:r>
    </w:p>
    <w:p w:rsidR="00354DF7" w:rsidRDefault="00354DF7" w:rsidP="00354DF7">
      <w:pPr>
        <w:tabs>
          <w:tab w:val="left" w:pos="6195"/>
        </w:tabs>
      </w:pPr>
      <w:r>
        <w:t>283.1251</w:t>
      </w:r>
      <w:r>
        <w:tab/>
        <w:t>4.117e0</w:t>
      </w:r>
    </w:p>
    <w:p w:rsidR="00354DF7" w:rsidRDefault="00354DF7" w:rsidP="00354DF7">
      <w:pPr>
        <w:tabs>
          <w:tab w:val="left" w:pos="6195"/>
        </w:tabs>
      </w:pPr>
      <w:r>
        <w:t>283.1444</w:t>
      </w:r>
      <w:r>
        <w:tab/>
        <w:t>1.693e0</w:t>
      </w:r>
    </w:p>
    <w:p w:rsidR="00354DF7" w:rsidRDefault="00354DF7" w:rsidP="00354DF7">
      <w:pPr>
        <w:tabs>
          <w:tab w:val="left" w:pos="6195"/>
        </w:tabs>
      </w:pPr>
      <w:r>
        <w:t>283.1578</w:t>
      </w:r>
      <w:r>
        <w:tab/>
        <w:t>8.897e0</w:t>
      </w:r>
    </w:p>
    <w:p w:rsidR="00354DF7" w:rsidRDefault="00354DF7" w:rsidP="00354DF7">
      <w:pPr>
        <w:tabs>
          <w:tab w:val="left" w:pos="6195"/>
        </w:tabs>
      </w:pPr>
      <w:r>
        <w:t>283.1786</w:t>
      </w:r>
      <w:r>
        <w:tab/>
        <w:t>9.449e0</w:t>
      </w:r>
    </w:p>
    <w:p w:rsidR="00354DF7" w:rsidRDefault="00354DF7" w:rsidP="00354DF7">
      <w:pPr>
        <w:tabs>
          <w:tab w:val="left" w:pos="6195"/>
        </w:tabs>
      </w:pPr>
      <w:r>
        <w:t>283.2188</w:t>
      </w:r>
      <w:r>
        <w:tab/>
        <w:t>1.142e1</w:t>
      </w:r>
    </w:p>
    <w:p w:rsidR="00354DF7" w:rsidRDefault="00354DF7" w:rsidP="00354DF7">
      <w:pPr>
        <w:tabs>
          <w:tab w:val="left" w:pos="6195"/>
        </w:tabs>
      </w:pPr>
      <w:r>
        <w:lastRenderedPageBreak/>
        <w:t>283.2227</w:t>
      </w:r>
      <w:r>
        <w:tab/>
        <w:t>6.032e0</w:t>
      </w:r>
    </w:p>
    <w:p w:rsidR="00354DF7" w:rsidRDefault="00354DF7" w:rsidP="00354DF7">
      <w:pPr>
        <w:tabs>
          <w:tab w:val="left" w:pos="6195"/>
        </w:tabs>
      </w:pPr>
      <w:r>
        <w:t>283.2254</w:t>
      </w:r>
      <w:r>
        <w:tab/>
        <w:t>1.882e0</w:t>
      </w:r>
    </w:p>
    <w:p w:rsidR="00354DF7" w:rsidRDefault="00354DF7" w:rsidP="00354DF7">
      <w:pPr>
        <w:tabs>
          <w:tab w:val="left" w:pos="6195"/>
        </w:tabs>
      </w:pPr>
      <w:r>
        <w:t>283.2272</w:t>
      </w:r>
      <w:r>
        <w:tab/>
        <w:t>2.981e0</w:t>
      </w:r>
    </w:p>
    <w:p w:rsidR="00354DF7" w:rsidRDefault="00354DF7" w:rsidP="00354DF7">
      <w:pPr>
        <w:tabs>
          <w:tab w:val="left" w:pos="6195"/>
        </w:tabs>
      </w:pPr>
      <w:r>
        <w:t>283.2381</w:t>
      </w:r>
      <w:r>
        <w:tab/>
        <w:t>1.828e0</w:t>
      </w:r>
    </w:p>
    <w:p w:rsidR="00354DF7" w:rsidRDefault="00354DF7" w:rsidP="00354DF7">
      <w:pPr>
        <w:tabs>
          <w:tab w:val="left" w:pos="6195"/>
        </w:tabs>
      </w:pPr>
      <w:r>
        <w:t>283.2477</w:t>
      </w:r>
      <w:r>
        <w:tab/>
        <w:t>2.695e0</w:t>
      </w:r>
    </w:p>
    <w:p w:rsidR="00354DF7" w:rsidRDefault="00354DF7" w:rsidP="00354DF7">
      <w:pPr>
        <w:tabs>
          <w:tab w:val="left" w:pos="6195"/>
        </w:tabs>
      </w:pPr>
      <w:r>
        <w:t>283.2645</w:t>
      </w:r>
      <w:r>
        <w:tab/>
        <w:t>7.606e0</w:t>
      </w:r>
    </w:p>
    <w:p w:rsidR="00354DF7" w:rsidRDefault="00354DF7" w:rsidP="00354DF7">
      <w:pPr>
        <w:tabs>
          <w:tab w:val="left" w:pos="6195"/>
        </w:tabs>
      </w:pPr>
      <w:r>
        <w:t>283.2666</w:t>
      </w:r>
      <w:r>
        <w:tab/>
        <w:t>1.085e1</w:t>
      </w:r>
    </w:p>
    <w:p w:rsidR="00354DF7" w:rsidRDefault="00354DF7" w:rsidP="00354DF7">
      <w:pPr>
        <w:tabs>
          <w:tab w:val="left" w:pos="6195"/>
        </w:tabs>
      </w:pPr>
      <w:r>
        <w:t>283.2868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283.2937</w:t>
      </w:r>
      <w:r>
        <w:tab/>
        <w:t>4.185e0</w:t>
      </w:r>
    </w:p>
    <w:p w:rsidR="00354DF7" w:rsidRDefault="00354DF7" w:rsidP="00354DF7">
      <w:pPr>
        <w:tabs>
          <w:tab w:val="left" w:pos="6195"/>
        </w:tabs>
      </w:pPr>
      <w:r>
        <w:t>283.3026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283.3049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283.3128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283.3319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283.3443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283.3491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283.3637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283.3673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283.3716</w:t>
      </w:r>
      <w:r>
        <w:tab/>
        <w:t>4.129e0</w:t>
      </w:r>
    </w:p>
    <w:p w:rsidR="00354DF7" w:rsidRDefault="00354DF7" w:rsidP="00354DF7">
      <w:pPr>
        <w:tabs>
          <w:tab w:val="left" w:pos="6195"/>
        </w:tabs>
      </w:pPr>
      <w:r>
        <w:t>283.3819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283.4028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283.4070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283.4188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283.4218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283.4305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283.4891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283.4934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283.4970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283.5207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283.5288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283.5440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283.5512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283.5563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283.5687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283.5775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283.5998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283.6036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283.6131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283.6188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283.6380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283.6443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283.6542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283.6623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283.6900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283.6937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283.7033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283.7071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283.7214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283.7255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283.7388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283.7438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283.7569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283.7699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283.7820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283.7839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283.7964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283.8063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283.8111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283.8153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283.8398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283.8472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283.8704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283.8787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283.8863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283.9071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283.9126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283.9205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283.9313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283.9415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283.9571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283.9617</w:t>
      </w:r>
      <w:r>
        <w:tab/>
        <w:t>5.928e0</w:t>
      </w:r>
    </w:p>
    <w:p w:rsidR="00354DF7" w:rsidRDefault="00354DF7" w:rsidP="00354DF7">
      <w:pPr>
        <w:tabs>
          <w:tab w:val="left" w:pos="6195"/>
        </w:tabs>
      </w:pPr>
      <w:r>
        <w:t>283.9675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283.9735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283.9911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284.0070</w:t>
      </w:r>
      <w:r>
        <w:tab/>
        <w:t>1.132e0</w:t>
      </w:r>
    </w:p>
    <w:p w:rsidR="00354DF7" w:rsidRDefault="00354DF7" w:rsidP="00354DF7">
      <w:pPr>
        <w:tabs>
          <w:tab w:val="left" w:pos="6195"/>
        </w:tabs>
      </w:pPr>
      <w:r>
        <w:t>284.0084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284.0117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284.0323</w:t>
      </w:r>
      <w:r>
        <w:tab/>
        <w:t>3.323e0</w:t>
      </w:r>
    </w:p>
    <w:p w:rsidR="00354DF7" w:rsidRDefault="00354DF7" w:rsidP="00354DF7">
      <w:pPr>
        <w:tabs>
          <w:tab w:val="left" w:pos="6195"/>
        </w:tabs>
      </w:pPr>
      <w:r>
        <w:t>284.0336</w:t>
      </w:r>
      <w:r>
        <w:tab/>
        <w:t>3.861e0</w:t>
      </w:r>
    </w:p>
    <w:p w:rsidR="00354DF7" w:rsidRDefault="00354DF7" w:rsidP="00354DF7">
      <w:pPr>
        <w:tabs>
          <w:tab w:val="left" w:pos="6195"/>
        </w:tabs>
      </w:pPr>
      <w:r>
        <w:t>284.0435</w:t>
      </w:r>
      <w:r>
        <w:tab/>
        <w:t>7.236e0</w:t>
      </w:r>
    </w:p>
    <w:p w:rsidR="00354DF7" w:rsidRDefault="00354DF7" w:rsidP="00354DF7">
      <w:pPr>
        <w:tabs>
          <w:tab w:val="left" w:pos="6195"/>
        </w:tabs>
      </w:pPr>
      <w:r>
        <w:t>284.0545</w:t>
      </w:r>
      <w:r>
        <w:tab/>
        <w:t>2.900e0</w:t>
      </w:r>
    </w:p>
    <w:p w:rsidR="00354DF7" w:rsidRDefault="00354DF7" w:rsidP="00354DF7">
      <w:pPr>
        <w:tabs>
          <w:tab w:val="left" w:pos="6195"/>
        </w:tabs>
      </w:pPr>
      <w:r>
        <w:t>284.0595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284.0785</w:t>
      </w:r>
      <w:r>
        <w:tab/>
        <w:t>1.066e1</w:t>
      </w:r>
    </w:p>
    <w:p w:rsidR="00354DF7" w:rsidRDefault="00354DF7" w:rsidP="00354DF7">
      <w:pPr>
        <w:tabs>
          <w:tab w:val="left" w:pos="6195"/>
        </w:tabs>
      </w:pPr>
      <w:r>
        <w:t>284.0911</w:t>
      </w:r>
      <w:r>
        <w:tab/>
        <w:t>1.431e0</w:t>
      </w:r>
    </w:p>
    <w:p w:rsidR="00354DF7" w:rsidRDefault="00354DF7" w:rsidP="00354DF7">
      <w:pPr>
        <w:tabs>
          <w:tab w:val="left" w:pos="6195"/>
        </w:tabs>
      </w:pPr>
      <w:r>
        <w:t>284.0947</w:t>
      </w:r>
      <w:r>
        <w:tab/>
        <w:t>4.976e0</w:t>
      </w:r>
    </w:p>
    <w:p w:rsidR="00354DF7" w:rsidRDefault="00354DF7" w:rsidP="00354DF7">
      <w:pPr>
        <w:tabs>
          <w:tab w:val="left" w:pos="6195"/>
        </w:tabs>
      </w:pPr>
      <w:r>
        <w:t>284.1182</w:t>
      </w:r>
      <w:r>
        <w:tab/>
        <w:t>2.052e0</w:t>
      </w:r>
    </w:p>
    <w:p w:rsidR="00354DF7" w:rsidRDefault="00354DF7" w:rsidP="00354DF7">
      <w:pPr>
        <w:tabs>
          <w:tab w:val="left" w:pos="6195"/>
        </w:tabs>
      </w:pPr>
      <w:r>
        <w:t>284.1241</w:t>
      </w:r>
      <w:r>
        <w:tab/>
        <w:t>1.741e0</w:t>
      </w:r>
    </w:p>
    <w:p w:rsidR="00354DF7" w:rsidRDefault="00354DF7" w:rsidP="00354DF7">
      <w:pPr>
        <w:tabs>
          <w:tab w:val="left" w:pos="6195"/>
        </w:tabs>
      </w:pPr>
      <w:r>
        <w:t>284.1260</w:t>
      </w:r>
      <w:r>
        <w:tab/>
        <w:t>1.624e0</w:t>
      </w:r>
    </w:p>
    <w:p w:rsidR="00354DF7" w:rsidRDefault="00354DF7" w:rsidP="00354DF7">
      <w:pPr>
        <w:tabs>
          <w:tab w:val="left" w:pos="6195"/>
        </w:tabs>
      </w:pPr>
      <w:r>
        <w:t>284.1288</w:t>
      </w:r>
      <w:r>
        <w:tab/>
        <w:t>4.824e0</w:t>
      </w:r>
    </w:p>
    <w:p w:rsidR="00354DF7" w:rsidRDefault="00354DF7" w:rsidP="00354DF7">
      <w:pPr>
        <w:tabs>
          <w:tab w:val="left" w:pos="6195"/>
        </w:tabs>
      </w:pPr>
      <w:r>
        <w:t>284.1524</w:t>
      </w:r>
      <w:r>
        <w:tab/>
        <w:t>1.955e0</w:t>
      </w:r>
    </w:p>
    <w:p w:rsidR="00354DF7" w:rsidRDefault="00354DF7" w:rsidP="00354DF7">
      <w:pPr>
        <w:tabs>
          <w:tab w:val="left" w:pos="6195"/>
        </w:tabs>
      </w:pPr>
      <w:r>
        <w:t>284.1599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284.1635</w:t>
      </w:r>
      <w:r>
        <w:tab/>
        <w:t>4.265e0</w:t>
      </w:r>
    </w:p>
    <w:p w:rsidR="00354DF7" w:rsidRDefault="00354DF7" w:rsidP="00354DF7">
      <w:pPr>
        <w:tabs>
          <w:tab w:val="left" w:pos="6195"/>
        </w:tabs>
      </w:pPr>
      <w:r>
        <w:t>284.1868</w:t>
      </w:r>
      <w:r>
        <w:tab/>
        <w:t>6.028e0</w:t>
      </w:r>
    </w:p>
    <w:p w:rsidR="00354DF7" w:rsidRDefault="00354DF7" w:rsidP="00354DF7">
      <w:pPr>
        <w:tabs>
          <w:tab w:val="left" w:pos="6195"/>
        </w:tabs>
      </w:pPr>
      <w:r>
        <w:t>284.1905</w:t>
      </w:r>
      <w:r>
        <w:tab/>
        <w:t>3.814e0</w:t>
      </w:r>
    </w:p>
    <w:p w:rsidR="00354DF7" w:rsidRDefault="00354DF7" w:rsidP="00354DF7">
      <w:pPr>
        <w:tabs>
          <w:tab w:val="left" w:pos="6195"/>
        </w:tabs>
      </w:pPr>
      <w:r>
        <w:t>284.1939</w:t>
      </w:r>
      <w:r>
        <w:tab/>
        <w:t>2.374e0</w:t>
      </w:r>
    </w:p>
    <w:p w:rsidR="00354DF7" w:rsidRDefault="00354DF7" w:rsidP="00354DF7">
      <w:pPr>
        <w:tabs>
          <w:tab w:val="left" w:pos="6195"/>
        </w:tabs>
      </w:pPr>
      <w:r>
        <w:t>284.1967</w:t>
      </w:r>
      <w:r>
        <w:tab/>
        <w:t>1.930e0</w:t>
      </w:r>
    </w:p>
    <w:p w:rsidR="00354DF7" w:rsidRDefault="00354DF7" w:rsidP="00354DF7">
      <w:pPr>
        <w:tabs>
          <w:tab w:val="left" w:pos="6195"/>
        </w:tabs>
      </w:pPr>
      <w:r>
        <w:lastRenderedPageBreak/>
        <w:t>284.2007</w:t>
      </w:r>
      <w:r>
        <w:tab/>
        <w:t>2.603e0</w:t>
      </w:r>
    </w:p>
    <w:p w:rsidR="00354DF7" w:rsidRDefault="00354DF7" w:rsidP="00354DF7">
      <w:pPr>
        <w:tabs>
          <w:tab w:val="left" w:pos="6195"/>
        </w:tabs>
      </w:pPr>
      <w:r>
        <w:t>284.2036</w:t>
      </w:r>
      <w:r>
        <w:tab/>
        <w:t>5.091e0</w:t>
      </w:r>
    </w:p>
    <w:p w:rsidR="00354DF7" w:rsidRDefault="00354DF7" w:rsidP="00354DF7">
      <w:pPr>
        <w:tabs>
          <w:tab w:val="left" w:pos="6195"/>
        </w:tabs>
      </w:pPr>
      <w:r>
        <w:t>284.2265</w:t>
      </w:r>
      <w:r>
        <w:tab/>
        <w:t>1.889e0</w:t>
      </w:r>
    </w:p>
    <w:p w:rsidR="00354DF7" w:rsidRDefault="00354DF7" w:rsidP="00354DF7">
      <w:pPr>
        <w:tabs>
          <w:tab w:val="left" w:pos="6195"/>
        </w:tabs>
      </w:pPr>
      <w:r>
        <w:t>284.2310</w:t>
      </w:r>
      <w:r>
        <w:tab/>
        <w:t>1.021e1</w:t>
      </w:r>
    </w:p>
    <w:p w:rsidR="00354DF7" w:rsidRDefault="00354DF7" w:rsidP="00354DF7">
      <w:pPr>
        <w:tabs>
          <w:tab w:val="left" w:pos="6195"/>
        </w:tabs>
      </w:pPr>
      <w:r>
        <w:t>284.2424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284.2457</w:t>
      </w:r>
      <w:r>
        <w:tab/>
        <w:t>4.012e0</w:t>
      </w:r>
    </w:p>
    <w:p w:rsidR="00354DF7" w:rsidRDefault="00354DF7" w:rsidP="00354DF7">
      <w:pPr>
        <w:tabs>
          <w:tab w:val="left" w:pos="6195"/>
        </w:tabs>
      </w:pPr>
      <w:r>
        <w:t>284.2569</w:t>
      </w:r>
      <w:r>
        <w:tab/>
        <w:t>4.720e0</w:t>
      </w:r>
    </w:p>
    <w:p w:rsidR="00354DF7" w:rsidRDefault="00354DF7" w:rsidP="00354DF7">
      <w:pPr>
        <w:tabs>
          <w:tab w:val="left" w:pos="6195"/>
        </w:tabs>
      </w:pPr>
      <w:r>
        <w:t>284.2742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284.2809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284.2836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284.2912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284.3271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284.3301</w:t>
      </w:r>
      <w:r>
        <w:tab/>
        <w:t>9.489e0</w:t>
      </w:r>
    </w:p>
    <w:p w:rsidR="00354DF7" w:rsidRDefault="00354DF7" w:rsidP="00354DF7">
      <w:pPr>
        <w:tabs>
          <w:tab w:val="left" w:pos="6195"/>
        </w:tabs>
      </w:pPr>
      <w:r>
        <w:t>284.3339</w:t>
      </w:r>
      <w:r>
        <w:tab/>
        <w:t>1.452e1</w:t>
      </w:r>
    </w:p>
    <w:p w:rsidR="00354DF7" w:rsidRDefault="00354DF7" w:rsidP="00354DF7">
      <w:pPr>
        <w:tabs>
          <w:tab w:val="left" w:pos="6195"/>
        </w:tabs>
      </w:pPr>
      <w:r>
        <w:t>284.3401</w:t>
      </w:r>
      <w:r>
        <w:tab/>
        <w:t>1.119e1</w:t>
      </w:r>
    </w:p>
    <w:p w:rsidR="00354DF7" w:rsidRDefault="00354DF7" w:rsidP="00354DF7">
      <w:pPr>
        <w:tabs>
          <w:tab w:val="left" w:pos="6195"/>
        </w:tabs>
      </w:pPr>
      <w:r>
        <w:t>284.3720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284.3973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284.4014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284.4058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284.4099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284.4412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284.4449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284.4520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284.4627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284.4666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284.4766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284.5098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284.5189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284.5236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284.5356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284.5440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284.5667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284.5782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284.6038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284.6124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284.6300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284.6335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284.6388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284.6429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284.6495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284.6534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284.6603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284.6753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284.6778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284.6807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284.6929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284.7066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284.7140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284.7163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284.7203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284.7335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284.7383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284.7481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284.7673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284.7873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284.8211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284.8224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284.8248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284.8461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284.8482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284.8582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284.8755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284.8892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284.8932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284.9131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284.9260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284.9290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284.9361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284.9487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284.9525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284.9674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284.9713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284.9832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284.9975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285.0016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285.0208</w:t>
      </w:r>
      <w:r>
        <w:tab/>
        <w:t>3.026e0</w:t>
      </w:r>
    </w:p>
    <w:p w:rsidR="00354DF7" w:rsidRDefault="00354DF7" w:rsidP="00354DF7">
      <w:pPr>
        <w:tabs>
          <w:tab w:val="left" w:pos="6195"/>
        </w:tabs>
      </w:pPr>
      <w:r>
        <w:lastRenderedPageBreak/>
        <w:t>285.0252</w:t>
      </w:r>
      <w:r>
        <w:tab/>
        <w:t>4.643e0</w:t>
      </w:r>
    </w:p>
    <w:p w:rsidR="00354DF7" w:rsidRDefault="00354DF7" w:rsidP="00354DF7">
      <w:pPr>
        <w:tabs>
          <w:tab w:val="left" w:pos="6195"/>
        </w:tabs>
      </w:pPr>
      <w:r>
        <w:t>285.0285</w:t>
      </w:r>
      <w:r>
        <w:tab/>
        <w:t>5.637e0</w:t>
      </w:r>
    </w:p>
    <w:p w:rsidR="00354DF7" w:rsidRDefault="00354DF7" w:rsidP="00354DF7">
      <w:pPr>
        <w:tabs>
          <w:tab w:val="left" w:pos="6195"/>
        </w:tabs>
      </w:pPr>
      <w:r>
        <w:t>285.0329</w:t>
      </w:r>
      <w:r>
        <w:tab/>
        <w:t>2.818e0</w:t>
      </w:r>
    </w:p>
    <w:p w:rsidR="00354DF7" w:rsidRDefault="00354DF7" w:rsidP="00354DF7">
      <w:pPr>
        <w:tabs>
          <w:tab w:val="left" w:pos="6195"/>
        </w:tabs>
      </w:pPr>
      <w:r>
        <w:t>285.0348</w:t>
      </w:r>
      <w:r>
        <w:tab/>
        <w:t>6.852e0</w:t>
      </w:r>
    </w:p>
    <w:p w:rsidR="00354DF7" w:rsidRDefault="00354DF7" w:rsidP="00354DF7">
      <w:pPr>
        <w:tabs>
          <w:tab w:val="left" w:pos="6195"/>
        </w:tabs>
      </w:pPr>
      <w:r>
        <w:t>285.0576</w:t>
      </w:r>
      <w:r>
        <w:tab/>
        <w:t>4.991e0</w:t>
      </w:r>
    </w:p>
    <w:p w:rsidR="00354DF7" w:rsidRDefault="00354DF7" w:rsidP="00354DF7">
      <w:pPr>
        <w:tabs>
          <w:tab w:val="left" w:pos="6195"/>
        </w:tabs>
      </w:pPr>
      <w:r>
        <w:t>285.0627</w:t>
      </w:r>
      <w:r>
        <w:tab/>
        <w:t>2.431e0</w:t>
      </w:r>
    </w:p>
    <w:p w:rsidR="00354DF7" w:rsidRDefault="00354DF7" w:rsidP="00354DF7">
      <w:pPr>
        <w:tabs>
          <w:tab w:val="left" w:pos="6195"/>
        </w:tabs>
      </w:pPr>
      <w:r>
        <w:t>285.0729</w:t>
      </w:r>
      <w:r>
        <w:tab/>
        <w:t>7.220e0</w:t>
      </w:r>
    </w:p>
    <w:p w:rsidR="00354DF7" w:rsidRDefault="00354DF7" w:rsidP="00354DF7">
      <w:pPr>
        <w:tabs>
          <w:tab w:val="left" w:pos="6195"/>
        </w:tabs>
      </w:pPr>
      <w:r>
        <w:t>285.1102</w:t>
      </w:r>
      <w:r>
        <w:tab/>
        <w:t>1.433e0</w:t>
      </w:r>
    </w:p>
    <w:p w:rsidR="00354DF7" w:rsidRDefault="00354DF7" w:rsidP="00354DF7">
      <w:pPr>
        <w:tabs>
          <w:tab w:val="left" w:pos="6195"/>
        </w:tabs>
      </w:pPr>
      <w:r>
        <w:t>285.1116</w:t>
      </w:r>
      <w:r>
        <w:tab/>
        <w:t>5.308e0</w:t>
      </w:r>
    </w:p>
    <w:p w:rsidR="00354DF7" w:rsidRDefault="00354DF7" w:rsidP="00354DF7">
      <w:pPr>
        <w:tabs>
          <w:tab w:val="left" w:pos="6195"/>
        </w:tabs>
      </w:pPr>
      <w:r>
        <w:t>285.1195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285.1217</w:t>
      </w:r>
      <w:r>
        <w:tab/>
        <w:t>1.248e0</w:t>
      </w:r>
    </w:p>
    <w:p w:rsidR="00354DF7" w:rsidRDefault="00354DF7" w:rsidP="00354DF7">
      <w:pPr>
        <w:tabs>
          <w:tab w:val="left" w:pos="6195"/>
        </w:tabs>
      </w:pPr>
      <w:r>
        <w:t>285.1434</w:t>
      </w:r>
      <w:r>
        <w:tab/>
        <w:t>1.955e0</w:t>
      </w:r>
    </w:p>
    <w:p w:rsidR="00354DF7" w:rsidRDefault="00354DF7" w:rsidP="00354DF7">
      <w:pPr>
        <w:tabs>
          <w:tab w:val="left" w:pos="6195"/>
        </w:tabs>
      </w:pPr>
      <w:r>
        <w:t>285.1452</w:t>
      </w:r>
      <w:r>
        <w:tab/>
        <w:t>4.128e0</w:t>
      </w:r>
    </w:p>
    <w:p w:rsidR="00354DF7" w:rsidRDefault="00354DF7" w:rsidP="00354DF7">
      <w:pPr>
        <w:tabs>
          <w:tab w:val="left" w:pos="6195"/>
        </w:tabs>
      </w:pPr>
      <w:r>
        <w:t>285.1700</w:t>
      </w:r>
      <w:r>
        <w:tab/>
        <w:t>1.207e0</w:t>
      </w:r>
    </w:p>
    <w:p w:rsidR="00354DF7" w:rsidRDefault="00354DF7" w:rsidP="00354DF7">
      <w:pPr>
        <w:tabs>
          <w:tab w:val="left" w:pos="6195"/>
        </w:tabs>
      </w:pPr>
      <w:r>
        <w:t>285.1835</w:t>
      </w:r>
      <w:r>
        <w:tab/>
        <w:t>7.807e0</w:t>
      </w:r>
    </w:p>
    <w:p w:rsidR="00354DF7" w:rsidRDefault="00354DF7" w:rsidP="00354DF7">
      <w:pPr>
        <w:tabs>
          <w:tab w:val="left" w:pos="6195"/>
        </w:tabs>
      </w:pPr>
      <w:r>
        <w:t>285.1896</w:t>
      </w:r>
      <w:r>
        <w:tab/>
        <w:t>4.972e0</w:t>
      </w:r>
    </w:p>
    <w:p w:rsidR="00354DF7" w:rsidRDefault="00354DF7" w:rsidP="00354DF7">
      <w:pPr>
        <w:tabs>
          <w:tab w:val="left" w:pos="6195"/>
        </w:tabs>
      </w:pPr>
      <w:r>
        <w:t>285.2032</w:t>
      </w:r>
      <w:r>
        <w:tab/>
        <w:t>2.179e0</w:t>
      </w:r>
    </w:p>
    <w:p w:rsidR="00354DF7" w:rsidRDefault="00354DF7" w:rsidP="00354DF7">
      <w:pPr>
        <w:tabs>
          <w:tab w:val="left" w:pos="6195"/>
        </w:tabs>
      </w:pPr>
      <w:r>
        <w:t>285.2094</w:t>
      </w:r>
      <w:r>
        <w:tab/>
        <w:t>6.372e0</w:t>
      </w:r>
    </w:p>
    <w:p w:rsidR="00354DF7" w:rsidRDefault="00354DF7" w:rsidP="00354DF7">
      <w:pPr>
        <w:tabs>
          <w:tab w:val="left" w:pos="6195"/>
        </w:tabs>
      </w:pPr>
      <w:r>
        <w:t>285.2121</w:t>
      </w:r>
      <w:r>
        <w:tab/>
        <w:t>3.453e0</w:t>
      </w:r>
    </w:p>
    <w:p w:rsidR="00354DF7" w:rsidRDefault="00354DF7" w:rsidP="00354DF7">
      <w:pPr>
        <w:tabs>
          <w:tab w:val="left" w:pos="6195"/>
        </w:tabs>
      </w:pPr>
      <w:r>
        <w:lastRenderedPageBreak/>
        <w:t>285.2278</w:t>
      </w:r>
      <w:r>
        <w:tab/>
        <w:t>1.279e1</w:t>
      </w:r>
    </w:p>
    <w:p w:rsidR="00354DF7" w:rsidRDefault="00354DF7" w:rsidP="00354DF7">
      <w:pPr>
        <w:tabs>
          <w:tab w:val="left" w:pos="6195"/>
        </w:tabs>
      </w:pPr>
      <w:r>
        <w:t>285.2323</w:t>
      </w:r>
      <w:r>
        <w:tab/>
        <w:t>1.854e0</w:t>
      </w:r>
    </w:p>
    <w:p w:rsidR="00354DF7" w:rsidRDefault="00354DF7" w:rsidP="00354DF7">
      <w:pPr>
        <w:tabs>
          <w:tab w:val="left" w:pos="6195"/>
        </w:tabs>
      </w:pPr>
      <w:r>
        <w:t>285.2415</w:t>
      </w:r>
      <w:r>
        <w:tab/>
        <w:t>6.812e0</w:t>
      </w:r>
    </w:p>
    <w:p w:rsidR="00354DF7" w:rsidRDefault="00354DF7" w:rsidP="00354DF7">
      <w:pPr>
        <w:tabs>
          <w:tab w:val="left" w:pos="6195"/>
        </w:tabs>
      </w:pPr>
      <w:r>
        <w:t>285.2512</w:t>
      </w:r>
      <w:r>
        <w:tab/>
        <w:t>1.749e0</w:t>
      </w:r>
    </w:p>
    <w:p w:rsidR="00354DF7" w:rsidRDefault="00354DF7" w:rsidP="00354DF7">
      <w:pPr>
        <w:tabs>
          <w:tab w:val="left" w:pos="6195"/>
        </w:tabs>
      </w:pPr>
      <w:r>
        <w:t>285.2649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285.2673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285.2833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285.2879</w:t>
      </w:r>
      <w:r>
        <w:tab/>
        <w:t>6.223e0</w:t>
      </w:r>
    </w:p>
    <w:p w:rsidR="00354DF7" w:rsidRDefault="00354DF7" w:rsidP="00354DF7">
      <w:pPr>
        <w:tabs>
          <w:tab w:val="left" w:pos="6195"/>
        </w:tabs>
      </w:pPr>
      <w:r>
        <w:t>285.2908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285.2984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285.3061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285.3223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285.3343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285.3476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285.3578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285.3616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285.3694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285.3892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285.4011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285.4106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285.4170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285.4377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285.4518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285.4572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285.4666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285.4763</w:t>
      </w:r>
      <w:r>
        <w:tab/>
        <w:t>5.597e0</w:t>
      </w:r>
    </w:p>
    <w:p w:rsidR="00354DF7" w:rsidRDefault="00354DF7" w:rsidP="00354DF7">
      <w:pPr>
        <w:tabs>
          <w:tab w:val="left" w:pos="6195"/>
        </w:tabs>
      </w:pPr>
      <w:r>
        <w:t>285.4876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285.4893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285.4956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285.5232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285.5266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285.5291</w:t>
      </w:r>
      <w:r>
        <w:tab/>
        <w:t>1.275e0</w:t>
      </w:r>
    </w:p>
    <w:p w:rsidR="00354DF7" w:rsidRDefault="00354DF7" w:rsidP="00354DF7">
      <w:pPr>
        <w:tabs>
          <w:tab w:val="left" w:pos="6195"/>
        </w:tabs>
      </w:pPr>
      <w:r>
        <w:t>285.5314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285.5369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285.5587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285.5631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285.5660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285.5811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285.5862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285.5997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285.6030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285.6297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285.6417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285.6447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285.6491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285.6572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285.6723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285.6938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285.7235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285.7258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285.7304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285.7547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285.7630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285.7671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285.7710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285.7790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285.7874</w:t>
      </w:r>
      <w:r>
        <w:tab/>
        <w:t>3.511e0</w:t>
      </w:r>
    </w:p>
    <w:p w:rsidR="00354DF7" w:rsidRDefault="00354DF7" w:rsidP="00354DF7">
      <w:pPr>
        <w:tabs>
          <w:tab w:val="left" w:pos="6195"/>
        </w:tabs>
      </w:pPr>
      <w:r>
        <w:lastRenderedPageBreak/>
        <w:t>285.8107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285.8338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285.8417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285.8575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285.8691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285.8715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285.8771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285.8970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285.9047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285.9133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285.9240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285.9285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285.9377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285.9720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285.9734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285.9751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285.9818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285.9995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286.0078</w:t>
      </w:r>
      <w:r>
        <w:tab/>
        <w:t>2.491e0</w:t>
      </w:r>
    </w:p>
    <w:p w:rsidR="00354DF7" w:rsidRDefault="00354DF7" w:rsidP="00354DF7">
      <w:pPr>
        <w:tabs>
          <w:tab w:val="left" w:pos="6195"/>
        </w:tabs>
      </w:pPr>
      <w:r>
        <w:lastRenderedPageBreak/>
        <w:t>286.0293</w:t>
      </w:r>
      <w:r>
        <w:tab/>
        <w:t>4.962e0</w:t>
      </w:r>
    </w:p>
    <w:p w:rsidR="00354DF7" w:rsidRDefault="00354DF7" w:rsidP="00354DF7">
      <w:pPr>
        <w:tabs>
          <w:tab w:val="left" w:pos="6195"/>
        </w:tabs>
      </w:pPr>
      <w:r>
        <w:t>286.0365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286.0399</w:t>
      </w:r>
      <w:r>
        <w:tab/>
        <w:t>5.388e0</w:t>
      </w:r>
    </w:p>
    <w:p w:rsidR="00354DF7" w:rsidRDefault="00354DF7" w:rsidP="00354DF7">
      <w:pPr>
        <w:tabs>
          <w:tab w:val="left" w:pos="6195"/>
        </w:tabs>
      </w:pPr>
      <w:r>
        <w:t>286.0427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286.0749</w:t>
      </w:r>
      <w:r>
        <w:tab/>
        <w:t>2.322e0</w:t>
      </w:r>
    </w:p>
    <w:p w:rsidR="00354DF7" w:rsidRDefault="00354DF7" w:rsidP="00354DF7">
      <w:pPr>
        <w:tabs>
          <w:tab w:val="left" w:pos="6195"/>
        </w:tabs>
      </w:pPr>
      <w:r>
        <w:t>286.0774</w:t>
      </w:r>
      <w:r>
        <w:tab/>
        <w:t>2.695e0</w:t>
      </w:r>
    </w:p>
    <w:p w:rsidR="00354DF7" w:rsidRDefault="00354DF7" w:rsidP="00354DF7">
      <w:pPr>
        <w:tabs>
          <w:tab w:val="left" w:pos="6195"/>
        </w:tabs>
      </w:pPr>
      <w:r>
        <w:t>286.0878</w:t>
      </w:r>
      <w:r>
        <w:tab/>
        <w:t>1.641e0</w:t>
      </w:r>
    </w:p>
    <w:p w:rsidR="00354DF7" w:rsidRDefault="00354DF7" w:rsidP="00354DF7">
      <w:pPr>
        <w:tabs>
          <w:tab w:val="left" w:pos="6195"/>
        </w:tabs>
      </w:pPr>
      <w:r>
        <w:t>286.0896</w:t>
      </w:r>
      <w:r>
        <w:tab/>
        <w:t>1.899e0</w:t>
      </w:r>
    </w:p>
    <w:p w:rsidR="00354DF7" w:rsidRDefault="00354DF7" w:rsidP="00354DF7">
      <w:pPr>
        <w:tabs>
          <w:tab w:val="left" w:pos="6195"/>
        </w:tabs>
      </w:pPr>
      <w:r>
        <w:t>286.1061</w:t>
      </w:r>
      <w:r>
        <w:tab/>
        <w:t>7.659e0</w:t>
      </w:r>
    </w:p>
    <w:p w:rsidR="00354DF7" w:rsidRDefault="00354DF7" w:rsidP="00354DF7">
      <w:pPr>
        <w:tabs>
          <w:tab w:val="left" w:pos="6195"/>
        </w:tabs>
      </w:pPr>
      <w:r>
        <w:t>286.1180</w:t>
      </w:r>
      <w:r>
        <w:tab/>
        <w:t>2.706e0</w:t>
      </w:r>
    </w:p>
    <w:p w:rsidR="00354DF7" w:rsidRDefault="00354DF7" w:rsidP="00354DF7">
      <w:pPr>
        <w:tabs>
          <w:tab w:val="left" w:pos="6195"/>
        </w:tabs>
      </w:pPr>
      <w:r>
        <w:t>286.1227</w:t>
      </w:r>
      <w:r>
        <w:tab/>
        <w:t>2.254e0</w:t>
      </w:r>
    </w:p>
    <w:p w:rsidR="00354DF7" w:rsidRDefault="00354DF7" w:rsidP="00354DF7">
      <w:pPr>
        <w:tabs>
          <w:tab w:val="left" w:pos="6195"/>
        </w:tabs>
      </w:pPr>
      <w:r>
        <w:t>286.1240</w:t>
      </w:r>
      <w:r>
        <w:tab/>
        <w:t>1.605e0</w:t>
      </w:r>
    </w:p>
    <w:p w:rsidR="00354DF7" w:rsidRDefault="00354DF7" w:rsidP="00354DF7">
      <w:pPr>
        <w:tabs>
          <w:tab w:val="left" w:pos="6195"/>
        </w:tabs>
      </w:pPr>
      <w:r>
        <w:t>286.1441</w:t>
      </w:r>
      <w:r>
        <w:tab/>
        <w:t>2.893e0</w:t>
      </w:r>
    </w:p>
    <w:p w:rsidR="00354DF7" w:rsidRDefault="00354DF7" w:rsidP="00354DF7">
      <w:pPr>
        <w:tabs>
          <w:tab w:val="left" w:pos="6195"/>
        </w:tabs>
      </w:pPr>
      <w:r>
        <w:t>286.1611</w:t>
      </w:r>
      <w:r>
        <w:tab/>
        <w:t>1.924e0</w:t>
      </w:r>
    </w:p>
    <w:p w:rsidR="00354DF7" w:rsidRDefault="00354DF7" w:rsidP="00354DF7">
      <w:pPr>
        <w:tabs>
          <w:tab w:val="left" w:pos="6195"/>
        </w:tabs>
      </w:pPr>
      <w:r>
        <w:t>286.1633</w:t>
      </w:r>
      <w:r>
        <w:tab/>
        <w:t>2.647e0</w:t>
      </w:r>
    </w:p>
    <w:p w:rsidR="00354DF7" w:rsidRDefault="00354DF7" w:rsidP="00354DF7">
      <w:pPr>
        <w:tabs>
          <w:tab w:val="left" w:pos="6195"/>
        </w:tabs>
      </w:pPr>
      <w:r>
        <w:t>286.1701</w:t>
      </w:r>
      <w:r>
        <w:tab/>
        <w:t>3.207e0</w:t>
      </w:r>
    </w:p>
    <w:p w:rsidR="00354DF7" w:rsidRDefault="00354DF7" w:rsidP="00354DF7">
      <w:pPr>
        <w:tabs>
          <w:tab w:val="left" w:pos="6195"/>
        </w:tabs>
      </w:pPr>
      <w:r>
        <w:t>286.1769</w:t>
      </w:r>
      <w:r>
        <w:tab/>
        <w:t>6.280e0</w:t>
      </w:r>
    </w:p>
    <w:p w:rsidR="00354DF7" w:rsidRDefault="00354DF7" w:rsidP="00354DF7">
      <w:pPr>
        <w:tabs>
          <w:tab w:val="left" w:pos="6195"/>
        </w:tabs>
      </w:pPr>
      <w:r>
        <w:t>286.1829</w:t>
      </w:r>
      <w:r>
        <w:tab/>
        <w:t>3.082e0</w:t>
      </w:r>
    </w:p>
    <w:p w:rsidR="00354DF7" w:rsidRDefault="00354DF7" w:rsidP="00354DF7">
      <w:pPr>
        <w:tabs>
          <w:tab w:val="left" w:pos="6195"/>
        </w:tabs>
      </w:pPr>
      <w:r>
        <w:t>286.1876</w:t>
      </w:r>
      <w:r>
        <w:tab/>
        <w:t>3.723e0</w:t>
      </w:r>
    </w:p>
    <w:p w:rsidR="00354DF7" w:rsidRDefault="00354DF7" w:rsidP="00354DF7">
      <w:pPr>
        <w:tabs>
          <w:tab w:val="left" w:pos="6195"/>
        </w:tabs>
      </w:pPr>
      <w:r>
        <w:lastRenderedPageBreak/>
        <w:t>286.1951</w:t>
      </w:r>
      <w:r>
        <w:tab/>
        <w:t>2.504e0</w:t>
      </w:r>
    </w:p>
    <w:p w:rsidR="00354DF7" w:rsidRDefault="00354DF7" w:rsidP="00354DF7">
      <w:pPr>
        <w:tabs>
          <w:tab w:val="left" w:pos="6195"/>
        </w:tabs>
      </w:pPr>
      <w:r>
        <w:t>286.2044</w:t>
      </w:r>
      <w:r>
        <w:tab/>
        <w:t>3.126e0</w:t>
      </w:r>
    </w:p>
    <w:p w:rsidR="00354DF7" w:rsidRDefault="00354DF7" w:rsidP="00354DF7">
      <w:pPr>
        <w:tabs>
          <w:tab w:val="left" w:pos="6195"/>
        </w:tabs>
      </w:pPr>
      <w:r>
        <w:t>286.2104</w:t>
      </w:r>
      <w:r>
        <w:tab/>
        <w:t>1.889e0</w:t>
      </w:r>
    </w:p>
    <w:p w:rsidR="00354DF7" w:rsidRDefault="00354DF7" w:rsidP="00354DF7">
      <w:pPr>
        <w:tabs>
          <w:tab w:val="left" w:pos="6195"/>
        </w:tabs>
      </w:pPr>
      <w:r>
        <w:t>286.2200</w:t>
      </w:r>
      <w:r>
        <w:tab/>
        <w:t>4.153e0</w:t>
      </w:r>
    </w:p>
    <w:p w:rsidR="00354DF7" w:rsidRDefault="00354DF7" w:rsidP="00354DF7">
      <w:pPr>
        <w:tabs>
          <w:tab w:val="left" w:pos="6195"/>
        </w:tabs>
      </w:pPr>
      <w:r>
        <w:t>286.2329</w:t>
      </w:r>
      <w:r>
        <w:tab/>
        <w:t>1.854e0</w:t>
      </w:r>
    </w:p>
    <w:p w:rsidR="00354DF7" w:rsidRDefault="00354DF7" w:rsidP="00354DF7">
      <w:pPr>
        <w:tabs>
          <w:tab w:val="left" w:pos="6195"/>
        </w:tabs>
      </w:pPr>
      <w:r>
        <w:t>286.2352</w:t>
      </w:r>
      <w:r>
        <w:tab/>
        <w:t>2.744e0</w:t>
      </w:r>
    </w:p>
    <w:p w:rsidR="00354DF7" w:rsidRDefault="00354DF7" w:rsidP="00354DF7">
      <w:pPr>
        <w:tabs>
          <w:tab w:val="left" w:pos="6195"/>
        </w:tabs>
      </w:pPr>
      <w:r>
        <w:t>286.2362</w:t>
      </w:r>
      <w:r>
        <w:tab/>
        <w:t>3.866e0</w:t>
      </w:r>
    </w:p>
    <w:p w:rsidR="00354DF7" w:rsidRDefault="00354DF7" w:rsidP="00354DF7">
      <w:pPr>
        <w:tabs>
          <w:tab w:val="left" w:pos="6195"/>
        </w:tabs>
      </w:pPr>
      <w:r>
        <w:t>286.2448</w:t>
      </w:r>
      <w:r>
        <w:tab/>
        <w:t>1.004e1</w:t>
      </w:r>
    </w:p>
    <w:p w:rsidR="00354DF7" w:rsidRDefault="00354DF7" w:rsidP="00354DF7">
      <w:pPr>
        <w:tabs>
          <w:tab w:val="left" w:pos="6195"/>
        </w:tabs>
      </w:pPr>
      <w:r>
        <w:t>286.2503</w:t>
      </w:r>
      <w:r>
        <w:tab/>
        <w:t>3.708e0</w:t>
      </w:r>
    </w:p>
    <w:p w:rsidR="00354DF7" w:rsidRDefault="00354DF7" w:rsidP="00354DF7">
      <w:pPr>
        <w:tabs>
          <w:tab w:val="left" w:pos="6195"/>
        </w:tabs>
      </w:pPr>
      <w:r>
        <w:t>286.2671</w:t>
      </w:r>
      <w:r>
        <w:tab/>
        <w:t>3.501e0</w:t>
      </w:r>
    </w:p>
    <w:p w:rsidR="00354DF7" w:rsidRDefault="00354DF7" w:rsidP="00354DF7">
      <w:pPr>
        <w:tabs>
          <w:tab w:val="left" w:pos="6195"/>
        </w:tabs>
      </w:pPr>
      <w:r>
        <w:t>286.2803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286.2930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286.3033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286.3059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286.3081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286.3377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286.3450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286.3460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286.3543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286.3619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286.3771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286.3908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286.4071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286.4171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286.4212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286.4356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286.4405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286.4485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286.4666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286.4688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286.4880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286.4949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286.4989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286.5272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286.5309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286.5431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286.5526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286.5626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286.5734</w:t>
      </w:r>
      <w:r>
        <w:tab/>
        <w:t>2.241e0</w:t>
      </w:r>
    </w:p>
    <w:p w:rsidR="00354DF7" w:rsidRDefault="00354DF7" w:rsidP="00354DF7">
      <w:pPr>
        <w:tabs>
          <w:tab w:val="left" w:pos="6195"/>
        </w:tabs>
      </w:pPr>
      <w:r>
        <w:t>286.5761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286.6061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286.6103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286.6133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286.6204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286.6373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286.6464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286.6493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286.6688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286.6833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286.6922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286.7026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286.7047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286.7322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286.7358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286.7401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286.7593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286.7867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286.7912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286.8044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286.8086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286.8183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286.8220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286.8268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286.8411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286.8617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286.8726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286.8783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286.8813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286.8838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286.9047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286.9094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286.9248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286.9294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286.9356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286.9548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286.9567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286.9956</w:t>
      </w:r>
      <w:r>
        <w:tab/>
        <w:t>4.048e0</w:t>
      </w:r>
    </w:p>
    <w:p w:rsidR="00354DF7" w:rsidRDefault="00354DF7" w:rsidP="00354DF7">
      <w:pPr>
        <w:tabs>
          <w:tab w:val="left" w:pos="6195"/>
        </w:tabs>
      </w:pPr>
      <w:r>
        <w:t>286.9983</w:t>
      </w:r>
      <w:r>
        <w:tab/>
        <w:t>2.061e0</w:t>
      </w:r>
    </w:p>
    <w:p w:rsidR="00354DF7" w:rsidRDefault="00354DF7" w:rsidP="00354DF7">
      <w:pPr>
        <w:tabs>
          <w:tab w:val="left" w:pos="6195"/>
        </w:tabs>
      </w:pPr>
      <w:r>
        <w:t>287.0018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287.0072</w:t>
      </w:r>
      <w:r>
        <w:tab/>
        <w:t>7.073e0</w:t>
      </w:r>
    </w:p>
    <w:p w:rsidR="00354DF7" w:rsidRDefault="00354DF7" w:rsidP="00354DF7">
      <w:pPr>
        <w:tabs>
          <w:tab w:val="left" w:pos="6195"/>
        </w:tabs>
      </w:pPr>
      <w:r>
        <w:t>287.0099</w:t>
      </w:r>
      <w:r>
        <w:tab/>
        <w:t>3.867e0</w:t>
      </w:r>
    </w:p>
    <w:p w:rsidR="00354DF7" w:rsidRDefault="00354DF7" w:rsidP="00354DF7">
      <w:pPr>
        <w:tabs>
          <w:tab w:val="left" w:pos="6195"/>
        </w:tabs>
      </w:pPr>
      <w:r>
        <w:t>287.0208</w:t>
      </w:r>
      <w:r>
        <w:tab/>
        <w:t>4.817e0</w:t>
      </w:r>
    </w:p>
    <w:p w:rsidR="00354DF7" w:rsidRDefault="00354DF7" w:rsidP="00354DF7">
      <w:pPr>
        <w:tabs>
          <w:tab w:val="left" w:pos="6195"/>
        </w:tabs>
      </w:pPr>
      <w:r>
        <w:t>287.0385</w:t>
      </w:r>
      <w:r>
        <w:tab/>
        <w:t>8.510e0</w:t>
      </w:r>
    </w:p>
    <w:p w:rsidR="00354DF7" w:rsidRDefault="00354DF7" w:rsidP="00354DF7">
      <w:pPr>
        <w:tabs>
          <w:tab w:val="left" w:pos="6195"/>
        </w:tabs>
      </w:pPr>
      <w:r>
        <w:t>287.0421</w:t>
      </w:r>
      <w:r>
        <w:tab/>
        <w:t>8.913e0</w:t>
      </w:r>
    </w:p>
    <w:p w:rsidR="00354DF7" w:rsidRDefault="00354DF7" w:rsidP="00354DF7">
      <w:pPr>
        <w:tabs>
          <w:tab w:val="left" w:pos="6195"/>
        </w:tabs>
      </w:pPr>
      <w:r>
        <w:t>287.0526</w:t>
      </w:r>
      <w:r>
        <w:tab/>
        <w:t>3.729e0</w:t>
      </w:r>
    </w:p>
    <w:p w:rsidR="00354DF7" w:rsidRDefault="00354DF7" w:rsidP="00354DF7">
      <w:pPr>
        <w:tabs>
          <w:tab w:val="left" w:pos="6195"/>
        </w:tabs>
      </w:pPr>
      <w:r>
        <w:t>287.0555</w:t>
      </w:r>
      <w:r>
        <w:tab/>
        <w:t>6.564e0</w:t>
      </w:r>
    </w:p>
    <w:p w:rsidR="00354DF7" w:rsidRDefault="00354DF7" w:rsidP="00354DF7">
      <w:pPr>
        <w:tabs>
          <w:tab w:val="left" w:pos="6195"/>
        </w:tabs>
      </w:pPr>
      <w:r>
        <w:t>287.0634</w:t>
      </w:r>
      <w:r>
        <w:tab/>
        <w:t>3.261e0</w:t>
      </w:r>
    </w:p>
    <w:p w:rsidR="00354DF7" w:rsidRDefault="00354DF7" w:rsidP="00354DF7">
      <w:pPr>
        <w:tabs>
          <w:tab w:val="left" w:pos="6195"/>
        </w:tabs>
      </w:pPr>
      <w:r>
        <w:t>287.0689</w:t>
      </w:r>
      <w:r>
        <w:tab/>
        <w:t>1.087e1</w:t>
      </w:r>
    </w:p>
    <w:p w:rsidR="00354DF7" w:rsidRDefault="00354DF7" w:rsidP="00354DF7">
      <w:pPr>
        <w:tabs>
          <w:tab w:val="left" w:pos="6195"/>
        </w:tabs>
      </w:pPr>
      <w:r>
        <w:t>287.0813</w:t>
      </w:r>
      <w:r>
        <w:tab/>
        <w:t>6.470e0</w:t>
      </w:r>
    </w:p>
    <w:p w:rsidR="00354DF7" w:rsidRDefault="00354DF7" w:rsidP="00354DF7">
      <w:pPr>
        <w:tabs>
          <w:tab w:val="left" w:pos="6195"/>
        </w:tabs>
      </w:pPr>
      <w:r>
        <w:t>287.0859</w:t>
      </w:r>
      <w:r>
        <w:tab/>
        <w:t>1.899e0</w:t>
      </w:r>
    </w:p>
    <w:p w:rsidR="00354DF7" w:rsidRDefault="00354DF7" w:rsidP="00354DF7">
      <w:pPr>
        <w:tabs>
          <w:tab w:val="left" w:pos="6195"/>
        </w:tabs>
      </w:pPr>
      <w:r>
        <w:t>287.0924</w:t>
      </w:r>
      <w:r>
        <w:tab/>
        <w:t>8.613e0</w:t>
      </w:r>
    </w:p>
    <w:p w:rsidR="00354DF7" w:rsidRDefault="00354DF7" w:rsidP="00354DF7">
      <w:pPr>
        <w:tabs>
          <w:tab w:val="left" w:pos="6195"/>
        </w:tabs>
      </w:pPr>
      <w:r>
        <w:t>287.0997</w:t>
      </w:r>
      <w:r>
        <w:tab/>
        <w:t>3.599e0</w:t>
      </w:r>
    </w:p>
    <w:p w:rsidR="00354DF7" w:rsidRDefault="00354DF7" w:rsidP="00354DF7">
      <w:pPr>
        <w:tabs>
          <w:tab w:val="left" w:pos="6195"/>
        </w:tabs>
      </w:pPr>
      <w:r>
        <w:t>287.1320</w:t>
      </w:r>
      <w:r>
        <w:tab/>
        <w:t>1.112e0</w:t>
      </w:r>
    </w:p>
    <w:p w:rsidR="00354DF7" w:rsidRDefault="00354DF7" w:rsidP="00354DF7">
      <w:pPr>
        <w:tabs>
          <w:tab w:val="left" w:pos="6195"/>
        </w:tabs>
      </w:pPr>
      <w:r>
        <w:t>287.1408</w:t>
      </w:r>
      <w:r>
        <w:tab/>
        <w:t>4.085e0</w:t>
      </w:r>
    </w:p>
    <w:p w:rsidR="00354DF7" w:rsidRDefault="00354DF7" w:rsidP="00354DF7">
      <w:pPr>
        <w:tabs>
          <w:tab w:val="left" w:pos="6195"/>
        </w:tabs>
      </w:pPr>
      <w:r>
        <w:t>287.1500</w:t>
      </w:r>
      <w:r>
        <w:tab/>
        <w:t>2.413e0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287.1867</w:t>
      </w:r>
      <w:r>
        <w:tab/>
        <w:t>8.504e0</w:t>
      </w:r>
    </w:p>
    <w:p w:rsidR="00354DF7" w:rsidRDefault="00354DF7" w:rsidP="00354DF7">
      <w:pPr>
        <w:tabs>
          <w:tab w:val="left" w:pos="6195"/>
        </w:tabs>
      </w:pPr>
      <w:r>
        <w:t>287.1887</w:t>
      </w:r>
      <w:r>
        <w:tab/>
        <w:t>5.791e0</w:t>
      </w:r>
    </w:p>
    <w:p w:rsidR="00354DF7" w:rsidRDefault="00354DF7" w:rsidP="00354DF7">
      <w:pPr>
        <w:tabs>
          <w:tab w:val="left" w:pos="6195"/>
        </w:tabs>
      </w:pPr>
      <w:r>
        <w:t>287.2299</w:t>
      </w:r>
      <w:r>
        <w:tab/>
        <w:t>2.707e0</w:t>
      </w:r>
    </w:p>
    <w:p w:rsidR="00354DF7" w:rsidRDefault="00354DF7" w:rsidP="00354DF7">
      <w:pPr>
        <w:tabs>
          <w:tab w:val="left" w:pos="6195"/>
        </w:tabs>
      </w:pPr>
      <w:r>
        <w:t>287.2336</w:t>
      </w:r>
      <w:r>
        <w:tab/>
        <w:t>3.933e0</w:t>
      </w:r>
    </w:p>
    <w:p w:rsidR="00354DF7" w:rsidRDefault="00354DF7" w:rsidP="00354DF7">
      <w:pPr>
        <w:tabs>
          <w:tab w:val="left" w:pos="6195"/>
        </w:tabs>
      </w:pPr>
      <w:r>
        <w:t>287.2436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287.2458</w:t>
      </w:r>
      <w:r>
        <w:tab/>
        <w:t>2.793e0</w:t>
      </w:r>
    </w:p>
    <w:p w:rsidR="00354DF7" w:rsidRDefault="00354DF7" w:rsidP="00354DF7">
      <w:pPr>
        <w:tabs>
          <w:tab w:val="left" w:pos="6195"/>
        </w:tabs>
      </w:pPr>
      <w:r>
        <w:t>287.2681</w:t>
      </w:r>
      <w:r>
        <w:tab/>
        <w:t>2.664e0</w:t>
      </w:r>
    </w:p>
    <w:p w:rsidR="00354DF7" w:rsidRDefault="00354DF7" w:rsidP="00354DF7">
      <w:pPr>
        <w:tabs>
          <w:tab w:val="left" w:pos="6195"/>
        </w:tabs>
      </w:pPr>
      <w:r>
        <w:t>287.2716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287.2766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287.2779</w:t>
      </w:r>
      <w:r>
        <w:tab/>
        <w:t>2.414e0</w:t>
      </w:r>
    </w:p>
    <w:p w:rsidR="00354DF7" w:rsidRDefault="00354DF7" w:rsidP="00354DF7">
      <w:pPr>
        <w:tabs>
          <w:tab w:val="left" w:pos="6195"/>
        </w:tabs>
      </w:pPr>
      <w:r>
        <w:t>287.3045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287.3088</w:t>
      </w:r>
      <w:r>
        <w:tab/>
        <w:t>1.544e0</w:t>
      </w:r>
    </w:p>
    <w:p w:rsidR="00354DF7" w:rsidRDefault="00354DF7" w:rsidP="00354DF7">
      <w:pPr>
        <w:tabs>
          <w:tab w:val="left" w:pos="6195"/>
        </w:tabs>
      </w:pPr>
      <w:r>
        <w:t>287.3153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287.3424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287.3468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287.3567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287.3586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287.3707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287.3861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287.3988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287.4217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287.4440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287.4509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287.4573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287.4809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287.4889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287.4958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287.5037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287.5163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287.5320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287.5367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287.5399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287.5479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287.5702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287.5794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287.5836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287.5900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287.5925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287.6109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287.6129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287.6384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287.6444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287.6461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287.6609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287.6661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287.6894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287.6911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287.6924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287.7056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287.7067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287.7327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287.7503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287.7550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287.7961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287.8039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287.8123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287.8187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287.8254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287.8330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287.8489</w:t>
      </w:r>
      <w:r>
        <w:tab/>
        <w:t>1.331e0</w:t>
      </w:r>
    </w:p>
    <w:p w:rsidR="00354DF7" w:rsidRDefault="00354DF7" w:rsidP="00354DF7">
      <w:pPr>
        <w:tabs>
          <w:tab w:val="left" w:pos="6195"/>
        </w:tabs>
      </w:pPr>
      <w:r>
        <w:t>287.8514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287.8550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287.8714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287.8908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287.8922</w:t>
      </w:r>
      <w:r>
        <w:tab/>
        <w:t>3.011e0</w:t>
      </w:r>
    </w:p>
    <w:p w:rsidR="00354DF7" w:rsidRDefault="00354DF7" w:rsidP="00354DF7">
      <w:pPr>
        <w:tabs>
          <w:tab w:val="left" w:pos="6195"/>
        </w:tabs>
      </w:pPr>
      <w:r>
        <w:t>287.9030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287.9078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287.9155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287.9268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287.9399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287.9447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287.9618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287.9658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287.9700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287.9868</w:t>
      </w:r>
      <w:r>
        <w:tab/>
        <w:t>4.933e0</w:t>
      </w:r>
    </w:p>
    <w:p w:rsidR="00354DF7" w:rsidRDefault="00354DF7" w:rsidP="00354DF7">
      <w:pPr>
        <w:tabs>
          <w:tab w:val="left" w:pos="6195"/>
        </w:tabs>
      </w:pPr>
      <w:r>
        <w:t>288.0001</w:t>
      </w:r>
      <w:r>
        <w:tab/>
        <w:t>1.496e0</w:t>
      </w:r>
    </w:p>
    <w:p w:rsidR="00354DF7" w:rsidRDefault="00354DF7" w:rsidP="00354DF7">
      <w:pPr>
        <w:tabs>
          <w:tab w:val="left" w:pos="6195"/>
        </w:tabs>
      </w:pPr>
      <w:r>
        <w:lastRenderedPageBreak/>
        <w:t>288.0128</w:t>
      </w:r>
      <w:r>
        <w:tab/>
        <w:t>7.412e0</w:t>
      </w:r>
    </w:p>
    <w:p w:rsidR="00354DF7" w:rsidRDefault="00354DF7" w:rsidP="00354DF7">
      <w:pPr>
        <w:tabs>
          <w:tab w:val="left" w:pos="6195"/>
        </w:tabs>
      </w:pPr>
      <w:r>
        <w:t>288.0157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288.0436</w:t>
      </w:r>
      <w:r>
        <w:tab/>
        <w:t>2.109e0</w:t>
      </w:r>
    </w:p>
    <w:p w:rsidR="00354DF7" w:rsidRDefault="00354DF7" w:rsidP="00354DF7">
      <w:pPr>
        <w:tabs>
          <w:tab w:val="left" w:pos="6195"/>
        </w:tabs>
      </w:pPr>
      <w:r>
        <w:t>288.0484</w:t>
      </w:r>
      <w:r>
        <w:tab/>
        <w:t>2.820e0</w:t>
      </w:r>
    </w:p>
    <w:p w:rsidR="00354DF7" w:rsidRDefault="00354DF7" w:rsidP="00354DF7">
      <w:pPr>
        <w:tabs>
          <w:tab w:val="left" w:pos="6195"/>
        </w:tabs>
      </w:pPr>
      <w:r>
        <w:t>288.0506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288.0526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288.0579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288.0886</w:t>
      </w:r>
      <w:r>
        <w:tab/>
        <w:t>6.591e0</w:t>
      </w:r>
    </w:p>
    <w:p w:rsidR="00354DF7" w:rsidRDefault="00354DF7" w:rsidP="00354DF7">
      <w:pPr>
        <w:tabs>
          <w:tab w:val="left" w:pos="6195"/>
        </w:tabs>
      </w:pPr>
      <w:r>
        <w:t>288.1006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288.1053</w:t>
      </w:r>
      <w:r>
        <w:tab/>
        <w:t>3.439e0</w:t>
      </w:r>
    </w:p>
    <w:p w:rsidR="00354DF7" w:rsidRDefault="00354DF7" w:rsidP="00354DF7">
      <w:pPr>
        <w:tabs>
          <w:tab w:val="left" w:pos="6195"/>
        </w:tabs>
      </w:pPr>
      <w:r>
        <w:t>288.1082</w:t>
      </w:r>
      <w:r>
        <w:tab/>
        <w:t>1.499e1</w:t>
      </w:r>
    </w:p>
    <w:p w:rsidR="00354DF7" w:rsidRDefault="00354DF7" w:rsidP="00354DF7">
      <w:pPr>
        <w:tabs>
          <w:tab w:val="left" w:pos="6195"/>
        </w:tabs>
      </w:pPr>
      <w:r>
        <w:t>288.1165</w:t>
      </w:r>
      <w:r>
        <w:tab/>
        <w:t>7.551e0</w:t>
      </w:r>
    </w:p>
    <w:p w:rsidR="00354DF7" w:rsidRDefault="00354DF7" w:rsidP="00354DF7">
      <w:pPr>
        <w:tabs>
          <w:tab w:val="left" w:pos="6195"/>
        </w:tabs>
      </w:pPr>
      <w:r>
        <w:t>288.1549</w:t>
      </w:r>
      <w:r>
        <w:tab/>
        <w:t>2.504e0</w:t>
      </w:r>
    </w:p>
    <w:p w:rsidR="00354DF7" w:rsidRDefault="00354DF7" w:rsidP="00354DF7">
      <w:pPr>
        <w:tabs>
          <w:tab w:val="left" w:pos="6195"/>
        </w:tabs>
      </w:pPr>
      <w:r>
        <w:t>288.1629</w:t>
      </w:r>
      <w:r>
        <w:tab/>
        <w:t>2.604e0</w:t>
      </w:r>
    </w:p>
    <w:p w:rsidR="00354DF7" w:rsidRDefault="00354DF7" w:rsidP="00354DF7">
      <w:pPr>
        <w:tabs>
          <w:tab w:val="left" w:pos="6195"/>
        </w:tabs>
      </w:pPr>
      <w:r>
        <w:t>288.1724</w:t>
      </w:r>
      <w:r>
        <w:tab/>
        <w:t>3.587e0</w:t>
      </w:r>
    </w:p>
    <w:p w:rsidR="00354DF7" w:rsidRDefault="00354DF7" w:rsidP="00354DF7">
      <w:pPr>
        <w:tabs>
          <w:tab w:val="left" w:pos="6195"/>
        </w:tabs>
      </w:pPr>
      <w:r>
        <w:t>288.1755</w:t>
      </w:r>
      <w:r>
        <w:tab/>
        <w:t>3.123e0</w:t>
      </w:r>
    </w:p>
    <w:p w:rsidR="00354DF7" w:rsidRDefault="00354DF7" w:rsidP="00354DF7">
      <w:pPr>
        <w:tabs>
          <w:tab w:val="left" w:pos="6195"/>
        </w:tabs>
      </w:pPr>
      <w:r>
        <w:t>288.1771</w:t>
      </w:r>
      <w:r>
        <w:tab/>
        <w:t>5.273e0</w:t>
      </w:r>
    </w:p>
    <w:p w:rsidR="00354DF7" w:rsidRDefault="00354DF7" w:rsidP="00354DF7">
      <w:pPr>
        <w:tabs>
          <w:tab w:val="left" w:pos="6195"/>
        </w:tabs>
      </w:pPr>
      <w:r>
        <w:t>288.1796</w:t>
      </w:r>
      <w:r>
        <w:tab/>
        <w:t>8.072e0</w:t>
      </w:r>
    </w:p>
    <w:p w:rsidR="00354DF7" w:rsidRDefault="00354DF7" w:rsidP="00354DF7">
      <w:pPr>
        <w:tabs>
          <w:tab w:val="left" w:pos="6195"/>
        </w:tabs>
      </w:pPr>
      <w:r>
        <w:t>288.2125</w:t>
      </w:r>
      <w:r>
        <w:tab/>
        <w:t>5.497e0</w:t>
      </w:r>
    </w:p>
    <w:p w:rsidR="00354DF7" w:rsidRDefault="00354DF7" w:rsidP="00354DF7">
      <w:pPr>
        <w:tabs>
          <w:tab w:val="left" w:pos="6195"/>
        </w:tabs>
      </w:pPr>
      <w:r>
        <w:lastRenderedPageBreak/>
        <w:t>288.2156</w:t>
      </w:r>
      <w:r>
        <w:tab/>
        <w:t>1.473e1</w:t>
      </w:r>
    </w:p>
    <w:p w:rsidR="00354DF7" w:rsidRDefault="00354DF7" w:rsidP="00354DF7">
      <w:pPr>
        <w:tabs>
          <w:tab w:val="left" w:pos="6195"/>
        </w:tabs>
      </w:pPr>
      <w:r>
        <w:t>288.2184</w:t>
      </w:r>
      <w:r>
        <w:tab/>
        <w:t>5.002e0</w:t>
      </w:r>
    </w:p>
    <w:p w:rsidR="00354DF7" w:rsidRDefault="00354DF7" w:rsidP="00354DF7">
      <w:pPr>
        <w:tabs>
          <w:tab w:val="left" w:pos="6195"/>
        </w:tabs>
      </w:pPr>
      <w:r>
        <w:t>288.2541</w:t>
      </w:r>
      <w:r>
        <w:tab/>
        <w:t>1.853e1</w:t>
      </w:r>
    </w:p>
    <w:p w:rsidR="00354DF7" w:rsidRDefault="00354DF7" w:rsidP="00354DF7">
      <w:pPr>
        <w:tabs>
          <w:tab w:val="left" w:pos="6195"/>
        </w:tabs>
      </w:pPr>
      <w:r>
        <w:t>288.2560</w:t>
      </w:r>
      <w:r>
        <w:tab/>
        <w:t>3.931e1</w:t>
      </w:r>
    </w:p>
    <w:p w:rsidR="00354DF7" w:rsidRDefault="00354DF7" w:rsidP="00354DF7">
      <w:pPr>
        <w:tabs>
          <w:tab w:val="left" w:pos="6195"/>
        </w:tabs>
      </w:pPr>
      <w:r>
        <w:t>288.2581</w:t>
      </w:r>
      <w:r>
        <w:tab/>
        <w:t>2.354e1</w:t>
      </w:r>
    </w:p>
    <w:p w:rsidR="00354DF7" w:rsidRDefault="00354DF7" w:rsidP="00354DF7">
      <w:pPr>
        <w:tabs>
          <w:tab w:val="left" w:pos="6195"/>
        </w:tabs>
      </w:pPr>
      <w:r>
        <w:t>288.2597</w:t>
      </w:r>
      <w:r>
        <w:tab/>
        <w:t>3.618e1</w:t>
      </w:r>
    </w:p>
    <w:p w:rsidR="00354DF7" w:rsidRDefault="00354DF7" w:rsidP="00354DF7">
      <w:pPr>
        <w:tabs>
          <w:tab w:val="left" w:pos="6195"/>
        </w:tabs>
      </w:pPr>
      <w:r>
        <w:t>288.3006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288.3041</w:t>
      </w:r>
      <w:r>
        <w:tab/>
        <w:t>1.730e0</w:t>
      </w:r>
    </w:p>
    <w:p w:rsidR="00354DF7" w:rsidRDefault="00354DF7" w:rsidP="00354DF7">
      <w:pPr>
        <w:tabs>
          <w:tab w:val="left" w:pos="6195"/>
        </w:tabs>
      </w:pPr>
      <w:r>
        <w:t>288.3147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288.3203</w:t>
      </w:r>
      <w:r>
        <w:tab/>
        <w:t>2.402e0</w:t>
      </w:r>
    </w:p>
    <w:p w:rsidR="00354DF7" w:rsidRDefault="00354DF7" w:rsidP="00354DF7">
      <w:pPr>
        <w:tabs>
          <w:tab w:val="left" w:pos="6195"/>
        </w:tabs>
      </w:pPr>
      <w:r>
        <w:t>288.3490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288.3530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288.3641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288.3768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288.3913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288.3973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288.4088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288.4133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288.4190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288.4378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288.4402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288.4626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288.4746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288.5301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288.5313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288.5351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288.5460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288.5695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288.6007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288.6096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288.6126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288.6194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288.6251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288.6479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288.6528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288.6567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288.6638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288.6707</w:t>
      </w:r>
      <w:r>
        <w:tab/>
        <w:t>1.614e0</w:t>
      </w:r>
    </w:p>
    <w:p w:rsidR="00354DF7" w:rsidRDefault="00354DF7" w:rsidP="00354DF7">
      <w:pPr>
        <w:tabs>
          <w:tab w:val="left" w:pos="6195"/>
        </w:tabs>
      </w:pPr>
      <w:r>
        <w:lastRenderedPageBreak/>
        <w:t>288.6778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288.6798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288.6937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288.6986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288.7181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288.7248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288.7276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288.7365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288.7385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288.7705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288.7783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288.8028</w:t>
      </w:r>
      <w:r>
        <w:tab/>
        <w:t>5.050e0</w:t>
      </w:r>
    </w:p>
    <w:p w:rsidR="00354DF7" w:rsidRDefault="00354DF7" w:rsidP="00354DF7">
      <w:pPr>
        <w:tabs>
          <w:tab w:val="left" w:pos="6195"/>
        </w:tabs>
      </w:pPr>
      <w:r>
        <w:t>288.8090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288.8106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288.8391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288.8447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288.8470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288.8517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288.8732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288.8785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288.8806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288.8924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288.9149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288.9174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288.9239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288.9284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288.9572</w:t>
      </w:r>
      <w:r>
        <w:tab/>
        <w:t>7.229e0</w:t>
      </w:r>
    </w:p>
    <w:p w:rsidR="00354DF7" w:rsidRDefault="00354DF7" w:rsidP="00354DF7">
      <w:pPr>
        <w:tabs>
          <w:tab w:val="left" w:pos="6195"/>
        </w:tabs>
      </w:pPr>
      <w:r>
        <w:t>288.9771</w:t>
      </w:r>
      <w:r>
        <w:tab/>
        <w:t>4.627e0</w:t>
      </w:r>
    </w:p>
    <w:p w:rsidR="00354DF7" w:rsidRDefault="00354DF7" w:rsidP="00354DF7">
      <w:pPr>
        <w:tabs>
          <w:tab w:val="left" w:pos="6195"/>
        </w:tabs>
      </w:pPr>
      <w:r>
        <w:t>288.9824</w:t>
      </w:r>
      <w:r>
        <w:tab/>
        <w:t>3.786e0</w:t>
      </w:r>
    </w:p>
    <w:p w:rsidR="00354DF7" w:rsidRDefault="00354DF7" w:rsidP="00354DF7">
      <w:pPr>
        <w:tabs>
          <w:tab w:val="left" w:pos="6195"/>
        </w:tabs>
      </w:pPr>
      <w:r>
        <w:t>288.9976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289.0053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289.0126</w:t>
      </w:r>
      <w:r>
        <w:tab/>
        <w:t>8.654e0</w:t>
      </w:r>
    </w:p>
    <w:p w:rsidR="00354DF7" w:rsidRDefault="00354DF7" w:rsidP="00354DF7">
      <w:pPr>
        <w:tabs>
          <w:tab w:val="left" w:pos="6195"/>
        </w:tabs>
      </w:pPr>
      <w:r>
        <w:t>289.0139</w:t>
      </w:r>
      <w:r>
        <w:tab/>
        <w:t>1.496e0</w:t>
      </w:r>
    </w:p>
    <w:p w:rsidR="00354DF7" w:rsidRDefault="00354DF7" w:rsidP="00354DF7">
      <w:pPr>
        <w:tabs>
          <w:tab w:val="left" w:pos="6195"/>
        </w:tabs>
      </w:pPr>
      <w:r>
        <w:t>289.0188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289.0211</w:t>
      </w:r>
      <w:r>
        <w:tab/>
        <w:t>4.780e0</w:t>
      </w:r>
    </w:p>
    <w:p w:rsidR="00354DF7" w:rsidRDefault="00354DF7" w:rsidP="00354DF7">
      <w:pPr>
        <w:tabs>
          <w:tab w:val="left" w:pos="6195"/>
        </w:tabs>
      </w:pPr>
      <w:r>
        <w:t>289.0449</w:t>
      </w:r>
      <w:r>
        <w:tab/>
        <w:t>1.681e0</w:t>
      </w:r>
    </w:p>
    <w:p w:rsidR="00354DF7" w:rsidRDefault="00354DF7" w:rsidP="00354DF7">
      <w:pPr>
        <w:tabs>
          <w:tab w:val="left" w:pos="6195"/>
        </w:tabs>
      </w:pPr>
      <w:r>
        <w:t>289.0566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289.0686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289.0752</w:t>
      </w:r>
      <w:r>
        <w:tab/>
        <w:t>2.612e0</w:t>
      </w:r>
    </w:p>
    <w:p w:rsidR="00354DF7" w:rsidRDefault="00354DF7" w:rsidP="00354DF7">
      <w:pPr>
        <w:tabs>
          <w:tab w:val="left" w:pos="6195"/>
        </w:tabs>
      </w:pPr>
      <w:r>
        <w:t>289.0814</w:t>
      </w:r>
      <w:r>
        <w:tab/>
        <w:t>4.302e0</w:t>
      </w:r>
    </w:p>
    <w:p w:rsidR="00354DF7" w:rsidRDefault="00354DF7" w:rsidP="00354DF7">
      <w:pPr>
        <w:tabs>
          <w:tab w:val="left" w:pos="6195"/>
        </w:tabs>
      </w:pPr>
      <w:r>
        <w:t>289.0902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289.1145</w:t>
      </w:r>
      <w:r>
        <w:tab/>
        <w:t>7.188e0</w:t>
      </w:r>
    </w:p>
    <w:p w:rsidR="00354DF7" w:rsidRDefault="00354DF7" w:rsidP="00354DF7">
      <w:pPr>
        <w:tabs>
          <w:tab w:val="left" w:pos="6195"/>
        </w:tabs>
      </w:pPr>
      <w:r>
        <w:t>289.1156</w:t>
      </w:r>
      <w:r>
        <w:tab/>
        <w:t>2.804e0</w:t>
      </w:r>
    </w:p>
    <w:p w:rsidR="00354DF7" w:rsidRDefault="00354DF7" w:rsidP="00354DF7">
      <w:pPr>
        <w:tabs>
          <w:tab w:val="left" w:pos="6195"/>
        </w:tabs>
      </w:pPr>
      <w:r>
        <w:t>289.1205</w:t>
      </w:r>
      <w:r>
        <w:tab/>
        <w:t>2.150e0</w:t>
      </w:r>
    </w:p>
    <w:p w:rsidR="00354DF7" w:rsidRDefault="00354DF7" w:rsidP="00354DF7">
      <w:pPr>
        <w:tabs>
          <w:tab w:val="left" w:pos="6195"/>
        </w:tabs>
      </w:pPr>
      <w:r>
        <w:t>289.1252</w:t>
      </w:r>
      <w:r>
        <w:tab/>
        <w:t>3.490e0</w:t>
      </w:r>
    </w:p>
    <w:p w:rsidR="00354DF7" w:rsidRDefault="00354DF7" w:rsidP="00354DF7">
      <w:pPr>
        <w:tabs>
          <w:tab w:val="left" w:pos="6195"/>
        </w:tabs>
      </w:pPr>
      <w:r>
        <w:t>289.1296</w:t>
      </w:r>
      <w:r>
        <w:tab/>
        <w:t>2.426e0</w:t>
      </w:r>
    </w:p>
    <w:p w:rsidR="00354DF7" w:rsidRDefault="00354DF7" w:rsidP="00354DF7">
      <w:pPr>
        <w:tabs>
          <w:tab w:val="left" w:pos="6195"/>
        </w:tabs>
      </w:pPr>
      <w:r>
        <w:t>289.1360</w:t>
      </w:r>
      <w:r>
        <w:tab/>
        <w:t>3.763e0</w:t>
      </w:r>
    </w:p>
    <w:p w:rsidR="00354DF7" w:rsidRDefault="00354DF7" w:rsidP="00354DF7">
      <w:pPr>
        <w:tabs>
          <w:tab w:val="left" w:pos="6195"/>
        </w:tabs>
      </w:pPr>
      <w:r>
        <w:t>289.1553</w:t>
      </w:r>
      <w:r>
        <w:tab/>
        <w:t>1.760e0</w:t>
      </w:r>
    </w:p>
    <w:p w:rsidR="00354DF7" w:rsidRDefault="00354DF7" w:rsidP="00354DF7">
      <w:pPr>
        <w:tabs>
          <w:tab w:val="left" w:pos="6195"/>
        </w:tabs>
      </w:pPr>
      <w:r>
        <w:t>289.1581</w:t>
      </w:r>
      <w:r>
        <w:tab/>
        <w:t>1.675e0</w:t>
      </w:r>
    </w:p>
    <w:p w:rsidR="00354DF7" w:rsidRDefault="00354DF7" w:rsidP="00354DF7">
      <w:pPr>
        <w:tabs>
          <w:tab w:val="left" w:pos="6195"/>
        </w:tabs>
      </w:pPr>
      <w:r>
        <w:t>289.1695</w:t>
      </w:r>
      <w:r>
        <w:tab/>
        <w:t>4.526e0</w:t>
      </w:r>
    </w:p>
    <w:p w:rsidR="00354DF7" w:rsidRDefault="00354DF7" w:rsidP="00354DF7">
      <w:pPr>
        <w:tabs>
          <w:tab w:val="left" w:pos="6195"/>
        </w:tabs>
      </w:pPr>
      <w:r>
        <w:t>289.1813</w:t>
      </w:r>
      <w:r>
        <w:tab/>
        <w:t>5.048e0</w:t>
      </w:r>
    </w:p>
    <w:p w:rsidR="00354DF7" w:rsidRDefault="00354DF7" w:rsidP="00354DF7">
      <w:pPr>
        <w:tabs>
          <w:tab w:val="left" w:pos="6195"/>
        </w:tabs>
      </w:pPr>
      <w:r>
        <w:t>289.1870</w:t>
      </w:r>
      <w:r>
        <w:tab/>
        <w:t>2.954e0</w:t>
      </w:r>
    </w:p>
    <w:p w:rsidR="00354DF7" w:rsidRDefault="00354DF7" w:rsidP="00354DF7">
      <w:pPr>
        <w:tabs>
          <w:tab w:val="left" w:pos="6195"/>
        </w:tabs>
      </w:pPr>
      <w:r>
        <w:t>289.2000</w:t>
      </w:r>
      <w:r>
        <w:tab/>
        <w:t>2.238e0</w:t>
      </w:r>
    </w:p>
    <w:p w:rsidR="00354DF7" w:rsidRDefault="00354DF7" w:rsidP="00354DF7">
      <w:pPr>
        <w:tabs>
          <w:tab w:val="left" w:pos="6195"/>
        </w:tabs>
      </w:pPr>
      <w:r>
        <w:t>289.2010</w:t>
      </w:r>
      <w:r>
        <w:tab/>
        <w:t>2.942e0</w:t>
      </w:r>
    </w:p>
    <w:p w:rsidR="00354DF7" w:rsidRDefault="00354DF7" w:rsidP="00354DF7">
      <w:pPr>
        <w:tabs>
          <w:tab w:val="left" w:pos="6195"/>
        </w:tabs>
      </w:pPr>
      <w:r>
        <w:t>289.2366</w:t>
      </w:r>
      <w:r>
        <w:tab/>
        <w:t>3.865e0</w:t>
      </w:r>
    </w:p>
    <w:p w:rsidR="00354DF7" w:rsidRDefault="00354DF7" w:rsidP="00354DF7">
      <w:pPr>
        <w:tabs>
          <w:tab w:val="left" w:pos="6195"/>
        </w:tabs>
      </w:pPr>
      <w:r>
        <w:t>289.2438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289.2475</w:t>
      </w:r>
      <w:r>
        <w:tab/>
        <w:t>4.089e0</w:t>
      </w:r>
    </w:p>
    <w:p w:rsidR="00354DF7" w:rsidRDefault="00354DF7" w:rsidP="00354DF7">
      <w:pPr>
        <w:tabs>
          <w:tab w:val="left" w:pos="6195"/>
        </w:tabs>
      </w:pPr>
      <w:r>
        <w:lastRenderedPageBreak/>
        <w:t>289.2553</w:t>
      </w:r>
      <w:r>
        <w:tab/>
        <w:t>5.561e0</w:t>
      </w:r>
    </w:p>
    <w:p w:rsidR="00354DF7" w:rsidRDefault="00354DF7" w:rsidP="00354DF7">
      <w:pPr>
        <w:tabs>
          <w:tab w:val="left" w:pos="6195"/>
        </w:tabs>
      </w:pPr>
      <w:r>
        <w:t>289.2577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289.2610</w:t>
      </w:r>
      <w:r>
        <w:tab/>
        <w:t>3.584e0</w:t>
      </w:r>
    </w:p>
    <w:p w:rsidR="00354DF7" w:rsidRDefault="00354DF7" w:rsidP="00354DF7">
      <w:pPr>
        <w:tabs>
          <w:tab w:val="left" w:pos="6195"/>
        </w:tabs>
      </w:pPr>
      <w:r>
        <w:t>289.2729</w:t>
      </w:r>
      <w:r>
        <w:tab/>
        <w:t>2.650e0</w:t>
      </w:r>
    </w:p>
    <w:p w:rsidR="00354DF7" w:rsidRDefault="00354DF7" w:rsidP="00354DF7">
      <w:pPr>
        <w:tabs>
          <w:tab w:val="left" w:pos="6195"/>
        </w:tabs>
      </w:pPr>
      <w:r>
        <w:t>289.2771</w:t>
      </w:r>
      <w:r>
        <w:tab/>
        <w:t>1.324e0</w:t>
      </w:r>
    </w:p>
    <w:p w:rsidR="00354DF7" w:rsidRDefault="00354DF7" w:rsidP="00354DF7">
      <w:pPr>
        <w:tabs>
          <w:tab w:val="left" w:pos="6195"/>
        </w:tabs>
      </w:pPr>
      <w:r>
        <w:t>289.2816</w:t>
      </w:r>
      <w:r>
        <w:tab/>
        <w:t>3.446e0</w:t>
      </w:r>
    </w:p>
    <w:p w:rsidR="00354DF7" w:rsidRDefault="00354DF7" w:rsidP="00354DF7">
      <w:pPr>
        <w:tabs>
          <w:tab w:val="left" w:pos="6195"/>
        </w:tabs>
      </w:pPr>
      <w:r>
        <w:t>289.3118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289.3309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289.3329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289.3391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289.3620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289.3661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289.3761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289.3806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289.3854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289.3981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289.4020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289.4160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289.4176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289.4314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289.4719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289.4798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289.4827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289.5022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289.5071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289.5361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289.5521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289.5657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289.5754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289.6190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289.6345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289.6368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289.6553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289.6699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289.6784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289.6849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289.6964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289.7237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289.7296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289.7379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289.7412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289.7599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289.7613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289.7728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289.7826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289.8048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289.8198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289.8285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289.8415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289.8640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289.8728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289.8781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289.8829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289.8995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289.9102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289.9211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289.9291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289.9453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289.9592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289.9664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289.9676</w:t>
      </w:r>
      <w:r>
        <w:tab/>
        <w:t>6.906e0</w:t>
      </w:r>
    </w:p>
    <w:p w:rsidR="00354DF7" w:rsidRDefault="00354DF7" w:rsidP="00354DF7">
      <w:pPr>
        <w:tabs>
          <w:tab w:val="left" w:pos="6195"/>
        </w:tabs>
      </w:pPr>
      <w:r>
        <w:t>289.9727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289.9747</w:t>
      </w:r>
      <w:r>
        <w:tab/>
        <w:t>5.691e0</w:t>
      </w:r>
    </w:p>
    <w:p w:rsidR="00354DF7" w:rsidRDefault="00354DF7" w:rsidP="00354DF7">
      <w:pPr>
        <w:tabs>
          <w:tab w:val="left" w:pos="6195"/>
        </w:tabs>
      </w:pPr>
      <w:r>
        <w:t>290.0148</w:t>
      </w:r>
      <w:r>
        <w:tab/>
        <w:t>8.358e0</w:t>
      </w:r>
    </w:p>
    <w:p w:rsidR="00354DF7" w:rsidRDefault="00354DF7" w:rsidP="00354DF7">
      <w:pPr>
        <w:tabs>
          <w:tab w:val="left" w:pos="6195"/>
        </w:tabs>
      </w:pPr>
      <w:r>
        <w:t>290.0189</w:t>
      </w:r>
      <w:r>
        <w:tab/>
        <w:t>1.800e1</w:t>
      </w:r>
    </w:p>
    <w:p w:rsidR="00354DF7" w:rsidRDefault="00354DF7" w:rsidP="00354DF7">
      <w:pPr>
        <w:tabs>
          <w:tab w:val="left" w:pos="6195"/>
        </w:tabs>
      </w:pPr>
      <w:r>
        <w:t>290.0215</w:t>
      </w:r>
      <w:r>
        <w:tab/>
        <w:t>8.693e0</w:t>
      </w:r>
    </w:p>
    <w:p w:rsidR="00354DF7" w:rsidRDefault="00354DF7" w:rsidP="00354DF7">
      <w:pPr>
        <w:tabs>
          <w:tab w:val="left" w:pos="6195"/>
        </w:tabs>
      </w:pPr>
      <w:r>
        <w:t>290.0251</w:t>
      </w:r>
      <w:r>
        <w:tab/>
        <w:t>9.667e0</w:t>
      </w:r>
    </w:p>
    <w:p w:rsidR="00354DF7" w:rsidRDefault="00354DF7" w:rsidP="00354DF7">
      <w:pPr>
        <w:tabs>
          <w:tab w:val="left" w:pos="6195"/>
        </w:tabs>
      </w:pPr>
      <w:r>
        <w:t>290.0314</w:t>
      </w:r>
      <w:r>
        <w:tab/>
        <w:t>7.521e0</w:t>
      </w:r>
    </w:p>
    <w:p w:rsidR="00354DF7" w:rsidRDefault="00354DF7" w:rsidP="00354DF7">
      <w:pPr>
        <w:tabs>
          <w:tab w:val="left" w:pos="6195"/>
        </w:tabs>
      </w:pPr>
      <w:r>
        <w:t>290.0593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290.0647</w:t>
      </w:r>
      <w:r>
        <w:tab/>
        <w:t>2.329e0</w:t>
      </w:r>
    </w:p>
    <w:p w:rsidR="00354DF7" w:rsidRDefault="00354DF7" w:rsidP="00354DF7">
      <w:pPr>
        <w:tabs>
          <w:tab w:val="left" w:pos="6195"/>
        </w:tabs>
      </w:pPr>
      <w:r>
        <w:t>290.0683</w:t>
      </w:r>
      <w:r>
        <w:tab/>
        <w:t>3.606e0</w:t>
      </w:r>
    </w:p>
    <w:p w:rsidR="00354DF7" w:rsidRDefault="00354DF7" w:rsidP="00354DF7">
      <w:pPr>
        <w:tabs>
          <w:tab w:val="left" w:pos="6195"/>
        </w:tabs>
      </w:pPr>
      <w:r>
        <w:t>290.0829</w:t>
      </w:r>
      <w:r>
        <w:tab/>
        <w:t>2.688e0</w:t>
      </w:r>
    </w:p>
    <w:p w:rsidR="00354DF7" w:rsidRDefault="00354DF7" w:rsidP="00354DF7">
      <w:pPr>
        <w:tabs>
          <w:tab w:val="left" w:pos="6195"/>
        </w:tabs>
      </w:pPr>
      <w:r>
        <w:t>290.1205</w:t>
      </w:r>
      <w:r>
        <w:tab/>
        <w:t>4.473e0</w:t>
      </w:r>
    </w:p>
    <w:p w:rsidR="00354DF7" w:rsidRDefault="00354DF7" w:rsidP="00354DF7">
      <w:pPr>
        <w:tabs>
          <w:tab w:val="left" w:pos="6195"/>
        </w:tabs>
      </w:pPr>
      <w:r>
        <w:t>290.1245</w:t>
      </w:r>
      <w:r>
        <w:tab/>
        <w:t>1.599e0</w:t>
      </w:r>
    </w:p>
    <w:p w:rsidR="00354DF7" w:rsidRDefault="00354DF7" w:rsidP="00354DF7">
      <w:pPr>
        <w:tabs>
          <w:tab w:val="left" w:pos="6195"/>
        </w:tabs>
      </w:pPr>
      <w:r>
        <w:t>290.1268</w:t>
      </w:r>
      <w:r>
        <w:tab/>
        <w:t>7.399e0</w:t>
      </w:r>
    </w:p>
    <w:p w:rsidR="00354DF7" w:rsidRDefault="00354DF7" w:rsidP="00354DF7">
      <w:pPr>
        <w:tabs>
          <w:tab w:val="left" w:pos="6195"/>
        </w:tabs>
      </w:pPr>
      <w:r>
        <w:t>290.1544</w:t>
      </w:r>
      <w:r>
        <w:tab/>
        <w:t>6.414e0</w:t>
      </w:r>
    </w:p>
    <w:p w:rsidR="00354DF7" w:rsidRDefault="00354DF7" w:rsidP="00354DF7">
      <w:pPr>
        <w:tabs>
          <w:tab w:val="left" w:pos="6195"/>
        </w:tabs>
      </w:pPr>
      <w:r>
        <w:lastRenderedPageBreak/>
        <w:t>290.1595</w:t>
      </w:r>
      <w:r>
        <w:tab/>
        <w:t>6.416e0</w:t>
      </w:r>
    </w:p>
    <w:p w:rsidR="00354DF7" w:rsidRDefault="00354DF7" w:rsidP="00354DF7">
      <w:pPr>
        <w:tabs>
          <w:tab w:val="left" w:pos="6195"/>
        </w:tabs>
      </w:pPr>
      <w:r>
        <w:t>290.1623</w:t>
      </w:r>
      <w:r>
        <w:tab/>
        <w:t>2.627e0</w:t>
      </w:r>
    </w:p>
    <w:p w:rsidR="00354DF7" w:rsidRDefault="00354DF7" w:rsidP="00354DF7">
      <w:pPr>
        <w:tabs>
          <w:tab w:val="left" w:pos="6195"/>
        </w:tabs>
      </w:pPr>
      <w:r>
        <w:t>290.1754</w:t>
      </w:r>
      <w:r>
        <w:tab/>
        <w:t>1.913e0</w:t>
      </w:r>
    </w:p>
    <w:p w:rsidR="00354DF7" w:rsidRDefault="00354DF7" w:rsidP="00354DF7">
      <w:pPr>
        <w:tabs>
          <w:tab w:val="left" w:pos="6195"/>
        </w:tabs>
      </w:pPr>
      <w:r>
        <w:t>290.1784</w:t>
      </w:r>
      <w:r>
        <w:tab/>
        <w:t>7.469e0</w:t>
      </w:r>
    </w:p>
    <w:p w:rsidR="00354DF7" w:rsidRDefault="00354DF7" w:rsidP="00354DF7">
      <w:pPr>
        <w:tabs>
          <w:tab w:val="left" w:pos="6195"/>
        </w:tabs>
      </w:pPr>
      <w:r>
        <w:t>290.1876</w:t>
      </w:r>
      <w:r>
        <w:tab/>
        <w:t>4.095e0</w:t>
      </w:r>
    </w:p>
    <w:p w:rsidR="00354DF7" w:rsidRDefault="00354DF7" w:rsidP="00354DF7">
      <w:pPr>
        <w:tabs>
          <w:tab w:val="left" w:pos="6195"/>
        </w:tabs>
      </w:pPr>
      <w:r>
        <w:t>290.1976</w:t>
      </w:r>
      <w:r>
        <w:tab/>
        <w:t>3.944e0</w:t>
      </w:r>
    </w:p>
    <w:p w:rsidR="00354DF7" w:rsidRDefault="00354DF7" w:rsidP="00354DF7">
      <w:pPr>
        <w:tabs>
          <w:tab w:val="left" w:pos="6195"/>
        </w:tabs>
      </w:pPr>
      <w:r>
        <w:t>290.2000</w:t>
      </w:r>
      <w:r>
        <w:tab/>
        <w:t>2.338e0</w:t>
      </w:r>
    </w:p>
    <w:p w:rsidR="00354DF7" w:rsidRDefault="00354DF7" w:rsidP="00354DF7">
      <w:pPr>
        <w:tabs>
          <w:tab w:val="left" w:pos="6195"/>
        </w:tabs>
      </w:pPr>
      <w:r>
        <w:t>290.2031</w:t>
      </w:r>
      <w:r>
        <w:tab/>
        <w:t>5.738e0</w:t>
      </w:r>
    </w:p>
    <w:p w:rsidR="00354DF7" w:rsidRDefault="00354DF7" w:rsidP="00354DF7">
      <w:pPr>
        <w:tabs>
          <w:tab w:val="left" w:pos="6195"/>
        </w:tabs>
      </w:pPr>
      <w:r>
        <w:t>290.2209</w:t>
      </w:r>
      <w:r>
        <w:tab/>
        <w:t>1.000e1</w:t>
      </w:r>
    </w:p>
    <w:p w:rsidR="00354DF7" w:rsidRDefault="00354DF7" w:rsidP="00354DF7">
      <w:pPr>
        <w:tabs>
          <w:tab w:val="left" w:pos="6195"/>
        </w:tabs>
      </w:pPr>
      <w:r>
        <w:t>290.2277</w:t>
      </w:r>
      <w:r>
        <w:tab/>
        <w:t>1.893e0</w:t>
      </w:r>
    </w:p>
    <w:p w:rsidR="00354DF7" w:rsidRDefault="00354DF7" w:rsidP="00354DF7">
      <w:pPr>
        <w:tabs>
          <w:tab w:val="left" w:pos="6195"/>
        </w:tabs>
      </w:pPr>
      <w:r>
        <w:t>290.2580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290.2608</w:t>
      </w:r>
      <w:r>
        <w:tab/>
        <w:t>6.755e0</w:t>
      </w:r>
    </w:p>
    <w:p w:rsidR="00354DF7" w:rsidRDefault="00354DF7" w:rsidP="00354DF7">
      <w:pPr>
        <w:tabs>
          <w:tab w:val="left" w:pos="6195"/>
        </w:tabs>
      </w:pPr>
      <w:r>
        <w:t>290.2782</w:t>
      </w:r>
      <w:r>
        <w:tab/>
        <w:t>4.849e0</w:t>
      </w:r>
    </w:p>
    <w:p w:rsidR="00354DF7" w:rsidRDefault="00354DF7" w:rsidP="00354DF7">
      <w:pPr>
        <w:tabs>
          <w:tab w:val="left" w:pos="6195"/>
        </w:tabs>
      </w:pPr>
      <w:r>
        <w:t>290.2902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290.3205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290.3220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290.3260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290.3424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290.3689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290.3707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290.3783</w:t>
      </w:r>
      <w:r>
        <w:tab/>
        <w:t>3.772e0</w:t>
      </w:r>
    </w:p>
    <w:p w:rsidR="00354DF7" w:rsidRDefault="00354DF7" w:rsidP="00354DF7">
      <w:pPr>
        <w:tabs>
          <w:tab w:val="left" w:pos="6195"/>
        </w:tabs>
      </w:pPr>
      <w:r>
        <w:t>290.3933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290.3976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290.4125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290.4149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290.4287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290.4306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290.4484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290.4838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290.5005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290.5076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290.5197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290.5296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290.5325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290.5546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290.5708</w:t>
      </w:r>
      <w:r>
        <w:tab/>
        <w:t>1.141e0</w:t>
      </w:r>
    </w:p>
    <w:p w:rsidR="00354DF7" w:rsidRDefault="00354DF7" w:rsidP="00354DF7">
      <w:pPr>
        <w:tabs>
          <w:tab w:val="left" w:pos="6195"/>
        </w:tabs>
      </w:pPr>
      <w:r>
        <w:t>290.5789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290.5869</w:t>
      </w:r>
      <w:r>
        <w:tab/>
        <w:t>3.636e0</w:t>
      </w:r>
    </w:p>
    <w:p w:rsidR="00354DF7" w:rsidRDefault="00354DF7" w:rsidP="00354DF7">
      <w:pPr>
        <w:tabs>
          <w:tab w:val="left" w:pos="6195"/>
        </w:tabs>
      </w:pPr>
      <w:r>
        <w:lastRenderedPageBreak/>
        <w:t>290.6101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290.6225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290.6256</w:t>
      </w:r>
      <w:r>
        <w:tab/>
        <w:t>3.842e0</w:t>
      </w:r>
    </w:p>
    <w:p w:rsidR="00354DF7" w:rsidRDefault="00354DF7" w:rsidP="00354DF7">
      <w:pPr>
        <w:tabs>
          <w:tab w:val="left" w:pos="6195"/>
        </w:tabs>
      </w:pPr>
      <w:r>
        <w:t>290.6301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290.6331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290.6382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290.6499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290.6769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290.6837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290.6891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290.6929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290.6993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290.7015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290.7291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290.7355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290.7480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290.7523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290.7548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290.7562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290.7646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290.7863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290.7919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290.7967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290.8023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290.8379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290.8396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290.8436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290.8556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290.8595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290.8648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290.8697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290.9016</w:t>
      </w:r>
      <w:r>
        <w:tab/>
        <w:t>2.495e0</w:t>
      </w:r>
    </w:p>
    <w:p w:rsidR="00354DF7" w:rsidRDefault="00354DF7" w:rsidP="00354DF7">
      <w:pPr>
        <w:tabs>
          <w:tab w:val="left" w:pos="6195"/>
        </w:tabs>
      </w:pPr>
      <w:r>
        <w:t>290.9184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290.9384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290.9402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290.9523</w:t>
      </w:r>
      <w:r>
        <w:tab/>
        <w:t>5.150e0</w:t>
      </w:r>
    </w:p>
    <w:p w:rsidR="00354DF7" w:rsidRDefault="00354DF7" w:rsidP="00354DF7">
      <w:pPr>
        <w:tabs>
          <w:tab w:val="left" w:pos="6195"/>
        </w:tabs>
      </w:pPr>
      <w:r>
        <w:t>290.9533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290.9619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290.9848</w:t>
      </w:r>
      <w:r>
        <w:tab/>
        <w:t>6.648e0</w:t>
      </w:r>
    </w:p>
    <w:p w:rsidR="00354DF7" w:rsidRDefault="00354DF7" w:rsidP="00354DF7">
      <w:pPr>
        <w:tabs>
          <w:tab w:val="left" w:pos="6195"/>
        </w:tabs>
      </w:pPr>
      <w:r>
        <w:t>291.0062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291.0175</w:t>
      </w:r>
      <w:r>
        <w:tab/>
        <w:t>2.667e0</w:t>
      </w:r>
    </w:p>
    <w:p w:rsidR="00354DF7" w:rsidRDefault="00354DF7" w:rsidP="00354DF7">
      <w:pPr>
        <w:tabs>
          <w:tab w:val="left" w:pos="6195"/>
        </w:tabs>
      </w:pPr>
      <w:r>
        <w:t>291.0214</w:t>
      </w:r>
      <w:r>
        <w:tab/>
        <w:t>3.128e0</w:t>
      </w:r>
    </w:p>
    <w:p w:rsidR="00354DF7" w:rsidRDefault="00354DF7" w:rsidP="00354DF7">
      <w:pPr>
        <w:tabs>
          <w:tab w:val="left" w:pos="6195"/>
        </w:tabs>
      </w:pPr>
      <w:r>
        <w:t>291.0399</w:t>
      </w:r>
      <w:r>
        <w:tab/>
        <w:t>4.216e0</w:t>
      </w:r>
    </w:p>
    <w:p w:rsidR="00354DF7" w:rsidRDefault="00354DF7" w:rsidP="00354DF7">
      <w:pPr>
        <w:tabs>
          <w:tab w:val="left" w:pos="6195"/>
        </w:tabs>
      </w:pPr>
      <w:r>
        <w:t>291.0616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291.0673</w:t>
      </w:r>
      <w:r>
        <w:tab/>
        <w:t>5.225e0</w:t>
      </w:r>
    </w:p>
    <w:p w:rsidR="00354DF7" w:rsidRDefault="00354DF7" w:rsidP="00354DF7">
      <w:pPr>
        <w:tabs>
          <w:tab w:val="left" w:pos="6195"/>
        </w:tabs>
      </w:pPr>
      <w:r>
        <w:t>291.0851</w:t>
      </w:r>
      <w:r>
        <w:tab/>
        <w:t>2.791e0</w:t>
      </w:r>
    </w:p>
    <w:p w:rsidR="00354DF7" w:rsidRDefault="00354DF7" w:rsidP="00354DF7">
      <w:pPr>
        <w:tabs>
          <w:tab w:val="left" w:pos="6195"/>
        </w:tabs>
      </w:pPr>
      <w:r>
        <w:t>291.0941</w:t>
      </w:r>
      <w:r>
        <w:tab/>
        <w:t>2.928e0</w:t>
      </w:r>
    </w:p>
    <w:p w:rsidR="00354DF7" w:rsidRDefault="00354DF7" w:rsidP="00354DF7">
      <w:pPr>
        <w:tabs>
          <w:tab w:val="left" w:pos="6195"/>
        </w:tabs>
      </w:pPr>
      <w:r>
        <w:t>291.1002</w:t>
      </w:r>
      <w:r>
        <w:tab/>
        <w:t>2.638e0</w:t>
      </w:r>
    </w:p>
    <w:p w:rsidR="00354DF7" w:rsidRDefault="00354DF7" w:rsidP="00354DF7">
      <w:pPr>
        <w:tabs>
          <w:tab w:val="left" w:pos="6195"/>
        </w:tabs>
      </w:pPr>
      <w:r>
        <w:t>291.1217</w:t>
      </w:r>
      <w:r>
        <w:tab/>
        <w:t>3.009e0</w:t>
      </w:r>
    </w:p>
    <w:p w:rsidR="00354DF7" w:rsidRDefault="00354DF7" w:rsidP="00354DF7">
      <w:pPr>
        <w:tabs>
          <w:tab w:val="left" w:pos="6195"/>
        </w:tabs>
      </w:pPr>
      <w:r>
        <w:t>291.1236</w:t>
      </w:r>
      <w:r>
        <w:tab/>
        <w:t>6.890e0</w:t>
      </w:r>
    </w:p>
    <w:p w:rsidR="00354DF7" w:rsidRDefault="00354DF7" w:rsidP="00354DF7">
      <w:pPr>
        <w:tabs>
          <w:tab w:val="left" w:pos="6195"/>
        </w:tabs>
      </w:pPr>
      <w:r>
        <w:t>291.1278</w:t>
      </w:r>
      <w:r>
        <w:tab/>
        <w:t>3.466e0</w:t>
      </w:r>
    </w:p>
    <w:p w:rsidR="00354DF7" w:rsidRDefault="00354DF7" w:rsidP="00354DF7">
      <w:pPr>
        <w:tabs>
          <w:tab w:val="left" w:pos="6195"/>
        </w:tabs>
      </w:pPr>
      <w:r>
        <w:t>291.1408</w:t>
      </w:r>
      <w:r>
        <w:tab/>
        <w:t>1.151e0</w:t>
      </w:r>
    </w:p>
    <w:p w:rsidR="00354DF7" w:rsidRDefault="00354DF7" w:rsidP="00354DF7">
      <w:pPr>
        <w:tabs>
          <w:tab w:val="left" w:pos="6195"/>
        </w:tabs>
      </w:pPr>
      <w:r>
        <w:t>291.1465</w:t>
      </w:r>
      <w:r>
        <w:tab/>
        <w:t>7.476e0</w:t>
      </w:r>
    </w:p>
    <w:p w:rsidR="00354DF7" w:rsidRDefault="00354DF7" w:rsidP="00354DF7">
      <w:pPr>
        <w:tabs>
          <w:tab w:val="left" w:pos="6195"/>
        </w:tabs>
      </w:pPr>
      <w:r>
        <w:t>291.1661</w:t>
      </w:r>
      <w:r>
        <w:tab/>
        <w:t>5.038e0</w:t>
      </w:r>
    </w:p>
    <w:p w:rsidR="00354DF7" w:rsidRDefault="00354DF7" w:rsidP="00354DF7">
      <w:pPr>
        <w:tabs>
          <w:tab w:val="left" w:pos="6195"/>
        </w:tabs>
      </w:pPr>
      <w:r>
        <w:t>291.1683</w:t>
      </w:r>
      <w:r>
        <w:tab/>
        <w:t>1.697e0</w:t>
      </w:r>
    </w:p>
    <w:p w:rsidR="00354DF7" w:rsidRDefault="00354DF7" w:rsidP="00354DF7">
      <w:pPr>
        <w:tabs>
          <w:tab w:val="left" w:pos="6195"/>
        </w:tabs>
      </w:pPr>
      <w:r>
        <w:t>291.1715</w:t>
      </w:r>
      <w:r>
        <w:tab/>
        <w:t>4.339e0</w:t>
      </w:r>
    </w:p>
    <w:p w:rsidR="00354DF7" w:rsidRDefault="00354DF7" w:rsidP="00354DF7">
      <w:pPr>
        <w:tabs>
          <w:tab w:val="left" w:pos="6195"/>
        </w:tabs>
      </w:pPr>
      <w:r>
        <w:t>291.1800</w:t>
      </w:r>
      <w:r>
        <w:tab/>
        <w:t>2.914e0</w:t>
      </w:r>
    </w:p>
    <w:p w:rsidR="00354DF7" w:rsidRDefault="00354DF7" w:rsidP="00354DF7">
      <w:pPr>
        <w:tabs>
          <w:tab w:val="left" w:pos="6195"/>
        </w:tabs>
      </w:pPr>
      <w:r>
        <w:lastRenderedPageBreak/>
        <w:t>291.2117</w:t>
      </w:r>
      <w:r>
        <w:tab/>
        <w:t>1.914e0</w:t>
      </w:r>
    </w:p>
    <w:p w:rsidR="00354DF7" w:rsidRDefault="00354DF7" w:rsidP="00354DF7">
      <w:pPr>
        <w:tabs>
          <w:tab w:val="left" w:pos="6195"/>
        </w:tabs>
      </w:pPr>
      <w:r>
        <w:t>291.2172</w:t>
      </w:r>
      <w:r>
        <w:tab/>
        <w:t>4.839e0</w:t>
      </w:r>
    </w:p>
    <w:p w:rsidR="00354DF7" w:rsidRDefault="00354DF7" w:rsidP="00354DF7">
      <w:pPr>
        <w:tabs>
          <w:tab w:val="left" w:pos="6195"/>
        </w:tabs>
      </w:pPr>
      <w:r>
        <w:t>291.2236</w:t>
      </w:r>
      <w:r>
        <w:tab/>
        <w:t>1.641e0</w:t>
      </w:r>
    </w:p>
    <w:p w:rsidR="00354DF7" w:rsidRDefault="00354DF7" w:rsidP="00354DF7">
      <w:pPr>
        <w:tabs>
          <w:tab w:val="left" w:pos="6195"/>
        </w:tabs>
      </w:pPr>
      <w:r>
        <w:t>291.2275</w:t>
      </w:r>
      <w:r>
        <w:tab/>
        <w:t>5.593e0</w:t>
      </w:r>
    </w:p>
    <w:p w:rsidR="00354DF7" w:rsidRDefault="00354DF7" w:rsidP="00354DF7">
      <w:pPr>
        <w:tabs>
          <w:tab w:val="left" w:pos="6195"/>
        </w:tabs>
      </w:pPr>
      <w:r>
        <w:t>291.2364</w:t>
      </w:r>
      <w:r>
        <w:tab/>
        <w:t>3.206e0</w:t>
      </w:r>
    </w:p>
    <w:p w:rsidR="00354DF7" w:rsidRDefault="00354DF7" w:rsidP="00354DF7">
      <w:pPr>
        <w:tabs>
          <w:tab w:val="left" w:pos="6195"/>
        </w:tabs>
      </w:pPr>
      <w:r>
        <w:t>291.2549</w:t>
      </w:r>
      <w:r>
        <w:tab/>
        <w:t>1.222e0</w:t>
      </w:r>
    </w:p>
    <w:p w:rsidR="00354DF7" w:rsidRDefault="00354DF7" w:rsidP="00354DF7">
      <w:pPr>
        <w:tabs>
          <w:tab w:val="left" w:pos="6195"/>
        </w:tabs>
      </w:pPr>
      <w:r>
        <w:t>291.2856</w:t>
      </w:r>
      <w:r>
        <w:tab/>
        <w:t>4.486e0</w:t>
      </w:r>
    </w:p>
    <w:p w:rsidR="00354DF7" w:rsidRDefault="00354DF7" w:rsidP="00354DF7">
      <w:pPr>
        <w:tabs>
          <w:tab w:val="left" w:pos="6195"/>
        </w:tabs>
      </w:pPr>
      <w:r>
        <w:t>291.3061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291.3109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291.3163</w:t>
      </w:r>
      <w:r>
        <w:tab/>
        <w:t>2.012e0</w:t>
      </w:r>
    </w:p>
    <w:p w:rsidR="00354DF7" w:rsidRDefault="00354DF7" w:rsidP="00354DF7">
      <w:pPr>
        <w:tabs>
          <w:tab w:val="left" w:pos="6195"/>
        </w:tabs>
      </w:pPr>
      <w:r>
        <w:t>291.3192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291.3496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291.3615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291.3725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291.3769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291.3812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291.3931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291.3955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291.4165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291.4449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291.4494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291.4524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291.4551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291.4602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291.4978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291.5136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291.5232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291.5370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291.5403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291.5505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291.5591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291.5649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291.5792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291.5828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291.6095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291.6135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291.6224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291.6253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291.6322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291.6460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291.6627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291.6772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291.6793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291.6888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291.7065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291.7188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291.7213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291.7245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291.7583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291.7617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291.7635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291.7707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291.7758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291.7806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291.7902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291.8177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291.8355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291.8439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291.8481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291.8672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291.8709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291.8861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291.8912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291.9161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291.9225</w:t>
      </w:r>
      <w:r>
        <w:tab/>
        <w:t>9.265e0</w:t>
      </w:r>
    </w:p>
    <w:p w:rsidR="00354DF7" w:rsidRDefault="00354DF7" w:rsidP="00354DF7">
      <w:pPr>
        <w:tabs>
          <w:tab w:val="left" w:pos="6195"/>
        </w:tabs>
      </w:pPr>
      <w:r>
        <w:t>291.9268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291.9451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291.9703</w:t>
      </w:r>
      <w:r>
        <w:tab/>
        <w:t>5.262e0</w:t>
      </w:r>
    </w:p>
    <w:p w:rsidR="00354DF7" w:rsidRDefault="00354DF7" w:rsidP="00354DF7">
      <w:pPr>
        <w:tabs>
          <w:tab w:val="left" w:pos="6195"/>
        </w:tabs>
      </w:pPr>
      <w:r>
        <w:t>291.9848</w:t>
      </w:r>
      <w:r>
        <w:tab/>
        <w:t>1.528e0</w:t>
      </w:r>
    </w:p>
    <w:p w:rsidR="00354DF7" w:rsidRDefault="00354DF7" w:rsidP="00354DF7">
      <w:pPr>
        <w:tabs>
          <w:tab w:val="left" w:pos="6195"/>
        </w:tabs>
      </w:pPr>
      <w:r>
        <w:t>291.9940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292.0042</w:t>
      </w:r>
      <w:r>
        <w:tab/>
        <w:t>8.470e0</w:t>
      </w:r>
    </w:p>
    <w:p w:rsidR="00354DF7" w:rsidRDefault="00354DF7" w:rsidP="00354DF7">
      <w:pPr>
        <w:tabs>
          <w:tab w:val="left" w:pos="6195"/>
        </w:tabs>
      </w:pPr>
      <w:r>
        <w:t>292.0212</w:t>
      </w:r>
      <w:r>
        <w:tab/>
        <w:t>1.936e0</w:t>
      </w:r>
    </w:p>
    <w:p w:rsidR="00354DF7" w:rsidRDefault="00354DF7" w:rsidP="00354DF7">
      <w:pPr>
        <w:tabs>
          <w:tab w:val="left" w:pos="6195"/>
        </w:tabs>
      </w:pPr>
      <w:r>
        <w:t>292.0238</w:t>
      </w:r>
      <w:r>
        <w:tab/>
        <w:t>5.139e0</w:t>
      </w:r>
    </w:p>
    <w:p w:rsidR="00354DF7" w:rsidRDefault="00354DF7" w:rsidP="00354DF7">
      <w:pPr>
        <w:tabs>
          <w:tab w:val="left" w:pos="6195"/>
        </w:tabs>
      </w:pPr>
      <w:r>
        <w:t>292.0263</w:t>
      </w:r>
      <w:r>
        <w:tab/>
        <w:t>3.108e0</w:t>
      </w:r>
    </w:p>
    <w:p w:rsidR="00354DF7" w:rsidRDefault="00354DF7" w:rsidP="00354DF7">
      <w:pPr>
        <w:tabs>
          <w:tab w:val="left" w:pos="6195"/>
        </w:tabs>
      </w:pPr>
      <w:r>
        <w:t>292.0311</w:t>
      </w:r>
      <w:r>
        <w:tab/>
        <w:t>3.948e0</w:t>
      </w:r>
    </w:p>
    <w:p w:rsidR="00354DF7" w:rsidRDefault="00354DF7" w:rsidP="00354DF7">
      <w:pPr>
        <w:tabs>
          <w:tab w:val="left" w:pos="6195"/>
        </w:tabs>
      </w:pPr>
      <w:r>
        <w:t>292.0481</w:t>
      </w:r>
      <w:r>
        <w:tab/>
        <w:t>4.027e0</w:t>
      </w:r>
    </w:p>
    <w:p w:rsidR="00354DF7" w:rsidRDefault="00354DF7" w:rsidP="00354DF7">
      <w:pPr>
        <w:tabs>
          <w:tab w:val="left" w:pos="6195"/>
        </w:tabs>
      </w:pPr>
      <w:r>
        <w:lastRenderedPageBreak/>
        <w:t>292.0616</w:t>
      </w:r>
      <w:r>
        <w:tab/>
        <w:t>3.517e0</w:t>
      </w:r>
    </w:p>
    <w:p w:rsidR="00354DF7" w:rsidRDefault="00354DF7" w:rsidP="00354DF7">
      <w:pPr>
        <w:tabs>
          <w:tab w:val="left" w:pos="6195"/>
        </w:tabs>
      </w:pPr>
      <w:r>
        <w:t>292.0648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292.0705</w:t>
      </w:r>
      <w:r>
        <w:tab/>
        <w:t>5.528e0</w:t>
      </w:r>
    </w:p>
    <w:p w:rsidR="00354DF7" w:rsidRDefault="00354DF7" w:rsidP="00354DF7">
      <w:pPr>
        <w:tabs>
          <w:tab w:val="left" w:pos="6195"/>
        </w:tabs>
      </w:pPr>
      <w:r>
        <w:t>292.0727</w:t>
      </w:r>
      <w:r>
        <w:tab/>
        <w:t>1.746e0</w:t>
      </w:r>
    </w:p>
    <w:p w:rsidR="00354DF7" w:rsidRDefault="00354DF7" w:rsidP="00354DF7">
      <w:pPr>
        <w:tabs>
          <w:tab w:val="left" w:pos="6195"/>
        </w:tabs>
      </w:pPr>
      <w:r>
        <w:t>292.0969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292.1106</w:t>
      </w:r>
      <w:r>
        <w:tab/>
        <w:t>6.564e0</w:t>
      </w:r>
    </w:p>
    <w:p w:rsidR="00354DF7" w:rsidRDefault="00354DF7" w:rsidP="00354DF7">
      <w:pPr>
        <w:tabs>
          <w:tab w:val="left" w:pos="6195"/>
        </w:tabs>
      </w:pPr>
      <w:r>
        <w:t>292.1149</w:t>
      </w:r>
      <w:r>
        <w:tab/>
        <w:t>1.845e0</w:t>
      </w:r>
    </w:p>
    <w:p w:rsidR="00354DF7" w:rsidRDefault="00354DF7" w:rsidP="00354DF7">
      <w:pPr>
        <w:tabs>
          <w:tab w:val="left" w:pos="6195"/>
        </w:tabs>
      </w:pPr>
      <w:r>
        <w:t>292.1299</w:t>
      </w:r>
      <w:r>
        <w:tab/>
        <w:t>3.558e0</w:t>
      </w:r>
    </w:p>
    <w:p w:rsidR="00354DF7" w:rsidRDefault="00354DF7" w:rsidP="00354DF7">
      <w:pPr>
        <w:tabs>
          <w:tab w:val="left" w:pos="6195"/>
        </w:tabs>
      </w:pPr>
      <w:r>
        <w:t>292.1432</w:t>
      </w:r>
      <w:r>
        <w:tab/>
        <w:t>2.845e0</w:t>
      </w:r>
    </w:p>
    <w:p w:rsidR="00354DF7" w:rsidRDefault="00354DF7" w:rsidP="00354DF7">
      <w:pPr>
        <w:tabs>
          <w:tab w:val="left" w:pos="6195"/>
        </w:tabs>
      </w:pPr>
      <w:r>
        <w:t>292.1497</w:t>
      </w:r>
      <w:r>
        <w:tab/>
        <w:t>1.492e0</w:t>
      </w:r>
    </w:p>
    <w:p w:rsidR="00354DF7" w:rsidRDefault="00354DF7" w:rsidP="00354DF7">
      <w:pPr>
        <w:tabs>
          <w:tab w:val="left" w:pos="6195"/>
        </w:tabs>
      </w:pPr>
      <w:r>
        <w:t>292.1799</w:t>
      </w:r>
      <w:r>
        <w:tab/>
        <w:t>7.493e0</w:t>
      </w:r>
    </w:p>
    <w:p w:rsidR="00354DF7" w:rsidRDefault="00354DF7" w:rsidP="00354DF7">
      <w:pPr>
        <w:tabs>
          <w:tab w:val="left" w:pos="6195"/>
        </w:tabs>
      </w:pPr>
      <w:r>
        <w:t>292.1858</w:t>
      </w:r>
      <w:r>
        <w:tab/>
        <w:t>4.626e0</w:t>
      </w:r>
    </w:p>
    <w:p w:rsidR="00354DF7" w:rsidRDefault="00354DF7" w:rsidP="00354DF7">
      <w:pPr>
        <w:tabs>
          <w:tab w:val="left" w:pos="6195"/>
        </w:tabs>
      </w:pPr>
      <w:r>
        <w:t>292.1887</w:t>
      </w:r>
      <w:r>
        <w:tab/>
        <w:t>1.640e0</w:t>
      </w:r>
    </w:p>
    <w:p w:rsidR="00354DF7" w:rsidRDefault="00354DF7" w:rsidP="00354DF7">
      <w:pPr>
        <w:tabs>
          <w:tab w:val="left" w:pos="6195"/>
        </w:tabs>
      </w:pPr>
      <w:r>
        <w:t>292.2191</w:t>
      </w:r>
      <w:r>
        <w:tab/>
        <w:t>4.101e0</w:t>
      </w:r>
    </w:p>
    <w:p w:rsidR="00354DF7" w:rsidRDefault="00354DF7" w:rsidP="00354DF7">
      <w:pPr>
        <w:tabs>
          <w:tab w:val="left" w:pos="6195"/>
        </w:tabs>
      </w:pPr>
      <w:r>
        <w:t>292.2264</w:t>
      </w:r>
      <w:r>
        <w:tab/>
        <w:t>1.522e0</w:t>
      </w:r>
    </w:p>
    <w:p w:rsidR="00354DF7" w:rsidRDefault="00354DF7" w:rsidP="00354DF7">
      <w:pPr>
        <w:tabs>
          <w:tab w:val="left" w:pos="6195"/>
        </w:tabs>
      </w:pPr>
      <w:r>
        <w:t>292.2339</w:t>
      </w:r>
      <w:r>
        <w:tab/>
        <w:t>2.923e0</w:t>
      </w:r>
    </w:p>
    <w:p w:rsidR="00354DF7" w:rsidRDefault="00354DF7" w:rsidP="00354DF7">
      <w:pPr>
        <w:tabs>
          <w:tab w:val="left" w:pos="6195"/>
        </w:tabs>
      </w:pPr>
      <w:r>
        <w:t>292.2665</w:t>
      </w:r>
      <w:r>
        <w:tab/>
        <w:t>3.270e0</w:t>
      </w:r>
    </w:p>
    <w:p w:rsidR="00354DF7" w:rsidRDefault="00354DF7" w:rsidP="00354DF7">
      <w:pPr>
        <w:tabs>
          <w:tab w:val="left" w:pos="6195"/>
        </w:tabs>
      </w:pPr>
      <w:r>
        <w:t>292.2827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292.2847</w:t>
      </w:r>
      <w:r>
        <w:tab/>
        <w:t>5.503e0</w:t>
      </w:r>
    </w:p>
    <w:p w:rsidR="00354DF7" w:rsidRDefault="00354DF7" w:rsidP="00354DF7">
      <w:pPr>
        <w:tabs>
          <w:tab w:val="left" w:pos="6195"/>
        </w:tabs>
      </w:pPr>
      <w:r>
        <w:lastRenderedPageBreak/>
        <w:t>292.2859</w:t>
      </w:r>
      <w:r>
        <w:tab/>
        <w:t>8.890e0</w:t>
      </w:r>
    </w:p>
    <w:p w:rsidR="00354DF7" w:rsidRDefault="00354DF7" w:rsidP="00354DF7">
      <w:pPr>
        <w:tabs>
          <w:tab w:val="left" w:pos="6195"/>
        </w:tabs>
      </w:pPr>
      <w:r>
        <w:t>292.2925</w:t>
      </w:r>
      <w:r>
        <w:tab/>
        <w:t>8.510e0</w:t>
      </w:r>
    </w:p>
    <w:p w:rsidR="00354DF7" w:rsidRDefault="00354DF7" w:rsidP="00354DF7">
      <w:pPr>
        <w:tabs>
          <w:tab w:val="left" w:pos="6195"/>
        </w:tabs>
      </w:pPr>
      <w:r>
        <w:t>292.2942</w:t>
      </w:r>
      <w:r>
        <w:tab/>
        <w:t>6.836e0</w:t>
      </w:r>
    </w:p>
    <w:p w:rsidR="00354DF7" w:rsidRDefault="00354DF7" w:rsidP="00354DF7">
      <w:pPr>
        <w:tabs>
          <w:tab w:val="left" w:pos="6195"/>
        </w:tabs>
      </w:pPr>
      <w:r>
        <w:t>292.2990</w:t>
      </w:r>
      <w:r>
        <w:tab/>
        <w:t>4.019e0</w:t>
      </w:r>
    </w:p>
    <w:p w:rsidR="00354DF7" w:rsidRDefault="00354DF7" w:rsidP="00354DF7">
      <w:pPr>
        <w:tabs>
          <w:tab w:val="left" w:pos="6195"/>
        </w:tabs>
      </w:pPr>
      <w:r>
        <w:t>292.3263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292.3433</w:t>
      </w:r>
      <w:r>
        <w:tab/>
        <w:t>1.503e0</w:t>
      </w:r>
    </w:p>
    <w:p w:rsidR="00354DF7" w:rsidRDefault="00354DF7" w:rsidP="00354DF7">
      <w:pPr>
        <w:tabs>
          <w:tab w:val="left" w:pos="6195"/>
        </w:tabs>
      </w:pPr>
      <w:r>
        <w:t>292.3492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292.3572</w:t>
      </w:r>
      <w:r>
        <w:tab/>
        <w:t>4.188e0</w:t>
      </w:r>
    </w:p>
    <w:p w:rsidR="00354DF7" w:rsidRDefault="00354DF7" w:rsidP="00354DF7">
      <w:pPr>
        <w:tabs>
          <w:tab w:val="left" w:pos="6195"/>
        </w:tabs>
      </w:pPr>
      <w:r>
        <w:t>292.3679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292.4133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292.4211</w:t>
      </w:r>
      <w:r>
        <w:tab/>
        <w:t>3.221e0</w:t>
      </w:r>
    </w:p>
    <w:p w:rsidR="00354DF7" w:rsidRDefault="00354DF7" w:rsidP="00354DF7">
      <w:pPr>
        <w:tabs>
          <w:tab w:val="left" w:pos="6195"/>
        </w:tabs>
      </w:pPr>
      <w:r>
        <w:t>292.4452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292.4490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292.4662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292.4765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292.5007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292.5103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292.5213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292.5320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292.5343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292.5400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292.5476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292.5760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292.5854</w:t>
      </w:r>
      <w:r>
        <w:tab/>
        <w:t>3.467e0</w:t>
      </w:r>
    </w:p>
    <w:p w:rsidR="00354DF7" w:rsidRDefault="00354DF7" w:rsidP="00354DF7">
      <w:pPr>
        <w:tabs>
          <w:tab w:val="left" w:pos="6195"/>
        </w:tabs>
      </w:pPr>
      <w:r>
        <w:t>292.6052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292.6113</w:t>
      </w:r>
      <w:r>
        <w:tab/>
        <w:t>3.518e0</w:t>
      </w:r>
    </w:p>
    <w:p w:rsidR="00354DF7" w:rsidRDefault="00354DF7" w:rsidP="00354DF7">
      <w:pPr>
        <w:tabs>
          <w:tab w:val="left" w:pos="6195"/>
        </w:tabs>
      </w:pPr>
      <w:r>
        <w:t>292.6236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292.6547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292.6623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292.6648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292.6971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292.7010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292.7029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292.7257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292.7299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292.7573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292.7608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292.7628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292.7642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292.7809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292.7861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292.7979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292.8210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292.8254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292.8499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292.8509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292.8522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292.8828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292.8848</w:t>
      </w:r>
      <w:r>
        <w:tab/>
        <w:t>2.437e0</w:t>
      </w:r>
    </w:p>
    <w:p w:rsidR="00354DF7" w:rsidRDefault="00354DF7" w:rsidP="00354DF7">
      <w:pPr>
        <w:tabs>
          <w:tab w:val="left" w:pos="6195"/>
        </w:tabs>
      </w:pPr>
      <w:r>
        <w:t>292.8957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292.9058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292.9144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292.9377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292.9454</w:t>
      </w:r>
      <w:r>
        <w:tab/>
        <w:t>4.954e0</w:t>
      </w:r>
    </w:p>
    <w:p w:rsidR="00354DF7" w:rsidRDefault="00354DF7" w:rsidP="00354DF7">
      <w:pPr>
        <w:tabs>
          <w:tab w:val="left" w:pos="6195"/>
        </w:tabs>
      </w:pPr>
      <w:r>
        <w:t>292.9549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292.9618</w:t>
      </w:r>
      <w:r>
        <w:tab/>
        <w:t>2.689e0</w:t>
      </w:r>
    </w:p>
    <w:p w:rsidR="00354DF7" w:rsidRDefault="00354DF7" w:rsidP="00354DF7">
      <w:pPr>
        <w:tabs>
          <w:tab w:val="left" w:pos="6195"/>
        </w:tabs>
      </w:pPr>
      <w:r>
        <w:t>292.9654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292.9867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292.9911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292.9928</w:t>
      </w:r>
      <w:r>
        <w:tab/>
        <w:t>3.222e0</w:t>
      </w:r>
    </w:p>
    <w:p w:rsidR="00354DF7" w:rsidRDefault="00354DF7" w:rsidP="00354DF7">
      <w:pPr>
        <w:tabs>
          <w:tab w:val="left" w:pos="6195"/>
        </w:tabs>
      </w:pPr>
      <w:r>
        <w:t>293.0062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293.0218</w:t>
      </w:r>
      <w:r>
        <w:tab/>
        <w:t>2.557e0</w:t>
      </w:r>
    </w:p>
    <w:p w:rsidR="00354DF7" w:rsidRDefault="00354DF7" w:rsidP="00354DF7">
      <w:pPr>
        <w:tabs>
          <w:tab w:val="left" w:pos="6195"/>
        </w:tabs>
      </w:pPr>
      <w:r>
        <w:t>293.0246</w:t>
      </w:r>
      <w:r>
        <w:tab/>
        <w:t>1.777e0</w:t>
      </w:r>
    </w:p>
    <w:p w:rsidR="00354DF7" w:rsidRDefault="00354DF7" w:rsidP="00354DF7">
      <w:pPr>
        <w:tabs>
          <w:tab w:val="left" w:pos="6195"/>
        </w:tabs>
      </w:pPr>
      <w:r>
        <w:t>293.0261</w:t>
      </w:r>
      <w:r>
        <w:tab/>
        <w:t>2.257e0</w:t>
      </w:r>
    </w:p>
    <w:p w:rsidR="00354DF7" w:rsidRDefault="00354DF7" w:rsidP="00354DF7">
      <w:pPr>
        <w:tabs>
          <w:tab w:val="left" w:pos="6195"/>
        </w:tabs>
      </w:pPr>
      <w:r>
        <w:t>293.0326</w:t>
      </w:r>
      <w:r>
        <w:tab/>
        <w:t>1.654e0</w:t>
      </w:r>
    </w:p>
    <w:p w:rsidR="00354DF7" w:rsidRDefault="00354DF7" w:rsidP="00354DF7">
      <w:pPr>
        <w:tabs>
          <w:tab w:val="left" w:pos="6195"/>
        </w:tabs>
      </w:pPr>
      <w:r>
        <w:t>293.0467</w:t>
      </w:r>
      <w:r>
        <w:tab/>
        <w:t>4.730e0</w:t>
      </w:r>
    </w:p>
    <w:p w:rsidR="00354DF7" w:rsidRDefault="00354DF7" w:rsidP="00354DF7">
      <w:pPr>
        <w:tabs>
          <w:tab w:val="left" w:pos="6195"/>
        </w:tabs>
      </w:pPr>
      <w:r>
        <w:t>293.0489</w:t>
      </w:r>
      <w:r>
        <w:tab/>
        <w:t>1.875e0</w:t>
      </w:r>
    </w:p>
    <w:p w:rsidR="00354DF7" w:rsidRDefault="00354DF7" w:rsidP="00354DF7">
      <w:pPr>
        <w:tabs>
          <w:tab w:val="left" w:pos="6195"/>
        </w:tabs>
      </w:pPr>
      <w:r>
        <w:t>293.0615</w:t>
      </w:r>
      <w:r>
        <w:tab/>
        <w:t>2.716e0</w:t>
      </w:r>
    </w:p>
    <w:p w:rsidR="00354DF7" w:rsidRDefault="00354DF7" w:rsidP="00354DF7">
      <w:pPr>
        <w:tabs>
          <w:tab w:val="left" w:pos="6195"/>
        </w:tabs>
      </w:pPr>
      <w:r>
        <w:t>293.0803</w:t>
      </w:r>
      <w:r>
        <w:tab/>
        <w:t>1.600e0</w:t>
      </w:r>
    </w:p>
    <w:p w:rsidR="00354DF7" w:rsidRDefault="00354DF7" w:rsidP="00354DF7">
      <w:pPr>
        <w:tabs>
          <w:tab w:val="left" w:pos="6195"/>
        </w:tabs>
      </w:pPr>
      <w:r>
        <w:t>293.0889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293.0957</w:t>
      </w:r>
      <w:r>
        <w:tab/>
        <w:t>6.485e0</w:t>
      </w:r>
    </w:p>
    <w:p w:rsidR="00354DF7" w:rsidRDefault="00354DF7" w:rsidP="00354DF7">
      <w:pPr>
        <w:tabs>
          <w:tab w:val="left" w:pos="6195"/>
        </w:tabs>
      </w:pPr>
      <w:r>
        <w:t>293.0998</w:t>
      </w:r>
      <w:r>
        <w:tab/>
        <w:t>5.899e0</w:t>
      </w:r>
    </w:p>
    <w:p w:rsidR="00354DF7" w:rsidRDefault="00354DF7" w:rsidP="00354DF7">
      <w:pPr>
        <w:tabs>
          <w:tab w:val="left" w:pos="6195"/>
        </w:tabs>
      </w:pPr>
      <w:r>
        <w:t>293.1155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293.1192</w:t>
      </w:r>
      <w:r>
        <w:tab/>
        <w:t>1.700e0</w:t>
      </w:r>
    </w:p>
    <w:p w:rsidR="00354DF7" w:rsidRDefault="00354DF7" w:rsidP="00354DF7">
      <w:pPr>
        <w:tabs>
          <w:tab w:val="left" w:pos="6195"/>
        </w:tabs>
      </w:pPr>
      <w:r>
        <w:t>293.1452</w:t>
      </w:r>
      <w:r>
        <w:tab/>
        <w:t>7.478e0</w:t>
      </w:r>
    </w:p>
    <w:p w:rsidR="00354DF7" w:rsidRDefault="00354DF7" w:rsidP="00354DF7">
      <w:pPr>
        <w:tabs>
          <w:tab w:val="left" w:pos="6195"/>
        </w:tabs>
      </w:pPr>
      <w:r>
        <w:t>293.1500</w:t>
      </w:r>
      <w:r>
        <w:tab/>
        <w:t>2.787e0</w:t>
      </w:r>
    </w:p>
    <w:p w:rsidR="00354DF7" w:rsidRDefault="00354DF7" w:rsidP="00354DF7">
      <w:pPr>
        <w:tabs>
          <w:tab w:val="left" w:pos="6195"/>
        </w:tabs>
      </w:pPr>
      <w:r>
        <w:lastRenderedPageBreak/>
        <w:t>293.1532</w:t>
      </w:r>
      <w:r>
        <w:tab/>
        <w:t>3.098e0</w:t>
      </w:r>
    </w:p>
    <w:p w:rsidR="00354DF7" w:rsidRDefault="00354DF7" w:rsidP="00354DF7">
      <w:pPr>
        <w:tabs>
          <w:tab w:val="left" w:pos="6195"/>
        </w:tabs>
      </w:pPr>
      <w:r>
        <w:t>293.1764</w:t>
      </w:r>
      <w:r>
        <w:tab/>
        <w:t>2.544e0</w:t>
      </w:r>
    </w:p>
    <w:p w:rsidR="00354DF7" w:rsidRDefault="00354DF7" w:rsidP="00354DF7">
      <w:pPr>
        <w:tabs>
          <w:tab w:val="left" w:pos="6195"/>
        </w:tabs>
      </w:pPr>
      <w:r>
        <w:t>293.1930</w:t>
      </w:r>
      <w:r>
        <w:tab/>
        <w:t>7.134e0</w:t>
      </w:r>
    </w:p>
    <w:p w:rsidR="00354DF7" w:rsidRDefault="00354DF7" w:rsidP="00354DF7">
      <w:pPr>
        <w:tabs>
          <w:tab w:val="left" w:pos="6195"/>
        </w:tabs>
      </w:pPr>
      <w:r>
        <w:t>293.2019</w:t>
      </w:r>
      <w:r>
        <w:tab/>
        <w:t>2.911e0</w:t>
      </w:r>
    </w:p>
    <w:p w:rsidR="00354DF7" w:rsidRDefault="00354DF7" w:rsidP="00354DF7">
      <w:pPr>
        <w:tabs>
          <w:tab w:val="left" w:pos="6195"/>
        </w:tabs>
      </w:pPr>
      <w:r>
        <w:t>293.2062</w:t>
      </w:r>
      <w:r>
        <w:tab/>
        <w:t>1.099e0</w:t>
      </w:r>
    </w:p>
    <w:p w:rsidR="00354DF7" w:rsidRDefault="00354DF7" w:rsidP="00354DF7">
      <w:pPr>
        <w:tabs>
          <w:tab w:val="left" w:pos="6195"/>
        </w:tabs>
      </w:pPr>
      <w:r>
        <w:t>293.2308</w:t>
      </w:r>
      <w:r>
        <w:tab/>
        <w:t>1.907e0</w:t>
      </w:r>
    </w:p>
    <w:p w:rsidR="00354DF7" w:rsidRDefault="00354DF7" w:rsidP="00354DF7">
      <w:pPr>
        <w:tabs>
          <w:tab w:val="left" w:pos="6195"/>
        </w:tabs>
      </w:pPr>
      <w:r>
        <w:t>293.2377</w:t>
      </w:r>
      <w:r>
        <w:tab/>
        <w:t>1.840e0</w:t>
      </w:r>
    </w:p>
    <w:p w:rsidR="00354DF7" w:rsidRDefault="00354DF7" w:rsidP="00354DF7">
      <w:pPr>
        <w:tabs>
          <w:tab w:val="left" w:pos="6195"/>
        </w:tabs>
      </w:pPr>
      <w:r>
        <w:t>293.2401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293.2500</w:t>
      </w:r>
      <w:r>
        <w:tab/>
        <w:t>1.773e0</w:t>
      </w:r>
    </w:p>
    <w:p w:rsidR="00354DF7" w:rsidRDefault="00354DF7" w:rsidP="00354DF7">
      <w:pPr>
        <w:tabs>
          <w:tab w:val="left" w:pos="6195"/>
        </w:tabs>
      </w:pPr>
      <w:r>
        <w:t>293.2732</w:t>
      </w:r>
      <w:r>
        <w:tab/>
        <w:t>2.771e0</w:t>
      </w:r>
    </w:p>
    <w:p w:rsidR="00354DF7" w:rsidRDefault="00354DF7" w:rsidP="00354DF7">
      <w:pPr>
        <w:tabs>
          <w:tab w:val="left" w:pos="6195"/>
        </w:tabs>
      </w:pPr>
      <w:r>
        <w:t>293.2746</w:t>
      </w:r>
      <w:r>
        <w:tab/>
        <w:t>2.322e0</w:t>
      </w:r>
    </w:p>
    <w:p w:rsidR="00354DF7" w:rsidRDefault="00354DF7" w:rsidP="00354DF7">
      <w:pPr>
        <w:tabs>
          <w:tab w:val="left" w:pos="6195"/>
        </w:tabs>
      </w:pPr>
      <w:r>
        <w:t>293.2856</w:t>
      </w:r>
      <w:r>
        <w:tab/>
        <w:t>2.785e0</w:t>
      </w:r>
    </w:p>
    <w:p w:rsidR="00354DF7" w:rsidRDefault="00354DF7" w:rsidP="00354DF7">
      <w:pPr>
        <w:tabs>
          <w:tab w:val="left" w:pos="6195"/>
        </w:tabs>
      </w:pPr>
      <w:r>
        <w:t>293.2931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293.2976</w:t>
      </w:r>
      <w:r>
        <w:tab/>
        <w:t>1.170e0</w:t>
      </w:r>
    </w:p>
    <w:p w:rsidR="00354DF7" w:rsidRDefault="00354DF7" w:rsidP="00354DF7">
      <w:pPr>
        <w:tabs>
          <w:tab w:val="left" w:pos="6195"/>
        </w:tabs>
      </w:pPr>
      <w:r>
        <w:t>293.3022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293.3040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293.3286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293.3332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293.3406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293.3622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293.3674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293.3860</w:t>
      </w:r>
      <w:r>
        <w:tab/>
        <w:t>2.785e0</w:t>
      </w:r>
    </w:p>
    <w:p w:rsidR="00354DF7" w:rsidRDefault="00354DF7" w:rsidP="00354DF7">
      <w:pPr>
        <w:tabs>
          <w:tab w:val="left" w:pos="6195"/>
        </w:tabs>
      </w:pPr>
      <w:r>
        <w:t>293.3990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293.4031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293.4089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293.4222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293.4308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293.4543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293.4582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293.4727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293.4806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293.4999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293.5049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293.5216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293.5321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293.5345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293.5374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293.5577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293.5699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293.5790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293.5963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293.5999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293.6202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293.6226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293.6320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293.6360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293.6383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293.6602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293.6678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293.6722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293.6777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293.7017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293.7159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293.7209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293.7357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293.7409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293.7432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293.7632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293.7713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293.7781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293.7829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293.7905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293.8146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293.8210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293.8264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293.8419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293.8543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293.8897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293.8910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293.9073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293.9138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293.9369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293.9507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293.9607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293.9628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293.9823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293.9835</w:t>
      </w:r>
      <w:r>
        <w:tab/>
        <w:t>1.369e0</w:t>
      </w:r>
    </w:p>
    <w:p w:rsidR="00354DF7" w:rsidRDefault="00354DF7" w:rsidP="00354DF7">
      <w:pPr>
        <w:tabs>
          <w:tab w:val="left" w:pos="6195"/>
        </w:tabs>
      </w:pPr>
      <w:r>
        <w:t>293.9907</w:t>
      </w:r>
      <w:r>
        <w:tab/>
        <w:t>2.165e0</w:t>
      </w:r>
    </w:p>
    <w:p w:rsidR="00354DF7" w:rsidRDefault="00354DF7" w:rsidP="00354DF7">
      <w:pPr>
        <w:tabs>
          <w:tab w:val="left" w:pos="6195"/>
        </w:tabs>
      </w:pPr>
      <w:r>
        <w:t>293.9986</w:t>
      </w:r>
      <w:r>
        <w:tab/>
        <w:t>4.915e0</w:t>
      </w:r>
    </w:p>
    <w:p w:rsidR="00354DF7" w:rsidRDefault="00354DF7" w:rsidP="00354DF7">
      <w:pPr>
        <w:tabs>
          <w:tab w:val="left" w:pos="6195"/>
        </w:tabs>
      </w:pPr>
      <w:r>
        <w:t>294.0135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294.0356</w:t>
      </w:r>
      <w:r>
        <w:tab/>
        <w:t>2.694e0</w:t>
      </w:r>
    </w:p>
    <w:p w:rsidR="00354DF7" w:rsidRDefault="00354DF7" w:rsidP="00354DF7">
      <w:pPr>
        <w:tabs>
          <w:tab w:val="left" w:pos="6195"/>
        </w:tabs>
      </w:pPr>
      <w:r>
        <w:t>294.0427</w:t>
      </w:r>
      <w:r>
        <w:tab/>
        <w:t>3.536e0</w:t>
      </w:r>
    </w:p>
    <w:p w:rsidR="00354DF7" w:rsidRDefault="00354DF7" w:rsidP="00354DF7">
      <w:pPr>
        <w:tabs>
          <w:tab w:val="left" w:pos="6195"/>
        </w:tabs>
      </w:pPr>
      <w:r>
        <w:t>294.0448</w:t>
      </w:r>
      <w:r>
        <w:tab/>
        <w:t>1.283e0</w:t>
      </w:r>
    </w:p>
    <w:p w:rsidR="00354DF7" w:rsidRDefault="00354DF7" w:rsidP="00354DF7">
      <w:pPr>
        <w:tabs>
          <w:tab w:val="left" w:pos="6195"/>
        </w:tabs>
      </w:pPr>
      <w:r>
        <w:t>294.0508</w:t>
      </w:r>
      <w:r>
        <w:tab/>
        <w:t>5.924e0</w:t>
      </w:r>
    </w:p>
    <w:p w:rsidR="00354DF7" w:rsidRDefault="00354DF7" w:rsidP="00354DF7">
      <w:pPr>
        <w:tabs>
          <w:tab w:val="left" w:pos="6195"/>
        </w:tabs>
      </w:pPr>
      <w:r>
        <w:t>294.0599</w:t>
      </w:r>
      <w:r>
        <w:tab/>
        <w:t>3.046e0</w:t>
      </w:r>
    </w:p>
    <w:p w:rsidR="00354DF7" w:rsidRDefault="00354DF7" w:rsidP="00354DF7">
      <w:pPr>
        <w:tabs>
          <w:tab w:val="left" w:pos="6195"/>
        </w:tabs>
      </w:pPr>
      <w:r>
        <w:t>294.0809</w:t>
      </w:r>
      <w:r>
        <w:tab/>
        <w:t>2.441e0</w:t>
      </w:r>
    </w:p>
    <w:p w:rsidR="00354DF7" w:rsidRDefault="00354DF7" w:rsidP="00354DF7">
      <w:pPr>
        <w:tabs>
          <w:tab w:val="left" w:pos="6195"/>
        </w:tabs>
      </w:pPr>
      <w:r>
        <w:t>294.0840</w:t>
      </w:r>
      <w:r>
        <w:tab/>
        <w:t>1.991e0</w:t>
      </w:r>
    </w:p>
    <w:p w:rsidR="00354DF7" w:rsidRDefault="00354DF7" w:rsidP="00354DF7">
      <w:pPr>
        <w:tabs>
          <w:tab w:val="left" w:pos="6195"/>
        </w:tabs>
      </w:pPr>
      <w:r>
        <w:t>294.0858</w:t>
      </w:r>
      <w:r>
        <w:tab/>
        <w:t>3.209e0</w:t>
      </w:r>
    </w:p>
    <w:p w:rsidR="00354DF7" w:rsidRDefault="00354DF7" w:rsidP="00354DF7">
      <w:pPr>
        <w:tabs>
          <w:tab w:val="left" w:pos="6195"/>
        </w:tabs>
      </w:pPr>
      <w:r>
        <w:t>294.1122</w:t>
      </w:r>
      <w:r>
        <w:tab/>
        <w:t>3.899e0</w:t>
      </w:r>
    </w:p>
    <w:p w:rsidR="00354DF7" w:rsidRDefault="00354DF7" w:rsidP="00354DF7">
      <w:pPr>
        <w:tabs>
          <w:tab w:val="left" w:pos="6195"/>
        </w:tabs>
      </w:pPr>
      <w:r>
        <w:t>294.1220</w:t>
      </w:r>
      <w:r>
        <w:tab/>
        <w:t>4.546e0</w:t>
      </w:r>
    </w:p>
    <w:p w:rsidR="00354DF7" w:rsidRDefault="00354DF7" w:rsidP="00354DF7">
      <w:pPr>
        <w:tabs>
          <w:tab w:val="left" w:pos="6195"/>
        </w:tabs>
      </w:pPr>
      <w:r>
        <w:t>294.1339</w:t>
      </w:r>
      <w:r>
        <w:tab/>
        <w:t>2.971e0</w:t>
      </w:r>
    </w:p>
    <w:p w:rsidR="00354DF7" w:rsidRDefault="00354DF7" w:rsidP="00354DF7">
      <w:pPr>
        <w:tabs>
          <w:tab w:val="left" w:pos="6195"/>
        </w:tabs>
      </w:pPr>
      <w:r>
        <w:t>294.1378</w:t>
      </w:r>
      <w:r>
        <w:tab/>
        <w:t>2.580e0</w:t>
      </w:r>
    </w:p>
    <w:p w:rsidR="00354DF7" w:rsidRDefault="00354DF7" w:rsidP="00354DF7">
      <w:pPr>
        <w:tabs>
          <w:tab w:val="left" w:pos="6195"/>
        </w:tabs>
      </w:pPr>
      <w:r>
        <w:t>294.1578</w:t>
      </w:r>
      <w:r>
        <w:tab/>
        <w:t>4.394e0</w:t>
      </w:r>
    </w:p>
    <w:p w:rsidR="00354DF7" w:rsidRDefault="00354DF7" w:rsidP="00354DF7">
      <w:pPr>
        <w:tabs>
          <w:tab w:val="left" w:pos="6195"/>
        </w:tabs>
      </w:pPr>
      <w:r>
        <w:t>294.1686</w:t>
      </w:r>
      <w:r>
        <w:tab/>
        <w:t>4.207e0</w:t>
      </w:r>
    </w:p>
    <w:p w:rsidR="00354DF7" w:rsidRDefault="00354DF7" w:rsidP="00354DF7">
      <w:pPr>
        <w:tabs>
          <w:tab w:val="left" w:pos="6195"/>
        </w:tabs>
      </w:pPr>
      <w:r>
        <w:t>294.1827</w:t>
      </w:r>
      <w:r>
        <w:tab/>
        <w:t>2.289e0</w:t>
      </w:r>
    </w:p>
    <w:p w:rsidR="00354DF7" w:rsidRDefault="00354DF7" w:rsidP="00354DF7">
      <w:pPr>
        <w:tabs>
          <w:tab w:val="left" w:pos="6195"/>
        </w:tabs>
      </w:pPr>
      <w:r>
        <w:lastRenderedPageBreak/>
        <w:t>294.2065</w:t>
      </w:r>
      <w:r>
        <w:tab/>
        <w:t>3.029e0</w:t>
      </w:r>
    </w:p>
    <w:p w:rsidR="00354DF7" w:rsidRDefault="00354DF7" w:rsidP="00354DF7">
      <w:pPr>
        <w:tabs>
          <w:tab w:val="left" w:pos="6195"/>
        </w:tabs>
      </w:pPr>
      <w:r>
        <w:t>294.2078</w:t>
      </w:r>
      <w:r>
        <w:tab/>
        <w:t>1.927e0</w:t>
      </w:r>
    </w:p>
    <w:p w:rsidR="00354DF7" w:rsidRDefault="00354DF7" w:rsidP="00354DF7">
      <w:pPr>
        <w:tabs>
          <w:tab w:val="left" w:pos="6195"/>
        </w:tabs>
      </w:pPr>
      <w:r>
        <w:t>294.2125</w:t>
      </w:r>
      <w:r>
        <w:tab/>
        <w:t>3.147e0</w:t>
      </w:r>
    </w:p>
    <w:p w:rsidR="00354DF7" w:rsidRDefault="00354DF7" w:rsidP="00354DF7">
      <w:pPr>
        <w:tabs>
          <w:tab w:val="left" w:pos="6195"/>
        </w:tabs>
      </w:pPr>
      <w:r>
        <w:t>294.2293</w:t>
      </w:r>
      <w:r>
        <w:tab/>
        <w:t>6.364e0</w:t>
      </w:r>
    </w:p>
    <w:p w:rsidR="00354DF7" w:rsidRDefault="00354DF7" w:rsidP="00354DF7">
      <w:pPr>
        <w:tabs>
          <w:tab w:val="left" w:pos="6195"/>
        </w:tabs>
      </w:pPr>
      <w:r>
        <w:t>294.2508</w:t>
      </w:r>
      <w:r>
        <w:tab/>
        <w:t>1.229e0</w:t>
      </w:r>
    </w:p>
    <w:p w:rsidR="00354DF7" w:rsidRDefault="00354DF7" w:rsidP="00354DF7">
      <w:pPr>
        <w:tabs>
          <w:tab w:val="left" w:pos="6195"/>
        </w:tabs>
      </w:pPr>
      <w:r>
        <w:t>294.2665</w:t>
      </w:r>
      <w:r>
        <w:tab/>
        <w:t>3.422e0</w:t>
      </w:r>
    </w:p>
    <w:p w:rsidR="00354DF7" w:rsidRDefault="00354DF7" w:rsidP="00354DF7">
      <w:pPr>
        <w:tabs>
          <w:tab w:val="left" w:pos="6195"/>
        </w:tabs>
      </w:pPr>
      <w:r>
        <w:t>294.2896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294.2973</w:t>
      </w:r>
      <w:r>
        <w:tab/>
        <w:t>2.012e0</w:t>
      </w:r>
    </w:p>
    <w:p w:rsidR="00354DF7" w:rsidRDefault="00354DF7" w:rsidP="00354DF7">
      <w:pPr>
        <w:tabs>
          <w:tab w:val="left" w:pos="6195"/>
        </w:tabs>
      </w:pPr>
      <w:r>
        <w:t>294.3098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294.3150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294.3372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294.3450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294.3496</w:t>
      </w:r>
      <w:r>
        <w:tab/>
        <w:t>3.702e0</w:t>
      </w:r>
    </w:p>
    <w:p w:rsidR="00354DF7" w:rsidRDefault="00354DF7" w:rsidP="00354DF7">
      <w:pPr>
        <w:tabs>
          <w:tab w:val="left" w:pos="6195"/>
        </w:tabs>
      </w:pPr>
      <w:r>
        <w:t>294.3533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294.3656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294.3790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294.3889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294.4063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294.4164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294.4288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294.4438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294.4457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294.4565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294.4596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294.4660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294.4824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294.5024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294.5118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294.5218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294.5352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294.5594</w:t>
      </w:r>
      <w:r>
        <w:tab/>
        <w:t>3.565e0</w:t>
      </w:r>
    </w:p>
    <w:p w:rsidR="00354DF7" w:rsidRDefault="00354DF7" w:rsidP="00354DF7">
      <w:pPr>
        <w:tabs>
          <w:tab w:val="left" w:pos="6195"/>
        </w:tabs>
      </w:pPr>
      <w:r>
        <w:t>294.5891</w:t>
      </w:r>
      <w:r>
        <w:tab/>
        <w:t>4.537e0</w:t>
      </w:r>
    </w:p>
    <w:p w:rsidR="00354DF7" w:rsidRDefault="00354DF7" w:rsidP="00354DF7">
      <w:pPr>
        <w:tabs>
          <w:tab w:val="left" w:pos="6195"/>
        </w:tabs>
      </w:pPr>
      <w:r>
        <w:t>294.5942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294.5959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294.6026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294.6158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294.6486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294.6554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294.6581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294.6698</w:t>
      </w:r>
      <w:r>
        <w:tab/>
        <w:t>5.325e0</w:t>
      </w:r>
    </w:p>
    <w:p w:rsidR="00354DF7" w:rsidRDefault="00354DF7" w:rsidP="00354DF7">
      <w:pPr>
        <w:tabs>
          <w:tab w:val="left" w:pos="6195"/>
        </w:tabs>
      </w:pPr>
      <w:r>
        <w:t>294.6879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294.6957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294.7072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294.7097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294.7259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294.7284</w:t>
      </w:r>
      <w:r>
        <w:tab/>
        <w:t>3.899e0</w:t>
      </w:r>
    </w:p>
    <w:p w:rsidR="00354DF7" w:rsidRDefault="00354DF7" w:rsidP="00354DF7">
      <w:pPr>
        <w:tabs>
          <w:tab w:val="left" w:pos="6195"/>
        </w:tabs>
      </w:pPr>
      <w:r>
        <w:t>294.7340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294.7393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294.7662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294.7894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294.7928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294.7981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294.8088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294.8236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294.8252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294.8307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294.8523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294.8672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294.8724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294.8765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294.8843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294.9157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294.9168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294.9196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294.9207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294.9514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294.9532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294.9565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294.9717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294.9890</w:t>
      </w:r>
      <w:r>
        <w:tab/>
        <w:t>1.059e1</w:t>
      </w:r>
    </w:p>
    <w:p w:rsidR="00354DF7" w:rsidRDefault="00354DF7" w:rsidP="00354DF7">
      <w:pPr>
        <w:tabs>
          <w:tab w:val="left" w:pos="6195"/>
        </w:tabs>
      </w:pPr>
      <w:r>
        <w:t>295.0026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295.0165</w:t>
      </w:r>
      <w:r>
        <w:tab/>
        <w:t>3.779e0</w:t>
      </w:r>
    </w:p>
    <w:p w:rsidR="00354DF7" w:rsidRDefault="00354DF7" w:rsidP="00354DF7">
      <w:pPr>
        <w:tabs>
          <w:tab w:val="left" w:pos="6195"/>
        </w:tabs>
      </w:pPr>
      <w:r>
        <w:t>295.0201</w:t>
      </w:r>
      <w:r>
        <w:tab/>
        <w:t>1.143e0</w:t>
      </w:r>
    </w:p>
    <w:p w:rsidR="00354DF7" w:rsidRDefault="00354DF7" w:rsidP="00354DF7">
      <w:pPr>
        <w:tabs>
          <w:tab w:val="left" w:pos="6195"/>
        </w:tabs>
      </w:pPr>
      <w:r>
        <w:t>295.0252</w:t>
      </w:r>
      <w:r>
        <w:tab/>
        <w:t>4.871e0</w:t>
      </w:r>
    </w:p>
    <w:p w:rsidR="00354DF7" w:rsidRDefault="00354DF7" w:rsidP="00354DF7">
      <w:pPr>
        <w:tabs>
          <w:tab w:val="left" w:pos="6195"/>
        </w:tabs>
      </w:pPr>
      <w:r>
        <w:t>295.0341</w:t>
      </w:r>
      <w:r>
        <w:tab/>
        <w:t>2.520e0</w:t>
      </w:r>
    </w:p>
    <w:p w:rsidR="00354DF7" w:rsidRDefault="00354DF7" w:rsidP="00354DF7">
      <w:pPr>
        <w:tabs>
          <w:tab w:val="left" w:pos="6195"/>
        </w:tabs>
      </w:pPr>
      <w:r>
        <w:t>295.0390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295.0656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295.0667</w:t>
      </w:r>
      <w:r>
        <w:tab/>
        <w:t>3.689e0</w:t>
      </w:r>
    </w:p>
    <w:p w:rsidR="00354DF7" w:rsidRDefault="00354DF7" w:rsidP="00354DF7">
      <w:pPr>
        <w:tabs>
          <w:tab w:val="left" w:pos="6195"/>
        </w:tabs>
      </w:pPr>
      <w:r>
        <w:t>295.0918</w:t>
      </w:r>
      <w:r>
        <w:tab/>
        <w:t>1.383e1</w:t>
      </w:r>
    </w:p>
    <w:p w:rsidR="00354DF7" w:rsidRDefault="00354DF7" w:rsidP="00354DF7">
      <w:pPr>
        <w:tabs>
          <w:tab w:val="left" w:pos="6195"/>
        </w:tabs>
      </w:pPr>
      <w:r>
        <w:t>295.0929</w:t>
      </w:r>
      <w:r>
        <w:tab/>
        <w:t>3.983e0</w:t>
      </w:r>
    </w:p>
    <w:p w:rsidR="00354DF7" w:rsidRDefault="00354DF7" w:rsidP="00354DF7">
      <w:pPr>
        <w:tabs>
          <w:tab w:val="left" w:pos="6195"/>
        </w:tabs>
      </w:pPr>
      <w:r>
        <w:t>295.1010</w:t>
      </w:r>
      <w:r>
        <w:tab/>
        <w:t>1.228e0</w:t>
      </w:r>
    </w:p>
    <w:p w:rsidR="00354DF7" w:rsidRDefault="00354DF7" w:rsidP="00354DF7">
      <w:pPr>
        <w:tabs>
          <w:tab w:val="left" w:pos="6195"/>
        </w:tabs>
      </w:pPr>
      <w:r>
        <w:t>295.1162</w:t>
      </w:r>
      <w:r>
        <w:tab/>
        <w:t>3.903e0</w:t>
      </w:r>
    </w:p>
    <w:p w:rsidR="00354DF7" w:rsidRDefault="00354DF7" w:rsidP="00354DF7">
      <w:pPr>
        <w:tabs>
          <w:tab w:val="left" w:pos="6195"/>
        </w:tabs>
      </w:pPr>
      <w:r>
        <w:t>295.1216</w:t>
      </w:r>
      <w:r>
        <w:tab/>
        <w:t>4.273e0</w:t>
      </w:r>
    </w:p>
    <w:p w:rsidR="00354DF7" w:rsidRDefault="00354DF7" w:rsidP="00354DF7">
      <w:pPr>
        <w:tabs>
          <w:tab w:val="left" w:pos="6195"/>
        </w:tabs>
      </w:pPr>
      <w:r>
        <w:t>295.1505</w:t>
      </w:r>
      <w:r>
        <w:tab/>
        <w:t>4.581e0</w:t>
      </w:r>
    </w:p>
    <w:p w:rsidR="00354DF7" w:rsidRDefault="00354DF7" w:rsidP="00354DF7">
      <w:pPr>
        <w:tabs>
          <w:tab w:val="left" w:pos="6195"/>
        </w:tabs>
      </w:pPr>
      <w:r>
        <w:t>295.1524</w:t>
      </w:r>
      <w:r>
        <w:tab/>
        <w:t>5.759e0</w:t>
      </w:r>
    </w:p>
    <w:p w:rsidR="00354DF7" w:rsidRDefault="00354DF7" w:rsidP="00354DF7">
      <w:pPr>
        <w:tabs>
          <w:tab w:val="left" w:pos="6195"/>
        </w:tabs>
      </w:pPr>
      <w:r>
        <w:t>295.1613</w:t>
      </w:r>
      <w:r>
        <w:tab/>
        <w:t>3.470e0</w:t>
      </w:r>
    </w:p>
    <w:p w:rsidR="00354DF7" w:rsidRDefault="00354DF7" w:rsidP="00354DF7">
      <w:pPr>
        <w:tabs>
          <w:tab w:val="left" w:pos="6195"/>
        </w:tabs>
      </w:pPr>
      <w:r>
        <w:t>295.1689</w:t>
      </w:r>
      <w:r>
        <w:tab/>
        <w:t>2.539e0</w:t>
      </w:r>
    </w:p>
    <w:p w:rsidR="00354DF7" w:rsidRDefault="00354DF7" w:rsidP="00354DF7">
      <w:pPr>
        <w:tabs>
          <w:tab w:val="left" w:pos="6195"/>
        </w:tabs>
      </w:pPr>
      <w:r>
        <w:t>295.1951</w:t>
      </w:r>
      <w:r>
        <w:tab/>
        <w:t>3.125e0</w:t>
      </w:r>
    </w:p>
    <w:p w:rsidR="00354DF7" w:rsidRDefault="00354DF7" w:rsidP="00354DF7">
      <w:pPr>
        <w:tabs>
          <w:tab w:val="left" w:pos="6195"/>
        </w:tabs>
      </w:pPr>
      <w:r>
        <w:t>295.2229</w:t>
      </w:r>
      <w:r>
        <w:tab/>
        <w:t>2.653e0</w:t>
      </w:r>
    </w:p>
    <w:p w:rsidR="00354DF7" w:rsidRDefault="00354DF7" w:rsidP="00354DF7">
      <w:pPr>
        <w:tabs>
          <w:tab w:val="left" w:pos="6195"/>
        </w:tabs>
      </w:pPr>
      <w:r>
        <w:t>295.2415</w:t>
      </w:r>
      <w:r>
        <w:tab/>
        <w:t>2.629e0</w:t>
      </w:r>
    </w:p>
    <w:p w:rsidR="00354DF7" w:rsidRDefault="00354DF7" w:rsidP="00354DF7">
      <w:pPr>
        <w:tabs>
          <w:tab w:val="left" w:pos="6195"/>
        </w:tabs>
      </w:pPr>
      <w:r>
        <w:t>295.2550</w:t>
      </w:r>
      <w:r>
        <w:tab/>
        <w:t>3.396e0</w:t>
      </w:r>
    </w:p>
    <w:p w:rsidR="00354DF7" w:rsidRDefault="00354DF7" w:rsidP="00354DF7">
      <w:pPr>
        <w:tabs>
          <w:tab w:val="left" w:pos="6195"/>
        </w:tabs>
      </w:pPr>
      <w:r>
        <w:t>295.2852</w:t>
      </w:r>
      <w:r>
        <w:tab/>
        <w:t>1.565e0</w:t>
      </w:r>
    </w:p>
    <w:p w:rsidR="00354DF7" w:rsidRDefault="00354DF7" w:rsidP="00354DF7">
      <w:pPr>
        <w:tabs>
          <w:tab w:val="left" w:pos="6195"/>
        </w:tabs>
      </w:pPr>
      <w:r>
        <w:t>295.2871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295.3345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295.3419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295.3470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295.3565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295.3641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295.3915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295.3958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295.4066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295.4196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295.4220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295.4276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295.4604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295.4675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295.4702</w:t>
      </w:r>
      <w:r>
        <w:tab/>
        <w:t>5.963e0</w:t>
      </w:r>
    </w:p>
    <w:p w:rsidR="00354DF7" w:rsidRDefault="00354DF7" w:rsidP="00354DF7">
      <w:pPr>
        <w:tabs>
          <w:tab w:val="left" w:pos="6195"/>
        </w:tabs>
      </w:pPr>
      <w:r>
        <w:t>295.4831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295.4874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295.5109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295.5273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295.5361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295.5626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295.5662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295.5776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295.6060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295.6190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295.6214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295.6414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295.6535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295.6559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295.6682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295.6754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295.6855</w:t>
      </w:r>
      <w:r>
        <w:tab/>
        <w:t>3.108e0</w:t>
      </w:r>
    </w:p>
    <w:p w:rsidR="00354DF7" w:rsidRDefault="00354DF7" w:rsidP="00354DF7">
      <w:pPr>
        <w:tabs>
          <w:tab w:val="left" w:pos="6195"/>
        </w:tabs>
      </w:pPr>
      <w:r>
        <w:t>295.6968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295.7203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295.7295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295.7405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295.7487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295.7619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295.7677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295.7725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295.7921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295.8001</w:t>
      </w:r>
      <w:r>
        <w:tab/>
        <w:t>3.893e0</w:t>
      </w:r>
    </w:p>
    <w:p w:rsidR="00354DF7" w:rsidRDefault="00354DF7" w:rsidP="00354DF7">
      <w:pPr>
        <w:tabs>
          <w:tab w:val="left" w:pos="6195"/>
        </w:tabs>
      </w:pPr>
      <w:r>
        <w:t>295.8036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295.8270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295.8316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295.8436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295.8550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295.8637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295.8677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295.8714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295.8863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295.8954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295.9006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295.9193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295.9223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295.9406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295.9430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295.9467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295.9668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295.9708</w:t>
      </w:r>
      <w:r>
        <w:tab/>
        <w:t>6.746e0</w:t>
      </w:r>
    </w:p>
    <w:p w:rsidR="00354DF7" w:rsidRDefault="00354DF7" w:rsidP="00354DF7">
      <w:pPr>
        <w:tabs>
          <w:tab w:val="left" w:pos="6195"/>
        </w:tabs>
      </w:pPr>
      <w:r>
        <w:lastRenderedPageBreak/>
        <w:t>295.9737</w:t>
      </w:r>
      <w:r>
        <w:tab/>
        <w:t>1.841e0</w:t>
      </w:r>
    </w:p>
    <w:p w:rsidR="00354DF7" w:rsidRDefault="00354DF7" w:rsidP="00354DF7">
      <w:pPr>
        <w:tabs>
          <w:tab w:val="left" w:pos="6195"/>
        </w:tabs>
      </w:pPr>
      <w:r>
        <w:t>295.9810</w:t>
      </w:r>
      <w:r>
        <w:tab/>
        <w:t>6.559e0</w:t>
      </w:r>
    </w:p>
    <w:p w:rsidR="00354DF7" w:rsidRDefault="00354DF7" w:rsidP="00354DF7">
      <w:pPr>
        <w:tabs>
          <w:tab w:val="left" w:pos="6195"/>
        </w:tabs>
      </w:pPr>
      <w:r>
        <w:t>295.9824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295.9943</w:t>
      </w:r>
      <w:r>
        <w:tab/>
        <w:t>5.017e0</w:t>
      </w:r>
    </w:p>
    <w:p w:rsidR="00354DF7" w:rsidRDefault="00354DF7" w:rsidP="00354DF7">
      <w:pPr>
        <w:tabs>
          <w:tab w:val="left" w:pos="6195"/>
        </w:tabs>
      </w:pPr>
      <w:r>
        <w:t>296.0080</w:t>
      </w:r>
      <w:r>
        <w:tab/>
        <w:t>1.382e0</w:t>
      </w:r>
    </w:p>
    <w:p w:rsidR="00354DF7" w:rsidRDefault="00354DF7" w:rsidP="00354DF7">
      <w:pPr>
        <w:tabs>
          <w:tab w:val="left" w:pos="6195"/>
        </w:tabs>
      </w:pPr>
      <w:r>
        <w:t>296.0225</w:t>
      </w:r>
      <w:r>
        <w:tab/>
        <w:t>2.791e0</w:t>
      </w:r>
    </w:p>
    <w:p w:rsidR="00354DF7" w:rsidRDefault="00354DF7" w:rsidP="00354DF7">
      <w:pPr>
        <w:tabs>
          <w:tab w:val="left" w:pos="6195"/>
        </w:tabs>
      </w:pPr>
      <w:r>
        <w:t>296.0260</w:t>
      </w:r>
      <w:r>
        <w:tab/>
        <w:t>4.659e0</w:t>
      </w:r>
    </w:p>
    <w:p w:rsidR="00354DF7" w:rsidRDefault="00354DF7" w:rsidP="00354DF7">
      <w:pPr>
        <w:tabs>
          <w:tab w:val="left" w:pos="6195"/>
        </w:tabs>
      </w:pPr>
      <w:r>
        <w:t>296.0366</w:t>
      </w:r>
      <w:r>
        <w:tab/>
        <w:t>6.347e0</w:t>
      </w:r>
    </w:p>
    <w:p w:rsidR="00354DF7" w:rsidRDefault="00354DF7" w:rsidP="00354DF7">
      <w:pPr>
        <w:tabs>
          <w:tab w:val="left" w:pos="6195"/>
        </w:tabs>
      </w:pPr>
      <w:r>
        <w:t>296.0431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296.0541</w:t>
      </w:r>
      <w:r>
        <w:tab/>
        <w:t>3.309e0</w:t>
      </w:r>
    </w:p>
    <w:p w:rsidR="00354DF7" w:rsidRDefault="00354DF7" w:rsidP="00354DF7">
      <w:pPr>
        <w:tabs>
          <w:tab w:val="left" w:pos="6195"/>
        </w:tabs>
      </w:pPr>
      <w:r>
        <w:t>296.0578</w:t>
      </w:r>
      <w:r>
        <w:tab/>
        <w:t>6.558e0</w:t>
      </w:r>
    </w:p>
    <w:p w:rsidR="00354DF7" w:rsidRDefault="00354DF7" w:rsidP="00354DF7">
      <w:pPr>
        <w:tabs>
          <w:tab w:val="left" w:pos="6195"/>
        </w:tabs>
      </w:pPr>
      <w:r>
        <w:t>296.0812</w:t>
      </w:r>
      <w:r>
        <w:tab/>
        <w:t>4.362e0</w:t>
      </w:r>
    </w:p>
    <w:p w:rsidR="00354DF7" w:rsidRDefault="00354DF7" w:rsidP="00354DF7">
      <w:pPr>
        <w:tabs>
          <w:tab w:val="left" w:pos="6195"/>
        </w:tabs>
      </w:pPr>
      <w:r>
        <w:t>296.0886</w:t>
      </w:r>
      <w:r>
        <w:tab/>
        <w:t>4.222e0</w:t>
      </w:r>
    </w:p>
    <w:p w:rsidR="00354DF7" w:rsidRDefault="00354DF7" w:rsidP="00354DF7">
      <w:pPr>
        <w:tabs>
          <w:tab w:val="left" w:pos="6195"/>
        </w:tabs>
      </w:pPr>
      <w:r>
        <w:t>296.1054</w:t>
      </w:r>
      <w:r>
        <w:tab/>
        <w:t>2.462e0</w:t>
      </w:r>
    </w:p>
    <w:p w:rsidR="00354DF7" w:rsidRDefault="00354DF7" w:rsidP="00354DF7">
      <w:pPr>
        <w:tabs>
          <w:tab w:val="left" w:pos="6195"/>
        </w:tabs>
      </w:pPr>
      <w:r>
        <w:t>296.1120</w:t>
      </w:r>
      <w:r>
        <w:tab/>
        <w:t>2.601e0</w:t>
      </w:r>
    </w:p>
    <w:p w:rsidR="00354DF7" w:rsidRDefault="00354DF7" w:rsidP="00354DF7">
      <w:pPr>
        <w:tabs>
          <w:tab w:val="left" w:pos="6195"/>
        </w:tabs>
      </w:pPr>
      <w:r>
        <w:t>296.1245</w:t>
      </w:r>
      <w:r>
        <w:tab/>
        <w:t>1.547e0</w:t>
      </w:r>
    </w:p>
    <w:p w:rsidR="00354DF7" w:rsidRDefault="00354DF7" w:rsidP="00354DF7">
      <w:pPr>
        <w:tabs>
          <w:tab w:val="left" w:pos="6195"/>
        </w:tabs>
      </w:pPr>
      <w:r>
        <w:t>296.1367</w:t>
      </w:r>
      <w:r>
        <w:tab/>
        <w:t>4.168e0</w:t>
      </w:r>
    </w:p>
    <w:p w:rsidR="00354DF7" w:rsidRDefault="00354DF7" w:rsidP="00354DF7">
      <w:pPr>
        <w:tabs>
          <w:tab w:val="left" w:pos="6195"/>
        </w:tabs>
      </w:pPr>
      <w:r>
        <w:t>296.1537</w:t>
      </w:r>
      <w:r>
        <w:tab/>
        <w:t>5.955e0</w:t>
      </w:r>
    </w:p>
    <w:p w:rsidR="00354DF7" w:rsidRDefault="00354DF7" w:rsidP="00354DF7">
      <w:pPr>
        <w:tabs>
          <w:tab w:val="left" w:pos="6195"/>
        </w:tabs>
      </w:pPr>
      <w:r>
        <w:t>296.1592</w:t>
      </w:r>
      <w:r>
        <w:tab/>
        <w:t>1.078e0</w:t>
      </w:r>
    </w:p>
    <w:p w:rsidR="00354DF7" w:rsidRDefault="00354DF7" w:rsidP="00354DF7">
      <w:pPr>
        <w:tabs>
          <w:tab w:val="left" w:pos="6195"/>
        </w:tabs>
      </w:pPr>
      <w:r>
        <w:lastRenderedPageBreak/>
        <w:t>296.1678</w:t>
      </w:r>
      <w:r>
        <w:tab/>
        <w:t>4.611e0</w:t>
      </w:r>
    </w:p>
    <w:p w:rsidR="00354DF7" w:rsidRDefault="00354DF7" w:rsidP="00354DF7">
      <w:pPr>
        <w:tabs>
          <w:tab w:val="left" w:pos="6195"/>
        </w:tabs>
      </w:pPr>
      <w:r>
        <w:t>296.1723</w:t>
      </w:r>
      <w:r>
        <w:tab/>
        <w:t>6.235e0</w:t>
      </w:r>
    </w:p>
    <w:p w:rsidR="00354DF7" w:rsidRDefault="00354DF7" w:rsidP="00354DF7">
      <w:pPr>
        <w:tabs>
          <w:tab w:val="left" w:pos="6195"/>
        </w:tabs>
      </w:pPr>
      <w:r>
        <w:t>296.1843</w:t>
      </w:r>
      <w:r>
        <w:tab/>
        <w:t>5.023e0</w:t>
      </w:r>
    </w:p>
    <w:p w:rsidR="00354DF7" w:rsidRDefault="00354DF7" w:rsidP="00354DF7">
      <w:pPr>
        <w:tabs>
          <w:tab w:val="left" w:pos="6195"/>
        </w:tabs>
      </w:pPr>
      <w:r>
        <w:t>296.2300</w:t>
      </w:r>
      <w:r>
        <w:tab/>
        <w:t>1.112e1</w:t>
      </w:r>
    </w:p>
    <w:p w:rsidR="00354DF7" w:rsidRDefault="00354DF7" w:rsidP="00354DF7">
      <w:pPr>
        <w:tabs>
          <w:tab w:val="left" w:pos="6195"/>
        </w:tabs>
      </w:pPr>
      <w:r>
        <w:t>296.2411</w:t>
      </w:r>
      <w:r>
        <w:tab/>
        <w:t>7.015e0</w:t>
      </w:r>
    </w:p>
    <w:p w:rsidR="00354DF7" w:rsidRDefault="00354DF7" w:rsidP="00354DF7">
      <w:pPr>
        <w:tabs>
          <w:tab w:val="left" w:pos="6195"/>
        </w:tabs>
      </w:pPr>
      <w:r>
        <w:t>296.2478</w:t>
      </w:r>
      <w:r>
        <w:tab/>
        <w:t>4.981e0</w:t>
      </w:r>
    </w:p>
    <w:p w:rsidR="00354DF7" w:rsidRDefault="00354DF7" w:rsidP="00354DF7">
      <w:pPr>
        <w:tabs>
          <w:tab w:val="left" w:pos="6195"/>
        </w:tabs>
      </w:pPr>
      <w:r>
        <w:t>296.2534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296.2546</w:t>
      </w:r>
      <w:r>
        <w:tab/>
        <w:t>2.257e0</w:t>
      </w:r>
    </w:p>
    <w:p w:rsidR="00354DF7" w:rsidRDefault="00354DF7" w:rsidP="00354DF7">
      <w:pPr>
        <w:tabs>
          <w:tab w:val="left" w:pos="6195"/>
        </w:tabs>
      </w:pPr>
      <w:r>
        <w:t>296.2927</w:t>
      </w:r>
      <w:r>
        <w:tab/>
        <w:t>1.258e0</w:t>
      </w:r>
    </w:p>
    <w:p w:rsidR="00354DF7" w:rsidRDefault="00354DF7" w:rsidP="00354DF7">
      <w:pPr>
        <w:tabs>
          <w:tab w:val="left" w:pos="6195"/>
        </w:tabs>
      </w:pPr>
      <w:r>
        <w:t>296.2946</w:t>
      </w:r>
      <w:r>
        <w:tab/>
        <w:t>4.025e0</w:t>
      </w:r>
    </w:p>
    <w:p w:rsidR="00354DF7" w:rsidRDefault="00354DF7" w:rsidP="00354DF7">
      <w:pPr>
        <w:tabs>
          <w:tab w:val="left" w:pos="6195"/>
        </w:tabs>
      </w:pPr>
      <w:r>
        <w:t>296.3116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296.3201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296.3454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296.3516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296.3835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296.3876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296.3933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296.4050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296.4261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296.4347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296.4426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296.4532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296.4664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296.4729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296.4807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296.5053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296.5176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296.5342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296.5352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296.5581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296.5617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296.5818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296.5935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296.6054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296.6129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296.6256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296.6359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296.6413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296.6560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296.6854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296.6877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296.7186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296.7363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296.7403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296.7677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296.7735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296.8017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296.8124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296.8199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296.8280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296.8315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296.8538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296.8585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296.8639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296.8784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296.8921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296.8945</w:t>
      </w:r>
      <w:r>
        <w:tab/>
        <w:t>2.781e0</w:t>
      </w:r>
    </w:p>
    <w:p w:rsidR="00354DF7" w:rsidRDefault="00354DF7" w:rsidP="00354DF7">
      <w:pPr>
        <w:tabs>
          <w:tab w:val="left" w:pos="6195"/>
        </w:tabs>
      </w:pPr>
      <w:r>
        <w:lastRenderedPageBreak/>
        <w:t>296.8994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296.9153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296.9334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296.9586</w:t>
      </w:r>
      <w:r>
        <w:tab/>
        <w:t>5.775e0</w:t>
      </w:r>
    </w:p>
    <w:p w:rsidR="00354DF7" w:rsidRDefault="00354DF7" w:rsidP="00354DF7">
      <w:pPr>
        <w:tabs>
          <w:tab w:val="left" w:pos="6195"/>
        </w:tabs>
      </w:pPr>
      <w:r>
        <w:t>296.9730</w:t>
      </w:r>
      <w:r>
        <w:tab/>
        <w:t>2.940e0</w:t>
      </w:r>
    </w:p>
    <w:p w:rsidR="00354DF7" w:rsidRDefault="00354DF7" w:rsidP="00354DF7">
      <w:pPr>
        <w:tabs>
          <w:tab w:val="left" w:pos="6195"/>
        </w:tabs>
      </w:pPr>
      <w:r>
        <w:t>296.9803</w:t>
      </w:r>
      <w:r>
        <w:tab/>
        <w:t>8.585e0</w:t>
      </w:r>
    </w:p>
    <w:p w:rsidR="00354DF7" w:rsidRDefault="00354DF7" w:rsidP="00354DF7">
      <w:pPr>
        <w:tabs>
          <w:tab w:val="left" w:pos="6195"/>
        </w:tabs>
      </w:pPr>
      <w:r>
        <w:t>296.9834</w:t>
      </w:r>
      <w:r>
        <w:tab/>
        <w:t>3.959e0</w:t>
      </w:r>
    </w:p>
    <w:p w:rsidR="00354DF7" w:rsidRDefault="00354DF7" w:rsidP="00354DF7">
      <w:pPr>
        <w:tabs>
          <w:tab w:val="left" w:pos="6195"/>
        </w:tabs>
      </w:pPr>
      <w:r>
        <w:t>296.9874</w:t>
      </w:r>
      <w:r>
        <w:tab/>
        <w:t>3.197e0</w:t>
      </w:r>
    </w:p>
    <w:p w:rsidR="00354DF7" w:rsidRDefault="00354DF7" w:rsidP="00354DF7">
      <w:pPr>
        <w:tabs>
          <w:tab w:val="left" w:pos="6195"/>
        </w:tabs>
      </w:pPr>
      <w:r>
        <w:t>296.9930</w:t>
      </w:r>
      <w:r>
        <w:tab/>
        <w:t>3.974e0</w:t>
      </w:r>
    </w:p>
    <w:p w:rsidR="00354DF7" w:rsidRDefault="00354DF7" w:rsidP="00354DF7">
      <w:pPr>
        <w:tabs>
          <w:tab w:val="left" w:pos="6195"/>
        </w:tabs>
      </w:pPr>
      <w:r>
        <w:t>297.0400</w:t>
      </w:r>
      <w:r>
        <w:tab/>
        <w:t>2.420e0</w:t>
      </w:r>
    </w:p>
    <w:p w:rsidR="00354DF7" w:rsidRDefault="00354DF7" w:rsidP="00354DF7">
      <w:pPr>
        <w:tabs>
          <w:tab w:val="left" w:pos="6195"/>
        </w:tabs>
      </w:pPr>
      <w:r>
        <w:t>297.0458</w:t>
      </w:r>
      <w:r>
        <w:tab/>
        <w:t>5.407e0</w:t>
      </w:r>
    </w:p>
    <w:p w:rsidR="00354DF7" w:rsidRDefault="00354DF7" w:rsidP="00354DF7">
      <w:pPr>
        <w:tabs>
          <w:tab w:val="left" w:pos="6195"/>
        </w:tabs>
      </w:pPr>
      <w:r>
        <w:t>297.0614</w:t>
      </w:r>
      <w:r>
        <w:tab/>
        <w:t>3.435e0</w:t>
      </w:r>
    </w:p>
    <w:p w:rsidR="00354DF7" w:rsidRDefault="00354DF7" w:rsidP="00354DF7">
      <w:pPr>
        <w:tabs>
          <w:tab w:val="left" w:pos="6195"/>
        </w:tabs>
      </w:pPr>
      <w:r>
        <w:t>297.0638</w:t>
      </w:r>
      <w:r>
        <w:tab/>
        <w:t>1.606e0</w:t>
      </w:r>
    </w:p>
    <w:p w:rsidR="00354DF7" w:rsidRDefault="00354DF7" w:rsidP="00354DF7">
      <w:pPr>
        <w:tabs>
          <w:tab w:val="left" w:pos="6195"/>
        </w:tabs>
      </w:pPr>
      <w:r>
        <w:t>297.0666</w:t>
      </w:r>
      <w:r>
        <w:tab/>
        <w:t>4.354e0</w:t>
      </w:r>
    </w:p>
    <w:p w:rsidR="00354DF7" w:rsidRDefault="00354DF7" w:rsidP="00354DF7">
      <w:pPr>
        <w:tabs>
          <w:tab w:val="left" w:pos="6195"/>
        </w:tabs>
      </w:pPr>
      <w:r>
        <w:t>297.0945</w:t>
      </w:r>
      <w:r>
        <w:tab/>
        <w:t>5.487e0</w:t>
      </w:r>
    </w:p>
    <w:p w:rsidR="00354DF7" w:rsidRDefault="00354DF7" w:rsidP="00354DF7">
      <w:pPr>
        <w:tabs>
          <w:tab w:val="left" w:pos="6195"/>
        </w:tabs>
      </w:pPr>
      <w:r>
        <w:t>297.1053</w:t>
      </w:r>
      <w:r>
        <w:tab/>
        <w:t>1.555e0</w:t>
      </w:r>
    </w:p>
    <w:p w:rsidR="00354DF7" w:rsidRDefault="00354DF7" w:rsidP="00354DF7">
      <w:pPr>
        <w:tabs>
          <w:tab w:val="left" w:pos="6195"/>
        </w:tabs>
      </w:pPr>
      <w:r>
        <w:t>297.1096</w:t>
      </w:r>
      <w:r>
        <w:tab/>
        <w:t>7.312e0</w:t>
      </w:r>
    </w:p>
    <w:p w:rsidR="00354DF7" w:rsidRDefault="00354DF7" w:rsidP="00354DF7">
      <w:pPr>
        <w:tabs>
          <w:tab w:val="left" w:pos="6195"/>
        </w:tabs>
      </w:pPr>
      <w:r>
        <w:t>297.1178</w:t>
      </w:r>
      <w:r>
        <w:tab/>
        <w:t>5.214e0</w:t>
      </w:r>
    </w:p>
    <w:p w:rsidR="00354DF7" w:rsidRDefault="00354DF7" w:rsidP="00354DF7">
      <w:pPr>
        <w:tabs>
          <w:tab w:val="left" w:pos="6195"/>
        </w:tabs>
      </w:pPr>
      <w:r>
        <w:t>297.1375</w:t>
      </w:r>
      <w:r>
        <w:tab/>
        <w:t>6.136e0</w:t>
      </w:r>
    </w:p>
    <w:p w:rsidR="00354DF7" w:rsidRDefault="00354DF7" w:rsidP="00354DF7">
      <w:pPr>
        <w:tabs>
          <w:tab w:val="left" w:pos="6195"/>
        </w:tabs>
      </w:pPr>
      <w:r>
        <w:lastRenderedPageBreak/>
        <w:t>297.1600</w:t>
      </w:r>
      <w:r>
        <w:tab/>
        <w:t>1.899e0</w:t>
      </w:r>
    </w:p>
    <w:p w:rsidR="00354DF7" w:rsidRDefault="00354DF7" w:rsidP="00354DF7">
      <w:pPr>
        <w:tabs>
          <w:tab w:val="left" w:pos="6195"/>
        </w:tabs>
      </w:pPr>
      <w:r>
        <w:t>297.1643</w:t>
      </w:r>
      <w:r>
        <w:tab/>
        <w:t>1.011e1</w:t>
      </w:r>
    </w:p>
    <w:p w:rsidR="00354DF7" w:rsidRDefault="00354DF7" w:rsidP="00354DF7">
      <w:pPr>
        <w:tabs>
          <w:tab w:val="left" w:pos="6195"/>
        </w:tabs>
      </w:pPr>
      <w:r>
        <w:t>297.1770</w:t>
      </w:r>
      <w:r>
        <w:tab/>
        <w:t>3.761e0</w:t>
      </w:r>
    </w:p>
    <w:p w:rsidR="00354DF7" w:rsidRDefault="00354DF7" w:rsidP="00354DF7">
      <w:pPr>
        <w:tabs>
          <w:tab w:val="left" w:pos="6195"/>
        </w:tabs>
      </w:pPr>
      <w:r>
        <w:t>297.1887</w:t>
      </w:r>
      <w:r>
        <w:tab/>
        <w:t>1.266e0</w:t>
      </w:r>
    </w:p>
    <w:p w:rsidR="00354DF7" w:rsidRDefault="00354DF7" w:rsidP="00354DF7">
      <w:pPr>
        <w:tabs>
          <w:tab w:val="left" w:pos="6195"/>
        </w:tabs>
      </w:pPr>
      <w:r>
        <w:t>297.1996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297.2188</w:t>
      </w:r>
      <w:r>
        <w:tab/>
        <w:t>6.349e0</w:t>
      </w:r>
    </w:p>
    <w:p w:rsidR="00354DF7" w:rsidRDefault="00354DF7" w:rsidP="00354DF7">
      <w:pPr>
        <w:tabs>
          <w:tab w:val="left" w:pos="6195"/>
        </w:tabs>
      </w:pPr>
      <w:r>
        <w:t>297.2341</w:t>
      </w:r>
      <w:r>
        <w:tab/>
        <w:t>4.642e0</w:t>
      </w:r>
    </w:p>
    <w:p w:rsidR="00354DF7" w:rsidRDefault="00354DF7" w:rsidP="00354DF7">
      <w:pPr>
        <w:tabs>
          <w:tab w:val="left" w:pos="6195"/>
        </w:tabs>
      </w:pPr>
      <w:r>
        <w:t>297.2351</w:t>
      </w:r>
      <w:r>
        <w:tab/>
        <w:t>4.560e0</w:t>
      </w:r>
    </w:p>
    <w:p w:rsidR="00354DF7" w:rsidRDefault="00354DF7" w:rsidP="00354DF7">
      <w:pPr>
        <w:tabs>
          <w:tab w:val="left" w:pos="6195"/>
        </w:tabs>
      </w:pPr>
      <w:r>
        <w:t>297.2390</w:t>
      </w:r>
      <w:r>
        <w:tab/>
        <w:t>1.206e0</w:t>
      </w:r>
    </w:p>
    <w:p w:rsidR="00354DF7" w:rsidRDefault="00354DF7" w:rsidP="00354DF7">
      <w:pPr>
        <w:tabs>
          <w:tab w:val="left" w:pos="6195"/>
        </w:tabs>
      </w:pPr>
      <w:r>
        <w:t>297.2430</w:t>
      </w:r>
      <w:r>
        <w:tab/>
        <w:t>4.691e0</w:t>
      </w:r>
    </w:p>
    <w:p w:rsidR="00354DF7" w:rsidRDefault="00354DF7" w:rsidP="00354DF7">
      <w:pPr>
        <w:tabs>
          <w:tab w:val="left" w:pos="6195"/>
        </w:tabs>
      </w:pPr>
      <w:r>
        <w:t>297.2816</w:t>
      </w:r>
      <w:r>
        <w:tab/>
        <w:t>1.802e1</w:t>
      </w:r>
    </w:p>
    <w:p w:rsidR="00354DF7" w:rsidRDefault="00354DF7" w:rsidP="00354DF7">
      <w:pPr>
        <w:tabs>
          <w:tab w:val="left" w:pos="6195"/>
        </w:tabs>
      </w:pPr>
      <w:r>
        <w:t>297.2891</w:t>
      </w:r>
      <w:r>
        <w:tab/>
        <w:t>2.023e1</w:t>
      </w:r>
    </w:p>
    <w:p w:rsidR="00354DF7" w:rsidRDefault="00354DF7" w:rsidP="00354DF7">
      <w:pPr>
        <w:tabs>
          <w:tab w:val="left" w:pos="6195"/>
        </w:tabs>
      </w:pPr>
      <w:r>
        <w:t>297.2912</w:t>
      </w:r>
      <w:r>
        <w:tab/>
        <w:t>2.228e1</w:t>
      </w:r>
    </w:p>
    <w:p w:rsidR="00354DF7" w:rsidRDefault="00354DF7" w:rsidP="00354DF7">
      <w:pPr>
        <w:tabs>
          <w:tab w:val="left" w:pos="6195"/>
        </w:tabs>
      </w:pPr>
      <w:r>
        <w:t>297.2925</w:t>
      </w:r>
      <w:r>
        <w:tab/>
        <w:t>4.973e1</w:t>
      </w:r>
    </w:p>
    <w:p w:rsidR="00354DF7" w:rsidRDefault="00354DF7" w:rsidP="00354DF7">
      <w:pPr>
        <w:tabs>
          <w:tab w:val="left" w:pos="6195"/>
        </w:tabs>
      </w:pPr>
      <w:r>
        <w:t>297.3455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297.3553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297.3801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297.3826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297.4005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297.4167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297.4274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297.4326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297.4353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297.4454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297.4471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297.4513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297.4786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297.4870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297.4909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297.4922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297.4938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297.5084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297.5423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297.5518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297.5551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297.5663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297.5766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297.5843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297.5894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297.5941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297.6110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297.6169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297.6259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297.6377</w:t>
      </w:r>
      <w:r>
        <w:tab/>
        <w:t>5.880e0</w:t>
      </w:r>
    </w:p>
    <w:p w:rsidR="00354DF7" w:rsidRDefault="00354DF7" w:rsidP="00354DF7">
      <w:pPr>
        <w:tabs>
          <w:tab w:val="left" w:pos="6195"/>
        </w:tabs>
      </w:pPr>
      <w:r>
        <w:t>297.6588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297.6649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297.6711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297.6773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297.6881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297.6964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297.7111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297.7148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297.7210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297.7332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297.7531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297.7543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297.7607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297.7647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297.7833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297.7904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297.8028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297.8046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297.8087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297.8324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297.8361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297.8459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297.8511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297.8683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297.8720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297.8925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297.8961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297.9001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297.9096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297.9249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297.9478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297.9664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297.9696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297.9795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297.9851</w:t>
      </w:r>
      <w:r>
        <w:tab/>
        <w:t>4.787e0</w:t>
      </w:r>
    </w:p>
    <w:p w:rsidR="00354DF7" w:rsidRDefault="00354DF7" w:rsidP="00354DF7">
      <w:pPr>
        <w:tabs>
          <w:tab w:val="left" w:pos="6195"/>
        </w:tabs>
      </w:pPr>
      <w:r>
        <w:t>297.9998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298.0119</w:t>
      </w:r>
      <w:r>
        <w:tab/>
        <w:t>2.395e0</w:t>
      </w:r>
    </w:p>
    <w:p w:rsidR="00354DF7" w:rsidRDefault="00354DF7" w:rsidP="00354DF7">
      <w:pPr>
        <w:tabs>
          <w:tab w:val="left" w:pos="6195"/>
        </w:tabs>
      </w:pPr>
      <w:r>
        <w:t>298.0211</w:t>
      </w:r>
      <w:r>
        <w:tab/>
        <w:t>3.197e0</w:t>
      </w:r>
    </w:p>
    <w:p w:rsidR="00354DF7" w:rsidRDefault="00354DF7" w:rsidP="00354DF7">
      <w:pPr>
        <w:tabs>
          <w:tab w:val="left" w:pos="6195"/>
        </w:tabs>
      </w:pPr>
      <w:r>
        <w:t>298.0244</w:t>
      </w:r>
      <w:r>
        <w:tab/>
        <w:t>5.864e0</w:t>
      </w:r>
    </w:p>
    <w:p w:rsidR="00354DF7" w:rsidRDefault="00354DF7" w:rsidP="00354DF7">
      <w:pPr>
        <w:tabs>
          <w:tab w:val="left" w:pos="6195"/>
        </w:tabs>
      </w:pPr>
      <w:r>
        <w:t>298.0328</w:t>
      </w:r>
      <w:r>
        <w:tab/>
        <w:t>9.239e0</w:t>
      </w:r>
    </w:p>
    <w:p w:rsidR="00354DF7" w:rsidRDefault="00354DF7" w:rsidP="00354DF7">
      <w:pPr>
        <w:tabs>
          <w:tab w:val="left" w:pos="6195"/>
        </w:tabs>
      </w:pPr>
      <w:r>
        <w:t>298.0395</w:t>
      </w:r>
      <w:r>
        <w:tab/>
        <w:t>1.270e0</w:t>
      </w:r>
    </w:p>
    <w:p w:rsidR="00354DF7" w:rsidRDefault="00354DF7" w:rsidP="00354DF7">
      <w:pPr>
        <w:tabs>
          <w:tab w:val="left" w:pos="6195"/>
        </w:tabs>
      </w:pPr>
      <w:r>
        <w:t>298.0470</w:t>
      </w:r>
      <w:r>
        <w:tab/>
        <w:t>2.708e0</w:t>
      </w:r>
    </w:p>
    <w:p w:rsidR="00354DF7" w:rsidRDefault="00354DF7" w:rsidP="00354DF7">
      <w:pPr>
        <w:tabs>
          <w:tab w:val="left" w:pos="6195"/>
        </w:tabs>
      </w:pPr>
      <w:r>
        <w:t>298.0580</w:t>
      </w:r>
      <w:r>
        <w:tab/>
        <w:t>3.730e0</w:t>
      </w:r>
    </w:p>
    <w:p w:rsidR="00354DF7" w:rsidRDefault="00354DF7" w:rsidP="00354DF7">
      <w:pPr>
        <w:tabs>
          <w:tab w:val="left" w:pos="6195"/>
        </w:tabs>
      </w:pPr>
      <w:r>
        <w:t>298.0653</w:t>
      </w:r>
      <w:r>
        <w:tab/>
        <w:t>2.664e0</w:t>
      </w:r>
    </w:p>
    <w:p w:rsidR="00354DF7" w:rsidRDefault="00354DF7" w:rsidP="00354DF7">
      <w:pPr>
        <w:tabs>
          <w:tab w:val="left" w:pos="6195"/>
        </w:tabs>
      </w:pPr>
      <w:r>
        <w:t>298.0727</w:t>
      </w:r>
      <w:r>
        <w:tab/>
        <w:t>1.172e0</w:t>
      </w:r>
    </w:p>
    <w:p w:rsidR="00354DF7" w:rsidRDefault="00354DF7" w:rsidP="00354DF7">
      <w:pPr>
        <w:tabs>
          <w:tab w:val="left" w:pos="6195"/>
        </w:tabs>
      </w:pPr>
      <w:r>
        <w:t>298.0748</w:t>
      </w:r>
      <w:r>
        <w:tab/>
        <w:t>1.783e0</w:t>
      </w:r>
    </w:p>
    <w:p w:rsidR="00354DF7" w:rsidRDefault="00354DF7" w:rsidP="00354DF7">
      <w:pPr>
        <w:tabs>
          <w:tab w:val="left" w:pos="6195"/>
        </w:tabs>
      </w:pPr>
      <w:r>
        <w:t>298.1026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298.1099</w:t>
      </w:r>
      <w:r>
        <w:tab/>
        <w:t>2.374e0</w:t>
      </w:r>
    </w:p>
    <w:p w:rsidR="00354DF7" w:rsidRDefault="00354DF7" w:rsidP="00354DF7">
      <w:pPr>
        <w:tabs>
          <w:tab w:val="left" w:pos="6195"/>
        </w:tabs>
      </w:pPr>
      <w:r>
        <w:t>298.1171</w:t>
      </w:r>
      <w:r>
        <w:tab/>
        <w:t>2.274e0</w:t>
      </w:r>
    </w:p>
    <w:p w:rsidR="00354DF7" w:rsidRDefault="00354DF7" w:rsidP="00354DF7">
      <w:pPr>
        <w:tabs>
          <w:tab w:val="left" w:pos="6195"/>
        </w:tabs>
      </w:pPr>
      <w:r>
        <w:t>298.1265</w:t>
      </w:r>
      <w:r>
        <w:tab/>
        <w:t>1.170e0</w:t>
      </w:r>
    </w:p>
    <w:p w:rsidR="00354DF7" w:rsidRDefault="00354DF7" w:rsidP="00354DF7">
      <w:pPr>
        <w:tabs>
          <w:tab w:val="left" w:pos="6195"/>
        </w:tabs>
      </w:pPr>
      <w:r>
        <w:t>298.1348</w:t>
      </w:r>
      <w:r>
        <w:tab/>
        <w:t>3.939e0</w:t>
      </w:r>
    </w:p>
    <w:p w:rsidR="00354DF7" w:rsidRDefault="00354DF7" w:rsidP="00354DF7">
      <w:pPr>
        <w:tabs>
          <w:tab w:val="left" w:pos="6195"/>
        </w:tabs>
      </w:pPr>
      <w:r>
        <w:lastRenderedPageBreak/>
        <w:t>298.1407</w:t>
      </w:r>
      <w:r>
        <w:tab/>
        <w:t>4.076e0</w:t>
      </w:r>
    </w:p>
    <w:p w:rsidR="00354DF7" w:rsidRDefault="00354DF7" w:rsidP="00354DF7">
      <w:pPr>
        <w:tabs>
          <w:tab w:val="left" w:pos="6195"/>
        </w:tabs>
      </w:pPr>
      <w:r>
        <w:t>298.1485</w:t>
      </w:r>
      <w:r>
        <w:tab/>
        <w:t>3.940e0</w:t>
      </w:r>
    </w:p>
    <w:p w:rsidR="00354DF7" w:rsidRDefault="00354DF7" w:rsidP="00354DF7">
      <w:pPr>
        <w:tabs>
          <w:tab w:val="left" w:pos="6195"/>
        </w:tabs>
      </w:pPr>
      <w:r>
        <w:t>298.1573</w:t>
      </w:r>
      <w:r>
        <w:tab/>
        <w:t>1.537e0</w:t>
      </w:r>
    </w:p>
    <w:p w:rsidR="00354DF7" w:rsidRDefault="00354DF7" w:rsidP="00354DF7">
      <w:pPr>
        <w:tabs>
          <w:tab w:val="left" w:pos="6195"/>
        </w:tabs>
      </w:pPr>
      <w:r>
        <w:t>298.1903</w:t>
      </w:r>
      <w:r>
        <w:tab/>
        <w:t>2.471e0</w:t>
      </w:r>
    </w:p>
    <w:p w:rsidR="00354DF7" w:rsidRDefault="00354DF7" w:rsidP="00354DF7">
      <w:pPr>
        <w:tabs>
          <w:tab w:val="left" w:pos="6195"/>
        </w:tabs>
      </w:pPr>
      <w:r>
        <w:t>298.1954</w:t>
      </w:r>
      <w:r>
        <w:tab/>
        <w:t>3.771e0</w:t>
      </w:r>
    </w:p>
    <w:p w:rsidR="00354DF7" w:rsidRDefault="00354DF7" w:rsidP="00354DF7">
      <w:pPr>
        <w:tabs>
          <w:tab w:val="left" w:pos="6195"/>
        </w:tabs>
      </w:pPr>
      <w:r>
        <w:t>298.2004</w:t>
      </w:r>
      <w:r>
        <w:tab/>
        <w:t>3.569e0</w:t>
      </w:r>
    </w:p>
    <w:p w:rsidR="00354DF7" w:rsidRDefault="00354DF7" w:rsidP="00354DF7">
      <w:pPr>
        <w:tabs>
          <w:tab w:val="left" w:pos="6195"/>
        </w:tabs>
      </w:pPr>
      <w:r>
        <w:t>298.2021</w:t>
      </w:r>
      <w:r>
        <w:tab/>
        <w:t>4.947e0</w:t>
      </w:r>
    </w:p>
    <w:p w:rsidR="00354DF7" w:rsidRDefault="00354DF7" w:rsidP="00354DF7">
      <w:pPr>
        <w:tabs>
          <w:tab w:val="left" w:pos="6195"/>
        </w:tabs>
      </w:pPr>
      <w:r>
        <w:t>298.2154</w:t>
      </w:r>
      <w:r>
        <w:tab/>
        <w:t>3.458e0</w:t>
      </w:r>
    </w:p>
    <w:p w:rsidR="00354DF7" w:rsidRDefault="00354DF7" w:rsidP="00354DF7">
      <w:pPr>
        <w:tabs>
          <w:tab w:val="left" w:pos="6195"/>
        </w:tabs>
      </w:pPr>
      <w:r>
        <w:t>298.2357</w:t>
      </w:r>
      <w:r>
        <w:tab/>
        <w:t>3.930e0</w:t>
      </w:r>
    </w:p>
    <w:p w:rsidR="00354DF7" w:rsidRDefault="00354DF7" w:rsidP="00354DF7">
      <w:pPr>
        <w:tabs>
          <w:tab w:val="left" w:pos="6195"/>
        </w:tabs>
      </w:pPr>
      <w:r>
        <w:t>298.2411</w:t>
      </w:r>
      <w:r>
        <w:tab/>
        <w:t>2.796e0</w:t>
      </w:r>
    </w:p>
    <w:p w:rsidR="00354DF7" w:rsidRDefault="00354DF7" w:rsidP="00354DF7">
      <w:pPr>
        <w:tabs>
          <w:tab w:val="left" w:pos="6195"/>
        </w:tabs>
      </w:pPr>
      <w:r>
        <w:t>298.2519</w:t>
      </w:r>
      <w:r>
        <w:tab/>
        <w:t>9.292e0</w:t>
      </w:r>
    </w:p>
    <w:p w:rsidR="00354DF7" w:rsidRDefault="00354DF7" w:rsidP="00354DF7">
      <w:pPr>
        <w:tabs>
          <w:tab w:val="left" w:pos="6195"/>
        </w:tabs>
      </w:pPr>
      <w:r>
        <w:t>298.2540</w:t>
      </w:r>
      <w:r>
        <w:tab/>
        <w:t>6.178e0</w:t>
      </w:r>
    </w:p>
    <w:p w:rsidR="00354DF7" w:rsidRDefault="00354DF7" w:rsidP="00354DF7">
      <w:pPr>
        <w:tabs>
          <w:tab w:val="left" w:pos="6195"/>
        </w:tabs>
      </w:pPr>
      <w:r>
        <w:t>298.2766</w:t>
      </w:r>
      <w:r>
        <w:tab/>
        <w:t>5.009e0</w:t>
      </w:r>
    </w:p>
    <w:p w:rsidR="00354DF7" w:rsidRDefault="00354DF7" w:rsidP="00354DF7">
      <w:pPr>
        <w:tabs>
          <w:tab w:val="left" w:pos="6195"/>
        </w:tabs>
      </w:pPr>
      <w:r>
        <w:t>298.2886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298.2903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298.2990</w:t>
      </w:r>
      <w:r>
        <w:tab/>
        <w:t>9.363e0</w:t>
      </w:r>
    </w:p>
    <w:p w:rsidR="00354DF7" w:rsidRDefault="00354DF7" w:rsidP="00354DF7">
      <w:pPr>
        <w:tabs>
          <w:tab w:val="left" w:pos="6195"/>
        </w:tabs>
      </w:pPr>
      <w:r>
        <w:t>298.3048</w:t>
      </w:r>
      <w:r>
        <w:tab/>
        <w:t>9.400e0</w:t>
      </w:r>
    </w:p>
    <w:p w:rsidR="00354DF7" w:rsidRDefault="00354DF7" w:rsidP="00354DF7">
      <w:pPr>
        <w:tabs>
          <w:tab w:val="left" w:pos="6195"/>
        </w:tabs>
      </w:pPr>
      <w:r>
        <w:t>298.3091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298.3133</w:t>
      </w:r>
      <w:r>
        <w:tab/>
        <w:t>4.363e0</w:t>
      </w:r>
    </w:p>
    <w:p w:rsidR="00354DF7" w:rsidRDefault="00354DF7" w:rsidP="00354DF7">
      <w:pPr>
        <w:tabs>
          <w:tab w:val="left" w:pos="6195"/>
        </w:tabs>
      </w:pPr>
      <w:r>
        <w:lastRenderedPageBreak/>
        <w:t>298.3387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298.3447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298.3463</w:t>
      </w:r>
      <w:r>
        <w:tab/>
        <w:t>1.202e1</w:t>
      </w:r>
    </w:p>
    <w:p w:rsidR="00354DF7" w:rsidRDefault="00354DF7" w:rsidP="00354DF7">
      <w:pPr>
        <w:tabs>
          <w:tab w:val="left" w:pos="6195"/>
        </w:tabs>
      </w:pPr>
      <w:r>
        <w:t>298.3481</w:t>
      </w:r>
      <w:r>
        <w:tab/>
        <w:t>3.676e0</w:t>
      </w:r>
    </w:p>
    <w:p w:rsidR="00354DF7" w:rsidRDefault="00354DF7" w:rsidP="00354DF7">
      <w:pPr>
        <w:tabs>
          <w:tab w:val="left" w:pos="6195"/>
        </w:tabs>
      </w:pPr>
      <w:r>
        <w:t>298.3526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298.3946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298.3962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298.4148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298.4160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298.4233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298.4261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298.4519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298.4642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298.4840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298.4917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298.5072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298.5090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298.5432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298.5485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298.5517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298.5606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298.5834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298.5888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298.6311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298.6323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298.6432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298.6763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298.6867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298.6889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298.6907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298.7030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298.7082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298.7139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298.7226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298.7266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298.7385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298.7540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298.7584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298.7683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298.7761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298.7901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298.8045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298.8221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298.8565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298.8623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298.8917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298.8951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298.9015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298.9055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298.9252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298.9268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298.9362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298.9417</w:t>
      </w:r>
      <w:r>
        <w:tab/>
        <w:t>3.788e0</w:t>
      </w:r>
    </w:p>
    <w:p w:rsidR="00354DF7" w:rsidRDefault="00354DF7" w:rsidP="00354DF7">
      <w:pPr>
        <w:tabs>
          <w:tab w:val="left" w:pos="6195"/>
        </w:tabs>
      </w:pPr>
      <w:r>
        <w:t>298.9474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298.9553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298.9843</w:t>
      </w:r>
      <w:r>
        <w:tab/>
        <w:t>1.841e0</w:t>
      </w:r>
    </w:p>
    <w:p w:rsidR="00354DF7" w:rsidRDefault="00354DF7" w:rsidP="00354DF7">
      <w:pPr>
        <w:tabs>
          <w:tab w:val="left" w:pos="6195"/>
        </w:tabs>
      </w:pPr>
      <w:r>
        <w:t>299.0120</w:t>
      </w:r>
      <w:r>
        <w:tab/>
        <w:t>2.992e0</w:t>
      </w:r>
    </w:p>
    <w:p w:rsidR="00354DF7" w:rsidRDefault="00354DF7" w:rsidP="00354DF7">
      <w:pPr>
        <w:tabs>
          <w:tab w:val="left" w:pos="6195"/>
        </w:tabs>
      </w:pPr>
      <w:r>
        <w:lastRenderedPageBreak/>
        <w:t>299.0197</w:t>
      </w:r>
      <w:r>
        <w:tab/>
        <w:t>5.699e0</w:t>
      </w:r>
    </w:p>
    <w:p w:rsidR="00354DF7" w:rsidRDefault="00354DF7" w:rsidP="00354DF7">
      <w:pPr>
        <w:tabs>
          <w:tab w:val="left" w:pos="6195"/>
        </w:tabs>
      </w:pPr>
      <w:r>
        <w:t>299.0281</w:t>
      </w:r>
      <w:r>
        <w:tab/>
        <w:t>2.990e0</w:t>
      </w:r>
    </w:p>
    <w:p w:rsidR="00354DF7" w:rsidRDefault="00354DF7" w:rsidP="00354DF7">
      <w:pPr>
        <w:tabs>
          <w:tab w:val="left" w:pos="6195"/>
        </w:tabs>
      </w:pPr>
      <w:r>
        <w:t>299.0419</w:t>
      </w:r>
      <w:r>
        <w:tab/>
        <w:t>1.006e1</w:t>
      </w:r>
    </w:p>
    <w:p w:rsidR="00354DF7" w:rsidRDefault="00354DF7" w:rsidP="00354DF7">
      <w:pPr>
        <w:tabs>
          <w:tab w:val="left" w:pos="6195"/>
        </w:tabs>
      </w:pPr>
      <w:r>
        <w:t>299.0602</w:t>
      </w:r>
      <w:r>
        <w:tab/>
        <w:t>3.906e0</w:t>
      </w:r>
    </w:p>
    <w:p w:rsidR="00354DF7" w:rsidRDefault="00354DF7" w:rsidP="00354DF7">
      <w:pPr>
        <w:tabs>
          <w:tab w:val="left" w:pos="6195"/>
        </w:tabs>
      </w:pPr>
      <w:r>
        <w:t>299.0636</w:t>
      </w:r>
      <w:r>
        <w:tab/>
        <w:t>2.488e0</w:t>
      </w:r>
    </w:p>
    <w:p w:rsidR="00354DF7" w:rsidRDefault="00354DF7" w:rsidP="00354DF7">
      <w:pPr>
        <w:tabs>
          <w:tab w:val="left" w:pos="6195"/>
        </w:tabs>
      </w:pPr>
      <w:r>
        <w:t>299.0721</w:t>
      </w:r>
      <w:r>
        <w:tab/>
        <w:t>1.746e0</w:t>
      </w:r>
    </w:p>
    <w:p w:rsidR="00354DF7" w:rsidRDefault="00354DF7" w:rsidP="00354DF7">
      <w:pPr>
        <w:tabs>
          <w:tab w:val="left" w:pos="6195"/>
        </w:tabs>
      </w:pPr>
      <w:r>
        <w:t>299.0746</w:t>
      </w:r>
      <w:r>
        <w:tab/>
        <w:t>4.738e0</w:t>
      </w:r>
    </w:p>
    <w:p w:rsidR="00354DF7" w:rsidRDefault="00354DF7" w:rsidP="00354DF7">
      <w:pPr>
        <w:tabs>
          <w:tab w:val="left" w:pos="6195"/>
        </w:tabs>
      </w:pPr>
      <w:r>
        <w:t>299.0985</w:t>
      </w:r>
      <w:r>
        <w:tab/>
        <w:t>4.289e0</w:t>
      </w:r>
    </w:p>
    <w:p w:rsidR="00354DF7" w:rsidRDefault="00354DF7" w:rsidP="00354DF7">
      <w:pPr>
        <w:tabs>
          <w:tab w:val="left" w:pos="6195"/>
        </w:tabs>
      </w:pPr>
      <w:r>
        <w:t>299.1130</w:t>
      </w:r>
      <w:r>
        <w:tab/>
        <w:t>5.347e0</w:t>
      </w:r>
    </w:p>
    <w:p w:rsidR="00354DF7" w:rsidRDefault="00354DF7" w:rsidP="00354DF7">
      <w:pPr>
        <w:tabs>
          <w:tab w:val="left" w:pos="6195"/>
        </w:tabs>
      </w:pPr>
      <w:r>
        <w:t>299.1189</w:t>
      </w:r>
      <w:r>
        <w:tab/>
        <w:t>2.788e0</w:t>
      </w:r>
    </w:p>
    <w:p w:rsidR="00354DF7" w:rsidRDefault="00354DF7" w:rsidP="00354DF7">
      <w:pPr>
        <w:tabs>
          <w:tab w:val="left" w:pos="6195"/>
        </w:tabs>
      </w:pPr>
      <w:r>
        <w:t>299.1217</w:t>
      </w:r>
      <w:r>
        <w:tab/>
        <w:t>1.682e0</w:t>
      </w:r>
    </w:p>
    <w:p w:rsidR="00354DF7" w:rsidRDefault="00354DF7" w:rsidP="00354DF7">
      <w:pPr>
        <w:tabs>
          <w:tab w:val="left" w:pos="6195"/>
        </w:tabs>
      </w:pPr>
      <w:r>
        <w:t>299.1514</w:t>
      </w:r>
      <w:r>
        <w:tab/>
        <w:t>2.299e0</w:t>
      </w:r>
    </w:p>
    <w:p w:rsidR="00354DF7" w:rsidRDefault="00354DF7" w:rsidP="00354DF7">
      <w:pPr>
        <w:tabs>
          <w:tab w:val="left" w:pos="6195"/>
        </w:tabs>
      </w:pPr>
      <w:r>
        <w:t>299.1591</w:t>
      </w:r>
      <w:r>
        <w:tab/>
        <w:t>1.956e0</w:t>
      </w:r>
    </w:p>
    <w:p w:rsidR="00354DF7" w:rsidRDefault="00354DF7" w:rsidP="00354DF7">
      <w:pPr>
        <w:tabs>
          <w:tab w:val="left" w:pos="6195"/>
        </w:tabs>
      </w:pPr>
      <w:r>
        <w:t>299.1610</w:t>
      </w:r>
      <w:r>
        <w:tab/>
        <w:t>2.826e0</w:t>
      </w:r>
    </w:p>
    <w:p w:rsidR="00354DF7" w:rsidRDefault="00354DF7" w:rsidP="00354DF7">
      <w:pPr>
        <w:tabs>
          <w:tab w:val="left" w:pos="6195"/>
        </w:tabs>
      </w:pPr>
      <w:r>
        <w:t>299.1659</w:t>
      </w:r>
      <w:r>
        <w:tab/>
        <w:t>1.089e0</w:t>
      </w:r>
    </w:p>
    <w:p w:rsidR="00354DF7" w:rsidRDefault="00354DF7" w:rsidP="00354DF7">
      <w:pPr>
        <w:tabs>
          <w:tab w:val="left" w:pos="6195"/>
        </w:tabs>
      </w:pPr>
      <w:r>
        <w:t>299.1723</w:t>
      </w:r>
      <w:r>
        <w:tab/>
        <w:t>3.472e0</w:t>
      </w:r>
    </w:p>
    <w:p w:rsidR="00354DF7" w:rsidRDefault="00354DF7" w:rsidP="00354DF7">
      <w:pPr>
        <w:tabs>
          <w:tab w:val="left" w:pos="6195"/>
        </w:tabs>
      </w:pPr>
      <w:r>
        <w:t>299.1950</w:t>
      </w:r>
      <w:r>
        <w:tab/>
        <w:t>3.835e0</w:t>
      </w:r>
    </w:p>
    <w:p w:rsidR="00354DF7" w:rsidRDefault="00354DF7" w:rsidP="00354DF7">
      <w:pPr>
        <w:tabs>
          <w:tab w:val="left" w:pos="6195"/>
        </w:tabs>
      </w:pPr>
      <w:r>
        <w:t>299.1962</w:t>
      </w:r>
      <w:r>
        <w:tab/>
        <w:t>2.416e0</w:t>
      </w:r>
    </w:p>
    <w:p w:rsidR="00354DF7" w:rsidRDefault="00354DF7" w:rsidP="00354DF7">
      <w:pPr>
        <w:tabs>
          <w:tab w:val="left" w:pos="6195"/>
        </w:tabs>
      </w:pPr>
      <w:r>
        <w:t>299.2403</w:t>
      </w:r>
      <w:r>
        <w:tab/>
        <w:t>5.186e0</w:t>
      </w:r>
    </w:p>
    <w:p w:rsidR="00354DF7" w:rsidRDefault="00354DF7" w:rsidP="00354DF7">
      <w:pPr>
        <w:tabs>
          <w:tab w:val="left" w:pos="6195"/>
        </w:tabs>
      </w:pPr>
      <w:r>
        <w:lastRenderedPageBreak/>
        <w:t>299.2512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299.2556</w:t>
      </w:r>
      <w:r>
        <w:tab/>
        <w:t>3.245e0</w:t>
      </w:r>
    </w:p>
    <w:p w:rsidR="00354DF7" w:rsidRDefault="00354DF7" w:rsidP="00354DF7">
      <w:pPr>
        <w:tabs>
          <w:tab w:val="left" w:pos="6195"/>
        </w:tabs>
      </w:pPr>
      <w:r>
        <w:t>299.2636</w:t>
      </w:r>
      <w:r>
        <w:tab/>
        <w:t>2.597e0</w:t>
      </w:r>
    </w:p>
    <w:p w:rsidR="00354DF7" w:rsidRDefault="00354DF7" w:rsidP="00354DF7">
      <w:pPr>
        <w:tabs>
          <w:tab w:val="left" w:pos="6195"/>
        </w:tabs>
      </w:pPr>
      <w:r>
        <w:t>299.2852</w:t>
      </w:r>
      <w:r>
        <w:tab/>
        <w:t>1.222e0</w:t>
      </w:r>
    </w:p>
    <w:p w:rsidR="00354DF7" w:rsidRDefault="00354DF7" w:rsidP="00354DF7">
      <w:pPr>
        <w:tabs>
          <w:tab w:val="left" w:pos="6195"/>
        </w:tabs>
      </w:pPr>
      <w:r>
        <w:t>299.2963</w:t>
      </w:r>
      <w:r>
        <w:tab/>
        <w:t>2.570e0</w:t>
      </w:r>
    </w:p>
    <w:p w:rsidR="00354DF7" w:rsidRDefault="00354DF7" w:rsidP="00354DF7">
      <w:pPr>
        <w:tabs>
          <w:tab w:val="left" w:pos="6195"/>
        </w:tabs>
      </w:pPr>
      <w:r>
        <w:t>299.3036</w:t>
      </w:r>
      <w:r>
        <w:tab/>
        <w:t>2.606e0</w:t>
      </w:r>
    </w:p>
    <w:p w:rsidR="00354DF7" w:rsidRDefault="00354DF7" w:rsidP="00354DF7">
      <w:pPr>
        <w:tabs>
          <w:tab w:val="left" w:pos="6195"/>
        </w:tabs>
      </w:pPr>
      <w:r>
        <w:t>299.3056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299.3087</w:t>
      </w:r>
      <w:r>
        <w:tab/>
        <w:t>1.410e0</w:t>
      </w:r>
    </w:p>
    <w:p w:rsidR="00354DF7" w:rsidRDefault="00354DF7" w:rsidP="00354DF7">
      <w:pPr>
        <w:tabs>
          <w:tab w:val="left" w:pos="6195"/>
        </w:tabs>
      </w:pPr>
      <w:r>
        <w:t>299.3185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299.3274</w:t>
      </w:r>
      <w:r>
        <w:tab/>
        <w:t>4.193e0</w:t>
      </w:r>
    </w:p>
    <w:p w:rsidR="00354DF7" w:rsidRDefault="00354DF7" w:rsidP="00354DF7">
      <w:pPr>
        <w:tabs>
          <w:tab w:val="left" w:pos="6195"/>
        </w:tabs>
      </w:pPr>
      <w:r>
        <w:t>299.3364</w:t>
      </w:r>
      <w:r>
        <w:tab/>
        <w:t>1.258e0</w:t>
      </w:r>
    </w:p>
    <w:p w:rsidR="00354DF7" w:rsidRDefault="00354DF7" w:rsidP="00354DF7">
      <w:pPr>
        <w:tabs>
          <w:tab w:val="left" w:pos="6195"/>
        </w:tabs>
      </w:pPr>
      <w:r>
        <w:t>299.3408</w:t>
      </w:r>
      <w:r>
        <w:tab/>
        <w:t>2.009e0</w:t>
      </w:r>
    </w:p>
    <w:p w:rsidR="00354DF7" w:rsidRDefault="00354DF7" w:rsidP="00354DF7">
      <w:pPr>
        <w:tabs>
          <w:tab w:val="left" w:pos="6195"/>
        </w:tabs>
      </w:pPr>
      <w:r>
        <w:t>299.3423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299.3891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299.3925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299.3945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299.4012</w:t>
      </w:r>
      <w:r>
        <w:tab/>
        <w:t>3.132e0</w:t>
      </w:r>
    </w:p>
    <w:p w:rsidR="00354DF7" w:rsidRDefault="00354DF7" w:rsidP="00354DF7">
      <w:pPr>
        <w:tabs>
          <w:tab w:val="left" w:pos="6195"/>
        </w:tabs>
      </w:pPr>
      <w:r>
        <w:t>299.4415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299.4507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299.4580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299.4617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299.4818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299.4831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299.4899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299.5214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299.5274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299.5316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299.5354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299.5434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299.5535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299.5835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299.5851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299.5881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299.6089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299.6132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299.6277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299.6480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299.6700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299.6728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299.6781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299.6862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299.6954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299.7205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299.7309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299.7385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299.7484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299.7600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299.7964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299.8025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299.8050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299.8250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299.8319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299.8698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299.9009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299.9063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299.9117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299.9178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299.9194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299.9235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299.9474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299.9674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299.9700</w:t>
      </w:r>
      <w:r>
        <w:tab/>
        <w:t>2.916e0</w:t>
      </w:r>
    </w:p>
    <w:p w:rsidR="00354DF7" w:rsidRDefault="00354DF7" w:rsidP="00354DF7">
      <w:pPr>
        <w:tabs>
          <w:tab w:val="left" w:pos="6195"/>
        </w:tabs>
      </w:pPr>
      <w:r>
        <w:t>299.9785</w:t>
      </w:r>
      <w:r>
        <w:tab/>
        <w:t>6.315e0</w:t>
      </w:r>
    </w:p>
    <w:p w:rsidR="00354DF7" w:rsidRDefault="00354DF7" w:rsidP="00354DF7">
      <w:pPr>
        <w:tabs>
          <w:tab w:val="left" w:pos="6195"/>
        </w:tabs>
      </w:pPr>
      <w:r>
        <w:t>299.9927</w:t>
      </w:r>
      <w:r>
        <w:tab/>
        <w:t>4.309e0</w:t>
      </w:r>
    </w:p>
    <w:p w:rsidR="00354DF7" w:rsidRDefault="00354DF7" w:rsidP="00354DF7">
      <w:pPr>
        <w:tabs>
          <w:tab w:val="left" w:pos="6195"/>
        </w:tabs>
      </w:pPr>
      <w:r>
        <w:t>300.0050</w:t>
      </w:r>
      <w:r>
        <w:tab/>
        <w:t>4.621e0</w:t>
      </w:r>
    </w:p>
    <w:p w:rsidR="00354DF7" w:rsidRDefault="00354DF7" w:rsidP="00354DF7">
      <w:pPr>
        <w:tabs>
          <w:tab w:val="left" w:pos="6195"/>
        </w:tabs>
      </w:pPr>
      <w:r>
        <w:t>300.0127</w:t>
      </w:r>
      <w:r>
        <w:tab/>
        <w:t>3.317e0</w:t>
      </w:r>
    </w:p>
    <w:p w:rsidR="00354DF7" w:rsidRDefault="00354DF7" w:rsidP="00354DF7">
      <w:pPr>
        <w:tabs>
          <w:tab w:val="left" w:pos="6195"/>
        </w:tabs>
      </w:pPr>
      <w:r>
        <w:t>300.0265</w:t>
      </w:r>
      <w:r>
        <w:tab/>
        <w:t>5.109e0</w:t>
      </w:r>
    </w:p>
    <w:p w:rsidR="00354DF7" w:rsidRDefault="00354DF7" w:rsidP="00354DF7">
      <w:pPr>
        <w:tabs>
          <w:tab w:val="left" w:pos="6195"/>
        </w:tabs>
      </w:pPr>
      <w:r>
        <w:t>300.0297</w:t>
      </w:r>
      <w:r>
        <w:tab/>
        <w:t>2.762e0</w:t>
      </w:r>
    </w:p>
    <w:p w:rsidR="00354DF7" w:rsidRDefault="00354DF7" w:rsidP="00354DF7">
      <w:pPr>
        <w:tabs>
          <w:tab w:val="left" w:pos="6195"/>
        </w:tabs>
      </w:pPr>
      <w:r>
        <w:t>300.0321</w:t>
      </w:r>
      <w:r>
        <w:tab/>
        <w:t>5.332e0</w:t>
      </w:r>
    </w:p>
    <w:p w:rsidR="00354DF7" w:rsidRDefault="00354DF7" w:rsidP="00354DF7">
      <w:pPr>
        <w:tabs>
          <w:tab w:val="left" w:pos="6195"/>
        </w:tabs>
      </w:pPr>
      <w:r>
        <w:t>300.0552</w:t>
      </w:r>
      <w:r>
        <w:tab/>
        <w:t>2.918e0</w:t>
      </w:r>
    </w:p>
    <w:p w:rsidR="00354DF7" w:rsidRDefault="00354DF7" w:rsidP="00354DF7">
      <w:pPr>
        <w:tabs>
          <w:tab w:val="left" w:pos="6195"/>
        </w:tabs>
      </w:pPr>
      <w:r>
        <w:t>300.0597</w:t>
      </w:r>
      <w:r>
        <w:tab/>
        <w:t>4.222e0</w:t>
      </w:r>
    </w:p>
    <w:p w:rsidR="00354DF7" w:rsidRDefault="00354DF7" w:rsidP="00354DF7">
      <w:pPr>
        <w:tabs>
          <w:tab w:val="left" w:pos="6195"/>
        </w:tabs>
      </w:pPr>
      <w:r>
        <w:t>300.0664</w:t>
      </w:r>
      <w:r>
        <w:tab/>
        <w:t>1.057e1</w:t>
      </w:r>
    </w:p>
    <w:p w:rsidR="00354DF7" w:rsidRDefault="00354DF7" w:rsidP="00354DF7">
      <w:pPr>
        <w:tabs>
          <w:tab w:val="left" w:pos="6195"/>
        </w:tabs>
      </w:pPr>
      <w:r>
        <w:t>300.0770</w:t>
      </w:r>
      <w:r>
        <w:tab/>
        <w:t>9.005e0</w:t>
      </w:r>
    </w:p>
    <w:p w:rsidR="00354DF7" w:rsidRDefault="00354DF7" w:rsidP="00354DF7">
      <w:pPr>
        <w:tabs>
          <w:tab w:val="left" w:pos="6195"/>
        </w:tabs>
      </w:pPr>
      <w:r>
        <w:t>300.0823</w:t>
      </w:r>
      <w:r>
        <w:tab/>
        <w:t>3.610e0</w:t>
      </w:r>
    </w:p>
    <w:p w:rsidR="00354DF7" w:rsidRDefault="00354DF7" w:rsidP="00354DF7">
      <w:pPr>
        <w:tabs>
          <w:tab w:val="left" w:pos="6195"/>
        </w:tabs>
      </w:pPr>
      <w:r>
        <w:t>300.0918</w:t>
      </w:r>
      <w:r>
        <w:tab/>
        <w:t>6.035e0</w:t>
      </w:r>
    </w:p>
    <w:p w:rsidR="00354DF7" w:rsidRDefault="00354DF7" w:rsidP="00354DF7">
      <w:pPr>
        <w:tabs>
          <w:tab w:val="left" w:pos="6195"/>
        </w:tabs>
      </w:pPr>
      <w:r>
        <w:t>300.1057</w:t>
      </w:r>
      <w:r>
        <w:tab/>
        <w:t>3.261e0</w:t>
      </w:r>
    </w:p>
    <w:p w:rsidR="00354DF7" w:rsidRDefault="00354DF7" w:rsidP="00354DF7">
      <w:pPr>
        <w:tabs>
          <w:tab w:val="left" w:pos="6195"/>
        </w:tabs>
      </w:pPr>
      <w:r>
        <w:lastRenderedPageBreak/>
        <w:t>300.1083</w:t>
      </w:r>
      <w:r>
        <w:tab/>
        <w:t>1.472e0</w:t>
      </w:r>
    </w:p>
    <w:p w:rsidR="00354DF7" w:rsidRDefault="00354DF7" w:rsidP="00354DF7">
      <w:pPr>
        <w:tabs>
          <w:tab w:val="left" w:pos="6195"/>
        </w:tabs>
      </w:pPr>
      <w:r>
        <w:t>300.1160</w:t>
      </w:r>
      <w:r>
        <w:tab/>
        <w:t>5.648e0</w:t>
      </w:r>
    </w:p>
    <w:p w:rsidR="00354DF7" w:rsidRDefault="00354DF7" w:rsidP="00354DF7">
      <w:pPr>
        <w:tabs>
          <w:tab w:val="left" w:pos="6195"/>
        </w:tabs>
      </w:pPr>
      <w:r>
        <w:t>300.1202</w:t>
      </w:r>
      <w:r>
        <w:tab/>
        <w:t>1.933e0</w:t>
      </w:r>
    </w:p>
    <w:p w:rsidR="00354DF7" w:rsidRDefault="00354DF7" w:rsidP="00354DF7">
      <w:pPr>
        <w:tabs>
          <w:tab w:val="left" w:pos="6195"/>
        </w:tabs>
      </w:pPr>
      <w:r>
        <w:t>300.1245</w:t>
      </w:r>
      <w:r>
        <w:tab/>
        <w:t>2.485e0</w:t>
      </w:r>
    </w:p>
    <w:p w:rsidR="00354DF7" w:rsidRDefault="00354DF7" w:rsidP="00354DF7">
      <w:pPr>
        <w:tabs>
          <w:tab w:val="left" w:pos="6195"/>
        </w:tabs>
      </w:pPr>
      <w:r>
        <w:t>300.1443</w:t>
      </w:r>
      <w:r>
        <w:tab/>
        <w:t>1.106e0</w:t>
      </w:r>
    </w:p>
    <w:p w:rsidR="00354DF7" w:rsidRDefault="00354DF7" w:rsidP="00354DF7">
      <w:pPr>
        <w:tabs>
          <w:tab w:val="left" w:pos="6195"/>
        </w:tabs>
      </w:pPr>
      <w:r>
        <w:t>300.1897</w:t>
      </w:r>
      <w:r>
        <w:tab/>
        <w:t>1.755e1</w:t>
      </w:r>
    </w:p>
    <w:p w:rsidR="00354DF7" w:rsidRDefault="00354DF7" w:rsidP="00354DF7">
      <w:pPr>
        <w:tabs>
          <w:tab w:val="left" w:pos="6195"/>
        </w:tabs>
      </w:pPr>
      <w:r>
        <w:t>300.2015</w:t>
      </w:r>
      <w:r>
        <w:tab/>
        <w:t>1.909e1</w:t>
      </w:r>
    </w:p>
    <w:p w:rsidR="00354DF7" w:rsidRDefault="00354DF7" w:rsidP="00354DF7">
      <w:pPr>
        <w:tabs>
          <w:tab w:val="left" w:pos="6195"/>
        </w:tabs>
      </w:pPr>
      <w:r>
        <w:t>300.2032</w:t>
      </w:r>
      <w:r>
        <w:tab/>
        <w:t>8.707e1</w:t>
      </w:r>
    </w:p>
    <w:p w:rsidR="00354DF7" w:rsidRDefault="00354DF7" w:rsidP="00354DF7">
      <w:pPr>
        <w:tabs>
          <w:tab w:val="left" w:pos="6195"/>
        </w:tabs>
      </w:pPr>
      <w:r>
        <w:t>300.2072</w:t>
      </w:r>
      <w:r>
        <w:tab/>
        <w:t>1.135e1</w:t>
      </w:r>
    </w:p>
    <w:p w:rsidR="00354DF7" w:rsidRDefault="00354DF7" w:rsidP="00354DF7">
      <w:pPr>
        <w:tabs>
          <w:tab w:val="left" w:pos="6195"/>
        </w:tabs>
      </w:pPr>
      <w:r>
        <w:t>300.2148</w:t>
      </w:r>
      <w:r>
        <w:tab/>
        <w:t>1.744e1</w:t>
      </w:r>
    </w:p>
    <w:p w:rsidR="00354DF7" w:rsidRDefault="00354DF7" w:rsidP="00354DF7">
      <w:pPr>
        <w:tabs>
          <w:tab w:val="left" w:pos="6195"/>
        </w:tabs>
      </w:pPr>
      <w:r>
        <w:t>300.2557</w:t>
      </w:r>
      <w:r>
        <w:tab/>
        <w:t>3.521e0</w:t>
      </w:r>
    </w:p>
    <w:p w:rsidR="00354DF7" w:rsidRDefault="00354DF7" w:rsidP="00354DF7">
      <w:pPr>
        <w:tabs>
          <w:tab w:val="left" w:pos="6195"/>
        </w:tabs>
      </w:pPr>
      <w:r>
        <w:t>300.2580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300.2609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300.2947</w:t>
      </w:r>
      <w:r>
        <w:tab/>
        <w:t>4.458e0</w:t>
      </w:r>
    </w:p>
    <w:p w:rsidR="00354DF7" w:rsidRDefault="00354DF7" w:rsidP="00354DF7">
      <w:pPr>
        <w:tabs>
          <w:tab w:val="left" w:pos="6195"/>
        </w:tabs>
      </w:pPr>
      <w:r>
        <w:t>300.2968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300.3056</w:t>
      </w:r>
      <w:r>
        <w:tab/>
        <w:t>1.666e0</w:t>
      </w:r>
    </w:p>
    <w:p w:rsidR="00354DF7" w:rsidRDefault="00354DF7" w:rsidP="00354DF7">
      <w:pPr>
        <w:tabs>
          <w:tab w:val="left" w:pos="6195"/>
        </w:tabs>
      </w:pPr>
      <w:r>
        <w:t>300.3275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300.3326</w:t>
      </w:r>
      <w:r>
        <w:tab/>
        <w:t>4.858e0</w:t>
      </w:r>
    </w:p>
    <w:p w:rsidR="00354DF7" w:rsidRDefault="00354DF7" w:rsidP="00354DF7">
      <w:pPr>
        <w:tabs>
          <w:tab w:val="left" w:pos="6195"/>
        </w:tabs>
      </w:pPr>
      <w:r>
        <w:t>300.3439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300.3497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300.3621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300.3710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300.3883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300.3896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300.4049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300.4132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300.4153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300.4445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300.4496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300.4522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300.4540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300.4623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300.4828</w:t>
      </w:r>
      <w:r>
        <w:tab/>
        <w:t>2.001e0</w:t>
      </w:r>
    </w:p>
    <w:p w:rsidR="00354DF7" w:rsidRDefault="00354DF7" w:rsidP="00354DF7">
      <w:pPr>
        <w:tabs>
          <w:tab w:val="left" w:pos="6195"/>
        </w:tabs>
      </w:pPr>
      <w:r>
        <w:t>300.4925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300.4998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300.5119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300.5144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300.5258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300.5397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300.5518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300.5681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300.5800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300.5849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300.5899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300.6122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300.6259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300.6273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300.6313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300.6358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300.6557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300.6575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300.6591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300.6637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300.6720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300.6973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300.6997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300.7029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300.7091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300.7193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300.7381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300.7426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300.7791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300.7869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300.7904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300.7930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300.8256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300.8308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300.8358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300.8402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300.8625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300.8711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300.8854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300.8904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300.8965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300.9008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300.9182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300.9223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300.9625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300.9681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300.9718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300.9874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301.0028</w:t>
      </w:r>
      <w:r>
        <w:tab/>
        <w:t>6.559e0</w:t>
      </w:r>
    </w:p>
    <w:p w:rsidR="00354DF7" w:rsidRDefault="00354DF7" w:rsidP="00354DF7">
      <w:pPr>
        <w:tabs>
          <w:tab w:val="left" w:pos="6195"/>
        </w:tabs>
      </w:pPr>
      <w:r>
        <w:t>301.0055</w:t>
      </w:r>
      <w:r>
        <w:tab/>
        <w:t>3.459e0</w:t>
      </w:r>
    </w:p>
    <w:p w:rsidR="00354DF7" w:rsidRDefault="00354DF7" w:rsidP="00354DF7">
      <w:pPr>
        <w:tabs>
          <w:tab w:val="left" w:pos="6195"/>
        </w:tabs>
      </w:pPr>
      <w:r>
        <w:t>301.0180</w:t>
      </w:r>
      <w:r>
        <w:tab/>
        <w:t>4.031e0</w:t>
      </w:r>
    </w:p>
    <w:p w:rsidR="00354DF7" w:rsidRDefault="00354DF7" w:rsidP="00354DF7">
      <w:pPr>
        <w:tabs>
          <w:tab w:val="left" w:pos="6195"/>
        </w:tabs>
      </w:pPr>
      <w:r>
        <w:t>301.0219</w:t>
      </w:r>
      <w:r>
        <w:tab/>
        <w:t>3.014e0</w:t>
      </w:r>
    </w:p>
    <w:p w:rsidR="00354DF7" w:rsidRDefault="00354DF7" w:rsidP="00354DF7">
      <w:pPr>
        <w:tabs>
          <w:tab w:val="left" w:pos="6195"/>
        </w:tabs>
      </w:pPr>
      <w:r>
        <w:t>301.0291</w:t>
      </w:r>
      <w:r>
        <w:tab/>
        <w:t>6.718e0</w:t>
      </w:r>
    </w:p>
    <w:p w:rsidR="00354DF7" w:rsidRDefault="00354DF7" w:rsidP="00354DF7">
      <w:pPr>
        <w:tabs>
          <w:tab w:val="left" w:pos="6195"/>
        </w:tabs>
      </w:pPr>
      <w:r>
        <w:t>301.0473</w:t>
      </w:r>
      <w:r>
        <w:tab/>
        <w:t>3.931e0</w:t>
      </w:r>
    </w:p>
    <w:p w:rsidR="00354DF7" w:rsidRDefault="00354DF7" w:rsidP="00354DF7">
      <w:pPr>
        <w:tabs>
          <w:tab w:val="left" w:pos="6195"/>
        </w:tabs>
      </w:pPr>
      <w:r>
        <w:t>301.0654</w:t>
      </w:r>
      <w:r>
        <w:tab/>
        <w:t>1.577e0</w:t>
      </w:r>
    </w:p>
    <w:p w:rsidR="00354DF7" w:rsidRDefault="00354DF7" w:rsidP="00354DF7">
      <w:pPr>
        <w:tabs>
          <w:tab w:val="left" w:pos="6195"/>
        </w:tabs>
      </w:pPr>
      <w:r>
        <w:t>301.0761</w:t>
      </w:r>
      <w:r>
        <w:tab/>
        <w:t>7.060e0</w:t>
      </w:r>
    </w:p>
    <w:p w:rsidR="00354DF7" w:rsidRDefault="00354DF7" w:rsidP="00354DF7">
      <w:pPr>
        <w:tabs>
          <w:tab w:val="left" w:pos="6195"/>
        </w:tabs>
      </w:pPr>
      <w:r>
        <w:t>301.0783</w:t>
      </w:r>
      <w:r>
        <w:tab/>
        <w:t>3.399e0</w:t>
      </w:r>
    </w:p>
    <w:p w:rsidR="00354DF7" w:rsidRDefault="00354DF7" w:rsidP="00354DF7">
      <w:pPr>
        <w:tabs>
          <w:tab w:val="left" w:pos="6195"/>
        </w:tabs>
      </w:pPr>
      <w:r>
        <w:t>301.0907</w:t>
      </w:r>
      <w:r>
        <w:tab/>
        <w:t>8.475e0</w:t>
      </w:r>
    </w:p>
    <w:p w:rsidR="00354DF7" w:rsidRDefault="00354DF7" w:rsidP="00354DF7">
      <w:pPr>
        <w:tabs>
          <w:tab w:val="left" w:pos="6195"/>
        </w:tabs>
      </w:pPr>
      <w:r>
        <w:t>301.1025</w:t>
      </w:r>
      <w:r>
        <w:tab/>
        <w:t>3.185e0</w:t>
      </w:r>
    </w:p>
    <w:p w:rsidR="00354DF7" w:rsidRDefault="00354DF7" w:rsidP="00354DF7">
      <w:pPr>
        <w:tabs>
          <w:tab w:val="left" w:pos="6195"/>
        </w:tabs>
      </w:pPr>
      <w:r>
        <w:t>301.1178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301.1281</w:t>
      </w:r>
      <w:r>
        <w:tab/>
        <w:t>2.290e0</w:t>
      </w:r>
    </w:p>
    <w:p w:rsidR="00354DF7" w:rsidRDefault="00354DF7" w:rsidP="00354DF7">
      <w:pPr>
        <w:tabs>
          <w:tab w:val="left" w:pos="6195"/>
        </w:tabs>
      </w:pPr>
      <w:r>
        <w:t>301.1311</w:t>
      </w:r>
      <w:r>
        <w:tab/>
        <w:t>2.083e0</w:t>
      </w:r>
    </w:p>
    <w:p w:rsidR="00354DF7" w:rsidRDefault="00354DF7" w:rsidP="00354DF7">
      <w:pPr>
        <w:tabs>
          <w:tab w:val="left" w:pos="6195"/>
        </w:tabs>
      </w:pPr>
      <w:r>
        <w:lastRenderedPageBreak/>
        <w:t>301.1323</w:t>
      </w:r>
      <w:r>
        <w:tab/>
        <w:t>4.797e0</w:t>
      </w:r>
    </w:p>
    <w:p w:rsidR="00354DF7" w:rsidRDefault="00354DF7" w:rsidP="00354DF7">
      <w:pPr>
        <w:tabs>
          <w:tab w:val="left" w:pos="6195"/>
        </w:tabs>
      </w:pPr>
      <w:r>
        <w:t>301.1489</w:t>
      </w:r>
      <w:r>
        <w:tab/>
        <w:t>3.669e0</w:t>
      </w:r>
    </w:p>
    <w:p w:rsidR="00354DF7" w:rsidRDefault="00354DF7" w:rsidP="00354DF7">
      <w:pPr>
        <w:tabs>
          <w:tab w:val="left" w:pos="6195"/>
        </w:tabs>
      </w:pPr>
      <w:r>
        <w:t>301.1626</w:t>
      </w:r>
      <w:r>
        <w:tab/>
        <w:t>3.225e0</w:t>
      </w:r>
    </w:p>
    <w:p w:rsidR="00354DF7" w:rsidRDefault="00354DF7" w:rsidP="00354DF7">
      <w:pPr>
        <w:tabs>
          <w:tab w:val="left" w:pos="6195"/>
        </w:tabs>
      </w:pPr>
      <w:r>
        <w:t>301.1753</w:t>
      </w:r>
      <w:r>
        <w:tab/>
        <w:t>4.248e0</w:t>
      </w:r>
    </w:p>
    <w:p w:rsidR="00354DF7" w:rsidRDefault="00354DF7" w:rsidP="00354DF7">
      <w:pPr>
        <w:tabs>
          <w:tab w:val="left" w:pos="6195"/>
        </w:tabs>
      </w:pPr>
      <w:r>
        <w:t>301.1822</w:t>
      </w:r>
      <w:r>
        <w:tab/>
        <w:t>3.669e0</w:t>
      </w:r>
    </w:p>
    <w:p w:rsidR="00354DF7" w:rsidRDefault="00354DF7" w:rsidP="00354DF7">
      <w:pPr>
        <w:tabs>
          <w:tab w:val="left" w:pos="6195"/>
        </w:tabs>
      </w:pPr>
      <w:r>
        <w:t>301.2009</w:t>
      </w:r>
      <w:r>
        <w:tab/>
        <w:t>3.871e0</w:t>
      </w:r>
    </w:p>
    <w:p w:rsidR="00354DF7" w:rsidRDefault="00354DF7" w:rsidP="00354DF7">
      <w:pPr>
        <w:tabs>
          <w:tab w:val="left" w:pos="6195"/>
        </w:tabs>
      </w:pPr>
      <w:r>
        <w:t>301.2032</w:t>
      </w:r>
      <w:r>
        <w:tab/>
        <w:t>5.318e0</w:t>
      </w:r>
    </w:p>
    <w:p w:rsidR="00354DF7" w:rsidRDefault="00354DF7" w:rsidP="00354DF7">
      <w:pPr>
        <w:tabs>
          <w:tab w:val="left" w:pos="6195"/>
        </w:tabs>
      </w:pPr>
      <w:r>
        <w:t>301.2098</w:t>
      </w:r>
      <w:r>
        <w:tab/>
        <w:t>5.839e0</w:t>
      </w:r>
    </w:p>
    <w:p w:rsidR="00354DF7" w:rsidRDefault="00354DF7" w:rsidP="00354DF7">
      <w:pPr>
        <w:tabs>
          <w:tab w:val="left" w:pos="6195"/>
        </w:tabs>
      </w:pPr>
      <w:r>
        <w:t>301.2149</w:t>
      </w:r>
      <w:r>
        <w:tab/>
        <w:t>3.869e0</w:t>
      </w:r>
    </w:p>
    <w:p w:rsidR="00354DF7" w:rsidRDefault="00354DF7" w:rsidP="00354DF7">
      <w:pPr>
        <w:tabs>
          <w:tab w:val="left" w:pos="6195"/>
        </w:tabs>
      </w:pPr>
      <w:r>
        <w:t>301.2175</w:t>
      </w:r>
      <w:r>
        <w:tab/>
        <w:t>4.803e0</w:t>
      </w:r>
    </w:p>
    <w:p w:rsidR="00354DF7" w:rsidRDefault="00354DF7" w:rsidP="00354DF7">
      <w:pPr>
        <w:tabs>
          <w:tab w:val="left" w:pos="6195"/>
        </w:tabs>
      </w:pPr>
      <w:r>
        <w:t>301.2199</w:t>
      </w:r>
      <w:r>
        <w:tab/>
        <w:t>6.762e0</w:t>
      </w:r>
    </w:p>
    <w:p w:rsidR="00354DF7" w:rsidRDefault="00354DF7" w:rsidP="00354DF7">
      <w:pPr>
        <w:tabs>
          <w:tab w:val="left" w:pos="6195"/>
        </w:tabs>
      </w:pPr>
      <w:r>
        <w:t>301.2467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301.2487</w:t>
      </w:r>
      <w:r>
        <w:tab/>
        <w:t>4.547e0</w:t>
      </w:r>
    </w:p>
    <w:p w:rsidR="00354DF7" w:rsidRDefault="00354DF7" w:rsidP="00354DF7">
      <w:pPr>
        <w:tabs>
          <w:tab w:val="left" w:pos="6195"/>
        </w:tabs>
      </w:pPr>
      <w:r>
        <w:t>301.2704</w:t>
      </w:r>
      <w:r>
        <w:tab/>
        <w:t>7.283e0</w:t>
      </w:r>
    </w:p>
    <w:p w:rsidR="00354DF7" w:rsidRDefault="00354DF7" w:rsidP="00354DF7">
      <w:pPr>
        <w:tabs>
          <w:tab w:val="left" w:pos="6195"/>
        </w:tabs>
      </w:pPr>
      <w:r>
        <w:t>301.2798</w:t>
      </w:r>
      <w:r>
        <w:tab/>
        <w:t>4.118e0</w:t>
      </w:r>
    </w:p>
    <w:p w:rsidR="00354DF7" w:rsidRDefault="00354DF7" w:rsidP="00354DF7">
      <w:pPr>
        <w:tabs>
          <w:tab w:val="left" w:pos="6195"/>
        </w:tabs>
      </w:pPr>
      <w:r>
        <w:t>301.2848</w:t>
      </w:r>
      <w:r>
        <w:tab/>
        <w:t>5.604e0</w:t>
      </w:r>
    </w:p>
    <w:p w:rsidR="00354DF7" w:rsidRDefault="00354DF7" w:rsidP="00354DF7">
      <w:pPr>
        <w:tabs>
          <w:tab w:val="left" w:pos="6195"/>
        </w:tabs>
      </w:pPr>
      <w:r>
        <w:t>301.2871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301.2900</w:t>
      </w:r>
      <w:r>
        <w:tab/>
        <w:t>3.609e0</w:t>
      </w:r>
    </w:p>
    <w:p w:rsidR="00354DF7" w:rsidRDefault="00354DF7" w:rsidP="00354DF7">
      <w:pPr>
        <w:tabs>
          <w:tab w:val="left" w:pos="6195"/>
        </w:tabs>
      </w:pPr>
      <w:r>
        <w:t>301.3005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301.3123</w:t>
      </w:r>
      <w:r>
        <w:tab/>
        <w:t>3.333e0</w:t>
      </w:r>
    </w:p>
    <w:p w:rsidR="00354DF7" w:rsidRDefault="00354DF7" w:rsidP="00354DF7">
      <w:pPr>
        <w:tabs>
          <w:tab w:val="left" w:pos="6195"/>
        </w:tabs>
      </w:pPr>
      <w:r>
        <w:t>301.3251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301.3601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301.3683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301.3789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301.3941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301.4114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301.4138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301.4231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301.4241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301.4479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301.4511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301.4559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301.4639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301.4838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301.4959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301.5159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301.5215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301.5285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301.5444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301.5540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301.5764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301.5804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301.5949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301.6038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301.6153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301.6552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301.6571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301.6670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301.6745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301.6886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301.6967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301.7024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301.7475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301.7547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301.7627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301.7742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301.7794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301.7845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301.8068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301.8259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301.8343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301.8583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301.8628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301.8672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301.8754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301.8857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301.9121</w:t>
      </w:r>
      <w:r>
        <w:tab/>
        <w:t>3.915e0</w:t>
      </w:r>
    </w:p>
    <w:p w:rsidR="00354DF7" w:rsidRDefault="00354DF7" w:rsidP="00354DF7">
      <w:pPr>
        <w:tabs>
          <w:tab w:val="left" w:pos="6195"/>
        </w:tabs>
      </w:pPr>
      <w:r>
        <w:t>301.9136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301.9276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301.9313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301.9503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301.9677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301.9778</w:t>
      </w:r>
      <w:r>
        <w:tab/>
        <w:t>4.888e0</w:t>
      </w:r>
    </w:p>
    <w:p w:rsidR="00354DF7" w:rsidRDefault="00354DF7" w:rsidP="00354DF7">
      <w:pPr>
        <w:tabs>
          <w:tab w:val="left" w:pos="6195"/>
        </w:tabs>
      </w:pPr>
      <w:r>
        <w:t>301.9918</w:t>
      </w:r>
      <w:r>
        <w:tab/>
        <w:t>2.606e0</w:t>
      </w:r>
    </w:p>
    <w:p w:rsidR="00354DF7" w:rsidRDefault="00354DF7" w:rsidP="00354DF7">
      <w:pPr>
        <w:tabs>
          <w:tab w:val="left" w:pos="6195"/>
        </w:tabs>
      </w:pPr>
      <w:r>
        <w:t>302.0096</w:t>
      </w:r>
      <w:r>
        <w:tab/>
        <w:t>1.687e1</w:t>
      </w:r>
    </w:p>
    <w:p w:rsidR="00354DF7" w:rsidRDefault="00354DF7" w:rsidP="00354DF7">
      <w:pPr>
        <w:tabs>
          <w:tab w:val="left" w:pos="6195"/>
        </w:tabs>
      </w:pPr>
      <w:r>
        <w:t>302.0178</w:t>
      </w:r>
      <w:r>
        <w:tab/>
        <w:t>2.116e1</w:t>
      </w:r>
    </w:p>
    <w:p w:rsidR="00354DF7" w:rsidRDefault="00354DF7" w:rsidP="00354DF7">
      <w:pPr>
        <w:tabs>
          <w:tab w:val="left" w:pos="6195"/>
        </w:tabs>
      </w:pPr>
      <w:r>
        <w:lastRenderedPageBreak/>
        <w:t>302.0201</w:t>
      </w:r>
      <w:r>
        <w:tab/>
        <w:t>7.057e0</w:t>
      </w:r>
    </w:p>
    <w:p w:rsidR="00354DF7" w:rsidRDefault="00354DF7" w:rsidP="00354DF7">
      <w:pPr>
        <w:tabs>
          <w:tab w:val="left" w:pos="6195"/>
        </w:tabs>
      </w:pPr>
      <w:r>
        <w:t>302.0240</w:t>
      </w:r>
      <w:r>
        <w:tab/>
        <w:t>7.098e0</w:t>
      </w:r>
    </w:p>
    <w:p w:rsidR="00354DF7" w:rsidRDefault="00354DF7" w:rsidP="00354DF7">
      <w:pPr>
        <w:tabs>
          <w:tab w:val="left" w:pos="6195"/>
        </w:tabs>
      </w:pPr>
      <w:r>
        <w:t>302.0505</w:t>
      </w:r>
      <w:r>
        <w:tab/>
        <w:t>6.145e0</w:t>
      </w:r>
    </w:p>
    <w:p w:rsidR="00354DF7" w:rsidRDefault="00354DF7" w:rsidP="00354DF7">
      <w:pPr>
        <w:tabs>
          <w:tab w:val="left" w:pos="6195"/>
        </w:tabs>
      </w:pPr>
      <w:r>
        <w:t>302.0575</w:t>
      </w:r>
      <w:r>
        <w:tab/>
        <w:t>1.853e0</w:t>
      </w:r>
    </w:p>
    <w:p w:rsidR="00354DF7" w:rsidRDefault="00354DF7" w:rsidP="00354DF7">
      <w:pPr>
        <w:tabs>
          <w:tab w:val="left" w:pos="6195"/>
        </w:tabs>
      </w:pPr>
      <w:r>
        <w:t>302.0791</w:t>
      </w:r>
      <w:r>
        <w:tab/>
        <w:t>5.068e0</w:t>
      </w:r>
    </w:p>
    <w:p w:rsidR="00354DF7" w:rsidRDefault="00354DF7" w:rsidP="00354DF7">
      <w:pPr>
        <w:tabs>
          <w:tab w:val="left" w:pos="6195"/>
        </w:tabs>
      </w:pPr>
      <w:r>
        <w:t>302.0869</w:t>
      </w:r>
      <w:r>
        <w:tab/>
        <w:t>1.333e0</w:t>
      </w:r>
    </w:p>
    <w:p w:rsidR="00354DF7" w:rsidRDefault="00354DF7" w:rsidP="00354DF7">
      <w:pPr>
        <w:tabs>
          <w:tab w:val="left" w:pos="6195"/>
        </w:tabs>
      </w:pPr>
      <w:r>
        <w:t>302.0884</w:t>
      </w:r>
      <w:r>
        <w:tab/>
        <w:t>3.841e0</w:t>
      </w:r>
    </w:p>
    <w:p w:rsidR="00354DF7" w:rsidRDefault="00354DF7" w:rsidP="00354DF7">
      <w:pPr>
        <w:tabs>
          <w:tab w:val="left" w:pos="6195"/>
        </w:tabs>
      </w:pPr>
      <w:r>
        <w:t>302.1106</w:t>
      </w:r>
      <w:r>
        <w:tab/>
        <w:t>1.532e0</w:t>
      </w:r>
    </w:p>
    <w:p w:rsidR="00354DF7" w:rsidRDefault="00354DF7" w:rsidP="00354DF7">
      <w:pPr>
        <w:tabs>
          <w:tab w:val="left" w:pos="6195"/>
        </w:tabs>
      </w:pPr>
      <w:r>
        <w:t>302.1246</w:t>
      </w:r>
      <w:r>
        <w:tab/>
        <w:t>1.719e0</w:t>
      </w:r>
    </w:p>
    <w:p w:rsidR="00354DF7" w:rsidRDefault="00354DF7" w:rsidP="00354DF7">
      <w:pPr>
        <w:tabs>
          <w:tab w:val="left" w:pos="6195"/>
        </w:tabs>
      </w:pPr>
      <w:r>
        <w:t>302.1263</w:t>
      </w:r>
      <w:r>
        <w:tab/>
        <w:t>2.134e0</w:t>
      </w:r>
    </w:p>
    <w:p w:rsidR="00354DF7" w:rsidRDefault="00354DF7" w:rsidP="00354DF7">
      <w:pPr>
        <w:tabs>
          <w:tab w:val="left" w:pos="6195"/>
        </w:tabs>
      </w:pPr>
      <w:r>
        <w:t>302.1324</w:t>
      </w:r>
      <w:r>
        <w:tab/>
        <w:t>2.672e0</w:t>
      </w:r>
    </w:p>
    <w:p w:rsidR="00354DF7" w:rsidRDefault="00354DF7" w:rsidP="00354DF7">
      <w:pPr>
        <w:tabs>
          <w:tab w:val="left" w:pos="6195"/>
        </w:tabs>
      </w:pPr>
      <w:r>
        <w:t>302.1341</w:t>
      </w:r>
      <w:r>
        <w:tab/>
        <w:t>4.797e0</w:t>
      </w:r>
    </w:p>
    <w:p w:rsidR="00354DF7" w:rsidRDefault="00354DF7" w:rsidP="00354DF7">
      <w:pPr>
        <w:tabs>
          <w:tab w:val="left" w:pos="6195"/>
        </w:tabs>
      </w:pPr>
      <w:r>
        <w:t>302.1521</w:t>
      </w:r>
      <w:r>
        <w:tab/>
        <w:t>1.681e0</w:t>
      </w:r>
    </w:p>
    <w:p w:rsidR="00354DF7" w:rsidRDefault="00354DF7" w:rsidP="00354DF7">
      <w:pPr>
        <w:tabs>
          <w:tab w:val="left" w:pos="6195"/>
        </w:tabs>
      </w:pPr>
      <w:r>
        <w:t>302.1949</w:t>
      </w:r>
      <w:r>
        <w:tab/>
        <w:t>2.948e0</w:t>
      </w:r>
    </w:p>
    <w:p w:rsidR="00354DF7" w:rsidRDefault="00354DF7" w:rsidP="00354DF7">
      <w:pPr>
        <w:tabs>
          <w:tab w:val="left" w:pos="6195"/>
        </w:tabs>
      </w:pPr>
      <w:r>
        <w:t>302.2036</w:t>
      </w:r>
      <w:r>
        <w:tab/>
        <w:t>1.074e1</w:t>
      </w:r>
    </w:p>
    <w:p w:rsidR="00354DF7" w:rsidRDefault="00354DF7" w:rsidP="00354DF7">
      <w:pPr>
        <w:tabs>
          <w:tab w:val="left" w:pos="6195"/>
        </w:tabs>
      </w:pPr>
      <w:r>
        <w:t>302.2091</w:t>
      </w:r>
      <w:r>
        <w:tab/>
        <w:t>3.578e0</w:t>
      </w:r>
    </w:p>
    <w:p w:rsidR="00354DF7" w:rsidRDefault="00354DF7" w:rsidP="00354DF7">
      <w:pPr>
        <w:tabs>
          <w:tab w:val="left" w:pos="6195"/>
        </w:tabs>
      </w:pPr>
      <w:r>
        <w:t>302.2181</w:t>
      </w:r>
      <w:r>
        <w:tab/>
        <w:t>3.605e0</w:t>
      </w:r>
    </w:p>
    <w:p w:rsidR="00354DF7" w:rsidRDefault="00354DF7" w:rsidP="00354DF7">
      <w:pPr>
        <w:tabs>
          <w:tab w:val="left" w:pos="6195"/>
        </w:tabs>
      </w:pPr>
      <w:r>
        <w:t>302.2312</w:t>
      </w:r>
      <w:r>
        <w:tab/>
        <w:t>4.045e0</w:t>
      </w:r>
    </w:p>
    <w:p w:rsidR="00354DF7" w:rsidRDefault="00354DF7" w:rsidP="00354DF7">
      <w:pPr>
        <w:tabs>
          <w:tab w:val="left" w:pos="6195"/>
        </w:tabs>
      </w:pPr>
      <w:r>
        <w:t>302.2343</w:t>
      </w:r>
      <w:r>
        <w:tab/>
        <w:t>4.656e0</w:t>
      </w:r>
    </w:p>
    <w:p w:rsidR="00354DF7" w:rsidRDefault="00354DF7" w:rsidP="00354DF7">
      <w:pPr>
        <w:tabs>
          <w:tab w:val="left" w:pos="6195"/>
        </w:tabs>
      </w:pPr>
      <w:r>
        <w:lastRenderedPageBreak/>
        <w:t>302.2373</w:t>
      </w:r>
      <w:r>
        <w:tab/>
        <w:t>7.752e0</w:t>
      </w:r>
    </w:p>
    <w:p w:rsidR="00354DF7" w:rsidRDefault="00354DF7" w:rsidP="00354DF7">
      <w:pPr>
        <w:tabs>
          <w:tab w:val="left" w:pos="6195"/>
        </w:tabs>
      </w:pPr>
      <w:r>
        <w:t>302.2496</w:t>
      </w:r>
      <w:r>
        <w:tab/>
        <w:t>5.034e0</w:t>
      </w:r>
    </w:p>
    <w:p w:rsidR="00354DF7" w:rsidRDefault="00354DF7" w:rsidP="00354DF7">
      <w:pPr>
        <w:tabs>
          <w:tab w:val="left" w:pos="6195"/>
        </w:tabs>
      </w:pPr>
      <w:r>
        <w:t>302.2834</w:t>
      </w:r>
      <w:r>
        <w:tab/>
        <w:t>4.897e0</w:t>
      </w:r>
    </w:p>
    <w:p w:rsidR="00354DF7" w:rsidRDefault="00354DF7" w:rsidP="00354DF7">
      <w:pPr>
        <w:tabs>
          <w:tab w:val="left" w:pos="6195"/>
        </w:tabs>
      </w:pPr>
      <w:r>
        <w:t>302.2881</w:t>
      </w:r>
      <w:r>
        <w:tab/>
        <w:t>3.127e0</w:t>
      </w:r>
    </w:p>
    <w:p w:rsidR="00354DF7" w:rsidRDefault="00354DF7" w:rsidP="00354DF7">
      <w:pPr>
        <w:tabs>
          <w:tab w:val="left" w:pos="6195"/>
        </w:tabs>
      </w:pPr>
      <w:r>
        <w:t>302.2953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302.2993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302.3224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302.3248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302.3501</w:t>
      </w:r>
      <w:r>
        <w:tab/>
        <w:t>2.976e0</w:t>
      </w:r>
    </w:p>
    <w:p w:rsidR="00354DF7" w:rsidRDefault="00354DF7" w:rsidP="00354DF7">
      <w:pPr>
        <w:tabs>
          <w:tab w:val="left" w:pos="6195"/>
        </w:tabs>
      </w:pPr>
      <w:r>
        <w:t>302.3562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302.3589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302.3813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302.3838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302.3852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302.4002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302.4163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302.4177</w:t>
      </w:r>
      <w:r>
        <w:tab/>
        <w:t>2.676e0</w:t>
      </w:r>
    </w:p>
    <w:p w:rsidR="00354DF7" w:rsidRDefault="00354DF7" w:rsidP="00354DF7">
      <w:pPr>
        <w:tabs>
          <w:tab w:val="left" w:pos="6195"/>
        </w:tabs>
      </w:pPr>
      <w:r>
        <w:t>302.4262</w:t>
      </w:r>
      <w:r>
        <w:tab/>
        <w:t>4.119e0</w:t>
      </w:r>
    </w:p>
    <w:p w:rsidR="00354DF7" w:rsidRDefault="00354DF7" w:rsidP="00354DF7">
      <w:pPr>
        <w:tabs>
          <w:tab w:val="left" w:pos="6195"/>
        </w:tabs>
      </w:pPr>
      <w:r>
        <w:t>302.4318</w:t>
      </w:r>
      <w:r>
        <w:tab/>
        <w:t>3.106e0</w:t>
      </w:r>
    </w:p>
    <w:p w:rsidR="00354DF7" w:rsidRDefault="00354DF7" w:rsidP="00354DF7">
      <w:pPr>
        <w:tabs>
          <w:tab w:val="left" w:pos="6195"/>
        </w:tabs>
      </w:pPr>
      <w:r>
        <w:lastRenderedPageBreak/>
        <w:t>302.4500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302.4599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302.4913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302.4958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302.5027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302.5194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302.5462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302.5616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302.5790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302.5835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302.5927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302.5988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302.6034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302.6069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302.6114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302.6434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302.6455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302.6533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302.6749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302.6785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302.6906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302.7190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302.7318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302.7409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302.7471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302.7508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302.7744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302.7787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302.7802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302.7828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302.7878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302.8091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302.8305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302.8382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302.8523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302.8562</w:t>
      </w:r>
      <w:r>
        <w:tab/>
        <w:t>3.576e0</w:t>
      </w:r>
    </w:p>
    <w:p w:rsidR="00354DF7" w:rsidRDefault="00354DF7" w:rsidP="00354DF7">
      <w:pPr>
        <w:tabs>
          <w:tab w:val="left" w:pos="6195"/>
        </w:tabs>
      </w:pPr>
      <w:r>
        <w:t>302.8705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302.8816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302.8842</w:t>
      </w:r>
      <w:r>
        <w:tab/>
        <w:t>3.513e0</w:t>
      </w:r>
    </w:p>
    <w:p w:rsidR="00354DF7" w:rsidRDefault="00354DF7" w:rsidP="00354DF7">
      <w:pPr>
        <w:tabs>
          <w:tab w:val="left" w:pos="6195"/>
        </w:tabs>
      </w:pPr>
      <w:r>
        <w:t>302.8900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302.8943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302.9352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302.9451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302.9484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302.9532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302.9583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302.9781</w:t>
      </w:r>
      <w:r>
        <w:tab/>
        <w:t>1.849e0</w:t>
      </w:r>
    </w:p>
    <w:p w:rsidR="00354DF7" w:rsidRDefault="00354DF7" w:rsidP="00354DF7">
      <w:pPr>
        <w:tabs>
          <w:tab w:val="left" w:pos="6195"/>
        </w:tabs>
      </w:pPr>
      <w:r>
        <w:t>302.9855</w:t>
      </w:r>
      <w:r>
        <w:tab/>
        <w:t>8.035e0</w:t>
      </w:r>
    </w:p>
    <w:p w:rsidR="00354DF7" w:rsidRDefault="00354DF7" w:rsidP="00354DF7">
      <w:pPr>
        <w:tabs>
          <w:tab w:val="left" w:pos="6195"/>
        </w:tabs>
      </w:pPr>
      <w:r>
        <w:t>302.9896</w:t>
      </w:r>
      <w:r>
        <w:tab/>
        <w:t>2.713e0</w:t>
      </w:r>
    </w:p>
    <w:p w:rsidR="00354DF7" w:rsidRDefault="00354DF7" w:rsidP="00354DF7">
      <w:pPr>
        <w:tabs>
          <w:tab w:val="left" w:pos="6195"/>
        </w:tabs>
      </w:pPr>
      <w:r>
        <w:t>303.0083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303.0226</w:t>
      </w:r>
      <w:r>
        <w:tab/>
        <w:t>8.987e0</w:t>
      </w:r>
    </w:p>
    <w:p w:rsidR="00354DF7" w:rsidRDefault="00354DF7" w:rsidP="00354DF7">
      <w:pPr>
        <w:tabs>
          <w:tab w:val="left" w:pos="6195"/>
        </w:tabs>
      </w:pPr>
      <w:r>
        <w:t>303.0237</w:t>
      </w:r>
      <w:r>
        <w:tab/>
        <w:t>1.706e1</w:t>
      </w:r>
    </w:p>
    <w:p w:rsidR="00354DF7" w:rsidRDefault="00354DF7" w:rsidP="00354DF7">
      <w:pPr>
        <w:tabs>
          <w:tab w:val="left" w:pos="6195"/>
        </w:tabs>
      </w:pPr>
      <w:r>
        <w:t>303.0275</w:t>
      </w:r>
      <w:r>
        <w:tab/>
        <w:t>5.904e0</w:t>
      </w:r>
    </w:p>
    <w:p w:rsidR="00354DF7" w:rsidRDefault="00354DF7" w:rsidP="00354DF7">
      <w:pPr>
        <w:tabs>
          <w:tab w:val="left" w:pos="6195"/>
        </w:tabs>
      </w:pPr>
      <w:r>
        <w:t>303.0386</w:t>
      </w:r>
      <w:r>
        <w:tab/>
        <w:t>7.607e0</w:t>
      </w:r>
    </w:p>
    <w:p w:rsidR="00354DF7" w:rsidRDefault="00354DF7" w:rsidP="00354DF7">
      <w:pPr>
        <w:tabs>
          <w:tab w:val="left" w:pos="6195"/>
        </w:tabs>
      </w:pPr>
      <w:r>
        <w:t>303.0446</w:t>
      </w:r>
      <w:r>
        <w:tab/>
        <w:t>6.675e0</w:t>
      </w:r>
    </w:p>
    <w:p w:rsidR="00354DF7" w:rsidRDefault="00354DF7" w:rsidP="00354DF7">
      <w:pPr>
        <w:tabs>
          <w:tab w:val="left" w:pos="6195"/>
        </w:tabs>
      </w:pPr>
      <w:r>
        <w:t>303.0801</w:t>
      </w:r>
      <w:r>
        <w:tab/>
        <w:t>5.217e0</w:t>
      </w:r>
    </w:p>
    <w:p w:rsidR="00354DF7" w:rsidRDefault="00354DF7" w:rsidP="00354DF7">
      <w:pPr>
        <w:tabs>
          <w:tab w:val="left" w:pos="6195"/>
        </w:tabs>
      </w:pPr>
      <w:r>
        <w:t>303.0893</w:t>
      </w:r>
      <w:r>
        <w:tab/>
        <w:t>1.274e1</w:t>
      </w:r>
    </w:p>
    <w:p w:rsidR="00354DF7" w:rsidRDefault="00354DF7" w:rsidP="00354DF7">
      <w:pPr>
        <w:tabs>
          <w:tab w:val="left" w:pos="6195"/>
        </w:tabs>
      </w:pPr>
      <w:r>
        <w:lastRenderedPageBreak/>
        <w:t>303.0913</w:t>
      </w:r>
      <w:r>
        <w:tab/>
        <w:t>1.470e1</w:t>
      </w:r>
    </w:p>
    <w:p w:rsidR="00354DF7" w:rsidRDefault="00354DF7" w:rsidP="00354DF7">
      <w:pPr>
        <w:tabs>
          <w:tab w:val="left" w:pos="6195"/>
        </w:tabs>
      </w:pPr>
      <w:r>
        <w:t>303.1016</w:t>
      </w:r>
      <w:r>
        <w:tab/>
        <w:t>9.790e0</w:t>
      </w:r>
    </w:p>
    <w:p w:rsidR="00354DF7" w:rsidRDefault="00354DF7" w:rsidP="00354DF7">
      <w:pPr>
        <w:tabs>
          <w:tab w:val="left" w:pos="6195"/>
        </w:tabs>
      </w:pPr>
      <w:r>
        <w:t>303.1131</w:t>
      </w:r>
      <w:r>
        <w:tab/>
        <w:t>3.834e0</w:t>
      </w:r>
    </w:p>
    <w:p w:rsidR="00354DF7" w:rsidRDefault="00354DF7" w:rsidP="00354DF7">
      <w:pPr>
        <w:tabs>
          <w:tab w:val="left" w:pos="6195"/>
        </w:tabs>
      </w:pPr>
      <w:r>
        <w:t>303.1150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303.1385</w:t>
      </w:r>
      <w:r>
        <w:tab/>
        <w:t>2.733e0</w:t>
      </w:r>
    </w:p>
    <w:p w:rsidR="00354DF7" w:rsidRDefault="00354DF7" w:rsidP="00354DF7">
      <w:pPr>
        <w:tabs>
          <w:tab w:val="left" w:pos="6195"/>
        </w:tabs>
      </w:pPr>
      <w:r>
        <w:t>303.1397</w:t>
      </w:r>
      <w:r>
        <w:tab/>
        <w:t>2.657e0</w:t>
      </w:r>
    </w:p>
    <w:p w:rsidR="00354DF7" w:rsidRDefault="00354DF7" w:rsidP="00354DF7">
      <w:pPr>
        <w:tabs>
          <w:tab w:val="left" w:pos="6195"/>
        </w:tabs>
      </w:pPr>
      <w:r>
        <w:t>303.1488</w:t>
      </w:r>
      <w:r>
        <w:tab/>
        <w:t>2.825e0</w:t>
      </w:r>
    </w:p>
    <w:p w:rsidR="00354DF7" w:rsidRDefault="00354DF7" w:rsidP="00354DF7">
      <w:pPr>
        <w:tabs>
          <w:tab w:val="left" w:pos="6195"/>
        </w:tabs>
      </w:pPr>
      <w:r>
        <w:t>303.1666</w:t>
      </w:r>
      <w:r>
        <w:tab/>
        <w:t>1.963e0</w:t>
      </w:r>
    </w:p>
    <w:p w:rsidR="00354DF7" w:rsidRDefault="00354DF7" w:rsidP="00354DF7">
      <w:pPr>
        <w:tabs>
          <w:tab w:val="left" w:pos="6195"/>
        </w:tabs>
      </w:pPr>
      <w:r>
        <w:t>303.1743</w:t>
      </w:r>
      <w:r>
        <w:tab/>
        <w:t>1.527e0</w:t>
      </w:r>
    </w:p>
    <w:p w:rsidR="00354DF7" w:rsidRDefault="00354DF7" w:rsidP="00354DF7">
      <w:pPr>
        <w:tabs>
          <w:tab w:val="left" w:pos="6195"/>
        </w:tabs>
      </w:pPr>
      <w:r>
        <w:t>303.1856</w:t>
      </w:r>
      <w:r>
        <w:tab/>
        <w:t>2.923e0</w:t>
      </w:r>
    </w:p>
    <w:p w:rsidR="00354DF7" w:rsidRDefault="00354DF7" w:rsidP="00354DF7">
      <w:pPr>
        <w:tabs>
          <w:tab w:val="left" w:pos="6195"/>
        </w:tabs>
      </w:pPr>
      <w:r>
        <w:t>303.2023</w:t>
      </w:r>
      <w:r>
        <w:tab/>
        <w:t>7.637e0</w:t>
      </w:r>
    </w:p>
    <w:p w:rsidR="00354DF7" w:rsidRDefault="00354DF7" w:rsidP="00354DF7">
      <w:pPr>
        <w:tabs>
          <w:tab w:val="left" w:pos="6195"/>
        </w:tabs>
      </w:pPr>
      <w:r>
        <w:t>303.2126</w:t>
      </w:r>
      <w:r>
        <w:tab/>
        <w:t>1.458e0</w:t>
      </w:r>
    </w:p>
    <w:p w:rsidR="00354DF7" w:rsidRDefault="00354DF7" w:rsidP="00354DF7">
      <w:pPr>
        <w:tabs>
          <w:tab w:val="left" w:pos="6195"/>
        </w:tabs>
      </w:pPr>
      <w:r>
        <w:t>303.2350</w:t>
      </w:r>
      <w:r>
        <w:tab/>
        <w:t>3.192e0</w:t>
      </w:r>
    </w:p>
    <w:p w:rsidR="00354DF7" w:rsidRDefault="00354DF7" w:rsidP="00354DF7">
      <w:pPr>
        <w:tabs>
          <w:tab w:val="left" w:pos="6195"/>
        </w:tabs>
      </w:pPr>
      <w:r>
        <w:t>303.2474</w:t>
      </w:r>
      <w:r>
        <w:tab/>
        <w:t>4.170e0</w:t>
      </w:r>
    </w:p>
    <w:p w:rsidR="00354DF7" w:rsidRDefault="00354DF7" w:rsidP="00354DF7">
      <w:pPr>
        <w:tabs>
          <w:tab w:val="left" w:pos="6195"/>
        </w:tabs>
      </w:pPr>
      <w:r>
        <w:t>303.2592</w:t>
      </w:r>
      <w:r>
        <w:tab/>
        <w:t>3.396e0</w:t>
      </w:r>
    </w:p>
    <w:p w:rsidR="00354DF7" w:rsidRDefault="00354DF7" w:rsidP="00354DF7">
      <w:pPr>
        <w:tabs>
          <w:tab w:val="left" w:pos="6195"/>
        </w:tabs>
      </w:pPr>
      <w:r>
        <w:t>303.2773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303.2852</w:t>
      </w:r>
      <w:r>
        <w:tab/>
        <w:t>2.272e0</w:t>
      </w:r>
    </w:p>
    <w:p w:rsidR="00354DF7" w:rsidRDefault="00354DF7" w:rsidP="00354DF7">
      <w:pPr>
        <w:tabs>
          <w:tab w:val="left" w:pos="6195"/>
        </w:tabs>
      </w:pPr>
      <w:r>
        <w:t>303.2961</w:t>
      </w:r>
      <w:r>
        <w:tab/>
        <w:t>4.777e0</w:t>
      </w:r>
    </w:p>
    <w:p w:rsidR="00354DF7" w:rsidRDefault="00354DF7" w:rsidP="00354DF7">
      <w:pPr>
        <w:tabs>
          <w:tab w:val="left" w:pos="6195"/>
        </w:tabs>
      </w:pPr>
      <w:r>
        <w:t>303.3112</w:t>
      </w:r>
      <w:r>
        <w:tab/>
        <w:t>3.812e0</w:t>
      </w:r>
    </w:p>
    <w:p w:rsidR="00354DF7" w:rsidRDefault="00354DF7" w:rsidP="00354DF7">
      <w:pPr>
        <w:tabs>
          <w:tab w:val="left" w:pos="6195"/>
        </w:tabs>
      </w:pPr>
      <w:r>
        <w:lastRenderedPageBreak/>
        <w:t>303.3160</w:t>
      </w:r>
      <w:r>
        <w:tab/>
        <w:t>3.250e0</w:t>
      </w:r>
    </w:p>
    <w:p w:rsidR="00354DF7" w:rsidRDefault="00354DF7" w:rsidP="00354DF7">
      <w:pPr>
        <w:tabs>
          <w:tab w:val="left" w:pos="6195"/>
        </w:tabs>
      </w:pPr>
      <w:r>
        <w:t>303.3331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303.3433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303.3470</w:t>
      </w:r>
      <w:r>
        <w:tab/>
        <w:t>1.771e0</w:t>
      </w:r>
    </w:p>
    <w:p w:rsidR="00354DF7" w:rsidRDefault="00354DF7" w:rsidP="00354DF7">
      <w:pPr>
        <w:tabs>
          <w:tab w:val="left" w:pos="6195"/>
        </w:tabs>
      </w:pPr>
      <w:r>
        <w:t>303.3607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303.3729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303.3785</w:t>
      </w:r>
      <w:r>
        <w:tab/>
        <w:t>4.526e0</w:t>
      </w:r>
    </w:p>
    <w:p w:rsidR="00354DF7" w:rsidRDefault="00354DF7" w:rsidP="00354DF7">
      <w:pPr>
        <w:tabs>
          <w:tab w:val="left" w:pos="6195"/>
        </w:tabs>
      </w:pPr>
      <w:r>
        <w:t>303.3827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303.4025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303.4071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303.4138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303.4485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303.4703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303.4766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303.4906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303.4961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303.5110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303.5162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303.5457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303.5517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303.5564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303.5882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303.5972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303.6062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303.6122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303.6287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303.6335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303.6349</w:t>
      </w:r>
      <w:r>
        <w:tab/>
        <w:t>6.741e0</w:t>
      </w:r>
    </w:p>
    <w:p w:rsidR="00354DF7" w:rsidRDefault="00354DF7" w:rsidP="00354DF7">
      <w:pPr>
        <w:tabs>
          <w:tab w:val="left" w:pos="6195"/>
        </w:tabs>
      </w:pPr>
      <w:r>
        <w:t>303.6477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303.6603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303.6801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303.6835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303.6945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303.6964</w:t>
      </w:r>
      <w:r>
        <w:tab/>
        <w:t>1.372e0</w:t>
      </w:r>
    </w:p>
    <w:p w:rsidR="00354DF7" w:rsidRDefault="00354DF7" w:rsidP="00354DF7">
      <w:pPr>
        <w:tabs>
          <w:tab w:val="left" w:pos="6195"/>
        </w:tabs>
      </w:pPr>
      <w:r>
        <w:t>303.7179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303.7226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303.7575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303.7674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303.7741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303.7760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303.7891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303.8193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303.8257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303.8359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303.8495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303.8592</w:t>
      </w:r>
      <w:r>
        <w:tab/>
        <w:t>4.848e0</w:t>
      </w:r>
    </w:p>
    <w:p w:rsidR="00354DF7" w:rsidRDefault="00354DF7" w:rsidP="00354DF7">
      <w:pPr>
        <w:tabs>
          <w:tab w:val="left" w:pos="6195"/>
        </w:tabs>
      </w:pPr>
      <w:r>
        <w:t>303.8837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303.8947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303.8982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303.9268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303.9352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303.9453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303.9673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303.9762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303.9772</w:t>
      </w:r>
      <w:r>
        <w:tab/>
        <w:t>2.022e0</w:t>
      </w:r>
    </w:p>
    <w:p w:rsidR="00354DF7" w:rsidRDefault="00354DF7" w:rsidP="00354DF7">
      <w:pPr>
        <w:tabs>
          <w:tab w:val="left" w:pos="6195"/>
        </w:tabs>
      </w:pPr>
      <w:r>
        <w:t>303.9849</w:t>
      </w:r>
      <w:r>
        <w:tab/>
        <w:t>1.439e0</w:t>
      </w:r>
    </w:p>
    <w:p w:rsidR="00354DF7" w:rsidRDefault="00354DF7" w:rsidP="00354DF7">
      <w:pPr>
        <w:tabs>
          <w:tab w:val="left" w:pos="6195"/>
        </w:tabs>
      </w:pPr>
      <w:r>
        <w:t>304.0035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304.0103</w:t>
      </w:r>
      <w:r>
        <w:tab/>
        <w:t>3.255e0</w:t>
      </w:r>
    </w:p>
    <w:p w:rsidR="00354DF7" w:rsidRDefault="00354DF7" w:rsidP="00354DF7">
      <w:pPr>
        <w:tabs>
          <w:tab w:val="left" w:pos="6195"/>
        </w:tabs>
      </w:pPr>
      <w:r>
        <w:t>304.0157</w:t>
      </w:r>
      <w:r>
        <w:tab/>
        <w:t>2.434e0</w:t>
      </w:r>
    </w:p>
    <w:p w:rsidR="00354DF7" w:rsidRDefault="00354DF7" w:rsidP="00354DF7">
      <w:pPr>
        <w:tabs>
          <w:tab w:val="left" w:pos="6195"/>
        </w:tabs>
      </w:pPr>
      <w:r>
        <w:t>304.0234</w:t>
      </w:r>
      <w:r>
        <w:tab/>
        <w:t>7.287e0</w:t>
      </w:r>
    </w:p>
    <w:p w:rsidR="00354DF7" w:rsidRDefault="00354DF7" w:rsidP="00354DF7">
      <w:pPr>
        <w:tabs>
          <w:tab w:val="left" w:pos="6195"/>
        </w:tabs>
      </w:pPr>
      <w:r>
        <w:t>304.0271</w:t>
      </w:r>
      <w:r>
        <w:tab/>
        <w:t>1.841e0</w:t>
      </w:r>
    </w:p>
    <w:p w:rsidR="00354DF7" w:rsidRDefault="00354DF7" w:rsidP="00354DF7">
      <w:pPr>
        <w:tabs>
          <w:tab w:val="left" w:pos="6195"/>
        </w:tabs>
      </w:pPr>
      <w:r>
        <w:t>304.0296</w:t>
      </w:r>
      <w:r>
        <w:tab/>
        <w:t>6.529e0</w:t>
      </w:r>
    </w:p>
    <w:p w:rsidR="00354DF7" w:rsidRDefault="00354DF7" w:rsidP="00354DF7">
      <w:pPr>
        <w:tabs>
          <w:tab w:val="left" w:pos="6195"/>
        </w:tabs>
      </w:pPr>
      <w:r>
        <w:t>304.0528</w:t>
      </w:r>
      <w:r>
        <w:tab/>
        <w:t>2.094e0</w:t>
      </w:r>
    </w:p>
    <w:p w:rsidR="00354DF7" w:rsidRDefault="00354DF7" w:rsidP="00354DF7">
      <w:pPr>
        <w:tabs>
          <w:tab w:val="left" w:pos="6195"/>
        </w:tabs>
      </w:pPr>
      <w:r>
        <w:t>304.0576</w:t>
      </w:r>
      <w:r>
        <w:tab/>
        <w:t>2.037e0</w:t>
      </w:r>
    </w:p>
    <w:p w:rsidR="00354DF7" w:rsidRDefault="00354DF7" w:rsidP="00354DF7">
      <w:pPr>
        <w:tabs>
          <w:tab w:val="left" w:pos="6195"/>
        </w:tabs>
      </w:pPr>
      <w:r>
        <w:t>304.0762</w:t>
      </w:r>
      <w:r>
        <w:tab/>
        <w:t>2.902e0</w:t>
      </w:r>
    </w:p>
    <w:p w:rsidR="00354DF7" w:rsidRDefault="00354DF7" w:rsidP="00354DF7">
      <w:pPr>
        <w:tabs>
          <w:tab w:val="left" w:pos="6195"/>
        </w:tabs>
      </w:pPr>
      <w:r>
        <w:t>304.0857</w:t>
      </w:r>
      <w:r>
        <w:tab/>
        <w:t>8.191e0</w:t>
      </w:r>
    </w:p>
    <w:p w:rsidR="00354DF7" w:rsidRDefault="00354DF7" w:rsidP="00354DF7">
      <w:pPr>
        <w:tabs>
          <w:tab w:val="left" w:pos="6195"/>
        </w:tabs>
      </w:pPr>
      <w:r>
        <w:t>304.0907</w:t>
      </w:r>
      <w:r>
        <w:tab/>
        <w:t>5.478e0</w:t>
      </w:r>
    </w:p>
    <w:p w:rsidR="00354DF7" w:rsidRDefault="00354DF7" w:rsidP="00354DF7">
      <w:pPr>
        <w:tabs>
          <w:tab w:val="left" w:pos="6195"/>
        </w:tabs>
      </w:pPr>
      <w:r>
        <w:t>304.1008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304.1140</w:t>
      </w:r>
      <w:r>
        <w:tab/>
        <w:t>2.393e0</w:t>
      </w:r>
    </w:p>
    <w:p w:rsidR="00354DF7" w:rsidRDefault="00354DF7" w:rsidP="00354DF7">
      <w:pPr>
        <w:tabs>
          <w:tab w:val="left" w:pos="6195"/>
        </w:tabs>
      </w:pPr>
      <w:r>
        <w:t>304.1329</w:t>
      </w:r>
      <w:r>
        <w:tab/>
        <w:t>1.227e1</w:t>
      </w:r>
    </w:p>
    <w:p w:rsidR="00354DF7" w:rsidRDefault="00354DF7" w:rsidP="00354DF7">
      <w:pPr>
        <w:tabs>
          <w:tab w:val="left" w:pos="6195"/>
        </w:tabs>
      </w:pPr>
      <w:r>
        <w:t>304.1371</w:t>
      </w:r>
      <w:r>
        <w:tab/>
        <w:t>1.595e1</w:t>
      </w:r>
    </w:p>
    <w:p w:rsidR="00354DF7" w:rsidRDefault="00354DF7" w:rsidP="00354DF7">
      <w:pPr>
        <w:tabs>
          <w:tab w:val="left" w:pos="6195"/>
        </w:tabs>
      </w:pPr>
      <w:r>
        <w:t>304.1389</w:t>
      </w:r>
      <w:r>
        <w:tab/>
        <w:t>7.784e0</w:t>
      </w:r>
    </w:p>
    <w:p w:rsidR="00354DF7" w:rsidRDefault="00354DF7" w:rsidP="00354DF7">
      <w:pPr>
        <w:tabs>
          <w:tab w:val="left" w:pos="6195"/>
        </w:tabs>
      </w:pPr>
      <w:r>
        <w:t>304.1446</w:t>
      </w:r>
      <w:r>
        <w:tab/>
        <w:t>3.937e0</w:t>
      </w:r>
    </w:p>
    <w:p w:rsidR="00354DF7" w:rsidRDefault="00354DF7" w:rsidP="00354DF7">
      <w:pPr>
        <w:tabs>
          <w:tab w:val="left" w:pos="6195"/>
        </w:tabs>
      </w:pPr>
      <w:r>
        <w:t>304.1638</w:t>
      </w:r>
      <w:r>
        <w:tab/>
        <w:t>9.670e0</w:t>
      </w:r>
    </w:p>
    <w:p w:rsidR="00354DF7" w:rsidRDefault="00354DF7" w:rsidP="00354DF7">
      <w:pPr>
        <w:tabs>
          <w:tab w:val="left" w:pos="6195"/>
        </w:tabs>
      </w:pPr>
      <w:r>
        <w:t>304.1811</w:t>
      </w:r>
      <w:r>
        <w:tab/>
        <w:t>5.087e0</w:t>
      </w:r>
    </w:p>
    <w:p w:rsidR="00354DF7" w:rsidRDefault="00354DF7" w:rsidP="00354DF7">
      <w:pPr>
        <w:tabs>
          <w:tab w:val="left" w:pos="6195"/>
        </w:tabs>
      </w:pPr>
      <w:r>
        <w:t>304.1893</w:t>
      </w:r>
      <w:r>
        <w:tab/>
        <w:t>1.416e0</w:t>
      </w:r>
    </w:p>
    <w:p w:rsidR="00354DF7" w:rsidRDefault="00354DF7" w:rsidP="00354DF7">
      <w:pPr>
        <w:tabs>
          <w:tab w:val="left" w:pos="6195"/>
        </w:tabs>
      </w:pPr>
      <w:r>
        <w:lastRenderedPageBreak/>
        <w:t>304.1914</w:t>
      </w:r>
      <w:r>
        <w:tab/>
        <w:t>3.595e0</w:t>
      </w:r>
    </w:p>
    <w:p w:rsidR="00354DF7" w:rsidRDefault="00354DF7" w:rsidP="00354DF7">
      <w:pPr>
        <w:tabs>
          <w:tab w:val="left" w:pos="6195"/>
        </w:tabs>
      </w:pPr>
      <w:r>
        <w:t>304.2013</w:t>
      </w:r>
      <w:r>
        <w:tab/>
        <w:t>2.042e0</w:t>
      </w:r>
    </w:p>
    <w:p w:rsidR="00354DF7" w:rsidRDefault="00354DF7" w:rsidP="00354DF7">
      <w:pPr>
        <w:tabs>
          <w:tab w:val="left" w:pos="6195"/>
        </w:tabs>
      </w:pPr>
      <w:r>
        <w:t>304.2071</w:t>
      </w:r>
      <w:r>
        <w:tab/>
        <w:t>7.973e0</w:t>
      </w:r>
    </w:p>
    <w:p w:rsidR="00354DF7" w:rsidRDefault="00354DF7" w:rsidP="00354DF7">
      <w:pPr>
        <w:tabs>
          <w:tab w:val="left" w:pos="6195"/>
        </w:tabs>
      </w:pPr>
      <w:r>
        <w:t>304.2245</w:t>
      </w:r>
      <w:r>
        <w:tab/>
        <w:t>2.316e0</w:t>
      </w:r>
    </w:p>
    <w:p w:rsidR="00354DF7" w:rsidRDefault="00354DF7" w:rsidP="00354DF7">
      <w:pPr>
        <w:tabs>
          <w:tab w:val="left" w:pos="6195"/>
        </w:tabs>
      </w:pPr>
      <w:r>
        <w:t>304.2423</w:t>
      </w:r>
      <w:r>
        <w:tab/>
        <w:t>6.340e0</w:t>
      </w:r>
    </w:p>
    <w:p w:rsidR="00354DF7" w:rsidRDefault="00354DF7" w:rsidP="00354DF7">
      <w:pPr>
        <w:tabs>
          <w:tab w:val="left" w:pos="6195"/>
        </w:tabs>
      </w:pPr>
      <w:r>
        <w:t>304.2999</w:t>
      </w:r>
      <w:r>
        <w:tab/>
        <w:t>1.403e2</w:t>
      </w:r>
    </w:p>
    <w:p w:rsidR="00354DF7" w:rsidRDefault="00354DF7" w:rsidP="00354DF7">
      <w:pPr>
        <w:tabs>
          <w:tab w:val="left" w:pos="6195"/>
        </w:tabs>
      </w:pPr>
      <w:r>
        <w:t>304.3011</w:t>
      </w:r>
      <w:r>
        <w:tab/>
        <w:t>5.401e2</w:t>
      </w:r>
    </w:p>
    <w:p w:rsidR="00354DF7" w:rsidRDefault="00354DF7" w:rsidP="00354DF7">
      <w:pPr>
        <w:tabs>
          <w:tab w:val="left" w:pos="6195"/>
        </w:tabs>
      </w:pPr>
      <w:r>
        <w:t>304.3031</w:t>
      </w:r>
      <w:r>
        <w:tab/>
        <w:t>1.428e2</w:t>
      </w:r>
    </w:p>
    <w:p w:rsidR="00354DF7" w:rsidRDefault="00354DF7" w:rsidP="00354DF7">
      <w:pPr>
        <w:tabs>
          <w:tab w:val="left" w:pos="6195"/>
        </w:tabs>
      </w:pPr>
      <w:r>
        <w:t>304.3614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304.3755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304.3778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304.3979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304.4032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304.4115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304.4423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304.4587</w:t>
      </w:r>
      <w:r>
        <w:tab/>
        <w:t>2.195e0</w:t>
      </w:r>
    </w:p>
    <w:p w:rsidR="00354DF7" w:rsidRDefault="00354DF7" w:rsidP="00354DF7">
      <w:pPr>
        <w:tabs>
          <w:tab w:val="left" w:pos="6195"/>
        </w:tabs>
      </w:pPr>
      <w:r>
        <w:t>304.4627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304.4719</w:t>
      </w:r>
      <w:r>
        <w:tab/>
        <w:t>2.782e0</w:t>
      </w:r>
    </w:p>
    <w:p w:rsidR="00354DF7" w:rsidRDefault="00354DF7" w:rsidP="00354DF7">
      <w:pPr>
        <w:tabs>
          <w:tab w:val="left" w:pos="6195"/>
        </w:tabs>
      </w:pPr>
      <w:r>
        <w:t>304.4814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lastRenderedPageBreak/>
        <w:t>304.4903</w:t>
      </w:r>
      <w:r>
        <w:tab/>
        <w:t>6.919e0</w:t>
      </w:r>
    </w:p>
    <w:p w:rsidR="00354DF7" w:rsidRDefault="00354DF7" w:rsidP="00354DF7">
      <w:pPr>
        <w:tabs>
          <w:tab w:val="left" w:pos="6195"/>
        </w:tabs>
      </w:pPr>
      <w:r>
        <w:t>304.4943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304.5184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304.5339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304.5350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304.5453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304.5579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304.5755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304.5864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304.5958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304.6178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304.6192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304.6219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304.6335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304.6347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304.6577</w:t>
      </w:r>
      <w:r>
        <w:tab/>
        <w:t>3.075e0</w:t>
      </w:r>
    </w:p>
    <w:p w:rsidR="00354DF7" w:rsidRDefault="00354DF7" w:rsidP="00354DF7">
      <w:pPr>
        <w:tabs>
          <w:tab w:val="left" w:pos="6195"/>
        </w:tabs>
      </w:pPr>
      <w:r>
        <w:t>304.6618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304.6731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304.6857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304.6873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304.6952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304.7049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304.7240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304.7278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304.7306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304.7356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304.7447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304.7650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304.7688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304.7782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304.7862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304.7954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304.8076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304.8294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304.8366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304.8769</w:t>
      </w:r>
      <w:r>
        <w:tab/>
        <w:t>4.351e0</w:t>
      </w:r>
    </w:p>
    <w:p w:rsidR="00354DF7" w:rsidRDefault="00354DF7" w:rsidP="00354DF7">
      <w:pPr>
        <w:tabs>
          <w:tab w:val="left" w:pos="6195"/>
        </w:tabs>
      </w:pPr>
      <w:r>
        <w:t>304.8836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304.8907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lastRenderedPageBreak/>
        <w:t>304.8917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304.9222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304.9245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304.9307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304.9368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304.9484</w:t>
      </w:r>
      <w:r>
        <w:tab/>
        <w:t>4.839e0</w:t>
      </w:r>
    </w:p>
    <w:p w:rsidR="00354DF7" w:rsidRDefault="00354DF7" w:rsidP="00354DF7">
      <w:pPr>
        <w:tabs>
          <w:tab w:val="left" w:pos="6195"/>
        </w:tabs>
      </w:pPr>
      <w:r>
        <w:t>304.9498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304.9760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304.9890</w:t>
      </w:r>
      <w:r>
        <w:tab/>
        <w:t>4.533e0</w:t>
      </w:r>
    </w:p>
    <w:p w:rsidR="00354DF7" w:rsidRDefault="00354DF7" w:rsidP="00354DF7">
      <w:pPr>
        <w:tabs>
          <w:tab w:val="left" w:pos="6195"/>
        </w:tabs>
      </w:pPr>
      <w:r>
        <w:t>305.0076</w:t>
      </w:r>
      <w:r>
        <w:tab/>
        <w:t>4.207e0</w:t>
      </w:r>
    </w:p>
    <w:p w:rsidR="00354DF7" w:rsidRDefault="00354DF7" w:rsidP="00354DF7">
      <w:pPr>
        <w:tabs>
          <w:tab w:val="left" w:pos="6195"/>
        </w:tabs>
      </w:pPr>
      <w:r>
        <w:t>305.0092</w:t>
      </w:r>
      <w:r>
        <w:tab/>
        <w:t>5.515e0</w:t>
      </w:r>
    </w:p>
    <w:p w:rsidR="00354DF7" w:rsidRDefault="00354DF7" w:rsidP="00354DF7">
      <w:pPr>
        <w:tabs>
          <w:tab w:val="left" w:pos="6195"/>
        </w:tabs>
      </w:pPr>
      <w:r>
        <w:t>305.0275</w:t>
      </w:r>
      <w:r>
        <w:tab/>
        <w:t>5.907e0</w:t>
      </w:r>
    </w:p>
    <w:p w:rsidR="00354DF7" w:rsidRDefault="00354DF7" w:rsidP="00354DF7">
      <w:pPr>
        <w:tabs>
          <w:tab w:val="left" w:pos="6195"/>
        </w:tabs>
      </w:pPr>
      <w:r>
        <w:t>305.0339</w:t>
      </w:r>
      <w:r>
        <w:tab/>
        <w:t>3.087e0</w:t>
      </w:r>
    </w:p>
    <w:p w:rsidR="00354DF7" w:rsidRDefault="00354DF7" w:rsidP="00354DF7">
      <w:pPr>
        <w:tabs>
          <w:tab w:val="left" w:pos="6195"/>
        </w:tabs>
      </w:pPr>
      <w:r>
        <w:t>305.0357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305.0678</w:t>
      </w:r>
      <w:r>
        <w:tab/>
        <w:t>4.755e0</w:t>
      </w:r>
    </w:p>
    <w:p w:rsidR="00354DF7" w:rsidRDefault="00354DF7" w:rsidP="00354DF7">
      <w:pPr>
        <w:tabs>
          <w:tab w:val="left" w:pos="6195"/>
        </w:tabs>
      </w:pPr>
      <w:r>
        <w:t>305.0828</w:t>
      </w:r>
      <w:r>
        <w:tab/>
        <w:t>5.388e0</w:t>
      </w:r>
    </w:p>
    <w:p w:rsidR="00354DF7" w:rsidRDefault="00354DF7" w:rsidP="00354DF7">
      <w:pPr>
        <w:tabs>
          <w:tab w:val="left" w:pos="6195"/>
        </w:tabs>
      </w:pPr>
      <w:r>
        <w:t>305.0839</w:t>
      </w:r>
      <w:r>
        <w:tab/>
        <w:t>2.818e0</w:t>
      </w:r>
    </w:p>
    <w:p w:rsidR="00354DF7" w:rsidRDefault="00354DF7" w:rsidP="00354DF7">
      <w:pPr>
        <w:tabs>
          <w:tab w:val="left" w:pos="6195"/>
        </w:tabs>
      </w:pPr>
      <w:r>
        <w:t>305.0959</w:t>
      </w:r>
      <w:r>
        <w:tab/>
        <w:t>2.601e0</w:t>
      </w:r>
    </w:p>
    <w:p w:rsidR="00354DF7" w:rsidRDefault="00354DF7" w:rsidP="00354DF7">
      <w:pPr>
        <w:tabs>
          <w:tab w:val="left" w:pos="6195"/>
        </w:tabs>
      </w:pPr>
      <w:r>
        <w:t>305.0996</w:t>
      </w:r>
      <w:r>
        <w:tab/>
        <w:t>4.686e0</w:t>
      </w:r>
    </w:p>
    <w:p w:rsidR="00354DF7" w:rsidRDefault="00354DF7" w:rsidP="00354DF7">
      <w:pPr>
        <w:tabs>
          <w:tab w:val="left" w:pos="6195"/>
        </w:tabs>
      </w:pPr>
      <w:r>
        <w:lastRenderedPageBreak/>
        <w:t>305.1113</w:t>
      </w:r>
      <w:r>
        <w:tab/>
        <w:t>1.043e0</w:t>
      </w:r>
    </w:p>
    <w:p w:rsidR="00354DF7" w:rsidRDefault="00354DF7" w:rsidP="00354DF7">
      <w:pPr>
        <w:tabs>
          <w:tab w:val="left" w:pos="6195"/>
        </w:tabs>
      </w:pPr>
      <w:r>
        <w:t>305.1158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305.1527</w:t>
      </w:r>
      <w:r>
        <w:tab/>
        <w:t>3.349e1</w:t>
      </w:r>
    </w:p>
    <w:p w:rsidR="00354DF7" w:rsidRDefault="00354DF7" w:rsidP="00354DF7">
      <w:pPr>
        <w:tabs>
          <w:tab w:val="left" w:pos="6195"/>
        </w:tabs>
      </w:pPr>
      <w:r>
        <w:t>305.1549</w:t>
      </w:r>
      <w:r>
        <w:tab/>
        <w:t>4.801e1</w:t>
      </w:r>
    </w:p>
    <w:p w:rsidR="00354DF7" w:rsidRDefault="00354DF7" w:rsidP="00354DF7">
      <w:pPr>
        <w:tabs>
          <w:tab w:val="left" w:pos="6195"/>
        </w:tabs>
      </w:pPr>
      <w:r>
        <w:t>305.1592</w:t>
      </w:r>
      <w:r>
        <w:tab/>
        <w:t>2.747e1</w:t>
      </w:r>
    </w:p>
    <w:p w:rsidR="00354DF7" w:rsidRDefault="00354DF7" w:rsidP="00354DF7">
      <w:pPr>
        <w:tabs>
          <w:tab w:val="left" w:pos="6195"/>
        </w:tabs>
      </w:pPr>
      <w:r>
        <w:t>305.1656</w:t>
      </w:r>
      <w:r>
        <w:tab/>
        <w:t>2.494e1</w:t>
      </w:r>
    </w:p>
    <w:p w:rsidR="00354DF7" w:rsidRDefault="00354DF7" w:rsidP="00354DF7">
      <w:pPr>
        <w:tabs>
          <w:tab w:val="left" w:pos="6195"/>
        </w:tabs>
      </w:pPr>
      <w:r>
        <w:t>305.2029</w:t>
      </w:r>
      <w:r>
        <w:tab/>
        <w:t>1.015e0</w:t>
      </w:r>
    </w:p>
    <w:p w:rsidR="00354DF7" w:rsidRDefault="00354DF7" w:rsidP="00354DF7">
      <w:pPr>
        <w:tabs>
          <w:tab w:val="left" w:pos="6195"/>
        </w:tabs>
      </w:pPr>
      <w:r>
        <w:t>305.2138</w:t>
      </w:r>
      <w:r>
        <w:tab/>
        <w:t>7.910e0</w:t>
      </w:r>
    </w:p>
    <w:p w:rsidR="00354DF7" w:rsidRDefault="00354DF7" w:rsidP="00354DF7">
      <w:pPr>
        <w:tabs>
          <w:tab w:val="left" w:pos="6195"/>
        </w:tabs>
      </w:pPr>
      <w:r>
        <w:t>305.2159</w:t>
      </w:r>
      <w:r>
        <w:tab/>
        <w:t>4.333e0</w:t>
      </w:r>
    </w:p>
    <w:p w:rsidR="00354DF7" w:rsidRDefault="00354DF7" w:rsidP="00354DF7">
      <w:pPr>
        <w:tabs>
          <w:tab w:val="left" w:pos="6195"/>
        </w:tabs>
      </w:pPr>
      <w:r>
        <w:t>305.2379</w:t>
      </w:r>
      <w:r>
        <w:tab/>
        <w:t>4.085e0</w:t>
      </w:r>
    </w:p>
    <w:p w:rsidR="00354DF7" w:rsidRDefault="00354DF7" w:rsidP="00354DF7">
      <w:pPr>
        <w:tabs>
          <w:tab w:val="left" w:pos="6195"/>
        </w:tabs>
      </w:pPr>
      <w:r>
        <w:t>305.2581</w:t>
      </w:r>
      <w:r>
        <w:tab/>
        <w:t>7.685e0</w:t>
      </w:r>
    </w:p>
    <w:p w:rsidR="00354DF7" w:rsidRDefault="00354DF7" w:rsidP="00354DF7">
      <w:pPr>
        <w:tabs>
          <w:tab w:val="left" w:pos="6195"/>
        </w:tabs>
      </w:pPr>
      <w:r>
        <w:t>305.2968</w:t>
      </w:r>
      <w:r>
        <w:tab/>
        <w:t>2.401e1</w:t>
      </w:r>
    </w:p>
    <w:p w:rsidR="00354DF7" w:rsidRDefault="00354DF7" w:rsidP="00354DF7">
      <w:pPr>
        <w:tabs>
          <w:tab w:val="left" w:pos="6195"/>
        </w:tabs>
      </w:pPr>
      <w:r>
        <w:t>305.3041</w:t>
      </w:r>
      <w:r>
        <w:tab/>
        <w:t>6.350e1</w:t>
      </w:r>
    </w:p>
    <w:p w:rsidR="00354DF7" w:rsidRDefault="00354DF7" w:rsidP="00354DF7">
      <w:pPr>
        <w:tabs>
          <w:tab w:val="left" w:pos="6195"/>
        </w:tabs>
      </w:pPr>
      <w:r>
        <w:t>305.3081</w:t>
      </w:r>
      <w:r>
        <w:tab/>
        <w:t>3.238e1</w:t>
      </w:r>
    </w:p>
    <w:p w:rsidR="00354DF7" w:rsidRDefault="00354DF7" w:rsidP="00354DF7">
      <w:pPr>
        <w:tabs>
          <w:tab w:val="left" w:pos="6195"/>
        </w:tabs>
      </w:pPr>
      <w:r>
        <w:t>305.3099</w:t>
      </w:r>
      <w:r>
        <w:tab/>
        <w:t>7.016e1</w:t>
      </w:r>
    </w:p>
    <w:p w:rsidR="00354DF7" w:rsidRDefault="00354DF7" w:rsidP="00354DF7">
      <w:pPr>
        <w:tabs>
          <w:tab w:val="left" w:pos="6195"/>
        </w:tabs>
      </w:pPr>
      <w:r>
        <w:t>305.3568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305.3766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305.3827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305.3964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305.4045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305.4085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305.4154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305.4323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305.4383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305.4407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305.4513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305.4559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305.4626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305.4881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305.4905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305.4937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305.5078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305.5214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305.5242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305.5441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305.5602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305.5662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305.5767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305.5899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305.6121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305.6273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305.6362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305.6399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305.6804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305.6838</w:t>
      </w:r>
      <w:r>
        <w:tab/>
        <w:t>4.181e0</w:t>
      </w:r>
    </w:p>
    <w:p w:rsidR="00354DF7" w:rsidRDefault="00354DF7" w:rsidP="00354DF7">
      <w:pPr>
        <w:tabs>
          <w:tab w:val="left" w:pos="6195"/>
        </w:tabs>
      </w:pPr>
      <w:r>
        <w:t>305.6880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305.6893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305.7118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305.7141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305.7159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305.7490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305.7542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305.7694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305.7719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305.7773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305.7823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305.8052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305.8094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305.8238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305.8422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305.8622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305.8653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305.8712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305.8752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305.8926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305.9058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305.9118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305.9155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305.9330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305.9341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305.9356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305.9635</w:t>
      </w:r>
      <w:r>
        <w:tab/>
        <w:t>3.219e0</w:t>
      </w:r>
    </w:p>
    <w:p w:rsidR="00354DF7" w:rsidRDefault="00354DF7" w:rsidP="00354DF7">
      <w:pPr>
        <w:tabs>
          <w:tab w:val="left" w:pos="6195"/>
        </w:tabs>
      </w:pPr>
      <w:r>
        <w:t>305.9796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305.9814</w:t>
      </w:r>
      <w:r>
        <w:tab/>
        <w:t>9.177e0</w:t>
      </w:r>
    </w:p>
    <w:p w:rsidR="00354DF7" w:rsidRDefault="00354DF7" w:rsidP="00354DF7">
      <w:pPr>
        <w:tabs>
          <w:tab w:val="left" w:pos="6195"/>
        </w:tabs>
      </w:pPr>
      <w:r>
        <w:t>305.9826</w:t>
      </w:r>
      <w:r>
        <w:tab/>
        <w:t>4.607e0</w:t>
      </w:r>
    </w:p>
    <w:p w:rsidR="00354DF7" w:rsidRDefault="00354DF7" w:rsidP="00354DF7">
      <w:pPr>
        <w:tabs>
          <w:tab w:val="left" w:pos="6195"/>
        </w:tabs>
      </w:pPr>
      <w:r>
        <w:t>306.0085</w:t>
      </w:r>
      <w:r>
        <w:tab/>
        <w:t>2.175e0</w:t>
      </w:r>
    </w:p>
    <w:p w:rsidR="00354DF7" w:rsidRDefault="00354DF7" w:rsidP="00354DF7">
      <w:pPr>
        <w:tabs>
          <w:tab w:val="left" w:pos="6195"/>
        </w:tabs>
      </w:pPr>
      <w:r>
        <w:lastRenderedPageBreak/>
        <w:t>306.0097</w:t>
      </w:r>
      <w:r>
        <w:tab/>
        <w:t>8.384e0</w:t>
      </w:r>
    </w:p>
    <w:p w:rsidR="00354DF7" w:rsidRDefault="00354DF7" w:rsidP="00354DF7">
      <w:pPr>
        <w:tabs>
          <w:tab w:val="left" w:pos="6195"/>
        </w:tabs>
      </w:pPr>
      <w:r>
        <w:t>306.0197</w:t>
      </w:r>
      <w:r>
        <w:tab/>
        <w:t>2.238e0</w:t>
      </w:r>
    </w:p>
    <w:p w:rsidR="00354DF7" w:rsidRDefault="00354DF7" w:rsidP="00354DF7">
      <w:pPr>
        <w:tabs>
          <w:tab w:val="left" w:pos="6195"/>
        </w:tabs>
      </w:pPr>
      <w:r>
        <w:t>306.0471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306.0493</w:t>
      </w:r>
      <w:r>
        <w:tab/>
        <w:t>1.587e0</w:t>
      </w:r>
    </w:p>
    <w:p w:rsidR="00354DF7" w:rsidRDefault="00354DF7" w:rsidP="00354DF7">
      <w:pPr>
        <w:tabs>
          <w:tab w:val="left" w:pos="6195"/>
        </w:tabs>
      </w:pPr>
      <w:r>
        <w:t>306.0557</w:t>
      </w:r>
      <w:r>
        <w:tab/>
        <w:t>2.043e0</w:t>
      </w:r>
    </w:p>
    <w:p w:rsidR="00354DF7" w:rsidRDefault="00354DF7" w:rsidP="00354DF7">
      <w:pPr>
        <w:tabs>
          <w:tab w:val="left" w:pos="6195"/>
        </w:tabs>
      </w:pPr>
      <w:r>
        <w:t>306.0687</w:t>
      </w:r>
      <w:r>
        <w:tab/>
        <w:t>2.011e0</w:t>
      </w:r>
    </w:p>
    <w:p w:rsidR="00354DF7" w:rsidRDefault="00354DF7" w:rsidP="00354DF7">
      <w:pPr>
        <w:tabs>
          <w:tab w:val="left" w:pos="6195"/>
        </w:tabs>
      </w:pPr>
      <w:r>
        <w:t>306.0808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306.0826</w:t>
      </w:r>
      <w:r>
        <w:tab/>
        <w:t>1.867e0</w:t>
      </w:r>
    </w:p>
    <w:p w:rsidR="00354DF7" w:rsidRDefault="00354DF7" w:rsidP="00354DF7">
      <w:pPr>
        <w:tabs>
          <w:tab w:val="left" w:pos="6195"/>
        </w:tabs>
      </w:pPr>
      <w:r>
        <w:t>306.0845</w:t>
      </w:r>
      <w:r>
        <w:tab/>
        <w:t>3.922e0</w:t>
      </w:r>
    </w:p>
    <w:p w:rsidR="00354DF7" w:rsidRDefault="00354DF7" w:rsidP="00354DF7">
      <w:pPr>
        <w:tabs>
          <w:tab w:val="left" w:pos="6195"/>
        </w:tabs>
      </w:pPr>
      <w:r>
        <w:t>306.0948</w:t>
      </w:r>
      <w:r>
        <w:tab/>
        <w:t>2.691e0</w:t>
      </w:r>
    </w:p>
    <w:p w:rsidR="00354DF7" w:rsidRDefault="00354DF7" w:rsidP="00354DF7">
      <w:pPr>
        <w:tabs>
          <w:tab w:val="left" w:pos="6195"/>
        </w:tabs>
      </w:pPr>
      <w:r>
        <w:t>306.1072</w:t>
      </w:r>
      <w:r>
        <w:tab/>
        <w:t>1.326e0</w:t>
      </w:r>
    </w:p>
    <w:p w:rsidR="00354DF7" w:rsidRDefault="00354DF7" w:rsidP="00354DF7">
      <w:pPr>
        <w:tabs>
          <w:tab w:val="left" w:pos="6195"/>
        </w:tabs>
      </w:pPr>
      <w:r>
        <w:t>306.1229</w:t>
      </w:r>
      <w:r>
        <w:tab/>
        <w:t>1.214e0</w:t>
      </w:r>
    </w:p>
    <w:p w:rsidR="00354DF7" w:rsidRDefault="00354DF7" w:rsidP="00354DF7">
      <w:pPr>
        <w:tabs>
          <w:tab w:val="left" w:pos="6195"/>
        </w:tabs>
      </w:pPr>
      <w:r>
        <w:t>306.1254</w:t>
      </w:r>
      <w:r>
        <w:tab/>
        <w:t>3.101e0</w:t>
      </w:r>
    </w:p>
    <w:p w:rsidR="00354DF7" w:rsidRDefault="00354DF7" w:rsidP="00354DF7">
      <w:pPr>
        <w:tabs>
          <w:tab w:val="left" w:pos="6195"/>
        </w:tabs>
      </w:pPr>
      <w:r>
        <w:t>306.1283</w:t>
      </w:r>
      <w:r>
        <w:tab/>
        <w:t>1.663e0</w:t>
      </w:r>
    </w:p>
    <w:p w:rsidR="00354DF7" w:rsidRDefault="00354DF7" w:rsidP="00354DF7">
      <w:pPr>
        <w:tabs>
          <w:tab w:val="left" w:pos="6195"/>
        </w:tabs>
      </w:pPr>
      <w:r>
        <w:t>306.1456</w:t>
      </w:r>
      <w:r>
        <w:tab/>
        <w:t>4.062e0</w:t>
      </w:r>
    </w:p>
    <w:p w:rsidR="00354DF7" w:rsidRDefault="00354DF7" w:rsidP="00354DF7">
      <w:pPr>
        <w:tabs>
          <w:tab w:val="left" w:pos="6195"/>
        </w:tabs>
      </w:pPr>
      <w:r>
        <w:t>306.1533</w:t>
      </w:r>
      <w:r>
        <w:tab/>
        <w:t>2.799e0</w:t>
      </w:r>
    </w:p>
    <w:p w:rsidR="00354DF7" w:rsidRDefault="00354DF7" w:rsidP="00354DF7">
      <w:pPr>
        <w:tabs>
          <w:tab w:val="left" w:pos="6195"/>
        </w:tabs>
      </w:pPr>
      <w:r>
        <w:t>306.1633</w:t>
      </w:r>
      <w:r>
        <w:tab/>
        <w:t>4.785e0</w:t>
      </w:r>
    </w:p>
    <w:p w:rsidR="00354DF7" w:rsidRDefault="00354DF7" w:rsidP="00354DF7">
      <w:pPr>
        <w:tabs>
          <w:tab w:val="left" w:pos="6195"/>
        </w:tabs>
      </w:pPr>
      <w:r>
        <w:t>306.1675</w:t>
      </w:r>
      <w:r>
        <w:tab/>
        <w:t>3.701e0</w:t>
      </w:r>
    </w:p>
    <w:p w:rsidR="00354DF7" w:rsidRDefault="00354DF7" w:rsidP="00354DF7">
      <w:pPr>
        <w:tabs>
          <w:tab w:val="left" w:pos="6195"/>
        </w:tabs>
      </w:pPr>
      <w:r>
        <w:t>306.1853</w:t>
      </w:r>
      <w:r>
        <w:tab/>
        <w:t>4.889e0</w:t>
      </w:r>
    </w:p>
    <w:p w:rsidR="00354DF7" w:rsidRDefault="00354DF7" w:rsidP="00354DF7">
      <w:pPr>
        <w:tabs>
          <w:tab w:val="left" w:pos="6195"/>
        </w:tabs>
      </w:pPr>
      <w:r>
        <w:lastRenderedPageBreak/>
        <w:t>306.1875</w:t>
      </w:r>
      <w:r>
        <w:tab/>
        <w:t>1.794e0</w:t>
      </w:r>
    </w:p>
    <w:p w:rsidR="00354DF7" w:rsidRDefault="00354DF7" w:rsidP="00354DF7">
      <w:pPr>
        <w:tabs>
          <w:tab w:val="left" w:pos="6195"/>
        </w:tabs>
      </w:pPr>
      <w:r>
        <w:t>306.1931</w:t>
      </w:r>
      <w:r>
        <w:tab/>
        <w:t>3.093e0</w:t>
      </w:r>
    </w:p>
    <w:p w:rsidR="00354DF7" w:rsidRDefault="00354DF7" w:rsidP="00354DF7">
      <w:pPr>
        <w:tabs>
          <w:tab w:val="left" w:pos="6195"/>
        </w:tabs>
      </w:pPr>
      <w:r>
        <w:t>306.2097</w:t>
      </w:r>
      <w:r>
        <w:tab/>
        <w:t>4.032e0</w:t>
      </w:r>
    </w:p>
    <w:p w:rsidR="00354DF7" w:rsidRDefault="00354DF7" w:rsidP="00354DF7">
      <w:pPr>
        <w:tabs>
          <w:tab w:val="left" w:pos="6195"/>
        </w:tabs>
      </w:pPr>
      <w:r>
        <w:t>306.2273</w:t>
      </w:r>
      <w:r>
        <w:tab/>
        <w:t>5.849e0</w:t>
      </w:r>
    </w:p>
    <w:p w:rsidR="00354DF7" w:rsidRDefault="00354DF7" w:rsidP="00354DF7">
      <w:pPr>
        <w:tabs>
          <w:tab w:val="left" w:pos="6195"/>
        </w:tabs>
      </w:pPr>
      <w:r>
        <w:t>306.2473</w:t>
      </w:r>
      <w:r>
        <w:tab/>
        <w:t>1.283e1</w:t>
      </w:r>
    </w:p>
    <w:p w:rsidR="00354DF7" w:rsidRDefault="00354DF7" w:rsidP="00354DF7">
      <w:pPr>
        <w:tabs>
          <w:tab w:val="left" w:pos="6195"/>
        </w:tabs>
      </w:pPr>
      <w:r>
        <w:t>306.2495</w:t>
      </w:r>
      <w:r>
        <w:tab/>
        <w:t>1.207e0</w:t>
      </w:r>
    </w:p>
    <w:p w:rsidR="00354DF7" w:rsidRDefault="00354DF7" w:rsidP="00354DF7">
      <w:pPr>
        <w:tabs>
          <w:tab w:val="left" w:pos="6195"/>
        </w:tabs>
      </w:pPr>
      <w:r>
        <w:t>306.2528</w:t>
      </w:r>
      <w:r>
        <w:tab/>
        <w:t>2.457e1</w:t>
      </w:r>
    </w:p>
    <w:p w:rsidR="00354DF7" w:rsidRDefault="00354DF7" w:rsidP="00354DF7">
      <w:pPr>
        <w:tabs>
          <w:tab w:val="left" w:pos="6195"/>
        </w:tabs>
      </w:pPr>
      <w:r>
        <w:t>306.2983</w:t>
      </w:r>
      <w:r>
        <w:tab/>
        <w:t>1.487e1</w:t>
      </w:r>
    </w:p>
    <w:p w:rsidR="00354DF7" w:rsidRDefault="00354DF7" w:rsidP="00354DF7">
      <w:pPr>
        <w:tabs>
          <w:tab w:val="left" w:pos="6195"/>
        </w:tabs>
      </w:pPr>
      <w:r>
        <w:t>306.3010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306.3050</w:t>
      </w:r>
      <w:r>
        <w:tab/>
        <w:t>4.884e0</w:t>
      </w:r>
    </w:p>
    <w:p w:rsidR="00354DF7" w:rsidRDefault="00354DF7" w:rsidP="00354DF7">
      <w:pPr>
        <w:tabs>
          <w:tab w:val="left" w:pos="6195"/>
        </w:tabs>
      </w:pPr>
      <w:r>
        <w:t>306.3060</w:t>
      </w:r>
      <w:r>
        <w:tab/>
        <w:t>4.954e0</w:t>
      </w:r>
    </w:p>
    <w:p w:rsidR="00354DF7" w:rsidRDefault="00354DF7" w:rsidP="00354DF7">
      <w:pPr>
        <w:tabs>
          <w:tab w:val="left" w:pos="6195"/>
        </w:tabs>
      </w:pPr>
      <w:r>
        <w:t>306.3073</w:t>
      </w:r>
      <w:r>
        <w:tab/>
        <w:t>1.950e0</w:t>
      </w:r>
    </w:p>
    <w:p w:rsidR="00354DF7" w:rsidRDefault="00354DF7" w:rsidP="00354DF7">
      <w:pPr>
        <w:tabs>
          <w:tab w:val="left" w:pos="6195"/>
        </w:tabs>
      </w:pPr>
      <w:r>
        <w:t>306.3258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306.3493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306.3551</w:t>
      </w:r>
      <w:r>
        <w:tab/>
        <w:t>1.506e0</w:t>
      </w:r>
    </w:p>
    <w:p w:rsidR="00354DF7" w:rsidRDefault="00354DF7" w:rsidP="00354DF7">
      <w:pPr>
        <w:tabs>
          <w:tab w:val="left" w:pos="6195"/>
        </w:tabs>
      </w:pPr>
      <w:r>
        <w:t>306.3668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306.3994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306.4383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306.4471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306.4565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306.4588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306.4813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306.4829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306.4964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306.5361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306.5441</w:t>
      </w:r>
      <w:r>
        <w:tab/>
        <w:t>3.597e0</w:t>
      </w:r>
    </w:p>
    <w:p w:rsidR="00354DF7" w:rsidRDefault="00354DF7" w:rsidP="00354DF7">
      <w:pPr>
        <w:tabs>
          <w:tab w:val="left" w:pos="6195"/>
        </w:tabs>
      </w:pPr>
      <w:r>
        <w:t>306.5492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306.5552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306.5662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306.5775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306.5830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306.5907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306.6028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306.6253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306.6327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306.6440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306.6507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306.6609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306.6653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306.6832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306.6884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306.7048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306.7111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306.7190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306.7222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306.7306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306.7627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306.7669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306.7745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306.7779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306.7865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306.8002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306.8053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306.8147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306.8210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306.8466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306.8615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306.8629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306.8652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306.8715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306.8790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306.9228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306.9408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306.9713</w:t>
      </w:r>
      <w:r>
        <w:tab/>
        <w:t>3.965e0</w:t>
      </w:r>
    </w:p>
    <w:p w:rsidR="00354DF7" w:rsidRDefault="00354DF7" w:rsidP="00354DF7">
      <w:pPr>
        <w:tabs>
          <w:tab w:val="left" w:pos="6195"/>
        </w:tabs>
      </w:pPr>
      <w:r>
        <w:t>306.9729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306.9878</w:t>
      </w:r>
      <w:r>
        <w:tab/>
        <w:t>1.554e0</w:t>
      </w:r>
    </w:p>
    <w:p w:rsidR="00354DF7" w:rsidRDefault="00354DF7" w:rsidP="00354DF7">
      <w:pPr>
        <w:tabs>
          <w:tab w:val="left" w:pos="6195"/>
        </w:tabs>
      </w:pPr>
      <w:r>
        <w:t>306.9982</w:t>
      </w:r>
      <w:r>
        <w:tab/>
        <w:t>6.886e0</w:t>
      </w:r>
    </w:p>
    <w:p w:rsidR="00354DF7" w:rsidRDefault="00354DF7" w:rsidP="00354DF7">
      <w:pPr>
        <w:tabs>
          <w:tab w:val="left" w:pos="6195"/>
        </w:tabs>
      </w:pPr>
      <w:r>
        <w:t>307.0067</w:t>
      </w:r>
      <w:r>
        <w:tab/>
        <w:t>7.132e0</w:t>
      </w:r>
    </w:p>
    <w:p w:rsidR="00354DF7" w:rsidRDefault="00354DF7" w:rsidP="00354DF7">
      <w:pPr>
        <w:tabs>
          <w:tab w:val="left" w:pos="6195"/>
        </w:tabs>
      </w:pPr>
      <w:r>
        <w:t>307.0251</w:t>
      </w:r>
      <w:r>
        <w:tab/>
        <w:t>1.831e0</w:t>
      </w:r>
    </w:p>
    <w:p w:rsidR="00354DF7" w:rsidRDefault="00354DF7" w:rsidP="00354DF7">
      <w:pPr>
        <w:tabs>
          <w:tab w:val="left" w:pos="6195"/>
        </w:tabs>
      </w:pPr>
      <w:r>
        <w:t>307.0369</w:t>
      </w:r>
      <w:r>
        <w:tab/>
        <w:t>1.324e0</w:t>
      </w:r>
    </w:p>
    <w:p w:rsidR="00354DF7" w:rsidRDefault="00354DF7" w:rsidP="00354DF7">
      <w:pPr>
        <w:tabs>
          <w:tab w:val="left" w:pos="6195"/>
        </w:tabs>
      </w:pPr>
      <w:r>
        <w:t>307.0798</w:t>
      </w:r>
      <w:r>
        <w:tab/>
        <w:t>2.944e0</w:t>
      </w:r>
    </w:p>
    <w:p w:rsidR="00354DF7" w:rsidRDefault="00354DF7" w:rsidP="00354DF7">
      <w:pPr>
        <w:tabs>
          <w:tab w:val="left" w:pos="6195"/>
        </w:tabs>
      </w:pPr>
      <w:r>
        <w:t>307.1023</w:t>
      </w:r>
      <w:r>
        <w:tab/>
        <w:t>5.821e0</w:t>
      </w:r>
    </w:p>
    <w:p w:rsidR="00354DF7" w:rsidRDefault="00354DF7" w:rsidP="00354DF7">
      <w:pPr>
        <w:tabs>
          <w:tab w:val="left" w:pos="6195"/>
        </w:tabs>
      </w:pPr>
      <w:r>
        <w:t>307.1046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307.1205</w:t>
      </w:r>
      <w:r>
        <w:tab/>
        <w:t>4.926e0</w:t>
      </w:r>
    </w:p>
    <w:p w:rsidR="00354DF7" w:rsidRDefault="00354DF7" w:rsidP="00354DF7">
      <w:pPr>
        <w:tabs>
          <w:tab w:val="left" w:pos="6195"/>
        </w:tabs>
      </w:pPr>
      <w:r>
        <w:t>307.1229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307.1457</w:t>
      </w:r>
      <w:r>
        <w:tab/>
        <w:t>1.323e0</w:t>
      </w:r>
    </w:p>
    <w:p w:rsidR="00354DF7" w:rsidRDefault="00354DF7" w:rsidP="00354DF7">
      <w:pPr>
        <w:tabs>
          <w:tab w:val="left" w:pos="6195"/>
        </w:tabs>
      </w:pPr>
      <w:r>
        <w:lastRenderedPageBreak/>
        <w:t>307.1471</w:t>
      </w:r>
      <w:r>
        <w:tab/>
        <w:t>1.167e0</w:t>
      </w:r>
    </w:p>
    <w:p w:rsidR="00354DF7" w:rsidRDefault="00354DF7" w:rsidP="00354DF7">
      <w:pPr>
        <w:tabs>
          <w:tab w:val="left" w:pos="6195"/>
        </w:tabs>
      </w:pPr>
      <w:r>
        <w:t>307.1580</w:t>
      </w:r>
      <w:r>
        <w:tab/>
        <w:t>1.036e0</w:t>
      </w:r>
    </w:p>
    <w:p w:rsidR="00354DF7" w:rsidRDefault="00354DF7" w:rsidP="00354DF7">
      <w:pPr>
        <w:tabs>
          <w:tab w:val="left" w:pos="6195"/>
        </w:tabs>
      </w:pPr>
      <w:r>
        <w:t>307.1617</w:t>
      </w:r>
      <w:r>
        <w:tab/>
        <w:t>5.587e0</w:t>
      </w:r>
    </w:p>
    <w:p w:rsidR="00354DF7" w:rsidRDefault="00354DF7" w:rsidP="00354DF7">
      <w:pPr>
        <w:tabs>
          <w:tab w:val="left" w:pos="6195"/>
        </w:tabs>
      </w:pPr>
      <w:r>
        <w:t>307.1764</w:t>
      </w:r>
      <w:r>
        <w:tab/>
        <w:t>1.025e0</w:t>
      </w:r>
    </w:p>
    <w:p w:rsidR="00354DF7" w:rsidRDefault="00354DF7" w:rsidP="00354DF7">
      <w:pPr>
        <w:tabs>
          <w:tab w:val="left" w:pos="6195"/>
        </w:tabs>
      </w:pPr>
      <w:r>
        <w:t>307.1942</w:t>
      </w:r>
      <w:r>
        <w:tab/>
        <w:t>4.213e0</w:t>
      </w:r>
    </w:p>
    <w:p w:rsidR="00354DF7" w:rsidRDefault="00354DF7" w:rsidP="00354DF7">
      <w:pPr>
        <w:tabs>
          <w:tab w:val="left" w:pos="6195"/>
        </w:tabs>
      </w:pPr>
      <w:r>
        <w:t>307.1974</w:t>
      </w:r>
      <w:r>
        <w:tab/>
        <w:t>4.336e0</w:t>
      </w:r>
    </w:p>
    <w:p w:rsidR="00354DF7" w:rsidRDefault="00354DF7" w:rsidP="00354DF7">
      <w:pPr>
        <w:tabs>
          <w:tab w:val="left" w:pos="6195"/>
        </w:tabs>
      </w:pPr>
      <w:r>
        <w:t>307.2025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307.2240</w:t>
      </w:r>
      <w:r>
        <w:tab/>
        <w:t>9.334e0</w:t>
      </w:r>
    </w:p>
    <w:p w:rsidR="00354DF7" w:rsidRDefault="00354DF7" w:rsidP="00354DF7">
      <w:pPr>
        <w:tabs>
          <w:tab w:val="left" w:pos="6195"/>
        </w:tabs>
      </w:pPr>
      <w:r>
        <w:t>307.2334</w:t>
      </w:r>
      <w:r>
        <w:tab/>
        <w:t>2.489e0</w:t>
      </w:r>
    </w:p>
    <w:p w:rsidR="00354DF7" w:rsidRDefault="00354DF7" w:rsidP="00354DF7">
      <w:pPr>
        <w:tabs>
          <w:tab w:val="left" w:pos="6195"/>
        </w:tabs>
      </w:pPr>
      <w:r>
        <w:t>307.2358</w:t>
      </w:r>
      <w:r>
        <w:tab/>
        <w:t>4.399e0</w:t>
      </w:r>
    </w:p>
    <w:p w:rsidR="00354DF7" w:rsidRDefault="00354DF7" w:rsidP="00354DF7">
      <w:pPr>
        <w:tabs>
          <w:tab w:val="left" w:pos="6195"/>
        </w:tabs>
      </w:pPr>
      <w:r>
        <w:t>307.2436</w:t>
      </w:r>
      <w:r>
        <w:tab/>
        <w:t>1.817e0</w:t>
      </w:r>
    </w:p>
    <w:p w:rsidR="00354DF7" w:rsidRDefault="00354DF7" w:rsidP="00354DF7">
      <w:pPr>
        <w:tabs>
          <w:tab w:val="left" w:pos="6195"/>
        </w:tabs>
      </w:pPr>
      <w:r>
        <w:t>307.2503</w:t>
      </w:r>
      <w:r>
        <w:tab/>
        <w:t>3.143e0</w:t>
      </w:r>
    </w:p>
    <w:p w:rsidR="00354DF7" w:rsidRDefault="00354DF7" w:rsidP="00354DF7">
      <w:pPr>
        <w:tabs>
          <w:tab w:val="left" w:pos="6195"/>
        </w:tabs>
      </w:pPr>
      <w:r>
        <w:t>307.2572</w:t>
      </w:r>
      <w:r>
        <w:tab/>
        <w:t>1.383e0</w:t>
      </w:r>
    </w:p>
    <w:p w:rsidR="00354DF7" w:rsidRDefault="00354DF7" w:rsidP="00354DF7">
      <w:pPr>
        <w:tabs>
          <w:tab w:val="left" w:pos="6195"/>
        </w:tabs>
      </w:pPr>
      <w:r>
        <w:t>307.2668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307.2937</w:t>
      </w:r>
      <w:r>
        <w:tab/>
        <w:t>2.292e0</w:t>
      </w:r>
    </w:p>
    <w:p w:rsidR="00354DF7" w:rsidRDefault="00354DF7" w:rsidP="00354DF7">
      <w:pPr>
        <w:tabs>
          <w:tab w:val="left" w:pos="6195"/>
        </w:tabs>
      </w:pPr>
      <w:r>
        <w:t>307.2991</w:t>
      </w:r>
      <w:r>
        <w:tab/>
        <w:t>1.931e0</w:t>
      </w:r>
    </w:p>
    <w:p w:rsidR="00354DF7" w:rsidRDefault="00354DF7" w:rsidP="00354DF7">
      <w:pPr>
        <w:tabs>
          <w:tab w:val="left" w:pos="6195"/>
        </w:tabs>
      </w:pPr>
      <w:r>
        <w:t>307.3035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307.3102</w:t>
      </w:r>
      <w:r>
        <w:tab/>
        <w:t>1.722e0</w:t>
      </w:r>
    </w:p>
    <w:p w:rsidR="00354DF7" w:rsidRDefault="00354DF7" w:rsidP="00354DF7">
      <w:pPr>
        <w:tabs>
          <w:tab w:val="left" w:pos="6195"/>
        </w:tabs>
      </w:pPr>
      <w:r>
        <w:t>307.3126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307.3268</w:t>
      </w:r>
      <w:r>
        <w:tab/>
        <w:t>2.045e0</w:t>
      </w:r>
    </w:p>
    <w:p w:rsidR="00354DF7" w:rsidRDefault="00354DF7" w:rsidP="00354DF7">
      <w:pPr>
        <w:tabs>
          <w:tab w:val="left" w:pos="6195"/>
        </w:tabs>
      </w:pPr>
      <w:r>
        <w:t>307.3511</w:t>
      </w:r>
      <w:r>
        <w:tab/>
        <w:t>4.077e0</w:t>
      </w:r>
    </w:p>
    <w:p w:rsidR="00354DF7" w:rsidRDefault="00354DF7" w:rsidP="00354DF7">
      <w:pPr>
        <w:tabs>
          <w:tab w:val="left" w:pos="6195"/>
        </w:tabs>
      </w:pPr>
      <w:r>
        <w:t>307.3802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307.3828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307.3907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307.3943</w:t>
      </w:r>
      <w:r>
        <w:tab/>
        <w:t>3.754e0</w:t>
      </w:r>
    </w:p>
    <w:p w:rsidR="00354DF7" w:rsidRDefault="00354DF7" w:rsidP="00354DF7">
      <w:pPr>
        <w:tabs>
          <w:tab w:val="left" w:pos="6195"/>
        </w:tabs>
      </w:pPr>
      <w:r>
        <w:t>307.3963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307.4242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307.4302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307.4359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307.4388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307.4429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307.4498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307.4668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307.4800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307.4847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307.4917</w:t>
      </w:r>
      <w:r>
        <w:tab/>
        <w:t>2.061e0</w:t>
      </w:r>
    </w:p>
    <w:p w:rsidR="00354DF7" w:rsidRDefault="00354DF7" w:rsidP="00354DF7">
      <w:pPr>
        <w:tabs>
          <w:tab w:val="left" w:pos="6195"/>
        </w:tabs>
      </w:pPr>
      <w:r>
        <w:t>307.4948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307.5210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307.5418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307.5697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307.5721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307.5737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307.5800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307.5825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307.6109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307.6228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307.6251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307.6327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307.6475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307.6502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307.6886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307.7030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307.7088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307.7135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307.7149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307.7592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307.7613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307.7675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307.7789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307.7875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307.7931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307.8110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307.8166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307.8630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307.8648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307.8809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307.8949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307.9088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307.9124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307.9187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307.9351</w:t>
      </w:r>
      <w:r>
        <w:tab/>
        <w:t>4.737e0</w:t>
      </w:r>
    </w:p>
    <w:p w:rsidR="00354DF7" w:rsidRDefault="00354DF7" w:rsidP="00354DF7">
      <w:pPr>
        <w:tabs>
          <w:tab w:val="left" w:pos="6195"/>
        </w:tabs>
      </w:pPr>
      <w:r>
        <w:t>307.9384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307.9587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307.9628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307.9664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307.9684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307.9934</w:t>
      </w:r>
      <w:r>
        <w:tab/>
        <w:t>2.864e0</w:t>
      </w:r>
    </w:p>
    <w:p w:rsidR="00354DF7" w:rsidRDefault="00354DF7" w:rsidP="00354DF7">
      <w:pPr>
        <w:tabs>
          <w:tab w:val="left" w:pos="6195"/>
        </w:tabs>
      </w:pPr>
      <w:r>
        <w:t>307.9999</w:t>
      </w:r>
      <w:r>
        <w:tab/>
        <w:t>2.593e0</w:t>
      </w:r>
    </w:p>
    <w:p w:rsidR="00354DF7" w:rsidRDefault="00354DF7" w:rsidP="00354DF7">
      <w:pPr>
        <w:tabs>
          <w:tab w:val="left" w:pos="6195"/>
        </w:tabs>
      </w:pPr>
      <w:r>
        <w:t>308.0024</w:t>
      </w:r>
      <w:r>
        <w:tab/>
        <w:t>6.829e0</w:t>
      </w:r>
    </w:p>
    <w:p w:rsidR="00354DF7" w:rsidRDefault="00354DF7" w:rsidP="00354DF7">
      <w:pPr>
        <w:tabs>
          <w:tab w:val="left" w:pos="6195"/>
        </w:tabs>
      </w:pPr>
      <w:r>
        <w:t>308.0169</w:t>
      </w:r>
      <w:r>
        <w:tab/>
        <w:t>2.008e0</w:t>
      </w:r>
    </w:p>
    <w:p w:rsidR="00354DF7" w:rsidRDefault="00354DF7" w:rsidP="00354DF7">
      <w:pPr>
        <w:tabs>
          <w:tab w:val="left" w:pos="6195"/>
        </w:tabs>
      </w:pPr>
      <w:r>
        <w:t>308.0193</w:t>
      </w:r>
      <w:r>
        <w:tab/>
        <w:t>4.084e0</w:t>
      </w:r>
    </w:p>
    <w:p w:rsidR="00354DF7" w:rsidRDefault="00354DF7" w:rsidP="00354DF7">
      <w:pPr>
        <w:tabs>
          <w:tab w:val="left" w:pos="6195"/>
        </w:tabs>
      </w:pPr>
      <w:r>
        <w:t>308.0370</w:t>
      </w:r>
      <w:r>
        <w:tab/>
        <w:t>1.166e0</w:t>
      </w:r>
    </w:p>
    <w:p w:rsidR="00354DF7" w:rsidRDefault="00354DF7" w:rsidP="00354DF7">
      <w:pPr>
        <w:tabs>
          <w:tab w:val="left" w:pos="6195"/>
        </w:tabs>
      </w:pPr>
      <w:r>
        <w:t>308.0398</w:t>
      </w:r>
      <w:r>
        <w:tab/>
        <w:t>1.966e0</w:t>
      </w:r>
    </w:p>
    <w:p w:rsidR="00354DF7" w:rsidRDefault="00354DF7" w:rsidP="00354DF7">
      <w:pPr>
        <w:tabs>
          <w:tab w:val="left" w:pos="6195"/>
        </w:tabs>
      </w:pPr>
      <w:r>
        <w:t>308.0772</w:t>
      </w:r>
      <w:r>
        <w:tab/>
        <w:t>2.300e0</w:t>
      </w:r>
    </w:p>
    <w:p w:rsidR="00354DF7" w:rsidRDefault="00354DF7" w:rsidP="00354DF7">
      <w:pPr>
        <w:tabs>
          <w:tab w:val="left" w:pos="6195"/>
        </w:tabs>
      </w:pPr>
      <w:r>
        <w:t>308.0794</w:t>
      </w:r>
      <w:r>
        <w:tab/>
        <w:t>1.225e0</w:t>
      </w:r>
    </w:p>
    <w:p w:rsidR="00354DF7" w:rsidRDefault="00354DF7" w:rsidP="00354DF7">
      <w:pPr>
        <w:tabs>
          <w:tab w:val="left" w:pos="6195"/>
        </w:tabs>
      </w:pPr>
      <w:r>
        <w:t>308.0850</w:t>
      </w:r>
      <w:r>
        <w:tab/>
        <w:t>1.029e0</w:t>
      </w:r>
    </w:p>
    <w:p w:rsidR="00354DF7" w:rsidRDefault="00354DF7" w:rsidP="00354DF7">
      <w:pPr>
        <w:tabs>
          <w:tab w:val="left" w:pos="6195"/>
        </w:tabs>
      </w:pPr>
      <w:r>
        <w:t>308.0888</w:t>
      </w:r>
      <w:r>
        <w:tab/>
        <w:t>4.701e0</w:t>
      </w:r>
    </w:p>
    <w:p w:rsidR="00354DF7" w:rsidRDefault="00354DF7" w:rsidP="00354DF7">
      <w:pPr>
        <w:tabs>
          <w:tab w:val="left" w:pos="6195"/>
        </w:tabs>
      </w:pPr>
      <w:r>
        <w:t>308.1010</w:t>
      </w:r>
      <w:r>
        <w:tab/>
        <w:t>1.711e0</w:t>
      </w:r>
    </w:p>
    <w:p w:rsidR="00354DF7" w:rsidRDefault="00354DF7" w:rsidP="00354DF7">
      <w:pPr>
        <w:tabs>
          <w:tab w:val="left" w:pos="6195"/>
        </w:tabs>
      </w:pPr>
      <w:r>
        <w:t>308.1224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308.1347</w:t>
      </w:r>
      <w:r>
        <w:tab/>
        <w:t>4.290e0</w:t>
      </w:r>
    </w:p>
    <w:p w:rsidR="00354DF7" w:rsidRDefault="00354DF7" w:rsidP="00354DF7">
      <w:pPr>
        <w:tabs>
          <w:tab w:val="left" w:pos="6195"/>
        </w:tabs>
      </w:pPr>
      <w:r>
        <w:t>308.1496</w:t>
      </w:r>
      <w:r>
        <w:tab/>
        <w:t>2.307e0</w:t>
      </w:r>
    </w:p>
    <w:p w:rsidR="00354DF7" w:rsidRDefault="00354DF7" w:rsidP="00354DF7">
      <w:pPr>
        <w:tabs>
          <w:tab w:val="left" w:pos="6195"/>
        </w:tabs>
      </w:pPr>
      <w:r>
        <w:t>308.1553</w:t>
      </w:r>
      <w:r>
        <w:tab/>
        <w:t>1.048e1</w:t>
      </w:r>
    </w:p>
    <w:p w:rsidR="00354DF7" w:rsidRDefault="00354DF7" w:rsidP="00354DF7">
      <w:pPr>
        <w:tabs>
          <w:tab w:val="left" w:pos="6195"/>
        </w:tabs>
      </w:pPr>
      <w:r>
        <w:t>308.1636</w:t>
      </w:r>
      <w:r>
        <w:tab/>
        <w:t>5.909e0</w:t>
      </w:r>
    </w:p>
    <w:p w:rsidR="00354DF7" w:rsidRDefault="00354DF7" w:rsidP="00354DF7">
      <w:pPr>
        <w:tabs>
          <w:tab w:val="left" w:pos="6195"/>
        </w:tabs>
      </w:pPr>
      <w:r>
        <w:t>308.1825</w:t>
      </w:r>
      <w:r>
        <w:tab/>
        <w:t>8.628e0</w:t>
      </w:r>
    </w:p>
    <w:p w:rsidR="00354DF7" w:rsidRDefault="00354DF7" w:rsidP="00354DF7">
      <w:pPr>
        <w:tabs>
          <w:tab w:val="left" w:pos="6195"/>
        </w:tabs>
      </w:pPr>
      <w:r>
        <w:t>308.2173</w:t>
      </w:r>
      <w:r>
        <w:tab/>
        <w:t>2.767e0</w:t>
      </w:r>
    </w:p>
    <w:p w:rsidR="00354DF7" w:rsidRDefault="00354DF7" w:rsidP="00354DF7">
      <w:pPr>
        <w:tabs>
          <w:tab w:val="left" w:pos="6195"/>
        </w:tabs>
      </w:pPr>
      <w:r>
        <w:lastRenderedPageBreak/>
        <w:t>308.2184</w:t>
      </w:r>
      <w:r>
        <w:tab/>
        <w:t>1.339e0</w:t>
      </w:r>
    </w:p>
    <w:p w:rsidR="00354DF7" w:rsidRDefault="00354DF7" w:rsidP="00354DF7">
      <w:pPr>
        <w:tabs>
          <w:tab w:val="left" w:pos="6195"/>
        </w:tabs>
      </w:pPr>
      <w:r>
        <w:t>308.2405</w:t>
      </w:r>
      <w:r>
        <w:tab/>
        <w:t>1.513e0</w:t>
      </w:r>
    </w:p>
    <w:p w:rsidR="00354DF7" w:rsidRDefault="00354DF7" w:rsidP="00354DF7">
      <w:pPr>
        <w:tabs>
          <w:tab w:val="left" w:pos="6195"/>
        </w:tabs>
      </w:pPr>
      <w:r>
        <w:t>308.2452</w:t>
      </w:r>
      <w:r>
        <w:tab/>
        <w:t>1.766e0</w:t>
      </w:r>
    </w:p>
    <w:p w:rsidR="00354DF7" w:rsidRDefault="00354DF7" w:rsidP="00354DF7">
      <w:pPr>
        <w:tabs>
          <w:tab w:val="left" w:pos="6195"/>
        </w:tabs>
      </w:pPr>
      <w:r>
        <w:t>308.2542</w:t>
      </w:r>
      <w:r>
        <w:tab/>
        <w:t>5.665e0</w:t>
      </w:r>
    </w:p>
    <w:p w:rsidR="00354DF7" w:rsidRDefault="00354DF7" w:rsidP="00354DF7">
      <w:pPr>
        <w:tabs>
          <w:tab w:val="left" w:pos="6195"/>
        </w:tabs>
      </w:pPr>
      <w:r>
        <w:t>308.2557</w:t>
      </w:r>
      <w:r>
        <w:tab/>
        <w:t>3.282e0</w:t>
      </w:r>
    </w:p>
    <w:p w:rsidR="00354DF7" w:rsidRDefault="00354DF7" w:rsidP="00354DF7">
      <w:pPr>
        <w:tabs>
          <w:tab w:val="left" w:pos="6195"/>
        </w:tabs>
      </w:pPr>
      <w:r>
        <w:t>308.2659</w:t>
      </w:r>
      <w:r>
        <w:tab/>
        <w:t>1.319e0</w:t>
      </w:r>
    </w:p>
    <w:p w:rsidR="00354DF7" w:rsidRDefault="00354DF7" w:rsidP="00354DF7">
      <w:pPr>
        <w:tabs>
          <w:tab w:val="left" w:pos="6195"/>
        </w:tabs>
      </w:pPr>
      <w:r>
        <w:t>308.2678</w:t>
      </w:r>
      <w:r>
        <w:tab/>
        <w:t>3.233e0</w:t>
      </w:r>
    </w:p>
    <w:p w:rsidR="00354DF7" w:rsidRDefault="00354DF7" w:rsidP="00354DF7">
      <w:pPr>
        <w:tabs>
          <w:tab w:val="left" w:pos="6195"/>
        </w:tabs>
      </w:pPr>
      <w:r>
        <w:t>308.2732</w:t>
      </w:r>
      <w:r>
        <w:tab/>
        <w:t>2.648e0</w:t>
      </w:r>
    </w:p>
    <w:p w:rsidR="00354DF7" w:rsidRDefault="00354DF7" w:rsidP="00354DF7">
      <w:pPr>
        <w:tabs>
          <w:tab w:val="left" w:pos="6195"/>
        </w:tabs>
      </w:pPr>
      <w:r>
        <w:t>308.2949</w:t>
      </w:r>
      <w:r>
        <w:tab/>
        <w:t>2.638e0</w:t>
      </w:r>
    </w:p>
    <w:p w:rsidR="00354DF7" w:rsidRDefault="00354DF7" w:rsidP="00354DF7">
      <w:pPr>
        <w:tabs>
          <w:tab w:val="left" w:pos="6195"/>
        </w:tabs>
      </w:pPr>
      <w:r>
        <w:t>308.3106</w:t>
      </w:r>
      <w:r>
        <w:tab/>
        <w:t>4.429e0</w:t>
      </w:r>
    </w:p>
    <w:p w:rsidR="00354DF7" w:rsidRDefault="00354DF7" w:rsidP="00354DF7">
      <w:pPr>
        <w:tabs>
          <w:tab w:val="left" w:pos="6195"/>
        </w:tabs>
      </w:pPr>
      <w:r>
        <w:t>308.3366</w:t>
      </w:r>
      <w:r>
        <w:tab/>
        <w:t>1.841e0</w:t>
      </w:r>
    </w:p>
    <w:p w:rsidR="00354DF7" w:rsidRDefault="00354DF7" w:rsidP="00354DF7">
      <w:pPr>
        <w:tabs>
          <w:tab w:val="left" w:pos="6195"/>
        </w:tabs>
      </w:pPr>
      <w:r>
        <w:t>308.3687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308.3761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308.3857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308.3922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308.3947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308.4206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308.4231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308.4431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308.4709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308.4828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308.4872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308.4977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308.5018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308.5190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308.5352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308.5436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308.5474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308.5559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308.5760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308.5919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308.6165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308.6312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308.6453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308.6667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308.6688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308.6749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308.6992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308.7074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308.7158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308.7539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308.7552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308.7661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308.8076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308.8171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308.8302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308.8337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308.8490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308.8515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308.8557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308.8726</w:t>
      </w:r>
      <w:r>
        <w:tab/>
        <w:t>3.321e0</w:t>
      </w:r>
    </w:p>
    <w:p w:rsidR="00354DF7" w:rsidRDefault="00354DF7" w:rsidP="00354DF7">
      <w:pPr>
        <w:tabs>
          <w:tab w:val="left" w:pos="6195"/>
        </w:tabs>
      </w:pPr>
      <w:r>
        <w:t>308.8841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308.9023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308.9035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308.9237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308.9294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308.9401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308.9514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308.9576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308.9682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308.9890</w:t>
      </w:r>
      <w:r>
        <w:tab/>
        <w:t>5.942e0</w:t>
      </w:r>
    </w:p>
    <w:p w:rsidR="00354DF7" w:rsidRDefault="00354DF7" w:rsidP="00354DF7">
      <w:pPr>
        <w:tabs>
          <w:tab w:val="left" w:pos="6195"/>
        </w:tabs>
      </w:pPr>
      <w:r>
        <w:t>308.9940</w:t>
      </w:r>
      <w:r>
        <w:tab/>
        <w:t>1.685e0</w:t>
      </w:r>
    </w:p>
    <w:p w:rsidR="00354DF7" w:rsidRDefault="00354DF7" w:rsidP="00354DF7">
      <w:pPr>
        <w:tabs>
          <w:tab w:val="left" w:pos="6195"/>
        </w:tabs>
      </w:pPr>
      <w:r>
        <w:t>309.0008</w:t>
      </w:r>
      <w:r>
        <w:tab/>
        <w:t>3.832e0</w:t>
      </w:r>
    </w:p>
    <w:p w:rsidR="00354DF7" w:rsidRDefault="00354DF7" w:rsidP="00354DF7">
      <w:pPr>
        <w:tabs>
          <w:tab w:val="left" w:pos="6195"/>
        </w:tabs>
      </w:pPr>
      <w:r>
        <w:t>309.0091</w:t>
      </w:r>
      <w:r>
        <w:tab/>
        <w:t>1.803e0</w:t>
      </w:r>
    </w:p>
    <w:p w:rsidR="00354DF7" w:rsidRDefault="00354DF7" w:rsidP="00354DF7">
      <w:pPr>
        <w:tabs>
          <w:tab w:val="left" w:pos="6195"/>
        </w:tabs>
      </w:pPr>
      <w:r>
        <w:t>309.0284</w:t>
      </w:r>
      <w:r>
        <w:tab/>
        <w:t>3.184e0</w:t>
      </w:r>
    </w:p>
    <w:p w:rsidR="00354DF7" w:rsidRDefault="00354DF7" w:rsidP="00354DF7">
      <w:pPr>
        <w:tabs>
          <w:tab w:val="left" w:pos="6195"/>
        </w:tabs>
      </w:pPr>
      <w:r>
        <w:t>309.0299</w:t>
      </w:r>
      <w:r>
        <w:tab/>
        <w:t>2.779e0</w:t>
      </w:r>
    </w:p>
    <w:p w:rsidR="00354DF7" w:rsidRDefault="00354DF7" w:rsidP="00354DF7">
      <w:pPr>
        <w:tabs>
          <w:tab w:val="left" w:pos="6195"/>
        </w:tabs>
      </w:pPr>
      <w:r>
        <w:t>309.0490</w:t>
      </w:r>
      <w:r>
        <w:tab/>
        <w:t>1.777e0</w:t>
      </w:r>
    </w:p>
    <w:p w:rsidR="00354DF7" w:rsidRDefault="00354DF7" w:rsidP="00354DF7">
      <w:pPr>
        <w:tabs>
          <w:tab w:val="left" w:pos="6195"/>
        </w:tabs>
      </w:pPr>
      <w:r>
        <w:t>309.0633</w:t>
      </w:r>
      <w:r>
        <w:tab/>
        <w:t>2.011e0</w:t>
      </w:r>
    </w:p>
    <w:p w:rsidR="00354DF7" w:rsidRDefault="00354DF7" w:rsidP="00354DF7">
      <w:pPr>
        <w:tabs>
          <w:tab w:val="left" w:pos="6195"/>
        </w:tabs>
      </w:pPr>
      <w:r>
        <w:t>309.0660</w:t>
      </w:r>
      <w:r>
        <w:tab/>
        <w:t>1.777e0</w:t>
      </w:r>
    </w:p>
    <w:p w:rsidR="00354DF7" w:rsidRDefault="00354DF7" w:rsidP="00354DF7">
      <w:pPr>
        <w:tabs>
          <w:tab w:val="left" w:pos="6195"/>
        </w:tabs>
      </w:pPr>
      <w:r>
        <w:t>309.0811</w:t>
      </w:r>
      <w:r>
        <w:tab/>
        <w:t>2.237e0</w:t>
      </w:r>
    </w:p>
    <w:p w:rsidR="00354DF7" w:rsidRDefault="00354DF7" w:rsidP="00354DF7">
      <w:pPr>
        <w:tabs>
          <w:tab w:val="left" w:pos="6195"/>
        </w:tabs>
      </w:pPr>
      <w:r>
        <w:t>309.0955</w:t>
      </w:r>
      <w:r>
        <w:tab/>
        <w:t>1.523e0</w:t>
      </w:r>
    </w:p>
    <w:p w:rsidR="00354DF7" w:rsidRDefault="00354DF7" w:rsidP="00354DF7">
      <w:pPr>
        <w:tabs>
          <w:tab w:val="left" w:pos="6195"/>
        </w:tabs>
      </w:pPr>
      <w:r>
        <w:t>309.0997</w:t>
      </w:r>
      <w:r>
        <w:tab/>
        <w:t>4.840e0</w:t>
      </w:r>
    </w:p>
    <w:p w:rsidR="00354DF7" w:rsidRDefault="00354DF7" w:rsidP="00354DF7">
      <w:pPr>
        <w:tabs>
          <w:tab w:val="left" w:pos="6195"/>
        </w:tabs>
      </w:pPr>
      <w:r>
        <w:t>309.1095</w:t>
      </w:r>
      <w:r>
        <w:tab/>
        <w:t>1.831e0</w:t>
      </w:r>
    </w:p>
    <w:p w:rsidR="00354DF7" w:rsidRDefault="00354DF7" w:rsidP="00354DF7">
      <w:pPr>
        <w:tabs>
          <w:tab w:val="left" w:pos="6195"/>
        </w:tabs>
      </w:pPr>
      <w:r>
        <w:t>309.1282</w:t>
      </w:r>
      <w:r>
        <w:tab/>
        <w:t>5.197e0</w:t>
      </w:r>
    </w:p>
    <w:p w:rsidR="00354DF7" w:rsidRDefault="00354DF7" w:rsidP="00354DF7">
      <w:pPr>
        <w:tabs>
          <w:tab w:val="left" w:pos="6195"/>
        </w:tabs>
      </w:pPr>
      <w:r>
        <w:t>309.1337</w:t>
      </w:r>
      <w:r>
        <w:tab/>
        <w:t>3.438e0</w:t>
      </w:r>
    </w:p>
    <w:p w:rsidR="00354DF7" w:rsidRDefault="00354DF7" w:rsidP="00354DF7">
      <w:pPr>
        <w:tabs>
          <w:tab w:val="left" w:pos="6195"/>
        </w:tabs>
      </w:pPr>
      <w:r>
        <w:t>309.1379</w:t>
      </w:r>
      <w:r>
        <w:tab/>
        <w:t>5.127e0</w:t>
      </w:r>
    </w:p>
    <w:p w:rsidR="00354DF7" w:rsidRDefault="00354DF7" w:rsidP="00354DF7">
      <w:pPr>
        <w:tabs>
          <w:tab w:val="left" w:pos="6195"/>
        </w:tabs>
      </w:pPr>
      <w:r>
        <w:lastRenderedPageBreak/>
        <w:t>309.1569</w:t>
      </w:r>
      <w:r>
        <w:tab/>
        <w:t>8.605e0</w:t>
      </w:r>
    </w:p>
    <w:p w:rsidR="00354DF7" w:rsidRDefault="00354DF7" w:rsidP="00354DF7">
      <w:pPr>
        <w:tabs>
          <w:tab w:val="left" w:pos="6195"/>
        </w:tabs>
      </w:pPr>
      <w:r>
        <w:t>309.1658</w:t>
      </w:r>
      <w:r>
        <w:tab/>
        <w:t>3.865e0</w:t>
      </w:r>
    </w:p>
    <w:p w:rsidR="00354DF7" w:rsidRDefault="00354DF7" w:rsidP="00354DF7">
      <w:pPr>
        <w:tabs>
          <w:tab w:val="left" w:pos="6195"/>
        </w:tabs>
      </w:pPr>
      <w:r>
        <w:t>309.1945</w:t>
      </w:r>
      <w:r>
        <w:tab/>
        <w:t>2.609e0</w:t>
      </w:r>
    </w:p>
    <w:p w:rsidR="00354DF7" w:rsidRDefault="00354DF7" w:rsidP="00354DF7">
      <w:pPr>
        <w:tabs>
          <w:tab w:val="left" w:pos="6195"/>
        </w:tabs>
      </w:pPr>
      <w:r>
        <w:t>309.2089</w:t>
      </w:r>
      <w:r>
        <w:tab/>
        <w:t>6.265e0</w:t>
      </w:r>
    </w:p>
    <w:p w:rsidR="00354DF7" w:rsidRDefault="00354DF7" w:rsidP="00354DF7">
      <w:pPr>
        <w:tabs>
          <w:tab w:val="left" w:pos="6195"/>
        </w:tabs>
      </w:pPr>
      <w:r>
        <w:t>309.2210</w:t>
      </w:r>
      <w:r>
        <w:tab/>
        <w:t>2.992e0</w:t>
      </w:r>
    </w:p>
    <w:p w:rsidR="00354DF7" w:rsidRDefault="00354DF7" w:rsidP="00354DF7">
      <w:pPr>
        <w:tabs>
          <w:tab w:val="left" w:pos="6195"/>
        </w:tabs>
      </w:pPr>
      <w:r>
        <w:t>309.2299</w:t>
      </w:r>
      <w:r>
        <w:tab/>
        <w:t>1.720e0</w:t>
      </w:r>
    </w:p>
    <w:p w:rsidR="00354DF7" w:rsidRDefault="00354DF7" w:rsidP="00354DF7">
      <w:pPr>
        <w:tabs>
          <w:tab w:val="left" w:pos="6195"/>
        </w:tabs>
      </w:pPr>
      <w:r>
        <w:t>309.2540</w:t>
      </w:r>
      <w:r>
        <w:tab/>
        <w:t>2.220e0</w:t>
      </w:r>
    </w:p>
    <w:p w:rsidR="00354DF7" w:rsidRDefault="00354DF7" w:rsidP="00354DF7">
      <w:pPr>
        <w:tabs>
          <w:tab w:val="left" w:pos="6195"/>
        </w:tabs>
      </w:pPr>
      <w:r>
        <w:t>309.2562</w:t>
      </w:r>
      <w:r>
        <w:tab/>
        <w:t>2.710e0</w:t>
      </w:r>
    </w:p>
    <w:p w:rsidR="00354DF7" w:rsidRDefault="00354DF7" w:rsidP="00354DF7">
      <w:pPr>
        <w:tabs>
          <w:tab w:val="left" w:pos="6195"/>
        </w:tabs>
      </w:pPr>
      <w:r>
        <w:t>309.2806</w:t>
      </w:r>
      <w:r>
        <w:tab/>
        <w:t>2.405e0</w:t>
      </w:r>
    </w:p>
    <w:p w:rsidR="00354DF7" w:rsidRDefault="00354DF7" w:rsidP="00354DF7">
      <w:pPr>
        <w:tabs>
          <w:tab w:val="left" w:pos="6195"/>
        </w:tabs>
      </w:pPr>
      <w:r>
        <w:t>309.2842</w:t>
      </w:r>
      <w:r>
        <w:tab/>
        <w:t>3.098e0</w:t>
      </w:r>
    </w:p>
    <w:p w:rsidR="00354DF7" w:rsidRDefault="00354DF7" w:rsidP="00354DF7">
      <w:pPr>
        <w:tabs>
          <w:tab w:val="left" w:pos="6195"/>
        </w:tabs>
      </w:pPr>
      <w:r>
        <w:t>309.2863</w:t>
      </w:r>
      <w:r>
        <w:tab/>
        <w:t>1.680e0</w:t>
      </w:r>
    </w:p>
    <w:p w:rsidR="00354DF7" w:rsidRDefault="00354DF7" w:rsidP="00354DF7">
      <w:pPr>
        <w:tabs>
          <w:tab w:val="left" w:pos="6195"/>
        </w:tabs>
      </w:pPr>
      <w:r>
        <w:t>309.2913</w:t>
      </w:r>
      <w:r>
        <w:tab/>
        <w:t>1.743e0</w:t>
      </w:r>
    </w:p>
    <w:p w:rsidR="00354DF7" w:rsidRDefault="00354DF7" w:rsidP="00354DF7">
      <w:pPr>
        <w:tabs>
          <w:tab w:val="left" w:pos="6195"/>
        </w:tabs>
      </w:pPr>
      <w:r>
        <w:t>309.3111</w:t>
      </w:r>
      <w:r>
        <w:tab/>
        <w:t>1.725e0</w:t>
      </w:r>
    </w:p>
    <w:p w:rsidR="00354DF7" w:rsidRDefault="00354DF7" w:rsidP="00354DF7">
      <w:pPr>
        <w:tabs>
          <w:tab w:val="left" w:pos="6195"/>
        </w:tabs>
      </w:pPr>
      <w:r>
        <w:t>309.3281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309.3349</w:t>
      </w:r>
      <w:r>
        <w:tab/>
        <w:t>3.125e0</w:t>
      </w:r>
    </w:p>
    <w:p w:rsidR="00354DF7" w:rsidRDefault="00354DF7" w:rsidP="00354DF7">
      <w:pPr>
        <w:tabs>
          <w:tab w:val="left" w:pos="6195"/>
        </w:tabs>
      </w:pPr>
      <w:r>
        <w:t>309.3517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309.3561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309.3586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309.3756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309.3996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309.4169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309.4298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309.4501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309.4602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309.4639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309.4667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309.4683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309.4923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309.5052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309.5078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309.5205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309.5288</w:t>
      </w:r>
      <w:r>
        <w:tab/>
        <w:t>4.607e0</w:t>
      </w:r>
    </w:p>
    <w:p w:rsidR="00354DF7" w:rsidRDefault="00354DF7" w:rsidP="00354DF7">
      <w:pPr>
        <w:tabs>
          <w:tab w:val="left" w:pos="6195"/>
        </w:tabs>
      </w:pPr>
      <w:r>
        <w:t>309.5480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309.5684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309.5724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309.5851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309.6019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309.6085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309.6245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309.6325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309.6414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309.6526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309.6684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309.6751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309.6845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309.6976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309.7038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309.7257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309.7307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309.7531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309.7686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309.7928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309.7946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309.7964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309.8047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309.8299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309.8328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309.8565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309.8589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309.8718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309.8765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309.8942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309.9025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309.9050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309.9251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309.9324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309.9650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309.9670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309.9850</w:t>
      </w:r>
      <w:r>
        <w:tab/>
        <w:t>2.964e0</w:t>
      </w:r>
    </w:p>
    <w:p w:rsidR="00354DF7" w:rsidRDefault="00354DF7" w:rsidP="00354DF7">
      <w:pPr>
        <w:tabs>
          <w:tab w:val="left" w:pos="6195"/>
        </w:tabs>
      </w:pPr>
      <w:r>
        <w:t>310.0026</w:t>
      </w:r>
      <w:r>
        <w:tab/>
        <w:t>5.046e0</w:t>
      </w:r>
    </w:p>
    <w:p w:rsidR="00354DF7" w:rsidRDefault="00354DF7" w:rsidP="00354DF7">
      <w:pPr>
        <w:tabs>
          <w:tab w:val="left" w:pos="6195"/>
        </w:tabs>
      </w:pPr>
      <w:r>
        <w:t>310.0041</w:t>
      </w:r>
      <w:r>
        <w:tab/>
        <w:t>1.514e0</w:t>
      </w:r>
    </w:p>
    <w:p w:rsidR="00354DF7" w:rsidRDefault="00354DF7" w:rsidP="00354DF7">
      <w:pPr>
        <w:tabs>
          <w:tab w:val="left" w:pos="6195"/>
        </w:tabs>
      </w:pPr>
      <w:r>
        <w:t>310.0304</w:t>
      </w:r>
      <w:r>
        <w:tab/>
        <w:t>4.241e0</w:t>
      </w:r>
    </w:p>
    <w:p w:rsidR="00354DF7" w:rsidRDefault="00354DF7" w:rsidP="00354DF7">
      <w:pPr>
        <w:tabs>
          <w:tab w:val="left" w:pos="6195"/>
        </w:tabs>
      </w:pPr>
      <w:r>
        <w:t>310.0514</w:t>
      </w:r>
      <w:r>
        <w:tab/>
        <w:t>2.493e0</w:t>
      </w:r>
    </w:p>
    <w:p w:rsidR="00354DF7" w:rsidRDefault="00354DF7" w:rsidP="00354DF7">
      <w:pPr>
        <w:tabs>
          <w:tab w:val="left" w:pos="6195"/>
        </w:tabs>
      </w:pPr>
      <w:r>
        <w:t>310.0534</w:t>
      </w:r>
      <w:r>
        <w:tab/>
        <w:t>2.043e0</w:t>
      </w:r>
    </w:p>
    <w:p w:rsidR="00354DF7" w:rsidRDefault="00354DF7" w:rsidP="00354DF7">
      <w:pPr>
        <w:tabs>
          <w:tab w:val="left" w:pos="6195"/>
        </w:tabs>
      </w:pPr>
      <w:r>
        <w:t>310.0731</w:t>
      </w:r>
      <w:r>
        <w:tab/>
        <w:t>2.463e0</w:t>
      </w:r>
    </w:p>
    <w:p w:rsidR="00354DF7" w:rsidRDefault="00354DF7" w:rsidP="00354DF7">
      <w:pPr>
        <w:tabs>
          <w:tab w:val="left" w:pos="6195"/>
        </w:tabs>
      </w:pPr>
      <w:r>
        <w:t>310.0805</w:t>
      </w:r>
      <w:r>
        <w:tab/>
        <w:t>1.270e0</w:t>
      </w:r>
    </w:p>
    <w:p w:rsidR="00354DF7" w:rsidRDefault="00354DF7" w:rsidP="00354DF7">
      <w:pPr>
        <w:tabs>
          <w:tab w:val="left" w:pos="6195"/>
        </w:tabs>
      </w:pPr>
      <w:r>
        <w:lastRenderedPageBreak/>
        <w:t>310.1049</w:t>
      </w:r>
      <w:r>
        <w:tab/>
        <w:t>1.776e0</w:t>
      </w:r>
    </w:p>
    <w:p w:rsidR="00354DF7" w:rsidRDefault="00354DF7" w:rsidP="00354DF7">
      <w:pPr>
        <w:tabs>
          <w:tab w:val="left" w:pos="6195"/>
        </w:tabs>
      </w:pPr>
      <w:r>
        <w:t>310.1098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310.1247</w:t>
      </w:r>
      <w:r>
        <w:tab/>
        <w:t>1.020e0</w:t>
      </w:r>
    </w:p>
    <w:p w:rsidR="00354DF7" w:rsidRDefault="00354DF7" w:rsidP="00354DF7">
      <w:pPr>
        <w:tabs>
          <w:tab w:val="left" w:pos="6195"/>
        </w:tabs>
      </w:pPr>
      <w:r>
        <w:t>310.1311</w:t>
      </w:r>
      <w:r>
        <w:tab/>
        <w:t>1.655e0</w:t>
      </w:r>
    </w:p>
    <w:p w:rsidR="00354DF7" w:rsidRDefault="00354DF7" w:rsidP="00354DF7">
      <w:pPr>
        <w:tabs>
          <w:tab w:val="left" w:pos="6195"/>
        </w:tabs>
      </w:pPr>
      <w:r>
        <w:t>310.1387</w:t>
      </w:r>
      <w:r>
        <w:tab/>
        <w:t>4.144e0</w:t>
      </w:r>
    </w:p>
    <w:p w:rsidR="00354DF7" w:rsidRDefault="00354DF7" w:rsidP="00354DF7">
      <w:pPr>
        <w:tabs>
          <w:tab w:val="left" w:pos="6195"/>
        </w:tabs>
      </w:pPr>
      <w:r>
        <w:t>310.1416</w:t>
      </w:r>
      <w:r>
        <w:tab/>
        <w:t>1.560e0</w:t>
      </w:r>
    </w:p>
    <w:p w:rsidR="00354DF7" w:rsidRDefault="00354DF7" w:rsidP="00354DF7">
      <w:pPr>
        <w:tabs>
          <w:tab w:val="left" w:pos="6195"/>
        </w:tabs>
      </w:pPr>
      <w:r>
        <w:t>310.1452</w:t>
      </w:r>
      <w:r>
        <w:tab/>
        <w:t>3.041e0</w:t>
      </w:r>
    </w:p>
    <w:p w:rsidR="00354DF7" w:rsidRDefault="00354DF7" w:rsidP="00354DF7">
      <w:pPr>
        <w:tabs>
          <w:tab w:val="left" w:pos="6195"/>
        </w:tabs>
      </w:pPr>
      <w:r>
        <w:t>310.1699</w:t>
      </w:r>
      <w:r>
        <w:tab/>
        <w:t>4.544e0</w:t>
      </w:r>
    </w:p>
    <w:p w:rsidR="00354DF7" w:rsidRDefault="00354DF7" w:rsidP="00354DF7">
      <w:pPr>
        <w:tabs>
          <w:tab w:val="left" w:pos="6195"/>
        </w:tabs>
      </w:pPr>
      <w:r>
        <w:t>310.1737</w:t>
      </w:r>
      <w:r>
        <w:tab/>
        <w:t>2.626e0</w:t>
      </w:r>
    </w:p>
    <w:p w:rsidR="00354DF7" w:rsidRDefault="00354DF7" w:rsidP="00354DF7">
      <w:pPr>
        <w:tabs>
          <w:tab w:val="left" w:pos="6195"/>
        </w:tabs>
      </w:pPr>
      <w:r>
        <w:t>310.1764</w:t>
      </w:r>
      <w:r>
        <w:tab/>
        <w:t>2.892e0</w:t>
      </w:r>
    </w:p>
    <w:p w:rsidR="00354DF7" w:rsidRDefault="00354DF7" w:rsidP="00354DF7">
      <w:pPr>
        <w:tabs>
          <w:tab w:val="left" w:pos="6195"/>
        </w:tabs>
      </w:pPr>
      <w:r>
        <w:t>310.1956</w:t>
      </w:r>
      <w:r>
        <w:tab/>
        <w:t>2.041e0</w:t>
      </w:r>
    </w:p>
    <w:p w:rsidR="00354DF7" w:rsidRDefault="00354DF7" w:rsidP="00354DF7">
      <w:pPr>
        <w:tabs>
          <w:tab w:val="left" w:pos="6195"/>
        </w:tabs>
      </w:pPr>
      <w:r>
        <w:t>310.2268</w:t>
      </w:r>
      <w:r>
        <w:tab/>
        <w:t>4.735e0</w:t>
      </w:r>
    </w:p>
    <w:p w:rsidR="00354DF7" w:rsidRDefault="00354DF7" w:rsidP="00354DF7">
      <w:pPr>
        <w:tabs>
          <w:tab w:val="left" w:pos="6195"/>
        </w:tabs>
      </w:pPr>
      <w:r>
        <w:t>310.2307</w:t>
      </w:r>
      <w:r>
        <w:tab/>
        <w:t>2.279e0</w:t>
      </w:r>
    </w:p>
    <w:p w:rsidR="00354DF7" w:rsidRDefault="00354DF7" w:rsidP="00354DF7">
      <w:pPr>
        <w:tabs>
          <w:tab w:val="left" w:pos="6195"/>
        </w:tabs>
      </w:pPr>
      <w:r>
        <w:t>310.2331</w:t>
      </w:r>
      <w:r>
        <w:tab/>
        <w:t>2.681e0</w:t>
      </w:r>
    </w:p>
    <w:p w:rsidR="00354DF7" w:rsidRDefault="00354DF7" w:rsidP="00354DF7">
      <w:pPr>
        <w:tabs>
          <w:tab w:val="left" w:pos="6195"/>
        </w:tabs>
      </w:pPr>
      <w:r>
        <w:t>310.2361</w:t>
      </w:r>
      <w:r>
        <w:tab/>
        <w:t>2.428e0</w:t>
      </w:r>
    </w:p>
    <w:p w:rsidR="00354DF7" w:rsidRDefault="00354DF7" w:rsidP="00354DF7">
      <w:pPr>
        <w:tabs>
          <w:tab w:val="left" w:pos="6195"/>
        </w:tabs>
      </w:pPr>
      <w:r>
        <w:t>310.2692</w:t>
      </w:r>
      <w:r>
        <w:tab/>
        <w:t>2.614e0</w:t>
      </w:r>
    </w:p>
    <w:p w:rsidR="00354DF7" w:rsidRDefault="00354DF7" w:rsidP="00354DF7">
      <w:pPr>
        <w:tabs>
          <w:tab w:val="left" w:pos="6195"/>
        </w:tabs>
      </w:pPr>
      <w:r>
        <w:t>310.2984</w:t>
      </w:r>
      <w:r>
        <w:tab/>
        <w:t>3.904e0</w:t>
      </w:r>
    </w:p>
    <w:p w:rsidR="00354DF7" w:rsidRDefault="00354DF7" w:rsidP="00354DF7">
      <w:pPr>
        <w:tabs>
          <w:tab w:val="left" w:pos="6195"/>
        </w:tabs>
      </w:pPr>
      <w:r>
        <w:t>310.3078</w:t>
      </w:r>
      <w:r>
        <w:tab/>
        <w:t>2.888e0</w:t>
      </w:r>
    </w:p>
    <w:p w:rsidR="00354DF7" w:rsidRDefault="00354DF7" w:rsidP="00354DF7">
      <w:pPr>
        <w:tabs>
          <w:tab w:val="left" w:pos="6195"/>
        </w:tabs>
      </w:pPr>
      <w:r>
        <w:t>310.3143</w:t>
      </w:r>
      <w:r>
        <w:tab/>
        <w:t>1.969e0</w:t>
      </w:r>
    </w:p>
    <w:p w:rsidR="00354DF7" w:rsidRDefault="00354DF7" w:rsidP="00354DF7">
      <w:pPr>
        <w:tabs>
          <w:tab w:val="left" w:pos="6195"/>
        </w:tabs>
      </w:pPr>
      <w:r>
        <w:lastRenderedPageBreak/>
        <w:t>310.3237</w:t>
      </w:r>
      <w:r>
        <w:tab/>
        <w:t>7.207e0</w:t>
      </w:r>
    </w:p>
    <w:p w:rsidR="00354DF7" w:rsidRDefault="00354DF7" w:rsidP="00354DF7">
      <w:pPr>
        <w:tabs>
          <w:tab w:val="left" w:pos="6195"/>
        </w:tabs>
      </w:pPr>
      <w:r>
        <w:t>310.3366</w:t>
      </w:r>
      <w:r>
        <w:tab/>
        <w:t>5.323e0</w:t>
      </w:r>
    </w:p>
    <w:p w:rsidR="00354DF7" w:rsidRDefault="00354DF7" w:rsidP="00354DF7">
      <w:pPr>
        <w:tabs>
          <w:tab w:val="left" w:pos="6195"/>
        </w:tabs>
      </w:pPr>
      <w:r>
        <w:t>310.3415</w:t>
      </w:r>
      <w:r>
        <w:tab/>
        <w:t>1.818e0</w:t>
      </w:r>
    </w:p>
    <w:p w:rsidR="00354DF7" w:rsidRDefault="00354DF7" w:rsidP="00354DF7">
      <w:pPr>
        <w:tabs>
          <w:tab w:val="left" w:pos="6195"/>
        </w:tabs>
      </w:pPr>
      <w:r>
        <w:t>310.3437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310.3666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310.4000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310.4254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310.4276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310.4622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310.4701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310.4721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310.4736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310.4932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310.5078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310.5403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310.5543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310.5570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310.5581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310.5659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310.5743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310.5862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310.5974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310.5999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310.6104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310.6310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310.6321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310.6454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310.6624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310.6644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310.6819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310.6913</w:t>
      </w:r>
      <w:r>
        <w:tab/>
        <w:t>4.387e0</w:t>
      </w:r>
    </w:p>
    <w:p w:rsidR="00354DF7" w:rsidRDefault="00354DF7" w:rsidP="00354DF7">
      <w:pPr>
        <w:tabs>
          <w:tab w:val="left" w:pos="6195"/>
        </w:tabs>
      </w:pPr>
      <w:r>
        <w:t>310.7010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310.7069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310.7186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310.7253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310.7282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310.7397</w:t>
      </w:r>
      <w:r>
        <w:tab/>
        <w:t>1.324e0</w:t>
      </w:r>
    </w:p>
    <w:p w:rsidR="00354DF7" w:rsidRDefault="00354DF7" w:rsidP="00354DF7">
      <w:pPr>
        <w:tabs>
          <w:tab w:val="left" w:pos="6195"/>
        </w:tabs>
      </w:pPr>
      <w:r>
        <w:t>310.7467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310.7747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310.7833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310.7905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310.7959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310.8024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310.8171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310.8345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310.8510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310.8610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310.8629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310.8914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310.9064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310.9176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310.9261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310.9304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310.9328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310.9543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310.9584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310.9802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310.9908</w:t>
      </w:r>
      <w:r>
        <w:tab/>
        <w:t>1.771e0</w:t>
      </w:r>
    </w:p>
    <w:p w:rsidR="00354DF7" w:rsidRDefault="00354DF7" w:rsidP="00354DF7">
      <w:pPr>
        <w:tabs>
          <w:tab w:val="left" w:pos="6195"/>
        </w:tabs>
      </w:pPr>
      <w:r>
        <w:t>310.9958</w:t>
      </w:r>
      <w:r>
        <w:tab/>
        <w:t>4.580e0</w:t>
      </w:r>
    </w:p>
    <w:p w:rsidR="00354DF7" w:rsidRDefault="00354DF7" w:rsidP="00354DF7">
      <w:pPr>
        <w:tabs>
          <w:tab w:val="left" w:pos="6195"/>
        </w:tabs>
      </w:pPr>
      <w:r>
        <w:t>311.0132</w:t>
      </w:r>
      <w:r>
        <w:tab/>
        <w:t>5.971e0</w:t>
      </w:r>
    </w:p>
    <w:p w:rsidR="00354DF7" w:rsidRDefault="00354DF7" w:rsidP="00354DF7">
      <w:pPr>
        <w:tabs>
          <w:tab w:val="left" w:pos="6195"/>
        </w:tabs>
      </w:pPr>
      <w:r>
        <w:t>311.0392</w:t>
      </w:r>
      <w:r>
        <w:tab/>
        <w:t>1.166e0</w:t>
      </w:r>
    </w:p>
    <w:p w:rsidR="00354DF7" w:rsidRDefault="00354DF7" w:rsidP="00354DF7">
      <w:pPr>
        <w:tabs>
          <w:tab w:val="left" w:pos="6195"/>
        </w:tabs>
      </w:pPr>
      <w:r>
        <w:t>311.0465</w:t>
      </w:r>
      <w:r>
        <w:tab/>
        <w:t>5.966e0</w:t>
      </w:r>
    </w:p>
    <w:p w:rsidR="00354DF7" w:rsidRDefault="00354DF7" w:rsidP="00354DF7">
      <w:pPr>
        <w:tabs>
          <w:tab w:val="left" w:pos="6195"/>
        </w:tabs>
      </w:pPr>
      <w:r>
        <w:t>311.0489</w:t>
      </w:r>
      <w:r>
        <w:tab/>
        <w:t>2.040e0</w:t>
      </w:r>
    </w:p>
    <w:p w:rsidR="00354DF7" w:rsidRDefault="00354DF7" w:rsidP="00354DF7">
      <w:pPr>
        <w:tabs>
          <w:tab w:val="left" w:pos="6195"/>
        </w:tabs>
      </w:pPr>
      <w:r>
        <w:t>311.0553</w:t>
      </w:r>
      <w:r>
        <w:tab/>
        <w:t>6.697e0</w:t>
      </w:r>
    </w:p>
    <w:p w:rsidR="00354DF7" w:rsidRDefault="00354DF7" w:rsidP="00354DF7">
      <w:pPr>
        <w:tabs>
          <w:tab w:val="left" w:pos="6195"/>
        </w:tabs>
      </w:pPr>
      <w:r>
        <w:t>311.0763</w:t>
      </w:r>
      <w:r>
        <w:tab/>
        <w:t>2.047e0</w:t>
      </w:r>
    </w:p>
    <w:p w:rsidR="00354DF7" w:rsidRDefault="00354DF7" w:rsidP="00354DF7">
      <w:pPr>
        <w:tabs>
          <w:tab w:val="left" w:pos="6195"/>
        </w:tabs>
      </w:pPr>
      <w:r>
        <w:t>311.0947</w:t>
      </w:r>
      <w:r>
        <w:tab/>
        <w:t>3.355e0</w:t>
      </w:r>
    </w:p>
    <w:p w:rsidR="00354DF7" w:rsidRDefault="00354DF7" w:rsidP="00354DF7">
      <w:pPr>
        <w:tabs>
          <w:tab w:val="left" w:pos="6195"/>
        </w:tabs>
      </w:pPr>
      <w:r>
        <w:t>311.1024</w:t>
      </w:r>
      <w:r>
        <w:tab/>
        <w:t>2.830e0</w:t>
      </w:r>
    </w:p>
    <w:p w:rsidR="00354DF7" w:rsidRDefault="00354DF7" w:rsidP="00354DF7">
      <w:pPr>
        <w:tabs>
          <w:tab w:val="left" w:pos="6195"/>
        </w:tabs>
      </w:pPr>
      <w:r>
        <w:t>311.1078</w:t>
      </w:r>
      <w:r>
        <w:tab/>
        <w:t>7.350e0</w:t>
      </w:r>
    </w:p>
    <w:p w:rsidR="00354DF7" w:rsidRDefault="00354DF7" w:rsidP="00354DF7">
      <w:pPr>
        <w:tabs>
          <w:tab w:val="left" w:pos="6195"/>
        </w:tabs>
      </w:pPr>
      <w:r>
        <w:t>311.1143</w:t>
      </w:r>
      <w:r>
        <w:tab/>
        <w:t>1.222e0</w:t>
      </w:r>
    </w:p>
    <w:p w:rsidR="00354DF7" w:rsidRDefault="00354DF7" w:rsidP="00354DF7">
      <w:pPr>
        <w:tabs>
          <w:tab w:val="left" w:pos="6195"/>
        </w:tabs>
      </w:pPr>
      <w:r>
        <w:t>311.1195</w:t>
      </w:r>
      <w:r>
        <w:tab/>
        <w:t>2.897e0</w:t>
      </w:r>
    </w:p>
    <w:p w:rsidR="00354DF7" w:rsidRDefault="00354DF7" w:rsidP="00354DF7">
      <w:pPr>
        <w:tabs>
          <w:tab w:val="left" w:pos="6195"/>
        </w:tabs>
      </w:pPr>
      <w:r>
        <w:t>311.1328</w:t>
      </w:r>
      <w:r>
        <w:tab/>
        <w:t>3.474e0</w:t>
      </w:r>
    </w:p>
    <w:p w:rsidR="00354DF7" w:rsidRDefault="00354DF7" w:rsidP="00354DF7">
      <w:pPr>
        <w:tabs>
          <w:tab w:val="left" w:pos="6195"/>
        </w:tabs>
      </w:pPr>
      <w:r>
        <w:t>311.1547</w:t>
      </w:r>
      <w:r>
        <w:tab/>
        <w:t>3.225e0</w:t>
      </w:r>
    </w:p>
    <w:p w:rsidR="00354DF7" w:rsidRDefault="00354DF7" w:rsidP="00354DF7">
      <w:pPr>
        <w:tabs>
          <w:tab w:val="left" w:pos="6195"/>
        </w:tabs>
      </w:pPr>
      <w:r>
        <w:t>311.1658</w:t>
      </w:r>
      <w:r>
        <w:tab/>
        <w:t>2.838e0</w:t>
      </w:r>
    </w:p>
    <w:p w:rsidR="00354DF7" w:rsidRDefault="00354DF7" w:rsidP="00354DF7">
      <w:pPr>
        <w:tabs>
          <w:tab w:val="left" w:pos="6195"/>
        </w:tabs>
      </w:pPr>
      <w:r>
        <w:t>311.1754</w:t>
      </w:r>
      <w:r>
        <w:tab/>
        <w:t>2.664e0</w:t>
      </w:r>
    </w:p>
    <w:p w:rsidR="00354DF7" w:rsidRDefault="00354DF7" w:rsidP="00354DF7">
      <w:pPr>
        <w:tabs>
          <w:tab w:val="left" w:pos="6195"/>
        </w:tabs>
      </w:pPr>
      <w:r>
        <w:t>311.1802</w:t>
      </w:r>
      <w:r>
        <w:tab/>
        <w:t>2.804e0</w:t>
      </w:r>
    </w:p>
    <w:p w:rsidR="00354DF7" w:rsidRDefault="00354DF7" w:rsidP="00354DF7">
      <w:pPr>
        <w:tabs>
          <w:tab w:val="left" w:pos="6195"/>
        </w:tabs>
      </w:pPr>
      <w:r>
        <w:t>311.1970</w:t>
      </w:r>
      <w:r>
        <w:tab/>
        <w:t>4.878e0</w:t>
      </w:r>
    </w:p>
    <w:p w:rsidR="00354DF7" w:rsidRDefault="00354DF7" w:rsidP="00354DF7">
      <w:pPr>
        <w:tabs>
          <w:tab w:val="left" w:pos="6195"/>
        </w:tabs>
      </w:pPr>
      <w:r>
        <w:lastRenderedPageBreak/>
        <w:t>311.2049</w:t>
      </w:r>
      <w:r>
        <w:tab/>
        <w:t>4.275e0</w:t>
      </w:r>
    </w:p>
    <w:p w:rsidR="00354DF7" w:rsidRDefault="00354DF7" w:rsidP="00354DF7">
      <w:pPr>
        <w:tabs>
          <w:tab w:val="left" w:pos="6195"/>
        </w:tabs>
      </w:pPr>
      <w:r>
        <w:t>311.2223</w:t>
      </w:r>
      <w:r>
        <w:tab/>
        <w:t>1.942e0</w:t>
      </w:r>
    </w:p>
    <w:p w:rsidR="00354DF7" w:rsidRDefault="00354DF7" w:rsidP="00354DF7">
      <w:pPr>
        <w:tabs>
          <w:tab w:val="left" w:pos="6195"/>
        </w:tabs>
      </w:pPr>
      <w:r>
        <w:t>311.2244</w:t>
      </w:r>
      <w:r>
        <w:tab/>
        <w:t>3.746e0</w:t>
      </w:r>
    </w:p>
    <w:p w:rsidR="00354DF7" w:rsidRDefault="00354DF7" w:rsidP="00354DF7">
      <w:pPr>
        <w:tabs>
          <w:tab w:val="left" w:pos="6195"/>
        </w:tabs>
      </w:pPr>
      <w:r>
        <w:t>311.2267</w:t>
      </w:r>
      <w:r>
        <w:tab/>
        <w:t>3.151e0</w:t>
      </w:r>
    </w:p>
    <w:p w:rsidR="00354DF7" w:rsidRDefault="00354DF7" w:rsidP="00354DF7">
      <w:pPr>
        <w:tabs>
          <w:tab w:val="left" w:pos="6195"/>
        </w:tabs>
      </w:pPr>
      <w:r>
        <w:t>311.2479</w:t>
      </w:r>
      <w:r>
        <w:tab/>
        <w:t>3.350e0</w:t>
      </w:r>
    </w:p>
    <w:p w:rsidR="00354DF7" w:rsidRDefault="00354DF7" w:rsidP="00354DF7">
      <w:pPr>
        <w:tabs>
          <w:tab w:val="left" w:pos="6195"/>
        </w:tabs>
      </w:pPr>
      <w:r>
        <w:t>311.2644</w:t>
      </w:r>
      <w:r>
        <w:tab/>
        <w:t>2.823e0</w:t>
      </w:r>
    </w:p>
    <w:p w:rsidR="00354DF7" w:rsidRDefault="00354DF7" w:rsidP="00354DF7">
      <w:pPr>
        <w:tabs>
          <w:tab w:val="left" w:pos="6195"/>
        </w:tabs>
      </w:pPr>
      <w:r>
        <w:t>311.2660</w:t>
      </w:r>
      <w:r>
        <w:tab/>
        <w:t>2.505e0</w:t>
      </w:r>
    </w:p>
    <w:p w:rsidR="00354DF7" w:rsidRDefault="00354DF7" w:rsidP="00354DF7">
      <w:pPr>
        <w:tabs>
          <w:tab w:val="left" w:pos="6195"/>
        </w:tabs>
      </w:pPr>
      <w:r>
        <w:t>311.2973</w:t>
      </w:r>
      <w:r>
        <w:tab/>
        <w:t>6.205e0</w:t>
      </w:r>
    </w:p>
    <w:p w:rsidR="00354DF7" w:rsidRDefault="00354DF7" w:rsidP="00354DF7">
      <w:pPr>
        <w:tabs>
          <w:tab w:val="left" w:pos="6195"/>
        </w:tabs>
      </w:pPr>
      <w:r>
        <w:t>311.3209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311.3562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311.3636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311.3740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311.3803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311.4037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311.4120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311.4229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311.4405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311.4424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311.4468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311.4484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311.4722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311.4879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311.5053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311.5138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311.5207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311.5284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311.5448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311.5547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311.5566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311.5674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311.5768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311.5895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311.6003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311.6174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311.6313</w:t>
      </w:r>
      <w:r>
        <w:tab/>
        <w:t>4.073e0</w:t>
      </w:r>
    </w:p>
    <w:p w:rsidR="00354DF7" w:rsidRDefault="00354DF7" w:rsidP="00354DF7">
      <w:pPr>
        <w:tabs>
          <w:tab w:val="left" w:pos="6195"/>
        </w:tabs>
      </w:pPr>
      <w:r>
        <w:t>311.6456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311.6471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311.6643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311.6852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311.6889</w:t>
      </w:r>
      <w:r>
        <w:tab/>
        <w:t>3.100e0</w:t>
      </w:r>
    </w:p>
    <w:p w:rsidR="00354DF7" w:rsidRDefault="00354DF7" w:rsidP="00354DF7">
      <w:pPr>
        <w:tabs>
          <w:tab w:val="left" w:pos="6195"/>
        </w:tabs>
      </w:pPr>
      <w:r>
        <w:t>311.6933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311.7173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311.7251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311.7368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311.7494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311.7536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311.7723</w:t>
      </w:r>
      <w:r>
        <w:tab/>
        <w:t>4.175e0</w:t>
      </w:r>
    </w:p>
    <w:p w:rsidR="00354DF7" w:rsidRDefault="00354DF7" w:rsidP="00354DF7">
      <w:pPr>
        <w:tabs>
          <w:tab w:val="left" w:pos="6195"/>
        </w:tabs>
      </w:pPr>
      <w:r>
        <w:t>311.7772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311.8442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311.8532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311.8570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311.8779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311.8893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311.8951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311.9150</w:t>
      </w:r>
      <w:r>
        <w:tab/>
        <w:t>4.255e0</w:t>
      </w:r>
    </w:p>
    <w:p w:rsidR="00354DF7" w:rsidRDefault="00354DF7" w:rsidP="00354DF7">
      <w:pPr>
        <w:tabs>
          <w:tab w:val="left" w:pos="6195"/>
        </w:tabs>
      </w:pPr>
      <w:r>
        <w:t>311.9294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311.9330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311.9340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311.9416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311.9449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311.9620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311.9988</w:t>
      </w:r>
      <w:r>
        <w:tab/>
        <w:t>2.852e0</w:t>
      </w:r>
    </w:p>
    <w:p w:rsidR="00354DF7" w:rsidRDefault="00354DF7" w:rsidP="00354DF7">
      <w:pPr>
        <w:tabs>
          <w:tab w:val="left" w:pos="6195"/>
        </w:tabs>
      </w:pPr>
      <w:r>
        <w:t>312.0007</w:t>
      </w:r>
      <w:r>
        <w:tab/>
        <w:t>2.011e0</w:t>
      </w:r>
    </w:p>
    <w:p w:rsidR="00354DF7" w:rsidRDefault="00354DF7" w:rsidP="00354DF7">
      <w:pPr>
        <w:tabs>
          <w:tab w:val="left" w:pos="6195"/>
        </w:tabs>
      </w:pPr>
      <w:r>
        <w:t>312.0034</w:t>
      </w:r>
      <w:r>
        <w:tab/>
        <w:t>4.552e0</w:t>
      </w:r>
    </w:p>
    <w:p w:rsidR="00354DF7" w:rsidRDefault="00354DF7" w:rsidP="00354DF7">
      <w:pPr>
        <w:tabs>
          <w:tab w:val="left" w:pos="6195"/>
        </w:tabs>
      </w:pPr>
      <w:r>
        <w:t>312.0057</w:t>
      </w:r>
      <w:r>
        <w:tab/>
        <w:t>1.764e0</w:t>
      </w:r>
    </w:p>
    <w:p w:rsidR="00354DF7" w:rsidRDefault="00354DF7" w:rsidP="00354DF7">
      <w:pPr>
        <w:tabs>
          <w:tab w:val="left" w:pos="6195"/>
        </w:tabs>
      </w:pPr>
      <w:r>
        <w:t>312.0140</w:t>
      </w:r>
      <w:r>
        <w:tab/>
        <w:t>3.205e0</w:t>
      </w:r>
    </w:p>
    <w:p w:rsidR="00354DF7" w:rsidRDefault="00354DF7" w:rsidP="00354DF7">
      <w:pPr>
        <w:tabs>
          <w:tab w:val="left" w:pos="6195"/>
        </w:tabs>
      </w:pPr>
      <w:r>
        <w:t>312.0168</w:t>
      </w:r>
      <w:r>
        <w:tab/>
        <w:t>2.095e0</w:t>
      </w:r>
    </w:p>
    <w:p w:rsidR="00354DF7" w:rsidRDefault="00354DF7" w:rsidP="00354DF7">
      <w:pPr>
        <w:tabs>
          <w:tab w:val="left" w:pos="6195"/>
        </w:tabs>
      </w:pPr>
      <w:r>
        <w:t>312.0378</w:t>
      </w:r>
      <w:r>
        <w:tab/>
        <w:t>4.806e0</w:t>
      </w:r>
    </w:p>
    <w:p w:rsidR="00354DF7" w:rsidRDefault="00354DF7" w:rsidP="00354DF7">
      <w:pPr>
        <w:tabs>
          <w:tab w:val="left" w:pos="6195"/>
        </w:tabs>
      </w:pPr>
      <w:r>
        <w:t>312.0439</w:t>
      </w:r>
      <w:r>
        <w:tab/>
        <w:t>2.363e0</w:t>
      </w:r>
    </w:p>
    <w:p w:rsidR="00354DF7" w:rsidRDefault="00354DF7" w:rsidP="00354DF7">
      <w:pPr>
        <w:tabs>
          <w:tab w:val="left" w:pos="6195"/>
        </w:tabs>
      </w:pPr>
      <w:r>
        <w:t>312.0508</w:t>
      </w:r>
      <w:r>
        <w:tab/>
        <w:t>3.806e0</w:t>
      </w:r>
    </w:p>
    <w:p w:rsidR="00354DF7" w:rsidRDefault="00354DF7" w:rsidP="00354DF7">
      <w:pPr>
        <w:tabs>
          <w:tab w:val="left" w:pos="6195"/>
        </w:tabs>
      </w:pPr>
      <w:r>
        <w:t>312.0629</w:t>
      </w:r>
      <w:r>
        <w:tab/>
        <w:t>6.365e0</w:t>
      </w:r>
    </w:p>
    <w:p w:rsidR="00354DF7" w:rsidRDefault="00354DF7" w:rsidP="00354DF7">
      <w:pPr>
        <w:tabs>
          <w:tab w:val="left" w:pos="6195"/>
        </w:tabs>
      </w:pPr>
      <w:r>
        <w:t>312.0730</w:t>
      </w:r>
      <w:r>
        <w:tab/>
        <w:t>1.081e0</w:t>
      </w:r>
    </w:p>
    <w:p w:rsidR="00354DF7" w:rsidRDefault="00354DF7" w:rsidP="00354DF7">
      <w:pPr>
        <w:tabs>
          <w:tab w:val="left" w:pos="6195"/>
        </w:tabs>
      </w:pPr>
      <w:r>
        <w:t>312.0851</w:t>
      </w:r>
      <w:r>
        <w:tab/>
        <w:t>3.718e0</w:t>
      </w:r>
    </w:p>
    <w:p w:rsidR="00354DF7" w:rsidRDefault="00354DF7" w:rsidP="00354DF7">
      <w:pPr>
        <w:tabs>
          <w:tab w:val="left" w:pos="6195"/>
        </w:tabs>
      </w:pPr>
      <w:r>
        <w:t>312.0910</w:t>
      </w:r>
      <w:r>
        <w:tab/>
        <w:t>3.163e0</w:t>
      </w:r>
    </w:p>
    <w:p w:rsidR="00354DF7" w:rsidRDefault="00354DF7" w:rsidP="00354DF7">
      <w:pPr>
        <w:tabs>
          <w:tab w:val="left" w:pos="6195"/>
        </w:tabs>
      </w:pPr>
      <w:r>
        <w:t>312.1098</w:t>
      </w:r>
      <w:r>
        <w:tab/>
        <w:t>1.776e0</w:t>
      </w:r>
    </w:p>
    <w:p w:rsidR="00354DF7" w:rsidRDefault="00354DF7" w:rsidP="00354DF7">
      <w:pPr>
        <w:tabs>
          <w:tab w:val="left" w:pos="6195"/>
        </w:tabs>
      </w:pPr>
      <w:r>
        <w:t>312.1130</w:t>
      </w:r>
      <w:r>
        <w:tab/>
        <w:t>3.910e0</w:t>
      </w:r>
    </w:p>
    <w:p w:rsidR="00354DF7" w:rsidRDefault="00354DF7" w:rsidP="00354DF7">
      <w:pPr>
        <w:tabs>
          <w:tab w:val="left" w:pos="6195"/>
        </w:tabs>
      </w:pPr>
      <w:r>
        <w:lastRenderedPageBreak/>
        <w:t>312.1300</w:t>
      </w:r>
      <w:r>
        <w:tab/>
        <w:t>4.078e0</w:t>
      </w:r>
    </w:p>
    <w:p w:rsidR="00354DF7" w:rsidRDefault="00354DF7" w:rsidP="00354DF7">
      <w:pPr>
        <w:tabs>
          <w:tab w:val="left" w:pos="6195"/>
        </w:tabs>
      </w:pPr>
      <w:r>
        <w:t>312.1311</w:t>
      </w:r>
      <w:r>
        <w:tab/>
        <w:t>2.385e0</w:t>
      </w:r>
    </w:p>
    <w:p w:rsidR="00354DF7" w:rsidRDefault="00354DF7" w:rsidP="00354DF7">
      <w:pPr>
        <w:tabs>
          <w:tab w:val="left" w:pos="6195"/>
        </w:tabs>
      </w:pPr>
      <w:r>
        <w:t>312.1626</w:t>
      </w:r>
      <w:r>
        <w:tab/>
        <w:t>2.690e0</w:t>
      </w:r>
    </w:p>
    <w:p w:rsidR="00354DF7" w:rsidRDefault="00354DF7" w:rsidP="00354DF7">
      <w:pPr>
        <w:tabs>
          <w:tab w:val="left" w:pos="6195"/>
        </w:tabs>
      </w:pPr>
      <w:r>
        <w:t>312.1666</w:t>
      </w:r>
      <w:r>
        <w:tab/>
        <w:t>3.976e0</w:t>
      </w:r>
    </w:p>
    <w:p w:rsidR="00354DF7" w:rsidRDefault="00354DF7" w:rsidP="00354DF7">
      <w:pPr>
        <w:tabs>
          <w:tab w:val="left" w:pos="6195"/>
        </w:tabs>
      </w:pPr>
      <w:r>
        <w:t>312.1678</w:t>
      </w:r>
      <w:r>
        <w:tab/>
        <w:t>4.132e0</w:t>
      </w:r>
    </w:p>
    <w:p w:rsidR="00354DF7" w:rsidRDefault="00354DF7" w:rsidP="00354DF7">
      <w:pPr>
        <w:tabs>
          <w:tab w:val="left" w:pos="6195"/>
        </w:tabs>
      </w:pPr>
      <w:r>
        <w:t>312.1721</w:t>
      </w:r>
      <w:r>
        <w:tab/>
        <w:t>9.184e0</w:t>
      </w:r>
    </w:p>
    <w:p w:rsidR="00354DF7" w:rsidRDefault="00354DF7" w:rsidP="00354DF7">
      <w:pPr>
        <w:tabs>
          <w:tab w:val="left" w:pos="6195"/>
        </w:tabs>
      </w:pPr>
      <w:r>
        <w:t>312.1924</w:t>
      </w:r>
      <w:r>
        <w:tab/>
        <w:t>6.890e0</w:t>
      </w:r>
    </w:p>
    <w:p w:rsidR="00354DF7" w:rsidRDefault="00354DF7" w:rsidP="00354DF7">
      <w:pPr>
        <w:tabs>
          <w:tab w:val="left" w:pos="6195"/>
        </w:tabs>
      </w:pPr>
      <w:r>
        <w:t>312.2085</w:t>
      </w:r>
      <w:r>
        <w:tab/>
        <w:t>1.971e0</w:t>
      </w:r>
    </w:p>
    <w:p w:rsidR="00354DF7" w:rsidRDefault="00354DF7" w:rsidP="00354DF7">
      <w:pPr>
        <w:tabs>
          <w:tab w:val="left" w:pos="6195"/>
        </w:tabs>
      </w:pPr>
      <w:r>
        <w:t>312.2146</w:t>
      </w:r>
      <w:r>
        <w:tab/>
        <w:t>1.257e0</w:t>
      </w:r>
    </w:p>
    <w:p w:rsidR="00354DF7" w:rsidRDefault="00354DF7" w:rsidP="00354DF7">
      <w:pPr>
        <w:tabs>
          <w:tab w:val="left" w:pos="6195"/>
        </w:tabs>
      </w:pPr>
      <w:r>
        <w:t>312.2229</w:t>
      </w:r>
      <w:r>
        <w:tab/>
        <w:t>2.155e0</w:t>
      </w:r>
    </w:p>
    <w:p w:rsidR="00354DF7" w:rsidRDefault="00354DF7" w:rsidP="00354DF7">
      <w:pPr>
        <w:tabs>
          <w:tab w:val="left" w:pos="6195"/>
        </w:tabs>
      </w:pPr>
      <w:r>
        <w:t>312.2240</w:t>
      </w:r>
      <w:r>
        <w:tab/>
        <w:t>1.117e0</w:t>
      </w:r>
    </w:p>
    <w:p w:rsidR="00354DF7" w:rsidRDefault="00354DF7" w:rsidP="00354DF7">
      <w:pPr>
        <w:tabs>
          <w:tab w:val="left" w:pos="6195"/>
        </w:tabs>
      </w:pPr>
      <w:r>
        <w:t>312.2310</w:t>
      </w:r>
      <w:r>
        <w:tab/>
        <w:t>5.061e0</w:t>
      </w:r>
    </w:p>
    <w:p w:rsidR="00354DF7" w:rsidRDefault="00354DF7" w:rsidP="00354DF7">
      <w:pPr>
        <w:tabs>
          <w:tab w:val="left" w:pos="6195"/>
        </w:tabs>
      </w:pPr>
      <w:r>
        <w:t>312.2577</w:t>
      </w:r>
      <w:r>
        <w:tab/>
        <w:t>1.032e0</w:t>
      </w:r>
    </w:p>
    <w:p w:rsidR="00354DF7" w:rsidRDefault="00354DF7" w:rsidP="00354DF7">
      <w:pPr>
        <w:tabs>
          <w:tab w:val="left" w:pos="6195"/>
        </w:tabs>
      </w:pPr>
      <w:r>
        <w:t>312.2621</w:t>
      </w:r>
      <w:r>
        <w:tab/>
        <w:t>3.579e0</w:t>
      </w:r>
    </w:p>
    <w:p w:rsidR="00354DF7" w:rsidRDefault="00354DF7" w:rsidP="00354DF7">
      <w:pPr>
        <w:tabs>
          <w:tab w:val="left" w:pos="6195"/>
        </w:tabs>
      </w:pPr>
      <w:r>
        <w:t>312.2665</w:t>
      </w:r>
      <w:r>
        <w:tab/>
        <w:t>5.861e0</w:t>
      </w:r>
    </w:p>
    <w:p w:rsidR="00354DF7" w:rsidRDefault="00354DF7" w:rsidP="00354DF7">
      <w:pPr>
        <w:tabs>
          <w:tab w:val="left" w:pos="6195"/>
        </w:tabs>
      </w:pPr>
      <w:r>
        <w:t>312.2675</w:t>
      </w:r>
      <w:r>
        <w:tab/>
        <w:t>5.576e0</w:t>
      </w:r>
    </w:p>
    <w:p w:rsidR="00354DF7" w:rsidRDefault="00354DF7" w:rsidP="00354DF7">
      <w:pPr>
        <w:tabs>
          <w:tab w:val="left" w:pos="6195"/>
        </w:tabs>
      </w:pPr>
      <w:r>
        <w:t>312.2701</w:t>
      </w:r>
      <w:r>
        <w:tab/>
        <w:t>2.220e0</w:t>
      </w:r>
    </w:p>
    <w:p w:rsidR="00354DF7" w:rsidRDefault="00354DF7" w:rsidP="00354DF7">
      <w:pPr>
        <w:tabs>
          <w:tab w:val="left" w:pos="6195"/>
        </w:tabs>
      </w:pPr>
      <w:r>
        <w:t>312.3039</w:t>
      </w:r>
      <w:r>
        <w:tab/>
        <w:t>4.575e0</w:t>
      </w:r>
    </w:p>
    <w:p w:rsidR="00354DF7" w:rsidRDefault="00354DF7" w:rsidP="00354DF7">
      <w:pPr>
        <w:tabs>
          <w:tab w:val="left" w:pos="6195"/>
        </w:tabs>
      </w:pPr>
      <w:r>
        <w:t>312.3099</w:t>
      </w:r>
      <w:r>
        <w:tab/>
        <w:t>3.361e0</w:t>
      </w:r>
    </w:p>
    <w:p w:rsidR="00354DF7" w:rsidRDefault="00354DF7" w:rsidP="00354DF7">
      <w:pPr>
        <w:tabs>
          <w:tab w:val="left" w:pos="6195"/>
        </w:tabs>
      </w:pPr>
      <w:r>
        <w:lastRenderedPageBreak/>
        <w:t>312.3192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312.3554</w:t>
      </w:r>
      <w:r>
        <w:tab/>
        <w:t>4.247e0</w:t>
      </w:r>
    </w:p>
    <w:p w:rsidR="00354DF7" w:rsidRDefault="00354DF7" w:rsidP="00354DF7">
      <w:pPr>
        <w:tabs>
          <w:tab w:val="left" w:pos="6195"/>
        </w:tabs>
      </w:pPr>
      <w:r>
        <w:t>312.3592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312.3605</w:t>
      </w:r>
      <w:r>
        <w:tab/>
        <w:t>1.404e1</w:t>
      </w:r>
    </w:p>
    <w:p w:rsidR="00354DF7" w:rsidRDefault="00354DF7" w:rsidP="00354DF7">
      <w:pPr>
        <w:tabs>
          <w:tab w:val="left" w:pos="6195"/>
        </w:tabs>
      </w:pPr>
      <w:r>
        <w:t>312.3617</w:t>
      </w:r>
      <w:r>
        <w:tab/>
        <w:t>2.309e1</w:t>
      </w:r>
    </w:p>
    <w:p w:rsidR="00354DF7" w:rsidRDefault="00354DF7" w:rsidP="00354DF7">
      <w:pPr>
        <w:tabs>
          <w:tab w:val="left" w:pos="6195"/>
        </w:tabs>
      </w:pPr>
      <w:r>
        <w:t>312.3678</w:t>
      </w:r>
      <w:r>
        <w:tab/>
        <w:t>1.928e1</w:t>
      </w:r>
    </w:p>
    <w:p w:rsidR="00354DF7" w:rsidRDefault="00354DF7" w:rsidP="00354DF7">
      <w:pPr>
        <w:tabs>
          <w:tab w:val="left" w:pos="6195"/>
        </w:tabs>
      </w:pPr>
      <w:r>
        <w:t>312.3938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312.4076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312.4258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312.4327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312.4438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312.4593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312.4835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312.4919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312.4959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312.5316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312.5342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312.5367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312.5476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312.5506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312.5779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312.5849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312.5963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312.6143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312.6194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312.6419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312.6533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312.6805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312.6908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312.6929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312.6982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312.7192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312.7213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312.7249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312.7552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312.7648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312.7759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312.7831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312.7887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312.7929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312.8058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312.8115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312.8368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312.8533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312.8676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312.8726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312.9024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312.9055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312.9196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312.9213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312.9255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312.9431</w:t>
      </w:r>
      <w:r>
        <w:tab/>
        <w:t>5.632e0</w:t>
      </w:r>
    </w:p>
    <w:p w:rsidR="00354DF7" w:rsidRDefault="00354DF7" w:rsidP="00354DF7">
      <w:pPr>
        <w:tabs>
          <w:tab w:val="left" w:pos="6195"/>
        </w:tabs>
      </w:pPr>
      <w:r>
        <w:t>312.9514</w:t>
      </w:r>
      <w:r>
        <w:tab/>
        <w:t>1.465e1</w:t>
      </w:r>
    </w:p>
    <w:p w:rsidR="00354DF7" w:rsidRDefault="00354DF7" w:rsidP="00354DF7">
      <w:pPr>
        <w:tabs>
          <w:tab w:val="left" w:pos="6195"/>
        </w:tabs>
      </w:pPr>
      <w:r>
        <w:t>312.9686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312.9833</w:t>
      </w:r>
      <w:r>
        <w:tab/>
        <w:t>3.888e0</w:t>
      </w:r>
    </w:p>
    <w:p w:rsidR="00354DF7" w:rsidRDefault="00354DF7" w:rsidP="00354DF7">
      <w:pPr>
        <w:tabs>
          <w:tab w:val="left" w:pos="6195"/>
        </w:tabs>
      </w:pPr>
      <w:r>
        <w:t>312.9914</w:t>
      </w:r>
      <w:r>
        <w:tab/>
        <w:t>2.676e0</w:t>
      </w:r>
    </w:p>
    <w:p w:rsidR="00354DF7" w:rsidRDefault="00354DF7" w:rsidP="00354DF7">
      <w:pPr>
        <w:tabs>
          <w:tab w:val="left" w:pos="6195"/>
        </w:tabs>
      </w:pPr>
      <w:r>
        <w:t>312.9995</w:t>
      </w:r>
      <w:r>
        <w:tab/>
        <w:t>1.599e0</w:t>
      </w:r>
    </w:p>
    <w:p w:rsidR="00354DF7" w:rsidRDefault="00354DF7" w:rsidP="00354DF7">
      <w:pPr>
        <w:tabs>
          <w:tab w:val="left" w:pos="6195"/>
        </w:tabs>
      </w:pPr>
      <w:r>
        <w:lastRenderedPageBreak/>
        <w:t>313.0292</w:t>
      </w:r>
      <w:r>
        <w:tab/>
        <w:t>4.983e0</w:t>
      </w:r>
    </w:p>
    <w:p w:rsidR="00354DF7" w:rsidRDefault="00354DF7" w:rsidP="00354DF7">
      <w:pPr>
        <w:tabs>
          <w:tab w:val="left" w:pos="6195"/>
        </w:tabs>
      </w:pPr>
      <w:r>
        <w:t>313.0306</w:t>
      </w:r>
      <w:r>
        <w:tab/>
        <w:t>1.512e0</w:t>
      </w:r>
    </w:p>
    <w:p w:rsidR="00354DF7" w:rsidRDefault="00354DF7" w:rsidP="00354DF7">
      <w:pPr>
        <w:tabs>
          <w:tab w:val="left" w:pos="6195"/>
        </w:tabs>
      </w:pPr>
      <w:r>
        <w:t>313.0317</w:t>
      </w:r>
      <w:r>
        <w:tab/>
        <w:t>1.386e0</w:t>
      </w:r>
    </w:p>
    <w:p w:rsidR="00354DF7" w:rsidRDefault="00354DF7" w:rsidP="00354DF7">
      <w:pPr>
        <w:tabs>
          <w:tab w:val="left" w:pos="6195"/>
        </w:tabs>
      </w:pPr>
      <w:r>
        <w:t>313.0439</w:t>
      </w:r>
      <w:r>
        <w:tab/>
        <w:t>3.156e0</w:t>
      </w:r>
    </w:p>
    <w:p w:rsidR="00354DF7" w:rsidRDefault="00354DF7" w:rsidP="00354DF7">
      <w:pPr>
        <w:tabs>
          <w:tab w:val="left" w:pos="6195"/>
        </w:tabs>
      </w:pPr>
      <w:r>
        <w:t>313.0527</w:t>
      </w:r>
      <w:r>
        <w:tab/>
        <w:t>2.043e0</w:t>
      </w:r>
    </w:p>
    <w:p w:rsidR="00354DF7" w:rsidRDefault="00354DF7" w:rsidP="00354DF7">
      <w:pPr>
        <w:tabs>
          <w:tab w:val="left" w:pos="6195"/>
        </w:tabs>
      </w:pPr>
      <w:r>
        <w:t>313.0665</w:t>
      </w:r>
      <w:r>
        <w:tab/>
        <w:t>3.760e0</w:t>
      </w:r>
    </w:p>
    <w:p w:rsidR="00354DF7" w:rsidRDefault="00354DF7" w:rsidP="00354DF7">
      <w:pPr>
        <w:tabs>
          <w:tab w:val="left" w:pos="6195"/>
        </w:tabs>
      </w:pPr>
      <w:r>
        <w:t>313.0731</w:t>
      </w:r>
      <w:r>
        <w:tab/>
        <w:t>4.997e0</w:t>
      </w:r>
    </w:p>
    <w:p w:rsidR="00354DF7" w:rsidRDefault="00354DF7" w:rsidP="00354DF7">
      <w:pPr>
        <w:tabs>
          <w:tab w:val="left" w:pos="6195"/>
        </w:tabs>
      </w:pPr>
      <w:r>
        <w:t>313.0820</w:t>
      </w:r>
      <w:r>
        <w:tab/>
        <w:t>7.635e0</w:t>
      </w:r>
    </w:p>
    <w:p w:rsidR="00354DF7" w:rsidRDefault="00354DF7" w:rsidP="00354DF7">
      <w:pPr>
        <w:tabs>
          <w:tab w:val="left" w:pos="6195"/>
        </w:tabs>
      </w:pPr>
      <w:r>
        <w:t>313.0928</w:t>
      </w:r>
      <w:r>
        <w:tab/>
        <w:t>2.536e0</w:t>
      </w:r>
    </w:p>
    <w:p w:rsidR="00354DF7" w:rsidRDefault="00354DF7" w:rsidP="00354DF7">
      <w:pPr>
        <w:tabs>
          <w:tab w:val="left" w:pos="6195"/>
        </w:tabs>
      </w:pPr>
      <w:r>
        <w:t>313.1119</w:t>
      </w:r>
      <w:r>
        <w:tab/>
        <w:t>5.480e0</w:t>
      </w:r>
    </w:p>
    <w:p w:rsidR="00354DF7" w:rsidRDefault="00354DF7" w:rsidP="00354DF7">
      <w:pPr>
        <w:tabs>
          <w:tab w:val="left" w:pos="6195"/>
        </w:tabs>
      </w:pPr>
      <w:r>
        <w:t>313.1137</w:t>
      </w:r>
      <w:r>
        <w:tab/>
        <w:t>1.937e0</w:t>
      </w:r>
    </w:p>
    <w:p w:rsidR="00354DF7" w:rsidRDefault="00354DF7" w:rsidP="00354DF7">
      <w:pPr>
        <w:tabs>
          <w:tab w:val="left" w:pos="6195"/>
        </w:tabs>
      </w:pPr>
      <w:r>
        <w:t>313.1162</w:t>
      </w:r>
      <w:r>
        <w:tab/>
        <w:t>1.908e0</w:t>
      </w:r>
    </w:p>
    <w:p w:rsidR="00354DF7" w:rsidRDefault="00354DF7" w:rsidP="00354DF7">
      <w:pPr>
        <w:tabs>
          <w:tab w:val="left" w:pos="6195"/>
        </w:tabs>
      </w:pPr>
      <w:r>
        <w:t>313.1234</w:t>
      </w:r>
      <w:r>
        <w:tab/>
        <w:t>3.845e0</w:t>
      </w:r>
    </w:p>
    <w:p w:rsidR="00354DF7" w:rsidRDefault="00354DF7" w:rsidP="00354DF7">
      <w:pPr>
        <w:tabs>
          <w:tab w:val="left" w:pos="6195"/>
        </w:tabs>
      </w:pPr>
      <w:r>
        <w:t>313.1624</w:t>
      </w:r>
      <w:r>
        <w:tab/>
        <w:t>2.320e0</w:t>
      </w:r>
    </w:p>
    <w:p w:rsidR="00354DF7" w:rsidRDefault="00354DF7" w:rsidP="00354DF7">
      <w:pPr>
        <w:tabs>
          <w:tab w:val="left" w:pos="6195"/>
        </w:tabs>
      </w:pPr>
      <w:r>
        <w:t>313.1774</w:t>
      </w:r>
      <w:r>
        <w:tab/>
        <w:t>1.914e0</w:t>
      </w:r>
    </w:p>
    <w:p w:rsidR="00354DF7" w:rsidRDefault="00354DF7" w:rsidP="00354DF7">
      <w:pPr>
        <w:tabs>
          <w:tab w:val="left" w:pos="6195"/>
        </w:tabs>
      </w:pPr>
      <w:r>
        <w:t>313.1805</w:t>
      </w:r>
      <w:r>
        <w:tab/>
        <w:t>2.604e0</w:t>
      </w:r>
    </w:p>
    <w:p w:rsidR="00354DF7" w:rsidRDefault="00354DF7" w:rsidP="00354DF7">
      <w:pPr>
        <w:tabs>
          <w:tab w:val="left" w:pos="6195"/>
        </w:tabs>
      </w:pPr>
      <w:r>
        <w:t>313.1857</w:t>
      </w:r>
      <w:r>
        <w:tab/>
        <w:t>1.067e0</w:t>
      </w:r>
    </w:p>
    <w:p w:rsidR="00354DF7" w:rsidRDefault="00354DF7" w:rsidP="00354DF7">
      <w:pPr>
        <w:tabs>
          <w:tab w:val="left" w:pos="6195"/>
        </w:tabs>
      </w:pPr>
      <w:r>
        <w:t>313.1971</w:t>
      </w:r>
      <w:r>
        <w:tab/>
        <w:t>4.718e0</w:t>
      </w:r>
    </w:p>
    <w:p w:rsidR="00354DF7" w:rsidRDefault="00354DF7" w:rsidP="00354DF7">
      <w:pPr>
        <w:tabs>
          <w:tab w:val="left" w:pos="6195"/>
        </w:tabs>
      </w:pPr>
      <w:r>
        <w:t>313.2064</w:t>
      </w:r>
      <w:r>
        <w:tab/>
        <w:t>4.295e0</w:t>
      </w:r>
    </w:p>
    <w:p w:rsidR="00354DF7" w:rsidRDefault="00354DF7" w:rsidP="00354DF7">
      <w:pPr>
        <w:tabs>
          <w:tab w:val="left" w:pos="6195"/>
        </w:tabs>
      </w:pPr>
      <w:r>
        <w:lastRenderedPageBreak/>
        <w:t>313.2103</w:t>
      </w:r>
      <w:r>
        <w:tab/>
        <w:t>5.772e0</w:t>
      </w:r>
    </w:p>
    <w:p w:rsidR="00354DF7" w:rsidRDefault="00354DF7" w:rsidP="00354DF7">
      <w:pPr>
        <w:tabs>
          <w:tab w:val="left" w:pos="6195"/>
        </w:tabs>
      </w:pPr>
      <w:r>
        <w:t>313.2198</w:t>
      </w:r>
      <w:r>
        <w:tab/>
        <w:t>1.117e0</w:t>
      </w:r>
    </w:p>
    <w:p w:rsidR="00354DF7" w:rsidRDefault="00354DF7" w:rsidP="00354DF7">
      <w:pPr>
        <w:tabs>
          <w:tab w:val="left" w:pos="6195"/>
        </w:tabs>
      </w:pPr>
      <w:r>
        <w:t>313.2412</w:t>
      </w:r>
      <w:r>
        <w:tab/>
        <w:t>8.956e0</w:t>
      </w:r>
    </w:p>
    <w:p w:rsidR="00354DF7" w:rsidRDefault="00354DF7" w:rsidP="00354DF7">
      <w:pPr>
        <w:tabs>
          <w:tab w:val="left" w:pos="6195"/>
        </w:tabs>
      </w:pPr>
      <w:r>
        <w:t>313.2539</w:t>
      </w:r>
      <w:r>
        <w:tab/>
        <w:t>3.873e0</w:t>
      </w:r>
    </w:p>
    <w:p w:rsidR="00354DF7" w:rsidRDefault="00354DF7" w:rsidP="00354DF7">
      <w:pPr>
        <w:tabs>
          <w:tab w:val="left" w:pos="6195"/>
        </w:tabs>
      </w:pPr>
      <w:r>
        <w:t>313.2604</w:t>
      </w:r>
      <w:r>
        <w:tab/>
        <w:t>1.385e0</w:t>
      </w:r>
    </w:p>
    <w:p w:rsidR="00354DF7" w:rsidRDefault="00354DF7" w:rsidP="00354DF7">
      <w:pPr>
        <w:tabs>
          <w:tab w:val="left" w:pos="6195"/>
        </w:tabs>
      </w:pPr>
      <w:r>
        <w:t>313.2697</w:t>
      </w:r>
      <w:r>
        <w:tab/>
        <w:t>6.499e0</w:t>
      </w:r>
    </w:p>
    <w:p w:rsidR="00354DF7" w:rsidRDefault="00354DF7" w:rsidP="00354DF7">
      <w:pPr>
        <w:tabs>
          <w:tab w:val="left" w:pos="6195"/>
        </w:tabs>
      </w:pPr>
      <w:r>
        <w:t>313.2997</w:t>
      </w:r>
      <w:r>
        <w:tab/>
        <w:t>4.634e0</w:t>
      </w:r>
    </w:p>
    <w:p w:rsidR="00354DF7" w:rsidRDefault="00354DF7" w:rsidP="00354DF7">
      <w:pPr>
        <w:tabs>
          <w:tab w:val="left" w:pos="6195"/>
        </w:tabs>
      </w:pPr>
      <w:r>
        <w:t>313.3096</w:t>
      </w:r>
      <w:r>
        <w:tab/>
        <w:t>2.865e0</w:t>
      </w:r>
    </w:p>
    <w:p w:rsidR="00354DF7" w:rsidRDefault="00354DF7" w:rsidP="00354DF7">
      <w:pPr>
        <w:tabs>
          <w:tab w:val="left" w:pos="6195"/>
        </w:tabs>
      </w:pPr>
      <w:r>
        <w:t>313.3212</w:t>
      </w:r>
      <w:r>
        <w:tab/>
        <w:t>2.669e0</w:t>
      </w:r>
    </w:p>
    <w:p w:rsidR="00354DF7" w:rsidRDefault="00354DF7" w:rsidP="00354DF7">
      <w:pPr>
        <w:tabs>
          <w:tab w:val="left" w:pos="6195"/>
        </w:tabs>
      </w:pPr>
      <w:r>
        <w:t>313.3365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313.3473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313.3536</w:t>
      </w:r>
      <w:r>
        <w:tab/>
        <w:t>2.839e0</w:t>
      </w:r>
    </w:p>
    <w:p w:rsidR="00354DF7" w:rsidRDefault="00354DF7" w:rsidP="00354DF7">
      <w:pPr>
        <w:tabs>
          <w:tab w:val="left" w:pos="6195"/>
        </w:tabs>
      </w:pPr>
      <w:r>
        <w:t>313.3826</w:t>
      </w:r>
      <w:r>
        <w:tab/>
        <w:t>5.647e0</w:t>
      </w:r>
    </w:p>
    <w:p w:rsidR="00354DF7" w:rsidRDefault="00354DF7" w:rsidP="00354DF7">
      <w:pPr>
        <w:tabs>
          <w:tab w:val="left" w:pos="6195"/>
        </w:tabs>
      </w:pPr>
      <w:r>
        <w:t>313.3871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313.3954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313.4031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313.4210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313.4312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313.4372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313.4689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313.4803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313.4838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313.4870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313.4979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313.5288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313.5453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313.5490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313.5547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313.5590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313.5602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313.5835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313.5878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313.5919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313.6082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313.6444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313.6485</w:t>
      </w:r>
      <w:r>
        <w:tab/>
        <w:t>5.433e0</w:t>
      </w:r>
    </w:p>
    <w:p w:rsidR="00354DF7" w:rsidRDefault="00354DF7" w:rsidP="00354DF7">
      <w:pPr>
        <w:tabs>
          <w:tab w:val="left" w:pos="6195"/>
        </w:tabs>
      </w:pPr>
      <w:r>
        <w:t>313.6626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313.6664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313.6725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313.6968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313.6994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313.7196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313.7284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313.7468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313.7482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313.7565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313.7606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313.7693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313.7936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313.8012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313.8027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313.8453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313.8562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313.8618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313.9050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313.9149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313.9176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313.9249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313.9338</w:t>
      </w:r>
      <w:r>
        <w:tab/>
        <w:t>4.926e0</w:t>
      </w:r>
    </w:p>
    <w:p w:rsidR="00354DF7" w:rsidRDefault="00354DF7" w:rsidP="00354DF7">
      <w:pPr>
        <w:tabs>
          <w:tab w:val="left" w:pos="6195"/>
        </w:tabs>
      </w:pPr>
      <w:r>
        <w:t>313.9555</w:t>
      </w:r>
      <w:r>
        <w:tab/>
        <w:t>5.277e0</w:t>
      </w:r>
    </w:p>
    <w:p w:rsidR="00354DF7" w:rsidRDefault="00354DF7" w:rsidP="00354DF7">
      <w:pPr>
        <w:tabs>
          <w:tab w:val="left" w:pos="6195"/>
        </w:tabs>
      </w:pPr>
      <w:r>
        <w:t>313.9632</w:t>
      </w:r>
      <w:r>
        <w:tab/>
        <w:t>7.859e0</w:t>
      </w:r>
    </w:p>
    <w:p w:rsidR="00354DF7" w:rsidRDefault="00354DF7" w:rsidP="00354DF7">
      <w:pPr>
        <w:tabs>
          <w:tab w:val="left" w:pos="6195"/>
        </w:tabs>
      </w:pPr>
      <w:r>
        <w:t>313.9718</w:t>
      </w:r>
      <w:r>
        <w:tab/>
        <w:t>8.064e0</w:t>
      </w:r>
    </w:p>
    <w:p w:rsidR="00354DF7" w:rsidRDefault="00354DF7" w:rsidP="00354DF7">
      <w:pPr>
        <w:tabs>
          <w:tab w:val="left" w:pos="6195"/>
        </w:tabs>
      </w:pPr>
      <w:r>
        <w:t>313.9780</w:t>
      </w:r>
      <w:r>
        <w:tab/>
        <w:t>4.007e0</w:t>
      </w:r>
    </w:p>
    <w:p w:rsidR="00354DF7" w:rsidRDefault="00354DF7" w:rsidP="00354DF7">
      <w:pPr>
        <w:tabs>
          <w:tab w:val="left" w:pos="6195"/>
        </w:tabs>
      </w:pPr>
      <w:r>
        <w:t>313.9995</w:t>
      </w:r>
      <w:r>
        <w:tab/>
        <w:t>5.742e0</w:t>
      </w:r>
    </w:p>
    <w:p w:rsidR="00354DF7" w:rsidRDefault="00354DF7" w:rsidP="00354DF7">
      <w:pPr>
        <w:tabs>
          <w:tab w:val="left" w:pos="6195"/>
        </w:tabs>
      </w:pPr>
      <w:r>
        <w:t>314.0007</w:t>
      </w:r>
      <w:r>
        <w:tab/>
        <w:t>2.797e0</w:t>
      </w:r>
    </w:p>
    <w:p w:rsidR="00354DF7" w:rsidRDefault="00354DF7" w:rsidP="00354DF7">
      <w:pPr>
        <w:tabs>
          <w:tab w:val="left" w:pos="6195"/>
        </w:tabs>
      </w:pPr>
      <w:r>
        <w:t>314.0104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314.0121</w:t>
      </w:r>
      <w:r>
        <w:tab/>
        <w:t>3.369e0</w:t>
      </w:r>
    </w:p>
    <w:p w:rsidR="00354DF7" w:rsidRDefault="00354DF7" w:rsidP="00354DF7">
      <w:pPr>
        <w:tabs>
          <w:tab w:val="left" w:pos="6195"/>
        </w:tabs>
      </w:pPr>
      <w:r>
        <w:t>314.0182</w:t>
      </w:r>
      <w:r>
        <w:tab/>
        <w:t>1.807e0</w:t>
      </w:r>
    </w:p>
    <w:p w:rsidR="00354DF7" w:rsidRDefault="00354DF7" w:rsidP="00354DF7">
      <w:pPr>
        <w:tabs>
          <w:tab w:val="left" w:pos="6195"/>
        </w:tabs>
      </w:pPr>
      <w:r>
        <w:t>314.0238</w:t>
      </w:r>
      <w:r>
        <w:tab/>
        <w:t>1.084e1</w:t>
      </w:r>
    </w:p>
    <w:p w:rsidR="00354DF7" w:rsidRDefault="00354DF7" w:rsidP="00354DF7">
      <w:pPr>
        <w:tabs>
          <w:tab w:val="left" w:pos="6195"/>
        </w:tabs>
      </w:pPr>
      <w:r>
        <w:t>314.0366</w:t>
      </w:r>
      <w:r>
        <w:tab/>
        <w:t>4.847e0</w:t>
      </w:r>
    </w:p>
    <w:p w:rsidR="00354DF7" w:rsidRDefault="00354DF7" w:rsidP="00354DF7">
      <w:pPr>
        <w:tabs>
          <w:tab w:val="left" w:pos="6195"/>
        </w:tabs>
      </w:pPr>
      <w:r>
        <w:t>314.0438</w:t>
      </w:r>
      <w:r>
        <w:tab/>
        <w:t>1.181e0</w:t>
      </w:r>
    </w:p>
    <w:p w:rsidR="00354DF7" w:rsidRDefault="00354DF7" w:rsidP="00354DF7">
      <w:pPr>
        <w:tabs>
          <w:tab w:val="left" w:pos="6195"/>
        </w:tabs>
      </w:pPr>
      <w:r>
        <w:t>314.0755</w:t>
      </w:r>
      <w:r>
        <w:tab/>
        <w:t>1.767e0</w:t>
      </w:r>
    </w:p>
    <w:p w:rsidR="00354DF7" w:rsidRDefault="00354DF7" w:rsidP="00354DF7">
      <w:pPr>
        <w:tabs>
          <w:tab w:val="left" w:pos="6195"/>
        </w:tabs>
      </w:pPr>
      <w:r>
        <w:t>314.0854</w:t>
      </w:r>
      <w:r>
        <w:tab/>
        <w:t>1.921e0</w:t>
      </w:r>
    </w:p>
    <w:p w:rsidR="00354DF7" w:rsidRDefault="00354DF7" w:rsidP="00354DF7">
      <w:pPr>
        <w:tabs>
          <w:tab w:val="left" w:pos="6195"/>
        </w:tabs>
      </w:pPr>
      <w:r>
        <w:t>314.0865</w:t>
      </w:r>
      <w:r>
        <w:tab/>
        <w:t>1.846e0</w:t>
      </w:r>
    </w:p>
    <w:p w:rsidR="00354DF7" w:rsidRDefault="00354DF7" w:rsidP="00354DF7">
      <w:pPr>
        <w:tabs>
          <w:tab w:val="left" w:pos="6195"/>
        </w:tabs>
      </w:pPr>
      <w:r>
        <w:t>314.0939</w:t>
      </w:r>
      <w:r>
        <w:tab/>
        <w:t>3.127e0</w:t>
      </w:r>
    </w:p>
    <w:p w:rsidR="00354DF7" w:rsidRDefault="00354DF7" w:rsidP="00354DF7">
      <w:pPr>
        <w:tabs>
          <w:tab w:val="left" w:pos="6195"/>
        </w:tabs>
      </w:pPr>
      <w:r>
        <w:t>314.1026</w:t>
      </w:r>
      <w:r>
        <w:tab/>
        <w:t>1.709e0</w:t>
      </w:r>
    </w:p>
    <w:p w:rsidR="00354DF7" w:rsidRDefault="00354DF7" w:rsidP="00354DF7">
      <w:pPr>
        <w:tabs>
          <w:tab w:val="left" w:pos="6195"/>
        </w:tabs>
      </w:pPr>
      <w:r>
        <w:lastRenderedPageBreak/>
        <w:t>314.1127</w:t>
      </w:r>
      <w:r>
        <w:tab/>
        <w:t>2.184e0</w:t>
      </w:r>
    </w:p>
    <w:p w:rsidR="00354DF7" w:rsidRDefault="00354DF7" w:rsidP="00354DF7">
      <w:pPr>
        <w:tabs>
          <w:tab w:val="left" w:pos="6195"/>
        </w:tabs>
      </w:pPr>
      <w:r>
        <w:t>314.1149</w:t>
      </w:r>
      <w:r>
        <w:tab/>
        <w:t>2.094e0</w:t>
      </w:r>
    </w:p>
    <w:p w:rsidR="00354DF7" w:rsidRDefault="00354DF7" w:rsidP="00354DF7">
      <w:pPr>
        <w:tabs>
          <w:tab w:val="left" w:pos="6195"/>
        </w:tabs>
      </w:pPr>
      <w:r>
        <w:t>314.1243</w:t>
      </w:r>
      <w:r>
        <w:tab/>
        <w:t>1.336e0</w:t>
      </w:r>
    </w:p>
    <w:p w:rsidR="00354DF7" w:rsidRDefault="00354DF7" w:rsidP="00354DF7">
      <w:pPr>
        <w:tabs>
          <w:tab w:val="left" w:pos="6195"/>
        </w:tabs>
      </w:pPr>
      <w:r>
        <w:t>314.1302</w:t>
      </w:r>
      <w:r>
        <w:tab/>
        <w:t>5.861e0</w:t>
      </w:r>
    </w:p>
    <w:p w:rsidR="00354DF7" w:rsidRDefault="00354DF7" w:rsidP="00354DF7">
      <w:pPr>
        <w:tabs>
          <w:tab w:val="left" w:pos="6195"/>
        </w:tabs>
      </w:pPr>
      <w:r>
        <w:t>314.1562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314.1623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314.1671</w:t>
      </w:r>
      <w:r>
        <w:tab/>
        <w:t>3.283e0</w:t>
      </w:r>
    </w:p>
    <w:p w:rsidR="00354DF7" w:rsidRDefault="00354DF7" w:rsidP="00354DF7">
      <w:pPr>
        <w:tabs>
          <w:tab w:val="left" w:pos="6195"/>
        </w:tabs>
      </w:pPr>
      <w:r>
        <w:t>314.1812</w:t>
      </w:r>
      <w:r>
        <w:tab/>
        <w:t>2.378e0</w:t>
      </w:r>
    </w:p>
    <w:p w:rsidR="00354DF7" w:rsidRDefault="00354DF7" w:rsidP="00354DF7">
      <w:pPr>
        <w:tabs>
          <w:tab w:val="left" w:pos="6195"/>
        </w:tabs>
      </w:pPr>
      <w:r>
        <w:t>314.1898</w:t>
      </w:r>
      <w:r>
        <w:tab/>
        <w:t>3.857e0</w:t>
      </w:r>
    </w:p>
    <w:p w:rsidR="00354DF7" w:rsidRDefault="00354DF7" w:rsidP="00354DF7">
      <w:pPr>
        <w:tabs>
          <w:tab w:val="left" w:pos="6195"/>
        </w:tabs>
      </w:pPr>
      <w:r>
        <w:t>314.1953</w:t>
      </w:r>
      <w:r>
        <w:tab/>
        <w:t>2.675e0</w:t>
      </w:r>
    </w:p>
    <w:p w:rsidR="00354DF7" w:rsidRDefault="00354DF7" w:rsidP="00354DF7">
      <w:pPr>
        <w:tabs>
          <w:tab w:val="left" w:pos="6195"/>
        </w:tabs>
      </w:pPr>
      <w:r>
        <w:t>314.2086</w:t>
      </w:r>
      <w:r>
        <w:tab/>
        <w:t>3.435e0</w:t>
      </w:r>
    </w:p>
    <w:p w:rsidR="00354DF7" w:rsidRDefault="00354DF7" w:rsidP="00354DF7">
      <w:pPr>
        <w:tabs>
          <w:tab w:val="left" w:pos="6195"/>
        </w:tabs>
      </w:pPr>
      <w:r>
        <w:t>314.2209</w:t>
      </w:r>
      <w:r>
        <w:tab/>
        <w:t>8.449e0</w:t>
      </w:r>
    </w:p>
    <w:p w:rsidR="00354DF7" w:rsidRDefault="00354DF7" w:rsidP="00354DF7">
      <w:pPr>
        <w:tabs>
          <w:tab w:val="left" w:pos="6195"/>
        </w:tabs>
      </w:pPr>
      <w:r>
        <w:t>314.2358</w:t>
      </w:r>
      <w:r>
        <w:tab/>
        <w:t>1.705e0</w:t>
      </w:r>
    </w:p>
    <w:p w:rsidR="00354DF7" w:rsidRDefault="00354DF7" w:rsidP="00354DF7">
      <w:pPr>
        <w:tabs>
          <w:tab w:val="left" w:pos="6195"/>
        </w:tabs>
      </w:pPr>
      <w:r>
        <w:t>314.2387</w:t>
      </w:r>
      <w:r>
        <w:tab/>
        <w:t>4.620e0</w:t>
      </w:r>
    </w:p>
    <w:p w:rsidR="00354DF7" w:rsidRDefault="00354DF7" w:rsidP="00354DF7">
      <w:pPr>
        <w:tabs>
          <w:tab w:val="left" w:pos="6195"/>
        </w:tabs>
      </w:pPr>
      <w:r>
        <w:t>314.2403</w:t>
      </w:r>
      <w:r>
        <w:tab/>
        <w:t>2.477e0</w:t>
      </w:r>
    </w:p>
    <w:p w:rsidR="00354DF7" w:rsidRDefault="00354DF7" w:rsidP="00354DF7">
      <w:pPr>
        <w:tabs>
          <w:tab w:val="left" w:pos="6195"/>
        </w:tabs>
      </w:pPr>
      <w:r>
        <w:t>314.2530</w:t>
      </w:r>
      <w:r>
        <w:tab/>
        <w:t>1.315e0</w:t>
      </w:r>
    </w:p>
    <w:p w:rsidR="00354DF7" w:rsidRDefault="00354DF7" w:rsidP="00354DF7">
      <w:pPr>
        <w:tabs>
          <w:tab w:val="left" w:pos="6195"/>
        </w:tabs>
      </w:pPr>
      <w:r>
        <w:t>314.2771</w:t>
      </w:r>
      <w:r>
        <w:tab/>
        <w:t>1.741e0</w:t>
      </w:r>
    </w:p>
    <w:p w:rsidR="00354DF7" w:rsidRDefault="00354DF7" w:rsidP="00354DF7">
      <w:pPr>
        <w:tabs>
          <w:tab w:val="left" w:pos="6195"/>
        </w:tabs>
      </w:pPr>
      <w:r>
        <w:t>314.2914</w:t>
      </w:r>
      <w:r>
        <w:tab/>
        <w:t>6.280e0</w:t>
      </w:r>
    </w:p>
    <w:p w:rsidR="00354DF7" w:rsidRDefault="00354DF7" w:rsidP="00354DF7">
      <w:pPr>
        <w:tabs>
          <w:tab w:val="left" w:pos="6195"/>
        </w:tabs>
      </w:pPr>
      <w:r>
        <w:t>314.2940</w:t>
      </w:r>
      <w:r>
        <w:tab/>
        <w:t>3.874e0</w:t>
      </w:r>
    </w:p>
    <w:p w:rsidR="00354DF7" w:rsidRDefault="00354DF7" w:rsidP="00354DF7">
      <w:pPr>
        <w:tabs>
          <w:tab w:val="left" w:pos="6195"/>
        </w:tabs>
      </w:pPr>
      <w:r>
        <w:lastRenderedPageBreak/>
        <w:t>314.2959</w:t>
      </w:r>
      <w:r>
        <w:tab/>
        <w:t>3.565e0</w:t>
      </w:r>
    </w:p>
    <w:p w:rsidR="00354DF7" w:rsidRDefault="00354DF7" w:rsidP="00354DF7">
      <w:pPr>
        <w:tabs>
          <w:tab w:val="left" w:pos="6195"/>
        </w:tabs>
      </w:pPr>
      <w:r>
        <w:t>314.3099</w:t>
      </w:r>
      <w:r>
        <w:tab/>
        <w:t>6.424e0</w:t>
      </w:r>
    </w:p>
    <w:p w:rsidR="00354DF7" w:rsidRDefault="00354DF7" w:rsidP="00354DF7">
      <w:pPr>
        <w:tabs>
          <w:tab w:val="left" w:pos="6195"/>
        </w:tabs>
      </w:pPr>
      <w:r>
        <w:t>314.3358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314.3492</w:t>
      </w:r>
      <w:r>
        <w:tab/>
        <w:t>1.965e0</w:t>
      </w:r>
    </w:p>
    <w:p w:rsidR="00354DF7" w:rsidRDefault="00354DF7" w:rsidP="00354DF7">
      <w:pPr>
        <w:tabs>
          <w:tab w:val="left" w:pos="6195"/>
        </w:tabs>
      </w:pPr>
      <w:r>
        <w:t>314.3595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314.3640</w:t>
      </w:r>
      <w:r>
        <w:tab/>
        <w:t>3.891e0</w:t>
      </w:r>
    </w:p>
    <w:p w:rsidR="00354DF7" w:rsidRDefault="00354DF7" w:rsidP="00354DF7">
      <w:pPr>
        <w:tabs>
          <w:tab w:val="left" w:pos="6195"/>
        </w:tabs>
      </w:pPr>
      <w:r>
        <w:t>314.3684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314.3994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314.4019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314.4161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314.4250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314.4531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314.4684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314.4896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314.4921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314.5006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314.5025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314.5105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314.5244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314.5383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314.5611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314.5643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314.5674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314.5940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314.6050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314.6091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314.6285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314.6414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314.6472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314.6613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314.6691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314.6724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314.6980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314.7177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314.7323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314.7481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314.7512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314.7581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314.7607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314.7719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314.7931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314.7972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314.8120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314.8141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314.8181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314.8217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314.8503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314.8544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314.8688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314.8780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314.8918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314.8998</w:t>
      </w:r>
      <w:r>
        <w:tab/>
        <w:t>1.823e0</w:t>
      </w:r>
    </w:p>
    <w:p w:rsidR="00354DF7" w:rsidRDefault="00354DF7" w:rsidP="00354DF7">
      <w:pPr>
        <w:tabs>
          <w:tab w:val="left" w:pos="6195"/>
        </w:tabs>
      </w:pPr>
      <w:r>
        <w:t>314.9409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314.9489</w:t>
      </w:r>
      <w:r>
        <w:tab/>
        <w:t>4.023e0</w:t>
      </w:r>
    </w:p>
    <w:p w:rsidR="00354DF7" w:rsidRDefault="00354DF7" w:rsidP="00354DF7">
      <w:pPr>
        <w:tabs>
          <w:tab w:val="left" w:pos="6195"/>
        </w:tabs>
      </w:pPr>
      <w:r>
        <w:t>314.9505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314.9583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314.9866</w:t>
      </w:r>
      <w:r>
        <w:tab/>
        <w:t>1.855e0</w:t>
      </w:r>
    </w:p>
    <w:p w:rsidR="00354DF7" w:rsidRDefault="00354DF7" w:rsidP="00354DF7">
      <w:pPr>
        <w:tabs>
          <w:tab w:val="left" w:pos="6195"/>
        </w:tabs>
      </w:pPr>
      <w:r>
        <w:lastRenderedPageBreak/>
        <w:t>314.9915</w:t>
      </w:r>
      <w:r>
        <w:tab/>
        <w:t>4.015e0</w:t>
      </w:r>
    </w:p>
    <w:p w:rsidR="00354DF7" w:rsidRDefault="00354DF7" w:rsidP="00354DF7">
      <w:pPr>
        <w:tabs>
          <w:tab w:val="left" w:pos="6195"/>
        </w:tabs>
      </w:pPr>
      <w:r>
        <w:t>315.0060</w:t>
      </w:r>
      <w:r>
        <w:tab/>
        <w:t>1.414e0</w:t>
      </w:r>
    </w:p>
    <w:p w:rsidR="00354DF7" w:rsidRDefault="00354DF7" w:rsidP="00354DF7">
      <w:pPr>
        <w:tabs>
          <w:tab w:val="left" w:pos="6195"/>
        </w:tabs>
      </w:pPr>
      <w:r>
        <w:t>315.0291</w:t>
      </w:r>
      <w:r>
        <w:tab/>
        <w:t>9.596e0</w:t>
      </w:r>
    </w:p>
    <w:p w:rsidR="00354DF7" w:rsidRDefault="00354DF7" w:rsidP="00354DF7">
      <w:pPr>
        <w:tabs>
          <w:tab w:val="left" w:pos="6195"/>
        </w:tabs>
      </w:pPr>
      <w:r>
        <w:t>315.0420</w:t>
      </w:r>
      <w:r>
        <w:tab/>
        <w:t>2.880e0</w:t>
      </w:r>
    </w:p>
    <w:p w:rsidR="00354DF7" w:rsidRDefault="00354DF7" w:rsidP="00354DF7">
      <w:pPr>
        <w:tabs>
          <w:tab w:val="left" w:pos="6195"/>
        </w:tabs>
      </w:pPr>
      <w:r>
        <w:t>315.0442</w:t>
      </w:r>
      <w:r>
        <w:tab/>
        <w:t>5.962e0</w:t>
      </w:r>
    </w:p>
    <w:p w:rsidR="00354DF7" w:rsidRDefault="00354DF7" w:rsidP="00354DF7">
      <w:pPr>
        <w:tabs>
          <w:tab w:val="left" w:pos="6195"/>
        </w:tabs>
      </w:pPr>
      <w:r>
        <w:t>315.0591</w:t>
      </w:r>
      <w:r>
        <w:tab/>
        <w:t>2.053e0</w:t>
      </w:r>
    </w:p>
    <w:p w:rsidR="00354DF7" w:rsidRDefault="00354DF7" w:rsidP="00354DF7">
      <w:pPr>
        <w:tabs>
          <w:tab w:val="left" w:pos="6195"/>
        </w:tabs>
      </w:pPr>
      <w:r>
        <w:t>315.0612</w:t>
      </w:r>
      <w:r>
        <w:tab/>
        <w:t>6.934e0</w:t>
      </w:r>
    </w:p>
    <w:p w:rsidR="00354DF7" w:rsidRDefault="00354DF7" w:rsidP="00354DF7">
      <w:pPr>
        <w:tabs>
          <w:tab w:val="left" w:pos="6195"/>
        </w:tabs>
      </w:pPr>
      <w:r>
        <w:t>315.0932</w:t>
      </w:r>
      <w:r>
        <w:tab/>
        <w:t>2.704e0</w:t>
      </w:r>
    </w:p>
    <w:p w:rsidR="00354DF7" w:rsidRDefault="00354DF7" w:rsidP="00354DF7">
      <w:pPr>
        <w:tabs>
          <w:tab w:val="left" w:pos="6195"/>
        </w:tabs>
      </w:pPr>
      <w:r>
        <w:t>315.1117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315.1172</w:t>
      </w:r>
      <w:r>
        <w:tab/>
        <w:t>3.216e0</w:t>
      </w:r>
    </w:p>
    <w:p w:rsidR="00354DF7" w:rsidRDefault="00354DF7" w:rsidP="00354DF7">
      <w:pPr>
        <w:tabs>
          <w:tab w:val="left" w:pos="6195"/>
        </w:tabs>
      </w:pPr>
      <w:r>
        <w:t>315.1229</w:t>
      </w:r>
      <w:r>
        <w:tab/>
        <w:t>6.598e0</w:t>
      </w:r>
    </w:p>
    <w:p w:rsidR="00354DF7" w:rsidRDefault="00354DF7" w:rsidP="00354DF7">
      <w:pPr>
        <w:tabs>
          <w:tab w:val="left" w:pos="6195"/>
        </w:tabs>
      </w:pPr>
      <w:r>
        <w:t>315.1331</w:t>
      </w:r>
      <w:r>
        <w:tab/>
        <w:t>6.047e0</w:t>
      </w:r>
    </w:p>
    <w:p w:rsidR="00354DF7" w:rsidRDefault="00354DF7" w:rsidP="00354DF7">
      <w:pPr>
        <w:tabs>
          <w:tab w:val="left" w:pos="6195"/>
        </w:tabs>
      </w:pPr>
      <w:r>
        <w:t>315.1371</w:t>
      </w:r>
      <w:r>
        <w:tab/>
        <w:t>8.350e0</w:t>
      </w:r>
    </w:p>
    <w:p w:rsidR="00354DF7" w:rsidRDefault="00354DF7" w:rsidP="00354DF7">
      <w:pPr>
        <w:tabs>
          <w:tab w:val="left" w:pos="6195"/>
        </w:tabs>
      </w:pPr>
      <w:r>
        <w:t>315.1420</w:t>
      </w:r>
      <w:r>
        <w:tab/>
        <w:t>3.801e0</w:t>
      </w:r>
    </w:p>
    <w:p w:rsidR="00354DF7" w:rsidRDefault="00354DF7" w:rsidP="00354DF7">
      <w:pPr>
        <w:tabs>
          <w:tab w:val="left" w:pos="6195"/>
        </w:tabs>
      </w:pPr>
      <w:r>
        <w:t>315.1475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315.1693</w:t>
      </w:r>
      <w:r>
        <w:tab/>
        <w:t>1.506e0</w:t>
      </w:r>
    </w:p>
    <w:p w:rsidR="00354DF7" w:rsidRDefault="00354DF7" w:rsidP="00354DF7">
      <w:pPr>
        <w:tabs>
          <w:tab w:val="left" w:pos="6195"/>
        </w:tabs>
      </w:pPr>
      <w:r>
        <w:t>315.1773</w:t>
      </w:r>
      <w:r>
        <w:tab/>
        <w:t>2.572e0</w:t>
      </w:r>
    </w:p>
    <w:p w:rsidR="00354DF7" w:rsidRDefault="00354DF7" w:rsidP="00354DF7">
      <w:pPr>
        <w:tabs>
          <w:tab w:val="left" w:pos="6195"/>
        </w:tabs>
      </w:pPr>
      <w:r>
        <w:t>315.1858</w:t>
      </w:r>
      <w:r>
        <w:tab/>
        <w:t>6.146e0</w:t>
      </w:r>
    </w:p>
    <w:p w:rsidR="00354DF7" w:rsidRDefault="00354DF7" w:rsidP="00354DF7">
      <w:pPr>
        <w:tabs>
          <w:tab w:val="left" w:pos="6195"/>
        </w:tabs>
      </w:pPr>
      <w:r>
        <w:t>315.2016</w:t>
      </w:r>
      <w:r>
        <w:tab/>
        <w:t>1.875e0</w:t>
      </w:r>
    </w:p>
    <w:p w:rsidR="00354DF7" w:rsidRDefault="00354DF7" w:rsidP="00354DF7">
      <w:pPr>
        <w:tabs>
          <w:tab w:val="left" w:pos="6195"/>
        </w:tabs>
      </w:pPr>
      <w:r>
        <w:lastRenderedPageBreak/>
        <w:t>315.2195</w:t>
      </w:r>
      <w:r>
        <w:tab/>
        <w:t>1.639e0</w:t>
      </w:r>
    </w:p>
    <w:p w:rsidR="00354DF7" w:rsidRDefault="00354DF7" w:rsidP="00354DF7">
      <w:pPr>
        <w:tabs>
          <w:tab w:val="left" w:pos="6195"/>
        </w:tabs>
      </w:pPr>
      <w:r>
        <w:t>315.2413</w:t>
      </w:r>
      <w:r>
        <w:tab/>
        <w:t>3.021e0</w:t>
      </w:r>
    </w:p>
    <w:p w:rsidR="00354DF7" w:rsidRDefault="00354DF7" w:rsidP="00354DF7">
      <w:pPr>
        <w:tabs>
          <w:tab w:val="left" w:pos="6195"/>
        </w:tabs>
      </w:pPr>
      <w:r>
        <w:t>315.2605</w:t>
      </w:r>
      <w:r>
        <w:tab/>
        <w:t>2.449e0</w:t>
      </w:r>
    </w:p>
    <w:p w:rsidR="00354DF7" w:rsidRDefault="00354DF7" w:rsidP="00354DF7">
      <w:pPr>
        <w:tabs>
          <w:tab w:val="left" w:pos="6195"/>
        </w:tabs>
      </w:pPr>
      <w:r>
        <w:t>315.2941</w:t>
      </w:r>
      <w:r>
        <w:tab/>
        <w:t>1.362e0</w:t>
      </w:r>
    </w:p>
    <w:p w:rsidR="00354DF7" w:rsidRDefault="00354DF7" w:rsidP="00354DF7">
      <w:pPr>
        <w:tabs>
          <w:tab w:val="left" w:pos="6195"/>
        </w:tabs>
      </w:pPr>
      <w:r>
        <w:t>315.2972</w:t>
      </w:r>
      <w:r>
        <w:tab/>
        <w:t>2.245e0</w:t>
      </w:r>
    </w:p>
    <w:p w:rsidR="00354DF7" w:rsidRDefault="00354DF7" w:rsidP="00354DF7">
      <w:pPr>
        <w:tabs>
          <w:tab w:val="left" w:pos="6195"/>
        </w:tabs>
      </w:pPr>
      <w:r>
        <w:t>315.3084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315.3209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315.3425</w:t>
      </w:r>
      <w:r>
        <w:tab/>
        <w:t>3.653e0</w:t>
      </w:r>
    </w:p>
    <w:p w:rsidR="00354DF7" w:rsidRDefault="00354DF7" w:rsidP="00354DF7">
      <w:pPr>
        <w:tabs>
          <w:tab w:val="left" w:pos="6195"/>
        </w:tabs>
      </w:pPr>
      <w:r>
        <w:t>315.3600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315.3652</w:t>
      </w:r>
      <w:r>
        <w:tab/>
        <w:t>2.625e0</w:t>
      </w:r>
    </w:p>
    <w:p w:rsidR="00354DF7" w:rsidRDefault="00354DF7" w:rsidP="00354DF7">
      <w:pPr>
        <w:tabs>
          <w:tab w:val="left" w:pos="6195"/>
        </w:tabs>
      </w:pPr>
      <w:r>
        <w:t>315.3828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315.3845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315.3933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315.4168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315.4189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315.4210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315.4399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315.4452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315.4627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315.4657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315.4857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315.4904</w:t>
      </w:r>
      <w:r>
        <w:tab/>
        <w:t>4.869e0</w:t>
      </w:r>
    </w:p>
    <w:p w:rsidR="00354DF7" w:rsidRDefault="00354DF7" w:rsidP="00354DF7">
      <w:pPr>
        <w:tabs>
          <w:tab w:val="left" w:pos="6195"/>
        </w:tabs>
      </w:pPr>
      <w:r>
        <w:t>315.5110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315.5137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315.5255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315.5295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315.5308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315.5341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315.5458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315.5637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315.5704</w:t>
      </w:r>
      <w:r>
        <w:tab/>
        <w:t>1.405e0</w:t>
      </w:r>
    </w:p>
    <w:p w:rsidR="00354DF7" w:rsidRDefault="00354DF7" w:rsidP="00354DF7">
      <w:pPr>
        <w:tabs>
          <w:tab w:val="left" w:pos="6195"/>
        </w:tabs>
      </w:pPr>
      <w:r>
        <w:t>315.5722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315.5789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315.5943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315.6057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315.6095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315.6260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315.6468</w:t>
      </w:r>
      <w:r>
        <w:tab/>
        <w:t>2.171e0</w:t>
      </w:r>
    </w:p>
    <w:p w:rsidR="00354DF7" w:rsidRDefault="00354DF7" w:rsidP="00354DF7">
      <w:pPr>
        <w:tabs>
          <w:tab w:val="left" w:pos="6195"/>
        </w:tabs>
      </w:pPr>
      <w:r>
        <w:lastRenderedPageBreak/>
        <w:t>315.6493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315.6626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315.6668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315.6850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315.6913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315.7025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315.7041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315.7238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315.7368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315.7513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315.7617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315.7636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315.7862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315.7996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315.8056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315.8097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315.8222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315.8512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315.8556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315.8896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315.8925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315.9026</w:t>
      </w:r>
      <w:r>
        <w:tab/>
        <w:t>1.888e0</w:t>
      </w:r>
    </w:p>
    <w:p w:rsidR="00354DF7" w:rsidRDefault="00354DF7" w:rsidP="00354DF7">
      <w:pPr>
        <w:tabs>
          <w:tab w:val="left" w:pos="6195"/>
        </w:tabs>
      </w:pPr>
      <w:r>
        <w:t>315.9084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315.9429</w:t>
      </w:r>
      <w:r>
        <w:tab/>
        <w:t>1.970e0</w:t>
      </w:r>
    </w:p>
    <w:p w:rsidR="00354DF7" w:rsidRDefault="00354DF7" w:rsidP="00354DF7">
      <w:pPr>
        <w:tabs>
          <w:tab w:val="left" w:pos="6195"/>
        </w:tabs>
      </w:pPr>
      <w:r>
        <w:t>315.9487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315.9549</w:t>
      </w:r>
      <w:r>
        <w:tab/>
        <w:t>2.619e0</w:t>
      </w:r>
    </w:p>
    <w:p w:rsidR="00354DF7" w:rsidRDefault="00354DF7" w:rsidP="00354DF7">
      <w:pPr>
        <w:tabs>
          <w:tab w:val="left" w:pos="6195"/>
        </w:tabs>
      </w:pPr>
      <w:r>
        <w:t>315.9569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315.9837</w:t>
      </w:r>
      <w:r>
        <w:tab/>
        <w:t>3.032e0</w:t>
      </w:r>
    </w:p>
    <w:p w:rsidR="00354DF7" w:rsidRDefault="00354DF7" w:rsidP="00354DF7">
      <w:pPr>
        <w:tabs>
          <w:tab w:val="left" w:pos="6195"/>
        </w:tabs>
      </w:pPr>
      <w:r>
        <w:t>315.9944</w:t>
      </w:r>
      <w:r>
        <w:tab/>
        <w:t>1.663e0</w:t>
      </w:r>
    </w:p>
    <w:p w:rsidR="00354DF7" w:rsidRDefault="00354DF7" w:rsidP="00354DF7">
      <w:pPr>
        <w:tabs>
          <w:tab w:val="left" w:pos="6195"/>
        </w:tabs>
      </w:pPr>
      <w:r>
        <w:t>315.9998</w:t>
      </w:r>
      <w:r>
        <w:tab/>
        <w:t>7.167e0</w:t>
      </w:r>
    </w:p>
    <w:p w:rsidR="00354DF7" w:rsidRDefault="00354DF7" w:rsidP="00354DF7">
      <w:pPr>
        <w:tabs>
          <w:tab w:val="left" w:pos="6195"/>
        </w:tabs>
      </w:pPr>
      <w:r>
        <w:t>316.0183</w:t>
      </w:r>
      <w:r>
        <w:tab/>
        <w:t>8.056e0</w:t>
      </w:r>
    </w:p>
    <w:p w:rsidR="00354DF7" w:rsidRDefault="00354DF7" w:rsidP="00354DF7">
      <w:pPr>
        <w:tabs>
          <w:tab w:val="left" w:pos="6195"/>
        </w:tabs>
      </w:pPr>
      <w:r>
        <w:t>316.0229</w:t>
      </w:r>
      <w:r>
        <w:tab/>
        <w:t>3.317e0</w:t>
      </w:r>
    </w:p>
    <w:p w:rsidR="00354DF7" w:rsidRDefault="00354DF7" w:rsidP="00354DF7">
      <w:pPr>
        <w:tabs>
          <w:tab w:val="left" w:pos="6195"/>
        </w:tabs>
      </w:pPr>
      <w:r>
        <w:t>316.0323</w:t>
      </w:r>
      <w:r>
        <w:tab/>
        <w:t>4.471e0</w:t>
      </w:r>
    </w:p>
    <w:p w:rsidR="00354DF7" w:rsidRDefault="00354DF7" w:rsidP="00354DF7">
      <w:pPr>
        <w:tabs>
          <w:tab w:val="left" w:pos="6195"/>
        </w:tabs>
      </w:pPr>
      <w:r>
        <w:t>316.0340</w:t>
      </w:r>
      <w:r>
        <w:tab/>
        <w:t>7.121e0</w:t>
      </w:r>
    </w:p>
    <w:p w:rsidR="00354DF7" w:rsidRDefault="00354DF7" w:rsidP="00354DF7">
      <w:pPr>
        <w:tabs>
          <w:tab w:val="left" w:pos="6195"/>
        </w:tabs>
      </w:pPr>
      <w:r>
        <w:t>316.0354</w:t>
      </w:r>
      <w:r>
        <w:tab/>
        <w:t>4.022e0</w:t>
      </w:r>
    </w:p>
    <w:p w:rsidR="00354DF7" w:rsidRDefault="00354DF7" w:rsidP="00354DF7">
      <w:pPr>
        <w:tabs>
          <w:tab w:val="left" w:pos="6195"/>
        </w:tabs>
      </w:pPr>
      <w:r>
        <w:t>316.0507</w:t>
      </w:r>
      <w:r>
        <w:tab/>
        <w:t>2.145e0</w:t>
      </w:r>
    </w:p>
    <w:p w:rsidR="00354DF7" w:rsidRDefault="00354DF7" w:rsidP="00354DF7">
      <w:pPr>
        <w:tabs>
          <w:tab w:val="left" w:pos="6195"/>
        </w:tabs>
      </w:pPr>
      <w:r>
        <w:t>316.0591</w:t>
      </w:r>
      <w:r>
        <w:tab/>
        <w:t>3.046e0</w:t>
      </w:r>
    </w:p>
    <w:p w:rsidR="00354DF7" w:rsidRDefault="00354DF7" w:rsidP="00354DF7">
      <w:pPr>
        <w:tabs>
          <w:tab w:val="left" w:pos="6195"/>
        </w:tabs>
      </w:pPr>
      <w:r>
        <w:t>316.0715</w:t>
      </w:r>
      <w:r>
        <w:tab/>
        <w:t>1.373e0</w:t>
      </w:r>
    </w:p>
    <w:p w:rsidR="00354DF7" w:rsidRDefault="00354DF7" w:rsidP="00354DF7">
      <w:pPr>
        <w:tabs>
          <w:tab w:val="left" w:pos="6195"/>
        </w:tabs>
      </w:pPr>
      <w:r>
        <w:lastRenderedPageBreak/>
        <w:t>316.0755</w:t>
      </w:r>
      <w:r>
        <w:tab/>
        <w:t>2.195e0</w:t>
      </w:r>
    </w:p>
    <w:p w:rsidR="00354DF7" w:rsidRDefault="00354DF7" w:rsidP="00354DF7">
      <w:pPr>
        <w:tabs>
          <w:tab w:val="left" w:pos="6195"/>
        </w:tabs>
      </w:pPr>
      <w:r>
        <w:t>316.1048</w:t>
      </w:r>
      <w:r>
        <w:tab/>
        <w:t>5.697e0</w:t>
      </w:r>
    </w:p>
    <w:p w:rsidR="00354DF7" w:rsidRDefault="00354DF7" w:rsidP="00354DF7">
      <w:pPr>
        <w:tabs>
          <w:tab w:val="left" w:pos="6195"/>
        </w:tabs>
      </w:pPr>
      <w:r>
        <w:t>316.1068</w:t>
      </w:r>
      <w:r>
        <w:tab/>
        <w:t>1.721e0</w:t>
      </w:r>
    </w:p>
    <w:p w:rsidR="00354DF7" w:rsidRDefault="00354DF7" w:rsidP="00354DF7">
      <w:pPr>
        <w:tabs>
          <w:tab w:val="left" w:pos="6195"/>
        </w:tabs>
      </w:pPr>
      <w:r>
        <w:t>316.1095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316.1219</w:t>
      </w:r>
      <w:r>
        <w:tab/>
        <w:t>2.994e0</w:t>
      </w:r>
    </w:p>
    <w:p w:rsidR="00354DF7" w:rsidRDefault="00354DF7" w:rsidP="00354DF7">
      <w:pPr>
        <w:tabs>
          <w:tab w:val="left" w:pos="6195"/>
        </w:tabs>
      </w:pPr>
      <w:r>
        <w:t>316.1398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316.1414</w:t>
      </w:r>
      <w:r>
        <w:tab/>
        <w:t>1.451e0</w:t>
      </w:r>
    </w:p>
    <w:p w:rsidR="00354DF7" w:rsidRDefault="00354DF7" w:rsidP="00354DF7">
      <w:pPr>
        <w:tabs>
          <w:tab w:val="left" w:pos="6195"/>
        </w:tabs>
      </w:pPr>
      <w:r>
        <w:t>316.1643</w:t>
      </w:r>
      <w:r>
        <w:tab/>
        <w:t>1.200e0</w:t>
      </w:r>
    </w:p>
    <w:p w:rsidR="00354DF7" w:rsidRDefault="00354DF7" w:rsidP="00354DF7">
      <w:pPr>
        <w:tabs>
          <w:tab w:val="left" w:pos="6195"/>
        </w:tabs>
      </w:pPr>
      <w:r>
        <w:t>316.2020</w:t>
      </w:r>
      <w:r>
        <w:tab/>
        <w:t>3.756e0</w:t>
      </w:r>
    </w:p>
    <w:p w:rsidR="00354DF7" w:rsidRDefault="00354DF7" w:rsidP="00354DF7">
      <w:pPr>
        <w:tabs>
          <w:tab w:val="left" w:pos="6195"/>
        </w:tabs>
      </w:pPr>
      <w:r>
        <w:t>316.2101</w:t>
      </w:r>
      <w:r>
        <w:tab/>
        <w:t>8.641e0</w:t>
      </w:r>
    </w:p>
    <w:p w:rsidR="00354DF7" w:rsidRDefault="00354DF7" w:rsidP="00354DF7">
      <w:pPr>
        <w:tabs>
          <w:tab w:val="left" w:pos="6195"/>
        </w:tabs>
      </w:pPr>
      <w:r>
        <w:t>316.2111</w:t>
      </w:r>
      <w:r>
        <w:tab/>
        <w:t>5.706e0</w:t>
      </w:r>
    </w:p>
    <w:p w:rsidR="00354DF7" w:rsidRDefault="00354DF7" w:rsidP="00354DF7">
      <w:pPr>
        <w:tabs>
          <w:tab w:val="left" w:pos="6195"/>
        </w:tabs>
      </w:pPr>
      <w:r>
        <w:t>316.2545</w:t>
      </w:r>
      <w:r>
        <w:tab/>
        <w:t>4.351e0</w:t>
      </w:r>
    </w:p>
    <w:p w:rsidR="00354DF7" w:rsidRDefault="00354DF7" w:rsidP="00354DF7">
      <w:pPr>
        <w:tabs>
          <w:tab w:val="left" w:pos="6195"/>
        </w:tabs>
      </w:pPr>
      <w:r>
        <w:t>316.2858</w:t>
      </w:r>
      <w:r>
        <w:tab/>
        <w:t>2.049e1</w:t>
      </w:r>
    </w:p>
    <w:p w:rsidR="00354DF7" w:rsidRDefault="00354DF7" w:rsidP="00354DF7">
      <w:pPr>
        <w:tabs>
          <w:tab w:val="left" w:pos="6195"/>
        </w:tabs>
      </w:pPr>
      <w:r>
        <w:t>316.2904</w:t>
      </w:r>
      <w:r>
        <w:tab/>
        <w:t>1.181e1</w:t>
      </w:r>
    </w:p>
    <w:p w:rsidR="00354DF7" w:rsidRDefault="00354DF7" w:rsidP="00354DF7">
      <w:pPr>
        <w:tabs>
          <w:tab w:val="left" w:pos="6195"/>
        </w:tabs>
      </w:pPr>
      <w:r>
        <w:t>316.2919</w:t>
      </w:r>
      <w:r>
        <w:tab/>
        <w:t>1.233e1</w:t>
      </w:r>
    </w:p>
    <w:p w:rsidR="00354DF7" w:rsidRDefault="00354DF7" w:rsidP="00354DF7">
      <w:pPr>
        <w:tabs>
          <w:tab w:val="left" w:pos="6195"/>
        </w:tabs>
      </w:pPr>
      <w:r>
        <w:t>316.2978</w:t>
      </w:r>
      <w:r>
        <w:tab/>
        <w:t>1.096e1</w:t>
      </w:r>
    </w:p>
    <w:p w:rsidR="00354DF7" w:rsidRDefault="00354DF7" w:rsidP="00354DF7">
      <w:pPr>
        <w:tabs>
          <w:tab w:val="left" w:pos="6195"/>
        </w:tabs>
      </w:pPr>
      <w:r>
        <w:t>316.3387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316.3438</w:t>
      </w:r>
      <w:r>
        <w:tab/>
        <w:t>1.677e0</w:t>
      </w:r>
    </w:p>
    <w:p w:rsidR="00354DF7" w:rsidRDefault="00354DF7" w:rsidP="00354DF7">
      <w:pPr>
        <w:tabs>
          <w:tab w:val="left" w:pos="6195"/>
        </w:tabs>
      </w:pPr>
      <w:r>
        <w:t>316.3607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316.3627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316.3703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316.3861</w:t>
      </w:r>
      <w:r>
        <w:tab/>
        <w:t>4.972e0</w:t>
      </w:r>
    </w:p>
    <w:p w:rsidR="00354DF7" w:rsidRDefault="00354DF7" w:rsidP="00354DF7">
      <w:pPr>
        <w:tabs>
          <w:tab w:val="left" w:pos="6195"/>
        </w:tabs>
      </w:pPr>
      <w:r>
        <w:t>316.3878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316.4114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316.4175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316.4247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316.4316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316.4404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316.4627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316.4678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316.4718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316.4874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316.5038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316.5081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316.5417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316.5443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316.5781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316.5866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316.5882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316.5966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316.5991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316.6122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316.6347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316.6451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316.6520</w:t>
      </w:r>
      <w:r>
        <w:tab/>
        <w:t>2.096e0</w:t>
      </w:r>
    </w:p>
    <w:p w:rsidR="00354DF7" w:rsidRDefault="00354DF7" w:rsidP="00354DF7">
      <w:pPr>
        <w:tabs>
          <w:tab w:val="left" w:pos="6195"/>
        </w:tabs>
      </w:pPr>
      <w:r>
        <w:t>316.6581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316.6810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316.6920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316.6955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316.7154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316.7295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316.7339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316.7436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316.7552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316.7727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316.7775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316.7859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316.7980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316.8226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316.8467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316.8514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316.8529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316.8690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316.8717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316.8759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316.8901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316.9160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316.9246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316.9275</w:t>
      </w:r>
      <w:r>
        <w:tab/>
        <w:t>1.662e0</w:t>
      </w:r>
    </w:p>
    <w:p w:rsidR="00354DF7" w:rsidRDefault="00354DF7" w:rsidP="00354DF7">
      <w:pPr>
        <w:tabs>
          <w:tab w:val="left" w:pos="6195"/>
        </w:tabs>
      </w:pPr>
      <w:r>
        <w:t>316.9540</w:t>
      </w:r>
      <w:r>
        <w:tab/>
        <w:t>5.027e0</w:t>
      </w:r>
    </w:p>
    <w:p w:rsidR="00354DF7" w:rsidRDefault="00354DF7" w:rsidP="00354DF7">
      <w:pPr>
        <w:tabs>
          <w:tab w:val="left" w:pos="6195"/>
        </w:tabs>
      </w:pPr>
      <w:r>
        <w:t>316.9601</w:t>
      </w:r>
      <w:r>
        <w:tab/>
        <w:t>1.526e1</w:t>
      </w:r>
    </w:p>
    <w:p w:rsidR="00354DF7" w:rsidRDefault="00354DF7" w:rsidP="00354DF7">
      <w:pPr>
        <w:tabs>
          <w:tab w:val="left" w:pos="6195"/>
        </w:tabs>
      </w:pPr>
      <w:r>
        <w:t>316.9648</w:t>
      </w:r>
      <w:r>
        <w:tab/>
        <w:t>1.119e1</w:t>
      </w:r>
    </w:p>
    <w:p w:rsidR="00354DF7" w:rsidRDefault="00354DF7" w:rsidP="00354DF7">
      <w:pPr>
        <w:tabs>
          <w:tab w:val="left" w:pos="6195"/>
        </w:tabs>
      </w:pPr>
      <w:r>
        <w:t>316.9863</w:t>
      </w:r>
      <w:r>
        <w:tab/>
        <w:t>4.969e0</w:t>
      </w:r>
    </w:p>
    <w:p w:rsidR="00354DF7" w:rsidRDefault="00354DF7" w:rsidP="00354DF7">
      <w:pPr>
        <w:tabs>
          <w:tab w:val="left" w:pos="6195"/>
        </w:tabs>
      </w:pPr>
      <w:r>
        <w:t>317.0254</w:t>
      </w:r>
      <w:r>
        <w:tab/>
        <w:t>4.224e0</w:t>
      </w:r>
    </w:p>
    <w:p w:rsidR="00354DF7" w:rsidRDefault="00354DF7" w:rsidP="00354DF7">
      <w:pPr>
        <w:tabs>
          <w:tab w:val="left" w:pos="6195"/>
        </w:tabs>
      </w:pPr>
      <w:r>
        <w:t>317.0420</w:t>
      </w:r>
      <w:r>
        <w:tab/>
        <w:t>8.606e0</w:t>
      </w:r>
    </w:p>
    <w:p w:rsidR="00354DF7" w:rsidRDefault="00354DF7" w:rsidP="00354DF7">
      <w:pPr>
        <w:tabs>
          <w:tab w:val="left" w:pos="6195"/>
        </w:tabs>
      </w:pPr>
      <w:r>
        <w:t>317.0459</w:t>
      </w:r>
      <w:r>
        <w:tab/>
        <w:t>2.518e1</w:t>
      </w:r>
    </w:p>
    <w:p w:rsidR="00354DF7" w:rsidRDefault="00354DF7" w:rsidP="00354DF7">
      <w:pPr>
        <w:tabs>
          <w:tab w:val="left" w:pos="6195"/>
        </w:tabs>
      </w:pPr>
      <w:r>
        <w:lastRenderedPageBreak/>
        <w:t>317.0536</w:t>
      </w:r>
      <w:r>
        <w:tab/>
        <w:t>7.731e0</w:t>
      </w:r>
    </w:p>
    <w:p w:rsidR="00354DF7" w:rsidRDefault="00354DF7" w:rsidP="00354DF7">
      <w:pPr>
        <w:tabs>
          <w:tab w:val="left" w:pos="6195"/>
        </w:tabs>
      </w:pPr>
      <w:r>
        <w:t>317.0581</w:t>
      </w:r>
      <w:r>
        <w:tab/>
        <w:t>7.051e0</w:t>
      </w:r>
    </w:p>
    <w:p w:rsidR="00354DF7" w:rsidRDefault="00354DF7" w:rsidP="00354DF7">
      <w:pPr>
        <w:tabs>
          <w:tab w:val="left" w:pos="6195"/>
        </w:tabs>
      </w:pPr>
      <w:r>
        <w:t>317.0653</w:t>
      </w:r>
      <w:r>
        <w:tab/>
        <w:t>8.300e0</w:t>
      </w:r>
    </w:p>
    <w:p w:rsidR="00354DF7" w:rsidRDefault="00354DF7" w:rsidP="00354DF7">
      <w:pPr>
        <w:tabs>
          <w:tab w:val="left" w:pos="6195"/>
        </w:tabs>
      </w:pPr>
      <w:r>
        <w:t>317.0970</w:t>
      </w:r>
      <w:r>
        <w:tab/>
        <w:t>5.864e0</w:t>
      </w:r>
    </w:p>
    <w:p w:rsidR="00354DF7" w:rsidRDefault="00354DF7" w:rsidP="00354DF7">
      <w:pPr>
        <w:tabs>
          <w:tab w:val="left" w:pos="6195"/>
        </w:tabs>
      </w:pPr>
      <w:r>
        <w:t>317.1076</w:t>
      </w:r>
      <w:r>
        <w:tab/>
        <w:t>1.312e0</w:t>
      </w:r>
    </w:p>
    <w:p w:rsidR="00354DF7" w:rsidRDefault="00354DF7" w:rsidP="00354DF7">
      <w:pPr>
        <w:tabs>
          <w:tab w:val="left" w:pos="6195"/>
        </w:tabs>
      </w:pPr>
      <w:r>
        <w:t>317.1279</w:t>
      </w:r>
      <w:r>
        <w:tab/>
        <w:t>1.472e0</w:t>
      </w:r>
    </w:p>
    <w:p w:rsidR="00354DF7" w:rsidRDefault="00354DF7" w:rsidP="00354DF7">
      <w:pPr>
        <w:tabs>
          <w:tab w:val="left" w:pos="6195"/>
        </w:tabs>
      </w:pPr>
      <w:r>
        <w:t>317.1303</w:t>
      </w:r>
      <w:r>
        <w:tab/>
        <w:t>3.456e0</w:t>
      </w:r>
    </w:p>
    <w:p w:rsidR="00354DF7" w:rsidRDefault="00354DF7" w:rsidP="00354DF7">
      <w:pPr>
        <w:tabs>
          <w:tab w:val="left" w:pos="6195"/>
        </w:tabs>
      </w:pPr>
      <w:r>
        <w:t>317.1479</w:t>
      </w:r>
      <w:r>
        <w:tab/>
        <w:t>3.954e0</w:t>
      </w:r>
    </w:p>
    <w:p w:rsidR="00354DF7" w:rsidRDefault="00354DF7" w:rsidP="00354DF7">
      <w:pPr>
        <w:tabs>
          <w:tab w:val="left" w:pos="6195"/>
        </w:tabs>
      </w:pPr>
      <w:r>
        <w:t>317.1822</w:t>
      </w:r>
      <w:r>
        <w:tab/>
        <w:t>2.139e0</w:t>
      </w:r>
    </w:p>
    <w:p w:rsidR="00354DF7" w:rsidRDefault="00354DF7" w:rsidP="00354DF7">
      <w:pPr>
        <w:tabs>
          <w:tab w:val="left" w:pos="6195"/>
        </w:tabs>
      </w:pPr>
      <w:r>
        <w:t>317.1904</w:t>
      </w:r>
      <w:r>
        <w:tab/>
        <w:t>3.094e0</w:t>
      </w:r>
    </w:p>
    <w:p w:rsidR="00354DF7" w:rsidRDefault="00354DF7" w:rsidP="00354DF7">
      <w:pPr>
        <w:tabs>
          <w:tab w:val="left" w:pos="6195"/>
        </w:tabs>
      </w:pPr>
      <w:r>
        <w:t>317.1956</w:t>
      </w:r>
      <w:r>
        <w:tab/>
        <w:t>1.459e0</w:t>
      </w:r>
    </w:p>
    <w:p w:rsidR="00354DF7" w:rsidRDefault="00354DF7" w:rsidP="00354DF7">
      <w:pPr>
        <w:tabs>
          <w:tab w:val="left" w:pos="6195"/>
        </w:tabs>
      </w:pPr>
      <w:r>
        <w:t>317.2024</w:t>
      </w:r>
      <w:r>
        <w:tab/>
        <w:t>7.708e0</w:t>
      </w:r>
    </w:p>
    <w:p w:rsidR="00354DF7" w:rsidRDefault="00354DF7" w:rsidP="00354DF7">
      <w:pPr>
        <w:tabs>
          <w:tab w:val="left" w:pos="6195"/>
        </w:tabs>
      </w:pPr>
      <w:r>
        <w:t>317.2588</w:t>
      </w:r>
      <w:r>
        <w:tab/>
        <w:t>1.495e0</w:t>
      </w:r>
    </w:p>
    <w:p w:rsidR="00354DF7" w:rsidRDefault="00354DF7" w:rsidP="00354DF7">
      <w:pPr>
        <w:tabs>
          <w:tab w:val="left" w:pos="6195"/>
        </w:tabs>
      </w:pPr>
      <w:r>
        <w:t>317.2669</w:t>
      </w:r>
      <w:r>
        <w:tab/>
        <w:t>1.166e0</w:t>
      </w:r>
    </w:p>
    <w:p w:rsidR="00354DF7" w:rsidRDefault="00354DF7" w:rsidP="00354DF7">
      <w:pPr>
        <w:tabs>
          <w:tab w:val="left" w:pos="6195"/>
        </w:tabs>
      </w:pPr>
      <w:r>
        <w:t>317.2865</w:t>
      </w:r>
      <w:r>
        <w:tab/>
        <w:t>2.355e0</w:t>
      </w:r>
    </w:p>
    <w:p w:rsidR="00354DF7" w:rsidRDefault="00354DF7" w:rsidP="00354DF7">
      <w:pPr>
        <w:tabs>
          <w:tab w:val="left" w:pos="6195"/>
        </w:tabs>
      </w:pPr>
      <w:r>
        <w:t>317.2962</w:t>
      </w:r>
      <w:r>
        <w:tab/>
        <w:t>3.536e0</w:t>
      </w:r>
    </w:p>
    <w:p w:rsidR="00354DF7" w:rsidRDefault="00354DF7" w:rsidP="00354DF7">
      <w:pPr>
        <w:tabs>
          <w:tab w:val="left" w:pos="6195"/>
        </w:tabs>
      </w:pPr>
      <w:r>
        <w:t>317.2993</w:t>
      </w:r>
      <w:r>
        <w:tab/>
        <w:t>5.152e0</w:t>
      </w:r>
    </w:p>
    <w:p w:rsidR="00354DF7" w:rsidRDefault="00354DF7" w:rsidP="00354DF7">
      <w:pPr>
        <w:tabs>
          <w:tab w:val="left" w:pos="6195"/>
        </w:tabs>
      </w:pPr>
      <w:r>
        <w:t>317.3109</w:t>
      </w:r>
      <w:r>
        <w:tab/>
        <w:t>2.197e0</w:t>
      </w:r>
    </w:p>
    <w:p w:rsidR="00354DF7" w:rsidRDefault="00354DF7" w:rsidP="00354DF7">
      <w:pPr>
        <w:tabs>
          <w:tab w:val="left" w:pos="6195"/>
        </w:tabs>
      </w:pPr>
      <w:r>
        <w:t>317.3291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317.3396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317.3538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317.3691</w:t>
      </w:r>
      <w:r>
        <w:tab/>
        <w:t>1.511e0</w:t>
      </w:r>
    </w:p>
    <w:p w:rsidR="00354DF7" w:rsidRDefault="00354DF7" w:rsidP="00354DF7">
      <w:pPr>
        <w:tabs>
          <w:tab w:val="left" w:pos="6195"/>
        </w:tabs>
      </w:pPr>
      <w:r>
        <w:t>317.3864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317.3922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317.3975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317.4016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317.4037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317.4264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317.4500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317.4545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317.4600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317.4826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317.4962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317.5035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317.5233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317.5300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317.5366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317.5390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317.5428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317.5605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317.5755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317.5810</w:t>
      </w:r>
      <w:r>
        <w:tab/>
        <w:t>3.757e0</w:t>
      </w:r>
    </w:p>
    <w:p w:rsidR="00354DF7" w:rsidRDefault="00354DF7" w:rsidP="00354DF7">
      <w:pPr>
        <w:tabs>
          <w:tab w:val="left" w:pos="6195"/>
        </w:tabs>
      </w:pPr>
      <w:r>
        <w:t>317.5994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317.6062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317.6097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317.6364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317.6438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317.6669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317.6695</w:t>
      </w:r>
      <w:r>
        <w:tab/>
        <w:t>6.049e0</w:t>
      </w:r>
    </w:p>
    <w:p w:rsidR="00354DF7" w:rsidRDefault="00354DF7" w:rsidP="00354DF7">
      <w:pPr>
        <w:tabs>
          <w:tab w:val="left" w:pos="6195"/>
        </w:tabs>
      </w:pPr>
      <w:r>
        <w:t>317.6930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317.7195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317.7277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317.7368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317.7543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317.7629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317.7811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317.7888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317.8151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317.8192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317.8230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317.8439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317.8471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317.8498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317.8630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317.8675</w:t>
      </w:r>
      <w:r>
        <w:tab/>
        <w:t>2.248e0</w:t>
      </w:r>
    </w:p>
    <w:p w:rsidR="00354DF7" w:rsidRDefault="00354DF7" w:rsidP="00354DF7">
      <w:pPr>
        <w:tabs>
          <w:tab w:val="left" w:pos="6195"/>
        </w:tabs>
      </w:pPr>
      <w:r>
        <w:t>317.8853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317.8883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317.9109</w:t>
      </w:r>
      <w:r>
        <w:tab/>
        <w:t>3.014e0</w:t>
      </w:r>
    </w:p>
    <w:p w:rsidR="00354DF7" w:rsidRDefault="00354DF7" w:rsidP="00354DF7">
      <w:pPr>
        <w:tabs>
          <w:tab w:val="left" w:pos="6195"/>
        </w:tabs>
      </w:pPr>
      <w:r>
        <w:t>317.9119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317.9151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317.9171</w:t>
      </w:r>
      <w:r>
        <w:tab/>
        <w:t>1.155e0</w:t>
      </w:r>
    </w:p>
    <w:p w:rsidR="00354DF7" w:rsidRDefault="00354DF7" w:rsidP="00354DF7">
      <w:pPr>
        <w:tabs>
          <w:tab w:val="left" w:pos="6195"/>
        </w:tabs>
      </w:pPr>
      <w:r>
        <w:t>317.9375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317.9500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317.9561</w:t>
      </w:r>
      <w:r>
        <w:tab/>
        <w:t>4.020e0</w:t>
      </w:r>
    </w:p>
    <w:p w:rsidR="00354DF7" w:rsidRDefault="00354DF7" w:rsidP="00354DF7">
      <w:pPr>
        <w:tabs>
          <w:tab w:val="left" w:pos="6195"/>
        </w:tabs>
      </w:pPr>
      <w:r>
        <w:t>317.9574</w:t>
      </w:r>
      <w:r>
        <w:tab/>
        <w:t>3.755e0</w:t>
      </w:r>
    </w:p>
    <w:p w:rsidR="00354DF7" w:rsidRDefault="00354DF7" w:rsidP="00354DF7">
      <w:pPr>
        <w:tabs>
          <w:tab w:val="left" w:pos="6195"/>
        </w:tabs>
      </w:pPr>
      <w:r>
        <w:t>317.9738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317.9848</w:t>
      </w:r>
      <w:r>
        <w:tab/>
        <w:t>2.924e0</w:t>
      </w:r>
    </w:p>
    <w:p w:rsidR="00354DF7" w:rsidRDefault="00354DF7" w:rsidP="00354DF7">
      <w:pPr>
        <w:tabs>
          <w:tab w:val="left" w:pos="6195"/>
        </w:tabs>
      </w:pPr>
      <w:r>
        <w:t>317.9963</w:t>
      </w:r>
      <w:r>
        <w:tab/>
        <w:t>3.673e0</w:t>
      </w:r>
    </w:p>
    <w:p w:rsidR="00354DF7" w:rsidRDefault="00354DF7" w:rsidP="00354DF7">
      <w:pPr>
        <w:tabs>
          <w:tab w:val="left" w:pos="6195"/>
        </w:tabs>
      </w:pPr>
      <w:r>
        <w:t>318.0343</w:t>
      </w:r>
      <w:r>
        <w:tab/>
        <w:t>1.653e0</w:t>
      </w:r>
    </w:p>
    <w:p w:rsidR="00354DF7" w:rsidRDefault="00354DF7" w:rsidP="00354DF7">
      <w:pPr>
        <w:tabs>
          <w:tab w:val="left" w:pos="6195"/>
        </w:tabs>
      </w:pPr>
      <w:r>
        <w:t>318.0493</w:t>
      </w:r>
      <w:r>
        <w:tab/>
        <w:t>2.084e0</w:t>
      </w:r>
    </w:p>
    <w:p w:rsidR="00354DF7" w:rsidRDefault="00354DF7" w:rsidP="00354DF7">
      <w:pPr>
        <w:tabs>
          <w:tab w:val="left" w:pos="6195"/>
        </w:tabs>
      </w:pPr>
      <w:r>
        <w:t>318.0539</w:t>
      </w:r>
      <w:r>
        <w:tab/>
        <w:t>1.620e0</w:t>
      </w:r>
    </w:p>
    <w:p w:rsidR="00354DF7" w:rsidRDefault="00354DF7" w:rsidP="00354DF7">
      <w:pPr>
        <w:tabs>
          <w:tab w:val="left" w:pos="6195"/>
        </w:tabs>
      </w:pPr>
      <w:r>
        <w:t>318.0605</w:t>
      </w:r>
      <w:r>
        <w:tab/>
        <w:t>3.890e0</w:t>
      </w:r>
    </w:p>
    <w:p w:rsidR="00354DF7" w:rsidRDefault="00354DF7" w:rsidP="00354DF7">
      <w:pPr>
        <w:tabs>
          <w:tab w:val="left" w:pos="6195"/>
        </w:tabs>
      </w:pPr>
      <w:r>
        <w:t>318.0662</w:t>
      </w:r>
      <w:r>
        <w:tab/>
        <w:t>3.202e0</w:t>
      </w:r>
    </w:p>
    <w:p w:rsidR="00354DF7" w:rsidRDefault="00354DF7" w:rsidP="00354DF7">
      <w:pPr>
        <w:tabs>
          <w:tab w:val="left" w:pos="6195"/>
        </w:tabs>
      </w:pPr>
      <w:r>
        <w:t>318.1025</w:t>
      </w:r>
      <w:r>
        <w:tab/>
        <w:t>1.527e0</w:t>
      </w:r>
    </w:p>
    <w:p w:rsidR="00354DF7" w:rsidRDefault="00354DF7" w:rsidP="00354DF7">
      <w:pPr>
        <w:tabs>
          <w:tab w:val="left" w:pos="6195"/>
        </w:tabs>
      </w:pPr>
      <w:r>
        <w:t>318.1122</w:t>
      </w:r>
      <w:r>
        <w:tab/>
        <w:t>1.865e0</w:t>
      </w:r>
    </w:p>
    <w:p w:rsidR="00354DF7" w:rsidRDefault="00354DF7" w:rsidP="00354DF7">
      <w:pPr>
        <w:tabs>
          <w:tab w:val="left" w:pos="6195"/>
        </w:tabs>
      </w:pPr>
      <w:r>
        <w:t>318.1165</w:t>
      </w:r>
      <w:r>
        <w:tab/>
        <w:t>3.052e0</w:t>
      </w:r>
    </w:p>
    <w:p w:rsidR="00354DF7" w:rsidRDefault="00354DF7" w:rsidP="00354DF7">
      <w:pPr>
        <w:tabs>
          <w:tab w:val="left" w:pos="6195"/>
        </w:tabs>
      </w:pPr>
      <w:r>
        <w:t>318.1215</w:t>
      </w:r>
      <w:r>
        <w:tab/>
        <w:t>3.605e0</w:t>
      </w:r>
    </w:p>
    <w:p w:rsidR="00354DF7" w:rsidRDefault="00354DF7" w:rsidP="00354DF7">
      <w:pPr>
        <w:tabs>
          <w:tab w:val="left" w:pos="6195"/>
        </w:tabs>
      </w:pPr>
      <w:r>
        <w:t>318.1422</w:t>
      </w:r>
      <w:r>
        <w:tab/>
        <w:t>2.542e0</w:t>
      </w:r>
    </w:p>
    <w:p w:rsidR="00354DF7" w:rsidRDefault="00354DF7" w:rsidP="00354DF7">
      <w:pPr>
        <w:tabs>
          <w:tab w:val="left" w:pos="6195"/>
        </w:tabs>
      </w:pPr>
      <w:r>
        <w:t>318.1738</w:t>
      </w:r>
      <w:r>
        <w:tab/>
        <w:t>1.787e0</w:t>
      </w:r>
    </w:p>
    <w:p w:rsidR="00354DF7" w:rsidRDefault="00354DF7" w:rsidP="00354DF7">
      <w:pPr>
        <w:tabs>
          <w:tab w:val="left" w:pos="6195"/>
        </w:tabs>
      </w:pPr>
      <w:r>
        <w:t>318.1779</w:t>
      </w:r>
      <w:r>
        <w:tab/>
        <w:t>2.096e0</w:t>
      </w:r>
    </w:p>
    <w:p w:rsidR="00354DF7" w:rsidRDefault="00354DF7" w:rsidP="00354DF7">
      <w:pPr>
        <w:tabs>
          <w:tab w:val="left" w:pos="6195"/>
        </w:tabs>
      </w:pPr>
      <w:r>
        <w:t>318.1870</w:t>
      </w:r>
      <w:r>
        <w:tab/>
        <w:t>7.352e0</w:t>
      </w:r>
    </w:p>
    <w:p w:rsidR="00354DF7" w:rsidRDefault="00354DF7" w:rsidP="00354DF7">
      <w:pPr>
        <w:tabs>
          <w:tab w:val="left" w:pos="6195"/>
        </w:tabs>
      </w:pPr>
      <w:r>
        <w:t>318.2091</w:t>
      </w:r>
      <w:r>
        <w:tab/>
        <w:t>3.252e0</w:t>
      </w:r>
    </w:p>
    <w:p w:rsidR="00354DF7" w:rsidRDefault="00354DF7" w:rsidP="00354DF7">
      <w:pPr>
        <w:tabs>
          <w:tab w:val="left" w:pos="6195"/>
        </w:tabs>
      </w:pPr>
      <w:r>
        <w:t>318.2180</w:t>
      </w:r>
      <w:r>
        <w:tab/>
        <w:t>3.516e0</w:t>
      </w:r>
    </w:p>
    <w:p w:rsidR="00354DF7" w:rsidRDefault="00354DF7" w:rsidP="00354DF7">
      <w:pPr>
        <w:tabs>
          <w:tab w:val="left" w:pos="6195"/>
        </w:tabs>
      </w:pPr>
      <w:r>
        <w:t>318.2242</w:t>
      </w:r>
      <w:r>
        <w:tab/>
        <w:t>6.898e0</w:t>
      </w:r>
    </w:p>
    <w:p w:rsidR="00354DF7" w:rsidRDefault="00354DF7" w:rsidP="00354DF7">
      <w:pPr>
        <w:tabs>
          <w:tab w:val="left" w:pos="6195"/>
        </w:tabs>
      </w:pPr>
      <w:r>
        <w:t>318.2390</w:t>
      </w:r>
      <w:r>
        <w:tab/>
        <w:t>3.509e0</w:t>
      </w:r>
    </w:p>
    <w:p w:rsidR="00354DF7" w:rsidRDefault="00354DF7" w:rsidP="00354DF7">
      <w:pPr>
        <w:tabs>
          <w:tab w:val="left" w:pos="6195"/>
        </w:tabs>
      </w:pPr>
      <w:r>
        <w:lastRenderedPageBreak/>
        <w:t>318.2429</w:t>
      </w:r>
      <w:r>
        <w:tab/>
        <w:t>3.136e0</w:t>
      </w:r>
    </w:p>
    <w:p w:rsidR="00354DF7" w:rsidRDefault="00354DF7" w:rsidP="00354DF7">
      <w:pPr>
        <w:tabs>
          <w:tab w:val="left" w:pos="6195"/>
        </w:tabs>
      </w:pPr>
      <w:r>
        <w:t>318.2450</w:t>
      </w:r>
      <w:r>
        <w:tab/>
        <w:t>6.052e0</w:t>
      </w:r>
    </w:p>
    <w:p w:rsidR="00354DF7" w:rsidRDefault="00354DF7" w:rsidP="00354DF7">
      <w:pPr>
        <w:tabs>
          <w:tab w:val="left" w:pos="6195"/>
        </w:tabs>
      </w:pPr>
      <w:r>
        <w:t>318.2711</w:t>
      </w:r>
      <w:r>
        <w:tab/>
        <w:t>1.495e0</w:t>
      </w:r>
    </w:p>
    <w:p w:rsidR="00354DF7" w:rsidRDefault="00354DF7" w:rsidP="00354DF7">
      <w:pPr>
        <w:tabs>
          <w:tab w:val="left" w:pos="6195"/>
        </w:tabs>
      </w:pPr>
      <w:r>
        <w:t>318.2829</w:t>
      </w:r>
      <w:r>
        <w:tab/>
        <w:t>1.538e0</w:t>
      </w:r>
    </w:p>
    <w:p w:rsidR="00354DF7" w:rsidRDefault="00354DF7" w:rsidP="00354DF7">
      <w:pPr>
        <w:tabs>
          <w:tab w:val="left" w:pos="6195"/>
        </w:tabs>
      </w:pPr>
      <w:r>
        <w:t>318.2963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318.2991</w:t>
      </w:r>
      <w:r>
        <w:tab/>
        <w:t>4.229e0</w:t>
      </w:r>
    </w:p>
    <w:p w:rsidR="00354DF7" w:rsidRDefault="00354DF7" w:rsidP="00354DF7">
      <w:pPr>
        <w:tabs>
          <w:tab w:val="left" w:pos="6195"/>
        </w:tabs>
      </w:pPr>
      <w:r>
        <w:t>318.3040</w:t>
      </w:r>
      <w:r>
        <w:tab/>
        <w:t>6.455e0</w:t>
      </w:r>
    </w:p>
    <w:p w:rsidR="00354DF7" w:rsidRDefault="00354DF7" w:rsidP="00354DF7">
      <w:pPr>
        <w:tabs>
          <w:tab w:val="left" w:pos="6195"/>
        </w:tabs>
      </w:pPr>
      <w:r>
        <w:t>318.3132</w:t>
      </w:r>
      <w:r>
        <w:tab/>
        <w:t>1.314e1</w:t>
      </w:r>
    </w:p>
    <w:p w:rsidR="00354DF7" w:rsidRDefault="00354DF7" w:rsidP="00354DF7">
      <w:pPr>
        <w:tabs>
          <w:tab w:val="left" w:pos="6195"/>
        </w:tabs>
      </w:pPr>
      <w:r>
        <w:t>318.3349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318.3527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318.3690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318.3860</w:t>
      </w:r>
      <w:r>
        <w:tab/>
        <w:t>1.934e0</w:t>
      </w:r>
    </w:p>
    <w:p w:rsidR="00354DF7" w:rsidRDefault="00354DF7" w:rsidP="00354DF7">
      <w:pPr>
        <w:tabs>
          <w:tab w:val="left" w:pos="6195"/>
        </w:tabs>
      </w:pPr>
      <w:r>
        <w:t>318.3925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318.4151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318.4297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318.4376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318.4500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318.4537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318.4580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318.4633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318.5017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318.5249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318.5545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318.5557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318.5710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318.5815</w:t>
      </w:r>
      <w:r>
        <w:tab/>
        <w:t>4.612e0</w:t>
      </w:r>
    </w:p>
    <w:p w:rsidR="00354DF7" w:rsidRDefault="00354DF7" w:rsidP="00354DF7">
      <w:pPr>
        <w:tabs>
          <w:tab w:val="left" w:pos="6195"/>
        </w:tabs>
      </w:pPr>
      <w:r>
        <w:t>318.5865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318.6009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318.6392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318.6477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318.6516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318.6575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318.6815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318.6900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318.6958</w:t>
      </w:r>
      <w:r>
        <w:tab/>
        <w:t>5.550e0</w:t>
      </w:r>
    </w:p>
    <w:p w:rsidR="00354DF7" w:rsidRDefault="00354DF7" w:rsidP="00354DF7">
      <w:pPr>
        <w:tabs>
          <w:tab w:val="left" w:pos="6195"/>
        </w:tabs>
      </w:pPr>
      <w:r>
        <w:t>318.7090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318.7281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318.7608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318.7622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318.7667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318.7993</w:t>
      </w:r>
      <w:r>
        <w:tab/>
        <w:t>2.124e0</w:t>
      </w:r>
    </w:p>
    <w:p w:rsidR="00354DF7" w:rsidRDefault="00354DF7" w:rsidP="00354DF7">
      <w:pPr>
        <w:tabs>
          <w:tab w:val="left" w:pos="6195"/>
        </w:tabs>
      </w:pPr>
      <w:r>
        <w:t>318.8188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318.8285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318.8330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318.8451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318.8706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318.8801</w:t>
      </w:r>
      <w:r>
        <w:tab/>
        <w:t>4.239e0</w:t>
      </w:r>
    </w:p>
    <w:p w:rsidR="00354DF7" w:rsidRDefault="00354DF7" w:rsidP="00354DF7">
      <w:pPr>
        <w:tabs>
          <w:tab w:val="left" w:pos="6195"/>
        </w:tabs>
      </w:pPr>
      <w:r>
        <w:t>318.8843</w:t>
      </w:r>
      <w:r>
        <w:tab/>
        <w:t>5.895e0</w:t>
      </w:r>
    </w:p>
    <w:p w:rsidR="00354DF7" w:rsidRDefault="00354DF7" w:rsidP="00354DF7">
      <w:pPr>
        <w:tabs>
          <w:tab w:val="left" w:pos="6195"/>
        </w:tabs>
      </w:pPr>
      <w:r>
        <w:t>318.8955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318.9025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318.9054</w:t>
      </w:r>
      <w:r>
        <w:tab/>
        <w:t>1.052e1</w:t>
      </w:r>
    </w:p>
    <w:p w:rsidR="00354DF7" w:rsidRDefault="00354DF7" w:rsidP="00354DF7">
      <w:pPr>
        <w:tabs>
          <w:tab w:val="left" w:pos="6195"/>
        </w:tabs>
      </w:pPr>
      <w:r>
        <w:t>318.9259</w:t>
      </w:r>
      <w:r>
        <w:tab/>
        <w:t>3.223e0</w:t>
      </w:r>
    </w:p>
    <w:p w:rsidR="00354DF7" w:rsidRDefault="00354DF7" w:rsidP="00354DF7">
      <w:pPr>
        <w:tabs>
          <w:tab w:val="left" w:pos="6195"/>
        </w:tabs>
      </w:pPr>
      <w:r>
        <w:t>318.9389</w:t>
      </w:r>
      <w:r>
        <w:tab/>
        <w:t>5.948e0</w:t>
      </w:r>
    </w:p>
    <w:p w:rsidR="00354DF7" w:rsidRDefault="00354DF7" w:rsidP="00354DF7">
      <w:pPr>
        <w:tabs>
          <w:tab w:val="left" w:pos="6195"/>
        </w:tabs>
      </w:pPr>
      <w:r>
        <w:t>318.9486</w:t>
      </w:r>
      <w:r>
        <w:tab/>
        <w:t>2.324e0</w:t>
      </w:r>
    </w:p>
    <w:p w:rsidR="00354DF7" w:rsidRDefault="00354DF7" w:rsidP="00354DF7">
      <w:pPr>
        <w:tabs>
          <w:tab w:val="left" w:pos="6195"/>
        </w:tabs>
      </w:pPr>
      <w:r>
        <w:t>318.9630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318.9660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318.9686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318.9810</w:t>
      </w:r>
      <w:r>
        <w:tab/>
        <w:t>5.893e0</w:t>
      </w:r>
    </w:p>
    <w:p w:rsidR="00354DF7" w:rsidRDefault="00354DF7" w:rsidP="00354DF7">
      <w:pPr>
        <w:tabs>
          <w:tab w:val="left" w:pos="6195"/>
        </w:tabs>
      </w:pPr>
      <w:r>
        <w:t>318.9940</w:t>
      </w:r>
      <w:r>
        <w:tab/>
        <w:t>1.883e0</w:t>
      </w:r>
    </w:p>
    <w:p w:rsidR="00354DF7" w:rsidRDefault="00354DF7" w:rsidP="00354DF7">
      <w:pPr>
        <w:tabs>
          <w:tab w:val="left" w:pos="6195"/>
        </w:tabs>
      </w:pPr>
      <w:r>
        <w:t>319.0140</w:t>
      </w:r>
      <w:r>
        <w:tab/>
        <w:t>2.433e0</w:t>
      </w:r>
    </w:p>
    <w:p w:rsidR="00354DF7" w:rsidRDefault="00354DF7" w:rsidP="00354DF7">
      <w:pPr>
        <w:tabs>
          <w:tab w:val="left" w:pos="6195"/>
        </w:tabs>
      </w:pPr>
      <w:r>
        <w:t>319.0153</w:t>
      </w:r>
      <w:r>
        <w:tab/>
        <w:t>3.011e0</w:t>
      </w:r>
    </w:p>
    <w:p w:rsidR="00354DF7" w:rsidRDefault="00354DF7" w:rsidP="00354DF7">
      <w:pPr>
        <w:tabs>
          <w:tab w:val="left" w:pos="6195"/>
        </w:tabs>
      </w:pPr>
      <w:r>
        <w:t>319.0202</w:t>
      </w:r>
      <w:r>
        <w:tab/>
        <w:t>1.872e0</w:t>
      </w:r>
    </w:p>
    <w:p w:rsidR="00354DF7" w:rsidRDefault="00354DF7" w:rsidP="00354DF7">
      <w:pPr>
        <w:tabs>
          <w:tab w:val="left" w:pos="6195"/>
        </w:tabs>
      </w:pPr>
      <w:r>
        <w:t>319.0482</w:t>
      </w:r>
      <w:r>
        <w:tab/>
        <w:t>2.399e0</w:t>
      </w:r>
    </w:p>
    <w:p w:rsidR="00354DF7" w:rsidRDefault="00354DF7" w:rsidP="00354DF7">
      <w:pPr>
        <w:tabs>
          <w:tab w:val="left" w:pos="6195"/>
        </w:tabs>
      </w:pPr>
      <w:r>
        <w:t>319.0540</w:t>
      </w:r>
      <w:r>
        <w:tab/>
        <w:t>4.065e0</w:t>
      </w:r>
    </w:p>
    <w:p w:rsidR="00354DF7" w:rsidRDefault="00354DF7" w:rsidP="00354DF7">
      <w:pPr>
        <w:tabs>
          <w:tab w:val="left" w:pos="6195"/>
        </w:tabs>
      </w:pPr>
      <w:r>
        <w:t>319.0562</w:t>
      </w:r>
      <w:r>
        <w:tab/>
        <w:t>3.468e0</w:t>
      </w:r>
    </w:p>
    <w:p w:rsidR="00354DF7" w:rsidRDefault="00354DF7" w:rsidP="00354DF7">
      <w:pPr>
        <w:tabs>
          <w:tab w:val="left" w:pos="6195"/>
        </w:tabs>
      </w:pPr>
      <w:r>
        <w:t>319.0632</w:t>
      </w:r>
      <w:r>
        <w:tab/>
        <w:t>1.750e0</w:t>
      </w:r>
    </w:p>
    <w:p w:rsidR="00354DF7" w:rsidRDefault="00354DF7" w:rsidP="00354DF7">
      <w:pPr>
        <w:tabs>
          <w:tab w:val="left" w:pos="6195"/>
        </w:tabs>
      </w:pPr>
      <w:r>
        <w:t>319.1049</w:t>
      </w:r>
      <w:r>
        <w:tab/>
        <w:t>7.826e0</w:t>
      </w:r>
    </w:p>
    <w:p w:rsidR="00354DF7" w:rsidRDefault="00354DF7" w:rsidP="00354DF7">
      <w:pPr>
        <w:tabs>
          <w:tab w:val="left" w:pos="6195"/>
        </w:tabs>
      </w:pPr>
      <w:r>
        <w:t>319.1102</w:t>
      </w:r>
      <w:r>
        <w:tab/>
        <w:t>1.312e0</w:t>
      </w:r>
    </w:p>
    <w:p w:rsidR="00354DF7" w:rsidRDefault="00354DF7" w:rsidP="00354DF7">
      <w:pPr>
        <w:tabs>
          <w:tab w:val="left" w:pos="6195"/>
        </w:tabs>
      </w:pPr>
      <w:r>
        <w:t>319.1134</w:t>
      </w:r>
      <w:r>
        <w:tab/>
        <w:t>1.190e0</w:t>
      </w:r>
    </w:p>
    <w:p w:rsidR="00354DF7" w:rsidRDefault="00354DF7" w:rsidP="00354DF7">
      <w:pPr>
        <w:tabs>
          <w:tab w:val="left" w:pos="6195"/>
        </w:tabs>
      </w:pPr>
      <w:r>
        <w:t>319.1246</w:t>
      </w:r>
      <w:r>
        <w:tab/>
        <w:t>2.512e0</w:t>
      </w:r>
    </w:p>
    <w:p w:rsidR="00354DF7" w:rsidRDefault="00354DF7" w:rsidP="00354DF7">
      <w:pPr>
        <w:tabs>
          <w:tab w:val="left" w:pos="6195"/>
        </w:tabs>
      </w:pPr>
      <w:r>
        <w:t>319.1309</w:t>
      </w:r>
      <w:r>
        <w:tab/>
        <w:t>3.714e0</w:t>
      </w:r>
    </w:p>
    <w:p w:rsidR="00354DF7" w:rsidRDefault="00354DF7" w:rsidP="00354DF7">
      <w:pPr>
        <w:tabs>
          <w:tab w:val="left" w:pos="6195"/>
        </w:tabs>
      </w:pPr>
      <w:r>
        <w:t>319.1374</w:t>
      </w:r>
      <w:r>
        <w:tab/>
        <w:t>4.716e0</w:t>
      </w:r>
    </w:p>
    <w:p w:rsidR="00354DF7" w:rsidRDefault="00354DF7" w:rsidP="00354DF7">
      <w:pPr>
        <w:tabs>
          <w:tab w:val="left" w:pos="6195"/>
        </w:tabs>
      </w:pPr>
      <w:r>
        <w:t>319.1638</w:t>
      </w:r>
      <w:r>
        <w:tab/>
        <w:t>1.334e0</w:t>
      </w:r>
    </w:p>
    <w:p w:rsidR="00354DF7" w:rsidRDefault="00354DF7" w:rsidP="00354DF7">
      <w:pPr>
        <w:tabs>
          <w:tab w:val="left" w:pos="6195"/>
        </w:tabs>
      </w:pPr>
      <w:r>
        <w:t>319.1671</w:t>
      </w:r>
      <w:r>
        <w:tab/>
        <w:t>1.319e0</w:t>
      </w:r>
    </w:p>
    <w:p w:rsidR="00354DF7" w:rsidRDefault="00354DF7" w:rsidP="00354DF7">
      <w:pPr>
        <w:tabs>
          <w:tab w:val="left" w:pos="6195"/>
        </w:tabs>
      </w:pPr>
      <w:r>
        <w:t>319.1706</w:t>
      </w:r>
      <w:r>
        <w:tab/>
        <w:t>2.761e0</w:t>
      </w:r>
    </w:p>
    <w:p w:rsidR="00354DF7" w:rsidRDefault="00354DF7" w:rsidP="00354DF7">
      <w:pPr>
        <w:tabs>
          <w:tab w:val="left" w:pos="6195"/>
        </w:tabs>
      </w:pPr>
      <w:r>
        <w:t>319.1787</w:t>
      </w:r>
      <w:r>
        <w:tab/>
        <w:t>4.999e0</w:t>
      </w:r>
    </w:p>
    <w:p w:rsidR="00354DF7" w:rsidRDefault="00354DF7" w:rsidP="00354DF7">
      <w:pPr>
        <w:tabs>
          <w:tab w:val="left" w:pos="6195"/>
        </w:tabs>
      </w:pPr>
      <w:r>
        <w:lastRenderedPageBreak/>
        <w:t>319.1937</w:t>
      </w:r>
      <w:r>
        <w:tab/>
        <w:t>1.165e0</w:t>
      </w:r>
    </w:p>
    <w:p w:rsidR="00354DF7" w:rsidRDefault="00354DF7" w:rsidP="00354DF7">
      <w:pPr>
        <w:tabs>
          <w:tab w:val="left" w:pos="6195"/>
        </w:tabs>
      </w:pPr>
      <w:r>
        <w:t>319.2036</w:t>
      </w:r>
      <w:r>
        <w:tab/>
        <w:t>4.669e0</w:t>
      </w:r>
    </w:p>
    <w:p w:rsidR="00354DF7" w:rsidRDefault="00354DF7" w:rsidP="00354DF7">
      <w:pPr>
        <w:tabs>
          <w:tab w:val="left" w:pos="6195"/>
        </w:tabs>
      </w:pPr>
      <w:r>
        <w:t>319.2269</w:t>
      </w:r>
      <w:r>
        <w:tab/>
        <w:t>1.129e0</w:t>
      </w:r>
    </w:p>
    <w:p w:rsidR="00354DF7" w:rsidRDefault="00354DF7" w:rsidP="00354DF7">
      <w:pPr>
        <w:tabs>
          <w:tab w:val="left" w:pos="6195"/>
        </w:tabs>
      </w:pPr>
      <w:r>
        <w:t>319.2289</w:t>
      </w:r>
      <w:r>
        <w:tab/>
        <w:t>1.629e0</w:t>
      </w:r>
    </w:p>
    <w:p w:rsidR="00354DF7" w:rsidRDefault="00354DF7" w:rsidP="00354DF7">
      <w:pPr>
        <w:tabs>
          <w:tab w:val="left" w:pos="6195"/>
        </w:tabs>
      </w:pPr>
      <w:r>
        <w:t>319.2537</w:t>
      </w:r>
      <w:r>
        <w:tab/>
        <w:t>1.020e0</w:t>
      </w:r>
    </w:p>
    <w:p w:rsidR="00354DF7" w:rsidRDefault="00354DF7" w:rsidP="00354DF7">
      <w:pPr>
        <w:tabs>
          <w:tab w:val="left" w:pos="6195"/>
        </w:tabs>
      </w:pPr>
      <w:r>
        <w:t>319.2677</w:t>
      </w:r>
      <w:r>
        <w:tab/>
        <w:t>2.045e0</w:t>
      </w:r>
    </w:p>
    <w:p w:rsidR="00354DF7" w:rsidRDefault="00354DF7" w:rsidP="00354DF7">
      <w:pPr>
        <w:tabs>
          <w:tab w:val="left" w:pos="6195"/>
        </w:tabs>
      </w:pPr>
      <w:r>
        <w:t>319.2698</w:t>
      </w:r>
      <w:r>
        <w:tab/>
        <w:t>1.534e0</w:t>
      </w:r>
    </w:p>
    <w:p w:rsidR="00354DF7" w:rsidRDefault="00354DF7" w:rsidP="00354DF7">
      <w:pPr>
        <w:tabs>
          <w:tab w:val="left" w:pos="6195"/>
        </w:tabs>
      </w:pPr>
      <w:r>
        <w:t>319.2870</w:t>
      </w:r>
      <w:r>
        <w:tab/>
        <w:t>4.582e0</w:t>
      </w:r>
    </w:p>
    <w:p w:rsidR="00354DF7" w:rsidRDefault="00354DF7" w:rsidP="00354DF7">
      <w:pPr>
        <w:tabs>
          <w:tab w:val="left" w:pos="6195"/>
        </w:tabs>
      </w:pPr>
      <w:r>
        <w:t>319.2881</w:t>
      </w:r>
      <w:r>
        <w:tab/>
        <w:t>8.517e0</w:t>
      </w:r>
    </w:p>
    <w:p w:rsidR="00354DF7" w:rsidRDefault="00354DF7" w:rsidP="00354DF7">
      <w:pPr>
        <w:tabs>
          <w:tab w:val="left" w:pos="6195"/>
        </w:tabs>
      </w:pPr>
      <w:r>
        <w:t>319.2971</w:t>
      </w:r>
      <w:r>
        <w:tab/>
        <w:t>2.634e0</w:t>
      </w:r>
    </w:p>
    <w:p w:rsidR="00354DF7" w:rsidRDefault="00354DF7" w:rsidP="00354DF7">
      <w:pPr>
        <w:tabs>
          <w:tab w:val="left" w:pos="6195"/>
        </w:tabs>
      </w:pPr>
      <w:r>
        <w:t>319.2994</w:t>
      </w:r>
      <w:r>
        <w:tab/>
        <w:t>2.266e0</w:t>
      </w:r>
    </w:p>
    <w:p w:rsidR="00354DF7" w:rsidRDefault="00354DF7" w:rsidP="00354DF7">
      <w:pPr>
        <w:tabs>
          <w:tab w:val="left" w:pos="6195"/>
        </w:tabs>
      </w:pPr>
      <w:r>
        <w:t>319.3149</w:t>
      </w:r>
      <w:r>
        <w:tab/>
        <w:t>3.235e0</w:t>
      </w:r>
    </w:p>
    <w:p w:rsidR="00354DF7" w:rsidRDefault="00354DF7" w:rsidP="00354DF7">
      <w:pPr>
        <w:tabs>
          <w:tab w:val="left" w:pos="6195"/>
        </w:tabs>
      </w:pPr>
      <w:r>
        <w:t>319.3219</w:t>
      </w:r>
      <w:r>
        <w:tab/>
        <w:t>1.856e0</w:t>
      </w:r>
    </w:p>
    <w:p w:rsidR="00354DF7" w:rsidRDefault="00354DF7" w:rsidP="00354DF7">
      <w:pPr>
        <w:tabs>
          <w:tab w:val="left" w:pos="6195"/>
        </w:tabs>
      </w:pPr>
      <w:r>
        <w:t>319.3321</w:t>
      </w:r>
      <w:r>
        <w:tab/>
        <w:t>1.548e0</w:t>
      </w:r>
    </w:p>
    <w:p w:rsidR="00354DF7" w:rsidRDefault="00354DF7" w:rsidP="00354DF7">
      <w:pPr>
        <w:tabs>
          <w:tab w:val="left" w:pos="6195"/>
        </w:tabs>
      </w:pPr>
      <w:r>
        <w:t>319.3452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319.3548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319.3734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319.3931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319.4015</w:t>
      </w:r>
      <w:r>
        <w:tab/>
        <w:t>2.003e0</w:t>
      </w:r>
    </w:p>
    <w:p w:rsidR="00354DF7" w:rsidRDefault="00354DF7" w:rsidP="00354DF7">
      <w:pPr>
        <w:tabs>
          <w:tab w:val="left" w:pos="6195"/>
        </w:tabs>
      </w:pPr>
      <w:r>
        <w:lastRenderedPageBreak/>
        <w:t>319.4073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319.4218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319.4431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319.4481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319.4547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319.4818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319.4857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319.4923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319.4942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319.5091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319.5345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319.5464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319.5549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319.5591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319.5742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319.5872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319.6074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319.6154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319.6262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319.6317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319.6418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319.6498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319.6555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319.6957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319.7161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319.7323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319.7405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319.7478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319.7692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319.7729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319.7764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319.7912</w:t>
      </w:r>
      <w:r>
        <w:tab/>
        <w:t>3.982e0</w:t>
      </w:r>
    </w:p>
    <w:p w:rsidR="00354DF7" w:rsidRDefault="00354DF7" w:rsidP="00354DF7">
      <w:pPr>
        <w:tabs>
          <w:tab w:val="left" w:pos="6195"/>
        </w:tabs>
      </w:pPr>
      <w:r>
        <w:t>319.8112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319.8190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319.8230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319.8451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319.8693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319.8822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319.8961</w:t>
      </w:r>
      <w:r>
        <w:tab/>
        <w:t>1.927e0</w:t>
      </w:r>
    </w:p>
    <w:p w:rsidR="00354DF7" w:rsidRDefault="00354DF7" w:rsidP="00354DF7">
      <w:pPr>
        <w:tabs>
          <w:tab w:val="left" w:pos="6195"/>
        </w:tabs>
      </w:pPr>
      <w:r>
        <w:t>319.9061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319.9141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319.9201</w:t>
      </w:r>
      <w:r>
        <w:tab/>
        <w:t>2.592e0</w:t>
      </w:r>
    </w:p>
    <w:p w:rsidR="00354DF7" w:rsidRDefault="00354DF7" w:rsidP="00354DF7">
      <w:pPr>
        <w:tabs>
          <w:tab w:val="left" w:pos="6195"/>
        </w:tabs>
      </w:pPr>
      <w:r>
        <w:t>319.9585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319.9634</w:t>
      </w:r>
      <w:r>
        <w:tab/>
        <w:t>4.014e0</w:t>
      </w:r>
    </w:p>
    <w:p w:rsidR="00354DF7" w:rsidRDefault="00354DF7" w:rsidP="00354DF7">
      <w:pPr>
        <w:tabs>
          <w:tab w:val="left" w:pos="6195"/>
        </w:tabs>
      </w:pPr>
      <w:r>
        <w:t>319.9676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319.9730</w:t>
      </w:r>
      <w:r>
        <w:tab/>
        <w:t>4.869e0</w:t>
      </w:r>
    </w:p>
    <w:p w:rsidR="00354DF7" w:rsidRDefault="00354DF7" w:rsidP="00354DF7">
      <w:pPr>
        <w:tabs>
          <w:tab w:val="left" w:pos="6195"/>
        </w:tabs>
      </w:pPr>
      <w:r>
        <w:t>320.0171</w:t>
      </w:r>
      <w:r>
        <w:tab/>
        <w:t>8.009e0</w:t>
      </w:r>
    </w:p>
    <w:p w:rsidR="00354DF7" w:rsidRDefault="00354DF7" w:rsidP="00354DF7">
      <w:pPr>
        <w:tabs>
          <w:tab w:val="left" w:pos="6195"/>
        </w:tabs>
      </w:pPr>
      <w:r>
        <w:t>320.0345</w:t>
      </w:r>
      <w:r>
        <w:tab/>
        <w:t>3.321e0</w:t>
      </w:r>
    </w:p>
    <w:p w:rsidR="00354DF7" w:rsidRDefault="00354DF7" w:rsidP="00354DF7">
      <w:pPr>
        <w:tabs>
          <w:tab w:val="left" w:pos="6195"/>
        </w:tabs>
      </w:pPr>
      <w:r>
        <w:t>320.0469</w:t>
      </w:r>
      <w:r>
        <w:tab/>
        <w:t>4.265e0</w:t>
      </w:r>
    </w:p>
    <w:p w:rsidR="00354DF7" w:rsidRDefault="00354DF7" w:rsidP="00354DF7">
      <w:pPr>
        <w:tabs>
          <w:tab w:val="left" w:pos="6195"/>
        </w:tabs>
      </w:pPr>
      <w:r>
        <w:t>320.0550</w:t>
      </w:r>
      <w:r>
        <w:tab/>
        <w:t>3.046e0</w:t>
      </w:r>
    </w:p>
    <w:p w:rsidR="00354DF7" w:rsidRDefault="00354DF7" w:rsidP="00354DF7">
      <w:pPr>
        <w:tabs>
          <w:tab w:val="left" w:pos="6195"/>
        </w:tabs>
      </w:pPr>
      <w:r>
        <w:t>320.0733</w:t>
      </w:r>
      <w:r>
        <w:tab/>
        <w:t>1.620e0</w:t>
      </w:r>
    </w:p>
    <w:p w:rsidR="00354DF7" w:rsidRDefault="00354DF7" w:rsidP="00354DF7">
      <w:pPr>
        <w:tabs>
          <w:tab w:val="left" w:pos="6195"/>
        </w:tabs>
      </w:pPr>
      <w:r>
        <w:t>320.0798</w:t>
      </w:r>
      <w:r>
        <w:tab/>
        <w:t>2.721e0</w:t>
      </w:r>
    </w:p>
    <w:p w:rsidR="00354DF7" w:rsidRDefault="00354DF7" w:rsidP="00354DF7">
      <w:pPr>
        <w:tabs>
          <w:tab w:val="left" w:pos="6195"/>
        </w:tabs>
      </w:pPr>
      <w:r>
        <w:t>320.0880</w:t>
      </w:r>
      <w:r>
        <w:tab/>
        <w:t>4.231e0</w:t>
      </w:r>
    </w:p>
    <w:p w:rsidR="00354DF7" w:rsidRDefault="00354DF7" w:rsidP="00354DF7">
      <w:pPr>
        <w:tabs>
          <w:tab w:val="left" w:pos="6195"/>
        </w:tabs>
      </w:pPr>
      <w:r>
        <w:t>320.1128</w:t>
      </w:r>
      <w:r>
        <w:tab/>
        <w:t>5.226e0</w:t>
      </w:r>
    </w:p>
    <w:p w:rsidR="00354DF7" w:rsidRDefault="00354DF7" w:rsidP="00354DF7">
      <w:pPr>
        <w:tabs>
          <w:tab w:val="left" w:pos="6195"/>
        </w:tabs>
      </w:pPr>
      <w:r>
        <w:t>320.1313</w:t>
      </w:r>
      <w:r>
        <w:tab/>
        <w:t>5.299e0</w:t>
      </w:r>
    </w:p>
    <w:p w:rsidR="00354DF7" w:rsidRDefault="00354DF7" w:rsidP="00354DF7">
      <w:pPr>
        <w:tabs>
          <w:tab w:val="left" w:pos="6195"/>
        </w:tabs>
      </w:pPr>
      <w:r>
        <w:t>320.1608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320.1759</w:t>
      </w:r>
      <w:r>
        <w:tab/>
        <w:t>3.977e0</w:t>
      </w:r>
    </w:p>
    <w:p w:rsidR="00354DF7" w:rsidRDefault="00354DF7" w:rsidP="00354DF7">
      <w:pPr>
        <w:tabs>
          <w:tab w:val="left" w:pos="6195"/>
        </w:tabs>
      </w:pPr>
      <w:r>
        <w:lastRenderedPageBreak/>
        <w:t>320.1829</w:t>
      </w:r>
      <w:r>
        <w:tab/>
        <w:t>2.497e0</w:t>
      </w:r>
    </w:p>
    <w:p w:rsidR="00354DF7" w:rsidRDefault="00354DF7" w:rsidP="00354DF7">
      <w:pPr>
        <w:tabs>
          <w:tab w:val="left" w:pos="6195"/>
        </w:tabs>
      </w:pPr>
      <w:r>
        <w:t>320.2014</w:t>
      </w:r>
      <w:r>
        <w:tab/>
        <w:t>1.329e0</w:t>
      </w:r>
    </w:p>
    <w:p w:rsidR="00354DF7" w:rsidRDefault="00354DF7" w:rsidP="00354DF7">
      <w:pPr>
        <w:tabs>
          <w:tab w:val="left" w:pos="6195"/>
        </w:tabs>
      </w:pPr>
      <w:r>
        <w:t>320.2060</w:t>
      </w:r>
      <w:r>
        <w:tab/>
        <w:t>2.904e0</w:t>
      </w:r>
    </w:p>
    <w:p w:rsidR="00354DF7" w:rsidRDefault="00354DF7" w:rsidP="00354DF7">
      <w:pPr>
        <w:tabs>
          <w:tab w:val="left" w:pos="6195"/>
        </w:tabs>
      </w:pPr>
      <w:r>
        <w:t>320.2266</w:t>
      </w:r>
      <w:r>
        <w:tab/>
        <w:t>2.822e0</w:t>
      </w:r>
    </w:p>
    <w:p w:rsidR="00354DF7" w:rsidRDefault="00354DF7" w:rsidP="00354DF7">
      <w:pPr>
        <w:tabs>
          <w:tab w:val="left" w:pos="6195"/>
        </w:tabs>
      </w:pPr>
      <w:r>
        <w:t>320.2456</w:t>
      </w:r>
      <w:r>
        <w:tab/>
        <w:t>4.583e0</w:t>
      </w:r>
    </w:p>
    <w:p w:rsidR="00354DF7" w:rsidRDefault="00354DF7" w:rsidP="00354DF7">
      <w:pPr>
        <w:tabs>
          <w:tab w:val="left" w:pos="6195"/>
        </w:tabs>
      </w:pPr>
      <w:r>
        <w:t>320.2502</w:t>
      </w:r>
      <w:r>
        <w:tab/>
        <w:t>1.759e0</w:t>
      </w:r>
    </w:p>
    <w:p w:rsidR="00354DF7" w:rsidRDefault="00354DF7" w:rsidP="00354DF7">
      <w:pPr>
        <w:tabs>
          <w:tab w:val="left" w:pos="6195"/>
        </w:tabs>
      </w:pPr>
      <w:r>
        <w:t>320.2600</w:t>
      </w:r>
      <w:r>
        <w:tab/>
        <w:t>2.737e0</w:t>
      </w:r>
    </w:p>
    <w:p w:rsidR="00354DF7" w:rsidRDefault="00354DF7" w:rsidP="00354DF7">
      <w:pPr>
        <w:tabs>
          <w:tab w:val="left" w:pos="6195"/>
        </w:tabs>
      </w:pPr>
      <w:r>
        <w:t>320.2630</w:t>
      </w:r>
      <w:r>
        <w:tab/>
        <w:t>2.441e0</w:t>
      </w:r>
    </w:p>
    <w:p w:rsidR="00354DF7" w:rsidRDefault="00354DF7" w:rsidP="00354DF7">
      <w:pPr>
        <w:tabs>
          <w:tab w:val="left" w:pos="6195"/>
        </w:tabs>
      </w:pPr>
      <w:r>
        <w:t>320.2932</w:t>
      </w:r>
      <w:r>
        <w:tab/>
        <w:t>3.656e0</w:t>
      </w:r>
    </w:p>
    <w:p w:rsidR="00354DF7" w:rsidRDefault="00354DF7" w:rsidP="00354DF7">
      <w:pPr>
        <w:tabs>
          <w:tab w:val="left" w:pos="6195"/>
        </w:tabs>
      </w:pPr>
      <w:r>
        <w:t>320.2955</w:t>
      </w:r>
      <w:r>
        <w:tab/>
        <w:t>1.630e1</w:t>
      </w:r>
    </w:p>
    <w:p w:rsidR="00354DF7" w:rsidRDefault="00354DF7" w:rsidP="00354DF7">
      <w:pPr>
        <w:tabs>
          <w:tab w:val="left" w:pos="6195"/>
        </w:tabs>
      </w:pPr>
      <w:r>
        <w:t>320.3016</w:t>
      </w:r>
      <w:r>
        <w:tab/>
        <w:t>4.472e0</w:t>
      </w:r>
    </w:p>
    <w:p w:rsidR="00354DF7" w:rsidRDefault="00354DF7" w:rsidP="00354DF7">
      <w:pPr>
        <w:tabs>
          <w:tab w:val="left" w:pos="6195"/>
        </w:tabs>
      </w:pPr>
      <w:r>
        <w:t>320.3052</w:t>
      </w:r>
      <w:r>
        <w:tab/>
        <w:t>7.693e0</w:t>
      </w:r>
    </w:p>
    <w:p w:rsidR="00354DF7" w:rsidRDefault="00354DF7" w:rsidP="00354DF7">
      <w:pPr>
        <w:tabs>
          <w:tab w:val="left" w:pos="6195"/>
        </w:tabs>
      </w:pPr>
      <w:r>
        <w:t>320.3090</w:t>
      </w:r>
      <w:r>
        <w:tab/>
        <w:t>7.152e0</w:t>
      </w:r>
    </w:p>
    <w:p w:rsidR="00354DF7" w:rsidRDefault="00354DF7" w:rsidP="00354DF7">
      <w:pPr>
        <w:tabs>
          <w:tab w:val="left" w:pos="6195"/>
        </w:tabs>
      </w:pPr>
      <w:r>
        <w:t>320.3335</w:t>
      </w:r>
      <w:r>
        <w:tab/>
        <w:t>2.039e0</w:t>
      </w:r>
    </w:p>
    <w:p w:rsidR="00354DF7" w:rsidRDefault="00354DF7" w:rsidP="00354DF7">
      <w:pPr>
        <w:tabs>
          <w:tab w:val="left" w:pos="6195"/>
        </w:tabs>
      </w:pPr>
      <w:r>
        <w:t>320.3346</w:t>
      </w:r>
      <w:r>
        <w:tab/>
        <w:t>4.064e0</w:t>
      </w:r>
    </w:p>
    <w:p w:rsidR="00354DF7" w:rsidRDefault="00354DF7" w:rsidP="00354DF7">
      <w:pPr>
        <w:tabs>
          <w:tab w:val="left" w:pos="6195"/>
        </w:tabs>
      </w:pPr>
      <w:r>
        <w:t>320.3542</w:t>
      </w:r>
      <w:r>
        <w:tab/>
        <w:t>3.505e0</w:t>
      </w:r>
    </w:p>
    <w:p w:rsidR="00354DF7" w:rsidRDefault="00354DF7" w:rsidP="00354DF7">
      <w:pPr>
        <w:tabs>
          <w:tab w:val="left" w:pos="6195"/>
        </w:tabs>
      </w:pPr>
      <w:r>
        <w:t>320.3722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320.3800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320.3832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320.3863</w:t>
      </w:r>
      <w:r>
        <w:tab/>
        <w:t>1.768e0</w:t>
      </w:r>
    </w:p>
    <w:p w:rsidR="00354DF7" w:rsidRDefault="00354DF7" w:rsidP="00354DF7">
      <w:pPr>
        <w:tabs>
          <w:tab w:val="left" w:pos="6195"/>
        </w:tabs>
      </w:pPr>
      <w:r>
        <w:t>320.4077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320.4106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320.4265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320.4301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320.4508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320.4587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320.4839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320.5090</w:t>
      </w:r>
      <w:r>
        <w:tab/>
        <w:t>4.642e0</w:t>
      </w:r>
    </w:p>
    <w:p w:rsidR="00354DF7" w:rsidRDefault="00354DF7" w:rsidP="00354DF7">
      <w:pPr>
        <w:tabs>
          <w:tab w:val="left" w:pos="6195"/>
        </w:tabs>
      </w:pPr>
      <w:r>
        <w:t>320.5128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320.5196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320.5387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320.5398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320.5532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320.5561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320.5672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320.5841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320.5910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320.6026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320.6286</w:t>
      </w:r>
      <w:r>
        <w:tab/>
        <w:t>4.210e0</w:t>
      </w:r>
    </w:p>
    <w:p w:rsidR="00354DF7" w:rsidRDefault="00354DF7" w:rsidP="00354DF7">
      <w:pPr>
        <w:tabs>
          <w:tab w:val="left" w:pos="6195"/>
        </w:tabs>
      </w:pPr>
      <w:r>
        <w:t>320.6332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320.6390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320.6448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320.6680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320.6697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320.6726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320.7174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320.7375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320.7443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320.7538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320.7983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320.8128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320.8182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320.8269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320.8386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320.8472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320.8583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320.8698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320.8859</w:t>
      </w:r>
      <w:r>
        <w:tab/>
        <w:t>1.877e0</w:t>
      </w:r>
    </w:p>
    <w:p w:rsidR="00354DF7" w:rsidRDefault="00354DF7" w:rsidP="00354DF7">
      <w:pPr>
        <w:tabs>
          <w:tab w:val="left" w:pos="6195"/>
        </w:tabs>
      </w:pPr>
      <w:r>
        <w:t>320.8883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320.9151</w:t>
      </w:r>
      <w:r>
        <w:tab/>
        <w:t>5.091e0</w:t>
      </w:r>
    </w:p>
    <w:p w:rsidR="00354DF7" w:rsidRDefault="00354DF7" w:rsidP="00354DF7">
      <w:pPr>
        <w:tabs>
          <w:tab w:val="left" w:pos="6195"/>
        </w:tabs>
      </w:pPr>
      <w:r>
        <w:t>320.9297</w:t>
      </w:r>
      <w:r>
        <w:tab/>
        <w:t>1.045e1</w:t>
      </w:r>
    </w:p>
    <w:p w:rsidR="00354DF7" w:rsidRDefault="00354DF7" w:rsidP="00354DF7">
      <w:pPr>
        <w:tabs>
          <w:tab w:val="left" w:pos="6195"/>
        </w:tabs>
      </w:pPr>
      <w:r>
        <w:t>320.9339</w:t>
      </w:r>
      <w:r>
        <w:tab/>
        <w:t>5.692e0</w:t>
      </w:r>
    </w:p>
    <w:p w:rsidR="00354DF7" w:rsidRDefault="00354DF7" w:rsidP="00354DF7">
      <w:pPr>
        <w:tabs>
          <w:tab w:val="left" w:pos="6195"/>
        </w:tabs>
      </w:pPr>
      <w:r>
        <w:t>320.9459</w:t>
      </w:r>
      <w:r>
        <w:tab/>
        <w:t>9.068e0</w:t>
      </w:r>
    </w:p>
    <w:p w:rsidR="00354DF7" w:rsidRDefault="00354DF7" w:rsidP="00354DF7">
      <w:pPr>
        <w:tabs>
          <w:tab w:val="left" w:pos="6195"/>
        </w:tabs>
      </w:pPr>
      <w:r>
        <w:t>320.9478</w:t>
      </w:r>
      <w:r>
        <w:tab/>
        <w:t>7.291e0</w:t>
      </w:r>
    </w:p>
    <w:p w:rsidR="00354DF7" w:rsidRDefault="00354DF7" w:rsidP="00354DF7">
      <w:pPr>
        <w:tabs>
          <w:tab w:val="left" w:pos="6195"/>
        </w:tabs>
      </w:pPr>
      <w:r>
        <w:t>320.9508</w:t>
      </w:r>
      <w:r>
        <w:tab/>
        <w:t>8.074e0</w:t>
      </w:r>
    </w:p>
    <w:p w:rsidR="00354DF7" w:rsidRDefault="00354DF7" w:rsidP="00354DF7">
      <w:pPr>
        <w:tabs>
          <w:tab w:val="left" w:pos="6195"/>
        </w:tabs>
      </w:pPr>
      <w:r>
        <w:t>321.0037</w:t>
      </w:r>
      <w:r>
        <w:tab/>
        <w:t>1.653e0</w:t>
      </w:r>
    </w:p>
    <w:p w:rsidR="00354DF7" w:rsidRDefault="00354DF7" w:rsidP="00354DF7">
      <w:pPr>
        <w:tabs>
          <w:tab w:val="left" w:pos="6195"/>
        </w:tabs>
      </w:pPr>
      <w:r>
        <w:t>321.0106</w:t>
      </w:r>
      <w:r>
        <w:tab/>
        <w:t>6.480e0</w:t>
      </w:r>
    </w:p>
    <w:p w:rsidR="00354DF7" w:rsidRDefault="00354DF7" w:rsidP="00354DF7">
      <w:pPr>
        <w:tabs>
          <w:tab w:val="left" w:pos="6195"/>
        </w:tabs>
      </w:pPr>
      <w:r>
        <w:t>321.0132</w:t>
      </w:r>
      <w:r>
        <w:tab/>
        <w:t>5.345e0</w:t>
      </w:r>
    </w:p>
    <w:p w:rsidR="00354DF7" w:rsidRDefault="00354DF7" w:rsidP="00354DF7">
      <w:pPr>
        <w:tabs>
          <w:tab w:val="left" w:pos="6195"/>
        </w:tabs>
      </w:pPr>
      <w:r>
        <w:t>321.0170</w:t>
      </w:r>
      <w:r>
        <w:tab/>
        <w:t>5.024e0</w:t>
      </w:r>
    </w:p>
    <w:p w:rsidR="00354DF7" w:rsidRDefault="00354DF7" w:rsidP="00354DF7">
      <w:pPr>
        <w:tabs>
          <w:tab w:val="left" w:pos="6195"/>
        </w:tabs>
      </w:pPr>
      <w:r>
        <w:t>321.0235</w:t>
      </w:r>
      <w:r>
        <w:tab/>
        <w:t>6.132e0</w:t>
      </w:r>
    </w:p>
    <w:p w:rsidR="00354DF7" w:rsidRDefault="00354DF7" w:rsidP="00354DF7">
      <w:pPr>
        <w:tabs>
          <w:tab w:val="left" w:pos="6195"/>
        </w:tabs>
      </w:pPr>
      <w:r>
        <w:t>321.0385</w:t>
      </w:r>
      <w:r>
        <w:tab/>
        <w:t>3.583e0</w:t>
      </w:r>
    </w:p>
    <w:p w:rsidR="00354DF7" w:rsidRDefault="00354DF7" w:rsidP="00354DF7">
      <w:pPr>
        <w:tabs>
          <w:tab w:val="left" w:pos="6195"/>
        </w:tabs>
      </w:pPr>
      <w:r>
        <w:t>321.0570</w:t>
      </w:r>
      <w:r>
        <w:tab/>
        <w:t>1.608e0</w:t>
      </w:r>
    </w:p>
    <w:p w:rsidR="00354DF7" w:rsidRDefault="00354DF7" w:rsidP="00354DF7">
      <w:pPr>
        <w:tabs>
          <w:tab w:val="left" w:pos="6195"/>
        </w:tabs>
      </w:pPr>
      <w:r>
        <w:t>321.0907</w:t>
      </w:r>
      <w:r>
        <w:tab/>
        <w:t>1.015e0</w:t>
      </w:r>
    </w:p>
    <w:p w:rsidR="00354DF7" w:rsidRDefault="00354DF7" w:rsidP="00354DF7">
      <w:pPr>
        <w:tabs>
          <w:tab w:val="left" w:pos="6195"/>
        </w:tabs>
      </w:pPr>
      <w:r>
        <w:t>321.1230</w:t>
      </w:r>
      <w:r>
        <w:tab/>
        <w:t>1.184e1</w:t>
      </w:r>
    </w:p>
    <w:p w:rsidR="00354DF7" w:rsidRDefault="00354DF7" w:rsidP="00354DF7">
      <w:pPr>
        <w:tabs>
          <w:tab w:val="left" w:pos="6195"/>
        </w:tabs>
      </w:pPr>
      <w:r>
        <w:t>321.1264</w:t>
      </w:r>
      <w:r>
        <w:tab/>
        <w:t>2.274e1</w:t>
      </w:r>
    </w:p>
    <w:p w:rsidR="00354DF7" w:rsidRDefault="00354DF7" w:rsidP="00354DF7">
      <w:pPr>
        <w:tabs>
          <w:tab w:val="left" w:pos="6195"/>
        </w:tabs>
      </w:pPr>
      <w:r>
        <w:t>321.1300</w:t>
      </w:r>
      <w:r>
        <w:tab/>
        <w:t>1.762e1</w:t>
      </w:r>
    </w:p>
    <w:p w:rsidR="00354DF7" w:rsidRDefault="00354DF7" w:rsidP="00354DF7">
      <w:pPr>
        <w:tabs>
          <w:tab w:val="left" w:pos="6195"/>
        </w:tabs>
      </w:pPr>
      <w:r>
        <w:lastRenderedPageBreak/>
        <w:t>321.1350</w:t>
      </w:r>
      <w:r>
        <w:tab/>
        <w:t>1.379e1</w:t>
      </w:r>
    </w:p>
    <w:p w:rsidR="00354DF7" w:rsidRDefault="00354DF7" w:rsidP="00354DF7">
      <w:pPr>
        <w:tabs>
          <w:tab w:val="left" w:pos="6195"/>
        </w:tabs>
      </w:pPr>
      <w:r>
        <w:t>321.1406</w:t>
      </w:r>
      <w:r>
        <w:tab/>
        <w:t>2.520e1</w:t>
      </w:r>
    </w:p>
    <w:p w:rsidR="00354DF7" w:rsidRDefault="00354DF7" w:rsidP="00354DF7">
      <w:pPr>
        <w:tabs>
          <w:tab w:val="left" w:pos="6195"/>
        </w:tabs>
      </w:pPr>
      <w:r>
        <w:t>321.1507</w:t>
      </w:r>
      <w:r>
        <w:tab/>
        <w:t>1.023e1</w:t>
      </w:r>
    </w:p>
    <w:p w:rsidR="00354DF7" w:rsidRDefault="00354DF7" w:rsidP="00354DF7">
      <w:pPr>
        <w:tabs>
          <w:tab w:val="left" w:pos="6195"/>
        </w:tabs>
      </w:pPr>
      <w:r>
        <w:t>321.1595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321.2009</w:t>
      </w:r>
      <w:r>
        <w:tab/>
        <w:t>3.077e0</w:t>
      </w:r>
    </w:p>
    <w:p w:rsidR="00354DF7" w:rsidRDefault="00354DF7" w:rsidP="00354DF7">
      <w:pPr>
        <w:tabs>
          <w:tab w:val="left" w:pos="6195"/>
        </w:tabs>
      </w:pPr>
      <w:r>
        <w:t>321.2037</w:t>
      </w:r>
      <w:r>
        <w:tab/>
        <w:t>2.953e0</w:t>
      </w:r>
    </w:p>
    <w:p w:rsidR="00354DF7" w:rsidRDefault="00354DF7" w:rsidP="00354DF7">
      <w:pPr>
        <w:tabs>
          <w:tab w:val="left" w:pos="6195"/>
        </w:tabs>
      </w:pPr>
      <w:r>
        <w:t>321.2068</w:t>
      </w:r>
      <w:r>
        <w:tab/>
        <w:t>1.272e0</w:t>
      </w:r>
    </w:p>
    <w:p w:rsidR="00354DF7" w:rsidRDefault="00354DF7" w:rsidP="00354DF7">
      <w:pPr>
        <w:tabs>
          <w:tab w:val="left" w:pos="6195"/>
        </w:tabs>
      </w:pPr>
      <w:r>
        <w:t>321.2119</w:t>
      </w:r>
      <w:r>
        <w:tab/>
        <w:t>2.257e0</w:t>
      </w:r>
    </w:p>
    <w:p w:rsidR="00354DF7" w:rsidRDefault="00354DF7" w:rsidP="00354DF7">
      <w:pPr>
        <w:tabs>
          <w:tab w:val="left" w:pos="6195"/>
        </w:tabs>
      </w:pPr>
      <w:r>
        <w:t>321.2256</w:t>
      </w:r>
      <w:r>
        <w:tab/>
        <w:t>3.418e0</w:t>
      </w:r>
    </w:p>
    <w:p w:rsidR="00354DF7" w:rsidRDefault="00354DF7" w:rsidP="00354DF7">
      <w:pPr>
        <w:tabs>
          <w:tab w:val="left" w:pos="6195"/>
        </w:tabs>
      </w:pPr>
      <w:r>
        <w:t>321.2345</w:t>
      </w:r>
      <w:r>
        <w:tab/>
        <w:t>4.155e0</w:t>
      </w:r>
    </w:p>
    <w:p w:rsidR="00354DF7" w:rsidRDefault="00354DF7" w:rsidP="00354DF7">
      <w:pPr>
        <w:tabs>
          <w:tab w:val="left" w:pos="6195"/>
        </w:tabs>
      </w:pPr>
      <w:r>
        <w:t>321.2911</w:t>
      </w:r>
      <w:r>
        <w:tab/>
        <w:t>1.395e0</w:t>
      </w:r>
    </w:p>
    <w:p w:rsidR="00354DF7" w:rsidRDefault="00354DF7" w:rsidP="00354DF7">
      <w:pPr>
        <w:tabs>
          <w:tab w:val="left" w:pos="6195"/>
        </w:tabs>
      </w:pPr>
      <w:r>
        <w:t>321.3084</w:t>
      </w:r>
      <w:r>
        <w:tab/>
        <w:t>1.191e0</w:t>
      </w:r>
    </w:p>
    <w:p w:rsidR="00354DF7" w:rsidRDefault="00354DF7" w:rsidP="00354DF7">
      <w:pPr>
        <w:tabs>
          <w:tab w:val="left" w:pos="6195"/>
        </w:tabs>
      </w:pPr>
      <w:r>
        <w:t>321.3132</w:t>
      </w:r>
      <w:r>
        <w:tab/>
        <w:t>1.605e0</w:t>
      </w:r>
    </w:p>
    <w:p w:rsidR="00354DF7" w:rsidRDefault="00354DF7" w:rsidP="00354DF7">
      <w:pPr>
        <w:tabs>
          <w:tab w:val="left" w:pos="6195"/>
        </w:tabs>
      </w:pPr>
      <w:r>
        <w:t>321.3264</w:t>
      </w:r>
      <w:r>
        <w:tab/>
        <w:t>2.227e0</w:t>
      </w:r>
    </w:p>
    <w:p w:rsidR="00354DF7" w:rsidRDefault="00354DF7" w:rsidP="00354DF7">
      <w:pPr>
        <w:tabs>
          <w:tab w:val="left" w:pos="6195"/>
        </w:tabs>
      </w:pPr>
      <w:r>
        <w:t>321.3342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321.3790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321.3863</w:t>
      </w:r>
      <w:r>
        <w:tab/>
        <w:t>1.682e0</w:t>
      </w:r>
    </w:p>
    <w:p w:rsidR="00354DF7" w:rsidRDefault="00354DF7" w:rsidP="00354DF7">
      <w:pPr>
        <w:tabs>
          <w:tab w:val="left" w:pos="6195"/>
        </w:tabs>
      </w:pPr>
      <w:r>
        <w:t>321.3900</w:t>
      </w:r>
      <w:r>
        <w:tab/>
        <w:t>3.967e0</w:t>
      </w:r>
    </w:p>
    <w:p w:rsidR="00354DF7" w:rsidRDefault="00354DF7" w:rsidP="00354DF7">
      <w:pPr>
        <w:tabs>
          <w:tab w:val="left" w:pos="6195"/>
        </w:tabs>
      </w:pPr>
      <w:r>
        <w:t>321.3996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321.4243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321.4282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321.4441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321.4465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321.4663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321.4725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321.4901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321.4983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321.5027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321.5074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321.5148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321.5236</w:t>
      </w:r>
      <w:r>
        <w:tab/>
        <w:t>2.983e0</w:t>
      </w:r>
    </w:p>
    <w:p w:rsidR="00354DF7" w:rsidRDefault="00354DF7" w:rsidP="00354DF7">
      <w:pPr>
        <w:tabs>
          <w:tab w:val="left" w:pos="6195"/>
        </w:tabs>
      </w:pPr>
      <w:r>
        <w:t>321.5381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321.5556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321.5595</w:t>
      </w:r>
      <w:r>
        <w:tab/>
        <w:t>1.274e0</w:t>
      </w:r>
    </w:p>
    <w:p w:rsidR="00354DF7" w:rsidRDefault="00354DF7" w:rsidP="00354DF7">
      <w:pPr>
        <w:tabs>
          <w:tab w:val="left" w:pos="6195"/>
        </w:tabs>
      </w:pPr>
      <w:r>
        <w:t>321.5671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321.5733</w:t>
      </w:r>
      <w:r>
        <w:tab/>
        <w:t>1.673e0</w:t>
      </w:r>
    </w:p>
    <w:p w:rsidR="00354DF7" w:rsidRDefault="00354DF7" w:rsidP="00354DF7">
      <w:pPr>
        <w:tabs>
          <w:tab w:val="left" w:pos="6195"/>
        </w:tabs>
      </w:pPr>
      <w:r>
        <w:t>321.5859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321.5960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321.6032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321.6101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321.6117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321.6262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321.6343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321.6384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321.6455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321.6666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321.6826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321.6891</w:t>
      </w:r>
      <w:r>
        <w:tab/>
        <w:t>2.321e0</w:t>
      </w:r>
    </w:p>
    <w:p w:rsidR="00354DF7" w:rsidRDefault="00354DF7" w:rsidP="00354DF7">
      <w:pPr>
        <w:tabs>
          <w:tab w:val="left" w:pos="6195"/>
        </w:tabs>
      </w:pPr>
      <w:r>
        <w:t>321.6909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321.6969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321.7029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321.7167</w:t>
      </w:r>
      <w:r>
        <w:tab/>
        <w:t>5.825e0</w:t>
      </w:r>
    </w:p>
    <w:p w:rsidR="00354DF7" w:rsidRDefault="00354DF7" w:rsidP="00354DF7">
      <w:pPr>
        <w:tabs>
          <w:tab w:val="left" w:pos="6195"/>
        </w:tabs>
      </w:pPr>
      <w:r>
        <w:t>321.7200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321.7240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321.7298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321.7474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321.7508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321.7584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321.7763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321.7821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321.8013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321.8095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321.8107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321.8257</w:t>
      </w:r>
      <w:r>
        <w:tab/>
        <w:t>5.605e0</w:t>
      </w:r>
    </w:p>
    <w:p w:rsidR="00354DF7" w:rsidRDefault="00354DF7" w:rsidP="00354DF7">
      <w:pPr>
        <w:tabs>
          <w:tab w:val="left" w:pos="6195"/>
        </w:tabs>
      </w:pPr>
      <w:r>
        <w:t>321.8344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321.8402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321.8606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321.8722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321.8748</w:t>
      </w:r>
      <w:r>
        <w:tab/>
        <w:t>2.123e0</w:t>
      </w:r>
    </w:p>
    <w:p w:rsidR="00354DF7" w:rsidRDefault="00354DF7" w:rsidP="00354DF7">
      <w:pPr>
        <w:tabs>
          <w:tab w:val="left" w:pos="6195"/>
        </w:tabs>
      </w:pPr>
      <w:r>
        <w:t>321.8791</w:t>
      </w:r>
      <w:r>
        <w:tab/>
        <w:t>1.405e0</w:t>
      </w:r>
    </w:p>
    <w:p w:rsidR="00354DF7" w:rsidRDefault="00354DF7" w:rsidP="00354DF7">
      <w:pPr>
        <w:tabs>
          <w:tab w:val="left" w:pos="6195"/>
        </w:tabs>
      </w:pPr>
      <w:r>
        <w:t>321.9007</w:t>
      </w:r>
      <w:r>
        <w:tab/>
        <w:t>2.486e0</w:t>
      </w:r>
    </w:p>
    <w:p w:rsidR="00354DF7" w:rsidRDefault="00354DF7" w:rsidP="00354DF7">
      <w:pPr>
        <w:tabs>
          <w:tab w:val="left" w:pos="6195"/>
        </w:tabs>
      </w:pPr>
      <w:r>
        <w:t>321.9112</w:t>
      </w:r>
      <w:r>
        <w:tab/>
        <w:t>3.508e0</w:t>
      </w:r>
    </w:p>
    <w:p w:rsidR="00354DF7" w:rsidRDefault="00354DF7" w:rsidP="00354DF7">
      <w:pPr>
        <w:tabs>
          <w:tab w:val="left" w:pos="6195"/>
        </w:tabs>
      </w:pPr>
      <w:r>
        <w:t>321.9180</w:t>
      </w:r>
      <w:r>
        <w:tab/>
        <w:t>2.765e0</w:t>
      </w:r>
    </w:p>
    <w:p w:rsidR="00354DF7" w:rsidRDefault="00354DF7" w:rsidP="00354DF7">
      <w:pPr>
        <w:tabs>
          <w:tab w:val="left" w:pos="6195"/>
        </w:tabs>
      </w:pPr>
      <w:r>
        <w:t>321.9300</w:t>
      </w:r>
      <w:r>
        <w:tab/>
        <w:t>4.204e0</w:t>
      </w:r>
    </w:p>
    <w:p w:rsidR="00354DF7" w:rsidRDefault="00354DF7" w:rsidP="00354DF7">
      <w:pPr>
        <w:tabs>
          <w:tab w:val="left" w:pos="6195"/>
        </w:tabs>
      </w:pPr>
      <w:r>
        <w:t>321.9348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321.9390</w:t>
      </w:r>
      <w:r>
        <w:tab/>
        <w:t>1.371e0</w:t>
      </w:r>
    </w:p>
    <w:p w:rsidR="00354DF7" w:rsidRDefault="00354DF7" w:rsidP="00354DF7">
      <w:pPr>
        <w:tabs>
          <w:tab w:val="left" w:pos="6195"/>
        </w:tabs>
      </w:pPr>
      <w:r>
        <w:lastRenderedPageBreak/>
        <w:t>321.9634</w:t>
      </w:r>
      <w:r>
        <w:tab/>
        <w:t>1.141e0</w:t>
      </w:r>
    </w:p>
    <w:p w:rsidR="00354DF7" w:rsidRDefault="00354DF7" w:rsidP="00354DF7">
      <w:pPr>
        <w:tabs>
          <w:tab w:val="left" w:pos="6195"/>
        </w:tabs>
      </w:pPr>
      <w:r>
        <w:t>321.9741</w:t>
      </w:r>
      <w:r>
        <w:tab/>
        <w:t>5.021e0</w:t>
      </w:r>
    </w:p>
    <w:p w:rsidR="00354DF7" w:rsidRDefault="00354DF7" w:rsidP="00354DF7">
      <w:pPr>
        <w:tabs>
          <w:tab w:val="left" w:pos="6195"/>
        </w:tabs>
      </w:pPr>
      <w:r>
        <w:t>321.9818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322.0001</w:t>
      </w:r>
      <w:r>
        <w:tab/>
        <w:t>1.576e0</w:t>
      </w:r>
    </w:p>
    <w:p w:rsidR="00354DF7" w:rsidRDefault="00354DF7" w:rsidP="00354DF7">
      <w:pPr>
        <w:tabs>
          <w:tab w:val="left" w:pos="6195"/>
        </w:tabs>
      </w:pPr>
      <w:r>
        <w:t>322.0203</w:t>
      </w:r>
      <w:r>
        <w:tab/>
        <w:t>2.695e0</w:t>
      </w:r>
    </w:p>
    <w:p w:rsidR="00354DF7" w:rsidRDefault="00354DF7" w:rsidP="00354DF7">
      <w:pPr>
        <w:tabs>
          <w:tab w:val="left" w:pos="6195"/>
        </w:tabs>
      </w:pPr>
      <w:r>
        <w:t>322.0248</w:t>
      </w:r>
      <w:r>
        <w:tab/>
        <w:t>4.839e0</w:t>
      </w:r>
    </w:p>
    <w:p w:rsidR="00354DF7" w:rsidRDefault="00354DF7" w:rsidP="00354DF7">
      <w:pPr>
        <w:tabs>
          <w:tab w:val="left" w:pos="6195"/>
        </w:tabs>
      </w:pPr>
      <w:r>
        <w:t>322.0294</w:t>
      </w:r>
      <w:r>
        <w:tab/>
        <w:t>3.430e0</w:t>
      </w:r>
    </w:p>
    <w:p w:rsidR="00354DF7" w:rsidRDefault="00354DF7" w:rsidP="00354DF7">
      <w:pPr>
        <w:tabs>
          <w:tab w:val="left" w:pos="6195"/>
        </w:tabs>
      </w:pPr>
      <w:r>
        <w:t>322.0305</w:t>
      </w:r>
      <w:r>
        <w:tab/>
        <w:t>6.648e0</w:t>
      </w:r>
    </w:p>
    <w:p w:rsidR="00354DF7" w:rsidRDefault="00354DF7" w:rsidP="00354DF7">
      <w:pPr>
        <w:tabs>
          <w:tab w:val="left" w:pos="6195"/>
        </w:tabs>
      </w:pPr>
      <w:r>
        <w:t>322.0760</w:t>
      </w:r>
      <w:r>
        <w:tab/>
        <w:t>2.598e0</w:t>
      </w:r>
    </w:p>
    <w:p w:rsidR="00354DF7" w:rsidRDefault="00354DF7" w:rsidP="00354DF7">
      <w:pPr>
        <w:tabs>
          <w:tab w:val="left" w:pos="6195"/>
        </w:tabs>
      </w:pPr>
      <w:r>
        <w:t>322.0818</w:t>
      </w:r>
      <w:r>
        <w:tab/>
        <w:t>3.178e0</w:t>
      </w:r>
    </w:p>
    <w:p w:rsidR="00354DF7" w:rsidRDefault="00354DF7" w:rsidP="00354DF7">
      <w:pPr>
        <w:tabs>
          <w:tab w:val="left" w:pos="6195"/>
        </w:tabs>
      </w:pPr>
      <w:r>
        <w:t>322.0958</w:t>
      </w:r>
      <w:r>
        <w:tab/>
        <w:t>2.516e0</w:t>
      </w:r>
    </w:p>
    <w:p w:rsidR="00354DF7" w:rsidRDefault="00354DF7" w:rsidP="00354DF7">
      <w:pPr>
        <w:tabs>
          <w:tab w:val="left" w:pos="6195"/>
        </w:tabs>
      </w:pPr>
      <w:r>
        <w:t>322.1260</w:t>
      </w:r>
      <w:r>
        <w:tab/>
        <w:t>3.437e0</w:t>
      </w:r>
    </w:p>
    <w:p w:rsidR="00354DF7" w:rsidRDefault="00354DF7" w:rsidP="00354DF7">
      <w:pPr>
        <w:tabs>
          <w:tab w:val="left" w:pos="6195"/>
        </w:tabs>
      </w:pPr>
      <w:r>
        <w:t>322.1390</w:t>
      </w:r>
      <w:r>
        <w:tab/>
        <w:t>7.405e0</w:t>
      </w:r>
    </w:p>
    <w:p w:rsidR="00354DF7" w:rsidRDefault="00354DF7" w:rsidP="00354DF7">
      <w:pPr>
        <w:tabs>
          <w:tab w:val="left" w:pos="6195"/>
        </w:tabs>
      </w:pPr>
      <w:r>
        <w:t>322.1404</w:t>
      </w:r>
      <w:r>
        <w:tab/>
        <w:t>4.788e0</w:t>
      </w:r>
    </w:p>
    <w:p w:rsidR="00354DF7" w:rsidRDefault="00354DF7" w:rsidP="00354DF7">
      <w:pPr>
        <w:tabs>
          <w:tab w:val="left" w:pos="6195"/>
        </w:tabs>
      </w:pPr>
      <w:r>
        <w:t>322.1416</w:t>
      </w:r>
      <w:r>
        <w:tab/>
        <w:t>7.070e0</w:t>
      </w:r>
    </w:p>
    <w:p w:rsidR="00354DF7" w:rsidRDefault="00354DF7" w:rsidP="00354DF7">
      <w:pPr>
        <w:tabs>
          <w:tab w:val="left" w:pos="6195"/>
        </w:tabs>
      </w:pPr>
      <w:r>
        <w:t>322.1534</w:t>
      </w:r>
      <w:r>
        <w:tab/>
        <w:t>3.468e0</w:t>
      </w:r>
    </w:p>
    <w:p w:rsidR="00354DF7" w:rsidRDefault="00354DF7" w:rsidP="00354DF7">
      <w:pPr>
        <w:tabs>
          <w:tab w:val="left" w:pos="6195"/>
        </w:tabs>
      </w:pPr>
      <w:r>
        <w:t>322.1565</w:t>
      </w:r>
      <w:r>
        <w:tab/>
        <w:t>2.277e0</w:t>
      </w:r>
    </w:p>
    <w:p w:rsidR="00354DF7" w:rsidRDefault="00354DF7" w:rsidP="00354DF7">
      <w:pPr>
        <w:tabs>
          <w:tab w:val="left" w:pos="6195"/>
        </w:tabs>
      </w:pPr>
      <w:r>
        <w:t>322.1661</w:t>
      </w:r>
      <w:r>
        <w:tab/>
        <w:t>5.101e0</w:t>
      </w:r>
    </w:p>
    <w:p w:rsidR="00354DF7" w:rsidRDefault="00354DF7" w:rsidP="00354DF7">
      <w:pPr>
        <w:tabs>
          <w:tab w:val="left" w:pos="6195"/>
        </w:tabs>
      </w:pPr>
      <w:r>
        <w:t>322.1673</w:t>
      </w:r>
      <w:r>
        <w:tab/>
        <w:t>3.036e0</w:t>
      </w:r>
    </w:p>
    <w:p w:rsidR="00354DF7" w:rsidRDefault="00354DF7" w:rsidP="00354DF7">
      <w:pPr>
        <w:tabs>
          <w:tab w:val="left" w:pos="6195"/>
        </w:tabs>
      </w:pPr>
      <w:r>
        <w:lastRenderedPageBreak/>
        <w:t>322.2004</w:t>
      </w:r>
      <w:r>
        <w:tab/>
        <w:t>3.733e0</w:t>
      </w:r>
    </w:p>
    <w:p w:rsidR="00354DF7" w:rsidRDefault="00354DF7" w:rsidP="00354DF7">
      <w:pPr>
        <w:tabs>
          <w:tab w:val="left" w:pos="6195"/>
        </w:tabs>
      </w:pPr>
      <w:r>
        <w:t>322.2084</w:t>
      </w:r>
      <w:r>
        <w:tab/>
        <w:t>3.103e0</w:t>
      </w:r>
    </w:p>
    <w:p w:rsidR="00354DF7" w:rsidRDefault="00354DF7" w:rsidP="00354DF7">
      <w:pPr>
        <w:tabs>
          <w:tab w:val="left" w:pos="6195"/>
        </w:tabs>
      </w:pPr>
      <w:r>
        <w:t>322.2516</w:t>
      </w:r>
      <w:r>
        <w:tab/>
        <w:t>2.037e0</w:t>
      </w:r>
    </w:p>
    <w:p w:rsidR="00354DF7" w:rsidRDefault="00354DF7" w:rsidP="00354DF7">
      <w:pPr>
        <w:tabs>
          <w:tab w:val="left" w:pos="6195"/>
        </w:tabs>
      </w:pPr>
      <w:r>
        <w:t>322.2637</w:t>
      </w:r>
      <w:r>
        <w:tab/>
        <w:t>1.030e0</w:t>
      </w:r>
    </w:p>
    <w:p w:rsidR="00354DF7" w:rsidRDefault="00354DF7" w:rsidP="00354DF7">
      <w:pPr>
        <w:tabs>
          <w:tab w:val="left" w:pos="6195"/>
        </w:tabs>
      </w:pPr>
      <w:r>
        <w:t>322.2988</w:t>
      </w:r>
      <w:r>
        <w:tab/>
        <w:t>6.276e0</w:t>
      </w:r>
    </w:p>
    <w:p w:rsidR="00354DF7" w:rsidRDefault="00354DF7" w:rsidP="00354DF7">
      <w:pPr>
        <w:tabs>
          <w:tab w:val="left" w:pos="6195"/>
        </w:tabs>
      </w:pPr>
      <w:r>
        <w:t>322.3037</w:t>
      </w:r>
      <w:r>
        <w:tab/>
        <w:t>1.637e0</w:t>
      </w:r>
    </w:p>
    <w:p w:rsidR="00354DF7" w:rsidRDefault="00354DF7" w:rsidP="00354DF7">
      <w:pPr>
        <w:tabs>
          <w:tab w:val="left" w:pos="6195"/>
        </w:tabs>
      </w:pPr>
      <w:r>
        <w:t>322.3087</w:t>
      </w:r>
      <w:r>
        <w:tab/>
        <w:t>1.030e1</w:t>
      </w:r>
    </w:p>
    <w:p w:rsidR="00354DF7" w:rsidRDefault="00354DF7" w:rsidP="00354DF7">
      <w:pPr>
        <w:tabs>
          <w:tab w:val="left" w:pos="6195"/>
        </w:tabs>
      </w:pPr>
      <w:r>
        <w:t>322.3123</w:t>
      </w:r>
      <w:r>
        <w:tab/>
        <w:t>2.430e0</w:t>
      </w:r>
    </w:p>
    <w:p w:rsidR="00354DF7" w:rsidRDefault="00354DF7" w:rsidP="00354DF7">
      <w:pPr>
        <w:tabs>
          <w:tab w:val="left" w:pos="6195"/>
        </w:tabs>
      </w:pPr>
      <w:r>
        <w:t>322.3229</w:t>
      </w:r>
      <w:r>
        <w:tab/>
        <w:t>1.256e0</w:t>
      </w:r>
    </w:p>
    <w:p w:rsidR="00354DF7" w:rsidRDefault="00354DF7" w:rsidP="00354DF7">
      <w:pPr>
        <w:tabs>
          <w:tab w:val="left" w:pos="6195"/>
        </w:tabs>
      </w:pPr>
      <w:r>
        <w:t>322.3542</w:t>
      </w:r>
      <w:r>
        <w:tab/>
        <w:t>3.776e0</w:t>
      </w:r>
    </w:p>
    <w:p w:rsidR="00354DF7" w:rsidRDefault="00354DF7" w:rsidP="00354DF7">
      <w:pPr>
        <w:tabs>
          <w:tab w:val="left" w:pos="6195"/>
        </w:tabs>
      </w:pPr>
      <w:r>
        <w:t>322.3706</w:t>
      </w:r>
      <w:r>
        <w:tab/>
        <w:t>1.384e0</w:t>
      </w:r>
    </w:p>
    <w:p w:rsidR="00354DF7" w:rsidRDefault="00354DF7" w:rsidP="00354DF7">
      <w:pPr>
        <w:tabs>
          <w:tab w:val="left" w:pos="6195"/>
        </w:tabs>
      </w:pPr>
      <w:r>
        <w:t>322.3740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322.3979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322.4022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322.4188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322.4352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322.4374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322.4513</w:t>
      </w:r>
      <w:r>
        <w:tab/>
        <w:t>4.104e0</w:t>
      </w:r>
    </w:p>
    <w:p w:rsidR="00354DF7" w:rsidRDefault="00354DF7" w:rsidP="00354DF7">
      <w:pPr>
        <w:tabs>
          <w:tab w:val="left" w:pos="6195"/>
        </w:tabs>
      </w:pPr>
      <w:r>
        <w:t>322.4564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322.4763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322.4821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322.5000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322.5081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322.5160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322.5376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322.5442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322.5516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322.5718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322.5746</w:t>
      </w:r>
      <w:r>
        <w:tab/>
        <w:t>2.985e0</w:t>
      </w:r>
    </w:p>
    <w:p w:rsidR="00354DF7" w:rsidRDefault="00354DF7" w:rsidP="00354DF7">
      <w:pPr>
        <w:tabs>
          <w:tab w:val="left" w:pos="6195"/>
        </w:tabs>
      </w:pPr>
      <w:r>
        <w:t>322.5887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322.5942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322.5966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322.6125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322.6290</w:t>
      </w:r>
      <w:r>
        <w:tab/>
        <w:t>8.769e0</w:t>
      </w:r>
    </w:p>
    <w:p w:rsidR="00354DF7" w:rsidRDefault="00354DF7" w:rsidP="00354DF7">
      <w:pPr>
        <w:tabs>
          <w:tab w:val="left" w:pos="6195"/>
        </w:tabs>
      </w:pPr>
      <w:r>
        <w:t>322.6372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322.6408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322.6541</w:t>
      </w:r>
      <w:r>
        <w:tab/>
        <w:t>5.836e0</w:t>
      </w:r>
    </w:p>
    <w:p w:rsidR="00354DF7" w:rsidRDefault="00354DF7" w:rsidP="00354DF7">
      <w:pPr>
        <w:tabs>
          <w:tab w:val="left" w:pos="6195"/>
        </w:tabs>
      </w:pPr>
      <w:r>
        <w:t>322.6574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322.6650</w:t>
      </w:r>
      <w:r>
        <w:tab/>
        <w:t>5.268e0</w:t>
      </w:r>
    </w:p>
    <w:p w:rsidR="00354DF7" w:rsidRDefault="00354DF7" w:rsidP="00354DF7">
      <w:pPr>
        <w:tabs>
          <w:tab w:val="left" w:pos="6195"/>
        </w:tabs>
      </w:pPr>
      <w:r>
        <w:t>322.6668</w:t>
      </w:r>
      <w:r>
        <w:tab/>
        <w:t>8.446e0</w:t>
      </w:r>
    </w:p>
    <w:p w:rsidR="00354DF7" w:rsidRDefault="00354DF7" w:rsidP="00354DF7">
      <w:pPr>
        <w:tabs>
          <w:tab w:val="left" w:pos="6195"/>
        </w:tabs>
      </w:pPr>
      <w:r>
        <w:t>322.6913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322.6961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322.7049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322.7150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322.7184</w:t>
      </w:r>
      <w:r>
        <w:tab/>
        <w:t>1.110e1</w:t>
      </w:r>
    </w:p>
    <w:p w:rsidR="00354DF7" w:rsidRDefault="00354DF7" w:rsidP="00354DF7">
      <w:pPr>
        <w:tabs>
          <w:tab w:val="left" w:pos="6195"/>
        </w:tabs>
      </w:pPr>
      <w:r>
        <w:t>322.7412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322.7513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322.7677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322.7743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322.7809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322.7958</w:t>
      </w:r>
      <w:r>
        <w:tab/>
        <w:t>6.073e0</w:t>
      </w:r>
    </w:p>
    <w:p w:rsidR="00354DF7" w:rsidRDefault="00354DF7" w:rsidP="00354DF7">
      <w:pPr>
        <w:tabs>
          <w:tab w:val="left" w:pos="6195"/>
        </w:tabs>
      </w:pPr>
      <w:r>
        <w:t>322.8127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322.8224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322.8336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322.8472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322.8665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322.8752</w:t>
      </w:r>
      <w:r>
        <w:tab/>
        <w:t>3.875e0</w:t>
      </w:r>
    </w:p>
    <w:p w:rsidR="00354DF7" w:rsidRDefault="00354DF7" w:rsidP="00354DF7">
      <w:pPr>
        <w:tabs>
          <w:tab w:val="left" w:pos="6195"/>
        </w:tabs>
      </w:pPr>
      <w:r>
        <w:lastRenderedPageBreak/>
        <w:t>322.8778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322.8808</w:t>
      </w:r>
      <w:r>
        <w:tab/>
        <w:t>5.246e0</w:t>
      </w:r>
    </w:p>
    <w:p w:rsidR="00354DF7" w:rsidRDefault="00354DF7" w:rsidP="00354DF7">
      <w:pPr>
        <w:tabs>
          <w:tab w:val="left" w:pos="6195"/>
        </w:tabs>
      </w:pPr>
      <w:r>
        <w:t>322.8863</w:t>
      </w:r>
      <w:r>
        <w:tab/>
        <w:t>1.612e0</w:t>
      </w:r>
    </w:p>
    <w:p w:rsidR="00354DF7" w:rsidRDefault="00354DF7" w:rsidP="00354DF7">
      <w:pPr>
        <w:tabs>
          <w:tab w:val="left" w:pos="6195"/>
        </w:tabs>
      </w:pPr>
      <w:r>
        <w:t>322.9127</w:t>
      </w:r>
      <w:r>
        <w:tab/>
        <w:t>3.774e0</w:t>
      </w:r>
    </w:p>
    <w:p w:rsidR="00354DF7" w:rsidRDefault="00354DF7" w:rsidP="00354DF7">
      <w:pPr>
        <w:tabs>
          <w:tab w:val="left" w:pos="6195"/>
        </w:tabs>
      </w:pPr>
      <w:r>
        <w:t>322.9176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322.9217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322.9230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322.9458</w:t>
      </w:r>
      <w:r>
        <w:tab/>
        <w:t>2.871e0</w:t>
      </w:r>
    </w:p>
    <w:p w:rsidR="00354DF7" w:rsidRDefault="00354DF7" w:rsidP="00354DF7">
      <w:pPr>
        <w:tabs>
          <w:tab w:val="left" w:pos="6195"/>
        </w:tabs>
      </w:pPr>
      <w:r>
        <w:t>322.9496</w:t>
      </w:r>
      <w:r>
        <w:tab/>
        <w:t>5.116e0</w:t>
      </w:r>
    </w:p>
    <w:p w:rsidR="00354DF7" w:rsidRDefault="00354DF7" w:rsidP="00354DF7">
      <w:pPr>
        <w:tabs>
          <w:tab w:val="left" w:pos="6195"/>
        </w:tabs>
      </w:pPr>
      <w:r>
        <w:t>322.9509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322.9736</w:t>
      </w:r>
      <w:r>
        <w:tab/>
        <w:t>1.008e1</w:t>
      </w:r>
    </w:p>
    <w:p w:rsidR="00354DF7" w:rsidRDefault="00354DF7" w:rsidP="00354DF7">
      <w:pPr>
        <w:tabs>
          <w:tab w:val="left" w:pos="6195"/>
        </w:tabs>
      </w:pPr>
      <w:r>
        <w:t>322.9873</w:t>
      </w:r>
      <w:r>
        <w:tab/>
        <w:t>2.656e0</w:t>
      </w:r>
    </w:p>
    <w:p w:rsidR="00354DF7" w:rsidRDefault="00354DF7" w:rsidP="00354DF7">
      <w:pPr>
        <w:tabs>
          <w:tab w:val="left" w:pos="6195"/>
        </w:tabs>
      </w:pPr>
      <w:r>
        <w:t>322.9895</w:t>
      </w:r>
      <w:r>
        <w:tab/>
        <w:t>5.809e0</w:t>
      </w:r>
    </w:p>
    <w:p w:rsidR="00354DF7" w:rsidRDefault="00354DF7" w:rsidP="00354DF7">
      <w:pPr>
        <w:tabs>
          <w:tab w:val="left" w:pos="6195"/>
        </w:tabs>
      </w:pPr>
      <w:r>
        <w:t>322.9970</w:t>
      </w:r>
      <w:r>
        <w:tab/>
        <w:t>4.548e0</w:t>
      </w:r>
    </w:p>
    <w:p w:rsidR="00354DF7" w:rsidRDefault="00354DF7" w:rsidP="00354DF7">
      <w:pPr>
        <w:tabs>
          <w:tab w:val="left" w:pos="6195"/>
        </w:tabs>
      </w:pPr>
      <w:r>
        <w:t>322.9996</w:t>
      </w:r>
      <w:r>
        <w:tab/>
        <w:t>2.678e0</w:t>
      </w:r>
    </w:p>
    <w:p w:rsidR="00354DF7" w:rsidRDefault="00354DF7" w:rsidP="00354DF7">
      <w:pPr>
        <w:tabs>
          <w:tab w:val="left" w:pos="6195"/>
        </w:tabs>
      </w:pPr>
      <w:r>
        <w:t>323.0377</w:t>
      </w:r>
      <w:r>
        <w:tab/>
        <w:t>3.345e0</w:t>
      </w:r>
    </w:p>
    <w:p w:rsidR="00354DF7" w:rsidRDefault="00354DF7" w:rsidP="00354DF7">
      <w:pPr>
        <w:tabs>
          <w:tab w:val="left" w:pos="6195"/>
        </w:tabs>
      </w:pPr>
      <w:r>
        <w:t>323.1075</w:t>
      </w:r>
      <w:r>
        <w:tab/>
        <w:t>1.857e3</w:t>
      </w:r>
    </w:p>
    <w:p w:rsidR="00354DF7" w:rsidRDefault="00354DF7" w:rsidP="00354DF7">
      <w:pPr>
        <w:tabs>
          <w:tab w:val="left" w:pos="6195"/>
        </w:tabs>
      </w:pPr>
      <w:r>
        <w:t>323.1094</w:t>
      </w:r>
      <w:r>
        <w:tab/>
        <w:t>1.934e3</w:t>
      </w:r>
    </w:p>
    <w:p w:rsidR="00354DF7" w:rsidRDefault="00354DF7" w:rsidP="00354DF7">
      <w:pPr>
        <w:tabs>
          <w:tab w:val="left" w:pos="6195"/>
        </w:tabs>
      </w:pPr>
      <w:r>
        <w:t>323.1117</w:t>
      </w:r>
      <w:r>
        <w:tab/>
        <w:t>1.384e3</w:t>
      </w:r>
    </w:p>
    <w:p w:rsidR="00354DF7" w:rsidRDefault="00354DF7" w:rsidP="00354DF7">
      <w:pPr>
        <w:tabs>
          <w:tab w:val="left" w:pos="6195"/>
        </w:tabs>
      </w:pPr>
      <w:r>
        <w:lastRenderedPageBreak/>
        <w:t>323.1811</w:t>
      </w:r>
      <w:r>
        <w:tab/>
        <w:t>2.221e0</w:t>
      </w:r>
    </w:p>
    <w:p w:rsidR="00354DF7" w:rsidRDefault="00354DF7" w:rsidP="00354DF7">
      <w:pPr>
        <w:tabs>
          <w:tab w:val="left" w:pos="6195"/>
        </w:tabs>
      </w:pPr>
      <w:r>
        <w:t>323.1898</w:t>
      </w:r>
      <w:r>
        <w:tab/>
        <w:t>5.466e0</w:t>
      </w:r>
    </w:p>
    <w:p w:rsidR="00354DF7" w:rsidRDefault="00354DF7" w:rsidP="00354DF7">
      <w:pPr>
        <w:tabs>
          <w:tab w:val="left" w:pos="6195"/>
        </w:tabs>
      </w:pPr>
      <w:r>
        <w:t>323.2015</w:t>
      </w:r>
      <w:r>
        <w:tab/>
        <w:t>8.857e0</w:t>
      </w:r>
    </w:p>
    <w:p w:rsidR="00354DF7" w:rsidRDefault="00354DF7" w:rsidP="00354DF7">
      <w:pPr>
        <w:tabs>
          <w:tab w:val="left" w:pos="6195"/>
        </w:tabs>
      </w:pPr>
      <w:r>
        <w:t>323.2097</w:t>
      </w:r>
      <w:r>
        <w:tab/>
        <w:t>4.715e0</w:t>
      </w:r>
    </w:p>
    <w:p w:rsidR="00354DF7" w:rsidRDefault="00354DF7" w:rsidP="00354DF7">
      <w:pPr>
        <w:tabs>
          <w:tab w:val="left" w:pos="6195"/>
        </w:tabs>
      </w:pPr>
      <w:r>
        <w:t>323.2298</w:t>
      </w:r>
      <w:r>
        <w:tab/>
        <w:t>3.604e0</w:t>
      </w:r>
    </w:p>
    <w:p w:rsidR="00354DF7" w:rsidRDefault="00354DF7" w:rsidP="00354DF7">
      <w:pPr>
        <w:tabs>
          <w:tab w:val="left" w:pos="6195"/>
        </w:tabs>
      </w:pPr>
      <w:r>
        <w:t>323.2479</w:t>
      </w:r>
      <w:r>
        <w:tab/>
        <w:t>1.034e1</w:t>
      </w:r>
    </w:p>
    <w:p w:rsidR="00354DF7" w:rsidRDefault="00354DF7" w:rsidP="00354DF7">
      <w:pPr>
        <w:tabs>
          <w:tab w:val="left" w:pos="6195"/>
        </w:tabs>
      </w:pPr>
      <w:r>
        <w:t>323.2514</w:t>
      </w:r>
      <w:r>
        <w:tab/>
        <w:t>5.145e0</w:t>
      </w:r>
    </w:p>
    <w:p w:rsidR="00354DF7" w:rsidRDefault="00354DF7" w:rsidP="00354DF7">
      <w:pPr>
        <w:tabs>
          <w:tab w:val="left" w:pos="6195"/>
        </w:tabs>
      </w:pPr>
      <w:r>
        <w:t>323.2566</w:t>
      </w:r>
      <w:r>
        <w:tab/>
        <w:t>5.925e0</w:t>
      </w:r>
    </w:p>
    <w:p w:rsidR="00354DF7" w:rsidRDefault="00354DF7" w:rsidP="00354DF7">
      <w:pPr>
        <w:tabs>
          <w:tab w:val="left" w:pos="6195"/>
        </w:tabs>
      </w:pPr>
      <w:r>
        <w:t>323.2742</w:t>
      </w:r>
      <w:r>
        <w:tab/>
        <w:t>1.399e1</w:t>
      </w:r>
    </w:p>
    <w:p w:rsidR="00354DF7" w:rsidRDefault="00354DF7" w:rsidP="00354DF7">
      <w:pPr>
        <w:tabs>
          <w:tab w:val="left" w:pos="6195"/>
        </w:tabs>
      </w:pPr>
      <w:r>
        <w:t>323.2946</w:t>
      </w:r>
      <w:r>
        <w:tab/>
        <w:t>4.018e0</w:t>
      </w:r>
    </w:p>
    <w:p w:rsidR="00354DF7" w:rsidRDefault="00354DF7" w:rsidP="00354DF7">
      <w:pPr>
        <w:tabs>
          <w:tab w:val="left" w:pos="6195"/>
        </w:tabs>
      </w:pPr>
      <w:r>
        <w:t>323.3082</w:t>
      </w:r>
      <w:r>
        <w:tab/>
        <w:t>5.667e1</w:t>
      </w:r>
    </w:p>
    <w:p w:rsidR="00354DF7" w:rsidRDefault="00354DF7" w:rsidP="00354DF7">
      <w:pPr>
        <w:tabs>
          <w:tab w:val="left" w:pos="6195"/>
        </w:tabs>
      </w:pPr>
      <w:r>
        <w:t>323.3109</w:t>
      </w:r>
      <w:r>
        <w:tab/>
        <w:t>5.825e0</w:t>
      </w:r>
    </w:p>
    <w:p w:rsidR="00354DF7" w:rsidRDefault="00354DF7" w:rsidP="00354DF7">
      <w:pPr>
        <w:tabs>
          <w:tab w:val="left" w:pos="6195"/>
        </w:tabs>
      </w:pPr>
      <w:r>
        <w:t>323.3144</w:t>
      </w:r>
      <w:r>
        <w:tab/>
        <w:t>2.809e1</w:t>
      </w:r>
    </w:p>
    <w:p w:rsidR="00354DF7" w:rsidRDefault="00354DF7" w:rsidP="00354DF7">
      <w:pPr>
        <w:tabs>
          <w:tab w:val="left" w:pos="6195"/>
        </w:tabs>
      </w:pPr>
      <w:r>
        <w:t>323.3157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323.3362</w:t>
      </w:r>
      <w:r>
        <w:tab/>
        <w:t>3.172e0</w:t>
      </w:r>
    </w:p>
    <w:p w:rsidR="00354DF7" w:rsidRDefault="00354DF7" w:rsidP="00354DF7">
      <w:pPr>
        <w:tabs>
          <w:tab w:val="left" w:pos="6195"/>
        </w:tabs>
      </w:pPr>
      <w:r>
        <w:t>323.3588</w:t>
      </w:r>
      <w:r>
        <w:tab/>
        <w:t>6.457e0</w:t>
      </w:r>
    </w:p>
    <w:p w:rsidR="00354DF7" w:rsidRDefault="00354DF7" w:rsidP="00354DF7">
      <w:pPr>
        <w:tabs>
          <w:tab w:val="left" w:pos="6195"/>
        </w:tabs>
      </w:pPr>
      <w:r>
        <w:t>323.3663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323.3789</w:t>
      </w:r>
      <w:r>
        <w:tab/>
        <w:t>7.237e0</w:t>
      </w:r>
    </w:p>
    <w:p w:rsidR="00354DF7" w:rsidRDefault="00354DF7" w:rsidP="00354DF7">
      <w:pPr>
        <w:tabs>
          <w:tab w:val="left" w:pos="6195"/>
        </w:tabs>
      </w:pPr>
      <w:r>
        <w:t>323.3833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323.3958</w:t>
      </w:r>
      <w:r>
        <w:tab/>
        <w:t>3.550e0</w:t>
      </w:r>
    </w:p>
    <w:p w:rsidR="00354DF7" w:rsidRDefault="00354DF7" w:rsidP="00354DF7">
      <w:pPr>
        <w:tabs>
          <w:tab w:val="left" w:pos="6195"/>
        </w:tabs>
      </w:pPr>
      <w:r>
        <w:t>323.3968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323.4087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323.4173</w:t>
      </w:r>
      <w:r>
        <w:tab/>
        <w:t>3.890e0</w:t>
      </w:r>
    </w:p>
    <w:p w:rsidR="00354DF7" w:rsidRDefault="00354DF7" w:rsidP="00354DF7">
      <w:pPr>
        <w:tabs>
          <w:tab w:val="left" w:pos="6195"/>
        </w:tabs>
      </w:pPr>
      <w:r>
        <w:t>323.4247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323.4355</w:t>
      </w:r>
      <w:r>
        <w:tab/>
        <w:t>1.288e1</w:t>
      </w:r>
    </w:p>
    <w:p w:rsidR="00354DF7" w:rsidRDefault="00354DF7" w:rsidP="00354DF7">
      <w:pPr>
        <w:tabs>
          <w:tab w:val="left" w:pos="6195"/>
        </w:tabs>
      </w:pPr>
      <w:r>
        <w:t>323.4460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323.4539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323.4736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323.4912</w:t>
      </w:r>
      <w:r>
        <w:tab/>
        <w:t>1.418e1</w:t>
      </w:r>
    </w:p>
    <w:p w:rsidR="00354DF7" w:rsidRDefault="00354DF7" w:rsidP="00354DF7">
      <w:pPr>
        <w:tabs>
          <w:tab w:val="left" w:pos="6195"/>
        </w:tabs>
      </w:pPr>
      <w:r>
        <w:t>323.4929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323.5037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323.5300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323.5328</w:t>
      </w:r>
      <w:r>
        <w:tab/>
        <w:t>3.970e0</w:t>
      </w:r>
    </w:p>
    <w:p w:rsidR="00354DF7" w:rsidRDefault="00354DF7" w:rsidP="00354DF7">
      <w:pPr>
        <w:tabs>
          <w:tab w:val="left" w:pos="6195"/>
        </w:tabs>
      </w:pPr>
      <w:r>
        <w:t>323.5416</w:t>
      </w:r>
      <w:r>
        <w:tab/>
        <w:t>1.490e1</w:t>
      </w:r>
    </w:p>
    <w:p w:rsidR="00354DF7" w:rsidRDefault="00354DF7" w:rsidP="00354DF7">
      <w:pPr>
        <w:tabs>
          <w:tab w:val="left" w:pos="6195"/>
        </w:tabs>
      </w:pPr>
      <w:r>
        <w:t>323.5681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323.5757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323.5779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323.5838</w:t>
      </w:r>
      <w:r>
        <w:tab/>
        <w:t>2.445e0</w:t>
      </w:r>
    </w:p>
    <w:p w:rsidR="00354DF7" w:rsidRDefault="00354DF7" w:rsidP="00354DF7">
      <w:pPr>
        <w:tabs>
          <w:tab w:val="left" w:pos="6195"/>
        </w:tabs>
      </w:pPr>
      <w:r>
        <w:lastRenderedPageBreak/>
        <w:t>323.5885</w:t>
      </w:r>
      <w:r>
        <w:tab/>
        <w:t>2.206e1</w:t>
      </w:r>
    </w:p>
    <w:p w:rsidR="00354DF7" w:rsidRDefault="00354DF7" w:rsidP="00354DF7">
      <w:pPr>
        <w:tabs>
          <w:tab w:val="left" w:pos="6195"/>
        </w:tabs>
      </w:pPr>
      <w:r>
        <w:t>323.6134</w:t>
      </w:r>
      <w:r>
        <w:tab/>
        <w:t>5.597e0</w:t>
      </w:r>
    </w:p>
    <w:p w:rsidR="00354DF7" w:rsidRDefault="00354DF7" w:rsidP="00354DF7">
      <w:pPr>
        <w:tabs>
          <w:tab w:val="left" w:pos="6195"/>
        </w:tabs>
      </w:pPr>
      <w:r>
        <w:t>323.6205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323.6439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323.6522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323.6555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323.6711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323.6814</w:t>
      </w:r>
      <w:r>
        <w:tab/>
        <w:t>9.045e0</w:t>
      </w:r>
    </w:p>
    <w:p w:rsidR="00354DF7" w:rsidRDefault="00354DF7" w:rsidP="00354DF7">
      <w:pPr>
        <w:tabs>
          <w:tab w:val="left" w:pos="6195"/>
        </w:tabs>
      </w:pPr>
      <w:r>
        <w:t>323.6877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323.6975</w:t>
      </w:r>
      <w:r>
        <w:tab/>
        <w:t>4.386e0</w:t>
      </w:r>
    </w:p>
    <w:p w:rsidR="00354DF7" w:rsidRDefault="00354DF7" w:rsidP="00354DF7">
      <w:pPr>
        <w:tabs>
          <w:tab w:val="left" w:pos="6195"/>
        </w:tabs>
      </w:pPr>
      <w:r>
        <w:t>323.7038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323.7068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323.7184</w:t>
      </w:r>
      <w:r>
        <w:tab/>
        <w:t>1.116e1</w:t>
      </w:r>
    </w:p>
    <w:p w:rsidR="00354DF7" w:rsidRDefault="00354DF7" w:rsidP="00354DF7">
      <w:pPr>
        <w:tabs>
          <w:tab w:val="left" w:pos="6195"/>
        </w:tabs>
      </w:pPr>
      <w:r>
        <w:t>323.7257</w:t>
      </w:r>
      <w:r>
        <w:tab/>
        <w:t>2.270e0</w:t>
      </w:r>
    </w:p>
    <w:p w:rsidR="00354DF7" w:rsidRDefault="00354DF7" w:rsidP="00354DF7">
      <w:pPr>
        <w:tabs>
          <w:tab w:val="left" w:pos="6195"/>
        </w:tabs>
      </w:pPr>
      <w:r>
        <w:t>323.7434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323.7659</w:t>
      </w:r>
      <w:r>
        <w:tab/>
        <w:t>1.037e1</w:t>
      </w:r>
    </w:p>
    <w:p w:rsidR="00354DF7" w:rsidRDefault="00354DF7" w:rsidP="00354DF7">
      <w:pPr>
        <w:tabs>
          <w:tab w:val="left" w:pos="6195"/>
        </w:tabs>
      </w:pPr>
      <w:r>
        <w:t>323.7694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323.7775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323.7874</w:t>
      </w:r>
      <w:r>
        <w:tab/>
        <w:t>5.705e0</w:t>
      </w:r>
    </w:p>
    <w:p w:rsidR="00354DF7" w:rsidRDefault="00354DF7" w:rsidP="00354DF7">
      <w:pPr>
        <w:tabs>
          <w:tab w:val="left" w:pos="6195"/>
        </w:tabs>
      </w:pPr>
      <w:r>
        <w:lastRenderedPageBreak/>
        <w:t>323.8073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323.8188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323.8259</w:t>
      </w:r>
      <w:r>
        <w:tab/>
        <w:t>1.309e1</w:t>
      </w:r>
    </w:p>
    <w:p w:rsidR="00354DF7" w:rsidRDefault="00354DF7" w:rsidP="00354DF7">
      <w:pPr>
        <w:tabs>
          <w:tab w:val="left" w:pos="6195"/>
        </w:tabs>
      </w:pPr>
      <w:r>
        <w:t>323.8401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323.8423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323.8500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323.8599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323.8674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323.8764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323.8803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323.8843</w:t>
      </w:r>
      <w:r>
        <w:tab/>
        <w:t>1.609e1</w:t>
      </w:r>
    </w:p>
    <w:p w:rsidR="00354DF7" w:rsidRDefault="00354DF7" w:rsidP="00354DF7">
      <w:pPr>
        <w:tabs>
          <w:tab w:val="left" w:pos="6195"/>
        </w:tabs>
      </w:pPr>
      <w:r>
        <w:t>323.9200</w:t>
      </w:r>
      <w:r>
        <w:tab/>
        <w:t>4.543e0</w:t>
      </w:r>
    </w:p>
    <w:p w:rsidR="00354DF7" w:rsidRDefault="00354DF7" w:rsidP="00354DF7">
      <w:pPr>
        <w:tabs>
          <w:tab w:val="left" w:pos="6195"/>
        </w:tabs>
      </w:pPr>
      <w:r>
        <w:t>323.9284</w:t>
      </w:r>
      <w:r>
        <w:tab/>
        <w:t>1.224e1</w:t>
      </w:r>
    </w:p>
    <w:p w:rsidR="00354DF7" w:rsidRDefault="00354DF7" w:rsidP="00354DF7">
      <w:pPr>
        <w:tabs>
          <w:tab w:val="left" w:pos="6195"/>
        </w:tabs>
      </w:pPr>
      <w:r>
        <w:t>323.9312</w:t>
      </w:r>
      <w:r>
        <w:tab/>
        <w:t>4.371e0</w:t>
      </w:r>
    </w:p>
    <w:p w:rsidR="00354DF7" w:rsidRDefault="00354DF7" w:rsidP="00354DF7">
      <w:pPr>
        <w:tabs>
          <w:tab w:val="left" w:pos="6195"/>
        </w:tabs>
      </w:pPr>
      <w:r>
        <w:t>323.9323</w:t>
      </w:r>
      <w:r>
        <w:tab/>
        <w:t>3.924e0</w:t>
      </w:r>
    </w:p>
    <w:p w:rsidR="00354DF7" w:rsidRDefault="00354DF7" w:rsidP="00354DF7">
      <w:pPr>
        <w:tabs>
          <w:tab w:val="left" w:pos="6195"/>
        </w:tabs>
      </w:pPr>
      <w:r>
        <w:t>323.9352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323.9374</w:t>
      </w:r>
      <w:r>
        <w:tab/>
        <w:t>7.598e0</w:t>
      </w:r>
    </w:p>
    <w:p w:rsidR="00354DF7" w:rsidRDefault="00354DF7" w:rsidP="00354DF7">
      <w:pPr>
        <w:tabs>
          <w:tab w:val="left" w:pos="6195"/>
        </w:tabs>
      </w:pPr>
      <w:r>
        <w:t>323.9821</w:t>
      </w:r>
      <w:r>
        <w:tab/>
        <w:t>4.883e0</w:t>
      </w:r>
    </w:p>
    <w:p w:rsidR="00354DF7" w:rsidRDefault="00354DF7" w:rsidP="00354DF7">
      <w:pPr>
        <w:tabs>
          <w:tab w:val="left" w:pos="6195"/>
        </w:tabs>
      </w:pPr>
      <w:r>
        <w:t>323.9836</w:t>
      </w:r>
      <w:r>
        <w:tab/>
        <w:t>1.373e1</w:t>
      </w:r>
    </w:p>
    <w:p w:rsidR="00354DF7" w:rsidRDefault="00354DF7" w:rsidP="00354DF7">
      <w:pPr>
        <w:tabs>
          <w:tab w:val="left" w:pos="6195"/>
        </w:tabs>
      </w:pPr>
      <w:r>
        <w:lastRenderedPageBreak/>
        <w:t>323.9880</w:t>
      </w:r>
      <w:r>
        <w:tab/>
        <w:t>2.860e0</w:t>
      </w:r>
    </w:p>
    <w:p w:rsidR="00354DF7" w:rsidRDefault="00354DF7" w:rsidP="00354DF7">
      <w:pPr>
        <w:tabs>
          <w:tab w:val="left" w:pos="6195"/>
        </w:tabs>
      </w:pPr>
      <w:r>
        <w:t>323.9947</w:t>
      </w:r>
      <w:r>
        <w:tab/>
        <w:t>1.153e0</w:t>
      </w:r>
    </w:p>
    <w:p w:rsidR="00354DF7" w:rsidRDefault="00354DF7" w:rsidP="00354DF7">
      <w:pPr>
        <w:tabs>
          <w:tab w:val="left" w:pos="6195"/>
        </w:tabs>
      </w:pPr>
      <w:r>
        <w:t>323.9979</w:t>
      </w:r>
      <w:r>
        <w:tab/>
        <w:t>3.183e0</w:t>
      </w:r>
    </w:p>
    <w:p w:rsidR="00354DF7" w:rsidRDefault="00354DF7" w:rsidP="00354DF7">
      <w:pPr>
        <w:tabs>
          <w:tab w:val="left" w:pos="6195"/>
        </w:tabs>
      </w:pPr>
      <w:r>
        <w:t>324.0297</w:t>
      </w:r>
      <w:r>
        <w:tab/>
        <w:t>2.264e0</w:t>
      </w:r>
    </w:p>
    <w:p w:rsidR="00354DF7" w:rsidRDefault="00354DF7" w:rsidP="00354DF7">
      <w:pPr>
        <w:tabs>
          <w:tab w:val="left" w:pos="6195"/>
        </w:tabs>
      </w:pPr>
      <w:r>
        <w:t>324.0313</w:t>
      </w:r>
      <w:r>
        <w:tab/>
        <w:t>5.036e0</w:t>
      </w:r>
    </w:p>
    <w:p w:rsidR="00354DF7" w:rsidRDefault="00354DF7" w:rsidP="00354DF7">
      <w:pPr>
        <w:tabs>
          <w:tab w:val="left" w:pos="6195"/>
        </w:tabs>
      </w:pPr>
      <w:r>
        <w:t>324.0378</w:t>
      </w:r>
      <w:r>
        <w:tab/>
        <w:t>1.705e0</w:t>
      </w:r>
    </w:p>
    <w:p w:rsidR="00354DF7" w:rsidRDefault="00354DF7" w:rsidP="00354DF7">
      <w:pPr>
        <w:tabs>
          <w:tab w:val="left" w:pos="6195"/>
        </w:tabs>
      </w:pPr>
      <w:r>
        <w:t>324.1134</w:t>
      </w:r>
      <w:r>
        <w:tab/>
        <w:t>5.544e2</w:t>
      </w:r>
    </w:p>
    <w:p w:rsidR="00354DF7" w:rsidRDefault="00354DF7" w:rsidP="00354DF7">
      <w:pPr>
        <w:tabs>
          <w:tab w:val="left" w:pos="6195"/>
        </w:tabs>
      </w:pPr>
      <w:r>
        <w:t>324.1146</w:t>
      </w:r>
      <w:r>
        <w:tab/>
        <w:t>8.788e2</w:t>
      </w:r>
    </w:p>
    <w:p w:rsidR="00354DF7" w:rsidRDefault="00354DF7" w:rsidP="00354DF7">
      <w:pPr>
        <w:tabs>
          <w:tab w:val="left" w:pos="6195"/>
        </w:tabs>
      </w:pPr>
      <w:r>
        <w:t>324.1952</w:t>
      </w:r>
      <w:r>
        <w:tab/>
        <w:t>3.153e0</w:t>
      </w:r>
    </w:p>
    <w:p w:rsidR="00354DF7" w:rsidRDefault="00354DF7" w:rsidP="00354DF7">
      <w:pPr>
        <w:tabs>
          <w:tab w:val="left" w:pos="6195"/>
        </w:tabs>
      </w:pPr>
      <w:r>
        <w:t>324.1996</w:t>
      </w:r>
      <w:r>
        <w:tab/>
        <w:t>4.846e0</w:t>
      </w:r>
    </w:p>
    <w:p w:rsidR="00354DF7" w:rsidRDefault="00354DF7" w:rsidP="00354DF7">
      <w:pPr>
        <w:tabs>
          <w:tab w:val="left" w:pos="6195"/>
        </w:tabs>
      </w:pPr>
      <w:r>
        <w:t>324.2057</w:t>
      </w:r>
      <w:r>
        <w:tab/>
        <w:t>6.009e0</w:t>
      </w:r>
    </w:p>
    <w:p w:rsidR="00354DF7" w:rsidRDefault="00354DF7" w:rsidP="00354DF7">
      <w:pPr>
        <w:tabs>
          <w:tab w:val="left" w:pos="6195"/>
        </w:tabs>
      </w:pPr>
      <w:r>
        <w:t>324.2325</w:t>
      </w:r>
      <w:r>
        <w:tab/>
        <w:t>3.662e0</w:t>
      </w:r>
    </w:p>
    <w:p w:rsidR="00354DF7" w:rsidRDefault="00354DF7" w:rsidP="00354DF7">
      <w:pPr>
        <w:tabs>
          <w:tab w:val="left" w:pos="6195"/>
        </w:tabs>
      </w:pPr>
      <w:r>
        <w:t>324.2363</w:t>
      </w:r>
      <w:r>
        <w:tab/>
        <w:t>6.141e0</w:t>
      </w:r>
    </w:p>
    <w:p w:rsidR="00354DF7" w:rsidRDefault="00354DF7" w:rsidP="00354DF7">
      <w:pPr>
        <w:tabs>
          <w:tab w:val="left" w:pos="6195"/>
        </w:tabs>
      </w:pPr>
      <w:r>
        <w:t>324.2390</w:t>
      </w:r>
      <w:r>
        <w:tab/>
        <w:t>8.258e0</w:t>
      </w:r>
    </w:p>
    <w:p w:rsidR="00354DF7" w:rsidRDefault="00354DF7" w:rsidP="00354DF7">
      <w:pPr>
        <w:tabs>
          <w:tab w:val="left" w:pos="6195"/>
        </w:tabs>
      </w:pPr>
      <w:r>
        <w:t>324.2520</w:t>
      </w:r>
      <w:r>
        <w:tab/>
        <w:t>1.593e1</w:t>
      </w:r>
    </w:p>
    <w:p w:rsidR="00354DF7" w:rsidRDefault="00354DF7" w:rsidP="00354DF7">
      <w:pPr>
        <w:tabs>
          <w:tab w:val="left" w:pos="6195"/>
        </w:tabs>
      </w:pPr>
      <w:r>
        <w:t>324.2614</w:t>
      </w:r>
      <w:r>
        <w:tab/>
        <w:t>6.211e0</w:t>
      </w:r>
    </w:p>
    <w:p w:rsidR="00354DF7" w:rsidRDefault="00354DF7" w:rsidP="00354DF7">
      <w:pPr>
        <w:tabs>
          <w:tab w:val="left" w:pos="6195"/>
        </w:tabs>
      </w:pPr>
      <w:r>
        <w:t>324.2827</w:t>
      </w:r>
      <w:r>
        <w:tab/>
        <w:t>1.880e1</w:t>
      </w:r>
    </w:p>
    <w:p w:rsidR="00354DF7" w:rsidRDefault="00354DF7" w:rsidP="00354DF7">
      <w:pPr>
        <w:tabs>
          <w:tab w:val="left" w:pos="6195"/>
        </w:tabs>
      </w:pPr>
      <w:r>
        <w:t>324.2921</w:t>
      </w:r>
      <w:r>
        <w:tab/>
        <w:t>5.715e0</w:t>
      </w:r>
    </w:p>
    <w:p w:rsidR="00354DF7" w:rsidRDefault="00354DF7" w:rsidP="00354DF7">
      <w:pPr>
        <w:tabs>
          <w:tab w:val="left" w:pos="6195"/>
        </w:tabs>
      </w:pPr>
      <w:r>
        <w:t>324.3073</w:t>
      </w:r>
      <w:r>
        <w:tab/>
        <w:t>5.858e0</w:t>
      </w:r>
    </w:p>
    <w:p w:rsidR="00354DF7" w:rsidRDefault="00354DF7" w:rsidP="00354DF7">
      <w:pPr>
        <w:tabs>
          <w:tab w:val="left" w:pos="6195"/>
        </w:tabs>
      </w:pPr>
      <w:r>
        <w:lastRenderedPageBreak/>
        <w:t>324.3136</w:t>
      </w:r>
      <w:r>
        <w:tab/>
        <w:t>2.076e0</w:t>
      </w:r>
    </w:p>
    <w:p w:rsidR="00354DF7" w:rsidRDefault="00354DF7" w:rsidP="00354DF7">
      <w:pPr>
        <w:tabs>
          <w:tab w:val="left" w:pos="6195"/>
        </w:tabs>
      </w:pPr>
      <w:r>
        <w:t>324.3480</w:t>
      </w:r>
      <w:r>
        <w:tab/>
        <w:t>1.170e1</w:t>
      </w:r>
    </w:p>
    <w:p w:rsidR="00354DF7" w:rsidRDefault="00354DF7" w:rsidP="00354DF7">
      <w:pPr>
        <w:tabs>
          <w:tab w:val="left" w:pos="6195"/>
        </w:tabs>
      </w:pPr>
      <w:r>
        <w:t>324.3573</w:t>
      </w:r>
      <w:r>
        <w:tab/>
        <w:t>8.741e0</w:t>
      </w:r>
    </w:p>
    <w:p w:rsidR="00354DF7" w:rsidRDefault="00354DF7" w:rsidP="00354DF7">
      <w:pPr>
        <w:tabs>
          <w:tab w:val="left" w:pos="6195"/>
        </w:tabs>
      </w:pPr>
      <w:r>
        <w:t>324.3594</w:t>
      </w:r>
      <w:r>
        <w:tab/>
        <w:t>3.731e0</w:t>
      </w:r>
    </w:p>
    <w:p w:rsidR="00354DF7" w:rsidRDefault="00354DF7" w:rsidP="00354DF7">
      <w:pPr>
        <w:tabs>
          <w:tab w:val="left" w:pos="6195"/>
        </w:tabs>
      </w:pPr>
      <w:r>
        <w:t>324.3763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324.3963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324.4213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324.4283</w:t>
      </w:r>
      <w:r>
        <w:tab/>
        <w:t>7.032e0</w:t>
      </w:r>
    </w:p>
    <w:p w:rsidR="00354DF7" w:rsidRDefault="00354DF7" w:rsidP="00354DF7">
      <w:pPr>
        <w:tabs>
          <w:tab w:val="left" w:pos="6195"/>
        </w:tabs>
      </w:pPr>
      <w:r>
        <w:t>324.4363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324.4713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324.4749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324.4772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324.4814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324.4942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324.5145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324.5305</w:t>
      </w:r>
      <w:r>
        <w:tab/>
        <w:t>3.422e0</w:t>
      </w:r>
    </w:p>
    <w:p w:rsidR="00354DF7" w:rsidRDefault="00354DF7" w:rsidP="00354DF7">
      <w:pPr>
        <w:tabs>
          <w:tab w:val="left" w:pos="6195"/>
        </w:tabs>
      </w:pPr>
      <w:r>
        <w:t>324.5403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324.5428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324.5507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324.5518</w:t>
      </w:r>
      <w:r>
        <w:tab/>
        <w:t>5.782e0</w:t>
      </w:r>
    </w:p>
    <w:p w:rsidR="00354DF7" w:rsidRDefault="00354DF7" w:rsidP="00354DF7">
      <w:pPr>
        <w:tabs>
          <w:tab w:val="left" w:pos="6195"/>
        </w:tabs>
      </w:pPr>
      <w:r>
        <w:t>324.5893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324.6132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324.6211</w:t>
      </w:r>
      <w:r>
        <w:tab/>
        <w:t>3.577e0</w:t>
      </w:r>
    </w:p>
    <w:p w:rsidR="00354DF7" w:rsidRDefault="00354DF7" w:rsidP="00354DF7">
      <w:pPr>
        <w:tabs>
          <w:tab w:val="left" w:pos="6195"/>
        </w:tabs>
      </w:pPr>
      <w:r>
        <w:t>324.6231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324.6268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324.6380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324.6440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324.6623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324.6642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324.6672</w:t>
      </w:r>
      <w:r>
        <w:tab/>
        <w:t>3.156e0</w:t>
      </w:r>
    </w:p>
    <w:p w:rsidR="00354DF7" w:rsidRDefault="00354DF7" w:rsidP="00354DF7">
      <w:pPr>
        <w:tabs>
          <w:tab w:val="left" w:pos="6195"/>
        </w:tabs>
      </w:pPr>
      <w:r>
        <w:t>324.6689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324.7006</w:t>
      </w:r>
      <w:r>
        <w:tab/>
        <w:t>3.954e0</w:t>
      </w:r>
    </w:p>
    <w:p w:rsidR="00354DF7" w:rsidRDefault="00354DF7" w:rsidP="00354DF7">
      <w:pPr>
        <w:tabs>
          <w:tab w:val="left" w:pos="6195"/>
        </w:tabs>
      </w:pPr>
      <w:r>
        <w:t>324.7195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324.7272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324.7446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324.7524</w:t>
      </w:r>
      <w:r>
        <w:tab/>
        <w:t>8.446e0</w:t>
      </w:r>
    </w:p>
    <w:p w:rsidR="00354DF7" w:rsidRDefault="00354DF7" w:rsidP="00354DF7">
      <w:pPr>
        <w:tabs>
          <w:tab w:val="left" w:pos="6195"/>
        </w:tabs>
      </w:pPr>
      <w:r>
        <w:t>324.7591</w:t>
      </w:r>
      <w:r>
        <w:tab/>
        <w:t>4.729e0</w:t>
      </w:r>
    </w:p>
    <w:p w:rsidR="00354DF7" w:rsidRDefault="00354DF7" w:rsidP="00354DF7">
      <w:pPr>
        <w:tabs>
          <w:tab w:val="left" w:pos="6195"/>
        </w:tabs>
      </w:pPr>
      <w:r>
        <w:t>324.7923</w:t>
      </w:r>
      <w:r>
        <w:tab/>
        <w:t>4.689e0</w:t>
      </w:r>
    </w:p>
    <w:p w:rsidR="00354DF7" w:rsidRDefault="00354DF7" w:rsidP="00354DF7">
      <w:pPr>
        <w:tabs>
          <w:tab w:val="left" w:pos="6195"/>
        </w:tabs>
      </w:pPr>
      <w:r>
        <w:lastRenderedPageBreak/>
        <w:t>324.7973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324.8167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324.8192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324.8229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324.8264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324.8363</w:t>
      </w:r>
      <w:r>
        <w:tab/>
        <w:t>7.364e0</w:t>
      </w:r>
    </w:p>
    <w:p w:rsidR="00354DF7" w:rsidRDefault="00354DF7" w:rsidP="00354DF7">
      <w:pPr>
        <w:tabs>
          <w:tab w:val="left" w:pos="6195"/>
        </w:tabs>
      </w:pPr>
      <w:r>
        <w:t>324.8760</w:t>
      </w:r>
      <w:r>
        <w:tab/>
        <w:t>2.957e0</w:t>
      </w:r>
    </w:p>
    <w:p w:rsidR="00354DF7" w:rsidRDefault="00354DF7" w:rsidP="00354DF7">
      <w:pPr>
        <w:tabs>
          <w:tab w:val="left" w:pos="6195"/>
        </w:tabs>
      </w:pPr>
      <w:r>
        <w:t>324.8915</w:t>
      </w:r>
      <w:r>
        <w:tab/>
        <w:t>2.475e0</w:t>
      </w:r>
    </w:p>
    <w:p w:rsidR="00354DF7" w:rsidRDefault="00354DF7" w:rsidP="00354DF7">
      <w:pPr>
        <w:tabs>
          <w:tab w:val="left" w:pos="6195"/>
        </w:tabs>
      </w:pPr>
      <w:r>
        <w:t>324.8928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324.8973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324.9062</w:t>
      </w:r>
      <w:r>
        <w:tab/>
        <w:t>7.909e0</w:t>
      </w:r>
    </w:p>
    <w:p w:rsidR="00354DF7" w:rsidRDefault="00354DF7" w:rsidP="00354DF7">
      <w:pPr>
        <w:tabs>
          <w:tab w:val="left" w:pos="6195"/>
        </w:tabs>
      </w:pPr>
      <w:r>
        <w:t>324.9184</w:t>
      </w:r>
      <w:r>
        <w:tab/>
        <w:t>9.195e0</w:t>
      </w:r>
    </w:p>
    <w:p w:rsidR="00354DF7" w:rsidRDefault="00354DF7" w:rsidP="00354DF7">
      <w:pPr>
        <w:tabs>
          <w:tab w:val="left" w:pos="6195"/>
        </w:tabs>
      </w:pPr>
      <w:r>
        <w:t>324.9422</w:t>
      </w:r>
      <w:r>
        <w:tab/>
        <w:t>1.545e1</w:t>
      </w:r>
    </w:p>
    <w:p w:rsidR="00354DF7" w:rsidRDefault="00354DF7" w:rsidP="00354DF7">
      <w:pPr>
        <w:tabs>
          <w:tab w:val="left" w:pos="6195"/>
        </w:tabs>
      </w:pPr>
      <w:r>
        <w:t>324.9481</w:t>
      </w:r>
      <w:r>
        <w:tab/>
        <w:t>4.807e0</w:t>
      </w:r>
    </w:p>
    <w:p w:rsidR="00354DF7" w:rsidRDefault="00354DF7" w:rsidP="00354DF7">
      <w:pPr>
        <w:tabs>
          <w:tab w:val="left" w:pos="6195"/>
        </w:tabs>
      </w:pPr>
      <w:r>
        <w:t>324.9518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324.9629</w:t>
      </w:r>
      <w:r>
        <w:tab/>
        <w:t>6.801e0</w:t>
      </w:r>
    </w:p>
    <w:p w:rsidR="00354DF7" w:rsidRDefault="00354DF7" w:rsidP="00354DF7">
      <w:pPr>
        <w:tabs>
          <w:tab w:val="left" w:pos="6195"/>
        </w:tabs>
      </w:pPr>
      <w:r>
        <w:t>324.9693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324.9712</w:t>
      </w:r>
      <w:r>
        <w:tab/>
        <w:t>2.997e0</w:t>
      </w:r>
    </w:p>
    <w:p w:rsidR="00354DF7" w:rsidRDefault="00354DF7" w:rsidP="00354DF7">
      <w:pPr>
        <w:tabs>
          <w:tab w:val="left" w:pos="6195"/>
        </w:tabs>
      </w:pPr>
      <w:r>
        <w:t>325.0020</w:t>
      </w:r>
      <w:r>
        <w:tab/>
        <w:t>2.301e0</w:t>
      </w:r>
    </w:p>
    <w:p w:rsidR="00354DF7" w:rsidRDefault="00354DF7" w:rsidP="00354DF7">
      <w:pPr>
        <w:tabs>
          <w:tab w:val="left" w:pos="6195"/>
        </w:tabs>
      </w:pPr>
      <w:r>
        <w:lastRenderedPageBreak/>
        <w:t>325.0178</w:t>
      </w:r>
      <w:r>
        <w:tab/>
        <w:t>2.841e0</w:t>
      </w:r>
    </w:p>
    <w:p w:rsidR="00354DF7" w:rsidRDefault="00354DF7" w:rsidP="00354DF7">
      <w:pPr>
        <w:tabs>
          <w:tab w:val="left" w:pos="6195"/>
        </w:tabs>
      </w:pPr>
      <w:r>
        <w:t>325.0251</w:t>
      </w:r>
      <w:r>
        <w:tab/>
        <w:t>8.471e0</w:t>
      </w:r>
    </w:p>
    <w:p w:rsidR="00354DF7" w:rsidRDefault="00354DF7" w:rsidP="00354DF7">
      <w:pPr>
        <w:tabs>
          <w:tab w:val="left" w:pos="6195"/>
        </w:tabs>
      </w:pPr>
      <w:r>
        <w:t>325.0368</w:t>
      </w:r>
      <w:r>
        <w:tab/>
        <w:t>4.881e0</w:t>
      </w:r>
    </w:p>
    <w:p w:rsidR="00354DF7" w:rsidRDefault="00354DF7" w:rsidP="00354DF7">
      <w:pPr>
        <w:tabs>
          <w:tab w:val="left" w:pos="6195"/>
        </w:tabs>
      </w:pPr>
      <w:r>
        <w:t>325.0422</w:t>
      </w:r>
      <w:r>
        <w:tab/>
        <w:t>5.008e0</w:t>
      </w:r>
    </w:p>
    <w:p w:rsidR="00354DF7" w:rsidRDefault="00354DF7" w:rsidP="00354DF7">
      <w:pPr>
        <w:tabs>
          <w:tab w:val="left" w:pos="6195"/>
        </w:tabs>
      </w:pPr>
      <w:r>
        <w:t>325.1057</w:t>
      </w:r>
      <w:r>
        <w:tab/>
        <w:t>4.054e1</w:t>
      </w:r>
    </w:p>
    <w:p w:rsidR="00354DF7" w:rsidRDefault="00354DF7" w:rsidP="00354DF7">
      <w:pPr>
        <w:tabs>
          <w:tab w:val="left" w:pos="6195"/>
        </w:tabs>
      </w:pPr>
      <w:r>
        <w:t>325.1086</w:t>
      </w:r>
      <w:r>
        <w:tab/>
        <w:t>4.501e1</w:t>
      </w:r>
    </w:p>
    <w:p w:rsidR="00354DF7" w:rsidRDefault="00354DF7" w:rsidP="00354DF7">
      <w:pPr>
        <w:tabs>
          <w:tab w:val="left" w:pos="6195"/>
        </w:tabs>
      </w:pPr>
      <w:r>
        <w:t>325.1099</w:t>
      </w:r>
      <w:r>
        <w:tab/>
        <w:t>5.099e1</w:t>
      </w:r>
    </w:p>
    <w:p w:rsidR="00354DF7" w:rsidRDefault="00354DF7" w:rsidP="00354DF7">
      <w:pPr>
        <w:tabs>
          <w:tab w:val="left" w:pos="6195"/>
        </w:tabs>
      </w:pPr>
      <w:r>
        <w:t>325.1120</w:t>
      </w:r>
      <w:r>
        <w:tab/>
        <w:t>1.226e2</w:t>
      </w:r>
    </w:p>
    <w:p w:rsidR="00354DF7" w:rsidRDefault="00354DF7" w:rsidP="00354DF7">
      <w:pPr>
        <w:tabs>
          <w:tab w:val="left" w:pos="6195"/>
        </w:tabs>
      </w:pPr>
      <w:r>
        <w:t>325.1141</w:t>
      </w:r>
      <w:r>
        <w:tab/>
        <w:t>1.889e2</w:t>
      </w:r>
    </w:p>
    <w:p w:rsidR="00354DF7" w:rsidRDefault="00354DF7" w:rsidP="00354DF7">
      <w:pPr>
        <w:tabs>
          <w:tab w:val="left" w:pos="6195"/>
        </w:tabs>
      </w:pPr>
      <w:r>
        <w:t>325.1168</w:t>
      </w:r>
      <w:r>
        <w:tab/>
        <w:t>5.974e1</w:t>
      </w:r>
    </w:p>
    <w:p w:rsidR="00354DF7" w:rsidRDefault="00354DF7" w:rsidP="00354DF7">
      <w:pPr>
        <w:tabs>
          <w:tab w:val="left" w:pos="6195"/>
        </w:tabs>
      </w:pPr>
      <w:r>
        <w:t>325.1718</w:t>
      </w:r>
      <w:r>
        <w:tab/>
        <w:t>5.069e0</w:t>
      </w:r>
    </w:p>
    <w:p w:rsidR="00354DF7" w:rsidRDefault="00354DF7" w:rsidP="00354DF7">
      <w:pPr>
        <w:tabs>
          <w:tab w:val="left" w:pos="6195"/>
        </w:tabs>
      </w:pPr>
      <w:r>
        <w:t>325.1852</w:t>
      </w:r>
      <w:r>
        <w:tab/>
        <w:t>3.143e0</w:t>
      </w:r>
    </w:p>
    <w:p w:rsidR="00354DF7" w:rsidRDefault="00354DF7" w:rsidP="00354DF7">
      <w:pPr>
        <w:tabs>
          <w:tab w:val="left" w:pos="6195"/>
        </w:tabs>
      </w:pPr>
      <w:r>
        <w:t>325.1901</w:t>
      </w:r>
      <w:r>
        <w:tab/>
        <w:t>9.840e0</w:t>
      </w:r>
    </w:p>
    <w:p w:rsidR="00354DF7" w:rsidRDefault="00354DF7" w:rsidP="00354DF7">
      <w:pPr>
        <w:tabs>
          <w:tab w:val="left" w:pos="6195"/>
        </w:tabs>
      </w:pPr>
      <w:r>
        <w:t>325.2167</w:t>
      </w:r>
      <w:r>
        <w:tab/>
        <w:t>4.645e0</w:t>
      </w:r>
    </w:p>
    <w:p w:rsidR="00354DF7" w:rsidRDefault="00354DF7" w:rsidP="00354DF7">
      <w:pPr>
        <w:tabs>
          <w:tab w:val="left" w:pos="6195"/>
        </w:tabs>
      </w:pPr>
      <w:r>
        <w:t>325.2193</w:t>
      </w:r>
      <w:r>
        <w:tab/>
        <w:t>3.022e0</w:t>
      </w:r>
    </w:p>
    <w:p w:rsidR="00354DF7" w:rsidRDefault="00354DF7" w:rsidP="00354DF7">
      <w:pPr>
        <w:tabs>
          <w:tab w:val="left" w:pos="6195"/>
        </w:tabs>
      </w:pPr>
      <w:r>
        <w:t>325.2488</w:t>
      </w:r>
      <w:r>
        <w:tab/>
        <w:t>6.375e0</w:t>
      </w:r>
    </w:p>
    <w:p w:rsidR="00354DF7" w:rsidRDefault="00354DF7" w:rsidP="00354DF7">
      <w:pPr>
        <w:tabs>
          <w:tab w:val="left" w:pos="6195"/>
        </w:tabs>
      </w:pPr>
      <w:r>
        <w:t>325.2710</w:t>
      </w:r>
      <w:r>
        <w:tab/>
        <w:t>1.467e1</w:t>
      </w:r>
    </w:p>
    <w:p w:rsidR="00354DF7" w:rsidRDefault="00354DF7" w:rsidP="00354DF7">
      <w:pPr>
        <w:tabs>
          <w:tab w:val="left" w:pos="6195"/>
        </w:tabs>
      </w:pPr>
      <w:r>
        <w:t>325.2763</w:t>
      </w:r>
      <w:r>
        <w:tab/>
        <w:t>4.062e0</w:t>
      </w:r>
    </w:p>
    <w:p w:rsidR="00354DF7" w:rsidRDefault="00354DF7" w:rsidP="00354DF7">
      <w:pPr>
        <w:tabs>
          <w:tab w:val="left" w:pos="6195"/>
        </w:tabs>
      </w:pPr>
      <w:r>
        <w:t>325.2782</w:t>
      </w:r>
      <w:r>
        <w:tab/>
        <w:t>4.680e0</w:t>
      </w:r>
    </w:p>
    <w:p w:rsidR="00354DF7" w:rsidRDefault="00354DF7" w:rsidP="00354DF7">
      <w:pPr>
        <w:tabs>
          <w:tab w:val="left" w:pos="6195"/>
        </w:tabs>
      </w:pPr>
      <w:r>
        <w:lastRenderedPageBreak/>
        <w:t>325.2914</w:t>
      </w:r>
      <w:r>
        <w:tab/>
        <w:t>4.836e0</w:t>
      </w:r>
    </w:p>
    <w:p w:rsidR="00354DF7" w:rsidRDefault="00354DF7" w:rsidP="00354DF7">
      <w:pPr>
        <w:tabs>
          <w:tab w:val="left" w:pos="6195"/>
        </w:tabs>
      </w:pPr>
      <w:r>
        <w:t>325.3163</w:t>
      </w:r>
      <w:r>
        <w:tab/>
        <w:t>1.304e1</w:t>
      </w:r>
    </w:p>
    <w:p w:rsidR="00354DF7" w:rsidRDefault="00354DF7" w:rsidP="00354DF7">
      <w:pPr>
        <w:tabs>
          <w:tab w:val="left" w:pos="6195"/>
        </w:tabs>
      </w:pPr>
      <w:r>
        <w:t>325.3204</w:t>
      </w:r>
      <w:r>
        <w:tab/>
        <w:t>9.811e0</w:t>
      </w:r>
    </w:p>
    <w:p w:rsidR="00354DF7" w:rsidRDefault="00354DF7" w:rsidP="00354DF7">
      <w:pPr>
        <w:tabs>
          <w:tab w:val="left" w:pos="6195"/>
        </w:tabs>
      </w:pPr>
      <w:r>
        <w:t>325.3219</w:t>
      </w:r>
      <w:r>
        <w:tab/>
        <w:t>6.382e0</w:t>
      </w:r>
    </w:p>
    <w:p w:rsidR="00354DF7" w:rsidRDefault="00354DF7" w:rsidP="00354DF7">
      <w:pPr>
        <w:tabs>
          <w:tab w:val="left" w:pos="6195"/>
        </w:tabs>
      </w:pPr>
      <w:r>
        <w:t>325.3355</w:t>
      </w:r>
      <w:r>
        <w:tab/>
        <w:t>4.414e1</w:t>
      </w:r>
    </w:p>
    <w:p w:rsidR="00354DF7" w:rsidRDefault="00354DF7" w:rsidP="00354DF7">
      <w:pPr>
        <w:tabs>
          <w:tab w:val="left" w:pos="6195"/>
        </w:tabs>
      </w:pPr>
      <w:r>
        <w:t>325.3456</w:t>
      </w:r>
      <w:r>
        <w:tab/>
        <w:t>7.084e0</w:t>
      </w:r>
    </w:p>
    <w:p w:rsidR="00354DF7" w:rsidRDefault="00354DF7" w:rsidP="00354DF7">
      <w:pPr>
        <w:tabs>
          <w:tab w:val="left" w:pos="6195"/>
        </w:tabs>
      </w:pPr>
      <w:r>
        <w:t>325.3748</w:t>
      </w:r>
      <w:r>
        <w:tab/>
        <w:t>3.003e0</w:t>
      </w:r>
    </w:p>
    <w:p w:rsidR="00354DF7" w:rsidRDefault="00354DF7" w:rsidP="00354DF7">
      <w:pPr>
        <w:tabs>
          <w:tab w:val="left" w:pos="6195"/>
        </w:tabs>
      </w:pPr>
      <w:r>
        <w:t>325.3901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325.3991</w:t>
      </w:r>
      <w:r>
        <w:tab/>
        <w:t>3.966e0</w:t>
      </w:r>
    </w:p>
    <w:p w:rsidR="00354DF7" w:rsidRDefault="00354DF7" w:rsidP="00354DF7">
      <w:pPr>
        <w:tabs>
          <w:tab w:val="left" w:pos="6195"/>
        </w:tabs>
      </w:pPr>
      <w:r>
        <w:t>325.4088</w:t>
      </w:r>
      <w:r>
        <w:tab/>
        <w:t>3.292e0</w:t>
      </w:r>
    </w:p>
    <w:p w:rsidR="00354DF7" w:rsidRDefault="00354DF7" w:rsidP="00354DF7">
      <w:pPr>
        <w:tabs>
          <w:tab w:val="left" w:pos="6195"/>
        </w:tabs>
      </w:pPr>
      <w:r>
        <w:t>325.4158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325.4229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325.4456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325.4539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325.4709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325.4901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325.5025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325.5065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325.5125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325.5137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325.5206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325.5448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325.5491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325.5556</w:t>
      </w:r>
      <w:r>
        <w:tab/>
        <w:t>3.003e0</w:t>
      </w:r>
    </w:p>
    <w:p w:rsidR="00354DF7" w:rsidRDefault="00354DF7" w:rsidP="00354DF7">
      <w:pPr>
        <w:tabs>
          <w:tab w:val="left" w:pos="6195"/>
        </w:tabs>
      </w:pPr>
      <w:r>
        <w:t>325.5636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325.5834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325.5855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325.5998</w:t>
      </w:r>
      <w:r>
        <w:tab/>
        <w:t>6.708e0</w:t>
      </w:r>
    </w:p>
    <w:p w:rsidR="00354DF7" w:rsidRDefault="00354DF7" w:rsidP="00354DF7">
      <w:pPr>
        <w:tabs>
          <w:tab w:val="left" w:pos="6195"/>
        </w:tabs>
      </w:pPr>
      <w:r>
        <w:t>325.6152</w:t>
      </w:r>
      <w:r>
        <w:tab/>
        <w:t>5.046e0</w:t>
      </w:r>
    </w:p>
    <w:p w:rsidR="00354DF7" w:rsidRDefault="00354DF7" w:rsidP="00354DF7">
      <w:pPr>
        <w:tabs>
          <w:tab w:val="left" w:pos="6195"/>
        </w:tabs>
      </w:pPr>
      <w:r>
        <w:t>325.6177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325.6277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325.6526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325.6806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325.6851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325.6874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325.6908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325.7312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325.7365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325.7415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325.7435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325.7608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325.7675</w:t>
      </w:r>
      <w:r>
        <w:tab/>
        <w:t>9.592e0</w:t>
      </w:r>
    </w:p>
    <w:p w:rsidR="00354DF7" w:rsidRDefault="00354DF7" w:rsidP="00354DF7">
      <w:pPr>
        <w:tabs>
          <w:tab w:val="left" w:pos="6195"/>
        </w:tabs>
      </w:pPr>
      <w:r>
        <w:t>325.7810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325.8027</w:t>
      </w:r>
      <w:r>
        <w:tab/>
        <w:t>2.788e0</w:t>
      </w:r>
    </w:p>
    <w:p w:rsidR="00354DF7" w:rsidRDefault="00354DF7" w:rsidP="00354DF7">
      <w:pPr>
        <w:tabs>
          <w:tab w:val="left" w:pos="6195"/>
        </w:tabs>
      </w:pPr>
      <w:r>
        <w:t>325.8083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325.8127</w:t>
      </w:r>
      <w:r>
        <w:tab/>
        <w:t>3.037e0</w:t>
      </w:r>
    </w:p>
    <w:p w:rsidR="00354DF7" w:rsidRDefault="00354DF7" w:rsidP="00354DF7">
      <w:pPr>
        <w:tabs>
          <w:tab w:val="left" w:pos="6195"/>
        </w:tabs>
      </w:pPr>
      <w:r>
        <w:t>325.8247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325.8382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325.8533</w:t>
      </w:r>
      <w:r>
        <w:tab/>
        <w:t>1.905e0</w:t>
      </w:r>
    </w:p>
    <w:p w:rsidR="00354DF7" w:rsidRDefault="00354DF7" w:rsidP="00354DF7">
      <w:pPr>
        <w:tabs>
          <w:tab w:val="left" w:pos="6195"/>
        </w:tabs>
      </w:pPr>
      <w:r>
        <w:t>325.8701</w:t>
      </w:r>
      <w:r>
        <w:tab/>
        <w:t>3.731e0</w:t>
      </w:r>
    </w:p>
    <w:p w:rsidR="00354DF7" w:rsidRDefault="00354DF7" w:rsidP="00354DF7">
      <w:pPr>
        <w:tabs>
          <w:tab w:val="left" w:pos="6195"/>
        </w:tabs>
      </w:pPr>
      <w:r>
        <w:t>325.8850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325.8882</w:t>
      </w:r>
      <w:r>
        <w:tab/>
        <w:t>1.304e0</w:t>
      </w:r>
    </w:p>
    <w:p w:rsidR="00354DF7" w:rsidRDefault="00354DF7" w:rsidP="00354DF7">
      <w:pPr>
        <w:tabs>
          <w:tab w:val="left" w:pos="6195"/>
        </w:tabs>
      </w:pPr>
      <w:r>
        <w:t>325.8926</w:t>
      </w:r>
      <w:r>
        <w:tab/>
        <w:t>1.807e0</w:t>
      </w:r>
    </w:p>
    <w:p w:rsidR="00354DF7" w:rsidRDefault="00354DF7" w:rsidP="00354DF7">
      <w:pPr>
        <w:tabs>
          <w:tab w:val="left" w:pos="6195"/>
        </w:tabs>
      </w:pPr>
      <w:r>
        <w:t>325.8957</w:t>
      </w:r>
      <w:r>
        <w:tab/>
        <w:t>2.600e0</w:t>
      </w:r>
    </w:p>
    <w:p w:rsidR="00354DF7" w:rsidRDefault="00354DF7" w:rsidP="00354DF7">
      <w:pPr>
        <w:tabs>
          <w:tab w:val="left" w:pos="6195"/>
        </w:tabs>
      </w:pPr>
      <w:r>
        <w:t>325.9086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325.9139</w:t>
      </w:r>
      <w:r>
        <w:tab/>
        <w:t>5.579e0</w:t>
      </w:r>
    </w:p>
    <w:p w:rsidR="00354DF7" w:rsidRDefault="00354DF7" w:rsidP="00354DF7">
      <w:pPr>
        <w:tabs>
          <w:tab w:val="left" w:pos="6195"/>
        </w:tabs>
      </w:pPr>
      <w:r>
        <w:t>325.9321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325.9544</w:t>
      </w:r>
      <w:r>
        <w:tab/>
        <w:t>4.876e0</w:t>
      </w:r>
    </w:p>
    <w:p w:rsidR="00354DF7" w:rsidRDefault="00354DF7" w:rsidP="00354DF7">
      <w:pPr>
        <w:tabs>
          <w:tab w:val="left" w:pos="6195"/>
        </w:tabs>
      </w:pPr>
      <w:r>
        <w:t>325.9592</w:t>
      </w:r>
      <w:r>
        <w:tab/>
        <w:t>2.545e0</w:t>
      </w:r>
    </w:p>
    <w:p w:rsidR="00354DF7" w:rsidRDefault="00354DF7" w:rsidP="00354DF7">
      <w:pPr>
        <w:tabs>
          <w:tab w:val="left" w:pos="6195"/>
        </w:tabs>
      </w:pPr>
      <w:r>
        <w:t>325.9606</w:t>
      </w:r>
      <w:r>
        <w:tab/>
        <w:t>5.974e0</w:t>
      </w:r>
    </w:p>
    <w:p w:rsidR="00354DF7" w:rsidRDefault="00354DF7" w:rsidP="00354DF7">
      <w:pPr>
        <w:tabs>
          <w:tab w:val="left" w:pos="6195"/>
        </w:tabs>
      </w:pPr>
      <w:r>
        <w:t>325.9691</w:t>
      </w:r>
      <w:r>
        <w:tab/>
        <w:t>9.969e0</w:t>
      </w:r>
    </w:p>
    <w:p w:rsidR="00354DF7" w:rsidRDefault="00354DF7" w:rsidP="00354DF7">
      <w:pPr>
        <w:tabs>
          <w:tab w:val="left" w:pos="6195"/>
        </w:tabs>
      </w:pPr>
      <w:r>
        <w:t>325.9702</w:t>
      </w:r>
      <w:r>
        <w:tab/>
        <w:t>3.493e0</w:t>
      </w:r>
    </w:p>
    <w:p w:rsidR="00354DF7" w:rsidRDefault="00354DF7" w:rsidP="00354DF7">
      <w:pPr>
        <w:tabs>
          <w:tab w:val="left" w:pos="6195"/>
        </w:tabs>
      </w:pPr>
      <w:r>
        <w:t>326.0019</w:t>
      </w:r>
      <w:r>
        <w:tab/>
        <w:t>2.937e0</w:t>
      </w:r>
    </w:p>
    <w:p w:rsidR="00354DF7" w:rsidRDefault="00354DF7" w:rsidP="00354DF7">
      <w:pPr>
        <w:tabs>
          <w:tab w:val="left" w:pos="6195"/>
        </w:tabs>
      </w:pPr>
      <w:r>
        <w:t>326.0031</w:t>
      </w:r>
      <w:r>
        <w:tab/>
        <w:t>8.521e0</w:t>
      </w:r>
    </w:p>
    <w:p w:rsidR="00354DF7" w:rsidRDefault="00354DF7" w:rsidP="00354DF7">
      <w:pPr>
        <w:tabs>
          <w:tab w:val="left" w:pos="6195"/>
        </w:tabs>
      </w:pPr>
      <w:r>
        <w:t>326.0360</w:t>
      </w:r>
      <w:r>
        <w:tab/>
        <w:t>2.798e0</w:t>
      </w:r>
    </w:p>
    <w:p w:rsidR="00354DF7" w:rsidRDefault="00354DF7" w:rsidP="00354DF7">
      <w:pPr>
        <w:tabs>
          <w:tab w:val="left" w:pos="6195"/>
        </w:tabs>
      </w:pPr>
      <w:r>
        <w:t>326.0397</w:t>
      </w:r>
      <w:r>
        <w:tab/>
        <w:t>6.312e0</w:t>
      </w:r>
    </w:p>
    <w:p w:rsidR="00354DF7" w:rsidRDefault="00354DF7" w:rsidP="00354DF7">
      <w:pPr>
        <w:tabs>
          <w:tab w:val="left" w:pos="6195"/>
        </w:tabs>
      </w:pPr>
      <w:r>
        <w:t>326.0601</w:t>
      </w:r>
      <w:r>
        <w:tab/>
        <w:t>2.421e0</w:t>
      </w:r>
    </w:p>
    <w:p w:rsidR="00354DF7" w:rsidRDefault="00354DF7" w:rsidP="00354DF7">
      <w:pPr>
        <w:tabs>
          <w:tab w:val="left" w:pos="6195"/>
        </w:tabs>
      </w:pPr>
      <w:r>
        <w:t>326.0620</w:t>
      </w:r>
      <w:r>
        <w:tab/>
        <w:t>4.080e0</w:t>
      </w:r>
    </w:p>
    <w:p w:rsidR="00354DF7" w:rsidRDefault="00354DF7" w:rsidP="00354DF7">
      <w:pPr>
        <w:tabs>
          <w:tab w:val="left" w:pos="6195"/>
        </w:tabs>
      </w:pPr>
      <w:r>
        <w:t>326.0820</w:t>
      </w:r>
      <w:r>
        <w:tab/>
        <w:t>3.270e0</w:t>
      </w:r>
    </w:p>
    <w:p w:rsidR="00354DF7" w:rsidRDefault="00354DF7" w:rsidP="00354DF7">
      <w:pPr>
        <w:tabs>
          <w:tab w:val="left" w:pos="6195"/>
        </w:tabs>
      </w:pPr>
      <w:r>
        <w:t>326.1075</w:t>
      </w:r>
      <w:r>
        <w:tab/>
        <w:t>3.111e1</w:t>
      </w:r>
    </w:p>
    <w:p w:rsidR="00354DF7" w:rsidRDefault="00354DF7" w:rsidP="00354DF7">
      <w:pPr>
        <w:tabs>
          <w:tab w:val="left" w:pos="6195"/>
        </w:tabs>
      </w:pPr>
      <w:r>
        <w:t>326.1107</w:t>
      </w:r>
      <w:r>
        <w:tab/>
        <w:t>6.837e0</w:t>
      </w:r>
    </w:p>
    <w:p w:rsidR="00354DF7" w:rsidRDefault="00354DF7" w:rsidP="00354DF7">
      <w:pPr>
        <w:tabs>
          <w:tab w:val="left" w:pos="6195"/>
        </w:tabs>
      </w:pPr>
      <w:r>
        <w:t>326.1117</w:t>
      </w:r>
      <w:r>
        <w:tab/>
        <w:t>2.733e1</w:t>
      </w:r>
    </w:p>
    <w:p w:rsidR="00354DF7" w:rsidRDefault="00354DF7" w:rsidP="00354DF7">
      <w:pPr>
        <w:tabs>
          <w:tab w:val="left" w:pos="6195"/>
        </w:tabs>
      </w:pPr>
      <w:r>
        <w:t>326.1149</w:t>
      </w:r>
      <w:r>
        <w:tab/>
        <w:t>4.056e1</w:t>
      </w:r>
    </w:p>
    <w:p w:rsidR="00354DF7" w:rsidRDefault="00354DF7" w:rsidP="00354DF7">
      <w:pPr>
        <w:tabs>
          <w:tab w:val="left" w:pos="6195"/>
        </w:tabs>
      </w:pPr>
      <w:r>
        <w:t>326.1687</w:t>
      </w:r>
      <w:r>
        <w:tab/>
        <w:t>1.787e0</w:t>
      </w:r>
    </w:p>
    <w:p w:rsidR="00354DF7" w:rsidRDefault="00354DF7" w:rsidP="00354DF7">
      <w:pPr>
        <w:tabs>
          <w:tab w:val="left" w:pos="6195"/>
        </w:tabs>
      </w:pPr>
      <w:r>
        <w:t>326.1889</w:t>
      </w:r>
      <w:r>
        <w:tab/>
        <w:t>1.043e1</w:t>
      </w:r>
    </w:p>
    <w:p w:rsidR="00354DF7" w:rsidRDefault="00354DF7" w:rsidP="00354DF7">
      <w:pPr>
        <w:tabs>
          <w:tab w:val="left" w:pos="6195"/>
        </w:tabs>
      </w:pPr>
      <w:r>
        <w:t>326.1909</w:t>
      </w:r>
      <w:r>
        <w:tab/>
        <w:t>2.522e0</w:t>
      </w:r>
    </w:p>
    <w:p w:rsidR="00354DF7" w:rsidRDefault="00354DF7" w:rsidP="00354DF7">
      <w:pPr>
        <w:tabs>
          <w:tab w:val="left" w:pos="6195"/>
        </w:tabs>
      </w:pPr>
      <w:r>
        <w:lastRenderedPageBreak/>
        <w:t>326.1942</w:t>
      </w:r>
      <w:r>
        <w:tab/>
        <w:t>3.006e0</w:t>
      </w:r>
    </w:p>
    <w:p w:rsidR="00354DF7" w:rsidRDefault="00354DF7" w:rsidP="00354DF7">
      <w:pPr>
        <w:tabs>
          <w:tab w:val="left" w:pos="6195"/>
        </w:tabs>
      </w:pPr>
      <w:r>
        <w:t>326.2020</w:t>
      </w:r>
      <w:r>
        <w:tab/>
        <w:t>3.392e0</w:t>
      </w:r>
    </w:p>
    <w:p w:rsidR="00354DF7" w:rsidRDefault="00354DF7" w:rsidP="00354DF7">
      <w:pPr>
        <w:tabs>
          <w:tab w:val="left" w:pos="6195"/>
        </w:tabs>
      </w:pPr>
      <w:r>
        <w:t>326.2470</w:t>
      </w:r>
      <w:r>
        <w:tab/>
        <w:t>7.143e0</w:t>
      </w:r>
    </w:p>
    <w:p w:rsidR="00354DF7" w:rsidRDefault="00354DF7" w:rsidP="00354DF7">
      <w:pPr>
        <w:tabs>
          <w:tab w:val="left" w:pos="6195"/>
        </w:tabs>
      </w:pPr>
      <w:r>
        <w:t>326.2514</w:t>
      </w:r>
      <w:r>
        <w:tab/>
        <w:t>2.072e1</w:t>
      </w:r>
    </w:p>
    <w:p w:rsidR="00354DF7" w:rsidRDefault="00354DF7" w:rsidP="00354DF7">
      <w:pPr>
        <w:tabs>
          <w:tab w:val="left" w:pos="6195"/>
        </w:tabs>
      </w:pPr>
      <w:r>
        <w:t>326.2564</w:t>
      </w:r>
      <w:r>
        <w:tab/>
        <w:t>5.765e0</w:t>
      </w:r>
    </w:p>
    <w:p w:rsidR="00354DF7" w:rsidRDefault="00354DF7" w:rsidP="00354DF7">
      <w:pPr>
        <w:tabs>
          <w:tab w:val="left" w:pos="6195"/>
        </w:tabs>
      </w:pPr>
      <w:r>
        <w:t>326.2967</w:t>
      </w:r>
      <w:r>
        <w:tab/>
        <w:t>3.232e0</w:t>
      </w:r>
    </w:p>
    <w:p w:rsidR="00354DF7" w:rsidRDefault="00354DF7" w:rsidP="00354DF7">
      <w:pPr>
        <w:tabs>
          <w:tab w:val="left" w:pos="6195"/>
        </w:tabs>
      </w:pPr>
      <w:r>
        <w:t>326.2982</w:t>
      </w:r>
      <w:r>
        <w:tab/>
        <w:t>4.552e0</w:t>
      </w:r>
    </w:p>
    <w:p w:rsidR="00354DF7" w:rsidRDefault="00354DF7" w:rsidP="00354DF7">
      <w:pPr>
        <w:tabs>
          <w:tab w:val="left" w:pos="6195"/>
        </w:tabs>
      </w:pPr>
      <w:r>
        <w:t>326.3258</w:t>
      </w:r>
      <w:r>
        <w:tab/>
        <w:t>4.513e0</w:t>
      </w:r>
    </w:p>
    <w:p w:rsidR="00354DF7" w:rsidRDefault="00354DF7" w:rsidP="00354DF7">
      <w:pPr>
        <w:tabs>
          <w:tab w:val="left" w:pos="6195"/>
        </w:tabs>
      </w:pPr>
      <w:r>
        <w:t>326.3784</w:t>
      </w:r>
      <w:r>
        <w:tab/>
        <w:t>4.213e2</w:t>
      </w:r>
    </w:p>
    <w:p w:rsidR="00354DF7" w:rsidRDefault="00354DF7" w:rsidP="00354DF7">
      <w:pPr>
        <w:tabs>
          <w:tab w:val="left" w:pos="6195"/>
        </w:tabs>
      </w:pPr>
      <w:r>
        <w:t>326.3803</w:t>
      </w:r>
      <w:r>
        <w:tab/>
        <w:t>1.007e2</w:t>
      </w:r>
    </w:p>
    <w:p w:rsidR="00354DF7" w:rsidRDefault="00354DF7" w:rsidP="00354DF7">
      <w:pPr>
        <w:tabs>
          <w:tab w:val="left" w:pos="6195"/>
        </w:tabs>
      </w:pPr>
      <w:r>
        <w:t>326.3824</w:t>
      </w:r>
      <w:r>
        <w:tab/>
        <w:t>6.551e1</w:t>
      </w:r>
    </w:p>
    <w:p w:rsidR="00354DF7" w:rsidRDefault="00354DF7" w:rsidP="00354DF7">
      <w:pPr>
        <w:tabs>
          <w:tab w:val="left" w:pos="6195"/>
        </w:tabs>
      </w:pPr>
      <w:r>
        <w:t>326.4617</w:t>
      </w:r>
      <w:r>
        <w:tab/>
        <w:t>2.527e0</w:t>
      </w:r>
    </w:p>
    <w:p w:rsidR="00354DF7" w:rsidRDefault="00354DF7" w:rsidP="00354DF7">
      <w:pPr>
        <w:tabs>
          <w:tab w:val="left" w:pos="6195"/>
        </w:tabs>
      </w:pPr>
      <w:r>
        <w:t>326.4730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326.4752</w:t>
      </w:r>
      <w:r>
        <w:tab/>
        <w:t>2.070e0</w:t>
      </w:r>
    </w:p>
    <w:p w:rsidR="00354DF7" w:rsidRDefault="00354DF7" w:rsidP="00354DF7">
      <w:pPr>
        <w:tabs>
          <w:tab w:val="left" w:pos="6195"/>
        </w:tabs>
      </w:pPr>
      <w:r>
        <w:t>326.4897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326.4949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326.5041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326.5090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326.5283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326.5409</w:t>
      </w:r>
      <w:r>
        <w:tab/>
        <w:t>3.020e0</w:t>
      </w:r>
    </w:p>
    <w:p w:rsidR="00354DF7" w:rsidRDefault="00354DF7" w:rsidP="00354DF7">
      <w:pPr>
        <w:tabs>
          <w:tab w:val="left" w:pos="6195"/>
        </w:tabs>
      </w:pPr>
      <w:r>
        <w:t>326.5495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326.5576</w:t>
      </w:r>
      <w:r>
        <w:tab/>
        <w:t>4.535e0</w:t>
      </w:r>
    </w:p>
    <w:p w:rsidR="00354DF7" w:rsidRDefault="00354DF7" w:rsidP="00354DF7">
      <w:pPr>
        <w:tabs>
          <w:tab w:val="left" w:pos="6195"/>
        </w:tabs>
      </w:pPr>
      <w:r>
        <w:t>326.5720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326.5874</w:t>
      </w:r>
      <w:r>
        <w:tab/>
        <w:t>7.045e0</w:t>
      </w:r>
    </w:p>
    <w:p w:rsidR="00354DF7" w:rsidRDefault="00354DF7" w:rsidP="00354DF7">
      <w:pPr>
        <w:tabs>
          <w:tab w:val="left" w:pos="6195"/>
        </w:tabs>
      </w:pPr>
      <w:r>
        <w:t>326.6017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326.6170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326.6412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326.6635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326.6676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326.6702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326.6783</w:t>
      </w:r>
      <w:r>
        <w:tab/>
        <w:t>6.434e0</w:t>
      </w:r>
    </w:p>
    <w:p w:rsidR="00354DF7" w:rsidRDefault="00354DF7" w:rsidP="00354DF7">
      <w:pPr>
        <w:tabs>
          <w:tab w:val="left" w:pos="6195"/>
        </w:tabs>
      </w:pPr>
      <w:r>
        <w:t>326.6851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326.7125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326.7283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326.7617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326.7754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326.7791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326.7802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326.7853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326.7914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326.8125</w:t>
      </w:r>
      <w:r>
        <w:tab/>
        <w:t>5.014e0</w:t>
      </w:r>
    </w:p>
    <w:p w:rsidR="00354DF7" w:rsidRDefault="00354DF7" w:rsidP="00354DF7">
      <w:pPr>
        <w:tabs>
          <w:tab w:val="left" w:pos="6195"/>
        </w:tabs>
      </w:pPr>
      <w:r>
        <w:t>326.8238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326.8321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326.8356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326.8510</w:t>
      </w:r>
      <w:r>
        <w:tab/>
        <w:t>4.159e0</w:t>
      </w:r>
    </w:p>
    <w:p w:rsidR="00354DF7" w:rsidRDefault="00354DF7" w:rsidP="00354DF7">
      <w:pPr>
        <w:tabs>
          <w:tab w:val="left" w:pos="6195"/>
        </w:tabs>
      </w:pPr>
      <w:r>
        <w:t>326.8637</w:t>
      </w:r>
      <w:r>
        <w:tab/>
        <w:t>4.306e0</w:t>
      </w:r>
    </w:p>
    <w:p w:rsidR="00354DF7" w:rsidRDefault="00354DF7" w:rsidP="00354DF7">
      <w:pPr>
        <w:tabs>
          <w:tab w:val="left" w:pos="6195"/>
        </w:tabs>
      </w:pPr>
      <w:r>
        <w:t>326.8678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326.8716</w:t>
      </w:r>
      <w:r>
        <w:tab/>
        <w:t>2.887e0</w:t>
      </w:r>
    </w:p>
    <w:p w:rsidR="00354DF7" w:rsidRDefault="00354DF7" w:rsidP="00354DF7">
      <w:pPr>
        <w:tabs>
          <w:tab w:val="left" w:pos="6195"/>
        </w:tabs>
      </w:pPr>
      <w:r>
        <w:t>326.8819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326.9103</w:t>
      </w:r>
      <w:r>
        <w:tab/>
        <w:t>3.366e0</w:t>
      </w:r>
    </w:p>
    <w:p w:rsidR="00354DF7" w:rsidRDefault="00354DF7" w:rsidP="00354DF7">
      <w:pPr>
        <w:tabs>
          <w:tab w:val="left" w:pos="6195"/>
        </w:tabs>
      </w:pPr>
      <w:r>
        <w:t>326.9163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326.9177</w:t>
      </w:r>
      <w:r>
        <w:tab/>
        <w:t>5.709e0</w:t>
      </w:r>
    </w:p>
    <w:p w:rsidR="00354DF7" w:rsidRDefault="00354DF7" w:rsidP="00354DF7">
      <w:pPr>
        <w:tabs>
          <w:tab w:val="left" w:pos="6195"/>
        </w:tabs>
      </w:pPr>
      <w:r>
        <w:t>326.9269</w:t>
      </w:r>
      <w:r>
        <w:tab/>
        <w:t>1.478e0</w:t>
      </w:r>
    </w:p>
    <w:p w:rsidR="00354DF7" w:rsidRDefault="00354DF7" w:rsidP="00354DF7">
      <w:pPr>
        <w:tabs>
          <w:tab w:val="left" w:pos="6195"/>
        </w:tabs>
      </w:pPr>
      <w:r>
        <w:t>326.9450</w:t>
      </w:r>
      <w:r>
        <w:tab/>
        <w:t>4.115e0</w:t>
      </w:r>
    </w:p>
    <w:p w:rsidR="00354DF7" w:rsidRDefault="00354DF7" w:rsidP="00354DF7">
      <w:pPr>
        <w:tabs>
          <w:tab w:val="left" w:pos="6195"/>
        </w:tabs>
      </w:pPr>
      <w:r>
        <w:t>326.9526</w:t>
      </w:r>
      <w:r>
        <w:tab/>
        <w:t>2.913e0</w:t>
      </w:r>
    </w:p>
    <w:p w:rsidR="00354DF7" w:rsidRDefault="00354DF7" w:rsidP="00354DF7">
      <w:pPr>
        <w:tabs>
          <w:tab w:val="left" w:pos="6195"/>
        </w:tabs>
      </w:pPr>
      <w:r>
        <w:t>326.9822</w:t>
      </w:r>
      <w:r>
        <w:tab/>
        <w:t>3.832e0</w:t>
      </w:r>
    </w:p>
    <w:p w:rsidR="00354DF7" w:rsidRDefault="00354DF7" w:rsidP="00354DF7">
      <w:pPr>
        <w:tabs>
          <w:tab w:val="left" w:pos="6195"/>
        </w:tabs>
      </w:pPr>
      <w:r>
        <w:t>326.9908</w:t>
      </w:r>
      <w:r>
        <w:tab/>
        <w:t>2.278e0</w:t>
      </w:r>
    </w:p>
    <w:p w:rsidR="00354DF7" w:rsidRDefault="00354DF7" w:rsidP="00354DF7">
      <w:pPr>
        <w:tabs>
          <w:tab w:val="left" w:pos="6195"/>
        </w:tabs>
      </w:pPr>
      <w:r>
        <w:lastRenderedPageBreak/>
        <w:t>326.9944</w:t>
      </w:r>
      <w:r>
        <w:tab/>
        <w:t>1.225e1</w:t>
      </w:r>
    </w:p>
    <w:p w:rsidR="00354DF7" w:rsidRDefault="00354DF7" w:rsidP="00354DF7">
      <w:pPr>
        <w:tabs>
          <w:tab w:val="left" w:pos="6195"/>
        </w:tabs>
      </w:pPr>
      <w:r>
        <w:t>327.0004</w:t>
      </w:r>
      <w:r>
        <w:tab/>
        <w:t>5.898e0</w:t>
      </w:r>
    </w:p>
    <w:p w:rsidR="00354DF7" w:rsidRDefault="00354DF7" w:rsidP="00354DF7">
      <w:pPr>
        <w:tabs>
          <w:tab w:val="left" w:pos="6195"/>
        </w:tabs>
      </w:pPr>
      <w:r>
        <w:t>327.0367</w:t>
      </w:r>
      <w:r>
        <w:tab/>
        <w:t>3.794e0</w:t>
      </w:r>
    </w:p>
    <w:p w:rsidR="00354DF7" w:rsidRDefault="00354DF7" w:rsidP="00354DF7">
      <w:pPr>
        <w:tabs>
          <w:tab w:val="left" w:pos="6195"/>
        </w:tabs>
      </w:pPr>
      <w:r>
        <w:t>327.0411</w:t>
      </w:r>
      <w:r>
        <w:tab/>
        <w:t>3.035e0</w:t>
      </w:r>
    </w:p>
    <w:p w:rsidR="00354DF7" w:rsidRDefault="00354DF7" w:rsidP="00354DF7">
      <w:pPr>
        <w:tabs>
          <w:tab w:val="left" w:pos="6195"/>
        </w:tabs>
      </w:pPr>
      <w:r>
        <w:t>327.0568</w:t>
      </w:r>
      <w:r>
        <w:tab/>
        <w:t>5.671e0</w:t>
      </w:r>
    </w:p>
    <w:p w:rsidR="00354DF7" w:rsidRDefault="00354DF7" w:rsidP="00354DF7">
      <w:pPr>
        <w:tabs>
          <w:tab w:val="left" w:pos="6195"/>
        </w:tabs>
      </w:pPr>
      <w:r>
        <w:t>327.0858</w:t>
      </w:r>
      <w:r>
        <w:tab/>
        <w:t>4.807e0</w:t>
      </w:r>
    </w:p>
    <w:p w:rsidR="00354DF7" w:rsidRDefault="00354DF7" w:rsidP="00354DF7">
      <w:pPr>
        <w:tabs>
          <w:tab w:val="left" w:pos="6195"/>
        </w:tabs>
      </w:pPr>
      <w:r>
        <w:t>327.1006</w:t>
      </w:r>
      <w:r>
        <w:tab/>
        <w:t>6.436e0</w:t>
      </w:r>
    </w:p>
    <w:p w:rsidR="00354DF7" w:rsidRDefault="00354DF7" w:rsidP="00354DF7">
      <w:pPr>
        <w:tabs>
          <w:tab w:val="left" w:pos="6195"/>
        </w:tabs>
      </w:pPr>
      <w:r>
        <w:t>327.1148</w:t>
      </w:r>
      <w:r>
        <w:tab/>
        <w:t>1.507e1</w:t>
      </w:r>
    </w:p>
    <w:p w:rsidR="00354DF7" w:rsidRDefault="00354DF7" w:rsidP="00354DF7">
      <w:pPr>
        <w:tabs>
          <w:tab w:val="left" w:pos="6195"/>
        </w:tabs>
      </w:pPr>
      <w:r>
        <w:t>327.1228</w:t>
      </w:r>
      <w:r>
        <w:tab/>
        <w:t>3.468e0</w:t>
      </w:r>
    </w:p>
    <w:p w:rsidR="00354DF7" w:rsidRDefault="00354DF7" w:rsidP="00354DF7">
      <w:pPr>
        <w:tabs>
          <w:tab w:val="left" w:pos="6195"/>
        </w:tabs>
      </w:pPr>
      <w:r>
        <w:t>327.1307</w:t>
      </w:r>
      <w:r>
        <w:tab/>
        <w:t>3.604e0</w:t>
      </w:r>
    </w:p>
    <w:p w:rsidR="00354DF7" w:rsidRDefault="00354DF7" w:rsidP="00354DF7">
      <w:pPr>
        <w:tabs>
          <w:tab w:val="left" w:pos="6195"/>
        </w:tabs>
      </w:pPr>
      <w:r>
        <w:t>327.1366</w:t>
      </w:r>
      <w:r>
        <w:tab/>
        <w:t>1.801e0</w:t>
      </w:r>
    </w:p>
    <w:p w:rsidR="00354DF7" w:rsidRDefault="00354DF7" w:rsidP="00354DF7">
      <w:pPr>
        <w:tabs>
          <w:tab w:val="left" w:pos="6195"/>
        </w:tabs>
      </w:pPr>
      <w:r>
        <w:t>327.1688</w:t>
      </w:r>
      <w:r>
        <w:tab/>
        <w:t>8.162e0</w:t>
      </w:r>
    </w:p>
    <w:p w:rsidR="00354DF7" w:rsidRDefault="00354DF7" w:rsidP="00354DF7">
      <w:pPr>
        <w:tabs>
          <w:tab w:val="left" w:pos="6195"/>
        </w:tabs>
      </w:pPr>
      <w:r>
        <w:t>327.1840</w:t>
      </w:r>
      <w:r>
        <w:tab/>
        <w:t>5.087e0</w:t>
      </w:r>
    </w:p>
    <w:p w:rsidR="00354DF7" w:rsidRDefault="00354DF7" w:rsidP="00354DF7">
      <w:pPr>
        <w:tabs>
          <w:tab w:val="left" w:pos="6195"/>
        </w:tabs>
      </w:pPr>
      <w:r>
        <w:t>327.1891</w:t>
      </w:r>
      <w:r>
        <w:tab/>
        <w:t>8.890e0</w:t>
      </w:r>
    </w:p>
    <w:p w:rsidR="00354DF7" w:rsidRDefault="00354DF7" w:rsidP="00354DF7">
      <w:pPr>
        <w:tabs>
          <w:tab w:val="left" w:pos="6195"/>
        </w:tabs>
      </w:pPr>
      <w:r>
        <w:t>327.2249</w:t>
      </w:r>
      <w:r>
        <w:tab/>
        <w:t>3.198e0</w:t>
      </w:r>
    </w:p>
    <w:p w:rsidR="00354DF7" w:rsidRDefault="00354DF7" w:rsidP="00354DF7">
      <w:pPr>
        <w:tabs>
          <w:tab w:val="left" w:pos="6195"/>
        </w:tabs>
      </w:pPr>
      <w:r>
        <w:t>327.2353</w:t>
      </w:r>
      <w:r>
        <w:tab/>
        <w:t>3.248e0</w:t>
      </w:r>
    </w:p>
    <w:p w:rsidR="00354DF7" w:rsidRDefault="00354DF7" w:rsidP="00354DF7">
      <w:pPr>
        <w:tabs>
          <w:tab w:val="left" w:pos="6195"/>
        </w:tabs>
      </w:pPr>
      <w:r>
        <w:t>327.2475</w:t>
      </w:r>
      <w:r>
        <w:tab/>
        <w:t>7.663e0</w:t>
      </w:r>
    </w:p>
    <w:p w:rsidR="00354DF7" w:rsidRDefault="00354DF7" w:rsidP="00354DF7">
      <w:pPr>
        <w:tabs>
          <w:tab w:val="left" w:pos="6195"/>
        </w:tabs>
      </w:pPr>
      <w:r>
        <w:t>327.2635</w:t>
      </w:r>
      <w:r>
        <w:tab/>
        <w:t>4.506e0</w:t>
      </w:r>
    </w:p>
    <w:p w:rsidR="00354DF7" w:rsidRDefault="00354DF7" w:rsidP="00354DF7">
      <w:pPr>
        <w:tabs>
          <w:tab w:val="left" w:pos="6195"/>
        </w:tabs>
      </w:pPr>
      <w:r>
        <w:t>327.2714</w:t>
      </w:r>
      <w:r>
        <w:tab/>
        <w:t>3.151e0</w:t>
      </w:r>
    </w:p>
    <w:p w:rsidR="00354DF7" w:rsidRDefault="00354DF7" w:rsidP="00354DF7">
      <w:pPr>
        <w:tabs>
          <w:tab w:val="left" w:pos="6195"/>
        </w:tabs>
      </w:pPr>
      <w:r>
        <w:lastRenderedPageBreak/>
        <w:t>327.2892</w:t>
      </w:r>
      <w:r>
        <w:tab/>
        <w:t>4.173e0</w:t>
      </w:r>
    </w:p>
    <w:p w:rsidR="00354DF7" w:rsidRDefault="00354DF7" w:rsidP="00354DF7">
      <w:pPr>
        <w:tabs>
          <w:tab w:val="left" w:pos="6195"/>
        </w:tabs>
      </w:pPr>
      <w:r>
        <w:t>327.3063</w:t>
      </w:r>
      <w:r>
        <w:tab/>
        <w:t>4.163e0</w:t>
      </w:r>
    </w:p>
    <w:p w:rsidR="00354DF7" w:rsidRDefault="00354DF7" w:rsidP="00354DF7">
      <w:pPr>
        <w:tabs>
          <w:tab w:val="left" w:pos="6195"/>
        </w:tabs>
      </w:pPr>
      <w:r>
        <w:t>327.3822</w:t>
      </w:r>
      <w:r>
        <w:tab/>
        <w:t>8.066e1</w:t>
      </w:r>
    </w:p>
    <w:p w:rsidR="00354DF7" w:rsidRDefault="00354DF7" w:rsidP="00354DF7">
      <w:pPr>
        <w:tabs>
          <w:tab w:val="left" w:pos="6195"/>
        </w:tabs>
      </w:pPr>
      <w:r>
        <w:t>327.3834</w:t>
      </w:r>
      <w:r>
        <w:tab/>
        <w:t>2.905e1</w:t>
      </w:r>
    </w:p>
    <w:p w:rsidR="00354DF7" w:rsidRDefault="00354DF7" w:rsidP="00354DF7">
      <w:pPr>
        <w:tabs>
          <w:tab w:val="left" w:pos="6195"/>
        </w:tabs>
      </w:pPr>
      <w:r>
        <w:t>327.3846</w:t>
      </w:r>
      <w:r>
        <w:tab/>
        <w:t>2.532e1</w:t>
      </w:r>
    </w:p>
    <w:p w:rsidR="00354DF7" w:rsidRDefault="00354DF7" w:rsidP="00354DF7">
      <w:pPr>
        <w:tabs>
          <w:tab w:val="left" w:pos="6195"/>
        </w:tabs>
      </w:pPr>
      <w:r>
        <w:t>327.3860</w:t>
      </w:r>
      <w:r>
        <w:tab/>
        <w:t>3.848e1</w:t>
      </w:r>
    </w:p>
    <w:p w:rsidR="00354DF7" w:rsidRDefault="00354DF7" w:rsidP="00354DF7">
      <w:pPr>
        <w:tabs>
          <w:tab w:val="left" w:pos="6195"/>
        </w:tabs>
      </w:pPr>
      <w:r>
        <w:t>327.4432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327.4607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327.4685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327.4744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327.4939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327.4991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327.5142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327.5334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327.5378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327.5388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327.5445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327.5520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327.5882</w:t>
      </w:r>
      <w:r>
        <w:tab/>
        <w:t>1.973e0</w:t>
      </w:r>
    </w:p>
    <w:p w:rsidR="00354DF7" w:rsidRDefault="00354DF7" w:rsidP="00354DF7">
      <w:pPr>
        <w:tabs>
          <w:tab w:val="left" w:pos="6195"/>
        </w:tabs>
      </w:pPr>
      <w:r>
        <w:lastRenderedPageBreak/>
        <w:t>327.5945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327.6006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327.6049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327.6128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327.6144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327.6310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327.6351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327.6405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327.6484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327.6569</w:t>
      </w:r>
      <w:r>
        <w:tab/>
        <w:t>1.854e0</w:t>
      </w:r>
    </w:p>
    <w:p w:rsidR="00354DF7" w:rsidRDefault="00354DF7" w:rsidP="00354DF7">
      <w:pPr>
        <w:tabs>
          <w:tab w:val="left" w:pos="6195"/>
        </w:tabs>
      </w:pPr>
      <w:r>
        <w:t>327.6594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327.6717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327.6831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327.6865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327.6937</w:t>
      </w:r>
      <w:r>
        <w:tab/>
        <w:t>1.922e0</w:t>
      </w:r>
    </w:p>
    <w:p w:rsidR="00354DF7" w:rsidRDefault="00354DF7" w:rsidP="00354DF7">
      <w:pPr>
        <w:tabs>
          <w:tab w:val="left" w:pos="6195"/>
        </w:tabs>
      </w:pPr>
      <w:r>
        <w:t>327.7164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327.7196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327.7239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327.7354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327.7488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327.7509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327.7590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327.7769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327.7905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327.8058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327.8092</w:t>
      </w:r>
      <w:r>
        <w:tab/>
        <w:t>3.993e0</w:t>
      </w:r>
    </w:p>
    <w:p w:rsidR="00354DF7" w:rsidRDefault="00354DF7" w:rsidP="00354DF7">
      <w:pPr>
        <w:tabs>
          <w:tab w:val="left" w:pos="6195"/>
        </w:tabs>
      </w:pPr>
      <w:r>
        <w:t>327.8119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327.8474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327.8538</w:t>
      </w:r>
      <w:r>
        <w:tab/>
        <w:t>1.641e0</w:t>
      </w:r>
    </w:p>
    <w:p w:rsidR="00354DF7" w:rsidRDefault="00354DF7" w:rsidP="00354DF7">
      <w:pPr>
        <w:tabs>
          <w:tab w:val="left" w:pos="6195"/>
        </w:tabs>
      </w:pPr>
      <w:r>
        <w:t>327.8593</w:t>
      </w:r>
      <w:r>
        <w:tab/>
        <w:t>3.864e0</w:t>
      </w:r>
    </w:p>
    <w:p w:rsidR="00354DF7" w:rsidRDefault="00354DF7" w:rsidP="00354DF7">
      <w:pPr>
        <w:tabs>
          <w:tab w:val="left" w:pos="6195"/>
        </w:tabs>
      </w:pPr>
      <w:r>
        <w:t>327.8928</w:t>
      </w:r>
      <w:r>
        <w:tab/>
        <w:t>2.594e0</w:t>
      </w:r>
    </w:p>
    <w:p w:rsidR="00354DF7" w:rsidRDefault="00354DF7" w:rsidP="00354DF7">
      <w:pPr>
        <w:tabs>
          <w:tab w:val="left" w:pos="6195"/>
        </w:tabs>
      </w:pPr>
      <w:r>
        <w:t>327.9068</w:t>
      </w:r>
      <w:r>
        <w:tab/>
        <w:t>1.713e0</w:t>
      </w:r>
    </w:p>
    <w:p w:rsidR="00354DF7" w:rsidRDefault="00354DF7" w:rsidP="00354DF7">
      <w:pPr>
        <w:tabs>
          <w:tab w:val="left" w:pos="6195"/>
        </w:tabs>
      </w:pPr>
      <w:r>
        <w:t>327.9084</w:t>
      </w:r>
      <w:r>
        <w:tab/>
        <w:t>2.884e0</w:t>
      </w:r>
    </w:p>
    <w:p w:rsidR="00354DF7" w:rsidRDefault="00354DF7" w:rsidP="00354DF7">
      <w:pPr>
        <w:tabs>
          <w:tab w:val="left" w:pos="6195"/>
        </w:tabs>
      </w:pPr>
      <w:r>
        <w:t>327.9273</w:t>
      </w:r>
      <w:r>
        <w:tab/>
        <w:t>1.214e0</w:t>
      </w:r>
    </w:p>
    <w:p w:rsidR="00354DF7" w:rsidRDefault="00354DF7" w:rsidP="00354DF7">
      <w:pPr>
        <w:tabs>
          <w:tab w:val="left" w:pos="6195"/>
        </w:tabs>
      </w:pPr>
      <w:r>
        <w:t>327.9417</w:t>
      </w:r>
      <w:r>
        <w:tab/>
        <w:t>1.317e0</w:t>
      </w:r>
    </w:p>
    <w:p w:rsidR="00354DF7" w:rsidRDefault="00354DF7" w:rsidP="00354DF7">
      <w:pPr>
        <w:tabs>
          <w:tab w:val="left" w:pos="6195"/>
        </w:tabs>
      </w:pPr>
      <w:r>
        <w:t>327.9580</w:t>
      </w:r>
      <w:r>
        <w:tab/>
        <w:t>5.993e0</w:t>
      </w:r>
    </w:p>
    <w:p w:rsidR="00354DF7" w:rsidRDefault="00354DF7" w:rsidP="00354DF7">
      <w:pPr>
        <w:tabs>
          <w:tab w:val="left" w:pos="6195"/>
        </w:tabs>
      </w:pPr>
      <w:r>
        <w:t>327.9633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327.9719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327.9769</w:t>
      </w:r>
      <w:r>
        <w:tab/>
        <w:t>6.276e0</w:t>
      </w:r>
    </w:p>
    <w:p w:rsidR="00354DF7" w:rsidRDefault="00354DF7" w:rsidP="00354DF7">
      <w:pPr>
        <w:tabs>
          <w:tab w:val="left" w:pos="6195"/>
        </w:tabs>
      </w:pPr>
      <w:r>
        <w:t>327.9878</w:t>
      </w:r>
      <w:r>
        <w:tab/>
        <w:t>6.197e0</w:t>
      </w:r>
    </w:p>
    <w:p w:rsidR="00354DF7" w:rsidRDefault="00354DF7" w:rsidP="00354DF7">
      <w:pPr>
        <w:tabs>
          <w:tab w:val="left" w:pos="6195"/>
        </w:tabs>
      </w:pPr>
      <w:r>
        <w:t>327.9895</w:t>
      </w:r>
      <w:r>
        <w:tab/>
        <w:t>2.278e0</w:t>
      </w:r>
    </w:p>
    <w:p w:rsidR="00354DF7" w:rsidRDefault="00354DF7" w:rsidP="00354DF7">
      <w:pPr>
        <w:tabs>
          <w:tab w:val="left" w:pos="6195"/>
        </w:tabs>
      </w:pPr>
      <w:r>
        <w:t>328.0358</w:t>
      </w:r>
      <w:r>
        <w:tab/>
        <w:t>2.895e0</w:t>
      </w:r>
    </w:p>
    <w:p w:rsidR="00354DF7" w:rsidRDefault="00354DF7" w:rsidP="00354DF7">
      <w:pPr>
        <w:tabs>
          <w:tab w:val="left" w:pos="6195"/>
        </w:tabs>
      </w:pPr>
      <w:r>
        <w:t>328.0553</w:t>
      </w:r>
      <w:r>
        <w:tab/>
        <w:t>2.674e0</w:t>
      </w:r>
    </w:p>
    <w:p w:rsidR="00354DF7" w:rsidRDefault="00354DF7" w:rsidP="00354DF7">
      <w:pPr>
        <w:tabs>
          <w:tab w:val="left" w:pos="6195"/>
        </w:tabs>
      </w:pPr>
      <w:r>
        <w:t>328.0576</w:t>
      </w:r>
      <w:r>
        <w:tab/>
        <w:t>2.156e0</w:t>
      </w:r>
    </w:p>
    <w:p w:rsidR="00354DF7" w:rsidRDefault="00354DF7" w:rsidP="00354DF7">
      <w:pPr>
        <w:tabs>
          <w:tab w:val="left" w:pos="6195"/>
        </w:tabs>
      </w:pPr>
      <w:r>
        <w:t>328.0657</w:t>
      </w:r>
      <w:r>
        <w:tab/>
        <w:t>3.551e0</w:t>
      </w:r>
    </w:p>
    <w:p w:rsidR="00354DF7" w:rsidRDefault="00354DF7" w:rsidP="00354DF7">
      <w:pPr>
        <w:tabs>
          <w:tab w:val="left" w:pos="6195"/>
        </w:tabs>
      </w:pPr>
      <w:r>
        <w:t>328.0677</w:t>
      </w:r>
      <w:r>
        <w:tab/>
        <w:t>1.645e0</w:t>
      </w:r>
    </w:p>
    <w:p w:rsidR="00354DF7" w:rsidRDefault="00354DF7" w:rsidP="00354DF7">
      <w:pPr>
        <w:tabs>
          <w:tab w:val="left" w:pos="6195"/>
        </w:tabs>
      </w:pPr>
      <w:r>
        <w:t>328.0699</w:t>
      </w:r>
      <w:r>
        <w:tab/>
        <w:t>2.407e0</w:t>
      </w:r>
    </w:p>
    <w:p w:rsidR="00354DF7" w:rsidRDefault="00354DF7" w:rsidP="00354DF7">
      <w:pPr>
        <w:tabs>
          <w:tab w:val="left" w:pos="6195"/>
        </w:tabs>
      </w:pPr>
      <w:r>
        <w:t>328.0836</w:t>
      </w:r>
      <w:r>
        <w:tab/>
        <w:t>1.117e0</w:t>
      </w:r>
    </w:p>
    <w:p w:rsidR="00354DF7" w:rsidRDefault="00354DF7" w:rsidP="00354DF7">
      <w:pPr>
        <w:tabs>
          <w:tab w:val="left" w:pos="6195"/>
        </w:tabs>
      </w:pPr>
      <w:r>
        <w:t>328.0896</w:t>
      </w:r>
      <w:r>
        <w:tab/>
        <w:t>3.962e0</w:t>
      </w:r>
    </w:p>
    <w:p w:rsidR="00354DF7" w:rsidRDefault="00354DF7" w:rsidP="00354DF7">
      <w:pPr>
        <w:tabs>
          <w:tab w:val="left" w:pos="6195"/>
        </w:tabs>
      </w:pPr>
      <w:r>
        <w:t>328.1052</w:t>
      </w:r>
      <w:r>
        <w:tab/>
        <w:t>3.979e0</w:t>
      </w:r>
    </w:p>
    <w:p w:rsidR="00354DF7" w:rsidRDefault="00354DF7" w:rsidP="00354DF7">
      <w:pPr>
        <w:tabs>
          <w:tab w:val="left" w:pos="6195"/>
        </w:tabs>
      </w:pPr>
      <w:r>
        <w:t>328.1149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328.1472</w:t>
      </w:r>
      <w:r>
        <w:tab/>
        <w:t>1.094e0</w:t>
      </w:r>
    </w:p>
    <w:p w:rsidR="00354DF7" w:rsidRDefault="00354DF7" w:rsidP="00354DF7">
      <w:pPr>
        <w:tabs>
          <w:tab w:val="left" w:pos="6195"/>
        </w:tabs>
      </w:pPr>
      <w:r>
        <w:t>328.1602</w:t>
      </w:r>
      <w:r>
        <w:tab/>
        <w:t>2.346e0</w:t>
      </w:r>
    </w:p>
    <w:p w:rsidR="00354DF7" w:rsidRDefault="00354DF7" w:rsidP="00354DF7">
      <w:pPr>
        <w:tabs>
          <w:tab w:val="left" w:pos="6195"/>
        </w:tabs>
      </w:pPr>
      <w:r>
        <w:t>328.1856</w:t>
      </w:r>
      <w:r>
        <w:tab/>
        <w:t>1.530e0</w:t>
      </w:r>
    </w:p>
    <w:p w:rsidR="00354DF7" w:rsidRDefault="00354DF7" w:rsidP="00354DF7">
      <w:pPr>
        <w:tabs>
          <w:tab w:val="left" w:pos="6195"/>
        </w:tabs>
      </w:pPr>
      <w:r>
        <w:t>328.2057</w:t>
      </w:r>
      <w:r>
        <w:tab/>
        <w:t>8.167e0</w:t>
      </w:r>
    </w:p>
    <w:p w:rsidR="00354DF7" w:rsidRDefault="00354DF7" w:rsidP="00354DF7">
      <w:pPr>
        <w:tabs>
          <w:tab w:val="left" w:pos="6195"/>
        </w:tabs>
      </w:pPr>
      <w:r>
        <w:t>328.2081</w:t>
      </w:r>
      <w:r>
        <w:tab/>
        <w:t>3.668e0</w:t>
      </w:r>
    </w:p>
    <w:p w:rsidR="00354DF7" w:rsidRDefault="00354DF7" w:rsidP="00354DF7">
      <w:pPr>
        <w:tabs>
          <w:tab w:val="left" w:pos="6195"/>
        </w:tabs>
      </w:pPr>
      <w:r>
        <w:t>328.2186</w:t>
      </w:r>
      <w:r>
        <w:tab/>
        <w:t>1.752e1</w:t>
      </w:r>
    </w:p>
    <w:p w:rsidR="00354DF7" w:rsidRDefault="00354DF7" w:rsidP="00354DF7">
      <w:pPr>
        <w:tabs>
          <w:tab w:val="left" w:pos="6195"/>
        </w:tabs>
      </w:pPr>
      <w:r>
        <w:lastRenderedPageBreak/>
        <w:t>328.2275</w:t>
      </w:r>
      <w:r>
        <w:tab/>
        <w:t>6.582e0</w:t>
      </w:r>
    </w:p>
    <w:p w:rsidR="00354DF7" w:rsidRDefault="00354DF7" w:rsidP="00354DF7">
      <w:pPr>
        <w:tabs>
          <w:tab w:val="left" w:pos="6195"/>
        </w:tabs>
      </w:pPr>
      <w:r>
        <w:t>328.2376</w:t>
      </w:r>
      <w:r>
        <w:tab/>
        <w:t>5.022e0</w:t>
      </w:r>
    </w:p>
    <w:p w:rsidR="00354DF7" w:rsidRDefault="00354DF7" w:rsidP="00354DF7">
      <w:pPr>
        <w:tabs>
          <w:tab w:val="left" w:pos="6195"/>
        </w:tabs>
      </w:pPr>
      <w:r>
        <w:t>328.2783</w:t>
      </w:r>
      <w:r>
        <w:tab/>
        <w:t>2.089e0</w:t>
      </w:r>
    </w:p>
    <w:p w:rsidR="00354DF7" w:rsidRDefault="00354DF7" w:rsidP="00354DF7">
      <w:pPr>
        <w:tabs>
          <w:tab w:val="left" w:pos="6195"/>
        </w:tabs>
      </w:pPr>
      <w:r>
        <w:t>328.2924</w:t>
      </w:r>
      <w:r>
        <w:tab/>
        <w:t>1.165e0</w:t>
      </w:r>
    </w:p>
    <w:p w:rsidR="00354DF7" w:rsidRDefault="00354DF7" w:rsidP="00354DF7">
      <w:pPr>
        <w:tabs>
          <w:tab w:val="left" w:pos="6195"/>
        </w:tabs>
      </w:pPr>
      <w:r>
        <w:t>328.3146</w:t>
      </w:r>
      <w:r>
        <w:tab/>
        <w:t>2.628e0</w:t>
      </w:r>
    </w:p>
    <w:p w:rsidR="00354DF7" w:rsidRDefault="00354DF7" w:rsidP="00354DF7">
      <w:pPr>
        <w:tabs>
          <w:tab w:val="left" w:pos="6195"/>
        </w:tabs>
      </w:pPr>
      <w:r>
        <w:t>328.3625</w:t>
      </w:r>
      <w:r>
        <w:tab/>
        <w:t>6.577e0</w:t>
      </w:r>
    </w:p>
    <w:p w:rsidR="00354DF7" w:rsidRDefault="00354DF7" w:rsidP="00354DF7">
      <w:pPr>
        <w:tabs>
          <w:tab w:val="left" w:pos="6195"/>
        </w:tabs>
      </w:pPr>
      <w:r>
        <w:t>328.3708</w:t>
      </w:r>
      <w:r>
        <w:tab/>
        <w:t>7.210e0</w:t>
      </w:r>
    </w:p>
    <w:p w:rsidR="00354DF7" w:rsidRDefault="00354DF7" w:rsidP="00354DF7">
      <w:pPr>
        <w:tabs>
          <w:tab w:val="left" w:pos="6195"/>
        </w:tabs>
      </w:pPr>
      <w:r>
        <w:t>328.3722</w:t>
      </w:r>
      <w:r>
        <w:tab/>
        <w:t>5.629e0</w:t>
      </w:r>
    </w:p>
    <w:p w:rsidR="00354DF7" w:rsidRDefault="00354DF7" w:rsidP="00354DF7">
      <w:pPr>
        <w:tabs>
          <w:tab w:val="left" w:pos="6195"/>
        </w:tabs>
      </w:pPr>
      <w:r>
        <w:t>328.3752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328.3992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328.4026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328.4225</w:t>
      </w:r>
      <w:r>
        <w:tab/>
        <w:t>4.857e0</w:t>
      </w:r>
    </w:p>
    <w:p w:rsidR="00354DF7" w:rsidRDefault="00354DF7" w:rsidP="00354DF7">
      <w:pPr>
        <w:tabs>
          <w:tab w:val="left" w:pos="6195"/>
        </w:tabs>
      </w:pPr>
      <w:r>
        <w:t>328.4272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328.4568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328.4713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328.4805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328.4878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328.5054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328.5091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328.5323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328.5481</w:t>
      </w:r>
      <w:r>
        <w:tab/>
        <w:t>2.999e0</w:t>
      </w:r>
    </w:p>
    <w:p w:rsidR="00354DF7" w:rsidRDefault="00354DF7" w:rsidP="00354DF7">
      <w:pPr>
        <w:tabs>
          <w:tab w:val="left" w:pos="6195"/>
        </w:tabs>
      </w:pPr>
      <w:r>
        <w:t>328.5569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328.5691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328.5769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328.5848</w:t>
      </w:r>
      <w:r>
        <w:tab/>
        <w:t>1.973e0</w:t>
      </w:r>
    </w:p>
    <w:p w:rsidR="00354DF7" w:rsidRDefault="00354DF7" w:rsidP="00354DF7">
      <w:pPr>
        <w:tabs>
          <w:tab w:val="left" w:pos="6195"/>
        </w:tabs>
      </w:pPr>
      <w:r>
        <w:t>328.5870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328.5896</w:t>
      </w:r>
      <w:r>
        <w:tab/>
        <w:t>2.009e0</w:t>
      </w:r>
    </w:p>
    <w:p w:rsidR="00354DF7" w:rsidRDefault="00354DF7" w:rsidP="00354DF7">
      <w:pPr>
        <w:tabs>
          <w:tab w:val="left" w:pos="6195"/>
        </w:tabs>
      </w:pPr>
      <w:r>
        <w:t>328.6205</w:t>
      </w:r>
      <w:r>
        <w:tab/>
        <w:t>1.942e0</w:t>
      </w:r>
    </w:p>
    <w:p w:rsidR="00354DF7" w:rsidRDefault="00354DF7" w:rsidP="00354DF7">
      <w:pPr>
        <w:tabs>
          <w:tab w:val="left" w:pos="6195"/>
        </w:tabs>
      </w:pPr>
      <w:r>
        <w:t>328.6425</w:t>
      </w:r>
      <w:r>
        <w:tab/>
        <w:t>5.889e0</w:t>
      </w:r>
    </w:p>
    <w:p w:rsidR="00354DF7" w:rsidRDefault="00354DF7" w:rsidP="00354DF7">
      <w:pPr>
        <w:tabs>
          <w:tab w:val="left" w:pos="6195"/>
        </w:tabs>
      </w:pPr>
      <w:r>
        <w:t>328.6586</w:t>
      </w:r>
      <w:r>
        <w:tab/>
        <w:t>3.089e0</w:t>
      </w:r>
    </w:p>
    <w:p w:rsidR="00354DF7" w:rsidRDefault="00354DF7" w:rsidP="00354DF7">
      <w:pPr>
        <w:tabs>
          <w:tab w:val="left" w:pos="6195"/>
        </w:tabs>
      </w:pPr>
      <w:r>
        <w:t>328.6761</w:t>
      </w:r>
      <w:r>
        <w:tab/>
        <w:t>1.651e0</w:t>
      </w:r>
    </w:p>
    <w:p w:rsidR="00354DF7" w:rsidRDefault="00354DF7" w:rsidP="00354DF7">
      <w:pPr>
        <w:tabs>
          <w:tab w:val="left" w:pos="6195"/>
        </w:tabs>
      </w:pPr>
      <w:r>
        <w:t>328.6821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328.6846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328.7160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328.7292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328.7307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328.7454</w:t>
      </w:r>
      <w:r>
        <w:tab/>
        <w:t>3.656e0</w:t>
      </w:r>
    </w:p>
    <w:p w:rsidR="00354DF7" w:rsidRDefault="00354DF7" w:rsidP="00354DF7">
      <w:pPr>
        <w:tabs>
          <w:tab w:val="left" w:pos="6195"/>
        </w:tabs>
      </w:pPr>
      <w:r>
        <w:t>328.7714</w:t>
      </w:r>
      <w:r>
        <w:tab/>
        <w:t>4.664e0</w:t>
      </w:r>
    </w:p>
    <w:p w:rsidR="00354DF7" w:rsidRDefault="00354DF7" w:rsidP="00354DF7">
      <w:pPr>
        <w:tabs>
          <w:tab w:val="left" w:pos="6195"/>
        </w:tabs>
      </w:pPr>
      <w:r>
        <w:lastRenderedPageBreak/>
        <w:t>328.7840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328.8000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328.8138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328.8210</w:t>
      </w:r>
      <w:r>
        <w:tab/>
        <w:t>4.818e0</w:t>
      </w:r>
    </w:p>
    <w:p w:rsidR="00354DF7" w:rsidRDefault="00354DF7" w:rsidP="00354DF7">
      <w:pPr>
        <w:tabs>
          <w:tab w:val="left" w:pos="6195"/>
        </w:tabs>
      </w:pPr>
      <w:r>
        <w:t>328.8435</w:t>
      </w:r>
      <w:r>
        <w:tab/>
        <w:t>2.817e0</w:t>
      </w:r>
    </w:p>
    <w:p w:rsidR="00354DF7" w:rsidRDefault="00354DF7" w:rsidP="00354DF7">
      <w:pPr>
        <w:tabs>
          <w:tab w:val="left" w:pos="6195"/>
        </w:tabs>
      </w:pPr>
      <w:r>
        <w:t>328.8477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328.8719</w:t>
      </w:r>
      <w:r>
        <w:tab/>
        <w:t>2.167e0</w:t>
      </w:r>
    </w:p>
    <w:p w:rsidR="00354DF7" w:rsidRDefault="00354DF7" w:rsidP="00354DF7">
      <w:pPr>
        <w:tabs>
          <w:tab w:val="left" w:pos="6195"/>
        </w:tabs>
      </w:pPr>
      <w:r>
        <w:t>328.8988</w:t>
      </w:r>
      <w:r>
        <w:tab/>
        <w:t>3.626e0</w:t>
      </w:r>
    </w:p>
    <w:p w:rsidR="00354DF7" w:rsidRDefault="00354DF7" w:rsidP="00354DF7">
      <w:pPr>
        <w:tabs>
          <w:tab w:val="left" w:pos="6195"/>
        </w:tabs>
      </w:pPr>
      <w:r>
        <w:t>328.9113</w:t>
      </w:r>
      <w:r>
        <w:tab/>
        <w:t>2.138e1</w:t>
      </w:r>
    </w:p>
    <w:p w:rsidR="00354DF7" w:rsidRDefault="00354DF7" w:rsidP="00354DF7">
      <w:pPr>
        <w:tabs>
          <w:tab w:val="left" w:pos="6195"/>
        </w:tabs>
      </w:pPr>
      <w:r>
        <w:t>328.9131</w:t>
      </w:r>
      <w:r>
        <w:tab/>
        <w:t>8.346e0</w:t>
      </w:r>
    </w:p>
    <w:p w:rsidR="00354DF7" w:rsidRDefault="00354DF7" w:rsidP="00354DF7">
      <w:pPr>
        <w:tabs>
          <w:tab w:val="left" w:pos="6195"/>
        </w:tabs>
      </w:pPr>
      <w:r>
        <w:t>328.9247</w:t>
      </w:r>
      <w:r>
        <w:tab/>
        <w:t>2.330e0</w:t>
      </w:r>
    </w:p>
    <w:p w:rsidR="00354DF7" w:rsidRDefault="00354DF7" w:rsidP="00354DF7">
      <w:pPr>
        <w:tabs>
          <w:tab w:val="left" w:pos="6195"/>
        </w:tabs>
      </w:pPr>
      <w:r>
        <w:t>328.9268</w:t>
      </w:r>
      <w:r>
        <w:tab/>
        <w:t>5.916e0</w:t>
      </w:r>
    </w:p>
    <w:p w:rsidR="00354DF7" w:rsidRDefault="00354DF7" w:rsidP="00354DF7">
      <w:pPr>
        <w:tabs>
          <w:tab w:val="left" w:pos="6195"/>
        </w:tabs>
      </w:pPr>
      <w:r>
        <w:t>328.9833</w:t>
      </w:r>
      <w:r>
        <w:tab/>
        <w:t>5.396e0</w:t>
      </w:r>
    </w:p>
    <w:p w:rsidR="00354DF7" w:rsidRDefault="00354DF7" w:rsidP="00354DF7">
      <w:pPr>
        <w:tabs>
          <w:tab w:val="left" w:pos="6195"/>
        </w:tabs>
      </w:pPr>
      <w:r>
        <w:t>328.9855</w:t>
      </w:r>
      <w:r>
        <w:tab/>
        <w:t>3.854e0</w:t>
      </w:r>
    </w:p>
    <w:p w:rsidR="00354DF7" w:rsidRDefault="00354DF7" w:rsidP="00354DF7">
      <w:pPr>
        <w:tabs>
          <w:tab w:val="left" w:pos="6195"/>
        </w:tabs>
      </w:pPr>
      <w:r>
        <w:t>328.9930</w:t>
      </w:r>
      <w:r>
        <w:tab/>
        <w:t>1.970e0</w:t>
      </w:r>
    </w:p>
    <w:p w:rsidR="00354DF7" w:rsidRDefault="00354DF7" w:rsidP="00354DF7">
      <w:pPr>
        <w:tabs>
          <w:tab w:val="left" w:pos="6195"/>
        </w:tabs>
      </w:pPr>
      <w:r>
        <w:t>328.9946</w:t>
      </w:r>
      <w:r>
        <w:tab/>
        <w:t>3.203e0</w:t>
      </w:r>
    </w:p>
    <w:p w:rsidR="00354DF7" w:rsidRDefault="00354DF7" w:rsidP="00354DF7">
      <w:pPr>
        <w:tabs>
          <w:tab w:val="left" w:pos="6195"/>
        </w:tabs>
      </w:pPr>
      <w:r>
        <w:t>329.0026</w:t>
      </w:r>
      <w:r>
        <w:tab/>
        <w:t>5.352e0</w:t>
      </w:r>
    </w:p>
    <w:p w:rsidR="00354DF7" w:rsidRDefault="00354DF7" w:rsidP="00354DF7">
      <w:pPr>
        <w:tabs>
          <w:tab w:val="left" w:pos="6195"/>
        </w:tabs>
      </w:pPr>
      <w:r>
        <w:t>329.0356</w:t>
      </w:r>
      <w:r>
        <w:tab/>
        <w:t>1.773e0</w:t>
      </w:r>
    </w:p>
    <w:p w:rsidR="00354DF7" w:rsidRDefault="00354DF7" w:rsidP="00354DF7">
      <w:pPr>
        <w:tabs>
          <w:tab w:val="left" w:pos="6195"/>
        </w:tabs>
      </w:pPr>
      <w:r>
        <w:t>329.0695</w:t>
      </w:r>
      <w:r>
        <w:tab/>
        <w:t>6.874e0</w:t>
      </w:r>
    </w:p>
    <w:p w:rsidR="00354DF7" w:rsidRDefault="00354DF7" w:rsidP="00354DF7">
      <w:pPr>
        <w:tabs>
          <w:tab w:val="left" w:pos="6195"/>
        </w:tabs>
      </w:pPr>
      <w:r>
        <w:lastRenderedPageBreak/>
        <w:t>329.0780</w:t>
      </w:r>
      <w:r>
        <w:tab/>
        <w:t>1.643e0</w:t>
      </w:r>
    </w:p>
    <w:p w:rsidR="00354DF7" w:rsidRDefault="00354DF7" w:rsidP="00354DF7">
      <w:pPr>
        <w:tabs>
          <w:tab w:val="left" w:pos="6195"/>
        </w:tabs>
      </w:pPr>
      <w:r>
        <w:t>329.0953</w:t>
      </w:r>
      <w:r>
        <w:tab/>
        <w:t>1.118e0</w:t>
      </w:r>
    </w:p>
    <w:p w:rsidR="00354DF7" w:rsidRDefault="00354DF7" w:rsidP="00354DF7">
      <w:pPr>
        <w:tabs>
          <w:tab w:val="left" w:pos="6195"/>
        </w:tabs>
      </w:pPr>
      <w:r>
        <w:t>329.1234</w:t>
      </w:r>
      <w:r>
        <w:tab/>
        <w:t>1.225e0</w:t>
      </w:r>
    </w:p>
    <w:p w:rsidR="00354DF7" w:rsidRDefault="00354DF7" w:rsidP="00354DF7">
      <w:pPr>
        <w:tabs>
          <w:tab w:val="left" w:pos="6195"/>
        </w:tabs>
      </w:pPr>
      <w:r>
        <w:t>329.1779</w:t>
      </w:r>
      <w:r>
        <w:tab/>
        <w:t>4.202e0</w:t>
      </w:r>
    </w:p>
    <w:p w:rsidR="00354DF7" w:rsidRDefault="00354DF7" w:rsidP="00354DF7">
      <w:pPr>
        <w:tabs>
          <w:tab w:val="left" w:pos="6195"/>
        </w:tabs>
      </w:pPr>
      <w:r>
        <w:t>329.1863</w:t>
      </w:r>
      <w:r>
        <w:tab/>
        <w:t>3.815e0</w:t>
      </w:r>
    </w:p>
    <w:p w:rsidR="00354DF7" w:rsidRDefault="00354DF7" w:rsidP="00354DF7">
      <w:pPr>
        <w:tabs>
          <w:tab w:val="left" w:pos="6195"/>
        </w:tabs>
      </w:pPr>
      <w:r>
        <w:t>329.1909</w:t>
      </w:r>
      <w:r>
        <w:tab/>
        <w:t>2.556e0</w:t>
      </w:r>
    </w:p>
    <w:p w:rsidR="00354DF7" w:rsidRDefault="00354DF7" w:rsidP="00354DF7">
      <w:pPr>
        <w:tabs>
          <w:tab w:val="left" w:pos="6195"/>
        </w:tabs>
      </w:pPr>
      <w:r>
        <w:t>329.1932</w:t>
      </w:r>
      <w:r>
        <w:tab/>
        <w:t>1.527e0</w:t>
      </w:r>
    </w:p>
    <w:p w:rsidR="00354DF7" w:rsidRDefault="00354DF7" w:rsidP="00354DF7">
      <w:pPr>
        <w:tabs>
          <w:tab w:val="left" w:pos="6195"/>
        </w:tabs>
      </w:pPr>
      <w:r>
        <w:t>329.1973</w:t>
      </w:r>
      <w:r>
        <w:tab/>
        <w:t>1.816e0</w:t>
      </w:r>
    </w:p>
    <w:p w:rsidR="00354DF7" w:rsidRDefault="00354DF7" w:rsidP="00354DF7">
      <w:pPr>
        <w:tabs>
          <w:tab w:val="left" w:pos="6195"/>
        </w:tabs>
      </w:pPr>
      <w:r>
        <w:t>329.2162</w:t>
      </w:r>
      <w:r>
        <w:tab/>
        <w:t>3.134e0</w:t>
      </w:r>
    </w:p>
    <w:p w:rsidR="00354DF7" w:rsidRDefault="00354DF7" w:rsidP="00354DF7">
      <w:pPr>
        <w:tabs>
          <w:tab w:val="left" w:pos="6195"/>
        </w:tabs>
      </w:pPr>
      <w:r>
        <w:t>329.2349</w:t>
      </w:r>
      <w:r>
        <w:tab/>
        <w:t>9.337e0</w:t>
      </w:r>
    </w:p>
    <w:p w:rsidR="00354DF7" w:rsidRDefault="00354DF7" w:rsidP="00354DF7">
      <w:pPr>
        <w:tabs>
          <w:tab w:val="left" w:pos="6195"/>
        </w:tabs>
      </w:pPr>
      <w:r>
        <w:t>329.2393</w:t>
      </w:r>
      <w:r>
        <w:tab/>
        <w:t>1.957e0</w:t>
      </w:r>
    </w:p>
    <w:p w:rsidR="00354DF7" w:rsidRDefault="00354DF7" w:rsidP="00354DF7">
      <w:pPr>
        <w:tabs>
          <w:tab w:val="left" w:pos="6195"/>
        </w:tabs>
      </w:pPr>
      <w:r>
        <w:t>329.2437</w:t>
      </w:r>
      <w:r>
        <w:tab/>
        <w:t>6.260e0</w:t>
      </w:r>
    </w:p>
    <w:p w:rsidR="00354DF7" w:rsidRDefault="00354DF7" w:rsidP="00354DF7">
      <w:pPr>
        <w:tabs>
          <w:tab w:val="left" w:pos="6195"/>
        </w:tabs>
      </w:pPr>
      <w:r>
        <w:t>329.2488</w:t>
      </w:r>
      <w:r>
        <w:tab/>
        <w:t>4.027e0</w:t>
      </w:r>
    </w:p>
    <w:p w:rsidR="00354DF7" w:rsidRDefault="00354DF7" w:rsidP="00354DF7">
      <w:pPr>
        <w:tabs>
          <w:tab w:val="left" w:pos="6195"/>
        </w:tabs>
      </w:pPr>
      <w:r>
        <w:t>329.2894</w:t>
      </w:r>
      <w:r>
        <w:tab/>
        <w:t>1.175e0</w:t>
      </w:r>
    </w:p>
    <w:p w:rsidR="00354DF7" w:rsidRDefault="00354DF7" w:rsidP="00354DF7">
      <w:pPr>
        <w:tabs>
          <w:tab w:val="left" w:pos="6195"/>
        </w:tabs>
      </w:pPr>
      <w:r>
        <w:t>329.2917</w:t>
      </w:r>
      <w:r>
        <w:tab/>
        <w:t>2.975e0</w:t>
      </w:r>
    </w:p>
    <w:p w:rsidR="00354DF7" w:rsidRDefault="00354DF7" w:rsidP="00354DF7">
      <w:pPr>
        <w:tabs>
          <w:tab w:val="left" w:pos="6195"/>
        </w:tabs>
      </w:pPr>
      <w:r>
        <w:t>329.3236</w:t>
      </w:r>
      <w:r>
        <w:tab/>
        <w:t>3.945e0</w:t>
      </w:r>
    </w:p>
    <w:p w:rsidR="00354DF7" w:rsidRDefault="00354DF7" w:rsidP="00354DF7">
      <w:pPr>
        <w:tabs>
          <w:tab w:val="left" w:pos="6195"/>
        </w:tabs>
      </w:pPr>
      <w:r>
        <w:t>329.3288</w:t>
      </w:r>
      <w:r>
        <w:tab/>
        <w:t>1.734e0</w:t>
      </w:r>
    </w:p>
    <w:p w:rsidR="00354DF7" w:rsidRDefault="00354DF7" w:rsidP="00354DF7">
      <w:pPr>
        <w:tabs>
          <w:tab w:val="left" w:pos="6195"/>
        </w:tabs>
      </w:pPr>
      <w:r>
        <w:t>329.3365</w:t>
      </w:r>
      <w:r>
        <w:tab/>
        <w:t>2.725e0</w:t>
      </w:r>
    </w:p>
    <w:p w:rsidR="00354DF7" w:rsidRDefault="00354DF7" w:rsidP="00354DF7">
      <w:pPr>
        <w:tabs>
          <w:tab w:val="left" w:pos="6195"/>
        </w:tabs>
      </w:pPr>
      <w:r>
        <w:t>329.3626</w:t>
      </w:r>
      <w:r>
        <w:tab/>
        <w:t>2.679e0</w:t>
      </w:r>
    </w:p>
    <w:p w:rsidR="00354DF7" w:rsidRDefault="00354DF7" w:rsidP="00354DF7">
      <w:pPr>
        <w:tabs>
          <w:tab w:val="left" w:pos="6195"/>
        </w:tabs>
      </w:pPr>
      <w:r>
        <w:lastRenderedPageBreak/>
        <w:t>329.3844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329.3947</w:t>
      </w:r>
      <w:r>
        <w:tab/>
        <w:t>2.076e0</w:t>
      </w:r>
    </w:p>
    <w:p w:rsidR="00354DF7" w:rsidRDefault="00354DF7" w:rsidP="00354DF7">
      <w:pPr>
        <w:tabs>
          <w:tab w:val="left" w:pos="6195"/>
        </w:tabs>
      </w:pPr>
      <w:r>
        <w:t>329.4014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329.4088</w:t>
      </w:r>
      <w:r>
        <w:tab/>
        <w:t>2.014e0</w:t>
      </w:r>
    </w:p>
    <w:p w:rsidR="00354DF7" w:rsidRDefault="00354DF7" w:rsidP="00354DF7">
      <w:pPr>
        <w:tabs>
          <w:tab w:val="left" w:pos="6195"/>
        </w:tabs>
      </w:pPr>
      <w:r>
        <w:t>329.4376</w:t>
      </w:r>
      <w:r>
        <w:tab/>
        <w:t>4.035e0</w:t>
      </w:r>
    </w:p>
    <w:p w:rsidR="00354DF7" w:rsidRDefault="00354DF7" w:rsidP="00354DF7">
      <w:pPr>
        <w:tabs>
          <w:tab w:val="left" w:pos="6195"/>
        </w:tabs>
      </w:pPr>
      <w:r>
        <w:t>329.4502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329.4791</w:t>
      </w:r>
      <w:r>
        <w:tab/>
        <w:t>7.010e0</w:t>
      </w:r>
    </w:p>
    <w:p w:rsidR="00354DF7" w:rsidRDefault="00354DF7" w:rsidP="00354DF7">
      <w:pPr>
        <w:tabs>
          <w:tab w:val="left" w:pos="6195"/>
        </w:tabs>
      </w:pPr>
      <w:r>
        <w:t>329.4824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329.4838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329.5095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329.5300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329.5314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329.5415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329.5453</w:t>
      </w:r>
      <w:r>
        <w:tab/>
        <w:t>1.896e0</w:t>
      </w:r>
    </w:p>
    <w:p w:rsidR="00354DF7" w:rsidRDefault="00354DF7" w:rsidP="00354DF7">
      <w:pPr>
        <w:tabs>
          <w:tab w:val="left" w:pos="6195"/>
        </w:tabs>
      </w:pPr>
      <w:r>
        <w:t>329.5553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329.5654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329.5837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329.5849</w:t>
      </w:r>
      <w:r>
        <w:tab/>
        <w:t>4.847e0</w:t>
      </w:r>
    </w:p>
    <w:p w:rsidR="00354DF7" w:rsidRDefault="00354DF7" w:rsidP="00354DF7">
      <w:pPr>
        <w:tabs>
          <w:tab w:val="left" w:pos="6195"/>
        </w:tabs>
      </w:pPr>
      <w:r>
        <w:t>329.5929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329.6045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329.6183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329.6609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329.6663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329.6682</w:t>
      </w:r>
      <w:r>
        <w:tab/>
        <w:t>1.243e0</w:t>
      </w:r>
    </w:p>
    <w:p w:rsidR="00354DF7" w:rsidRDefault="00354DF7" w:rsidP="00354DF7">
      <w:pPr>
        <w:tabs>
          <w:tab w:val="left" w:pos="6195"/>
        </w:tabs>
      </w:pPr>
      <w:r>
        <w:t>329.6907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329.7014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329.7232</w:t>
      </w:r>
      <w:r>
        <w:tab/>
        <w:t>2.770e0</w:t>
      </w:r>
    </w:p>
    <w:p w:rsidR="00354DF7" w:rsidRDefault="00354DF7" w:rsidP="00354DF7">
      <w:pPr>
        <w:tabs>
          <w:tab w:val="left" w:pos="6195"/>
        </w:tabs>
      </w:pPr>
      <w:r>
        <w:t>329.7327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329.7411</w:t>
      </w:r>
      <w:r>
        <w:tab/>
        <w:t>1.995e0</w:t>
      </w:r>
    </w:p>
    <w:p w:rsidR="00354DF7" w:rsidRDefault="00354DF7" w:rsidP="00354DF7">
      <w:pPr>
        <w:tabs>
          <w:tab w:val="left" w:pos="6195"/>
        </w:tabs>
      </w:pPr>
      <w:r>
        <w:t>329.7560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329.7787</w:t>
      </w:r>
      <w:r>
        <w:tab/>
        <w:t>1.983e0</w:t>
      </w:r>
    </w:p>
    <w:p w:rsidR="00354DF7" w:rsidRDefault="00354DF7" w:rsidP="00354DF7">
      <w:pPr>
        <w:tabs>
          <w:tab w:val="left" w:pos="6195"/>
        </w:tabs>
      </w:pPr>
      <w:r>
        <w:t>329.7800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329.7912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329.8113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329.8227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329.8267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329.8362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329.8441</w:t>
      </w:r>
      <w:r>
        <w:tab/>
        <w:t>5.595e0</w:t>
      </w:r>
    </w:p>
    <w:p w:rsidR="00354DF7" w:rsidRDefault="00354DF7" w:rsidP="00354DF7">
      <w:pPr>
        <w:tabs>
          <w:tab w:val="left" w:pos="6195"/>
        </w:tabs>
      </w:pPr>
      <w:r>
        <w:lastRenderedPageBreak/>
        <w:t>329.8646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329.8809</w:t>
      </w:r>
      <w:r>
        <w:tab/>
        <w:t>1.021e0</w:t>
      </w:r>
    </w:p>
    <w:p w:rsidR="00354DF7" w:rsidRDefault="00354DF7" w:rsidP="00354DF7">
      <w:pPr>
        <w:tabs>
          <w:tab w:val="left" w:pos="6195"/>
        </w:tabs>
      </w:pPr>
      <w:r>
        <w:t>329.8853</w:t>
      </w:r>
      <w:r>
        <w:tab/>
        <w:t>1.238e0</w:t>
      </w:r>
    </w:p>
    <w:p w:rsidR="00354DF7" w:rsidRDefault="00354DF7" w:rsidP="00354DF7">
      <w:pPr>
        <w:tabs>
          <w:tab w:val="left" w:pos="6195"/>
        </w:tabs>
      </w:pPr>
      <w:r>
        <w:t>329.9148</w:t>
      </w:r>
      <w:r>
        <w:tab/>
        <w:t>2.936e0</w:t>
      </w:r>
    </w:p>
    <w:p w:rsidR="00354DF7" w:rsidRDefault="00354DF7" w:rsidP="00354DF7">
      <w:pPr>
        <w:tabs>
          <w:tab w:val="left" w:pos="6195"/>
        </w:tabs>
      </w:pPr>
      <w:r>
        <w:t>329.9360</w:t>
      </w:r>
      <w:r>
        <w:tab/>
        <w:t>4.852e0</w:t>
      </w:r>
    </w:p>
    <w:p w:rsidR="00354DF7" w:rsidRDefault="00354DF7" w:rsidP="00354DF7">
      <w:pPr>
        <w:tabs>
          <w:tab w:val="left" w:pos="6195"/>
        </w:tabs>
      </w:pPr>
      <w:r>
        <w:t>329.9394</w:t>
      </w:r>
      <w:r>
        <w:tab/>
        <w:t>6.284e0</w:t>
      </w:r>
    </w:p>
    <w:p w:rsidR="00354DF7" w:rsidRDefault="00354DF7" w:rsidP="00354DF7">
      <w:pPr>
        <w:tabs>
          <w:tab w:val="left" w:pos="6195"/>
        </w:tabs>
      </w:pPr>
      <w:r>
        <w:t>329.9411</w:t>
      </w:r>
      <w:r>
        <w:tab/>
        <w:t>2.613e0</w:t>
      </w:r>
    </w:p>
    <w:p w:rsidR="00354DF7" w:rsidRDefault="00354DF7" w:rsidP="00354DF7">
      <w:pPr>
        <w:tabs>
          <w:tab w:val="left" w:pos="6195"/>
        </w:tabs>
      </w:pPr>
      <w:r>
        <w:t>329.9427</w:t>
      </w:r>
      <w:r>
        <w:tab/>
        <w:t>7.209e0</w:t>
      </w:r>
    </w:p>
    <w:p w:rsidR="00354DF7" w:rsidRDefault="00354DF7" w:rsidP="00354DF7">
      <w:pPr>
        <w:tabs>
          <w:tab w:val="left" w:pos="6195"/>
        </w:tabs>
      </w:pPr>
      <w:r>
        <w:t>329.9461</w:t>
      </w:r>
      <w:r>
        <w:tab/>
        <w:t>5.188e0</w:t>
      </w:r>
    </w:p>
    <w:p w:rsidR="00354DF7" w:rsidRDefault="00354DF7" w:rsidP="00354DF7">
      <w:pPr>
        <w:tabs>
          <w:tab w:val="left" w:pos="6195"/>
        </w:tabs>
      </w:pPr>
      <w:r>
        <w:t>329.9573</w:t>
      </w:r>
      <w:r>
        <w:tab/>
        <w:t>1.005e1</w:t>
      </w:r>
    </w:p>
    <w:p w:rsidR="00354DF7" w:rsidRDefault="00354DF7" w:rsidP="00354DF7">
      <w:pPr>
        <w:tabs>
          <w:tab w:val="left" w:pos="6195"/>
        </w:tabs>
      </w:pPr>
      <w:r>
        <w:t>329.9903</w:t>
      </w:r>
      <w:r>
        <w:tab/>
        <w:t>5.230e0</w:t>
      </w:r>
    </w:p>
    <w:p w:rsidR="00354DF7" w:rsidRDefault="00354DF7" w:rsidP="00354DF7">
      <w:pPr>
        <w:tabs>
          <w:tab w:val="left" w:pos="6195"/>
        </w:tabs>
      </w:pPr>
      <w:r>
        <w:t>330.0025</w:t>
      </w:r>
      <w:r>
        <w:tab/>
        <w:t>4.526e0</w:t>
      </w:r>
    </w:p>
    <w:p w:rsidR="00354DF7" w:rsidRDefault="00354DF7" w:rsidP="00354DF7">
      <w:pPr>
        <w:tabs>
          <w:tab w:val="left" w:pos="6195"/>
        </w:tabs>
      </w:pPr>
      <w:r>
        <w:t>330.0221</w:t>
      </w:r>
      <w:r>
        <w:tab/>
        <w:t>2.007e0</w:t>
      </w:r>
    </w:p>
    <w:p w:rsidR="00354DF7" w:rsidRDefault="00354DF7" w:rsidP="00354DF7">
      <w:pPr>
        <w:tabs>
          <w:tab w:val="left" w:pos="6195"/>
        </w:tabs>
      </w:pPr>
      <w:r>
        <w:t>330.0333</w:t>
      </w:r>
      <w:r>
        <w:tab/>
        <w:t>1.618e0</w:t>
      </w:r>
    </w:p>
    <w:p w:rsidR="00354DF7" w:rsidRDefault="00354DF7" w:rsidP="00354DF7">
      <w:pPr>
        <w:tabs>
          <w:tab w:val="left" w:pos="6195"/>
        </w:tabs>
      </w:pPr>
      <w:r>
        <w:t>330.0485</w:t>
      </w:r>
      <w:r>
        <w:tab/>
        <w:t>1.900e0</w:t>
      </w:r>
    </w:p>
    <w:p w:rsidR="00354DF7" w:rsidRDefault="00354DF7" w:rsidP="00354DF7">
      <w:pPr>
        <w:tabs>
          <w:tab w:val="left" w:pos="6195"/>
        </w:tabs>
      </w:pPr>
      <w:r>
        <w:t>330.0570</w:t>
      </w:r>
      <w:r>
        <w:tab/>
        <w:t>1.145e0</w:t>
      </w:r>
    </w:p>
    <w:p w:rsidR="00354DF7" w:rsidRDefault="00354DF7" w:rsidP="00354DF7">
      <w:pPr>
        <w:tabs>
          <w:tab w:val="left" w:pos="6195"/>
        </w:tabs>
      </w:pPr>
      <w:r>
        <w:t>330.0636</w:t>
      </w:r>
      <w:r>
        <w:tab/>
        <w:t>1.608e0</w:t>
      </w:r>
    </w:p>
    <w:p w:rsidR="00354DF7" w:rsidRDefault="00354DF7" w:rsidP="00354DF7">
      <w:pPr>
        <w:tabs>
          <w:tab w:val="left" w:pos="6195"/>
        </w:tabs>
      </w:pPr>
      <w:r>
        <w:t>330.0671</w:t>
      </w:r>
      <w:r>
        <w:tab/>
        <w:t>1.865e0</w:t>
      </w:r>
    </w:p>
    <w:p w:rsidR="00354DF7" w:rsidRDefault="00354DF7" w:rsidP="00354DF7">
      <w:pPr>
        <w:tabs>
          <w:tab w:val="left" w:pos="6195"/>
        </w:tabs>
      </w:pPr>
      <w:r>
        <w:t>330.0782</w:t>
      </w:r>
      <w:r>
        <w:tab/>
        <w:t>1.056e0</w:t>
      </w:r>
    </w:p>
    <w:p w:rsidR="00354DF7" w:rsidRDefault="00354DF7" w:rsidP="00354DF7">
      <w:pPr>
        <w:tabs>
          <w:tab w:val="left" w:pos="6195"/>
        </w:tabs>
      </w:pPr>
      <w:r>
        <w:lastRenderedPageBreak/>
        <w:t>330.1105</w:t>
      </w:r>
      <w:r>
        <w:tab/>
        <w:t>1.124e0</w:t>
      </w:r>
    </w:p>
    <w:p w:rsidR="00354DF7" w:rsidRDefault="00354DF7" w:rsidP="00354DF7">
      <w:pPr>
        <w:tabs>
          <w:tab w:val="left" w:pos="6195"/>
        </w:tabs>
      </w:pPr>
      <w:r>
        <w:t>330.1781</w:t>
      </w:r>
      <w:r>
        <w:tab/>
        <w:t>3.321e0</w:t>
      </w:r>
    </w:p>
    <w:p w:rsidR="00354DF7" w:rsidRDefault="00354DF7" w:rsidP="00354DF7">
      <w:pPr>
        <w:tabs>
          <w:tab w:val="left" w:pos="6195"/>
        </w:tabs>
      </w:pPr>
      <w:r>
        <w:t>330.1921</w:t>
      </w:r>
      <w:r>
        <w:tab/>
        <w:t>1.718e0</w:t>
      </w:r>
    </w:p>
    <w:p w:rsidR="00354DF7" w:rsidRDefault="00354DF7" w:rsidP="00354DF7">
      <w:pPr>
        <w:tabs>
          <w:tab w:val="left" w:pos="6195"/>
        </w:tabs>
      </w:pPr>
      <w:r>
        <w:t>330.2119</w:t>
      </w:r>
      <w:r>
        <w:tab/>
        <w:t>1.232e0</w:t>
      </w:r>
    </w:p>
    <w:p w:rsidR="00354DF7" w:rsidRDefault="00354DF7" w:rsidP="00354DF7">
      <w:pPr>
        <w:tabs>
          <w:tab w:val="left" w:pos="6195"/>
        </w:tabs>
      </w:pPr>
      <w:r>
        <w:t>330.2238</w:t>
      </w:r>
      <w:r>
        <w:tab/>
        <w:t>3.384e0</w:t>
      </w:r>
    </w:p>
    <w:p w:rsidR="00354DF7" w:rsidRDefault="00354DF7" w:rsidP="00354DF7">
      <w:pPr>
        <w:tabs>
          <w:tab w:val="left" w:pos="6195"/>
        </w:tabs>
      </w:pPr>
      <w:r>
        <w:t>330.2277</w:t>
      </w:r>
      <w:r>
        <w:tab/>
        <w:t>4.135e0</w:t>
      </w:r>
    </w:p>
    <w:p w:rsidR="00354DF7" w:rsidRDefault="00354DF7" w:rsidP="00354DF7">
      <w:pPr>
        <w:tabs>
          <w:tab w:val="left" w:pos="6195"/>
        </w:tabs>
      </w:pPr>
      <w:r>
        <w:t>330.2313</w:t>
      </w:r>
      <w:r>
        <w:tab/>
        <w:t>7.098e0</w:t>
      </w:r>
    </w:p>
    <w:p w:rsidR="00354DF7" w:rsidRDefault="00354DF7" w:rsidP="00354DF7">
      <w:pPr>
        <w:tabs>
          <w:tab w:val="left" w:pos="6195"/>
        </w:tabs>
      </w:pPr>
      <w:r>
        <w:t>330.2372</w:t>
      </w:r>
      <w:r>
        <w:tab/>
        <w:t>9.391e0</w:t>
      </w:r>
    </w:p>
    <w:p w:rsidR="00354DF7" w:rsidRDefault="00354DF7" w:rsidP="00354DF7">
      <w:pPr>
        <w:tabs>
          <w:tab w:val="left" w:pos="6195"/>
        </w:tabs>
      </w:pPr>
      <w:r>
        <w:t>330.2540</w:t>
      </w:r>
      <w:r>
        <w:tab/>
        <w:t>7.410e0</w:t>
      </w:r>
    </w:p>
    <w:p w:rsidR="00354DF7" w:rsidRDefault="00354DF7" w:rsidP="00354DF7">
      <w:pPr>
        <w:tabs>
          <w:tab w:val="left" w:pos="6195"/>
        </w:tabs>
      </w:pPr>
      <w:r>
        <w:t>330.2668</w:t>
      </w:r>
      <w:r>
        <w:tab/>
        <w:t>2.836e1</w:t>
      </w:r>
    </w:p>
    <w:p w:rsidR="00354DF7" w:rsidRDefault="00354DF7" w:rsidP="00354DF7">
      <w:pPr>
        <w:tabs>
          <w:tab w:val="left" w:pos="6195"/>
        </w:tabs>
      </w:pPr>
      <w:r>
        <w:t>330.2696</w:t>
      </w:r>
      <w:r>
        <w:tab/>
        <w:t>9.477e0</w:t>
      </w:r>
    </w:p>
    <w:p w:rsidR="00354DF7" w:rsidRDefault="00354DF7" w:rsidP="00354DF7">
      <w:pPr>
        <w:tabs>
          <w:tab w:val="left" w:pos="6195"/>
        </w:tabs>
      </w:pPr>
      <w:r>
        <w:t>330.2731</w:t>
      </w:r>
      <w:r>
        <w:tab/>
        <w:t>9.717e0</w:t>
      </w:r>
    </w:p>
    <w:p w:rsidR="00354DF7" w:rsidRDefault="00354DF7" w:rsidP="00354DF7">
      <w:pPr>
        <w:tabs>
          <w:tab w:val="left" w:pos="6195"/>
        </w:tabs>
      </w:pPr>
      <w:r>
        <w:t>330.3231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330.3525</w:t>
      </w:r>
      <w:r>
        <w:tab/>
        <w:t>1.881e0</w:t>
      </w:r>
    </w:p>
    <w:p w:rsidR="00354DF7" w:rsidRDefault="00354DF7" w:rsidP="00354DF7">
      <w:pPr>
        <w:tabs>
          <w:tab w:val="left" w:pos="6195"/>
        </w:tabs>
      </w:pPr>
      <w:r>
        <w:t>330.3555</w:t>
      </w:r>
      <w:r>
        <w:tab/>
        <w:t>2.300e0</w:t>
      </w:r>
    </w:p>
    <w:p w:rsidR="00354DF7" w:rsidRDefault="00354DF7" w:rsidP="00354DF7">
      <w:pPr>
        <w:tabs>
          <w:tab w:val="left" w:pos="6195"/>
        </w:tabs>
      </w:pPr>
      <w:r>
        <w:t>330.3591</w:t>
      </w:r>
      <w:r>
        <w:tab/>
        <w:t>5.558e0</w:t>
      </w:r>
    </w:p>
    <w:p w:rsidR="00354DF7" w:rsidRDefault="00354DF7" w:rsidP="00354DF7">
      <w:pPr>
        <w:tabs>
          <w:tab w:val="left" w:pos="6195"/>
        </w:tabs>
      </w:pPr>
      <w:r>
        <w:t>330.3871</w:t>
      </w:r>
      <w:r>
        <w:tab/>
        <w:t>3.942e0</w:t>
      </w:r>
    </w:p>
    <w:p w:rsidR="00354DF7" w:rsidRDefault="00354DF7" w:rsidP="00354DF7">
      <w:pPr>
        <w:tabs>
          <w:tab w:val="left" w:pos="6195"/>
        </w:tabs>
      </w:pPr>
      <w:r>
        <w:t>330.3912</w:t>
      </w:r>
      <w:r>
        <w:tab/>
        <w:t>1.805e0</w:t>
      </w:r>
    </w:p>
    <w:p w:rsidR="00354DF7" w:rsidRDefault="00354DF7" w:rsidP="00354DF7">
      <w:pPr>
        <w:tabs>
          <w:tab w:val="left" w:pos="6195"/>
        </w:tabs>
      </w:pPr>
      <w:r>
        <w:t>330.4314</w:t>
      </w:r>
      <w:r>
        <w:tab/>
        <w:t>7.749e0</w:t>
      </w:r>
    </w:p>
    <w:p w:rsidR="00354DF7" w:rsidRDefault="00354DF7" w:rsidP="00354DF7">
      <w:pPr>
        <w:tabs>
          <w:tab w:val="left" w:pos="6195"/>
        </w:tabs>
      </w:pPr>
      <w:r>
        <w:lastRenderedPageBreak/>
        <w:t>330.4491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330.4561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330.4580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330.4868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330.4966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330.5088</w:t>
      </w:r>
      <w:r>
        <w:tab/>
        <w:t>1.470e0</w:t>
      </w:r>
    </w:p>
    <w:p w:rsidR="00354DF7" w:rsidRDefault="00354DF7" w:rsidP="00354DF7">
      <w:pPr>
        <w:tabs>
          <w:tab w:val="left" w:pos="6195"/>
        </w:tabs>
      </w:pPr>
      <w:r>
        <w:t>330.5109</w:t>
      </w:r>
      <w:r>
        <w:tab/>
        <w:t>3.462e0</w:t>
      </w:r>
    </w:p>
    <w:p w:rsidR="00354DF7" w:rsidRDefault="00354DF7" w:rsidP="00354DF7">
      <w:pPr>
        <w:tabs>
          <w:tab w:val="left" w:pos="6195"/>
        </w:tabs>
      </w:pPr>
      <w:r>
        <w:t>330.5146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330.5263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330.5546</w:t>
      </w:r>
      <w:r>
        <w:tab/>
        <w:t>1.592e0</w:t>
      </w:r>
    </w:p>
    <w:p w:rsidR="00354DF7" w:rsidRDefault="00354DF7" w:rsidP="00354DF7">
      <w:pPr>
        <w:tabs>
          <w:tab w:val="left" w:pos="6195"/>
        </w:tabs>
      </w:pPr>
      <w:r>
        <w:t>330.5597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330.5656</w:t>
      </w:r>
      <w:r>
        <w:tab/>
        <w:t>1.731e0</w:t>
      </w:r>
    </w:p>
    <w:p w:rsidR="00354DF7" w:rsidRDefault="00354DF7" w:rsidP="00354DF7">
      <w:pPr>
        <w:tabs>
          <w:tab w:val="left" w:pos="6195"/>
        </w:tabs>
      </w:pPr>
      <w:r>
        <w:t>330.5800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330.5925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330.6027</w:t>
      </w:r>
      <w:r>
        <w:tab/>
        <w:t>3.945e0</w:t>
      </w:r>
    </w:p>
    <w:p w:rsidR="00354DF7" w:rsidRDefault="00354DF7" w:rsidP="00354DF7">
      <w:pPr>
        <w:tabs>
          <w:tab w:val="left" w:pos="6195"/>
        </w:tabs>
      </w:pPr>
      <w:r>
        <w:t>330.6125</w:t>
      </w:r>
      <w:r>
        <w:tab/>
        <w:t>1.873e0</w:t>
      </w:r>
    </w:p>
    <w:p w:rsidR="00354DF7" w:rsidRDefault="00354DF7" w:rsidP="00354DF7">
      <w:pPr>
        <w:tabs>
          <w:tab w:val="left" w:pos="6195"/>
        </w:tabs>
      </w:pPr>
      <w:r>
        <w:t>330.6237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330.6285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330.6475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330.6556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330.6654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330.6773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330.7150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330.7195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330.7309</w:t>
      </w:r>
      <w:r>
        <w:tab/>
        <w:t>3.821e0</w:t>
      </w:r>
    </w:p>
    <w:p w:rsidR="00354DF7" w:rsidRDefault="00354DF7" w:rsidP="00354DF7">
      <w:pPr>
        <w:tabs>
          <w:tab w:val="left" w:pos="6195"/>
        </w:tabs>
      </w:pPr>
      <w:r>
        <w:t>330.7486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330.7630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330.7890</w:t>
      </w:r>
      <w:r>
        <w:tab/>
        <w:t>1.403e0</w:t>
      </w:r>
    </w:p>
    <w:p w:rsidR="00354DF7" w:rsidRDefault="00354DF7" w:rsidP="00354DF7">
      <w:pPr>
        <w:tabs>
          <w:tab w:val="left" w:pos="6195"/>
        </w:tabs>
      </w:pPr>
      <w:r>
        <w:t>330.7914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330.7964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330.8028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330.8340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330.8396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330.8453</w:t>
      </w:r>
      <w:r>
        <w:tab/>
        <w:t>4.627e0</w:t>
      </w:r>
    </w:p>
    <w:p w:rsidR="00354DF7" w:rsidRDefault="00354DF7" w:rsidP="00354DF7">
      <w:pPr>
        <w:tabs>
          <w:tab w:val="left" w:pos="6195"/>
        </w:tabs>
      </w:pPr>
      <w:r>
        <w:t>330.8495</w:t>
      </w:r>
      <w:r>
        <w:tab/>
        <w:t>1.539e0</w:t>
      </w:r>
    </w:p>
    <w:p w:rsidR="00354DF7" w:rsidRDefault="00354DF7" w:rsidP="00354DF7">
      <w:pPr>
        <w:tabs>
          <w:tab w:val="left" w:pos="6195"/>
        </w:tabs>
      </w:pPr>
      <w:r>
        <w:t>330.8686</w:t>
      </w:r>
      <w:r>
        <w:tab/>
        <w:t>3.758e0</w:t>
      </w:r>
    </w:p>
    <w:p w:rsidR="00354DF7" w:rsidRDefault="00354DF7" w:rsidP="00354DF7">
      <w:pPr>
        <w:tabs>
          <w:tab w:val="left" w:pos="6195"/>
        </w:tabs>
      </w:pPr>
      <w:r>
        <w:t>330.8907</w:t>
      </w:r>
      <w:r>
        <w:tab/>
        <w:t>1.563e0</w:t>
      </w:r>
    </w:p>
    <w:p w:rsidR="00354DF7" w:rsidRDefault="00354DF7" w:rsidP="00354DF7">
      <w:pPr>
        <w:tabs>
          <w:tab w:val="left" w:pos="6195"/>
        </w:tabs>
      </w:pPr>
      <w:r>
        <w:t>330.8973</w:t>
      </w:r>
      <w:r>
        <w:tab/>
        <w:t>2.921e0</w:t>
      </w:r>
    </w:p>
    <w:p w:rsidR="00354DF7" w:rsidRDefault="00354DF7" w:rsidP="00354DF7">
      <w:pPr>
        <w:tabs>
          <w:tab w:val="left" w:pos="6195"/>
        </w:tabs>
      </w:pPr>
      <w:r>
        <w:lastRenderedPageBreak/>
        <w:t>330.9106</w:t>
      </w:r>
      <w:r>
        <w:tab/>
        <w:t>1.922e0</w:t>
      </w:r>
    </w:p>
    <w:p w:rsidR="00354DF7" w:rsidRDefault="00354DF7" w:rsidP="00354DF7">
      <w:pPr>
        <w:tabs>
          <w:tab w:val="left" w:pos="6195"/>
        </w:tabs>
      </w:pPr>
      <w:r>
        <w:t>330.9195</w:t>
      </w:r>
      <w:r>
        <w:tab/>
        <w:t>1.885e0</w:t>
      </w:r>
    </w:p>
    <w:p w:rsidR="00354DF7" w:rsidRDefault="00354DF7" w:rsidP="00354DF7">
      <w:pPr>
        <w:tabs>
          <w:tab w:val="left" w:pos="6195"/>
        </w:tabs>
      </w:pPr>
      <w:r>
        <w:t>330.9275</w:t>
      </w:r>
      <w:r>
        <w:tab/>
        <w:t>2.664e0</w:t>
      </w:r>
    </w:p>
    <w:p w:rsidR="00354DF7" w:rsidRDefault="00354DF7" w:rsidP="00354DF7">
      <w:pPr>
        <w:tabs>
          <w:tab w:val="left" w:pos="6195"/>
        </w:tabs>
      </w:pPr>
      <w:r>
        <w:t>330.9435</w:t>
      </w:r>
      <w:r>
        <w:tab/>
        <w:t>3.167e0</w:t>
      </w:r>
    </w:p>
    <w:p w:rsidR="00354DF7" w:rsidRDefault="00354DF7" w:rsidP="00354DF7">
      <w:pPr>
        <w:tabs>
          <w:tab w:val="left" w:pos="6195"/>
        </w:tabs>
      </w:pPr>
      <w:r>
        <w:t>331.0285</w:t>
      </w:r>
      <w:r>
        <w:tab/>
        <w:t>1.039e0</w:t>
      </w:r>
    </w:p>
    <w:p w:rsidR="00354DF7" w:rsidRDefault="00354DF7" w:rsidP="00354DF7">
      <w:pPr>
        <w:tabs>
          <w:tab w:val="left" w:pos="6195"/>
        </w:tabs>
      </w:pPr>
      <w:r>
        <w:t>331.0414</w:t>
      </w:r>
      <w:r>
        <w:tab/>
        <w:t>1.486e0</w:t>
      </w:r>
    </w:p>
    <w:p w:rsidR="00354DF7" w:rsidRDefault="00354DF7" w:rsidP="00354DF7">
      <w:pPr>
        <w:tabs>
          <w:tab w:val="left" w:pos="6195"/>
        </w:tabs>
      </w:pPr>
      <w:r>
        <w:t>331.0485</w:t>
      </w:r>
      <w:r>
        <w:tab/>
        <w:t>5.551e0</w:t>
      </w:r>
    </w:p>
    <w:p w:rsidR="00354DF7" w:rsidRDefault="00354DF7" w:rsidP="00354DF7">
      <w:pPr>
        <w:tabs>
          <w:tab w:val="left" w:pos="6195"/>
        </w:tabs>
      </w:pPr>
      <w:r>
        <w:t>331.0863</w:t>
      </w:r>
      <w:r>
        <w:tab/>
        <w:t>3.510e0</w:t>
      </w:r>
    </w:p>
    <w:p w:rsidR="00354DF7" w:rsidRDefault="00354DF7" w:rsidP="00354DF7">
      <w:pPr>
        <w:tabs>
          <w:tab w:val="left" w:pos="6195"/>
        </w:tabs>
      </w:pPr>
      <w:r>
        <w:t>331.1352</w:t>
      </w:r>
      <w:r>
        <w:tab/>
        <w:t>1.775e0</w:t>
      </w:r>
    </w:p>
    <w:p w:rsidR="00354DF7" w:rsidRDefault="00354DF7" w:rsidP="00354DF7">
      <w:pPr>
        <w:tabs>
          <w:tab w:val="left" w:pos="6195"/>
        </w:tabs>
      </w:pPr>
      <w:r>
        <w:t>331.1999</w:t>
      </w:r>
      <w:r>
        <w:tab/>
        <w:t>2.435e0</w:t>
      </w:r>
    </w:p>
    <w:p w:rsidR="00354DF7" w:rsidRDefault="00354DF7" w:rsidP="00354DF7">
      <w:pPr>
        <w:tabs>
          <w:tab w:val="left" w:pos="6195"/>
        </w:tabs>
      </w:pPr>
      <w:r>
        <w:t>331.2010</w:t>
      </w:r>
      <w:r>
        <w:tab/>
        <w:t>2.925e0</w:t>
      </w:r>
    </w:p>
    <w:p w:rsidR="00354DF7" w:rsidRDefault="00354DF7" w:rsidP="00354DF7">
      <w:pPr>
        <w:tabs>
          <w:tab w:val="left" w:pos="6195"/>
        </w:tabs>
      </w:pPr>
      <w:r>
        <w:t>331.2020</w:t>
      </w:r>
      <w:r>
        <w:tab/>
        <w:t>8.728e0</w:t>
      </w:r>
    </w:p>
    <w:p w:rsidR="00354DF7" w:rsidRDefault="00354DF7" w:rsidP="00354DF7">
      <w:pPr>
        <w:tabs>
          <w:tab w:val="left" w:pos="6195"/>
        </w:tabs>
      </w:pPr>
      <w:r>
        <w:t>331.2073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331.2114</w:t>
      </w:r>
      <w:r>
        <w:tab/>
        <w:t>5.217e0</w:t>
      </w:r>
    </w:p>
    <w:p w:rsidR="00354DF7" w:rsidRDefault="00354DF7" w:rsidP="00354DF7">
      <w:pPr>
        <w:tabs>
          <w:tab w:val="left" w:pos="6195"/>
        </w:tabs>
      </w:pPr>
      <w:r>
        <w:t>331.2283</w:t>
      </w:r>
      <w:r>
        <w:tab/>
        <w:t>1.374e0</w:t>
      </w:r>
    </w:p>
    <w:p w:rsidR="00354DF7" w:rsidRDefault="00354DF7" w:rsidP="00354DF7">
      <w:pPr>
        <w:tabs>
          <w:tab w:val="left" w:pos="6195"/>
        </w:tabs>
      </w:pPr>
      <w:r>
        <w:t>331.2300</w:t>
      </w:r>
      <w:r>
        <w:tab/>
        <w:t>3.744e0</w:t>
      </w:r>
    </w:p>
    <w:p w:rsidR="00354DF7" w:rsidRDefault="00354DF7" w:rsidP="00354DF7">
      <w:pPr>
        <w:tabs>
          <w:tab w:val="left" w:pos="6195"/>
        </w:tabs>
      </w:pPr>
      <w:r>
        <w:t>331.2387</w:t>
      </w:r>
      <w:r>
        <w:tab/>
        <w:t>5.949e0</w:t>
      </w:r>
    </w:p>
    <w:p w:rsidR="00354DF7" w:rsidRDefault="00354DF7" w:rsidP="00354DF7">
      <w:pPr>
        <w:tabs>
          <w:tab w:val="left" w:pos="6195"/>
        </w:tabs>
      </w:pPr>
      <w:r>
        <w:t>331.2748</w:t>
      </w:r>
      <w:r>
        <w:tab/>
        <w:t>2.287e0</w:t>
      </w:r>
    </w:p>
    <w:p w:rsidR="00354DF7" w:rsidRDefault="00354DF7" w:rsidP="00354DF7">
      <w:pPr>
        <w:tabs>
          <w:tab w:val="left" w:pos="6195"/>
        </w:tabs>
      </w:pPr>
      <w:r>
        <w:t>331.3037</w:t>
      </w:r>
      <w:r>
        <w:tab/>
        <w:t>1.213e0</w:t>
      </w:r>
    </w:p>
    <w:p w:rsidR="00354DF7" w:rsidRDefault="00354DF7" w:rsidP="00354DF7">
      <w:pPr>
        <w:tabs>
          <w:tab w:val="left" w:pos="6195"/>
        </w:tabs>
      </w:pPr>
      <w:r>
        <w:lastRenderedPageBreak/>
        <w:t>331.3123</w:t>
      </w:r>
      <w:r>
        <w:tab/>
        <w:t>1.148e0</w:t>
      </w:r>
    </w:p>
    <w:p w:rsidR="00354DF7" w:rsidRDefault="00354DF7" w:rsidP="00354DF7">
      <w:pPr>
        <w:tabs>
          <w:tab w:val="left" w:pos="6195"/>
        </w:tabs>
      </w:pPr>
      <w:r>
        <w:t>331.3595</w:t>
      </w:r>
      <w:r>
        <w:tab/>
        <w:t>1.227e0</w:t>
      </w:r>
    </w:p>
    <w:p w:rsidR="00354DF7" w:rsidRDefault="00354DF7" w:rsidP="00354DF7">
      <w:pPr>
        <w:tabs>
          <w:tab w:val="left" w:pos="6195"/>
        </w:tabs>
      </w:pPr>
      <w:r>
        <w:t>331.3630</w:t>
      </w:r>
      <w:r>
        <w:tab/>
        <w:t>1.162e0</w:t>
      </w:r>
    </w:p>
    <w:p w:rsidR="00354DF7" w:rsidRDefault="00354DF7" w:rsidP="00354DF7">
      <w:pPr>
        <w:tabs>
          <w:tab w:val="left" w:pos="6195"/>
        </w:tabs>
      </w:pPr>
      <w:r>
        <w:t>331.3930</w:t>
      </w:r>
      <w:r>
        <w:tab/>
        <w:t>3.539e0</w:t>
      </w:r>
    </w:p>
    <w:p w:rsidR="00354DF7" w:rsidRDefault="00354DF7" w:rsidP="00354DF7">
      <w:pPr>
        <w:tabs>
          <w:tab w:val="left" w:pos="6195"/>
        </w:tabs>
      </w:pPr>
      <w:r>
        <w:t>331.3974</w:t>
      </w:r>
      <w:r>
        <w:tab/>
        <w:t>1.713e0</w:t>
      </w:r>
    </w:p>
    <w:p w:rsidR="00354DF7" w:rsidRDefault="00354DF7" w:rsidP="00354DF7">
      <w:pPr>
        <w:tabs>
          <w:tab w:val="left" w:pos="6195"/>
        </w:tabs>
      </w:pPr>
      <w:r>
        <w:t>331.4177</w:t>
      </w:r>
      <w:r>
        <w:tab/>
        <w:t>2.944e0</w:t>
      </w:r>
    </w:p>
    <w:p w:rsidR="00354DF7" w:rsidRDefault="00354DF7" w:rsidP="00354DF7">
      <w:pPr>
        <w:tabs>
          <w:tab w:val="left" w:pos="6195"/>
        </w:tabs>
      </w:pPr>
      <w:r>
        <w:t>331.4195</w:t>
      </w:r>
      <w:r>
        <w:tab/>
        <w:t>3.754e0</w:t>
      </w:r>
    </w:p>
    <w:p w:rsidR="00354DF7" w:rsidRDefault="00354DF7" w:rsidP="00354DF7">
      <w:pPr>
        <w:tabs>
          <w:tab w:val="left" w:pos="6195"/>
        </w:tabs>
      </w:pPr>
      <w:r>
        <w:t>331.4214</w:t>
      </w:r>
      <w:r>
        <w:tab/>
        <w:t>1.226e0</w:t>
      </w:r>
    </w:p>
    <w:p w:rsidR="00354DF7" w:rsidRDefault="00354DF7" w:rsidP="00354DF7">
      <w:pPr>
        <w:tabs>
          <w:tab w:val="left" w:pos="6195"/>
        </w:tabs>
      </w:pPr>
      <w:r>
        <w:t>331.4363</w:t>
      </w:r>
      <w:r>
        <w:tab/>
        <w:t>1.394e0</w:t>
      </w:r>
    </w:p>
    <w:p w:rsidR="00354DF7" w:rsidRDefault="00354DF7" w:rsidP="00354DF7">
      <w:pPr>
        <w:tabs>
          <w:tab w:val="left" w:pos="6195"/>
        </w:tabs>
      </w:pPr>
      <w:r>
        <w:t>331.4500</w:t>
      </w:r>
      <w:r>
        <w:tab/>
        <w:t>2.851e0</w:t>
      </w:r>
    </w:p>
    <w:p w:rsidR="00354DF7" w:rsidRDefault="00354DF7" w:rsidP="00354DF7">
      <w:pPr>
        <w:tabs>
          <w:tab w:val="left" w:pos="6195"/>
        </w:tabs>
      </w:pPr>
      <w:r>
        <w:t>331.4619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331.4642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331.4892</w:t>
      </w:r>
      <w:r>
        <w:tab/>
        <w:t>1.098e0</w:t>
      </w:r>
    </w:p>
    <w:p w:rsidR="00354DF7" w:rsidRDefault="00354DF7" w:rsidP="00354DF7">
      <w:pPr>
        <w:tabs>
          <w:tab w:val="left" w:pos="6195"/>
        </w:tabs>
      </w:pPr>
      <w:r>
        <w:t>331.5109</w:t>
      </w:r>
      <w:r>
        <w:tab/>
        <w:t>2.287e0</w:t>
      </w:r>
    </w:p>
    <w:p w:rsidR="00354DF7" w:rsidRDefault="00354DF7" w:rsidP="00354DF7">
      <w:pPr>
        <w:tabs>
          <w:tab w:val="left" w:pos="6195"/>
        </w:tabs>
      </w:pPr>
      <w:r>
        <w:t>331.5175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331.5418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331.5538</w:t>
      </w:r>
      <w:r>
        <w:tab/>
        <w:t>1.237e0</w:t>
      </w:r>
    </w:p>
    <w:p w:rsidR="00354DF7" w:rsidRDefault="00354DF7" w:rsidP="00354DF7">
      <w:pPr>
        <w:tabs>
          <w:tab w:val="left" w:pos="6195"/>
        </w:tabs>
      </w:pPr>
      <w:r>
        <w:t>331.5601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331.5721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331.5800</w:t>
      </w:r>
      <w:r>
        <w:tab/>
        <w:t>3.975e0</w:t>
      </w:r>
    </w:p>
    <w:p w:rsidR="00354DF7" w:rsidRDefault="00354DF7" w:rsidP="00354DF7">
      <w:pPr>
        <w:tabs>
          <w:tab w:val="left" w:pos="6195"/>
        </w:tabs>
      </w:pPr>
      <w:r>
        <w:t>331.6066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331.6165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331.6211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331.6290</w:t>
      </w:r>
      <w:r>
        <w:tab/>
        <w:t>1.637e0</w:t>
      </w:r>
    </w:p>
    <w:p w:rsidR="00354DF7" w:rsidRDefault="00354DF7" w:rsidP="00354DF7">
      <w:pPr>
        <w:tabs>
          <w:tab w:val="left" w:pos="6195"/>
        </w:tabs>
      </w:pPr>
      <w:r>
        <w:t>331.6721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331.6786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331.6819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331.6836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331.6878</w:t>
      </w:r>
      <w:r>
        <w:tab/>
        <w:t>1.533e0</w:t>
      </w:r>
    </w:p>
    <w:p w:rsidR="00354DF7" w:rsidRDefault="00354DF7" w:rsidP="00354DF7">
      <w:pPr>
        <w:tabs>
          <w:tab w:val="left" w:pos="6195"/>
        </w:tabs>
      </w:pPr>
      <w:r>
        <w:t>331.7149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331.7360</w:t>
      </w:r>
      <w:r>
        <w:tab/>
        <w:t>1.870e0</w:t>
      </w:r>
    </w:p>
    <w:p w:rsidR="00354DF7" w:rsidRDefault="00354DF7" w:rsidP="00354DF7">
      <w:pPr>
        <w:tabs>
          <w:tab w:val="left" w:pos="6195"/>
        </w:tabs>
      </w:pPr>
      <w:r>
        <w:t>331.7417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331.7507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331.7746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331.7813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331.8147</w:t>
      </w:r>
      <w:r>
        <w:tab/>
        <w:t>6.062e0</w:t>
      </w:r>
    </w:p>
    <w:p w:rsidR="00354DF7" w:rsidRDefault="00354DF7" w:rsidP="00354DF7">
      <w:pPr>
        <w:tabs>
          <w:tab w:val="left" w:pos="6195"/>
        </w:tabs>
      </w:pPr>
      <w:r>
        <w:t>331.8299</w:t>
      </w:r>
      <w:r>
        <w:tab/>
        <w:t>3.050e0</w:t>
      </w:r>
    </w:p>
    <w:p w:rsidR="00354DF7" w:rsidRDefault="00354DF7" w:rsidP="00354DF7">
      <w:pPr>
        <w:tabs>
          <w:tab w:val="left" w:pos="6195"/>
        </w:tabs>
      </w:pPr>
      <w:r>
        <w:t>331.8378</w:t>
      </w:r>
      <w:r>
        <w:tab/>
        <w:t>2.023e0</w:t>
      </w:r>
    </w:p>
    <w:p w:rsidR="00354DF7" w:rsidRDefault="00354DF7" w:rsidP="00354DF7">
      <w:pPr>
        <w:tabs>
          <w:tab w:val="left" w:pos="6195"/>
        </w:tabs>
      </w:pPr>
      <w:r>
        <w:lastRenderedPageBreak/>
        <w:t>331.8416</w:t>
      </w:r>
      <w:r>
        <w:tab/>
        <w:t>1.298e0</w:t>
      </w:r>
    </w:p>
    <w:p w:rsidR="00354DF7" w:rsidRDefault="00354DF7" w:rsidP="00354DF7">
      <w:pPr>
        <w:tabs>
          <w:tab w:val="left" w:pos="6195"/>
        </w:tabs>
      </w:pPr>
      <w:r>
        <w:t>331.8745</w:t>
      </w:r>
      <w:r>
        <w:tab/>
        <w:t>3.808e0</w:t>
      </w:r>
    </w:p>
    <w:p w:rsidR="00354DF7" w:rsidRDefault="00354DF7" w:rsidP="00354DF7">
      <w:pPr>
        <w:tabs>
          <w:tab w:val="left" w:pos="6195"/>
        </w:tabs>
      </w:pPr>
      <w:r>
        <w:t>331.8907</w:t>
      </w:r>
      <w:r>
        <w:tab/>
        <w:t>7.730e0</w:t>
      </w:r>
    </w:p>
    <w:p w:rsidR="00354DF7" w:rsidRDefault="00354DF7" w:rsidP="00354DF7">
      <w:pPr>
        <w:tabs>
          <w:tab w:val="left" w:pos="6195"/>
        </w:tabs>
      </w:pPr>
      <w:r>
        <w:t>331.8949</w:t>
      </w:r>
      <w:r>
        <w:tab/>
        <w:t>1.927e0</w:t>
      </w:r>
    </w:p>
    <w:p w:rsidR="00354DF7" w:rsidRDefault="00354DF7" w:rsidP="00354DF7">
      <w:pPr>
        <w:tabs>
          <w:tab w:val="left" w:pos="6195"/>
        </w:tabs>
      </w:pPr>
      <w:r>
        <w:t>331.8979</w:t>
      </w:r>
      <w:r>
        <w:tab/>
        <w:t>3.117e0</w:t>
      </w:r>
    </w:p>
    <w:p w:rsidR="00354DF7" w:rsidRDefault="00354DF7" w:rsidP="00354DF7">
      <w:pPr>
        <w:tabs>
          <w:tab w:val="left" w:pos="6195"/>
        </w:tabs>
      </w:pPr>
      <w:r>
        <w:t>331.9087</w:t>
      </w:r>
      <w:r>
        <w:tab/>
        <w:t>2.931e0</w:t>
      </w:r>
    </w:p>
    <w:p w:rsidR="00354DF7" w:rsidRDefault="00354DF7" w:rsidP="00354DF7">
      <w:pPr>
        <w:tabs>
          <w:tab w:val="left" w:pos="6195"/>
        </w:tabs>
      </w:pPr>
      <w:r>
        <w:t>331.9187</w:t>
      </w:r>
      <w:r>
        <w:tab/>
        <w:t>4.900e0</w:t>
      </w:r>
    </w:p>
    <w:p w:rsidR="00354DF7" w:rsidRDefault="00354DF7" w:rsidP="00354DF7">
      <w:pPr>
        <w:tabs>
          <w:tab w:val="left" w:pos="6195"/>
        </w:tabs>
      </w:pPr>
      <w:r>
        <w:t>331.9682</w:t>
      </w:r>
      <w:r>
        <w:tab/>
        <w:t>4.896e0</w:t>
      </w:r>
    </w:p>
    <w:p w:rsidR="00354DF7" w:rsidRDefault="00354DF7" w:rsidP="00354DF7">
      <w:pPr>
        <w:tabs>
          <w:tab w:val="left" w:pos="6195"/>
        </w:tabs>
      </w:pPr>
      <w:r>
        <w:t>331.9743</w:t>
      </w:r>
      <w:r>
        <w:tab/>
        <w:t>4.032e0</w:t>
      </w:r>
    </w:p>
    <w:p w:rsidR="00354DF7" w:rsidRDefault="00354DF7" w:rsidP="00354DF7">
      <w:pPr>
        <w:tabs>
          <w:tab w:val="left" w:pos="6195"/>
        </w:tabs>
      </w:pPr>
      <w:r>
        <w:t>331.9837</w:t>
      </w:r>
      <w:r>
        <w:tab/>
        <w:t>3.703e0</w:t>
      </w:r>
    </w:p>
    <w:p w:rsidR="00354DF7" w:rsidRDefault="00354DF7" w:rsidP="00354DF7">
      <w:pPr>
        <w:tabs>
          <w:tab w:val="left" w:pos="6195"/>
        </w:tabs>
      </w:pPr>
      <w:r>
        <w:t>332.0258</w:t>
      </w:r>
      <w:r>
        <w:tab/>
        <w:t>2.577e0</w:t>
      </w:r>
    </w:p>
    <w:p w:rsidR="00354DF7" w:rsidRDefault="00354DF7" w:rsidP="00354DF7">
      <w:pPr>
        <w:tabs>
          <w:tab w:val="left" w:pos="6195"/>
        </w:tabs>
      </w:pPr>
      <w:r>
        <w:t>332.0390</w:t>
      </w:r>
      <w:r>
        <w:tab/>
        <w:t>4.219e0</w:t>
      </w:r>
    </w:p>
    <w:p w:rsidR="00354DF7" w:rsidRDefault="00354DF7" w:rsidP="00354DF7">
      <w:pPr>
        <w:tabs>
          <w:tab w:val="left" w:pos="6195"/>
        </w:tabs>
      </w:pPr>
      <w:r>
        <w:t>332.1198</w:t>
      </w:r>
      <w:r>
        <w:tab/>
        <w:t>1.356e0</w:t>
      </w:r>
    </w:p>
    <w:p w:rsidR="00354DF7" w:rsidRDefault="00354DF7" w:rsidP="00354DF7">
      <w:pPr>
        <w:tabs>
          <w:tab w:val="left" w:pos="6195"/>
        </w:tabs>
      </w:pPr>
      <w:r>
        <w:t>332.1518</w:t>
      </w:r>
      <w:r>
        <w:tab/>
        <w:t>2.012e0</w:t>
      </w:r>
    </w:p>
    <w:p w:rsidR="00354DF7" w:rsidRDefault="00354DF7" w:rsidP="00354DF7">
      <w:pPr>
        <w:tabs>
          <w:tab w:val="left" w:pos="6195"/>
        </w:tabs>
      </w:pPr>
      <w:r>
        <w:t>332.1547</w:t>
      </w:r>
      <w:r>
        <w:tab/>
        <w:t>1.960e0</w:t>
      </w:r>
    </w:p>
    <w:p w:rsidR="00354DF7" w:rsidRDefault="00354DF7" w:rsidP="00354DF7">
      <w:pPr>
        <w:tabs>
          <w:tab w:val="left" w:pos="6195"/>
        </w:tabs>
      </w:pPr>
      <w:r>
        <w:t>332.1592</w:t>
      </w:r>
      <w:r>
        <w:tab/>
        <w:t>5.335e0</w:t>
      </w:r>
    </w:p>
    <w:p w:rsidR="00354DF7" w:rsidRDefault="00354DF7" w:rsidP="00354DF7">
      <w:pPr>
        <w:tabs>
          <w:tab w:val="left" w:pos="6195"/>
        </w:tabs>
      </w:pPr>
      <w:r>
        <w:t>332.1770</w:t>
      </w:r>
      <w:r>
        <w:tab/>
        <w:t>2.711e0</w:t>
      </w:r>
    </w:p>
    <w:p w:rsidR="00354DF7" w:rsidRDefault="00354DF7" w:rsidP="00354DF7">
      <w:pPr>
        <w:tabs>
          <w:tab w:val="left" w:pos="6195"/>
        </w:tabs>
      </w:pPr>
      <w:r>
        <w:t>332.1805</w:t>
      </w:r>
      <w:r>
        <w:tab/>
        <w:t>1.854e0</w:t>
      </w:r>
    </w:p>
    <w:p w:rsidR="00354DF7" w:rsidRDefault="00354DF7" w:rsidP="00354DF7">
      <w:pPr>
        <w:tabs>
          <w:tab w:val="left" w:pos="6195"/>
        </w:tabs>
      </w:pPr>
      <w:r>
        <w:t>332.2043</w:t>
      </w:r>
      <w:r>
        <w:tab/>
        <w:t>3.149e0</w:t>
      </w:r>
    </w:p>
    <w:p w:rsidR="00354DF7" w:rsidRDefault="00354DF7" w:rsidP="00354DF7">
      <w:pPr>
        <w:tabs>
          <w:tab w:val="left" w:pos="6195"/>
        </w:tabs>
      </w:pPr>
      <w:r>
        <w:lastRenderedPageBreak/>
        <w:t>332.2151</w:t>
      </w:r>
      <w:r>
        <w:tab/>
        <w:t>2.350e0</w:t>
      </w:r>
    </w:p>
    <w:p w:rsidR="00354DF7" w:rsidRDefault="00354DF7" w:rsidP="00354DF7">
      <w:pPr>
        <w:tabs>
          <w:tab w:val="left" w:pos="6195"/>
        </w:tabs>
      </w:pPr>
      <w:r>
        <w:t>332.2184</w:t>
      </w:r>
      <w:r>
        <w:tab/>
        <w:t>2.363e0</w:t>
      </w:r>
    </w:p>
    <w:p w:rsidR="00354DF7" w:rsidRDefault="00354DF7" w:rsidP="00354DF7">
      <w:pPr>
        <w:tabs>
          <w:tab w:val="left" w:pos="6195"/>
        </w:tabs>
      </w:pPr>
      <w:r>
        <w:t>332.2238</w:t>
      </w:r>
      <w:r>
        <w:tab/>
        <w:t>1.316e0</w:t>
      </w:r>
    </w:p>
    <w:p w:rsidR="00354DF7" w:rsidRDefault="00354DF7" w:rsidP="00354DF7">
      <w:pPr>
        <w:tabs>
          <w:tab w:val="left" w:pos="6195"/>
        </w:tabs>
      </w:pPr>
      <w:r>
        <w:t>332.2344</w:t>
      </w:r>
      <w:r>
        <w:tab/>
        <w:t>8.030e0</w:t>
      </w:r>
    </w:p>
    <w:p w:rsidR="00354DF7" w:rsidRDefault="00354DF7" w:rsidP="00354DF7">
      <w:pPr>
        <w:tabs>
          <w:tab w:val="left" w:pos="6195"/>
        </w:tabs>
      </w:pPr>
      <w:r>
        <w:t>332.2415</w:t>
      </w:r>
      <w:r>
        <w:tab/>
        <w:t>1.740e0</w:t>
      </w:r>
    </w:p>
    <w:p w:rsidR="00354DF7" w:rsidRDefault="00354DF7" w:rsidP="00354DF7">
      <w:pPr>
        <w:tabs>
          <w:tab w:val="left" w:pos="6195"/>
        </w:tabs>
      </w:pPr>
      <w:r>
        <w:t>332.3305</w:t>
      </w:r>
      <w:r>
        <w:tab/>
        <w:t>8.698e1</w:t>
      </w:r>
    </w:p>
    <w:p w:rsidR="00354DF7" w:rsidRDefault="00354DF7" w:rsidP="00354DF7">
      <w:pPr>
        <w:tabs>
          <w:tab w:val="left" w:pos="6195"/>
        </w:tabs>
      </w:pPr>
      <w:r>
        <w:t>332.3328</w:t>
      </w:r>
      <w:r>
        <w:tab/>
        <w:t>4.403e1</w:t>
      </w:r>
    </w:p>
    <w:p w:rsidR="00354DF7" w:rsidRDefault="00354DF7" w:rsidP="00354DF7">
      <w:pPr>
        <w:tabs>
          <w:tab w:val="left" w:pos="6195"/>
        </w:tabs>
      </w:pPr>
      <w:r>
        <w:t>332.3349</w:t>
      </w:r>
      <w:r>
        <w:tab/>
        <w:t>2.915e1</w:t>
      </w:r>
    </w:p>
    <w:p w:rsidR="00354DF7" w:rsidRDefault="00354DF7" w:rsidP="00354DF7">
      <w:pPr>
        <w:tabs>
          <w:tab w:val="left" w:pos="6195"/>
        </w:tabs>
      </w:pPr>
      <w:r>
        <w:t>332.3376</w:t>
      </w:r>
      <w:r>
        <w:tab/>
        <w:t>3.101e1</w:t>
      </w:r>
    </w:p>
    <w:p w:rsidR="00354DF7" w:rsidRDefault="00354DF7" w:rsidP="00354DF7">
      <w:pPr>
        <w:tabs>
          <w:tab w:val="left" w:pos="6195"/>
        </w:tabs>
      </w:pPr>
      <w:r>
        <w:t>332.4177</w:t>
      </w:r>
      <w:r>
        <w:tab/>
        <w:t>1.285e0</w:t>
      </w:r>
    </w:p>
    <w:p w:rsidR="00354DF7" w:rsidRDefault="00354DF7" w:rsidP="00354DF7">
      <w:pPr>
        <w:tabs>
          <w:tab w:val="left" w:pos="6195"/>
        </w:tabs>
      </w:pPr>
      <w:r>
        <w:t>332.4281</w:t>
      </w:r>
      <w:r>
        <w:tab/>
        <w:t>2.683e0</w:t>
      </w:r>
    </w:p>
    <w:p w:rsidR="00354DF7" w:rsidRDefault="00354DF7" w:rsidP="00354DF7">
      <w:pPr>
        <w:tabs>
          <w:tab w:val="left" w:pos="6195"/>
        </w:tabs>
      </w:pPr>
      <w:r>
        <w:t>332.4407</w:t>
      </w:r>
      <w:r>
        <w:tab/>
        <w:t>1.565e0</w:t>
      </w:r>
    </w:p>
    <w:p w:rsidR="00354DF7" w:rsidRDefault="00354DF7" w:rsidP="00354DF7">
      <w:pPr>
        <w:tabs>
          <w:tab w:val="left" w:pos="6195"/>
        </w:tabs>
      </w:pPr>
      <w:r>
        <w:t>332.4516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332.4638</w:t>
      </w:r>
      <w:r>
        <w:tab/>
        <w:t>1.983e0</w:t>
      </w:r>
    </w:p>
    <w:p w:rsidR="00354DF7" w:rsidRDefault="00354DF7" w:rsidP="00354DF7">
      <w:pPr>
        <w:tabs>
          <w:tab w:val="left" w:pos="6195"/>
        </w:tabs>
      </w:pPr>
      <w:r>
        <w:t>332.4854</w:t>
      </w:r>
      <w:r>
        <w:tab/>
        <w:t>1.754e0</w:t>
      </w:r>
    </w:p>
    <w:p w:rsidR="00354DF7" w:rsidRDefault="00354DF7" w:rsidP="00354DF7">
      <w:pPr>
        <w:tabs>
          <w:tab w:val="left" w:pos="6195"/>
        </w:tabs>
      </w:pPr>
      <w:r>
        <w:t>332.4922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332.4964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332.5179</w:t>
      </w:r>
      <w:r>
        <w:tab/>
        <w:t>1.873e0</w:t>
      </w:r>
    </w:p>
    <w:p w:rsidR="00354DF7" w:rsidRDefault="00354DF7" w:rsidP="00354DF7">
      <w:pPr>
        <w:tabs>
          <w:tab w:val="left" w:pos="6195"/>
        </w:tabs>
      </w:pPr>
      <w:r>
        <w:t>332.5301</w:t>
      </w:r>
      <w:r>
        <w:tab/>
        <w:t>1.288e0</w:t>
      </w:r>
    </w:p>
    <w:p w:rsidR="00354DF7" w:rsidRDefault="00354DF7" w:rsidP="00354DF7">
      <w:pPr>
        <w:tabs>
          <w:tab w:val="left" w:pos="6195"/>
        </w:tabs>
      </w:pPr>
      <w:r>
        <w:lastRenderedPageBreak/>
        <w:t>332.5417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332.5540</w:t>
      </w:r>
      <w:r>
        <w:tab/>
        <w:t>2.597e0</w:t>
      </w:r>
    </w:p>
    <w:p w:rsidR="00354DF7" w:rsidRDefault="00354DF7" w:rsidP="00354DF7">
      <w:pPr>
        <w:tabs>
          <w:tab w:val="left" w:pos="6195"/>
        </w:tabs>
      </w:pPr>
      <w:r>
        <w:t>332.5845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332.5880</w:t>
      </w:r>
      <w:r>
        <w:tab/>
        <w:t>2.020e0</w:t>
      </w:r>
    </w:p>
    <w:p w:rsidR="00354DF7" w:rsidRDefault="00354DF7" w:rsidP="00354DF7">
      <w:pPr>
        <w:tabs>
          <w:tab w:val="left" w:pos="6195"/>
        </w:tabs>
      </w:pPr>
      <w:r>
        <w:t>332.5948</w:t>
      </w:r>
      <w:r>
        <w:tab/>
        <w:t>3.979e0</w:t>
      </w:r>
    </w:p>
    <w:p w:rsidR="00354DF7" w:rsidRDefault="00354DF7" w:rsidP="00354DF7">
      <w:pPr>
        <w:tabs>
          <w:tab w:val="left" w:pos="6195"/>
        </w:tabs>
      </w:pPr>
      <w:r>
        <w:t>332.5970</w:t>
      </w:r>
      <w:r>
        <w:tab/>
        <w:t>2.706e0</w:t>
      </w:r>
    </w:p>
    <w:p w:rsidR="00354DF7" w:rsidRDefault="00354DF7" w:rsidP="00354DF7">
      <w:pPr>
        <w:tabs>
          <w:tab w:val="left" w:pos="6195"/>
        </w:tabs>
      </w:pPr>
      <w:r>
        <w:t>332.6227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332.6285</w:t>
      </w:r>
      <w:r>
        <w:tab/>
        <w:t>2.355e0</w:t>
      </w:r>
    </w:p>
    <w:p w:rsidR="00354DF7" w:rsidRDefault="00354DF7" w:rsidP="00354DF7">
      <w:pPr>
        <w:tabs>
          <w:tab w:val="left" w:pos="6195"/>
        </w:tabs>
      </w:pPr>
      <w:r>
        <w:t>332.6337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332.6372</w:t>
      </w:r>
      <w:r>
        <w:tab/>
        <w:t>1.701e0</w:t>
      </w:r>
    </w:p>
    <w:p w:rsidR="00354DF7" w:rsidRDefault="00354DF7" w:rsidP="00354DF7">
      <w:pPr>
        <w:tabs>
          <w:tab w:val="left" w:pos="6195"/>
        </w:tabs>
      </w:pPr>
      <w:r>
        <w:t>332.6644</w:t>
      </w:r>
      <w:r>
        <w:tab/>
        <w:t>1.330e0</w:t>
      </w:r>
    </w:p>
    <w:p w:rsidR="00354DF7" w:rsidRDefault="00354DF7" w:rsidP="00354DF7">
      <w:pPr>
        <w:tabs>
          <w:tab w:val="left" w:pos="6195"/>
        </w:tabs>
      </w:pPr>
      <w:r>
        <w:t>332.6779</w:t>
      </w:r>
      <w:r>
        <w:tab/>
        <w:t>2.567e0</w:t>
      </w:r>
    </w:p>
    <w:p w:rsidR="00354DF7" w:rsidRDefault="00354DF7" w:rsidP="00354DF7">
      <w:pPr>
        <w:tabs>
          <w:tab w:val="left" w:pos="6195"/>
        </w:tabs>
      </w:pPr>
      <w:r>
        <w:t>332.6812</w:t>
      </w:r>
      <w:r>
        <w:tab/>
        <w:t>3.604e0</w:t>
      </w:r>
    </w:p>
    <w:p w:rsidR="00354DF7" w:rsidRDefault="00354DF7" w:rsidP="00354DF7">
      <w:pPr>
        <w:tabs>
          <w:tab w:val="left" w:pos="6195"/>
        </w:tabs>
      </w:pPr>
      <w:r>
        <w:t>332.6953</w:t>
      </w:r>
      <w:r>
        <w:tab/>
        <w:t>2.569e0</w:t>
      </w:r>
    </w:p>
    <w:p w:rsidR="00354DF7" w:rsidRDefault="00354DF7" w:rsidP="00354DF7">
      <w:pPr>
        <w:tabs>
          <w:tab w:val="left" w:pos="6195"/>
        </w:tabs>
      </w:pPr>
      <w:r>
        <w:t>332.7174</w:t>
      </w:r>
      <w:r>
        <w:tab/>
        <w:t>1.968e0</w:t>
      </w:r>
    </w:p>
    <w:p w:rsidR="00354DF7" w:rsidRDefault="00354DF7" w:rsidP="00354DF7">
      <w:pPr>
        <w:tabs>
          <w:tab w:val="left" w:pos="6195"/>
        </w:tabs>
      </w:pPr>
      <w:r>
        <w:t>332.7245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332.7350</w:t>
      </w:r>
      <w:r>
        <w:tab/>
        <w:t>1.870e0</w:t>
      </w:r>
    </w:p>
    <w:p w:rsidR="00354DF7" w:rsidRDefault="00354DF7" w:rsidP="00354DF7">
      <w:pPr>
        <w:tabs>
          <w:tab w:val="left" w:pos="6195"/>
        </w:tabs>
      </w:pPr>
      <w:r>
        <w:t>332.7421</w:t>
      </w:r>
      <w:r>
        <w:tab/>
        <w:t>5.041e0</w:t>
      </w:r>
    </w:p>
    <w:p w:rsidR="00354DF7" w:rsidRDefault="00354DF7" w:rsidP="00354DF7">
      <w:pPr>
        <w:tabs>
          <w:tab w:val="left" w:pos="6195"/>
        </w:tabs>
      </w:pPr>
      <w:r>
        <w:t>332.7638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332.7738</w:t>
      </w:r>
      <w:r>
        <w:tab/>
        <w:t>5.241e0</w:t>
      </w:r>
    </w:p>
    <w:p w:rsidR="00354DF7" w:rsidRDefault="00354DF7" w:rsidP="00354DF7">
      <w:pPr>
        <w:tabs>
          <w:tab w:val="left" w:pos="6195"/>
        </w:tabs>
      </w:pPr>
      <w:r>
        <w:t>332.7773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332.8005</w:t>
      </w:r>
      <w:r>
        <w:tab/>
        <w:t>1.301e0</w:t>
      </w:r>
    </w:p>
    <w:p w:rsidR="00354DF7" w:rsidRDefault="00354DF7" w:rsidP="00354DF7">
      <w:pPr>
        <w:tabs>
          <w:tab w:val="left" w:pos="6195"/>
        </w:tabs>
      </w:pPr>
      <w:r>
        <w:t>332.8069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332.8213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332.8263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332.8751</w:t>
      </w:r>
      <w:r>
        <w:tab/>
        <w:t>5.154e0</w:t>
      </w:r>
    </w:p>
    <w:p w:rsidR="00354DF7" w:rsidRDefault="00354DF7" w:rsidP="00354DF7">
      <w:pPr>
        <w:tabs>
          <w:tab w:val="left" w:pos="6195"/>
        </w:tabs>
      </w:pPr>
      <w:r>
        <w:t>332.8875</w:t>
      </w:r>
      <w:r>
        <w:tab/>
        <w:t>6.047e0</w:t>
      </w:r>
    </w:p>
    <w:p w:rsidR="00354DF7" w:rsidRDefault="00354DF7" w:rsidP="00354DF7">
      <w:pPr>
        <w:tabs>
          <w:tab w:val="left" w:pos="6195"/>
        </w:tabs>
      </w:pPr>
      <w:r>
        <w:t>332.8894</w:t>
      </w:r>
      <w:r>
        <w:tab/>
        <w:t>1.422e0</w:t>
      </w:r>
    </w:p>
    <w:p w:rsidR="00354DF7" w:rsidRDefault="00354DF7" w:rsidP="00354DF7">
      <w:pPr>
        <w:tabs>
          <w:tab w:val="left" w:pos="6195"/>
        </w:tabs>
      </w:pPr>
      <w:r>
        <w:t>332.8931</w:t>
      </w:r>
      <w:r>
        <w:tab/>
        <w:t>8.470e0</w:t>
      </w:r>
    </w:p>
    <w:p w:rsidR="00354DF7" w:rsidRDefault="00354DF7" w:rsidP="00354DF7">
      <w:pPr>
        <w:tabs>
          <w:tab w:val="left" w:pos="6195"/>
        </w:tabs>
      </w:pPr>
      <w:r>
        <w:t>332.9423</w:t>
      </w:r>
      <w:r>
        <w:tab/>
        <w:t>1.589e0</w:t>
      </w:r>
    </w:p>
    <w:p w:rsidR="00354DF7" w:rsidRDefault="00354DF7" w:rsidP="00354DF7">
      <w:pPr>
        <w:tabs>
          <w:tab w:val="left" w:pos="6195"/>
        </w:tabs>
      </w:pPr>
      <w:r>
        <w:t>332.9493</w:t>
      </w:r>
      <w:r>
        <w:tab/>
        <w:t>2.096e0</w:t>
      </w:r>
    </w:p>
    <w:p w:rsidR="00354DF7" w:rsidRDefault="00354DF7" w:rsidP="00354DF7">
      <w:pPr>
        <w:tabs>
          <w:tab w:val="left" w:pos="6195"/>
        </w:tabs>
      </w:pPr>
      <w:r>
        <w:t>332.9615</w:t>
      </w:r>
      <w:r>
        <w:tab/>
        <w:t>2.312e0</w:t>
      </w:r>
    </w:p>
    <w:p w:rsidR="00354DF7" w:rsidRDefault="00354DF7" w:rsidP="00354DF7">
      <w:pPr>
        <w:tabs>
          <w:tab w:val="left" w:pos="6195"/>
        </w:tabs>
      </w:pPr>
      <w:r>
        <w:t>332.9711</w:t>
      </w:r>
      <w:r>
        <w:tab/>
        <w:t>1.365e0</w:t>
      </w:r>
    </w:p>
    <w:p w:rsidR="00354DF7" w:rsidRDefault="00354DF7" w:rsidP="00354DF7">
      <w:pPr>
        <w:tabs>
          <w:tab w:val="left" w:pos="6195"/>
        </w:tabs>
      </w:pPr>
      <w:r>
        <w:t>332.9761</w:t>
      </w:r>
      <w:r>
        <w:tab/>
        <w:t>1.598e0</w:t>
      </w:r>
    </w:p>
    <w:p w:rsidR="00354DF7" w:rsidRDefault="00354DF7" w:rsidP="00354DF7">
      <w:pPr>
        <w:tabs>
          <w:tab w:val="left" w:pos="6195"/>
        </w:tabs>
      </w:pPr>
      <w:r>
        <w:t>332.9831</w:t>
      </w:r>
      <w:r>
        <w:tab/>
        <w:t>2.977e0</w:t>
      </w:r>
    </w:p>
    <w:p w:rsidR="00354DF7" w:rsidRDefault="00354DF7" w:rsidP="00354DF7">
      <w:pPr>
        <w:tabs>
          <w:tab w:val="left" w:pos="6195"/>
        </w:tabs>
      </w:pPr>
      <w:r>
        <w:t>333.0206</w:t>
      </w:r>
      <w:r>
        <w:tab/>
        <w:t>8.728e0</w:t>
      </w:r>
    </w:p>
    <w:p w:rsidR="00354DF7" w:rsidRDefault="00354DF7" w:rsidP="00354DF7">
      <w:pPr>
        <w:tabs>
          <w:tab w:val="left" w:pos="6195"/>
        </w:tabs>
      </w:pPr>
      <w:r>
        <w:t>333.0238</w:t>
      </w:r>
      <w:r>
        <w:tab/>
        <w:t>1.761e0</w:t>
      </w:r>
    </w:p>
    <w:p w:rsidR="00354DF7" w:rsidRDefault="00354DF7" w:rsidP="00354DF7">
      <w:pPr>
        <w:tabs>
          <w:tab w:val="left" w:pos="6195"/>
        </w:tabs>
      </w:pPr>
      <w:r>
        <w:t>333.0257</w:t>
      </w:r>
      <w:r>
        <w:tab/>
        <w:t>3.344e0</w:t>
      </w:r>
    </w:p>
    <w:p w:rsidR="00354DF7" w:rsidRDefault="00354DF7" w:rsidP="00354DF7">
      <w:pPr>
        <w:tabs>
          <w:tab w:val="left" w:pos="6195"/>
        </w:tabs>
      </w:pPr>
      <w:r>
        <w:lastRenderedPageBreak/>
        <w:t>333.0338</w:t>
      </w:r>
      <w:r>
        <w:tab/>
        <w:t>6.521e0</w:t>
      </w:r>
    </w:p>
    <w:p w:rsidR="00354DF7" w:rsidRDefault="00354DF7" w:rsidP="00354DF7">
      <w:pPr>
        <w:tabs>
          <w:tab w:val="left" w:pos="6195"/>
        </w:tabs>
      </w:pPr>
      <w:r>
        <w:t>333.0414</w:t>
      </w:r>
      <w:r>
        <w:tab/>
        <w:t>8.526e0</w:t>
      </w:r>
    </w:p>
    <w:p w:rsidR="00354DF7" w:rsidRDefault="00354DF7" w:rsidP="00354DF7">
      <w:pPr>
        <w:tabs>
          <w:tab w:val="left" w:pos="6195"/>
        </w:tabs>
      </w:pPr>
      <w:r>
        <w:t>333.0742</w:t>
      </w:r>
      <w:r>
        <w:tab/>
        <w:t>3.333e0</w:t>
      </w:r>
    </w:p>
    <w:p w:rsidR="00354DF7" w:rsidRDefault="00354DF7" w:rsidP="00354DF7">
      <w:pPr>
        <w:tabs>
          <w:tab w:val="left" w:pos="6195"/>
        </w:tabs>
      </w:pPr>
      <w:r>
        <w:t>333.0949</w:t>
      </w:r>
      <w:r>
        <w:tab/>
        <w:t>3.311e0</w:t>
      </w:r>
    </w:p>
    <w:p w:rsidR="00354DF7" w:rsidRDefault="00354DF7" w:rsidP="00354DF7">
      <w:pPr>
        <w:tabs>
          <w:tab w:val="left" w:pos="6195"/>
        </w:tabs>
      </w:pPr>
      <w:r>
        <w:t>333.1209</w:t>
      </w:r>
      <w:r>
        <w:tab/>
        <w:t>1.765e0</w:t>
      </w:r>
    </w:p>
    <w:p w:rsidR="00354DF7" w:rsidRDefault="00354DF7" w:rsidP="00354DF7">
      <w:pPr>
        <w:tabs>
          <w:tab w:val="left" w:pos="6195"/>
        </w:tabs>
      </w:pPr>
      <w:r>
        <w:t>333.1587</w:t>
      </w:r>
      <w:r>
        <w:tab/>
        <w:t>6.632e0</w:t>
      </w:r>
    </w:p>
    <w:p w:rsidR="00354DF7" w:rsidRDefault="00354DF7" w:rsidP="00354DF7">
      <w:pPr>
        <w:tabs>
          <w:tab w:val="left" w:pos="6195"/>
        </w:tabs>
      </w:pPr>
      <w:r>
        <w:t>333.2227</w:t>
      </w:r>
      <w:r>
        <w:tab/>
        <w:t>1.680e0</w:t>
      </w:r>
    </w:p>
    <w:p w:rsidR="00354DF7" w:rsidRDefault="00354DF7" w:rsidP="00354DF7">
      <w:pPr>
        <w:tabs>
          <w:tab w:val="left" w:pos="6195"/>
        </w:tabs>
      </w:pPr>
      <w:r>
        <w:t>333.2348</w:t>
      </w:r>
      <w:r>
        <w:tab/>
        <w:t>1.632e0</w:t>
      </w:r>
    </w:p>
    <w:p w:rsidR="00354DF7" w:rsidRDefault="00354DF7" w:rsidP="00354DF7">
      <w:pPr>
        <w:tabs>
          <w:tab w:val="left" w:pos="6195"/>
        </w:tabs>
      </w:pPr>
      <w:r>
        <w:t>333.2802</w:t>
      </w:r>
      <w:r>
        <w:tab/>
        <w:t>2.523e0</w:t>
      </w:r>
    </w:p>
    <w:p w:rsidR="00354DF7" w:rsidRDefault="00354DF7" w:rsidP="00354DF7">
      <w:pPr>
        <w:tabs>
          <w:tab w:val="left" w:pos="6195"/>
        </w:tabs>
      </w:pPr>
      <w:r>
        <w:t>333.2903</w:t>
      </w:r>
      <w:r>
        <w:tab/>
        <w:t>1.267e0</w:t>
      </w:r>
    </w:p>
    <w:p w:rsidR="00354DF7" w:rsidRDefault="00354DF7" w:rsidP="00354DF7">
      <w:pPr>
        <w:tabs>
          <w:tab w:val="left" w:pos="6195"/>
        </w:tabs>
      </w:pPr>
      <w:r>
        <w:t>333.3141</w:t>
      </w:r>
      <w:r>
        <w:tab/>
        <w:t>1.321e0</w:t>
      </w:r>
    </w:p>
    <w:p w:rsidR="00354DF7" w:rsidRDefault="00354DF7" w:rsidP="00354DF7">
      <w:pPr>
        <w:tabs>
          <w:tab w:val="left" w:pos="6195"/>
        </w:tabs>
      </w:pPr>
      <w:r>
        <w:t>333.3203</w:t>
      </w:r>
      <w:r>
        <w:tab/>
        <w:t>2.440e0</w:t>
      </w:r>
    </w:p>
    <w:p w:rsidR="00354DF7" w:rsidRDefault="00354DF7" w:rsidP="00354DF7">
      <w:pPr>
        <w:tabs>
          <w:tab w:val="left" w:pos="6195"/>
        </w:tabs>
      </w:pPr>
      <w:r>
        <w:t>333.3333</w:t>
      </w:r>
      <w:r>
        <w:tab/>
        <w:t>7.599e0</w:t>
      </w:r>
    </w:p>
    <w:p w:rsidR="00354DF7" w:rsidRDefault="00354DF7" w:rsidP="00354DF7">
      <w:pPr>
        <w:tabs>
          <w:tab w:val="left" w:pos="6195"/>
        </w:tabs>
      </w:pPr>
      <w:r>
        <w:t>333.3351</w:t>
      </w:r>
      <w:r>
        <w:tab/>
        <w:t>6.025e0</w:t>
      </w:r>
    </w:p>
    <w:p w:rsidR="00354DF7" w:rsidRDefault="00354DF7" w:rsidP="00354DF7">
      <w:pPr>
        <w:tabs>
          <w:tab w:val="left" w:pos="6195"/>
        </w:tabs>
      </w:pPr>
      <w:r>
        <w:t>333.3377</w:t>
      </w:r>
      <w:r>
        <w:tab/>
        <w:t>4.949e0</w:t>
      </w:r>
    </w:p>
    <w:p w:rsidR="00354DF7" w:rsidRDefault="00354DF7" w:rsidP="00354DF7">
      <w:pPr>
        <w:tabs>
          <w:tab w:val="left" w:pos="6195"/>
        </w:tabs>
      </w:pPr>
      <w:r>
        <w:t>333.3405</w:t>
      </w:r>
      <w:r>
        <w:tab/>
        <w:t>9.893e0</w:t>
      </w:r>
    </w:p>
    <w:p w:rsidR="00354DF7" w:rsidRDefault="00354DF7" w:rsidP="00354DF7">
      <w:pPr>
        <w:tabs>
          <w:tab w:val="left" w:pos="6195"/>
        </w:tabs>
      </w:pPr>
      <w:r>
        <w:t>333.3987</w:t>
      </w:r>
      <w:r>
        <w:tab/>
        <w:t>1.631e0</w:t>
      </w:r>
    </w:p>
    <w:p w:rsidR="00354DF7" w:rsidRDefault="00354DF7" w:rsidP="00354DF7">
      <w:pPr>
        <w:tabs>
          <w:tab w:val="left" w:pos="6195"/>
        </w:tabs>
      </w:pPr>
      <w:r>
        <w:t>333.4052</w:t>
      </w:r>
      <w:r>
        <w:tab/>
        <w:t>1.601e0</w:t>
      </w:r>
    </w:p>
    <w:p w:rsidR="00354DF7" w:rsidRDefault="00354DF7" w:rsidP="00354DF7">
      <w:pPr>
        <w:tabs>
          <w:tab w:val="left" w:pos="6195"/>
        </w:tabs>
      </w:pPr>
      <w:r>
        <w:t>333.4108</w:t>
      </w:r>
      <w:r>
        <w:tab/>
        <w:t>2.114e0</w:t>
      </w:r>
    </w:p>
    <w:p w:rsidR="00354DF7" w:rsidRDefault="00354DF7" w:rsidP="00354DF7">
      <w:pPr>
        <w:tabs>
          <w:tab w:val="left" w:pos="6195"/>
        </w:tabs>
      </w:pPr>
      <w:r>
        <w:lastRenderedPageBreak/>
        <w:t>333.4268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333.4639</w:t>
      </w:r>
      <w:r>
        <w:tab/>
        <w:t>2.004e0</w:t>
      </w:r>
    </w:p>
    <w:p w:rsidR="00354DF7" w:rsidRDefault="00354DF7" w:rsidP="00354DF7">
      <w:pPr>
        <w:tabs>
          <w:tab w:val="left" w:pos="6195"/>
        </w:tabs>
      </w:pPr>
      <w:r>
        <w:t>333.4658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333.4708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333.4748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333.4763</w:t>
      </w:r>
      <w:r>
        <w:tab/>
        <w:t>4.146e0</w:t>
      </w:r>
    </w:p>
    <w:p w:rsidR="00354DF7" w:rsidRDefault="00354DF7" w:rsidP="00354DF7">
      <w:pPr>
        <w:tabs>
          <w:tab w:val="left" w:pos="6195"/>
        </w:tabs>
      </w:pPr>
      <w:r>
        <w:t>333.5108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333.5187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333.5288</w:t>
      </w:r>
      <w:r>
        <w:tab/>
        <w:t>2.454e0</w:t>
      </w:r>
    </w:p>
    <w:p w:rsidR="00354DF7" w:rsidRDefault="00354DF7" w:rsidP="00354DF7">
      <w:pPr>
        <w:tabs>
          <w:tab w:val="left" w:pos="6195"/>
        </w:tabs>
      </w:pPr>
      <w:r>
        <w:t>333.5414</w:t>
      </w:r>
      <w:r>
        <w:tab/>
        <w:t>3.127e0</w:t>
      </w:r>
    </w:p>
    <w:p w:rsidR="00354DF7" w:rsidRDefault="00354DF7" w:rsidP="00354DF7">
      <w:pPr>
        <w:tabs>
          <w:tab w:val="left" w:pos="6195"/>
        </w:tabs>
      </w:pPr>
      <w:r>
        <w:t>333.5491</w:t>
      </w:r>
      <w:r>
        <w:tab/>
        <w:t>1.297e0</w:t>
      </w:r>
    </w:p>
    <w:p w:rsidR="00354DF7" w:rsidRDefault="00354DF7" w:rsidP="00354DF7">
      <w:pPr>
        <w:tabs>
          <w:tab w:val="left" w:pos="6195"/>
        </w:tabs>
      </w:pPr>
      <w:r>
        <w:t>333.5573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333.5749</w:t>
      </w:r>
      <w:r>
        <w:tab/>
        <w:t>1.217e0</w:t>
      </w:r>
    </w:p>
    <w:p w:rsidR="00354DF7" w:rsidRDefault="00354DF7" w:rsidP="00354DF7">
      <w:pPr>
        <w:tabs>
          <w:tab w:val="left" w:pos="6195"/>
        </w:tabs>
      </w:pPr>
      <w:r>
        <w:t>333.5800</w:t>
      </w:r>
      <w:r>
        <w:tab/>
        <w:t>3.017e0</w:t>
      </w:r>
    </w:p>
    <w:p w:rsidR="00354DF7" w:rsidRDefault="00354DF7" w:rsidP="00354DF7">
      <w:pPr>
        <w:tabs>
          <w:tab w:val="left" w:pos="6195"/>
        </w:tabs>
      </w:pPr>
      <w:r>
        <w:t>333.5843</w:t>
      </w:r>
      <w:r>
        <w:tab/>
        <w:t>2.916e0</w:t>
      </w:r>
    </w:p>
    <w:p w:rsidR="00354DF7" w:rsidRDefault="00354DF7" w:rsidP="00354DF7">
      <w:pPr>
        <w:tabs>
          <w:tab w:val="left" w:pos="6195"/>
        </w:tabs>
      </w:pPr>
      <w:r>
        <w:t>333.6253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333.6637</w:t>
      </w:r>
      <w:r>
        <w:tab/>
        <w:t>4.841e0</w:t>
      </w:r>
    </w:p>
    <w:p w:rsidR="00354DF7" w:rsidRDefault="00354DF7" w:rsidP="00354DF7">
      <w:pPr>
        <w:tabs>
          <w:tab w:val="left" w:pos="6195"/>
        </w:tabs>
      </w:pPr>
      <w:r>
        <w:t>333.6694</w:t>
      </w:r>
      <w:r>
        <w:tab/>
        <w:t>1.469e0</w:t>
      </w:r>
    </w:p>
    <w:p w:rsidR="00354DF7" w:rsidRDefault="00354DF7" w:rsidP="00354DF7">
      <w:pPr>
        <w:tabs>
          <w:tab w:val="left" w:pos="6195"/>
        </w:tabs>
      </w:pPr>
      <w:r>
        <w:t>333.6852</w:t>
      </w:r>
      <w:r>
        <w:tab/>
        <w:t>2.507e0</w:t>
      </w:r>
    </w:p>
    <w:p w:rsidR="00354DF7" w:rsidRDefault="00354DF7" w:rsidP="00354DF7">
      <w:pPr>
        <w:tabs>
          <w:tab w:val="left" w:pos="6195"/>
        </w:tabs>
      </w:pPr>
      <w:r>
        <w:lastRenderedPageBreak/>
        <w:t>333.7145</w:t>
      </w:r>
      <w:r>
        <w:tab/>
        <w:t>1.952e0</w:t>
      </w:r>
    </w:p>
    <w:p w:rsidR="00354DF7" w:rsidRDefault="00354DF7" w:rsidP="00354DF7">
      <w:pPr>
        <w:tabs>
          <w:tab w:val="left" w:pos="6195"/>
        </w:tabs>
      </w:pPr>
      <w:r>
        <w:t>333.7321</w:t>
      </w:r>
      <w:r>
        <w:tab/>
        <w:t>2.653e0</w:t>
      </w:r>
    </w:p>
    <w:p w:rsidR="00354DF7" w:rsidRDefault="00354DF7" w:rsidP="00354DF7">
      <w:pPr>
        <w:tabs>
          <w:tab w:val="left" w:pos="6195"/>
        </w:tabs>
      </w:pPr>
      <w:r>
        <w:t>333.7335</w:t>
      </w:r>
      <w:r>
        <w:tab/>
        <w:t>1.438e0</w:t>
      </w:r>
    </w:p>
    <w:p w:rsidR="00354DF7" w:rsidRDefault="00354DF7" w:rsidP="00354DF7">
      <w:pPr>
        <w:tabs>
          <w:tab w:val="left" w:pos="6195"/>
        </w:tabs>
      </w:pPr>
      <w:r>
        <w:t>333.7366</w:t>
      </w:r>
      <w:r>
        <w:tab/>
        <w:t>1.244e0</w:t>
      </w:r>
    </w:p>
    <w:p w:rsidR="00354DF7" w:rsidRDefault="00354DF7" w:rsidP="00354DF7">
      <w:pPr>
        <w:tabs>
          <w:tab w:val="left" w:pos="6195"/>
        </w:tabs>
      </w:pPr>
      <w:r>
        <w:t>333.7427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333.7646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333.7813</w:t>
      </w:r>
      <w:r>
        <w:tab/>
        <w:t>1.190e0</w:t>
      </w:r>
    </w:p>
    <w:p w:rsidR="00354DF7" w:rsidRDefault="00354DF7" w:rsidP="00354DF7">
      <w:pPr>
        <w:tabs>
          <w:tab w:val="left" w:pos="6195"/>
        </w:tabs>
      </w:pPr>
      <w:r>
        <w:t>333.7861</w:t>
      </w:r>
      <w:r>
        <w:tab/>
        <w:t>5.022e0</w:t>
      </w:r>
    </w:p>
    <w:p w:rsidR="00354DF7" w:rsidRDefault="00354DF7" w:rsidP="00354DF7">
      <w:pPr>
        <w:tabs>
          <w:tab w:val="left" w:pos="6195"/>
        </w:tabs>
      </w:pPr>
      <w:r>
        <w:t>333.8010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333.8120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333.8488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333.8726</w:t>
      </w:r>
      <w:r>
        <w:tab/>
        <w:t>1.449e0</w:t>
      </w:r>
    </w:p>
    <w:p w:rsidR="00354DF7" w:rsidRDefault="00354DF7" w:rsidP="00354DF7">
      <w:pPr>
        <w:tabs>
          <w:tab w:val="left" w:pos="6195"/>
        </w:tabs>
      </w:pPr>
      <w:r>
        <w:t>333.8807</w:t>
      </w:r>
      <w:r>
        <w:tab/>
        <w:t>1.340e0</w:t>
      </w:r>
    </w:p>
    <w:p w:rsidR="00354DF7" w:rsidRDefault="00354DF7" w:rsidP="00354DF7">
      <w:pPr>
        <w:tabs>
          <w:tab w:val="left" w:pos="6195"/>
        </w:tabs>
      </w:pPr>
      <w:r>
        <w:t>333.8894</w:t>
      </w:r>
      <w:r>
        <w:tab/>
        <w:t>3.274e0</w:t>
      </w:r>
    </w:p>
    <w:p w:rsidR="00354DF7" w:rsidRDefault="00354DF7" w:rsidP="00354DF7">
      <w:pPr>
        <w:tabs>
          <w:tab w:val="left" w:pos="6195"/>
        </w:tabs>
      </w:pPr>
      <w:r>
        <w:t>333.9839</w:t>
      </w:r>
      <w:r>
        <w:tab/>
        <w:t>2.685e0</w:t>
      </w:r>
    </w:p>
    <w:p w:rsidR="00354DF7" w:rsidRDefault="00354DF7" w:rsidP="00354DF7">
      <w:pPr>
        <w:tabs>
          <w:tab w:val="left" w:pos="6195"/>
        </w:tabs>
      </w:pPr>
      <w:r>
        <w:t>334.0185</w:t>
      </w:r>
      <w:r>
        <w:tab/>
        <w:t>1.887e0</w:t>
      </w:r>
    </w:p>
    <w:p w:rsidR="00354DF7" w:rsidRDefault="00354DF7" w:rsidP="00354DF7">
      <w:pPr>
        <w:tabs>
          <w:tab w:val="left" w:pos="6195"/>
        </w:tabs>
      </w:pPr>
      <w:r>
        <w:t>334.0267</w:t>
      </w:r>
      <w:r>
        <w:tab/>
        <w:t>1.711e0</w:t>
      </w:r>
    </w:p>
    <w:p w:rsidR="00354DF7" w:rsidRDefault="00354DF7" w:rsidP="00354DF7">
      <w:pPr>
        <w:tabs>
          <w:tab w:val="left" w:pos="6195"/>
        </w:tabs>
      </w:pPr>
      <w:r>
        <w:t>334.0313</w:t>
      </w:r>
      <w:r>
        <w:tab/>
        <w:t>6.307e0</w:t>
      </w:r>
    </w:p>
    <w:p w:rsidR="00354DF7" w:rsidRDefault="00354DF7" w:rsidP="00354DF7">
      <w:pPr>
        <w:tabs>
          <w:tab w:val="left" w:pos="6195"/>
        </w:tabs>
      </w:pPr>
      <w:r>
        <w:t>334.0536</w:t>
      </w:r>
      <w:r>
        <w:tab/>
        <w:t>2.580e0</w:t>
      </w:r>
    </w:p>
    <w:p w:rsidR="00354DF7" w:rsidRDefault="00354DF7" w:rsidP="00354DF7">
      <w:pPr>
        <w:tabs>
          <w:tab w:val="left" w:pos="6195"/>
        </w:tabs>
      </w:pPr>
      <w:r>
        <w:lastRenderedPageBreak/>
        <w:t>334.0599</w:t>
      </w:r>
      <w:r>
        <w:tab/>
        <w:t>2.710e0</w:t>
      </w:r>
    </w:p>
    <w:p w:rsidR="00354DF7" w:rsidRDefault="00354DF7" w:rsidP="00354DF7">
      <w:pPr>
        <w:tabs>
          <w:tab w:val="left" w:pos="6195"/>
        </w:tabs>
      </w:pPr>
      <w:r>
        <w:t>334.2149</w:t>
      </w:r>
      <w:r>
        <w:tab/>
        <w:t>4.504e0</w:t>
      </w:r>
    </w:p>
    <w:p w:rsidR="00354DF7" w:rsidRDefault="00354DF7" w:rsidP="00354DF7">
      <w:pPr>
        <w:tabs>
          <w:tab w:val="left" w:pos="6195"/>
        </w:tabs>
      </w:pPr>
      <w:r>
        <w:t>334.2163</w:t>
      </w:r>
      <w:r>
        <w:tab/>
        <w:t>3.810e0</w:t>
      </w:r>
    </w:p>
    <w:p w:rsidR="00354DF7" w:rsidRDefault="00354DF7" w:rsidP="00354DF7">
      <w:pPr>
        <w:tabs>
          <w:tab w:val="left" w:pos="6195"/>
        </w:tabs>
      </w:pPr>
      <w:r>
        <w:t>334.2814</w:t>
      </w:r>
      <w:r>
        <w:tab/>
        <w:t>2.451e0</w:t>
      </w:r>
    </w:p>
    <w:p w:rsidR="00354DF7" w:rsidRDefault="00354DF7" w:rsidP="00354DF7">
      <w:pPr>
        <w:tabs>
          <w:tab w:val="left" w:pos="6195"/>
        </w:tabs>
      </w:pPr>
      <w:r>
        <w:t>334.3154</w:t>
      </w:r>
      <w:r>
        <w:tab/>
        <w:t>1.761e0</w:t>
      </w:r>
    </w:p>
    <w:p w:rsidR="00354DF7" w:rsidRDefault="00354DF7" w:rsidP="00354DF7">
      <w:pPr>
        <w:tabs>
          <w:tab w:val="left" w:pos="6195"/>
        </w:tabs>
      </w:pPr>
      <w:r>
        <w:t>334.3434</w:t>
      </w:r>
      <w:r>
        <w:tab/>
        <w:t>3.263e0</w:t>
      </w:r>
    </w:p>
    <w:p w:rsidR="00354DF7" w:rsidRDefault="00354DF7" w:rsidP="00354DF7">
      <w:pPr>
        <w:tabs>
          <w:tab w:val="left" w:pos="6195"/>
        </w:tabs>
      </w:pPr>
      <w:r>
        <w:t>334.3651</w:t>
      </w:r>
      <w:r>
        <w:tab/>
        <w:t>1.925e0</w:t>
      </w:r>
    </w:p>
    <w:p w:rsidR="00354DF7" w:rsidRDefault="00354DF7" w:rsidP="00354DF7">
      <w:pPr>
        <w:tabs>
          <w:tab w:val="left" w:pos="6195"/>
        </w:tabs>
      </w:pPr>
      <w:r>
        <w:t>334.4244</w:t>
      </w:r>
      <w:r>
        <w:tab/>
        <w:t>2.891e0</w:t>
      </w:r>
    </w:p>
    <w:p w:rsidR="00354DF7" w:rsidRDefault="00354DF7" w:rsidP="00354DF7">
      <w:pPr>
        <w:tabs>
          <w:tab w:val="left" w:pos="6195"/>
        </w:tabs>
      </w:pPr>
      <w:r>
        <w:t>334.4389</w:t>
      </w:r>
      <w:r>
        <w:tab/>
        <w:t>8.820e0</w:t>
      </w:r>
    </w:p>
    <w:p w:rsidR="00354DF7" w:rsidRDefault="00354DF7" w:rsidP="00354DF7">
      <w:pPr>
        <w:tabs>
          <w:tab w:val="left" w:pos="6195"/>
        </w:tabs>
      </w:pPr>
      <w:r>
        <w:t>334.4419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334.4440</w:t>
      </w:r>
      <w:r>
        <w:tab/>
        <w:t>1.459e0</w:t>
      </w:r>
    </w:p>
    <w:p w:rsidR="00354DF7" w:rsidRDefault="00354DF7" w:rsidP="00354DF7">
      <w:pPr>
        <w:tabs>
          <w:tab w:val="left" w:pos="6195"/>
        </w:tabs>
      </w:pPr>
      <w:r>
        <w:t>334.4844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334.5184</w:t>
      </w:r>
      <w:r>
        <w:tab/>
        <w:t>1.962e0</w:t>
      </w:r>
    </w:p>
    <w:p w:rsidR="00354DF7" w:rsidRDefault="00354DF7" w:rsidP="00354DF7">
      <w:pPr>
        <w:tabs>
          <w:tab w:val="left" w:pos="6195"/>
        </w:tabs>
      </w:pPr>
      <w:r>
        <w:t>334.5197</w:t>
      </w:r>
      <w:r>
        <w:tab/>
        <w:t>5.374e0</w:t>
      </w:r>
    </w:p>
    <w:p w:rsidR="00354DF7" w:rsidRDefault="00354DF7" w:rsidP="00354DF7">
      <w:pPr>
        <w:tabs>
          <w:tab w:val="left" w:pos="6195"/>
        </w:tabs>
      </w:pPr>
      <w:r>
        <w:t>334.5306</w:t>
      </w:r>
      <w:r>
        <w:tab/>
        <w:t>3.467e0</w:t>
      </w:r>
    </w:p>
    <w:p w:rsidR="00354DF7" w:rsidRDefault="00354DF7" w:rsidP="00354DF7">
      <w:pPr>
        <w:tabs>
          <w:tab w:val="left" w:pos="6195"/>
        </w:tabs>
      </w:pPr>
      <w:r>
        <w:t>334.5624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334.5744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334.5925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334.6070</w:t>
      </w:r>
      <w:r>
        <w:tab/>
        <w:t>2.019e0</w:t>
      </w:r>
    </w:p>
    <w:p w:rsidR="00354DF7" w:rsidRDefault="00354DF7" w:rsidP="00354DF7">
      <w:pPr>
        <w:tabs>
          <w:tab w:val="left" w:pos="6195"/>
        </w:tabs>
      </w:pPr>
      <w:r>
        <w:lastRenderedPageBreak/>
        <w:t>334.6221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334.6312</w:t>
      </w:r>
      <w:r>
        <w:tab/>
        <w:t>2.241e0</w:t>
      </w:r>
    </w:p>
    <w:p w:rsidR="00354DF7" w:rsidRDefault="00354DF7" w:rsidP="00354DF7">
      <w:pPr>
        <w:tabs>
          <w:tab w:val="left" w:pos="6195"/>
        </w:tabs>
      </w:pPr>
      <w:r>
        <w:t>334.6599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334.6667</w:t>
      </w:r>
      <w:r>
        <w:tab/>
        <w:t>1.622e0</w:t>
      </w:r>
    </w:p>
    <w:p w:rsidR="00354DF7" w:rsidRDefault="00354DF7" w:rsidP="00354DF7">
      <w:pPr>
        <w:tabs>
          <w:tab w:val="left" w:pos="6195"/>
        </w:tabs>
      </w:pPr>
      <w:r>
        <w:t>334.6854</w:t>
      </w:r>
      <w:r>
        <w:tab/>
        <w:t>2.591e0</w:t>
      </w:r>
    </w:p>
    <w:p w:rsidR="00354DF7" w:rsidRDefault="00354DF7" w:rsidP="00354DF7">
      <w:pPr>
        <w:tabs>
          <w:tab w:val="left" w:pos="6195"/>
        </w:tabs>
      </w:pPr>
      <w:r>
        <w:t>334.7261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334.7476</w:t>
      </w:r>
      <w:r>
        <w:tab/>
        <w:t>3.899e0</w:t>
      </w:r>
    </w:p>
    <w:p w:rsidR="00354DF7" w:rsidRDefault="00354DF7" w:rsidP="00354DF7">
      <w:pPr>
        <w:tabs>
          <w:tab w:val="left" w:pos="6195"/>
        </w:tabs>
      </w:pPr>
      <w:r>
        <w:t>334.7617</w:t>
      </w:r>
      <w:r>
        <w:tab/>
        <w:t>3.201e0</w:t>
      </w:r>
    </w:p>
    <w:p w:rsidR="00354DF7" w:rsidRDefault="00354DF7" w:rsidP="00354DF7">
      <w:pPr>
        <w:tabs>
          <w:tab w:val="left" w:pos="6195"/>
        </w:tabs>
      </w:pPr>
      <w:r>
        <w:t>334.7819</w:t>
      </w:r>
      <w:r>
        <w:tab/>
        <w:t>1.092e0</w:t>
      </w:r>
    </w:p>
    <w:p w:rsidR="00354DF7" w:rsidRDefault="00354DF7" w:rsidP="00354DF7">
      <w:pPr>
        <w:tabs>
          <w:tab w:val="left" w:pos="6195"/>
        </w:tabs>
      </w:pPr>
      <w:r>
        <w:t>334.8015</w:t>
      </w:r>
      <w:r>
        <w:tab/>
        <w:t>3.019e0</w:t>
      </w:r>
    </w:p>
    <w:p w:rsidR="00354DF7" w:rsidRDefault="00354DF7" w:rsidP="00354DF7">
      <w:pPr>
        <w:tabs>
          <w:tab w:val="left" w:pos="6195"/>
        </w:tabs>
      </w:pPr>
      <w:r>
        <w:t>334.8110</w:t>
      </w:r>
      <w:r>
        <w:tab/>
        <w:t>4.233e0</w:t>
      </w:r>
    </w:p>
    <w:p w:rsidR="00354DF7" w:rsidRDefault="00354DF7" w:rsidP="00354DF7">
      <w:pPr>
        <w:tabs>
          <w:tab w:val="left" w:pos="6195"/>
        </w:tabs>
      </w:pPr>
      <w:r>
        <w:t>334.8188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334.8669</w:t>
      </w:r>
      <w:r>
        <w:tab/>
        <w:t>1.052e0</w:t>
      </w:r>
    </w:p>
    <w:p w:rsidR="00354DF7" w:rsidRDefault="00354DF7" w:rsidP="00354DF7">
      <w:pPr>
        <w:tabs>
          <w:tab w:val="left" w:pos="6195"/>
        </w:tabs>
      </w:pPr>
      <w:r>
        <w:t>334.8749</w:t>
      </w:r>
      <w:r>
        <w:tab/>
        <w:t>1.340e0</w:t>
      </w:r>
    </w:p>
    <w:p w:rsidR="00354DF7" w:rsidRDefault="00354DF7" w:rsidP="00354DF7">
      <w:pPr>
        <w:tabs>
          <w:tab w:val="left" w:pos="6195"/>
        </w:tabs>
      </w:pPr>
      <w:r>
        <w:t>334.8794</w:t>
      </w:r>
      <w:r>
        <w:tab/>
        <w:t>2.649e0</w:t>
      </w:r>
    </w:p>
    <w:p w:rsidR="00354DF7" w:rsidRDefault="00354DF7" w:rsidP="00354DF7">
      <w:pPr>
        <w:tabs>
          <w:tab w:val="left" w:pos="6195"/>
        </w:tabs>
      </w:pPr>
      <w:r>
        <w:t>334.8825</w:t>
      </w:r>
      <w:r>
        <w:tab/>
        <w:t>2.809e0</w:t>
      </w:r>
    </w:p>
    <w:p w:rsidR="00354DF7" w:rsidRDefault="00354DF7" w:rsidP="00354DF7">
      <w:pPr>
        <w:tabs>
          <w:tab w:val="left" w:pos="6195"/>
        </w:tabs>
      </w:pPr>
      <w:r>
        <w:t>334.9260</w:t>
      </w:r>
      <w:r>
        <w:tab/>
        <w:t>6.520e0</w:t>
      </w:r>
    </w:p>
    <w:p w:rsidR="00354DF7" w:rsidRDefault="00354DF7" w:rsidP="00354DF7">
      <w:pPr>
        <w:tabs>
          <w:tab w:val="left" w:pos="6195"/>
        </w:tabs>
      </w:pPr>
      <w:r>
        <w:t>334.9644</w:t>
      </w:r>
      <w:r>
        <w:tab/>
        <w:t>1.204e0</w:t>
      </w:r>
    </w:p>
    <w:p w:rsidR="00354DF7" w:rsidRDefault="00354DF7" w:rsidP="00354DF7">
      <w:pPr>
        <w:tabs>
          <w:tab w:val="left" w:pos="6195"/>
        </w:tabs>
      </w:pPr>
      <w:r>
        <w:t>335.0115</w:t>
      </w:r>
      <w:r>
        <w:tab/>
        <w:t>4.468e0</w:t>
      </w:r>
    </w:p>
    <w:p w:rsidR="00354DF7" w:rsidRDefault="00354DF7" w:rsidP="00354DF7">
      <w:pPr>
        <w:tabs>
          <w:tab w:val="left" w:pos="6195"/>
        </w:tabs>
      </w:pPr>
      <w:r>
        <w:lastRenderedPageBreak/>
        <w:t>335.0140</w:t>
      </w:r>
      <w:r>
        <w:tab/>
        <w:t>1.512e0</w:t>
      </w:r>
    </w:p>
    <w:p w:rsidR="00354DF7" w:rsidRDefault="00354DF7" w:rsidP="00354DF7">
      <w:pPr>
        <w:tabs>
          <w:tab w:val="left" w:pos="6195"/>
        </w:tabs>
      </w:pPr>
      <w:r>
        <w:t>335.0200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335.0355</w:t>
      </w:r>
      <w:r>
        <w:tab/>
        <w:t>2.132e0</w:t>
      </w:r>
    </w:p>
    <w:p w:rsidR="00354DF7" w:rsidRDefault="00354DF7" w:rsidP="00354DF7">
      <w:pPr>
        <w:tabs>
          <w:tab w:val="left" w:pos="6195"/>
        </w:tabs>
      </w:pPr>
      <w:r>
        <w:t>335.0505</w:t>
      </w:r>
      <w:r>
        <w:tab/>
        <w:t>2.407e0</w:t>
      </w:r>
    </w:p>
    <w:p w:rsidR="00354DF7" w:rsidRDefault="00354DF7" w:rsidP="00354DF7">
      <w:pPr>
        <w:tabs>
          <w:tab w:val="left" w:pos="6195"/>
        </w:tabs>
      </w:pPr>
      <w:r>
        <w:t>335.0755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335.0845</w:t>
      </w:r>
      <w:r>
        <w:tab/>
        <w:t>4.718e0</w:t>
      </w:r>
    </w:p>
    <w:p w:rsidR="00354DF7" w:rsidRDefault="00354DF7" w:rsidP="00354DF7">
      <w:pPr>
        <w:tabs>
          <w:tab w:val="left" w:pos="6195"/>
        </w:tabs>
      </w:pPr>
      <w:r>
        <w:t>335.0923</w:t>
      </w:r>
      <w:r>
        <w:tab/>
        <w:t>1.114e0</w:t>
      </w:r>
    </w:p>
    <w:p w:rsidR="00354DF7" w:rsidRDefault="00354DF7" w:rsidP="00354DF7">
      <w:pPr>
        <w:tabs>
          <w:tab w:val="left" w:pos="6195"/>
        </w:tabs>
      </w:pPr>
      <w:r>
        <w:t>335.1635</w:t>
      </w:r>
      <w:r>
        <w:tab/>
        <w:t>1.966e0</w:t>
      </w:r>
    </w:p>
    <w:p w:rsidR="00354DF7" w:rsidRDefault="00354DF7" w:rsidP="00354DF7">
      <w:pPr>
        <w:tabs>
          <w:tab w:val="left" w:pos="6195"/>
        </w:tabs>
      </w:pPr>
      <w:r>
        <w:t>335.1650</w:t>
      </w:r>
      <w:r>
        <w:tab/>
        <w:t>6.847e0</w:t>
      </w:r>
    </w:p>
    <w:p w:rsidR="00354DF7" w:rsidRDefault="00354DF7" w:rsidP="00354DF7">
      <w:pPr>
        <w:tabs>
          <w:tab w:val="left" w:pos="6195"/>
        </w:tabs>
      </w:pPr>
      <w:r>
        <w:t>335.1833</w:t>
      </w:r>
      <w:r>
        <w:tab/>
        <w:t>1.831e0</w:t>
      </w:r>
    </w:p>
    <w:p w:rsidR="00354DF7" w:rsidRDefault="00354DF7" w:rsidP="00354DF7">
      <w:pPr>
        <w:tabs>
          <w:tab w:val="left" w:pos="6195"/>
        </w:tabs>
      </w:pPr>
      <w:r>
        <w:t>335.2446</w:t>
      </w:r>
      <w:r>
        <w:tab/>
        <w:t>1.853e1</w:t>
      </w:r>
    </w:p>
    <w:p w:rsidR="00354DF7" w:rsidRDefault="00354DF7" w:rsidP="00354DF7">
      <w:pPr>
        <w:tabs>
          <w:tab w:val="left" w:pos="6195"/>
        </w:tabs>
      </w:pPr>
      <w:r>
        <w:t>335.2490</w:t>
      </w:r>
      <w:r>
        <w:tab/>
        <w:t>1.207e0</w:t>
      </w:r>
    </w:p>
    <w:p w:rsidR="00354DF7" w:rsidRDefault="00354DF7" w:rsidP="00354DF7">
      <w:pPr>
        <w:tabs>
          <w:tab w:val="left" w:pos="6195"/>
        </w:tabs>
      </w:pPr>
      <w:r>
        <w:t>335.2545</w:t>
      </w:r>
      <w:r>
        <w:tab/>
        <w:t>8.086e0</w:t>
      </w:r>
    </w:p>
    <w:p w:rsidR="00354DF7" w:rsidRDefault="00354DF7" w:rsidP="00354DF7">
      <w:pPr>
        <w:tabs>
          <w:tab w:val="left" w:pos="6195"/>
        </w:tabs>
      </w:pPr>
      <w:r>
        <w:t>335.2786</w:t>
      </w:r>
      <w:r>
        <w:tab/>
        <w:t>3.289e0</w:t>
      </w:r>
    </w:p>
    <w:p w:rsidR="00354DF7" w:rsidRDefault="00354DF7" w:rsidP="00354DF7">
      <w:pPr>
        <w:tabs>
          <w:tab w:val="left" w:pos="6195"/>
        </w:tabs>
      </w:pPr>
      <w:r>
        <w:t>335.3590</w:t>
      </w:r>
      <w:r>
        <w:tab/>
        <w:t>2.364e0</w:t>
      </w:r>
    </w:p>
    <w:p w:rsidR="00354DF7" w:rsidRDefault="00354DF7" w:rsidP="00354DF7">
      <w:pPr>
        <w:tabs>
          <w:tab w:val="left" w:pos="6195"/>
        </w:tabs>
      </w:pPr>
      <w:r>
        <w:t>335.3728</w:t>
      </w:r>
      <w:r>
        <w:tab/>
        <w:t>1.355e0</w:t>
      </w:r>
    </w:p>
    <w:p w:rsidR="00354DF7" w:rsidRDefault="00354DF7" w:rsidP="00354DF7">
      <w:pPr>
        <w:tabs>
          <w:tab w:val="left" w:pos="6195"/>
        </w:tabs>
      </w:pPr>
      <w:r>
        <w:t>335.4416</w:t>
      </w:r>
      <w:r>
        <w:tab/>
        <w:t>2.698e0</w:t>
      </w:r>
    </w:p>
    <w:p w:rsidR="00354DF7" w:rsidRDefault="00354DF7" w:rsidP="00354DF7">
      <w:pPr>
        <w:tabs>
          <w:tab w:val="left" w:pos="6195"/>
        </w:tabs>
      </w:pPr>
      <w:r>
        <w:t>335.4430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335.4480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335.4758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335.4840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335.4926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335.4958</w:t>
      </w:r>
      <w:r>
        <w:tab/>
        <w:t>1.603e0</w:t>
      </w:r>
    </w:p>
    <w:p w:rsidR="00354DF7" w:rsidRDefault="00354DF7" w:rsidP="00354DF7">
      <w:pPr>
        <w:tabs>
          <w:tab w:val="left" w:pos="6195"/>
        </w:tabs>
      </w:pPr>
      <w:r>
        <w:t>335.5022</w:t>
      </w:r>
      <w:r>
        <w:tab/>
        <w:t>1.014e0</w:t>
      </w:r>
    </w:p>
    <w:p w:rsidR="00354DF7" w:rsidRDefault="00354DF7" w:rsidP="00354DF7">
      <w:pPr>
        <w:tabs>
          <w:tab w:val="left" w:pos="6195"/>
        </w:tabs>
      </w:pPr>
      <w:r>
        <w:t>335.5349</w:t>
      </w:r>
      <w:r>
        <w:tab/>
        <w:t>3.937e0</w:t>
      </w:r>
    </w:p>
    <w:p w:rsidR="00354DF7" w:rsidRDefault="00354DF7" w:rsidP="00354DF7">
      <w:pPr>
        <w:tabs>
          <w:tab w:val="left" w:pos="6195"/>
        </w:tabs>
      </w:pPr>
      <w:r>
        <w:t>335.5443</w:t>
      </w:r>
      <w:r>
        <w:tab/>
        <w:t>2.620e0</w:t>
      </w:r>
    </w:p>
    <w:p w:rsidR="00354DF7" w:rsidRDefault="00354DF7" w:rsidP="00354DF7">
      <w:pPr>
        <w:tabs>
          <w:tab w:val="left" w:pos="6195"/>
        </w:tabs>
      </w:pPr>
      <w:r>
        <w:t>335.5479</w:t>
      </w:r>
      <w:r>
        <w:tab/>
        <w:t>1.235e0</w:t>
      </w:r>
    </w:p>
    <w:p w:rsidR="00354DF7" w:rsidRDefault="00354DF7" w:rsidP="00354DF7">
      <w:pPr>
        <w:tabs>
          <w:tab w:val="left" w:pos="6195"/>
        </w:tabs>
      </w:pPr>
      <w:r>
        <w:t>335.5512</w:t>
      </w:r>
      <w:r>
        <w:tab/>
        <w:t>2.021e0</w:t>
      </w:r>
    </w:p>
    <w:p w:rsidR="00354DF7" w:rsidRDefault="00354DF7" w:rsidP="00354DF7">
      <w:pPr>
        <w:tabs>
          <w:tab w:val="left" w:pos="6195"/>
        </w:tabs>
      </w:pPr>
      <w:r>
        <w:t>335.5728</w:t>
      </w:r>
      <w:r>
        <w:tab/>
        <w:t>1.587e0</w:t>
      </w:r>
    </w:p>
    <w:p w:rsidR="00354DF7" w:rsidRDefault="00354DF7" w:rsidP="00354DF7">
      <w:pPr>
        <w:tabs>
          <w:tab w:val="left" w:pos="6195"/>
        </w:tabs>
      </w:pPr>
      <w:r>
        <w:t>335.5967</w:t>
      </w:r>
      <w:r>
        <w:tab/>
        <w:t>5.400e0</w:t>
      </w:r>
    </w:p>
    <w:p w:rsidR="00354DF7" w:rsidRDefault="00354DF7" w:rsidP="00354DF7">
      <w:pPr>
        <w:tabs>
          <w:tab w:val="left" w:pos="6195"/>
        </w:tabs>
      </w:pPr>
      <w:r>
        <w:t>335.6361</w:t>
      </w:r>
      <w:r>
        <w:tab/>
        <w:t>1.726e0</w:t>
      </w:r>
    </w:p>
    <w:p w:rsidR="00354DF7" w:rsidRDefault="00354DF7" w:rsidP="00354DF7">
      <w:pPr>
        <w:tabs>
          <w:tab w:val="left" w:pos="6195"/>
        </w:tabs>
      </w:pPr>
      <w:r>
        <w:t>335.6446</w:t>
      </w:r>
      <w:r>
        <w:tab/>
        <w:t>2.959e0</w:t>
      </w:r>
    </w:p>
    <w:p w:rsidR="00354DF7" w:rsidRDefault="00354DF7" w:rsidP="00354DF7">
      <w:pPr>
        <w:tabs>
          <w:tab w:val="left" w:pos="6195"/>
        </w:tabs>
      </w:pPr>
      <w:r>
        <w:t>335.6817</w:t>
      </w:r>
      <w:r>
        <w:tab/>
        <w:t>3.632e0</w:t>
      </w:r>
    </w:p>
    <w:p w:rsidR="00354DF7" w:rsidRDefault="00354DF7" w:rsidP="00354DF7">
      <w:pPr>
        <w:tabs>
          <w:tab w:val="left" w:pos="6195"/>
        </w:tabs>
      </w:pPr>
      <w:r>
        <w:t>335.6838</w:t>
      </w:r>
      <w:r>
        <w:tab/>
        <w:t>3.538e0</w:t>
      </w:r>
    </w:p>
    <w:p w:rsidR="00354DF7" w:rsidRDefault="00354DF7" w:rsidP="00354DF7">
      <w:pPr>
        <w:tabs>
          <w:tab w:val="left" w:pos="6195"/>
        </w:tabs>
      </w:pPr>
      <w:r>
        <w:t>335.7024</w:t>
      </w:r>
      <w:r>
        <w:tab/>
        <w:t>3.147e0</w:t>
      </w:r>
    </w:p>
    <w:p w:rsidR="00354DF7" w:rsidRDefault="00354DF7" w:rsidP="00354DF7">
      <w:pPr>
        <w:tabs>
          <w:tab w:val="left" w:pos="6195"/>
        </w:tabs>
      </w:pPr>
      <w:r>
        <w:t>335.7112</w:t>
      </w:r>
      <w:r>
        <w:tab/>
        <w:t>1.932e0</w:t>
      </w:r>
    </w:p>
    <w:p w:rsidR="00354DF7" w:rsidRDefault="00354DF7" w:rsidP="00354DF7">
      <w:pPr>
        <w:tabs>
          <w:tab w:val="left" w:pos="6195"/>
        </w:tabs>
      </w:pPr>
      <w:r>
        <w:t>335.7135</w:t>
      </w:r>
      <w:r>
        <w:tab/>
        <w:t>3.899e0</w:t>
      </w:r>
    </w:p>
    <w:p w:rsidR="00354DF7" w:rsidRDefault="00354DF7" w:rsidP="00354DF7">
      <w:pPr>
        <w:tabs>
          <w:tab w:val="left" w:pos="6195"/>
        </w:tabs>
      </w:pPr>
      <w:r>
        <w:t>335.7316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335.8042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335.8096</w:t>
      </w:r>
      <w:r>
        <w:tab/>
        <w:t>1.962e0</w:t>
      </w:r>
    </w:p>
    <w:p w:rsidR="00354DF7" w:rsidRDefault="00354DF7" w:rsidP="00354DF7">
      <w:pPr>
        <w:tabs>
          <w:tab w:val="left" w:pos="6195"/>
        </w:tabs>
      </w:pPr>
      <w:r>
        <w:t>335.8370</w:t>
      </w:r>
      <w:r>
        <w:tab/>
        <w:t>3.810e0</w:t>
      </w:r>
    </w:p>
    <w:p w:rsidR="00354DF7" w:rsidRDefault="00354DF7" w:rsidP="00354DF7">
      <w:pPr>
        <w:tabs>
          <w:tab w:val="left" w:pos="6195"/>
        </w:tabs>
      </w:pPr>
      <w:r>
        <w:t>335.8789</w:t>
      </w:r>
      <w:r>
        <w:tab/>
        <w:t>1.830e0</w:t>
      </w:r>
    </w:p>
    <w:p w:rsidR="00354DF7" w:rsidRDefault="00354DF7" w:rsidP="00354DF7">
      <w:pPr>
        <w:tabs>
          <w:tab w:val="left" w:pos="6195"/>
        </w:tabs>
      </w:pPr>
      <w:r>
        <w:t>335.8920</w:t>
      </w:r>
      <w:r>
        <w:tab/>
        <w:t>7.475e0</w:t>
      </w:r>
    </w:p>
    <w:p w:rsidR="00354DF7" w:rsidRDefault="00354DF7" w:rsidP="00354DF7">
      <w:pPr>
        <w:tabs>
          <w:tab w:val="left" w:pos="6195"/>
        </w:tabs>
      </w:pPr>
      <w:r>
        <w:t>335.8934</w:t>
      </w:r>
      <w:r>
        <w:tab/>
        <w:t>2.131e0</w:t>
      </w:r>
    </w:p>
    <w:p w:rsidR="00354DF7" w:rsidRDefault="00354DF7" w:rsidP="00354DF7">
      <w:pPr>
        <w:tabs>
          <w:tab w:val="left" w:pos="6195"/>
        </w:tabs>
      </w:pPr>
      <w:r>
        <w:t>335.8981</w:t>
      </w:r>
      <w:r>
        <w:tab/>
        <w:t>5.680e0</w:t>
      </w:r>
    </w:p>
    <w:p w:rsidR="00354DF7" w:rsidRDefault="00354DF7" w:rsidP="00354DF7">
      <w:pPr>
        <w:tabs>
          <w:tab w:val="left" w:pos="6195"/>
        </w:tabs>
      </w:pPr>
      <w:r>
        <w:t>335.9561</w:t>
      </w:r>
      <w:r>
        <w:tab/>
        <w:t>2.706e0</w:t>
      </w:r>
    </w:p>
    <w:p w:rsidR="00354DF7" w:rsidRDefault="00354DF7" w:rsidP="00354DF7">
      <w:pPr>
        <w:tabs>
          <w:tab w:val="left" w:pos="6195"/>
        </w:tabs>
      </w:pPr>
      <w:r>
        <w:t>335.9584</w:t>
      </w:r>
      <w:r>
        <w:tab/>
        <w:t>2.358e0</w:t>
      </w:r>
    </w:p>
    <w:p w:rsidR="00354DF7" w:rsidRDefault="00354DF7" w:rsidP="00354DF7">
      <w:pPr>
        <w:tabs>
          <w:tab w:val="left" w:pos="6195"/>
        </w:tabs>
      </w:pPr>
      <w:r>
        <w:t>335.9666</w:t>
      </w:r>
      <w:r>
        <w:tab/>
        <w:t>1.070e0</w:t>
      </w:r>
    </w:p>
    <w:p w:rsidR="00354DF7" w:rsidRDefault="00354DF7" w:rsidP="00354DF7">
      <w:pPr>
        <w:tabs>
          <w:tab w:val="left" w:pos="6195"/>
        </w:tabs>
      </w:pPr>
      <w:r>
        <w:t>335.9914</w:t>
      </w:r>
      <w:r>
        <w:tab/>
        <w:t>1.652e0</w:t>
      </w:r>
    </w:p>
    <w:p w:rsidR="00354DF7" w:rsidRDefault="00354DF7" w:rsidP="00354DF7">
      <w:pPr>
        <w:tabs>
          <w:tab w:val="left" w:pos="6195"/>
        </w:tabs>
      </w:pPr>
      <w:r>
        <w:t>335.9925</w:t>
      </w:r>
      <w:r>
        <w:tab/>
        <w:t>2.480e0</w:t>
      </w:r>
    </w:p>
    <w:p w:rsidR="00354DF7" w:rsidRDefault="00354DF7" w:rsidP="00354DF7">
      <w:pPr>
        <w:tabs>
          <w:tab w:val="left" w:pos="6195"/>
        </w:tabs>
      </w:pPr>
      <w:r>
        <w:t>336.0185</w:t>
      </w:r>
      <w:r>
        <w:tab/>
        <w:t>1.405e0</w:t>
      </w:r>
    </w:p>
    <w:p w:rsidR="00354DF7" w:rsidRDefault="00354DF7" w:rsidP="00354DF7">
      <w:pPr>
        <w:tabs>
          <w:tab w:val="left" w:pos="6195"/>
        </w:tabs>
      </w:pPr>
      <w:r>
        <w:t>336.0202</w:t>
      </w:r>
      <w:r>
        <w:tab/>
        <w:t>2.791e0</w:t>
      </w:r>
    </w:p>
    <w:p w:rsidR="00354DF7" w:rsidRDefault="00354DF7" w:rsidP="00354DF7">
      <w:pPr>
        <w:tabs>
          <w:tab w:val="left" w:pos="6195"/>
        </w:tabs>
      </w:pPr>
      <w:r>
        <w:t>336.0335</w:t>
      </w:r>
      <w:r>
        <w:tab/>
        <w:t>1.636e0</w:t>
      </w:r>
    </w:p>
    <w:p w:rsidR="00354DF7" w:rsidRDefault="00354DF7" w:rsidP="00354DF7">
      <w:pPr>
        <w:tabs>
          <w:tab w:val="left" w:pos="6195"/>
        </w:tabs>
      </w:pPr>
      <w:r>
        <w:t>336.0491</w:t>
      </w:r>
      <w:r>
        <w:tab/>
        <w:t>2.780e0</w:t>
      </w:r>
    </w:p>
    <w:p w:rsidR="00354DF7" w:rsidRDefault="00354DF7" w:rsidP="00354DF7">
      <w:pPr>
        <w:tabs>
          <w:tab w:val="left" w:pos="6195"/>
        </w:tabs>
      </w:pPr>
      <w:r>
        <w:t>336.0506</w:t>
      </w:r>
      <w:r>
        <w:tab/>
        <w:t>1.988e0</w:t>
      </w:r>
    </w:p>
    <w:p w:rsidR="00354DF7" w:rsidRDefault="00354DF7" w:rsidP="00354DF7">
      <w:pPr>
        <w:tabs>
          <w:tab w:val="left" w:pos="6195"/>
        </w:tabs>
      </w:pPr>
      <w:r>
        <w:t>336.1273</w:t>
      </w:r>
      <w:r>
        <w:tab/>
        <w:t>1.622e0</w:t>
      </w:r>
    </w:p>
    <w:p w:rsidR="00354DF7" w:rsidRDefault="00354DF7" w:rsidP="00354DF7">
      <w:pPr>
        <w:tabs>
          <w:tab w:val="left" w:pos="6195"/>
        </w:tabs>
      </w:pPr>
      <w:r>
        <w:t>336.1312</w:t>
      </w:r>
      <w:r>
        <w:tab/>
        <w:t>5.355e0</w:t>
      </w:r>
    </w:p>
    <w:p w:rsidR="00354DF7" w:rsidRDefault="00354DF7" w:rsidP="00354DF7">
      <w:pPr>
        <w:tabs>
          <w:tab w:val="left" w:pos="6195"/>
        </w:tabs>
      </w:pPr>
      <w:r>
        <w:lastRenderedPageBreak/>
        <w:t>336.1665</w:t>
      </w:r>
      <w:r>
        <w:tab/>
        <w:t>1.167e0</w:t>
      </w:r>
    </w:p>
    <w:p w:rsidR="00354DF7" w:rsidRDefault="00354DF7" w:rsidP="00354DF7">
      <w:pPr>
        <w:tabs>
          <w:tab w:val="left" w:pos="6195"/>
        </w:tabs>
      </w:pPr>
      <w:r>
        <w:t>336.1844</w:t>
      </w:r>
      <w:r>
        <w:tab/>
        <w:t>1.979e0</w:t>
      </w:r>
    </w:p>
    <w:p w:rsidR="00354DF7" w:rsidRDefault="00354DF7" w:rsidP="00354DF7">
      <w:pPr>
        <w:tabs>
          <w:tab w:val="left" w:pos="6195"/>
        </w:tabs>
      </w:pPr>
      <w:r>
        <w:t>336.1896</w:t>
      </w:r>
      <w:r>
        <w:tab/>
        <w:t>2.047e0</w:t>
      </w:r>
    </w:p>
    <w:p w:rsidR="00354DF7" w:rsidRDefault="00354DF7" w:rsidP="00354DF7">
      <w:pPr>
        <w:tabs>
          <w:tab w:val="left" w:pos="6195"/>
        </w:tabs>
      </w:pPr>
      <w:r>
        <w:t>336.1947</w:t>
      </w:r>
      <w:r>
        <w:tab/>
        <w:t>1.089e0</w:t>
      </w:r>
    </w:p>
    <w:p w:rsidR="00354DF7" w:rsidRDefault="00354DF7" w:rsidP="00354DF7">
      <w:pPr>
        <w:tabs>
          <w:tab w:val="left" w:pos="6195"/>
        </w:tabs>
      </w:pPr>
      <w:r>
        <w:t>336.2279</w:t>
      </w:r>
      <w:r>
        <w:tab/>
        <w:t>8.959e0</w:t>
      </w:r>
    </w:p>
    <w:p w:rsidR="00354DF7" w:rsidRDefault="00354DF7" w:rsidP="00354DF7">
      <w:pPr>
        <w:tabs>
          <w:tab w:val="left" w:pos="6195"/>
        </w:tabs>
      </w:pPr>
      <w:r>
        <w:t>336.2672</w:t>
      </w:r>
      <w:r>
        <w:tab/>
        <w:t>1.177e0</w:t>
      </w:r>
    </w:p>
    <w:p w:rsidR="00354DF7" w:rsidRDefault="00354DF7" w:rsidP="00354DF7">
      <w:pPr>
        <w:tabs>
          <w:tab w:val="left" w:pos="6195"/>
        </w:tabs>
      </w:pPr>
      <w:r>
        <w:t>336.3096</w:t>
      </w:r>
      <w:r>
        <w:tab/>
        <w:t>3.580e1</w:t>
      </w:r>
    </w:p>
    <w:p w:rsidR="00354DF7" w:rsidRDefault="00354DF7" w:rsidP="00354DF7">
      <w:pPr>
        <w:tabs>
          <w:tab w:val="left" w:pos="6195"/>
        </w:tabs>
      </w:pPr>
      <w:r>
        <w:t>336.3128</w:t>
      </w:r>
      <w:r>
        <w:tab/>
        <w:t>7.384e1</w:t>
      </w:r>
    </w:p>
    <w:p w:rsidR="00354DF7" w:rsidRDefault="00354DF7" w:rsidP="00354DF7">
      <w:pPr>
        <w:tabs>
          <w:tab w:val="left" w:pos="6195"/>
        </w:tabs>
      </w:pPr>
      <w:r>
        <w:t>336.3140</w:t>
      </w:r>
      <w:r>
        <w:tab/>
        <w:t>1.493e1</w:t>
      </w:r>
    </w:p>
    <w:p w:rsidR="00354DF7" w:rsidRDefault="00354DF7" w:rsidP="00354DF7">
      <w:pPr>
        <w:tabs>
          <w:tab w:val="left" w:pos="6195"/>
        </w:tabs>
      </w:pPr>
      <w:r>
        <w:t>336.3169</w:t>
      </w:r>
      <w:r>
        <w:tab/>
        <w:t>3.991e1</w:t>
      </w:r>
    </w:p>
    <w:p w:rsidR="00354DF7" w:rsidRDefault="00354DF7" w:rsidP="00354DF7">
      <w:pPr>
        <w:tabs>
          <w:tab w:val="left" w:pos="6195"/>
        </w:tabs>
      </w:pPr>
      <w:r>
        <w:t>336.3188</w:t>
      </w:r>
      <w:r>
        <w:tab/>
        <w:t>1.276e1</w:t>
      </w:r>
    </w:p>
    <w:p w:rsidR="00354DF7" w:rsidRDefault="00354DF7" w:rsidP="00354DF7">
      <w:pPr>
        <w:tabs>
          <w:tab w:val="left" w:pos="6195"/>
        </w:tabs>
      </w:pPr>
      <w:r>
        <w:t>336.3837</w:t>
      </w:r>
      <w:r>
        <w:tab/>
        <w:t>1.459e0</w:t>
      </w:r>
    </w:p>
    <w:p w:rsidR="00354DF7" w:rsidRDefault="00354DF7" w:rsidP="00354DF7">
      <w:pPr>
        <w:tabs>
          <w:tab w:val="left" w:pos="6195"/>
        </w:tabs>
      </w:pPr>
      <w:r>
        <w:t>336.4060</w:t>
      </w:r>
      <w:r>
        <w:tab/>
        <w:t>1.509e0</w:t>
      </w:r>
    </w:p>
    <w:p w:rsidR="00354DF7" w:rsidRDefault="00354DF7" w:rsidP="00354DF7">
      <w:pPr>
        <w:tabs>
          <w:tab w:val="left" w:pos="6195"/>
        </w:tabs>
      </w:pPr>
      <w:r>
        <w:t>336.4078</w:t>
      </w:r>
      <w:r>
        <w:tab/>
        <w:t>1.051e0</w:t>
      </w:r>
    </w:p>
    <w:p w:rsidR="00354DF7" w:rsidRDefault="00354DF7" w:rsidP="00354DF7">
      <w:pPr>
        <w:tabs>
          <w:tab w:val="left" w:pos="6195"/>
        </w:tabs>
      </w:pPr>
      <w:r>
        <w:t>336.4213</w:t>
      </w:r>
      <w:r>
        <w:tab/>
        <w:t>3.791e0</w:t>
      </w:r>
    </w:p>
    <w:p w:rsidR="00354DF7" w:rsidRDefault="00354DF7" w:rsidP="00354DF7">
      <w:pPr>
        <w:tabs>
          <w:tab w:val="left" w:pos="6195"/>
        </w:tabs>
      </w:pPr>
      <w:r>
        <w:t>336.4301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336.4385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336.4818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336.4852</w:t>
      </w:r>
      <w:r>
        <w:tab/>
        <w:t>9.353e0</w:t>
      </w:r>
    </w:p>
    <w:p w:rsidR="00354DF7" w:rsidRDefault="00354DF7" w:rsidP="00354DF7">
      <w:pPr>
        <w:tabs>
          <w:tab w:val="left" w:pos="6195"/>
        </w:tabs>
      </w:pPr>
      <w:r>
        <w:lastRenderedPageBreak/>
        <w:t>336.4890</w:t>
      </w:r>
      <w:r>
        <w:tab/>
        <w:t>1.921e0</w:t>
      </w:r>
    </w:p>
    <w:p w:rsidR="00354DF7" w:rsidRDefault="00354DF7" w:rsidP="00354DF7">
      <w:pPr>
        <w:tabs>
          <w:tab w:val="left" w:pos="6195"/>
        </w:tabs>
      </w:pPr>
      <w:r>
        <w:t>336.5168</w:t>
      </w:r>
      <w:r>
        <w:tab/>
        <w:t>1.795e0</w:t>
      </w:r>
    </w:p>
    <w:p w:rsidR="00354DF7" w:rsidRDefault="00354DF7" w:rsidP="00354DF7">
      <w:pPr>
        <w:tabs>
          <w:tab w:val="left" w:pos="6195"/>
        </w:tabs>
      </w:pPr>
      <w:r>
        <w:t>336.5323</w:t>
      </w:r>
      <w:r>
        <w:tab/>
        <w:t>3.428e0</w:t>
      </w:r>
    </w:p>
    <w:p w:rsidR="00354DF7" w:rsidRDefault="00354DF7" w:rsidP="00354DF7">
      <w:pPr>
        <w:tabs>
          <w:tab w:val="left" w:pos="6195"/>
        </w:tabs>
      </w:pPr>
      <w:r>
        <w:t>336.5496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336.5583</w:t>
      </w:r>
      <w:r>
        <w:tab/>
        <w:t>1.259e0</w:t>
      </w:r>
    </w:p>
    <w:p w:rsidR="00354DF7" w:rsidRDefault="00354DF7" w:rsidP="00354DF7">
      <w:pPr>
        <w:tabs>
          <w:tab w:val="left" w:pos="6195"/>
        </w:tabs>
      </w:pPr>
      <w:r>
        <w:t>336.5661</w:t>
      </w:r>
      <w:r>
        <w:tab/>
        <w:t>2.175e0</w:t>
      </w:r>
    </w:p>
    <w:p w:rsidR="00354DF7" w:rsidRDefault="00354DF7" w:rsidP="00354DF7">
      <w:pPr>
        <w:tabs>
          <w:tab w:val="left" w:pos="6195"/>
        </w:tabs>
      </w:pPr>
      <w:r>
        <w:t>336.5695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336.5947</w:t>
      </w:r>
      <w:r>
        <w:tab/>
        <w:t>3.330e0</w:t>
      </w:r>
    </w:p>
    <w:p w:rsidR="00354DF7" w:rsidRDefault="00354DF7" w:rsidP="00354DF7">
      <w:pPr>
        <w:tabs>
          <w:tab w:val="left" w:pos="6195"/>
        </w:tabs>
      </w:pPr>
      <w:r>
        <w:t>336.6201</w:t>
      </w:r>
      <w:r>
        <w:tab/>
        <w:t>3.468e0</w:t>
      </w:r>
    </w:p>
    <w:p w:rsidR="00354DF7" w:rsidRDefault="00354DF7" w:rsidP="00354DF7">
      <w:pPr>
        <w:tabs>
          <w:tab w:val="left" w:pos="6195"/>
        </w:tabs>
      </w:pPr>
      <w:r>
        <w:t>336.6298</w:t>
      </w:r>
      <w:r>
        <w:tab/>
        <w:t>1.893e0</w:t>
      </w:r>
    </w:p>
    <w:p w:rsidR="00354DF7" w:rsidRDefault="00354DF7" w:rsidP="00354DF7">
      <w:pPr>
        <w:tabs>
          <w:tab w:val="left" w:pos="6195"/>
        </w:tabs>
      </w:pPr>
      <w:r>
        <w:t>336.6398</w:t>
      </w:r>
      <w:r>
        <w:tab/>
        <w:t>4.893e0</w:t>
      </w:r>
    </w:p>
    <w:p w:rsidR="00354DF7" w:rsidRDefault="00354DF7" w:rsidP="00354DF7">
      <w:pPr>
        <w:tabs>
          <w:tab w:val="left" w:pos="6195"/>
        </w:tabs>
      </w:pPr>
      <w:r>
        <w:t>336.6572</w:t>
      </w:r>
      <w:r>
        <w:tab/>
        <w:t>1.084e0</w:t>
      </w:r>
    </w:p>
    <w:p w:rsidR="00354DF7" w:rsidRDefault="00354DF7" w:rsidP="00354DF7">
      <w:pPr>
        <w:tabs>
          <w:tab w:val="left" w:pos="6195"/>
        </w:tabs>
      </w:pPr>
      <w:r>
        <w:t>336.6656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336.6786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336.6841</w:t>
      </w:r>
      <w:r>
        <w:tab/>
        <w:t>1.469e0</w:t>
      </w:r>
    </w:p>
    <w:p w:rsidR="00354DF7" w:rsidRDefault="00354DF7" w:rsidP="00354DF7">
      <w:pPr>
        <w:tabs>
          <w:tab w:val="left" w:pos="6195"/>
        </w:tabs>
      </w:pPr>
      <w:r>
        <w:t>336.7198</w:t>
      </w:r>
      <w:r>
        <w:tab/>
        <w:t>1.337e0</w:t>
      </w:r>
    </w:p>
    <w:p w:rsidR="00354DF7" w:rsidRDefault="00354DF7" w:rsidP="00354DF7">
      <w:pPr>
        <w:tabs>
          <w:tab w:val="left" w:pos="6195"/>
        </w:tabs>
      </w:pPr>
      <w:r>
        <w:t>336.7289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336.7508</w:t>
      </w:r>
      <w:r>
        <w:tab/>
        <w:t>2.754e0</w:t>
      </w:r>
    </w:p>
    <w:p w:rsidR="00354DF7" w:rsidRDefault="00354DF7" w:rsidP="00354DF7">
      <w:pPr>
        <w:tabs>
          <w:tab w:val="left" w:pos="6195"/>
        </w:tabs>
      </w:pPr>
      <w:r>
        <w:t>336.7679</w:t>
      </w:r>
      <w:r>
        <w:tab/>
        <w:t>2.014e0</w:t>
      </w:r>
    </w:p>
    <w:p w:rsidR="00354DF7" w:rsidRDefault="00354DF7" w:rsidP="00354DF7">
      <w:pPr>
        <w:tabs>
          <w:tab w:val="left" w:pos="6195"/>
        </w:tabs>
      </w:pPr>
      <w:r>
        <w:lastRenderedPageBreak/>
        <w:t>336.7888</w:t>
      </w:r>
      <w:r>
        <w:tab/>
        <w:t>1.512e0</w:t>
      </w:r>
    </w:p>
    <w:p w:rsidR="00354DF7" w:rsidRDefault="00354DF7" w:rsidP="00354DF7">
      <w:pPr>
        <w:tabs>
          <w:tab w:val="left" w:pos="6195"/>
        </w:tabs>
      </w:pPr>
      <w:r>
        <w:t>336.8105</w:t>
      </w:r>
      <w:r>
        <w:tab/>
        <w:t>2.022e0</w:t>
      </w:r>
    </w:p>
    <w:p w:rsidR="00354DF7" w:rsidRDefault="00354DF7" w:rsidP="00354DF7">
      <w:pPr>
        <w:tabs>
          <w:tab w:val="left" w:pos="6195"/>
        </w:tabs>
      </w:pPr>
      <w:r>
        <w:t>336.8298</w:t>
      </w:r>
      <w:r>
        <w:tab/>
        <w:t>2.965e0</w:t>
      </w:r>
    </w:p>
    <w:p w:rsidR="00354DF7" w:rsidRDefault="00354DF7" w:rsidP="00354DF7">
      <w:pPr>
        <w:tabs>
          <w:tab w:val="left" w:pos="6195"/>
        </w:tabs>
      </w:pPr>
      <w:r>
        <w:t>336.8406</w:t>
      </w:r>
      <w:r>
        <w:tab/>
        <w:t>3.424e0</w:t>
      </w:r>
    </w:p>
    <w:p w:rsidR="00354DF7" w:rsidRDefault="00354DF7" w:rsidP="00354DF7">
      <w:pPr>
        <w:tabs>
          <w:tab w:val="left" w:pos="6195"/>
        </w:tabs>
      </w:pPr>
      <w:r>
        <w:t>336.8631</w:t>
      </w:r>
      <w:r>
        <w:tab/>
        <w:t>3.077e0</w:t>
      </w:r>
    </w:p>
    <w:p w:rsidR="00354DF7" w:rsidRDefault="00354DF7" w:rsidP="00354DF7">
      <w:pPr>
        <w:tabs>
          <w:tab w:val="left" w:pos="6195"/>
        </w:tabs>
      </w:pPr>
      <w:r>
        <w:t>336.8663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336.8951</w:t>
      </w:r>
      <w:r>
        <w:tab/>
        <w:t>2.790e0</w:t>
      </w:r>
    </w:p>
    <w:p w:rsidR="00354DF7" w:rsidRDefault="00354DF7" w:rsidP="00354DF7">
      <w:pPr>
        <w:tabs>
          <w:tab w:val="left" w:pos="6195"/>
        </w:tabs>
      </w:pPr>
      <w:r>
        <w:t>336.9095</w:t>
      </w:r>
      <w:r>
        <w:tab/>
        <w:t>2.970e0</w:t>
      </w:r>
    </w:p>
    <w:p w:rsidR="00354DF7" w:rsidRDefault="00354DF7" w:rsidP="00354DF7">
      <w:pPr>
        <w:tabs>
          <w:tab w:val="left" w:pos="6195"/>
        </w:tabs>
      </w:pPr>
      <w:r>
        <w:t>336.9143</w:t>
      </w:r>
      <w:r>
        <w:tab/>
        <w:t>2.305e0</w:t>
      </w:r>
    </w:p>
    <w:p w:rsidR="00354DF7" w:rsidRDefault="00354DF7" w:rsidP="00354DF7">
      <w:pPr>
        <w:tabs>
          <w:tab w:val="left" w:pos="6195"/>
        </w:tabs>
      </w:pPr>
      <w:r>
        <w:t>336.9224</w:t>
      </w:r>
      <w:r>
        <w:tab/>
        <w:t>1.082e0</w:t>
      </w:r>
    </w:p>
    <w:p w:rsidR="00354DF7" w:rsidRDefault="00354DF7" w:rsidP="00354DF7">
      <w:pPr>
        <w:tabs>
          <w:tab w:val="left" w:pos="6195"/>
        </w:tabs>
      </w:pPr>
      <w:r>
        <w:t>336.9581</w:t>
      </w:r>
      <w:r>
        <w:tab/>
        <w:t>1.357e0</w:t>
      </w:r>
    </w:p>
    <w:p w:rsidR="00354DF7" w:rsidRDefault="00354DF7" w:rsidP="00354DF7">
      <w:pPr>
        <w:tabs>
          <w:tab w:val="left" w:pos="6195"/>
        </w:tabs>
      </w:pPr>
      <w:r>
        <w:t>336.9655</w:t>
      </w:r>
      <w:r>
        <w:tab/>
        <w:t>2.504e0</w:t>
      </w:r>
    </w:p>
    <w:p w:rsidR="00354DF7" w:rsidRDefault="00354DF7" w:rsidP="00354DF7">
      <w:pPr>
        <w:tabs>
          <w:tab w:val="left" w:pos="6195"/>
        </w:tabs>
      </w:pPr>
      <w:r>
        <w:t>336.9762</w:t>
      </w:r>
      <w:r>
        <w:tab/>
        <w:t>2.961e0</w:t>
      </w:r>
    </w:p>
    <w:p w:rsidR="00354DF7" w:rsidRDefault="00354DF7" w:rsidP="00354DF7">
      <w:pPr>
        <w:tabs>
          <w:tab w:val="left" w:pos="6195"/>
        </w:tabs>
      </w:pPr>
      <w:r>
        <w:t>336.9813</w:t>
      </w:r>
      <w:r>
        <w:tab/>
        <w:t>1.040e0</w:t>
      </w:r>
    </w:p>
    <w:p w:rsidR="00354DF7" w:rsidRDefault="00354DF7" w:rsidP="00354DF7">
      <w:pPr>
        <w:tabs>
          <w:tab w:val="left" w:pos="6195"/>
        </w:tabs>
      </w:pPr>
      <w:r>
        <w:t>337.0385</w:t>
      </w:r>
      <w:r>
        <w:tab/>
        <w:t>1.214e0</w:t>
      </w:r>
    </w:p>
    <w:p w:rsidR="00354DF7" w:rsidRDefault="00354DF7" w:rsidP="00354DF7">
      <w:pPr>
        <w:tabs>
          <w:tab w:val="left" w:pos="6195"/>
        </w:tabs>
      </w:pPr>
      <w:r>
        <w:t>337.0634</w:t>
      </w:r>
      <w:r>
        <w:tab/>
        <w:t>2.175e0</w:t>
      </w:r>
    </w:p>
    <w:p w:rsidR="00354DF7" w:rsidRDefault="00354DF7" w:rsidP="00354DF7">
      <w:pPr>
        <w:tabs>
          <w:tab w:val="left" w:pos="6195"/>
        </w:tabs>
      </w:pPr>
      <w:r>
        <w:t>337.0661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337.1193</w:t>
      </w:r>
      <w:r>
        <w:tab/>
        <w:t>1.825e1</w:t>
      </w:r>
    </w:p>
    <w:p w:rsidR="00354DF7" w:rsidRDefault="00354DF7" w:rsidP="00354DF7">
      <w:pPr>
        <w:tabs>
          <w:tab w:val="left" w:pos="6195"/>
        </w:tabs>
      </w:pPr>
      <w:r>
        <w:t>337.1269</w:t>
      </w:r>
      <w:r>
        <w:tab/>
        <w:t>1.105e2</w:t>
      </w:r>
    </w:p>
    <w:p w:rsidR="00354DF7" w:rsidRDefault="00354DF7" w:rsidP="00354DF7">
      <w:pPr>
        <w:tabs>
          <w:tab w:val="left" w:pos="6195"/>
        </w:tabs>
      </w:pPr>
      <w:r>
        <w:lastRenderedPageBreak/>
        <w:t>337.1287</w:t>
      </w:r>
      <w:r>
        <w:tab/>
        <w:t>9.820e1</w:t>
      </w:r>
    </w:p>
    <w:p w:rsidR="00354DF7" w:rsidRDefault="00354DF7" w:rsidP="00354DF7">
      <w:pPr>
        <w:tabs>
          <w:tab w:val="left" w:pos="6195"/>
        </w:tabs>
      </w:pPr>
      <w:r>
        <w:t>337.1316</w:t>
      </w:r>
      <w:r>
        <w:tab/>
        <w:t>1.693e1</w:t>
      </w:r>
    </w:p>
    <w:p w:rsidR="00354DF7" w:rsidRDefault="00354DF7" w:rsidP="00354DF7">
      <w:pPr>
        <w:tabs>
          <w:tab w:val="left" w:pos="6195"/>
        </w:tabs>
      </w:pPr>
      <w:r>
        <w:t>337.1634</w:t>
      </w:r>
      <w:r>
        <w:tab/>
        <w:t>1.509e1</w:t>
      </w:r>
    </w:p>
    <w:p w:rsidR="00354DF7" w:rsidRDefault="00354DF7" w:rsidP="00354DF7">
      <w:pPr>
        <w:tabs>
          <w:tab w:val="left" w:pos="6195"/>
        </w:tabs>
      </w:pPr>
      <w:r>
        <w:t>337.1740</w:t>
      </w:r>
      <w:r>
        <w:tab/>
        <w:t>3.770e0</w:t>
      </w:r>
    </w:p>
    <w:p w:rsidR="00354DF7" w:rsidRDefault="00354DF7" w:rsidP="00354DF7">
      <w:pPr>
        <w:tabs>
          <w:tab w:val="left" w:pos="6195"/>
        </w:tabs>
      </w:pPr>
      <w:r>
        <w:t>337.1766</w:t>
      </w:r>
      <w:r>
        <w:tab/>
        <w:t>6.110e0</w:t>
      </w:r>
    </w:p>
    <w:p w:rsidR="00354DF7" w:rsidRDefault="00354DF7" w:rsidP="00354DF7">
      <w:pPr>
        <w:tabs>
          <w:tab w:val="left" w:pos="6195"/>
        </w:tabs>
      </w:pPr>
      <w:r>
        <w:t>337.2247</w:t>
      </w:r>
      <w:r>
        <w:tab/>
        <w:t>1.311e0</w:t>
      </w:r>
    </w:p>
    <w:p w:rsidR="00354DF7" w:rsidRDefault="00354DF7" w:rsidP="00354DF7">
      <w:pPr>
        <w:tabs>
          <w:tab w:val="left" w:pos="6195"/>
        </w:tabs>
      </w:pPr>
      <w:r>
        <w:t>337.2502</w:t>
      </w:r>
      <w:r>
        <w:tab/>
        <w:t>2.646e0</w:t>
      </w:r>
    </w:p>
    <w:p w:rsidR="00354DF7" w:rsidRDefault="00354DF7" w:rsidP="00354DF7">
      <w:pPr>
        <w:tabs>
          <w:tab w:val="left" w:pos="6195"/>
        </w:tabs>
      </w:pPr>
      <w:r>
        <w:t>337.2975</w:t>
      </w:r>
      <w:r>
        <w:tab/>
        <w:t>7.513e0</w:t>
      </w:r>
    </w:p>
    <w:p w:rsidR="00354DF7" w:rsidRDefault="00354DF7" w:rsidP="00354DF7">
      <w:pPr>
        <w:tabs>
          <w:tab w:val="left" w:pos="6195"/>
        </w:tabs>
      </w:pPr>
      <w:r>
        <w:t>337.3241</w:t>
      </w:r>
      <w:r>
        <w:tab/>
        <w:t>1.797e0</w:t>
      </w:r>
    </w:p>
    <w:p w:rsidR="00354DF7" w:rsidRDefault="00354DF7" w:rsidP="00354DF7">
      <w:pPr>
        <w:tabs>
          <w:tab w:val="left" w:pos="6195"/>
        </w:tabs>
      </w:pPr>
      <w:r>
        <w:t>337.3262</w:t>
      </w:r>
      <w:r>
        <w:tab/>
        <w:t>2.716e0</w:t>
      </w:r>
    </w:p>
    <w:p w:rsidR="00354DF7" w:rsidRDefault="00354DF7" w:rsidP="00354DF7">
      <w:pPr>
        <w:tabs>
          <w:tab w:val="left" w:pos="6195"/>
        </w:tabs>
      </w:pPr>
      <w:r>
        <w:t>337.3274</w:t>
      </w:r>
      <w:r>
        <w:tab/>
        <w:t>4.215e0</w:t>
      </w:r>
    </w:p>
    <w:p w:rsidR="00354DF7" w:rsidRDefault="00354DF7" w:rsidP="00354DF7">
      <w:pPr>
        <w:tabs>
          <w:tab w:val="left" w:pos="6195"/>
        </w:tabs>
      </w:pPr>
      <w:r>
        <w:t>337.3510</w:t>
      </w:r>
      <w:r>
        <w:tab/>
        <w:t>1.888e0</w:t>
      </w:r>
    </w:p>
    <w:p w:rsidR="00354DF7" w:rsidRDefault="00354DF7" w:rsidP="00354DF7">
      <w:pPr>
        <w:tabs>
          <w:tab w:val="left" w:pos="6195"/>
        </w:tabs>
      </w:pPr>
      <w:r>
        <w:t>337.3558</w:t>
      </w:r>
      <w:r>
        <w:tab/>
        <w:t>1.420e0</w:t>
      </w:r>
    </w:p>
    <w:p w:rsidR="00354DF7" w:rsidRDefault="00354DF7" w:rsidP="00354DF7">
      <w:pPr>
        <w:tabs>
          <w:tab w:val="left" w:pos="6195"/>
        </w:tabs>
      </w:pPr>
      <w:r>
        <w:t>337.3621</w:t>
      </w:r>
      <w:r>
        <w:tab/>
        <w:t>4.992e0</w:t>
      </w:r>
    </w:p>
    <w:p w:rsidR="00354DF7" w:rsidRDefault="00354DF7" w:rsidP="00354DF7">
      <w:pPr>
        <w:tabs>
          <w:tab w:val="left" w:pos="6195"/>
        </w:tabs>
      </w:pPr>
      <w:r>
        <w:t>337.3633</w:t>
      </w:r>
      <w:r>
        <w:tab/>
        <w:t>1.101e0</w:t>
      </w:r>
    </w:p>
    <w:p w:rsidR="00354DF7" w:rsidRDefault="00354DF7" w:rsidP="00354DF7">
      <w:pPr>
        <w:tabs>
          <w:tab w:val="left" w:pos="6195"/>
        </w:tabs>
      </w:pPr>
      <w:r>
        <w:t>337.3864</w:t>
      </w:r>
      <w:r>
        <w:tab/>
        <w:t>3.779e0</w:t>
      </w:r>
    </w:p>
    <w:p w:rsidR="00354DF7" w:rsidRDefault="00354DF7" w:rsidP="00354DF7">
      <w:pPr>
        <w:tabs>
          <w:tab w:val="left" w:pos="6195"/>
        </w:tabs>
      </w:pPr>
      <w:r>
        <w:t>337.3913</w:t>
      </w:r>
      <w:r>
        <w:tab/>
        <w:t>1.631e0</w:t>
      </w:r>
    </w:p>
    <w:p w:rsidR="00354DF7" w:rsidRDefault="00354DF7" w:rsidP="00354DF7">
      <w:pPr>
        <w:tabs>
          <w:tab w:val="left" w:pos="6195"/>
        </w:tabs>
      </w:pPr>
      <w:r>
        <w:t>337.4344</w:t>
      </w:r>
      <w:r>
        <w:tab/>
        <w:t>4.857e0</w:t>
      </w:r>
    </w:p>
    <w:p w:rsidR="00354DF7" w:rsidRDefault="00354DF7" w:rsidP="00354DF7">
      <w:pPr>
        <w:tabs>
          <w:tab w:val="left" w:pos="6195"/>
        </w:tabs>
      </w:pPr>
      <w:r>
        <w:t>337.4387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337.4421</w:t>
      </w:r>
      <w:r>
        <w:tab/>
        <w:t>1.982e0</w:t>
      </w:r>
    </w:p>
    <w:p w:rsidR="00354DF7" w:rsidRDefault="00354DF7" w:rsidP="00354DF7">
      <w:pPr>
        <w:tabs>
          <w:tab w:val="left" w:pos="6195"/>
        </w:tabs>
      </w:pPr>
      <w:r>
        <w:t>337.4630</w:t>
      </w:r>
      <w:r>
        <w:tab/>
        <w:t>1.473e1</w:t>
      </w:r>
    </w:p>
    <w:p w:rsidR="00354DF7" w:rsidRDefault="00354DF7" w:rsidP="00354DF7">
      <w:pPr>
        <w:tabs>
          <w:tab w:val="left" w:pos="6195"/>
        </w:tabs>
      </w:pPr>
      <w:r>
        <w:t>337.4659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337.4829</w:t>
      </w:r>
      <w:r>
        <w:tab/>
        <w:t>4.165e0</w:t>
      </w:r>
    </w:p>
    <w:p w:rsidR="00354DF7" w:rsidRDefault="00354DF7" w:rsidP="00354DF7">
      <w:pPr>
        <w:tabs>
          <w:tab w:val="left" w:pos="6195"/>
        </w:tabs>
      </w:pPr>
      <w:r>
        <w:t>337.4941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337.5020</w:t>
      </w:r>
      <w:r>
        <w:tab/>
        <w:t>5.514e0</w:t>
      </w:r>
    </w:p>
    <w:p w:rsidR="00354DF7" w:rsidRDefault="00354DF7" w:rsidP="00354DF7">
      <w:pPr>
        <w:tabs>
          <w:tab w:val="left" w:pos="6195"/>
        </w:tabs>
      </w:pPr>
      <w:r>
        <w:t>337.5060</w:t>
      </w:r>
      <w:r>
        <w:tab/>
        <w:t>1.607e0</w:t>
      </w:r>
    </w:p>
    <w:p w:rsidR="00354DF7" w:rsidRDefault="00354DF7" w:rsidP="00354DF7">
      <w:pPr>
        <w:tabs>
          <w:tab w:val="left" w:pos="6195"/>
        </w:tabs>
      </w:pPr>
      <w:r>
        <w:t>337.5152</w:t>
      </w:r>
      <w:r>
        <w:tab/>
        <w:t>8.018e0</w:t>
      </w:r>
    </w:p>
    <w:p w:rsidR="00354DF7" w:rsidRDefault="00354DF7" w:rsidP="00354DF7">
      <w:pPr>
        <w:tabs>
          <w:tab w:val="left" w:pos="6195"/>
        </w:tabs>
      </w:pPr>
      <w:r>
        <w:t>337.5390</w:t>
      </w:r>
      <w:r>
        <w:tab/>
        <w:t>3.654e0</w:t>
      </w:r>
    </w:p>
    <w:p w:rsidR="00354DF7" w:rsidRDefault="00354DF7" w:rsidP="00354DF7">
      <w:pPr>
        <w:tabs>
          <w:tab w:val="left" w:pos="6195"/>
        </w:tabs>
      </w:pPr>
      <w:r>
        <w:t>337.5582</w:t>
      </w:r>
      <w:r>
        <w:tab/>
        <w:t>9.319e0</w:t>
      </w:r>
    </w:p>
    <w:p w:rsidR="00354DF7" w:rsidRDefault="00354DF7" w:rsidP="00354DF7">
      <w:pPr>
        <w:tabs>
          <w:tab w:val="left" w:pos="6195"/>
        </w:tabs>
      </w:pPr>
      <w:r>
        <w:t>337.5804</w:t>
      </w:r>
      <w:r>
        <w:tab/>
        <w:t>2.913e0</w:t>
      </w:r>
    </w:p>
    <w:p w:rsidR="00354DF7" w:rsidRDefault="00354DF7" w:rsidP="00354DF7">
      <w:pPr>
        <w:tabs>
          <w:tab w:val="left" w:pos="6195"/>
        </w:tabs>
      </w:pPr>
      <w:r>
        <w:t>337.6016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337.6028</w:t>
      </w:r>
      <w:r>
        <w:tab/>
        <w:t>1.192e1</w:t>
      </w:r>
    </w:p>
    <w:p w:rsidR="00354DF7" w:rsidRDefault="00354DF7" w:rsidP="00354DF7">
      <w:pPr>
        <w:tabs>
          <w:tab w:val="left" w:pos="6195"/>
        </w:tabs>
      </w:pPr>
      <w:r>
        <w:t>337.6124</w:t>
      </w:r>
      <w:r>
        <w:tab/>
        <w:t>4.473e0</w:t>
      </w:r>
    </w:p>
    <w:p w:rsidR="00354DF7" w:rsidRDefault="00354DF7" w:rsidP="00354DF7">
      <w:pPr>
        <w:tabs>
          <w:tab w:val="left" w:pos="6195"/>
        </w:tabs>
      </w:pPr>
      <w:r>
        <w:t>337.6420</w:t>
      </w:r>
      <w:r>
        <w:tab/>
        <w:t>4.709e0</w:t>
      </w:r>
    </w:p>
    <w:p w:rsidR="00354DF7" w:rsidRDefault="00354DF7" w:rsidP="00354DF7">
      <w:pPr>
        <w:tabs>
          <w:tab w:val="left" w:pos="6195"/>
        </w:tabs>
      </w:pPr>
      <w:r>
        <w:t>337.6439</w:t>
      </w:r>
      <w:r>
        <w:tab/>
        <w:t>6.811e0</w:t>
      </w:r>
    </w:p>
    <w:p w:rsidR="00354DF7" w:rsidRDefault="00354DF7" w:rsidP="00354DF7">
      <w:pPr>
        <w:tabs>
          <w:tab w:val="left" w:pos="6195"/>
        </w:tabs>
      </w:pPr>
      <w:r>
        <w:t>337.6473</w:t>
      </w:r>
      <w:r>
        <w:tab/>
        <w:t>7.022e0</w:t>
      </w:r>
    </w:p>
    <w:p w:rsidR="00354DF7" w:rsidRDefault="00354DF7" w:rsidP="00354DF7">
      <w:pPr>
        <w:tabs>
          <w:tab w:val="left" w:pos="6195"/>
        </w:tabs>
      </w:pPr>
      <w:r>
        <w:t>337.6500</w:t>
      </w:r>
      <w:r>
        <w:tab/>
        <w:t>8.160e0</w:t>
      </w:r>
    </w:p>
    <w:p w:rsidR="00354DF7" w:rsidRDefault="00354DF7" w:rsidP="00354DF7">
      <w:pPr>
        <w:tabs>
          <w:tab w:val="left" w:pos="6195"/>
        </w:tabs>
      </w:pPr>
      <w:r>
        <w:t>337.6510</w:t>
      </w:r>
      <w:r>
        <w:tab/>
        <w:t>3.961e0</w:t>
      </w:r>
    </w:p>
    <w:p w:rsidR="00354DF7" w:rsidRDefault="00354DF7" w:rsidP="00354DF7">
      <w:pPr>
        <w:tabs>
          <w:tab w:val="left" w:pos="6195"/>
        </w:tabs>
      </w:pPr>
      <w:r>
        <w:lastRenderedPageBreak/>
        <w:t>337.6660</w:t>
      </w:r>
      <w:r>
        <w:tab/>
        <w:t>5.001e0</w:t>
      </w:r>
    </w:p>
    <w:p w:rsidR="00354DF7" w:rsidRDefault="00354DF7" w:rsidP="00354DF7">
      <w:pPr>
        <w:tabs>
          <w:tab w:val="left" w:pos="6195"/>
        </w:tabs>
      </w:pPr>
      <w:r>
        <w:t>337.6937</w:t>
      </w:r>
      <w:r>
        <w:tab/>
        <w:t>5.978e0</w:t>
      </w:r>
    </w:p>
    <w:p w:rsidR="00354DF7" w:rsidRDefault="00354DF7" w:rsidP="00354DF7">
      <w:pPr>
        <w:tabs>
          <w:tab w:val="left" w:pos="6195"/>
        </w:tabs>
      </w:pPr>
      <w:r>
        <w:t>337.7022</w:t>
      </w:r>
      <w:r>
        <w:tab/>
        <w:t>8.454e0</w:t>
      </w:r>
    </w:p>
    <w:p w:rsidR="00354DF7" w:rsidRDefault="00354DF7" w:rsidP="00354DF7">
      <w:pPr>
        <w:tabs>
          <w:tab w:val="left" w:pos="6195"/>
        </w:tabs>
      </w:pPr>
      <w:r>
        <w:t>337.7221</w:t>
      </w:r>
      <w:r>
        <w:tab/>
        <w:t>3.336e0</w:t>
      </w:r>
    </w:p>
    <w:p w:rsidR="00354DF7" w:rsidRDefault="00354DF7" w:rsidP="00354DF7">
      <w:pPr>
        <w:tabs>
          <w:tab w:val="left" w:pos="6195"/>
        </w:tabs>
      </w:pPr>
      <w:r>
        <w:t>337.7295</w:t>
      </w:r>
      <w:r>
        <w:tab/>
        <w:t>1.521e1</w:t>
      </w:r>
    </w:p>
    <w:p w:rsidR="00354DF7" w:rsidRDefault="00354DF7" w:rsidP="00354DF7">
      <w:pPr>
        <w:tabs>
          <w:tab w:val="left" w:pos="6195"/>
        </w:tabs>
      </w:pPr>
      <w:r>
        <w:t>337.7342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337.7473</w:t>
      </w:r>
      <w:r>
        <w:tab/>
        <w:t>7.341e0</w:t>
      </w:r>
    </w:p>
    <w:p w:rsidR="00354DF7" w:rsidRDefault="00354DF7" w:rsidP="00354DF7">
      <w:pPr>
        <w:tabs>
          <w:tab w:val="left" w:pos="6195"/>
        </w:tabs>
      </w:pPr>
      <w:r>
        <w:t>337.7617</w:t>
      </w:r>
      <w:r>
        <w:tab/>
        <w:t>9.557e0</w:t>
      </w:r>
    </w:p>
    <w:p w:rsidR="00354DF7" w:rsidRDefault="00354DF7" w:rsidP="00354DF7">
      <w:pPr>
        <w:tabs>
          <w:tab w:val="left" w:pos="6195"/>
        </w:tabs>
      </w:pPr>
      <w:r>
        <w:t>337.7668</w:t>
      </w:r>
      <w:r>
        <w:tab/>
        <w:t>7.145e0</w:t>
      </w:r>
    </w:p>
    <w:p w:rsidR="00354DF7" w:rsidRDefault="00354DF7" w:rsidP="00354DF7">
      <w:pPr>
        <w:tabs>
          <w:tab w:val="left" w:pos="6195"/>
        </w:tabs>
      </w:pPr>
      <w:r>
        <w:t>337.8002</w:t>
      </w:r>
      <w:r>
        <w:tab/>
        <w:t>1.371e1</w:t>
      </w:r>
    </w:p>
    <w:p w:rsidR="00354DF7" w:rsidRDefault="00354DF7" w:rsidP="00354DF7">
      <w:pPr>
        <w:tabs>
          <w:tab w:val="left" w:pos="6195"/>
        </w:tabs>
      </w:pPr>
      <w:r>
        <w:t>337.8114</w:t>
      </w:r>
      <w:r>
        <w:tab/>
        <w:t>1.864e0</w:t>
      </w:r>
    </w:p>
    <w:p w:rsidR="00354DF7" w:rsidRDefault="00354DF7" w:rsidP="00354DF7">
      <w:pPr>
        <w:tabs>
          <w:tab w:val="left" w:pos="6195"/>
        </w:tabs>
      </w:pPr>
      <w:r>
        <w:t>337.8133</w:t>
      </w:r>
      <w:r>
        <w:tab/>
        <w:t>1.993e0</w:t>
      </w:r>
    </w:p>
    <w:p w:rsidR="00354DF7" w:rsidRDefault="00354DF7" w:rsidP="00354DF7">
      <w:pPr>
        <w:tabs>
          <w:tab w:val="left" w:pos="6195"/>
        </w:tabs>
      </w:pPr>
      <w:r>
        <w:t>337.8257</w:t>
      </w:r>
      <w:r>
        <w:tab/>
        <w:t>4.158e0</w:t>
      </w:r>
    </w:p>
    <w:p w:rsidR="00354DF7" w:rsidRDefault="00354DF7" w:rsidP="00354DF7">
      <w:pPr>
        <w:tabs>
          <w:tab w:val="left" w:pos="6195"/>
        </w:tabs>
      </w:pPr>
      <w:r>
        <w:t>337.8335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337.8376</w:t>
      </w:r>
      <w:r>
        <w:tab/>
        <w:t>3.737e0</w:t>
      </w:r>
    </w:p>
    <w:p w:rsidR="00354DF7" w:rsidRDefault="00354DF7" w:rsidP="00354DF7">
      <w:pPr>
        <w:tabs>
          <w:tab w:val="left" w:pos="6195"/>
        </w:tabs>
      </w:pPr>
      <w:r>
        <w:t>337.8618</w:t>
      </w:r>
      <w:r>
        <w:tab/>
        <w:t>1.961e0</w:t>
      </w:r>
    </w:p>
    <w:p w:rsidR="00354DF7" w:rsidRDefault="00354DF7" w:rsidP="00354DF7">
      <w:pPr>
        <w:tabs>
          <w:tab w:val="left" w:pos="6195"/>
        </w:tabs>
      </w:pPr>
      <w:r>
        <w:t>337.8717</w:t>
      </w:r>
      <w:r>
        <w:tab/>
        <w:t>2.389e1</w:t>
      </w:r>
    </w:p>
    <w:p w:rsidR="00354DF7" w:rsidRDefault="00354DF7" w:rsidP="00354DF7">
      <w:pPr>
        <w:tabs>
          <w:tab w:val="left" w:pos="6195"/>
        </w:tabs>
      </w:pPr>
      <w:r>
        <w:t>337.8752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337.8777</w:t>
      </w:r>
      <w:r>
        <w:tab/>
        <w:t>1.583e0</w:t>
      </w:r>
    </w:p>
    <w:p w:rsidR="00354DF7" w:rsidRDefault="00354DF7" w:rsidP="00354DF7">
      <w:pPr>
        <w:tabs>
          <w:tab w:val="left" w:pos="6195"/>
        </w:tabs>
      </w:pPr>
      <w:r>
        <w:lastRenderedPageBreak/>
        <w:t>337.8848</w:t>
      </w:r>
      <w:r>
        <w:tab/>
        <w:t>9.043e0</w:t>
      </w:r>
    </w:p>
    <w:p w:rsidR="00354DF7" w:rsidRDefault="00354DF7" w:rsidP="00354DF7">
      <w:pPr>
        <w:tabs>
          <w:tab w:val="left" w:pos="6195"/>
        </w:tabs>
      </w:pPr>
      <w:r>
        <w:t>337.9074</w:t>
      </w:r>
      <w:r>
        <w:tab/>
        <w:t>1.313e0</w:t>
      </w:r>
    </w:p>
    <w:p w:rsidR="00354DF7" w:rsidRDefault="00354DF7" w:rsidP="00354DF7">
      <w:pPr>
        <w:tabs>
          <w:tab w:val="left" w:pos="6195"/>
        </w:tabs>
      </w:pPr>
      <w:r>
        <w:t>337.9195</w:t>
      </w:r>
      <w:r>
        <w:tab/>
        <w:t>8.503e0</w:t>
      </w:r>
    </w:p>
    <w:p w:rsidR="00354DF7" w:rsidRDefault="00354DF7" w:rsidP="00354DF7">
      <w:pPr>
        <w:tabs>
          <w:tab w:val="left" w:pos="6195"/>
        </w:tabs>
      </w:pPr>
      <w:r>
        <w:t>337.9324</w:t>
      </w:r>
      <w:r>
        <w:tab/>
        <w:t>1.694e0</w:t>
      </w:r>
    </w:p>
    <w:p w:rsidR="00354DF7" w:rsidRDefault="00354DF7" w:rsidP="00354DF7">
      <w:pPr>
        <w:tabs>
          <w:tab w:val="left" w:pos="6195"/>
        </w:tabs>
      </w:pPr>
      <w:r>
        <w:t>337.9378</w:t>
      </w:r>
      <w:r>
        <w:tab/>
        <w:t>1.665e0</w:t>
      </w:r>
    </w:p>
    <w:p w:rsidR="00354DF7" w:rsidRDefault="00354DF7" w:rsidP="00354DF7">
      <w:pPr>
        <w:tabs>
          <w:tab w:val="left" w:pos="6195"/>
        </w:tabs>
      </w:pPr>
      <w:r>
        <w:t>337.9545</w:t>
      </w:r>
      <w:r>
        <w:tab/>
        <w:t>3.676e0</w:t>
      </w:r>
    </w:p>
    <w:p w:rsidR="00354DF7" w:rsidRDefault="00354DF7" w:rsidP="00354DF7">
      <w:pPr>
        <w:tabs>
          <w:tab w:val="left" w:pos="6195"/>
        </w:tabs>
      </w:pPr>
      <w:r>
        <w:t>337.9641</w:t>
      </w:r>
      <w:r>
        <w:tab/>
        <w:t>8.186e0</w:t>
      </w:r>
    </w:p>
    <w:p w:rsidR="00354DF7" w:rsidRDefault="00354DF7" w:rsidP="00354DF7">
      <w:pPr>
        <w:tabs>
          <w:tab w:val="left" w:pos="6195"/>
        </w:tabs>
      </w:pPr>
      <w:r>
        <w:t>337.9666</w:t>
      </w:r>
      <w:r>
        <w:tab/>
        <w:t>3.022e0</w:t>
      </w:r>
    </w:p>
    <w:p w:rsidR="00354DF7" w:rsidRDefault="00354DF7" w:rsidP="00354DF7">
      <w:pPr>
        <w:tabs>
          <w:tab w:val="left" w:pos="6195"/>
        </w:tabs>
      </w:pPr>
      <w:r>
        <w:t>337.9770</w:t>
      </w:r>
      <w:r>
        <w:tab/>
        <w:t>2.176e0</w:t>
      </w:r>
    </w:p>
    <w:p w:rsidR="00354DF7" w:rsidRDefault="00354DF7" w:rsidP="00354DF7">
      <w:pPr>
        <w:tabs>
          <w:tab w:val="left" w:pos="6195"/>
        </w:tabs>
      </w:pPr>
      <w:r>
        <w:t>338.0080</w:t>
      </w:r>
      <w:r>
        <w:tab/>
        <w:t>3.147e0</w:t>
      </w:r>
    </w:p>
    <w:p w:rsidR="00354DF7" w:rsidRDefault="00354DF7" w:rsidP="00354DF7">
      <w:pPr>
        <w:tabs>
          <w:tab w:val="left" w:pos="6195"/>
        </w:tabs>
      </w:pPr>
      <w:r>
        <w:t>338.0189</w:t>
      </w:r>
      <w:r>
        <w:tab/>
        <w:t>4.595e0</w:t>
      </w:r>
    </w:p>
    <w:p w:rsidR="00354DF7" w:rsidRDefault="00354DF7" w:rsidP="00354DF7">
      <w:pPr>
        <w:tabs>
          <w:tab w:val="left" w:pos="6195"/>
        </w:tabs>
      </w:pPr>
      <w:r>
        <w:t>338.0376</w:t>
      </w:r>
      <w:r>
        <w:tab/>
        <w:t>5.370e0</w:t>
      </w:r>
    </w:p>
    <w:p w:rsidR="00354DF7" w:rsidRDefault="00354DF7" w:rsidP="00354DF7">
      <w:pPr>
        <w:tabs>
          <w:tab w:val="left" w:pos="6195"/>
        </w:tabs>
      </w:pPr>
      <w:r>
        <w:t>338.0408</w:t>
      </w:r>
      <w:r>
        <w:tab/>
        <w:t>5.759e0</w:t>
      </w:r>
    </w:p>
    <w:p w:rsidR="00354DF7" w:rsidRDefault="00354DF7" w:rsidP="00354DF7">
      <w:pPr>
        <w:tabs>
          <w:tab w:val="left" w:pos="6195"/>
        </w:tabs>
      </w:pPr>
      <w:r>
        <w:t>338.0498</w:t>
      </w:r>
      <w:r>
        <w:tab/>
        <w:t>5.900e0</w:t>
      </w:r>
    </w:p>
    <w:p w:rsidR="00354DF7" w:rsidRDefault="00354DF7" w:rsidP="00354DF7">
      <w:pPr>
        <w:tabs>
          <w:tab w:val="left" w:pos="6195"/>
        </w:tabs>
      </w:pPr>
      <w:r>
        <w:t>338.0546</w:t>
      </w:r>
      <w:r>
        <w:tab/>
        <w:t>5.016e0</w:t>
      </w:r>
    </w:p>
    <w:p w:rsidR="00354DF7" w:rsidRDefault="00354DF7" w:rsidP="00354DF7">
      <w:pPr>
        <w:tabs>
          <w:tab w:val="left" w:pos="6195"/>
        </w:tabs>
      </w:pPr>
      <w:r>
        <w:t>338.0815</w:t>
      </w:r>
      <w:r>
        <w:tab/>
        <w:t>9.801e0</w:t>
      </w:r>
    </w:p>
    <w:p w:rsidR="00354DF7" w:rsidRDefault="00354DF7" w:rsidP="00354DF7">
      <w:pPr>
        <w:tabs>
          <w:tab w:val="left" w:pos="6195"/>
        </w:tabs>
      </w:pPr>
      <w:r>
        <w:t>338.1117</w:t>
      </w:r>
      <w:r>
        <w:tab/>
        <w:t>8.515e0</w:t>
      </w:r>
    </w:p>
    <w:p w:rsidR="00354DF7" w:rsidRDefault="00354DF7" w:rsidP="00354DF7">
      <w:pPr>
        <w:tabs>
          <w:tab w:val="left" w:pos="6195"/>
        </w:tabs>
      </w:pPr>
      <w:r>
        <w:t>338.1248</w:t>
      </w:r>
      <w:r>
        <w:tab/>
        <w:t>4.097e1</w:t>
      </w:r>
    </w:p>
    <w:p w:rsidR="00354DF7" w:rsidRDefault="00354DF7" w:rsidP="00354DF7">
      <w:pPr>
        <w:tabs>
          <w:tab w:val="left" w:pos="6195"/>
        </w:tabs>
      </w:pPr>
      <w:r>
        <w:t>338.1303</w:t>
      </w:r>
      <w:r>
        <w:tab/>
        <w:t>2.147e1</w:t>
      </w:r>
    </w:p>
    <w:p w:rsidR="00354DF7" w:rsidRDefault="00354DF7" w:rsidP="00354DF7">
      <w:pPr>
        <w:tabs>
          <w:tab w:val="left" w:pos="6195"/>
        </w:tabs>
      </w:pPr>
      <w:r>
        <w:lastRenderedPageBreak/>
        <w:t>338.1370</w:t>
      </w:r>
      <w:r>
        <w:tab/>
        <w:t>2.025e1</w:t>
      </w:r>
    </w:p>
    <w:p w:rsidR="00354DF7" w:rsidRDefault="00354DF7" w:rsidP="00354DF7">
      <w:pPr>
        <w:tabs>
          <w:tab w:val="left" w:pos="6195"/>
        </w:tabs>
      </w:pPr>
      <w:r>
        <w:t>338.1381</w:t>
      </w:r>
      <w:r>
        <w:tab/>
        <w:t>1.047e1</w:t>
      </w:r>
    </w:p>
    <w:p w:rsidR="00354DF7" w:rsidRDefault="00354DF7" w:rsidP="00354DF7">
      <w:pPr>
        <w:tabs>
          <w:tab w:val="left" w:pos="6195"/>
        </w:tabs>
      </w:pPr>
      <w:r>
        <w:t>338.1537</w:t>
      </w:r>
      <w:r>
        <w:tab/>
        <w:t>2.178e1</w:t>
      </w:r>
    </w:p>
    <w:p w:rsidR="00354DF7" w:rsidRDefault="00354DF7" w:rsidP="00354DF7">
      <w:pPr>
        <w:tabs>
          <w:tab w:val="left" w:pos="6195"/>
        </w:tabs>
      </w:pPr>
      <w:r>
        <w:t>338.1988</w:t>
      </w:r>
      <w:r>
        <w:tab/>
        <w:t>1.457e1</w:t>
      </w:r>
    </w:p>
    <w:p w:rsidR="00354DF7" w:rsidRDefault="00354DF7" w:rsidP="00354DF7">
      <w:pPr>
        <w:tabs>
          <w:tab w:val="left" w:pos="6195"/>
        </w:tabs>
      </w:pPr>
      <w:r>
        <w:t>338.2157</w:t>
      </w:r>
      <w:r>
        <w:tab/>
        <w:t>2.795e0</w:t>
      </w:r>
    </w:p>
    <w:p w:rsidR="00354DF7" w:rsidRDefault="00354DF7" w:rsidP="00354DF7">
      <w:pPr>
        <w:tabs>
          <w:tab w:val="left" w:pos="6195"/>
        </w:tabs>
      </w:pPr>
      <w:r>
        <w:t>338.2224</w:t>
      </w:r>
      <w:r>
        <w:tab/>
        <w:t>1.015e0</w:t>
      </w:r>
    </w:p>
    <w:p w:rsidR="00354DF7" w:rsidRDefault="00354DF7" w:rsidP="00354DF7">
      <w:pPr>
        <w:tabs>
          <w:tab w:val="left" w:pos="6195"/>
        </w:tabs>
      </w:pPr>
      <w:r>
        <w:t>338.2284</w:t>
      </w:r>
      <w:r>
        <w:tab/>
        <w:t>5.414e0</w:t>
      </w:r>
    </w:p>
    <w:p w:rsidR="00354DF7" w:rsidRDefault="00354DF7" w:rsidP="00354DF7">
      <w:pPr>
        <w:tabs>
          <w:tab w:val="left" w:pos="6195"/>
        </w:tabs>
      </w:pPr>
      <w:r>
        <w:t>338.2617</w:t>
      </w:r>
      <w:r>
        <w:tab/>
        <w:t>4.761e0</w:t>
      </w:r>
    </w:p>
    <w:p w:rsidR="00354DF7" w:rsidRDefault="00354DF7" w:rsidP="00354DF7">
      <w:pPr>
        <w:tabs>
          <w:tab w:val="left" w:pos="6195"/>
        </w:tabs>
      </w:pPr>
      <w:r>
        <w:t>338.2723</w:t>
      </w:r>
      <w:r>
        <w:tab/>
        <w:t>2.309e1</w:t>
      </w:r>
    </w:p>
    <w:p w:rsidR="00354DF7" w:rsidRDefault="00354DF7" w:rsidP="00354DF7">
      <w:pPr>
        <w:tabs>
          <w:tab w:val="left" w:pos="6195"/>
        </w:tabs>
      </w:pPr>
      <w:r>
        <w:t>338.2751</w:t>
      </w:r>
      <w:r>
        <w:tab/>
        <w:t>3.798e0</w:t>
      </w:r>
    </w:p>
    <w:p w:rsidR="00354DF7" w:rsidRDefault="00354DF7" w:rsidP="00354DF7">
      <w:pPr>
        <w:tabs>
          <w:tab w:val="left" w:pos="6195"/>
        </w:tabs>
      </w:pPr>
      <w:r>
        <w:t>338.2870</w:t>
      </w:r>
      <w:r>
        <w:tab/>
        <w:t>1.034e1</w:t>
      </w:r>
    </w:p>
    <w:p w:rsidR="00354DF7" w:rsidRDefault="00354DF7" w:rsidP="00354DF7">
      <w:pPr>
        <w:tabs>
          <w:tab w:val="left" w:pos="6195"/>
        </w:tabs>
      </w:pPr>
      <w:r>
        <w:t>338.2893</w:t>
      </w:r>
      <w:r>
        <w:tab/>
        <w:t>2.212e0</w:t>
      </w:r>
    </w:p>
    <w:p w:rsidR="00354DF7" w:rsidRDefault="00354DF7" w:rsidP="00354DF7">
      <w:pPr>
        <w:tabs>
          <w:tab w:val="left" w:pos="6195"/>
        </w:tabs>
      </w:pPr>
      <w:r>
        <w:t>338.3130</w:t>
      </w:r>
      <w:r>
        <w:tab/>
        <w:t>5.870e0</w:t>
      </w:r>
    </w:p>
    <w:p w:rsidR="00354DF7" w:rsidRDefault="00354DF7" w:rsidP="00354DF7">
      <w:pPr>
        <w:tabs>
          <w:tab w:val="left" w:pos="6195"/>
        </w:tabs>
      </w:pPr>
      <w:r>
        <w:t>338.3263</w:t>
      </w:r>
      <w:r>
        <w:tab/>
        <w:t>7.854e0</w:t>
      </w:r>
    </w:p>
    <w:p w:rsidR="00354DF7" w:rsidRDefault="00354DF7" w:rsidP="00354DF7">
      <w:pPr>
        <w:tabs>
          <w:tab w:val="left" w:pos="6195"/>
        </w:tabs>
      </w:pPr>
      <w:r>
        <w:t>338.3279</w:t>
      </w:r>
      <w:r>
        <w:tab/>
        <w:t>7.251e0</w:t>
      </w:r>
    </w:p>
    <w:p w:rsidR="00354DF7" w:rsidRDefault="00354DF7" w:rsidP="00354DF7">
      <w:pPr>
        <w:tabs>
          <w:tab w:val="left" w:pos="6195"/>
        </w:tabs>
      </w:pPr>
      <w:r>
        <w:t>338.3332</w:t>
      </w:r>
      <w:r>
        <w:tab/>
        <w:t>1.524e0</w:t>
      </w:r>
    </w:p>
    <w:p w:rsidR="00354DF7" w:rsidRDefault="00354DF7" w:rsidP="00354DF7">
      <w:pPr>
        <w:tabs>
          <w:tab w:val="left" w:pos="6195"/>
        </w:tabs>
      </w:pPr>
      <w:r>
        <w:t>338.3357</w:t>
      </w:r>
      <w:r>
        <w:tab/>
        <w:t>9.365e0</w:t>
      </w:r>
    </w:p>
    <w:p w:rsidR="00354DF7" w:rsidRDefault="00354DF7" w:rsidP="00354DF7">
      <w:pPr>
        <w:tabs>
          <w:tab w:val="left" w:pos="6195"/>
        </w:tabs>
      </w:pPr>
      <w:r>
        <w:t>338.3784</w:t>
      </w:r>
      <w:r>
        <w:tab/>
        <w:t>7.762e0</w:t>
      </w:r>
    </w:p>
    <w:p w:rsidR="00354DF7" w:rsidRDefault="00354DF7" w:rsidP="00354DF7">
      <w:pPr>
        <w:tabs>
          <w:tab w:val="left" w:pos="6195"/>
        </w:tabs>
      </w:pPr>
      <w:r>
        <w:t>338.3850</w:t>
      </w:r>
      <w:r>
        <w:tab/>
        <w:t>6.384e0</w:t>
      </w:r>
    </w:p>
    <w:p w:rsidR="00354DF7" w:rsidRDefault="00354DF7" w:rsidP="00354DF7">
      <w:pPr>
        <w:tabs>
          <w:tab w:val="left" w:pos="6195"/>
        </w:tabs>
      </w:pPr>
      <w:r>
        <w:lastRenderedPageBreak/>
        <w:t>338.3913</w:t>
      </w:r>
      <w:r>
        <w:tab/>
        <w:t>6.366e0</w:t>
      </w:r>
    </w:p>
    <w:p w:rsidR="00354DF7" w:rsidRDefault="00354DF7" w:rsidP="00354DF7">
      <w:pPr>
        <w:tabs>
          <w:tab w:val="left" w:pos="6195"/>
        </w:tabs>
      </w:pPr>
      <w:r>
        <w:t>338.4103</w:t>
      </w:r>
      <w:r>
        <w:tab/>
        <w:t>1.724e0</w:t>
      </w:r>
    </w:p>
    <w:p w:rsidR="00354DF7" w:rsidRDefault="00354DF7" w:rsidP="00354DF7">
      <w:pPr>
        <w:tabs>
          <w:tab w:val="left" w:pos="6195"/>
        </w:tabs>
      </w:pPr>
      <w:r>
        <w:t>338.4224</w:t>
      </w:r>
      <w:r>
        <w:tab/>
        <w:t>9.141e0</w:t>
      </w:r>
    </w:p>
    <w:p w:rsidR="00354DF7" w:rsidRDefault="00354DF7" w:rsidP="00354DF7">
      <w:pPr>
        <w:tabs>
          <w:tab w:val="left" w:pos="6195"/>
        </w:tabs>
      </w:pPr>
      <w:r>
        <w:t>338.4418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338.4515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338.4565</w:t>
      </w:r>
      <w:r>
        <w:tab/>
        <w:t>1.477e1</w:t>
      </w:r>
    </w:p>
    <w:p w:rsidR="00354DF7" w:rsidRDefault="00354DF7" w:rsidP="00354DF7">
      <w:pPr>
        <w:tabs>
          <w:tab w:val="left" w:pos="6195"/>
        </w:tabs>
      </w:pPr>
      <w:r>
        <w:t>338.4696</w:t>
      </w:r>
      <w:r>
        <w:tab/>
        <w:t>6.849e0</w:t>
      </w:r>
    </w:p>
    <w:p w:rsidR="00354DF7" w:rsidRDefault="00354DF7" w:rsidP="00354DF7">
      <w:pPr>
        <w:tabs>
          <w:tab w:val="left" w:pos="6195"/>
        </w:tabs>
      </w:pPr>
      <w:r>
        <w:t>338.4948</w:t>
      </w:r>
      <w:r>
        <w:tab/>
        <w:t>1.133e1</w:t>
      </w:r>
    </w:p>
    <w:p w:rsidR="00354DF7" w:rsidRDefault="00354DF7" w:rsidP="00354DF7">
      <w:pPr>
        <w:tabs>
          <w:tab w:val="left" w:pos="6195"/>
        </w:tabs>
      </w:pPr>
      <w:r>
        <w:t>338.4975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338.5168</w:t>
      </w:r>
      <w:r>
        <w:tab/>
        <w:t>3.898e0</w:t>
      </w:r>
    </w:p>
    <w:p w:rsidR="00354DF7" w:rsidRDefault="00354DF7" w:rsidP="00354DF7">
      <w:pPr>
        <w:tabs>
          <w:tab w:val="left" w:pos="6195"/>
        </w:tabs>
      </w:pPr>
      <w:r>
        <w:t>338.5187</w:t>
      </w:r>
      <w:r>
        <w:tab/>
        <w:t>8.763e0</w:t>
      </w:r>
    </w:p>
    <w:p w:rsidR="00354DF7" w:rsidRDefault="00354DF7" w:rsidP="00354DF7">
      <w:pPr>
        <w:tabs>
          <w:tab w:val="left" w:pos="6195"/>
        </w:tabs>
      </w:pPr>
      <w:r>
        <w:t>338.5221</w:t>
      </w:r>
      <w:r>
        <w:tab/>
        <w:t>1.503e0</w:t>
      </w:r>
    </w:p>
    <w:p w:rsidR="00354DF7" w:rsidRDefault="00354DF7" w:rsidP="00354DF7">
      <w:pPr>
        <w:tabs>
          <w:tab w:val="left" w:pos="6195"/>
        </w:tabs>
      </w:pPr>
      <w:r>
        <w:t>338.5332</w:t>
      </w:r>
      <w:r>
        <w:tab/>
        <w:t>5.384e0</w:t>
      </w:r>
    </w:p>
    <w:p w:rsidR="00354DF7" w:rsidRDefault="00354DF7" w:rsidP="00354DF7">
      <w:pPr>
        <w:tabs>
          <w:tab w:val="left" w:pos="6195"/>
        </w:tabs>
      </w:pPr>
      <w:r>
        <w:t>338.5479</w:t>
      </w:r>
      <w:r>
        <w:tab/>
        <w:t>2.788e0</w:t>
      </w:r>
    </w:p>
    <w:p w:rsidR="00354DF7" w:rsidRDefault="00354DF7" w:rsidP="00354DF7">
      <w:pPr>
        <w:tabs>
          <w:tab w:val="left" w:pos="6195"/>
        </w:tabs>
      </w:pPr>
      <w:r>
        <w:t>338.5633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338.5713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338.5783</w:t>
      </w:r>
      <w:r>
        <w:tab/>
        <w:t>7.026e0</w:t>
      </w:r>
    </w:p>
    <w:p w:rsidR="00354DF7" w:rsidRDefault="00354DF7" w:rsidP="00354DF7">
      <w:pPr>
        <w:tabs>
          <w:tab w:val="left" w:pos="6195"/>
        </w:tabs>
      </w:pPr>
      <w:r>
        <w:t>338.5826</w:t>
      </w:r>
      <w:r>
        <w:tab/>
        <w:t>6.002e0</w:t>
      </w:r>
    </w:p>
    <w:p w:rsidR="00354DF7" w:rsidRDefault="00354DF7" w:rsidP="00354DF7">
      <w:pPr>
        <w:tabs>
          <w:tab w:val="left" w:pos="6195"/>
        </w:tabs>
      </w:pPr>
      <w:r>
        <w:t>338.5900</w:t>
      </w:r>
      <w:r>
        <w:tab/>
        <w:t>1.232e1</w:t>
      </w:r>
    </w:p>
    <w:p w:rsidR="00354DF7" w:rsidRDefault="00354DF7" w:rsidP="00354DF7">
      <w:pPr>
        <w:tabs>
          <w:tab w:val="left" w:pos="6195"/>
        </w:tabs>
      </w:pPr>
      <w:r>
        <w:lastRenderedPageBreak/>
        <w:t>338.6179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338.6291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338.6469</w:t>
      </w:r>
      <w:r>
        <w:tab/>
        <w:t>2.597e0</w:t>
      </w:r>
    </w:p>
    <w:p w:rsidR="00354DF7" w:rsidRDefault="00354DF7" w:rsidP="00354DF7">
      <w:pPr>
        <w:tabs>
          <w:tab w:val="left" w:pos="6195"/>
        </w:tabs>
      </w:pPr>
      <w:r>
        <w:t>338.6627</w:t>
      </w:r>
      <w:r>
        <w:tab/>
        <w:t>1.016e1</w:t>
      </w:r>
    </w:p>
    <w:p w:rsidR="00354DF7" w:rsidRDefault="00354DF7" w:rsidP="00354DF7">
      <w:pPr>
        <w:tabs>
          <w:tab w:val="left" w:pos="6195"/>
        </w:tabs>
      </w:pPr>
      <w:r>
        <w:t>338.6660</w:t>
      </w:r>
      <w:r>
        <w:tab/>
        <w:t>1.067e1</w:t>
      </w:r>
    </w:p>
    <w:p w:rsidR="00354DF7" w:rsidRDefault="00354DF7" w:rsidP="00354DF7">
      <w:pPr>
        <w:tabs>
          <w:tab w:val="left" w:pos="6195"/>
        </w:tabs>
      </w:pPr>
      <w:r>
        <w:t>338.6757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338.6957</w:t>
      </w:r>
      <w:r>
        <w:tab/>
        <w:t>2.770e0</w:t>
      </w:r>
    </w:p>
    <w:p w:rsidR="00354DF7" w:rsidRDefault="00354DF7" w:rsidP="00354DF7">
      <w:pPr>
        <w:tabs>
          <w:tab w:val="left" w:pos="6195"/>
        </w:tabs>
      </w:pPr>
      <w:r>
        <w:t>338.6992</w:t>
      </w:r>
      <w:r>
        <w:tab/>
        <w:t>9.143e0</w:t>
      </w:r>
    </w:p>
    <w:p w:rsidR="00354DF7" w:rsidRDefault="00354DF7" w:rsidP="00354DF7">
      <w:pPr>
        <w:tabs>
          <w:tab w:val="left" w:pos="6195"/>
        </w:tabs>
      </w:pPr>
      <w:r>
        <w:t>338.7045</w:t>
      </w:r>
      <w:r>
        <w:tab/>
        <w:t>6.428e0</w:t>
      </w:r>
    </w:p>
    <w:p w:rsidR="00354DF7" w:rsidRDefault="00354DF7" w:rsidP="00354DF7">
      <w:pPr>
        <w:tabs>
          <w:tab w:val="left" w:pos="6195"/>
        </w:tabs>
      </w:pPr>
      <w:r>
        <w:t>338.7129</w:t>
      </w:r>
      <w:r>
        <w:tab/>
        <w:t>9.728e0</w:t>
      </w:r>
    </w:p>
    <w:p w:rsidR="00354DF7" w:rsidRDefault="00354DF7" w:rsidP="00354DF7">
      <w:pPr>
        <w:tabs>
          <w:tab w:val="left" w:pos="6195"/>
        </w:tabs>
      </w:pPr>
      <w:r>
        <w:t>338.7373</w:t>
      </w:r>
      <w:r>
        <w:tab/>
        <w:t>2.965e0</w:t>
      </w:r>
    </w:p>
    <w:p w:rsidR="00354DF7" w:rsidRDefault="00354DF7" w:rsidP="00354DF7">
      <w:pPr>
        <w:tabs>
          <w:tab w:val="left" w:pos="6195"/>
        </w:tabs>
      </w:pPr>
      <w:r>
        <w:t>338.7520</w:t>
      </w:r>
      <w:r>
        <w:tab/>
        <w:t>1.348e1</w:t>
      </w:r>
    </w:p>
    <w:p w:rsidR="00354DF7" w:rsidRDefault="00354DF7" w:rsidP="00354DF7">
      <w:pPr>
        <w:tabs>
          <w:tab w:val="left" w:pos="6195"/>
        </w:tabs>
      </w:pPr>
      <w:r>
        <w:t>338.7552</w:t>
      </w:r>
      <w:r>
        <w:tab/>
        <w:t>5.905e0</w:t>
      </w:r>
    </w:p>
    <w:p w:rsidR="00354DF7" w:rsidRDefault="00354DF7" w:rsidP="00354DF7">
      <w:pPr>
        <w:tabs>
          <w:tab w:val="left" w:pos="6195"/>
        </w:tabs>
      </w:pPr>
      <w:r>
        <w:t>338.7681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338.7868</w:t>
      </w:r>
      <w:r>
        <w:tab/>
        <w:t>7.057e0</w:t>
      </w:r>
    </w:p>
    <w:p w:rsidR="00354DF7" w:rsidRDefault="00354DF7" w:rsidP="00354DF7">
      <w:pPr>
        <w:tabs>
          <w:tab w:val="left" w:pos="6195"/>
        </w:tabs>
      </w:pPr>
      <w:r>
        <w:t>338.7949</w:t>
      </w:r>
      <w:r>
        <w:tab/>
        <w:t>5.668e0</w:t>
      </w:r>
    </w:p>
    <w:p w:rsidR="00354DF7" w:rsidRDefault="00354DF7" w:rsidP="00354DF7">
      <w:pPr>
        <w:tabs>
          <w:tab w:val="left" w:pos="6195"/>
        </w:tabs>
      </w:pPr>
      <w:r>
        <w:t>338.7960</w:t>
      </w:r>
      <w:r>
        <w:tab/>
        <w:t>9.812e0</w:t>
      </w:r>
    </w:p>
    <w:p w:rsidR="00354DF7" w:rsidRDefault="00354DF7" w:rsidP="00354DF7">
      <w:pPr>
        <w:tabs>
          <w:tab w:val="left" w:pos="6195"/>
        </w:tabs>
      </w:pPr>
      <w:r>
        <w:t>338.8017</w:t>
      </w:r>
      <w:r>
        <w:tab/>
        <w:t>3.954e0</w:t>
      </w:r>
    </w:p>
    <w:p w:rsidR="00354DF7" w:rsidRDefault="00354DF7" w:rsidP="00354DF7">
      <w:pPr>
        <w:tabs>
          <w:tab w:val="left" w:pos="6195"/>
        </w:tabs>
      </w:pPr>
      <w:r>
        <w:t>338.8075</w:t>
      </w:r>
      <w:r>
        <w:tab/>
        <w:t>3.003e0</w:t>
      </w:r>
    </w:p>
    <w:p w:rsidR="00354DF7" w:rsidRDefault="00354DF7" w:rsidP="00354DF7">
      <w:pPr>
        <w:tabs>
          <w:tab w:val="left" w:pos="6195"/>
        </w:tabs>
      </w:pPr>
      <w:r>
        <w:lastRenderedPageBreak/>
        <w:t>338.8130</w:t>
      </w:r>
      <w:r>
        <w:tab/>
        <w:t>4.537e0</w:t>
      </w:r>
    </w:p>
    <w:p w:rsidR="00354DF7" w:rsidRDefault="00354DF7" w:rsidP="00354DF7">
      <w:pPr>
        <w:tabs>
          <w:tab w:val="left" w:pos="6195"/>
        </w:tabs>
      </w:pPr>
      <w:r>
        <w:t>338.8354</w:t>
      </w:r>
      <w:r>
        <w:tab/>
        <w:t>4.012e0</w:t>
      </w:r>
    </w:p>
    <w:p w:rsidR="00354DF7" w:rsidRDefault="00354DF7" w:rsidP="00354DF7">
      <w:pPr>
        <w:tabs>
          <w:tab w:val="left" w:pos="6195"/>
        </w:tabs>
      </w:pPr>
      <w:r>
        <w:t>338.8506</w:t>
      </w:r>
      <w:r>
        <w:tab/>
        <w:t>6.188e0</w:t>
      </w:r>
    </w:p>
    <w:p w:rsidR="00354DF7" w:rsidRDefault="00354DF7" w:rsidP="00354DF7">
      <w:pPr>
        <w:tabs>
          <w:tab w:val="left" w:pos="6195"/>
        </w:tabs>
      </w:pPr>
      <w:r>
        <w:t>338.8728</w:t>
      </w:r>
      <w:r>
        <w:tab/>
        <w:t>5.099e0</w:t>
      </w:r>
    </w:p>
    <w:p w:rsidR="00354DF7" w:rsidRDefault="00354DF7" w:rsidP="00354DF7">
      <w:pPr>
        <w:tabs>
          <w:tab w:val="left" w:pos="6195"/>
        </w:tabs>
      </w:pPr>
      <w:r>
        <w:t>338.8757</w:t>
      </w:r>
      <w:r>
        <w:tab/>
        <w:t>5.956e0</w:t>
      </w:r>
    </w:p>
    <w:p w:rsidR="00354DF7" w:rsidRDefault="00354DF7" w:rsidP="00354DF7">
      <w:pPr>
        <w:tabs>
          <w:tab w:val="left" w:pos="6195"/>
        </w:tabs>
      </w:pPr>
      <w:r>
        <w:t>338.8823</w:t>
      </w:r>
      <w:r>
        <w:tab/>
        <w:t>3.735e0</w:t>
      </w:r>
    </w:p>
    <w:p w:rsidR="00354DF7" w:rsidRDefault="00354DF7" w:rsidP="00354DF7">
      <w:pPr>
        <w:tabs>
          <w:tab w:val="left" w:pos="6195"/>
        </w:tabs>
      </w:pPr>
      <w:r>
        <w:t>338.8904</w:t>
      </w:r>
      <w:r>
        <w:tab/>
        <w:t>6.158e0</w:t>
      </w:r>
    </w:p>
    <w:p w:rsidR="00354DF7" w:rsidRDefault="00354DF7" w:rsidP="00354DF7">
      <w:pPr>
        <w:tabs>
          <w:tab w:val="left" w:pos="6195"/>
        </w:tabs>
      </w:pPr>
      <w:r>
        <w:t>338.9142</w:t>
      </w:r>
      <w:r>
        <w:tab/>
        <w:t>1.496e0</w:t>
      </w:r>
    </w:p>
    <w:p w:rsidR="00354DF7" w:rsidRDefault="00354DF7" w:rsidP="00354DF7">
      <w:pPr>
        <w:tabs>
          <w:tab w:val="left" w:pos="6195"/>
        </w:tabs>
      </w:pPr>
      <w:r>
        <w:t>338.9371</w:t>
      </w:r>
      <w:r>
        <w:tab/>
        <w:t>2.529e0</w:t>
      </w:r>
    </w:p>
    <w:p w:rsidR="00354DF7" w:rsidRDefault="00354DF7" w:rsidP="00354DF7">
      <w:pPr>
        <w:tabs>
          <w:tab w:val="left" w:pos="6195"/>
        </w:tabs>
      </w:pPr>
      <w:r>
        <w:t>338.9715</w:t>
      </w:r>
      <w:r>
        <w:tab/>
        <w:t>2.577e1</w:t>
      </w:r>
    </w:p>
    <w:p w:rsidR="00354DF7" w:rsidRDefault="00354DF7" w:rsidP="00354DF7">
      <w:pPr>
        <w:tabs>
          <w:tab w:val="left" w:pos="6195"/>
        </w:tabs>
      </w:pPr>
      <w:r>
        <w:t>338.9751</w:t>
      </w:r>
      <w:r>
        <w:tab/>
        <w:t>1.902e0</w:t>
      </w:r>
    </w:p>
    <w:p w:rsidR="00354DF7" w:rsidRDefault="00354DF7" w:rsidP="00354DF7">
      <w:pPr>
        <w:tabs>
          <w:tab w:val="left" w:pos="6195"/>
        </w:tabs>
      </w:pPr>
      <w:r>
        <w:t>338.9827</w:t>
      </w:r>
      <w:r>
        <w:tab/>
        <w:t>8.985e0</w:t>
      </w:r>
    </w:p>
    <w:p w:rsidR="00354DF7" w:rsidRDefault="00354DF7" w:rsidP="00354DF7">
      <w:pPr>
        <w:tabs>
          <w:tab w:val="left" w:pos="6195"/>
        </w:tabs>
      </w:pPr>
      <w:r>
        <w:t>338.9905</w:t>
      </w:r>
      <w:r>
        <w:tab/>
        <w:t>2.080e0</w:t>
      </w:r>
    </w:p>
    <w:p w:rsidR="00354DF7" w:rsidRDefault="00354DF7" w:rsidP="00354DF7">
      <w:pPr>
        <w:tabs>
          <w:tab w:val="left" w:pos="6195"/>
        </w:tabs>
      </w:pPr>
      <w:r>
        <w:t>339.0247</w:t>
      </w:r>
      <w:r>
        <w:tab/>
        <w:t>4.829e0</w:t>
      </w:r>
    </w:p>
    <w:p w:rsidR="00354DF7" w:rsidRDefault="00354DF7" w:rsidP="00354DF7">
      <w:pPr>
        <w:tabs>
          <w:tab w:val="left" w:pos="6195"/>
        </w:tabs>
      </w:pPr>
      <w:r>
        <w:t>339.0330</w:t>
      </w:r>
      <w:r>
        <w:tab/>
        <w:t>9.437e0</w:t>
      </w:r>
    </w:p>
    <w:p w:rsidR="00354DF7" w:rsidRDefault="00354DF7" w:rsidP="00354DF7">
      <w:pPr>
        <w:tabs>
          <w:tab w:val="left" w:pos="6195"/>
        </w:tabs>
      </w:pPr>
      <w:r>
        <w:t>339.0374</w:t>
      </w:r>
      <w:r>
        <w:tab/>
        <w:t>1.594e0</w:t>
      </w:r>
    </w:p>
    <w:p w:rsidR="00354DF7" w:rsidRDefault="00354DF7" w:rsidP="00354DF7">
      <w:pPr>
        <w:tabs>
          <w:tab w:val="left" w:pos="6195"/>
        </w:tabs>
      </w:pPr>
      <w:r>
        <w:t>339.0478</w:t>
      </w:r>
      <w:r>
        <w:tab/>
        <w:t>5.467e0</w:t>
      </w:r>
    </w:p>
    <w:p w:rsidR="00354DF7" w:rsidRDefault="00354DF7" w:rsidP="00354DF7">
      <w:pPr>
        <w:tabs>
          <w:tab w:val="left" w:pos="6195"/>
        </w:tabs>
      </w:pPr>
      <w:r>
        <w:t>339.0533</w:t>
      </w:r>
      <w:r>
        <w:tab/>
        <w:t>3.953e0</w:t>
      </w:r>
    </w:p>
    <w:p w:rsidR="00354DF7" w:rsidRDefault="00354DF7" w:rsidP="00354DF7">
      <w:pPr>
        <w:tabs>
          <w:tab w:val="left" w:pos="6195"/>
        </w:tabs>
      </w:pPr>
      <w:r>
        <w:t>339.0818</w:t>
      </w:r>
      <w:r>
        <w:tab/>
        <w:t>1.744e0</w:t>
      </w:r>
    </w:p>
    <w:p w:rsidR="00354DF7" w:rsidRDefault="00354DF7" w:rsidP="00354DF7">
      <w:pPr>
        <w:tabs>
          <w:tab w:val="left" w:pos="6195"/>
        </w:tabs>
      </w:pPr>
      <w:r>
        <w:lastRenderedPageBreak/>
        <w:t>339.1096</w:t>
      </w:r>
      <w:r>
        <w:tab/>
        <w:t>4.373e0</w:t>
      </w:r>
    </w:p>
    <w:p w:rsidR="00354DF7" w:rsidRDefault="00354DF7" w:rsidP="00354DF7">
      <w:pPr>
        <w:tabs>
          <w:tab w:val="left" w:pos="6195"/>
        </w:tabs>
      </w:pPr>
      <w:r>
        <w:t>339.1195</w:t>
      </w:r>
      <w:r>
        <w:tab/>
        <w:t>1.533e1</w:t>
      </w:r>
    </w:p>
    <w:p w:rsidR="00354DF7" w:rsidRDefault="00354DF7" w:rsidP="00354DF7">
      <w:pPr>
        <w:tabs>
          <w:tab w:val="left" w:pos="6195"/>
        </w:tabs>
      </w:pPr>
      <w:r>
        <w:t>339.1226</w:t>
      </w:r>
      <w:r>
        <w:tab/>
        <w:t>2.817e1</w:t>
      </w:r>
    </w:p>
    <w:p w:rsidR="00354DF7" w:rsidRDefault="00354DF7" w:rsidP="00354DF7">
      <w:pPr>
        <w:tabs>
          <w:tab w:val="left" w:pos="6195"/>
        </w:tabs>
      </w:pPr>
      <w:r>
        <w:t>339.1248</w:t>
      </w:r>
      <w:r>
        <w:tab/>
        <w:t>1.937e0</w:t>
      </w:r>
    </w:p>
    <w:p w:rsidR="00354DF7" w:rsidRDefault="00354DF7" w:rsidP="00354DF7">
      <w:pPr>
        <w:tabs>
          <w:tab w:val="left" w:pos="6195"/>
        </w:tabs>
      </w:pPr>
      <w:r>
        <w:t>339.1290</w:t>
      </w:r>
      <w:r>
        <w:tab/>
        <w:t>6.817e0</w:t>
      </w:r>
    </w:p>
    <w:p w:rsidR="00354DF7" w:rsidRDefault="00354DF7" w:rsidP="00354DF7">
      <w:pPr>
        <w:tabs>
          <w:tab w:val="left" w:pos="6195"/>
        </w:tabs>
      </w:pPr>
      <w:r>
        <w:t>339.1326</w:t>
      </w:r>
      <w:r>
        <w:tab/>
        <w:t>9.039e0</w:t>
      </w:r>
    </w:p>
    <w:p w:rsidR="00354DF7" w:rsidRDefault="00354DF7" w:rsidP="00354DF7">
      <w:pPr>
        <w:tabs>
          <w:tab w:val="left" w:pos="6195"/>
        </w:tabs>
      </w:pPr>
      <w:r>
        <w:t>339.1450</w:t>
      </w:r>
      <w:r>
        <w:tab/>
        <w:t>2.082e0</w:t>
      </w:r>
    </w:p>
    <w:p w:rsidR="00354DF7" w:rsidRDefault="00354DF7" w:rsidP="00354DF7">
      <w:pPr>
        <w:tabs>
          <w:tab w:val="left" w:pos="6195"/>
        </w:tabs>
      </w:pPr>
      <w:r>
        <w:t>339.1685</w:t>
      </w:r>
      <w:r>
        <w:tab/>
        <w:t>1.083e1</w:t>
      </w:r>
    </w:p>
    <w:p w:rsidR="00354DF7" w:rsidRDefault="00354DF7" w:rsidP="00354DF7">
      <w:pPr>
        <w:tabs>
          <w:tab w:val="left" w:pos="6195"/>
        </w:tabs>
      </w:pPr>
      <w:r>
        <w:t>339.1755</w:t>
      </w:r>
      <w:r>
        <w:tab/>
        <w:t>4.459e0</w:t>
      </w:r>
    </w:p>
    <w:p w:rsidR="00354DF7" w:rsidRDefault="00354DF7" w:rsidP="00354DF7">
      <w:pPr>
        <w:tabs>
          <w:tab w:val="left" w:pos="6195"/>
        </w:tabs>
      </w:pPr>
      <w:r>
        <w:t>339.1887</w:t>
      </w:r>
      <w:r>
        <w:tab/>
        <w:t>2.127e0</w:t>
      </w:r>
    </w:p>
    <w:p w:rsidR="00354DF7" w:rsidRDefault="00354DF7" w:rsidP="00354DF7">
      <w:pPr>
        <w:tabs>
          <w:tab w:val="left" w:pos="6195"/>
        </w:tabs>
      </w:pPr>
      <w:r>
        <w:t>339.2203</w:t>
      </w:r>
      <w:r>
        <w:tab/>
        <w:t>5.605e0</w:t>
      </w:r>
    </w:p>
    <w:p w:rsidR="00354DF7" w:rsidRDefault="00354DF7" w:rsidP="00354DF7">
      <w:pPr>
        <w:tabs>
          <w:tab w:val="left" w:pos="6195"/>
        </w:tabs>
      </w:pPr>
      <w:r>
        <w:t>339.2346</w:t>
      </w:r>
      <w:r>
        <w:tab/>
        <w:t>1.258e0</w:t>
      </w:r>
    </w:p>
    <w:p w:rsidR="00354DF7" w:rsidRDefault="00354DF7" w:rsidP="00354DF7">
      <w:pPr>
        <w:tabs>
          <w:tab w:val="left" w:pos="6195"/>
        </w:tabs>
      </w:pPr>
      <w:r>
        <w:t>339.2645</w:t>
      </w:r>
      <w:r>
        <w:tab/>
        <w:t>7.509e0</w:t>
      </w:r>
    </w:p>
    <w:p w:rsidR="00354DF7" w:rsidRDefault="00354DF7" w:rsidP="00354DF7">
      <w:pPr>
        <w:tabs>
          <w:tab w:val="left" w:pos="6195"/>
        </w:tabs>
      </w:pPr>
      <w:r>
        <w:t>339.2775</w:t>
      </w:r>
      <w:r>
        <w:tab/>
        <w:t>5.412e0</w:t>
      </w:r>
    </w:p>
    <w:p w:rsidR="00354DF7" w:rsidRDefault="00354DF7" w:rsidP="00354DF7">
      <w:pPr>
        <w:tabs>
          <w:tab w:val="left" w:pos="6195"/>
        </w:tabs>
      </w:pPr>
      <w:r>
        <w:t>339.2796</w:t>
      </w:r>
      <w:r>
        <w:tab/>
        <w:t>2.389e0</w:t>
      </w:r>
    </w:p>
    <w:p w:rsidR="00354DF7" w:rsidRDefault="00354DF7" w:rsidP="00354DF7">
      <w:pPr>
        <w:tabs>
          <w:tab w:val="left" w:pos="6195"/>
        </w:tabs>
      </w:pPr>
      <w:r>
        <w:t>339.3026</w:t>
      </w:r>
      <w:r>
        <w:tab/>
        <w:t>3.236e0</w:t>
      </w:r>
    </w:p>
    <w:p w:rsidR="00354DF7" w:rsidRDefault="00354DF7" w:rsidP="00354DF7">
      <w:pPr>
        <w:tabs>
          <w:tab w:val="left" w:pos="6195"/>
        </w:tabs>
      </w:pPr>
      <w:r>
        <w:t>339.3112</w:t>
      </w:r>
      <w:r>
        <w:tab/>
        <w:t>1.579e0</w:t>
      </w:r>
    </w:p>
    <w:p w:rsidR="00354DF7" w:rsidRDefault="00354DF7" w:rsidP="00354DF7">
      <w:pPr>
        <w:tabs>
          <w:tab w:val="left" w:pos="6195"/>
        </w:tabs>
      </w:pPr>
      <w:r>
        <w:t>339.3162</w:t>
      </w:r>
      <w:r>
        <w:tab/>
        <w:t>2.434e0</w:t>
      </w:r>
    </w:p>
    <w:p w:rsidR="00354DF7" w:rsidRDefault="00354DF7" w:rsidP="00354DF7">
      <w:pPr>
        <w:tabs>
          <w:tab w:val="left" w:pos="6195"/>
        </w:tabs>
      </w:pPr>
      <w:r>
        <w:t>339.3239</w:t>
      </w:r>
      <w:r>
        <w:tab/>
        <w:t>3.187e0</w:t>
      </w:r>
    </w:p>
    <w:p w:rsidR="00354DF7" w:rsidRDefault="00354DF7" w:rsidP="00354DF7">
      <w:pPr>
        <w:tabs>
          <w:tab w:val="left" w:pos="6195"/>
        </w:tabs>
      </w:pPr>
      <w:r>
        <w:lastRenderedPageBreak/>
        <w:t>339.3279</w:t>
      </w:r>
      <w:r>
        <w:tab/>
        <w:t>3.549e0</w:t>
      </w:r>
    </w:p>
    <w:p w:rsidR="00354DF7" w:rsidRDefault="00354DF7" w:rsidP="00354DF7">
      <w:pPr>
        <w:tabs>
          <w:tab w:val="left" w:pos="6195"/>
        </w:tabs>
      </w:pPr>
      <w:r>
        <w:t>339.3317</w:t>
      </w:r>
      <w:r>
        <w:tab/>
        <w:t>6.676e0</w:t>
      </w:r>
    </w:p>
    <w:p w:rsidR="00354DF7" w:rsidRDefault="00354DF7" w:rsidP="00354DF7">
      <w:pPr>
        <w:tabs>
          <w:tab w:val="left" w:pos="6195"/>
        </w:tabs>
      </w:pPr>
      <w:r>
        <w:t>339.3568</w:t>
      </w:r>
      <w:r>
        <w:tab/>
        <w:t>3.184e0</w:t>
      </w:r>
    </w:p>
    <w:p w:rsidR="00354DF7" w:rsidRDefault="00354DF7" w:rsidP="00354DF7">
      <w:pPr>
        <w:tabs>
          <w:tab w:val="left" w:pos="6195"/>
        </w:tabs>
      </w:pPr>
      <w:r>
        <w:t>339.3660</w:t>
      </w:r>
      <w:r>
        <w:tab/>
        <w:t>1.051e1</w:t>
      </w:r>
    </w:p>
    <w:p w:rsidR="00354DF7" w:rsidRDefault="00354DF7" w:rsidP="00354DF7">
      <w:pPr>
        <w:tabs>
          <w:tab w:val="left" w:pos="6195"/>
        </w:tabs>
      </w:pPr>
      <w:r>
        <w:t>339.3730</w:t>
      </w:r>
      <w:r>
        <w:tab/>
        <w:t>4.981e0</w:t>
      </w:r>
    </w:p>
    <w:p w:rsidR="00354DF7" w:rsidRDefault="00354DF7" w:rsidP="00354DF7">
      <w:pPr>
        <w:tabs>
          <w:tab w:val="left" w:pos="6195"/>
        </w:tabs>
      </w:pPr>
      <w:r>
        <w:t>339.3802</w:t>
      </w:r>
      <w:r>
        <w:tab/>
        <w:t>2.325e1</w:t>
      </w:r>
    </w:p>
    <w:p w:rsidR="00354DF7" w:rsidRDefault="00354DF7" w:rsidP="00354DF7">
      <w:pPr>
        <w:tabs>
          <w:tab w:val="left" w:pos="6195"/>
        </w:tabs>
      </w:pPr>
      <w:r>
        <w:t>339.3987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339.4163</w:t>
      </w:r>
      <w:r>
        <w:tab/>
        <w:t>8.888e0</w:t>
      </w:r>
    </w:p>
    <w:p w:rsidR="00354DF7" w:rsidRDefault="00354DF7" w:rsidP="00354DF7">
      <w:pPr>
        <w:tabs>
          <w:tab w:val="left" w:pos="6195"/>
        </w:tabs>
      </w:pPr>
      <w:r>
        <w:t>339.4303</w:t>
      </w:r>
      <w:r>
        <w:tab/>
        <w:t>7.545e0</w:t>
      </w:r>
    </w:p>
    <w:p w:rsidR="00354DF7" w:rsidRDefault="00354DF7" w:rsidP="00354DF7">
      <w:pPr>
        <w:tabs>
          <w:tab w:val="left" w:pos="6195"/>
        </w:tabs>
      </w:pPr>
      <w:r>
        <w:t>339.4385</w:t>
      </w:r>
      <w:r>
        <w:tab/>
        <w:t>7.037e0</w:t>
      </w:r>
    </w:p>
    <w:p w:rsidR="00354DF7" w:rsidRDefault="00354DF7" w:rsidP="00354DF7">
      <w:pPr>
        <w:tabs>
          <w:tab w:val="left" w:pos="6195"/>
        </w:tabs>
      </w:pPr>
      <w:r>
        <w:t>339.4489</w:t>
      </w:r>
      <w:r>
        <w:tab/>
        <w:t>1.873e1</w:t>
      </w:r>
    </w:p>
    <w:p w:rsidR="00354DF7" w:rsidRDefault="00354DF7" w:rsidP="00354DF7">
      <w:pPr>
        <w:tabs>
          <w:tab w:val="left" w:pos="6195"/>
        </w:tabs>
      </w:pPr>
      <w:r>
        <w:t>339.4583</w:t>
      </w:r>
      <w:r>
        <w:tab/>
        <w:t>1.418e1</w:t>
      </w:r>
    </w:p>
    <w:p w:rsidR="00354DF7" w:rsidRDefault="00354DF7" w:rsidP="00354DF7">
      <w:pPr>
        <w:tabs>
          <w:tab w:val="left" w:pos="6195"/>
        </w:tabs>
      </w:pPr>
      <w:r>
        <w:t>339.4719</w:t>
      </w:r>
      <w:r>
        <w:tab/>
        <w:t>3.155e1</w:t>
      </w:r>
    </w:p>
    <w:p w:rsidR="00354DF7" w:rsidRDefault="00354DF7" w:rsidP="00354DF7">
      <w:pPr>
        <w:tabs>
          <w:tab w:val="left" w:pos="6195"/>
        </w:tabs>
      </w:pPr>
      <w:r>
        <w:t>339.4731</w:t>
      </w:r>
      <w:r>
        <w:tab/>
        <w:t>7.718e0</w:t>
      </w:r>
    </w:p>
    <w:p w:rsidR="00354DF7" w:rsidRDefault="00354DF7" w:rsidP="00354DF7">
      <w:pPr>
        <w:tabs>
          <w:tab w:val="left" w:pos="6195"/>
        </w:tabs>
      </w:pPr>
      <w:r>
        <w:t>339.4940</w:t>
      </w:r>
      <w:r>
        <w:tab/>
        <w:t>8.647e0</w:t>
      </w:r>
    </w:p>
    <w:p w:rsidR="00354DF7" w:rsidRDefault="00354DF7" w:rsidP="00354DF7">
      <w:pPr>
        <w:tabs>
          <w:tab w:val="left" w:pos="6195"/>
        </w:tabs>
      </w:pPr>
      <w:r>
        <w:t>339.5031</w:t>
      </w:r>
      <w:r>
        <w:tab/>
        <w:t>6.647e0</w:t>
      </w:r>
    </w:p>
    <w:p w:rsidR="00354DF7" w:rsidRDefault="00354DF7" w:rsidP="00354DF7">
      <w:pPr>
        <w:tabs>
          <w:tab w:val="left" w:pos="6195"/>
        </w:tabs>
      </w:pPr>
      <w:r>
        <w:t>339.5055</w:t>
      </w:r>
      <w:r>
        <w:tab/>
        <w:t>4.279e0</w:t>
      </w:r>
    </w:p>
    <w:p w:rsidR="00354DF7" w:rsidRDefault="00354DF7" w:rsidP="00354DF7">
      <w:pPr>
        <w:tabs>
          <w:tab w:val="left" w:pos="6195"/>
        </w:tabs>
      </w:pPr>
      <w:r>
        <w:t>339.5118</w:t>
      </w:r>
      <w:r>
        <w:tab/>
        <w:t>7.815e0</w:t>
      </w:r>
    </w:p>
    <w:p w:rsidR="00354DF7" w:rsidRDefault="00354DF7" w:rsidP="00354DF7">
      <w:pPr>
        <w:tabs>
          <w:tab w:val="left" w:pos="6195"/>
        </w:tabs>
      </w:pPr>
      <w:r>
        <w:t>339.5190</w:t>
      </w:r>
      <w:r>
        <w:tab/>
        <w:t>2.608e1</w:t>
      </w:r>
    </w:p>
    <w:p w:rsidR="00354DF7" w:rsidRDefault="00354DF7" w:rsidP="00354DF7">
      <w:pPr>
        <w:tabs>
          <w:tab w:val="left" w:pos="6195"/>
        </w:tabs>
      </w:pPr>
      <w:r>
        <w:lastRenderedPageBreak/>
        <w:t>339.5473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339.5497</w:t>
      </w:r>
      <w:r>
        <w:tab/>
        <w:t>4.414e1</w:t>
      </w:r>
    </w:p>
    <w:p w:rsidR="00354DF7" w:rsidRDefault="00354DF7" w:rsidP="00354DF7">
      <w:pPr>
        <w:tabs>
          <w:tab w:val="left" w:pos="6195"/>
        </w:tabs>
      </w:pPr>
      <w:r>
        <w:t>339.5585</w:t>
      </w:r>
      <w:r>
        <w:tab/>
        <w:t>1.458e1</w:t>
      </w:r>
    </w:p>
    <w:p w:rsidR="00354DF7" w:rsidRDefault="00354DF7" w:rsidP="00354DF7">
      <w:pPr>
        <w:tabs>
          <w:tab w:val="left" w:pos="6195"/>
        </w:tabs>
      </w:pPr>
      <w:r>
        <w:t>339.5596</w:t>
      </w:r>
      <w:r>
        <w:tab/>
        <w:t>9.178e0</w:t>
      </w:r>
    </w:p>
    <w:p w:rsidR="00354DF7" w:rsidRDefault="00354DF7" w:rsidP="00354DF7">
      <w:pPr>
        <w:tabs>
          <w:tab w:val="left" w:pos="6195"/>
        </w:tabs>
      </w:pPr>
      <w:r>
        <w:t>339.5663</w:t>
      </w:r>
      <w:r>
        <w:tab/>
        <w:t>5.212e0</w:t>
      </w:r>
    </w:p>
    <w:p w:rsidR="00354DF7" w:rsidRDefault="00354DF7" w:rsidP="00354DF7">
      <w:pPr>
        <w:tabs>
          <w:tab w:val="left" w:pos="6195"/>
        </w:tabs>
      </w:pPr>
      <w:r>
        <w:t>339.5723</w:t>
      </w:r>
      <w:r>
        <w:tab/>
        <w:t>3.474e1</w:t>
      </w:r>
    </w:p>
    <w:p w:rsidR="00354DF7" w:rsidRDefault="00354DF7" w:rsidP="00354DF7">
      <w:pPr>
        <w:tabs>
          <w:tab w:val="left" w:pos="6195"/>
        </w:tabs>
      </w:pPr>
      <w:r>
        <w:t>339.5860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339.5981</w:t>
      </w:r>
      <w:r>
        <w:tab/>
        <w:t>1.593e1</w:t>
      </w:r>
    </w:p>
    <w:p w:rsidR="00354DF7" w:rsidRDefault="00354DF7" w:rsidP="00354DF7">
      <w:pPr>
        <w:tabs>
          <w:tab w:val="left" w:pos="6195"/>
        </w:tabs>
      </w:pPr>
      <w:r>
        <w:t>339.6001</w:t>
      </w:r>
      <w:r>
        <w:tab/>
        <w:t>4.716e1</w:t>
      </w:r>
    </w:p>
    <w:p w:rsidR="00354DF7" w:rsidRDefault="00354DF7" w:rsidP="00354DF7">
      <w:pPr>
        <w:tabs>
          <w:tab w:val="left" w:pos="6195"/>
        </w:tabs>
      </w:pPr>
      <w:r>
        <w:t>339.6132</w:t>
      </w:r>
      <w:r>
        <w:tab/>
        <w:t>8.719e0</w:t>
      </w:r>
    </w:p>
    <w:p w:rsidR="00354DF7" w:rsidRDefault="00354DF7" w:rsidP="00354DF7">
      <w:pPr>
        <w:tabs>
          <w:tab w:val="left" w:pos="6195"/>
        </w:tabs>
      </w:pPr>
      <w:r>
        <w:t>339.6165</w:t>
      </w:r>
      <w:r>
        <w:tab/>
        <w:t>1.881e1</w:t>
      </w:r>
    </w:p>
    <w:p w:rsidR="00354DF7" w:rsidRDefault="00354DF7" w:rsidP="00354DF7">
      <w:pPr>
        <w:tabs>
          <w:tab w:val="left" w:pos="6195"/>
        </w:tabs>
      </w:pPr>
      <w:r>
        <w:t>339.6312</w:t>
      </w:r>
      <w:r>
        <w:tab/>
        <w:t>3.107e1</w:t>
      </w:r>
    </w:p>
    <w:p w:rsidR="00354DF7" w:rsidRDefault="00354DF7" w:rsidP="00354DF7">
      <w:pPr>
        <w:tabs>
          <w:tab w:val="left" w:pos="6195"/>
        </w:tabs>
      </w:pPr>
      <w:r>
        <w:t>339.6395</w:t>
      </w:r>
      <w:r>
        <w:tab/>
        <w:t>1.130e1</w:t>
      </w:r>
    </w:p>
    <w:p w:rsidR="00354DF7" w:rsidRDefault="00354DF7" w:rsidP="00354DF7">
      <w:pPr>
        <w:tabs>
          <w:tab w:val="left" w:pos="6195"/>
        </w:tabs>
      </w:pPr>
      <w:r>
        <w:t>339.6533</w:t>
      </w:r>
      <w:r>
        <w:tab/>
        <w:t>1.453e1</w:t>
      </w:r>
    </w:p>
    <w:p w:rsidR="00354DF7" w:rsidRDefault="00354DF7" w:rsidP="00354DF7">
      <w:pPr>
        <w:tabs>
          <w:tab w:val="left" w:pos="6195"/>
        </w:tabs>
      </w:pPr>
      <w:r>
        <w:t>339.6571</w:t>
      </w:r>
      <w:r>
        <w:tab/>
        <w:t>1.363e1</w:t>
      </w:r>
    </w:p>
    <w:p w:rsidR="00354DF7" w:rsidRDefault="00354DF7" w:rsidP="00354DF7">
      <w:pPr>
        <w:tabs>
          <w:tab w:val="left" w:pos="6195"/>
        </w:tabs>
      </w:pPr>
      <w:r>
        <w:t>339.6733</w:t>
      </w:r>
      <w:r>
        <w:tab/>
        <w:t>4.363e1</w:t>
      </w:r>
    </w:p>
    <w:p w:rsidR="00354DF7" w:rsidRDefault="00354DF7" w:rsidP="00354DF7">
      <w:pPr>
        <w:tabs>
          <w:tab w:val="left" w:pos="6195"/>
        </w:tabs>
      </w:pPr>
      <w:r>
        <w:t>339.6813</w:t>
      </w:r>
      <w:r>
        <w:tab/>
        <w:t>4.497e1</w:t>
      </w:r>
    </w:p>
    <w:p w:rsidR="00354DF7" w:rsidRDefault="00354DF7" w:rsidP="00354DF7">
      <w:pPr>
        <w:tabs>
          <w:tab w:val="left" w:pos="6195"/>
        </w:tabs>
      </w:pPr>
      <w:r>
        <w:t>339.6844</w:t>
      </w:r>
      <w:r>
        <w:tab/>
        <w:t>1.808e1</w:t>
      </w:r>
    </w:p>
    <w:p w:rsidR="00354DF7" w:rsidRDefault="00354DF7" w:rsidP="00354DF7">
      <w:pPr>
        <w:tabs>
          <w:tab w:val="left" w:pos="6195"/>
        </w:tabs>
      </w:pPr>
      <w:r>
        <w:t>339.6941</w:t>
      </w:r>
      <w:r>
        <w:tab/>
        <w:t>1.599e1</w:t>
      </w:r>
    </w:p>
    <w:p w:rsidR="00354DF7" w:rsidRDefault="00354DF7" w:rsidP="00354DF7">
      <w:pPr>
        <w:tabs>
          <w:tab w:val="left" w:pos="6195"/>
        </w:tabs>
      </w:pPr>
      <w:r>
        <w:lastRenderedPageBreak/>
        <w:t>339.7009</w:t>
      </w:r>
      <w:r>
        <w:tab/>
        <w:t>3.426e1</w:t>
      </w:r>
    </w:p>
    <w:p w:rsidR="00354DF7" w:rsidRDefault="00354DF7" w:rsidP="00354DF7">
      <w:pPr>
        <w:tabs>
          <w:tab w:val="left" w:pos="6195"/>
        </w:tabs>
      </w:pPr>
      <w:r>
        <w:t>339.7187</w:t>
      </w:r>
      <w:r>
        <w:tab/>
        <w:t>5.762e1</w:t>
      </w:r>
    </w:p>
    <w:p w:rsidR="00354DF7" w:rsidRDefault="00354DF7" w:rsidP="00354DF7">
      <w:pPr>
        <w:tabs>
          <w:tab w:val="left" w:pos="6195"/>
        </w:tabs>
      </w:pPr>
      <w:r>
        <w:t>339.7209</w:t>
      </w:r>
      <w:r>
        <w:tab/>
        <w:t>1.377e1</w:t>
      </w:r>
    </w:p>
    <w:p w:rsidR="00354DF7" w:rsidRDefault="00354DF7" w:rsidP="00354DF7">
      <w:pPr>
        <w:tabs>
          <w:tab w:val="left" w:pos="6195"/>
        </w:tabs>
      </w:pPr>
      <w:r>
        <w:t>339.7474</w:t>
      </w:r>
      <w:r>
        <w:tab/>
        <w:t>2.874e1</w:t>
      </w:r>
    </w:p>
    <w:p w:rsidR="00354DF7" w:rsidRDefault="00354DF7" w:rsidP="00354DF7">
      <w:pPr>
        <w:tabs>
          <w:tab w:val="left" w:pos="6195"/>
        </w:tabs>
      </w:pPr>
      <w:r>
        <w:t>339.7549</w:t>
      </w:r>
      <w:r>
        <w:tab/>
        <w:t>1.978e1</w:t>
      </w:r>
    </w:p>
    <w:p w:rsidR="00354DF7" w:rsidRDefault="00354DF7" w:rsidP="00354DF7">
      <w:pPr>
        <w:tabs>
          <w:tab w:val="left" w:pos="6195"/>
        </w:tabs>
      </w:pPr>
      <w:r>
        <w:t>339.7572</w:t>
      </w:r>
      <w:r>
        <w:tab/>
        <w:t>1.220e1</w:t>
      </w:r>
    </w:p>
    <w:p w:rsidR="00354DF7" w:rsidRDefault="00354DF7" w:rsidP="00354DF7">
      <w:pPr>
        <w:tabs>
          <w:tab w:val="left" w:pos="6195"/>
        </w:tabs>
      </w:pPr>
      <w:r>
        <w:t>339.7750</w:t>
      </w:r>
      <w:r>
        <w:tab/>
        <w:t>1.676e1</w:t>
      </w:r>
    </w:p>
    <w:p w:rsidR="00354DF7" w:rsidRDefault="00354DF7" w:rsidP="00354DF7">
      <w:pPr>
        <w:tabs>
          <w:tab w:val="left" w:pos="6195"/>
        </w:tabs>
      </w:pPr>
      <w:r>
        <w:t>339.7961</w:t>
      </w:r>
      <w:r>
        <w:tab/>
        <w:t>3.666e1</w:t>
      </w:r>
    </w:p>
    <w:p w:rsidR="00354DF7" w:rsidRDefault="00354DF7" w:rsidP="00354DF7">
      <w:pPr>
        <w:tabs>
          <w:tab w:val="left" w:pos="6195"/>
        </w:tabs>
      </w:pPr>
      <w:r>
        <w:t>339.7974</w:t>
      </w:r>
      <w:r>
        <w:tab/>
        <w:t>6.504e1</w:t>
      </w:r>
    </w:p>
    <w:p w:rsidR="00354DF7" w:rsidRDefault="00354DF7" w:rsidP="00354DF7">
      <w:pPr>
        <w:tabs>
          <w:tab w:val="left" w:pos="6195"/>
        </w:tabs>
      </w:pPr>
      <w:r>
        <w:t>339.8187</w:t>
      </w:r>
      <w:r>
        <w:tab/>
        <w:t>8.898e0</w:t>
      </w:r>
    </w:p>
    <w:p w:rsidR="00354DF7" w:rsidRDefault="00354DF7" w:rsidP="00354DF7">
      <w:pPr>
        <w:tabs>
          <w:tab w:val="left" w:pos="6195"/>
        </w:tabs>
      </w:pPr>
      <w:r>
        <w:t>339.8235</w:t>
      </w:r>
      <w:r>
        <w:tab/>
        <w:t>2.947e1</w:t>
      </w:r>
    </w:p>
    <w:p w:rsidR="00354DF7" w:rsidRDefault="00354DF7" w:rsidP="00354DF7">
      <w:pPr>
        <w:tabs>
          <w:tab w:val="left" w:pos="6195"/>
        </w:tabs>
      </w:pPr>
      <w:r>
        <w:t>339.8288</w:t>
      </w:r>
      <w:r>
        <w:tab/>
        <w:t>1.102e1</w:t>
      </w:r>
    </w:p>
    <w:p w:rsidR="00354DF7" w:rsidRDefault="00354DF7" w:rsidP="00354DF7">
      <w:pPr>
        <w:tabs>
          <w:tab w:val="left" w:pos="6195"/>
        </w:tabs>
      </w:pPr>
      <w:r>
        <w:t>339.8595</w:t>
      </w:r>
      <w:r>
        <w:tab/>
        <w:t>5.024e1</w:t>
      </w:r>
    </w:p>
    <w:p w:rsidR="00354DF7" w:rsidRDefault="00354DF7" w:rsidP="00354DF7">
      <w:pPr>
        <w:tabs>
          <w:tab w:val="left" w:pos="6195"/>
        </w:tabs>
      </w:pPr>
      <w:r>
        <w:t>339.8746</w:t>
      </w:r>
      <w:r>
        <w:tab/>
        <w:t>1.266e1</w:t>
      </w:r>
    </w:p>
    <w:p w:rsidR="00354DF7" w:rsidRDefault="00354DF7" w:rsidP="00354DF7">
      <w:pPr>
        <w:tabs>
          <w:tab w:val="left" w:pos="6195"/>
        </w:tabs>
      </w:pPr>
      <w:r>
        <w:t>339.8763</w:t>
      </w:r>
      <w:r>
        <w:tab/>
        <w:t>2.588e1</w:t>
      </w:r>
    </w:p>
    <w:p w:rsidR="00354DF7" w:rsidRDefault="00354DF7" w:rsidP="00354DF7">
      <w:pPr>
        <w:tabs>
          <w:tab w:val="left" w:pos="6195"/>
        </w:tabs>
      </w:pPr>
      <w:r>
        <w:t>339.8840</w:t>
      </w:r>
      <w:r>
        <w:tab/>
        <w:t>9.341e0</w:t>
      </w:r>
    </w:p>
    <w:p w:rsidR="00354DF7" w:rsidRDefault="00354DF7" w:rsidP="00354DF7">
      <w:pPr>
        <w:tabs>
          <w:tab w:val="left" w:pos="6195"/>
        </w:tabs>
      </w:pPr>
      <w:r>
        <w:t>339.9051</w:t>
      </w:r>
      <w:r>
        <w:tab/>
        <w:t>4.520e1</w:t>
      </w:r>
    </w:p>
    <w:p w:rsidR="00354DF7" w:rsidRDefault="00354DF7" w:rsidP="00354DF7">
      <w:pPr>
        <w:tabs>
          <w:tab w:val="left" w:pos="6195"/>
        </w:tabs>
      </w:pPr>
      <w:r>
        <w:t>339.9182</w:t>
      </w:r>
      <w:r>
        <w:tab/>
        <w:t>4.361e1</w:t>
      </w:r>
    </w:p>
    <w:p w:rsidR="00354DF7" w:rsidRDefault="00354DF7" w:rsidP="00354DF7">
      <w:pPr>
        <w:tabs>
          <w:tab w:val="left" w:pos="6195"/>
        </w:tabs>
      </w:pPr>
      <w:r>
        <w:t>339.9240</w:t>
      </w:r>
      <w:r>
        <w:tab/>
        <w:t>6.207e0</w:t>
      </w:r>
    </w:p>
    <w:p w:rsidR="00354DF7" w:rsidRDefault="00354DF7" w:rsidP="00354DF7">
      <w:pPr>
        <w:tabs>
          <w:tab w:val="left" w:pos="6195"/>
        </w:tabs>
      </w:pPr>
      <w:r>
        <w:lastRenderedPageBreak/>
        <w:t>339.9296</w:t>
      </w:r>
      <w:r>
        <w:tab/>
        <w:t>1.434e1</w:t>
      </w:r>
    </w:p>
    <w:p w:rsidR="00354DF7" w:rsidRDefault="00354DF7" w:rsidP="00354DF7">
      <w:pPr>
        <w:tabs>
          <w:tab w:val="left" w:pos="6195"/>
        </w:tabs>
      </w:pPr>
      <w:r>
        <w:t>339.9349</w:t>
      </w:r>
      <w:r>
        <w:tab/>
        <w:t>1.111e1</w:t>
      </w:r>
    </w:p>
    <w:p w:rsidR="00354DF7" w:rsidRDefault="00354DF7" w:rsidP="00354DF7">
      <w:pPr>
        <w:tabs>
          <w:tab w:val="left" w:pos="6195"/>
        </w:tabs>
      </w:pPr>
      <w:r>
        <w:t>339.9365</w:t>
      </w:r>
      <w:r>
        <w:tab/>
        <w:t>9.234e0</w:t>
      </w:r>
    </w:p>
    <w:p w:rsidR="00354DF7" w:rsidRDefault="00354DF7" w:rsidP="00354DF7">
      <w:pPr>
        <w:tabs>
          <w:tab w:val="left" w:pos="6195"/>
        </w:tabs>
      </w:pPr>
      <w:r>
        <w:t>339.9633</w:t>
      </w:r>
      <w:r>
        <w:tab/>
        <w:t>3.943e1</w:t>
      </w:r>
    </w:p>
    <w:p w:rsidR="00354DF7" w:rsidRDefault="00354DF7" w:rsidP="00354DF7">
      <w:pPr>
        <w:tabs>
          <w:tab w:val="left" w:pos="6195"/>
        </w:tabs>
      </w:pPr>
      <w:r>
        <w:t>339.9695</w:t>
      </w:r>
      <w:r>
        <w:tab/>
        <w:t>1.885e1</w:t>
      </w:r>
    </w:p>
    <w:p w:rsidR="00354DF7" w:rsidRDefault="00354DF7" w:rsidP="00354DF7">
      <w:pPr>
        <w:tabs>
          <w:tab w:val="left" w:pos="6195"/>
        </w:tabs>
      </w:pPr>
      <w:r>
        <w:t>339.9944</w:t>
      </w:r>
      <w:r>
        <w:tab/>
        <w:t>1.345e1</w:t>
      </w:r>
    </w:p>
    <w:p w:rsidR="00354DF7" w:rsidRDefault="00354DF7" w:rsidP="00354DF7">
      <w:pPr>
        <w:tabs>
          <w:tab w:val="left" w:pos="6195"/>
        </w:tabs>
      </w:pPr>
      <w:r>
        <w:t>339.9965</w:t>
      </w:r>
      <w:r>
        <w:tab/>
        <w:t>7.760e0</w:t>
      </w:r>
    </w:p>
    <w:p w:rsidR="00354DF7" w:rsidRDefault="00354DF7" w:rsidP="00354DF7">
      <w:pPr>
        <w:tabs>
          <w:tab w:val="left" w:pos="6195"/>
        </w:tabs>
      </w:pPr>
      <w:r>
        <w:t>339.9991</w:t>
      </w:r>
      <w:r>
        <w:tab/>
        <w:t>1.311e1</w:t>
      </w:r>
    </w:p>
    <w:p w:rsidR="00354DF7" w:rsidRDefault="00354DF7" w:rsidP="00354DF7">
      <w:pPr>
        <w:tabs>
          <w:tab w:val="left" w:pos="6195"/>
        </w:tabs>
      </w:pPr>
      <w:r>
        <w:t>340.0057</w:t>
      </w:r>
      <w:r>
        <w:tab/>
        <w:t>2.646e1</w:t>
      </w:r>
    </w:p>
    <w:p w:rsidR="00354DF7" w:rsidRDefault="00354DF7" w:rsidP="00354DF7">
      <w:pPr>
        <w:tabs>
          <w:tab w:val="left" w:pos="6195"/>
        </w:tabs>
      </w:pPr>
      <w:r>
        <w:t>340.0085</w:t>
      </w:r>
      <w:r>
        <w:tab/>
        <w:t>2.308e1</w:t>
      </w:r>
    </w:p>
    <w:p w:rsidR="00354DF7" w:rsidRDefault="00354DF7" w:rsidP="00354DF7">
      <w:pPr>
        <w:tabs>
          <w:tab w:val="left" w:pos="6195"/>
        </w:tabs>
      </w:pPr>
      <w:r>
        <w:t>340.0272</w:t>
      </w:r>
      <w:r>
        <w:tab/>
        <w:t>1.244e1</w:t>
      </w:r>
    </w:p>
    <w:p w:rsidR="00354DF7" w:rsidRDefault="00354DF7" w:rsidP="00354DF7">
      <w:pPr>
        <w:tabs>
          <w:tab w:val="left" w:pos="6195"/>
        </w:tabs>
      </w:pPr>
      <w:r>
        <w:t>340.1349</w:t>
      </w:r>
      <w:r>
        <w:tab/>
        <w:t>3.185e4</w:t>
      </w:r>
    </w:p>
    <w:p w:rsidR="00354DF7" w:rsidRDefault="00354DF7" w:rsidP="00354DF7">
      <w:pPr>
        <w:tabs>
          <w:tab w:val="left" w:pos="6195"/>
        </w:tabs>
      </w:pPr>
      <w:r>
        <w:t>340.1374</w:t>
      </w:r>
      <w:r>
        <w:tab/>
        <w:t>5.871e4</w:t>
      </w:r>
    </w:p>
    <w:p w:rsidR="00354DF7" w:rsidRDefault="00354DF7" w:rsidP="00354DF7">
      <w:pPr>
        <w:tabs>
          <w:tab w:val="left" w:pos="6195"/>
        </w:tabs>
      </w:pPr>
      <w:r>
        <w:t>340.2418</w:t>
      </w:r>
      <w:r>
        <w:tab/>
        <w:t>1.630e2</w:t>
      </w:r>
    </w:p>
    <w:p w:rsidR="00354DF7" w:rsidRDefault="00354DF7" w:rsidP="00354DF7">
      <w:pPr>
        <w:tabs>
          <w:tab w:val="left" w:pos="6195"/>
        </w:tabs>
      </w:pPr>
      <w:r>
        <w:t>340.2466</w:t>
      </w:r>
      <w:r>
        <w:tab/>
        <w:t>2.096e2</w:t>
      </w:r>
    </w:p>
    <w:p w:rsidR="00354DF7" w:rsidRDefault="00354DF7" w:rsidP="00354DF7">
      <w:pPr>
        <w:tabs>
          <w:tab w:val="left" w:pos="6195"/>
        </w:tabs>
      </w:pPr>
      <w:r>
        <w:t>340.2637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340.2788</w:t>
      </w:r>
      <w:r>
        <w:tab/>
        <w:t>1.163e2</w:t>
      </w:r>
    </w:p>
    <w:p w:rsidR="00354DF7" w:rsidRDefault="00354DF7" w:rsidP="00354DF7">
      <w:pPr>
        <w:tabs>
          <w:tab w:val="left" w:pos="6195"/>
        </w:tabs>
      </w:pPr>
      <w:r>
        <w:t>340.2890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340.2910</w:t>
      </w:r>
      <w:r>
        <w:tab/>
        <w:t>2.800e2</w:t>
      </w:r>
    </w:p>
    <w:p w:rsidR="00354DF7" w:rsidRDefault="00354DF7" w:rsidP="00354DF7">
      <w:pPr>
        <w:tabs>
          <w:tab w:val="left" w:pos="6195"/>
        </w:tabs>
      </w:pPr>
      <w:r>
        <w:lastRenderedPageBreak/>
        <w:t>340.3285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340.3322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340.3368</w:t>
      </w:r>
      <w:r>
        <w:tab/>
        <w:t>1.037e3</w:t>
      </w:r>
    </w:p>
    <w:p w:rsidR="00354DF7" w:rsidRDefault="00354DF7" w:rsidP="00354DF7">
      <w:pPr>
        <w:tabs>
          <w:tab w:val="left" w:pos="6195"/>
        </w:tabs>
      </w:pPr>
      <w:r>
        <w:t>340.3534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340.3707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340.3757</w:t>
      </w:r>
      <w:r>
        <w:tab/>
        <w:t>2.230e2</w:t>
      </w:r>
    </w:p>
    <w:p w:rsidR="00354DF7" w:rsidRDefault="00354DF7" w:rsidP="00354DF7">
      <w:pPr>
        <w:tabs>
          <w:tab w:val="left" w:pos="6195"/>
        </w:tabs>
      </w:pPr>
      <w:r>
        <w:t>340.3859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340.3908</w:t>
      </w:r>
      <w:r>
        <w:tab/>
        <w:t>1.200e2</w:t>
      </w:r>
    </w:p>
    <w:p w:rsidR="00354DF7" w:rsidRDefault="00354DF7" w:rsidP="00354DF7">
      <w:pPr>
        <w:tabs>
          <w:tab w:val="left" w:pos="6195"/>
        </w:tabs>
      </w:pPr>
      <w:r>
        <w:t>340.4288</w:t>
      </w:r>
      <w:r>
        <w:tab/>
        <w:t>1.133e2</w:t>
      </w:r>
    </w:p>
    <w:p w:rsidR="00354DF7" w:rsidRDefault="00354DF7" w:rsidP="00354DF7">
      <w:pPr>
        <w:tabs>
          <w:tab w:val="left" w:pos="6195"/>
        </w:tabs>
      </w:pPr>
      <w:r>
        <w:t>340.4348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340.4426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340.4474</w:t>
      </w:r>
      <w:r>
        <w:tab/>
        <w:t>1.247e2</w:t>
      </w:r>
    </w:p>
    <w:p w:rsidR="00354DF7" w:rsidRDefault="00354DF7" w:rsidP="00354DF7">
      <w:pPr>
        <w:tabs>
          <w:tab w:val="left" w:pos="6195"/>
        </w:tabs>
      </w:pPr>
      <w:r>
        <w:t>340.4500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340.4653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340.4737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340.4950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340.4962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340.5020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340.5187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lastRenderedPageBreak/>
        <w:t>340.5326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340.5387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340.5464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340.5758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340.5798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340.5848</w:t>
      </w:r>
      <w:r>
        <w:tab/>
        <w:t>2.904e2</w:t>
      </w:r>
    </w:p>
    <w:p w:rsidR="00354DF7" w:rsidRDefault="00354DF7" w:rsidP="00354DF7">
      <w:pPr>
        <w:tabs>
          <w:tab w:val="left" w:pos="6195"/>
        </w:tabs>
      </w:pPr>
      <w:r>
        <w:t>340.6044</w:t>
      </w:r>
      <w:r>
        <w:tab/>
        <w:t>1.382e2</w:t>
      </w:r>
    </w:p>
    <w:p w:rsidR="00354DF7" w:rsidRDefault="00354DF7" w:rsidP="00354DF7">
      <w:pPr>
        <w:tabs>
          <w:tab w:val="left" w:pos="6195"/>
        </w:tabs>
      </w:pPr>
      <w:r>
        <w:t>340.6121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340.6388</w:t>
      </w:r>
      <w:r>
        <w:tab/>
        <w:t>1.742e2</w:t>
      </w:r>
    </w:p>
    <w:p w:rsidR="00354DF7" w:rsidRDefault="00354DF7" w:rsidP="00354DF7">
      <w:pPr>
        <w:tabs>
          <w:tab w:val="left" w:pos="6195"/>
        </w:tabs>
      </w:pPr>
      <w:r>
        <w:t>340.6564</w:t>
      </w:r>
      <w:r>
        <w:tab/>
        <w:t>1.278e2</w:t>
      </w:r>
    </w:p>
    <w:p w:rsidR="00354DF7" w:rsidRDefault="00354DF7" w:rsidP="00354DF7">
      <w:pPr>
        <w:tabs>
          <w:tab w:val="left" w:pos="6195"/>
        </w:tabs>
      </w:pPr>
      <w:r>
        <w:t>340.6644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340.6689</w:t>
      </w:r>
      <w:r>
        <w:tab/>
        <w:t>1.974e2</w:t>
      </w:r>
    </w:p>
    <w:p w:rsidR="00354DF7" w:rsidRDefault="00354DF7" w:rsidP="00354DF7">
      <w:pPr>
        <w:tabs>
          <w:tab w:val="left" w:pos="6195"/>
        </w:tabs>
      </w:pPr>
      <w:r>
        <w:t>340.6793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340.6959</w:t>
      </w:r>
      <w:r>
        <w:tab/>
        <w:t>1.269e2</w:t>
      </w:r>
    </w:p>
    <w:p w:rsidR="00354DF7" w:rsidRDefault="00354DF7" w:rsidP="00354DF7">
      <w:pPr>
        <w:tabs>
          <w:tab w:val="left" w:pos="6195"/>
        </w:tabs>
      </w:pPr>
      <w:r>
        <w:t>340.6987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340.7077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340.7196</w:t>
      </w:r>
      <w:r>
        <w:tab/>
        <w:t>3.261e2</w:t>
      </w:r>
    </w:p>
    <w:p w:rsidR="00354DF7" w:rsidRDefault="00354DF7" w:rsidP="00354DF7">
      <w:pPr>
        <w:tabs>
          <w:tab w:val="left" w:pos="6195"/>
        </w:tabs>
      </w:pPr>
      <w:r>
        <w:t>340.7322</w:t>
      </w:r>
      <w:r>
        <w:tab/>
        <w:t>2.567e2</w:t>
      </w:r>
    </w:p>
    <w:p w:rsidR="00354DF7" w:rsidRDefault="00354DF7" w:rsidP="00354DF7">
      <w:pPr>
        <w:tabs>
          <w:tab w:val="left" w:pos="6195"/>
        </w:tabs>
      </w:pPr>
      <w:r>
        <w:t>340.7358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lastRenderedPageBreak/>
        <w:t>340.7684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340.7786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340.7811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340.8094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340.8220</w:t>
      </w:r>
      <w:r>
        <w:tab/>
        <w:t>2.329e2</w:t>
      </w:r>
    </w:p>
    <w:p w:rsidR="00354DF7" w:rsidRDefault="00354DF7" w:rsidP="00354DF7">
      <w:pPr>
        <w:tabs>
          <w:tab w:val="left" w:pos="6195"/>
        </w:tabs>
      </w:pPr>
      <w:r>
        <w:t>340.8299</w:t>
      </w:r>
      <w:r>
        <w:tab/>
        <w:t>1.414e2</w:t>
      </w:r>
    </w:p>
    <w:p w:rsidR="00354DF7" w:rsidRDefault="00354DF7" w:rsidP="00354DF7">
      <w:pPr>
        <w:tabs>
          <w:tab w:val="left" w:pos="6195"/>
        </w:tabs>
      </w:pPr>
      <w:r>
        <w:t>340.8323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340.8469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340.8629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340.8803</w:t>
      </w:r>
      <w:r>
        <w:tab/>
        <w:t>1.362e2</w:t>
      </w:r>
    </w:p>
    <w:p w:rsidR="00354DF7" w:rsidRDefault="00354DF7" w:rsidP="00354DF7">
      <w:pPr>
        <w:tabs>
          <w:tab w:val="left" w:pos="6195"/>
        </w:tabs>
      </w:pPr>
      <w:r>
        <w:t>340.9056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340.9182</w:t>
      </w:r>
      <w:r>
        <w:tab/>
        <w:t>1.044e2</w:t>
      </w:r>
    </w:p>
    <w:p w:rsidR="00354DF7" w:rsidRDefault="00354DF7" w:rsidP="00354DF7">
      <w:pPr>
        <w:tabs>
          <w:tab w:val="left" w:pos="6195"/>
        </w:tabs>
      </w:pPr>
      <w:r>
        <w:t>340.9322</w:t>
      </w:r>
      <w:r>
        <w:tab/>
        <w:t>1.132e2</w:t>
      </w:r>
    </w:p>
    <w:p w:rsidR="00354DF7" w:rsidRDefault="00354DF7" w:rsidP="00354DF7">
      <w:pPr>
        <w:tabs>
          <w:tab w:val="left" w:pos="6195"/>
        </w:tabs>
      </w:pPr>
      <w:r>
        <w:t>340.9445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340.9485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340.9505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340.9529</w:t>
      </w:r>
      <w:r>
        <w:tab/>
        <w:t>1.452e2</w:t>
      </w:r>
    </w:p>
    <w:p w:rsidR="00354DF7" w:rsidRDefault="00354DF7" w:rsidP="00354DF7">
      <w:pPr>
        <w:tabs>
          <w:tab w:val="left" w:pos="6195"/>
        </w:tabs>
      </w:pPr>
      <w:r>
        <w:t>340.9794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340.9890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lastRenderedPageBreak/>
        <w:t>340.9970</w:t>
      </w:r>
      <w:r>
        <w:tab/>
        <w:t>3.449e2</w:t>
      </w:r>
    </w:p>
    <w:p w:rsidR="00354DF7" w:rsidRDefault="00354DF7" w:rsidP="00354DF7">
      <w:pPr>
        <w:tabs>
          <w:tab w:val="left" w:pos="6195"/>
        </w:tabs>
      </w:pPr>
      <w:r>
        <w:t>341.0440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341.0551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341.0612</w:t>
      </w:r>
      <w:r>
        <w:tab/>
        <w:t>1.963e2</w:t>
      </w:r>
    </w:p>
    <w:p w:rsidR="00354DF7" w:rsidRDefault="00354DF7" w:rsidP="00354DF7">
      <w:pPr>
        <w:tabs>
          <w:tab w:val="left" w:pos="6195"/>
        </w:tabs>
      </w:pPr>
      <w:r>
        <w:t>341.0718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341.1411</w:t>
      </w:r>
      <w:r>
        <w:tab/>
        <w:t>1.518e4</w:t>
      </w:r>
    </w:p>
    <w:p w:rsidR="00354DF7" w:rsidRDefault="00354DF7" w:rsidP="00354DF7">
      <w:pPr>
        <w:tabs>
          <w:tab w:val="left" w:pos="6195"/>
        </w:tabs>
      </w:pPr>
      <w:r>
        <w:t>341.1423</w:t>
      </w:r>
      <w:r>
        <w:tab/>
        <w:t>8.113e3</w:t>
      </w:r>
    </w:p>
    <w:p w:rsidR="00354DF7" w:rsidRDefault="00354DF7" w:rsidP="00354DF7">
      <w:pPr>
        <w:tabs>
          <w:tab w:val="left" w:pos="6195"/>
        </w:tabs>
      </w:pPr>
      <w:r>
        <w:t>341.2272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341.2343</w:t>
      </w:r>
      <w:r>
        <w:tab/>
        <w:t>2.270e2</w:t>
      </w:r>
    </w:p>
    <w:p w:rsidR="00354DF7" w:rsidRDefault="00354DF7" w:rsidP="00354DF7">
      <w:pPr>
        <w:tabs>
          <w:tab w:val="left" w:pos="6195"/>
        </w:tabs>
      </w:pPr>
      <w:r>
        <w:t>341.2357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341.2394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341.2676</w:t>
      </w:r>
      <w:r>
        <w:tab/>
        <w:t>1.630e2</w:t>
      </w:r>
    </w:p>
    <w:p w:rsidR="00354DF7" w:rsidRDefault="00354DF7" w:rsidP="00354DF7">
      <w:pPr>
        <w:tabs>
          <w:tab w:val="left" w:pos="6195"/>
        </w:tabs>
      </w:pPr>
      <w:r>
        <w:t>341.2717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341.2810</w:t>
      </w:r>
      <w:r>
        <w:tab/>
        <w:t>1.157e2</w:t>
      </w:r>
    </w:p>
    <w:p w:rsidR="00354DF7" w:rsidRDefault="00354DF7" w:rsidP="00354DF7">
      <w:pPr>
        <w:tabs>
          <w:tab w:val="left" w:pos="6195"/>
        </w:tabs>
      </w:pPr>
      <w:r>
        <w:t>341.2927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341.3044</w:t>
      </w:r>
      <w:r>
        <w:tab/>
        <w:t>5.740e1</w:t>
      </w:r>
    </w:p>
    <w:p w:rsidR="00354DF7" w:rsidRDefault="00354DF7" w:rsidP="00354DF7">
      <w:pPr>
        <w:tabs>
          <w:tab w:val="left" w:pos="6195"/>
        </w:tabs>
      </w:pPr>
      <w:r>
        <w:t>341.3156</w:t>
      </w:r>
      <w:r>
        <w:tab/>
        <w:t>1.165e2</w:t>
      </w:r>
    </w:p>
    <w:p w:rsidR="00354DF7" w:rsidRDefault="00354DF7" w:rsidP="00354DF7">
      <w:pPr>
        <w:tabs>
          <w:tab w:val="left" w:pos="6195"/>
        </w:tabs>
      </w:pPr>
      <w:r>
        <w:t>341.3356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341.3398</w:t>
      </w:r>
      <w:r>
        <w:tab/>
        <w:t>1.522e2</w:t>
      </w:r>
    </w:p>
    <w:p w:rsidR="00354DF7" w:rsidRDefault="00354DF7" w:rsidP="00354DF7">
      <w:pPr>
        <w:tabs>
          <w:tab w:val="left" w:pos="6195"/>
        </w:tabs>
      </w:pPr>
      <w:r>
        <w:lastRenderedPageBreak/>
        <w:t>341.3418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341.3534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341.3585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341.3830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341.3956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341.3989</w:t>
      </w:r>
      <w:r>
        <w:tab/>
        <w:t>1.440e2</w:t>
      </w:r>
    </w:p>
    <w:p w:rsidR="00354DF7" w:rsidRDefault="00354DF7" w:rsidP="00354DF7">
      <w:pPr>
        <w:tabs>
          <w:tab w:val="left" w:pos="6195"/>
        </w:tabs>
      </w:pPr>
      <w:r>
        <w:t>341.4113</w:t>
      </w:r>
      <w:r>
        <w:tab/>
        <w:t>1.165e2</w:t>
      </w:r>
    </w:p>
    <w:p w:rsidR="00354DF7" w:rsidRDefault="00354DF7" w:rsidP="00354DF7">
      <w:pPr>
        <w:tabs>
          <w:tab w:val="left" w:pos="6195"/>
        </w:tabs>
      </w:pPr>
      <w:r>
        <w:t>341.4145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341.4235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341.4562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341.4852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341.4952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341.5098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341.5121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341.5139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341.5304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341.5344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341.5401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341.5610</w:t>
      </w:r>
      <w:r>
        <w:tab/>
        <w:t>1.165e2</w:t>
      </w:r>
    </w:p>
    <w:p w:rsidR="00354DF7" w:rsidRDefault="00354DF7" w:rsidP="00354DF7">
      <w:pPr>
        <w:tabs>
          <w:tab w:val="left" w:pos="6195"/>
        </w:tabs>
      </w:pPr>
      <w:r>
        <w:lastRenderedPageBreak/>
        <w:t>341.5917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341.6224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341.6234</w:t>
      </w:r>
      <w:r>
        <w:tab/>
        <w:t>6.076e1</w:t>
      </w:r>
    </w:p>
    <w:p w:rsidR="00354DF7" w:rsidRDefault="00354DF7" w:rsidP="00354DF7">
      <w:pPr>
        <w:tabs>
          <w:tab w:val="left" w:pos="6195"/>
        </w:tabs>
      </w:pPr>
      <w:r>
        <w:t>341.6343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341.6375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341.6866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341.6960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341.7021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341.7063</w:t>
      </w:r>
      <w:r>
        <w:tab/>
        <w:t>2.400e2</w:t>
      </w:r>
    </w:p>
    <w:p w:rsidR="00354DF7" w:rsidRDefault="00354DF7" w:rsidP="00354DF7">
      <w:pPr>
        <w:tabs>
          <w:tab w:val="left" w:pos="6195"/>
        </w:tabs>
      </w:pPr>
      <w:r>
        <w:t>341.7321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341.7378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341.7442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341.7752</w:t>
      </w:r>
      <w:r>
        <w:tab/>
        <w:t>2.078e2</w:t>
      </w:r>
    </w:p>
    <w:p w:rsidR="00354DF7" w:rsidRDefault="00354DF7" w:rsidP="00354DF7">
      <w:pPr>
        <w:tabs>
          <w:tab w:val="left" w:pos="6195"/>
        </w:tabs>
      </w:pPr>
      <w:r>
        <w:t>341.7776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341.7917</w:t>
      </w:r>
      <w:r>
        <w:tab/>
        <w:t>1.165e2</w:t>
      </w:r>
    </w:p>
    <w:p w:rsidR="00354DF7" w:rsidRDefault="00354DF7" w:rsidP="00354DF7">
      <w:pPr>
        <w:tabs>
          <w:tab w:val="left" w:pos="6195"/>
        </w:tabs>
      </w:pPr>
      <w:r>
        <w:t>341.8070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341.8337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341.8587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341.8827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lastRenderedPageBreak/>
        <w:t>341.8878</w:t>
      </w:r>
      <w:r>
        <w:tab/>
        <w:t>1.863e2</w:t>
      </w:r>
    </w:p>
    <w:p w:rsidR="00354DF7" w:rsidRDefault="00354DF7" w:rsidP="00354DF7">
      <w:pPr>
        <w:tabs>
          <w:tab w:val="left" w:pos="6195"/>
        </w:tabs>
      </w:pPr>
      <w:r>
        <w:t>341.9285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341.9319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341.9689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341.9721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341.9878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342.0027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342.0096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342.0280</w:t>
      </w:r>
      <w:r>
        <w:tab/>
        <w:t>1.630e2</w:t>
      </w:r>
    </w:p>
    <w:p w:rsidR="00354DF7" w:rsidRDefault="00354DF7" w:rsidP="00354DF7">
      <w:pPr>
        <w:tabs>
          <w:tab w:val="left" w:pos="6195"/>
        </w:tabs>
      </w:pPr>
      <w:r>
        <w:t>342.0348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342.0548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342.0794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342.1328</w:t>
      </w:r>
      <w:r>
        <w:tab/>
        <w:t>6.577e2</w:t>
      </w:r>
    </w:p>
    <w:p w:rsidR="00354DF7" w:rsidRDefault="00354DF7" w:rsidP="00354DF7">
      <w:pPr>
        <w:tabs>
          <w:tab w:val="left" w:pos="6195"/>
        </w:tabs>
      </w:pPr>
      <w:r>
        <w:t>342.1384</w:t>
      </w:r>
      <w:r>
        <w:tab/>
        <w:t>6.734e3</w:t>
      </w:r>
    </w:p>
    <w:p w:rsidR="00354DF7" w:rsidRDefault="00354DF7" w:rsidP="00354DF7">
      <w:pPr>
        <w:tabs>
          <w:tab w:val="left" w:pos="6195"/>
        </w:tabs>
      </w:pPr>
      <w:r>
        <w:t>342.1425</w:t>
      </w:r>
      <w:r>
        <w:tab/>
        <w:t>9.491e2</w:t>
      </w:r>
    </w:p>
    <w:p w:rsidR="00354DF7" w:rsidRDefault="00354DF7" w:rsidP="00354DF7">
      <w:pPr>
        <w:tabs>
          <w:tab w:val="left" w:pos="6195"/>
        </w:tabs>
      </w:pPr>
      <w:r>
        <w:t>342.1844</w:t>
      </w:r>
      <w:r>
        <w:tab/>
        <w:t>2.273e2</w:t>
      </w:r>
    </w:p>
    <w:p w:rsidR="00354DF7" w:rsidRDefault="00354DF7" w:rsidP="00354DF7">
      <w:pPr>
        <w:tabs>
          <w:tab w:val="left" w:pos="6195"/>
        </w:tabs>
      </w:pPr>
      <w:r>
        <w:t>342.2005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342.2147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342.2258</w:t>
      </w:r>
      <w:r>
        <w:tab/>
        <w:t>9.935e1</w:t>
      </w:r>
    </w:p>
    <w:p w:rsidR="00354DF7" w:rsidRDefault="00354DF7" w:rsidP="00354DF7">
      <w:pPr>
        <w:tabs>
          <w:tab w:val="left" w:pos="6195"/>
        </w:tabs>
      </w:pPr>
      <w:r>
        <w:lastRenderedPageBreak/>
        <w:t>342.2310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342.2373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342.2482</w:t>
      </w:r>
      <w:r>
        <w:tab/>
        <w:t>1.165e2</w:t>
      </w:r>
    </w:p>
    <w:p w:rsidR="00354DF7" w:rsidRDefault="00354DF7" w:rsidP="00354DF7">
      <w:pPr>
        <w:tabs>
          <w:tab w:val="left" w:pos="6195"/>
        </w:tabs>
      </w:pPr>
      <w:r>
        <w:t>342.2762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342.2848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342.2908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342.2932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342.3159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342.3191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342.3556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342.3589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342.3731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342.3891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342.4031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342.4151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342.4278</w:t>
      </w:r>
      <w:r>
        <w:tab/>
        <w:t>4.754e1</w:t>
      </w:r>
    </w:p>
    <w:p w:rsidR="00354DF7" w:rsidRDefault="00354DF7" w:rsidP="00354DF7">
      <w:pPr>
        <w:tabs>
          <w:tab w:val="left" w:pos="6195"/>
        </w:tabs>
      </w:pPr>
      <w:r>
        <w:t>342.4313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342.4469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342.4770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lastRenderedPageBreak/>
        <w:t>342.4818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342.5135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342.5221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342.5268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342.5307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342.5511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342.5643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342.5659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342.5783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342.6034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342.6047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342.6174</w:t>
      </w:r>
      <w:r>
        <w:tab/>
        <w:t>6.852e1</w:t>
      </w:r>
    </w:p>
    <w:p w:rsidR="00354DF7" w:rsidRDefault="00354DF7" w:rsidP="00354DF7">
      <w:pPr>
        <w:tabs>
          <w:tab w:val="left" w:pos="6195"/>
        </w:tabs>
      </w:pPr>
      <w:r>
        <w:t>342.6545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342.6575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342.6822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342.7092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342.7318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342.7431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342.7476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lastRenderedPageBreak/>
        <w:t>342.7722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342.7836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342.8015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342.8228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342.8319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342.8792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342.8848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342.9157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342.9360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342.9595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342.9930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343.0045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343.0180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343.0475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343.0610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343.0783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343.1005</w:t>
      </w:r>
      <w:r>
        <w:tab/>
        <w:t>3.365e1</w:t>
      </w:r>
    </w:p>
    <w:p w:rsidR="00354DF7" w:rsidRDefault="00354DF7" w:rsidP="00354DF7">
      <w:pPr>
        <w:tabs>
          <w:tab w:val="left" w:pos="6195"/>
        </w:tabs>
      </w:pPr>
      <w:r>
        <w:t>343.1328</w:t>
      </w:r>
      <w:r>
        <w:tab/>
        <w:t>1.165e2</w:t>
      </w:r>
    </w:p>
    <w:p w:rsidR="00354DF7" w:rsidRDefault="00354DF7" w:rsidP="00354DF7">
      <w:pPr>
        <w:tabs>
          <w:tab w:val="left" w:pos="6195"/>
        </w:tabs>
      </w:pPr>
      <w:r>
        <w:t>343.1353</w:t>
      </w:r>
      <w:r>
        <w:tab/>
        <w:t>1.630e2</w:t>
      </w:r>
    </w:p>
    <w:p w:rsidR="00354DF7" w:rsidRDefault="00354DF7" w:rsidP="00354DF7">
      <w:pPr>
        <w:tabs>
          <w:tab w:val="left" w:pos="6195"/>
        </w:tabs>
      </w:pPr>
      <w:r>
        <w:lastRenderedPageBreak/>
        <w:t>343.1398</w:t>
      </w:r>
      <w:r>
        <w:tab/>
        <w:t>5.287e2</w:t>
      </w:r>
    </w:p>
    <w:p w:rsidR="00354DF7" w:rsidRDefault="00354DF7" w:rsidP="00354DF7">
      <w:pPr>
        <w:tabs>
          <w:tab w:val="left" w:pos="6195"/>
        </w:tabs>
      </w:pPr>
      <w:r>
        <w:t>343.1446</w:t>
      </w:r>
      <w:r>
        <w:tab/>
        <w:t>1.630e2</w:t>
      </w:r>
    </w:p>
    <w:p w:rsidR="00354DF7" w:rsidRDefault="00354DF7" w:rsidP="00354DF7">
      <w:pPr>
        <w:tabs>
          <w:tab w:val="left" w:pos="6195"/>
        </w:tabs>
      </w:pPr>
      <w:r>
        <w:t>343.1459</w:t>
      </w:r>
      <w:r>
        <w:tab/>
        <w:t>2.329e2</w:t>
      </w:r>
    </w:p>
    <w:p w:rsidR="00354DF7" w:rsidRDefault="00354DF7" w:rsidP="00354DF7">
      <w:pPr>
        <w:tabs>
          <w:tab w:val="left" w:pos="6195"/>
        </w:tabs>
      </w:pPr>
      <w:r>
        <w:t>343.1542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343.1960</w:t>
      </w:r>
      <w:r>
        <w:tab/>
        <w:t>4.194e1</w:t>
      </w:r>
    </w:p>
    <w:p w:rsidR="00354DF7" w:rsidRDefault="00354DF7" w:rsidP="00354DF7">
      <w:pPr>
        <w:tabs>
          <w:tab w:val="left" w:pos="6195"/>
        </w:tabs>
      </w:pPr>
      <w:r>
        <w:t>343.1986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343.2318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343.2445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343.2464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343.2622</w:t>
      </w:r>
      <w:r>
        <w:tab/>
        <w:t>1.397e2</w:t>
      </w:r>
    </w:p>
    <w:p w:rsidR="00354DF7" w:rsidRDefault="00354DF7" w:rsidP="00354DF7">
      <w:pPr>
        <w:tabs>
          <w:tab w:val="left" w:pos="6195"/>
        </w:tabs>
      </w:pPr>
      <w:r>
        <w:t>343.2953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343.2972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343.3000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343.3022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343.3190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343.3492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343.3514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343.3697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343.3738</w:t>
      </w:r>
      <w:r>
        <w:tab/>
        <w:t>4.266e0</w:t>
      </w:r>
    </w:p>
    <w:p w:rsidR="00354DF7" w:rsidRDefault="00354DF7" w:rsidP="00354DF7">
      <w:pPr>
        <w:tabs>
          <w:tab w:val="left" w:pos="6195"/>
        </w:tabs>
      </w:pPr>
      <w:r>
        <w:lastRenderedPageBreak/>
        <w:t>343.3872</w:t>
      </w:r>
      <w:r>
        <w:tab/>
        <w:t>5.969e0</w:t>
      </w:r>
    </w:p>
    <w:p w:rsidR="00354DF7" w:rsidRDefault="00354DF7" w:rsidP="00354DF7">
      <w:pPr>
        <w:tabs>
          <w:tab w:val="left" w:pos="6195"/>
        </w:tabs>
      </w:pPr>
      <w:r>
        <w:t>343.4062</w:t>
      </w:r>
      <w:r>
        <w:tab/>
        <w:t>3.294e0</w:t>
      </w:r>
    </w:p>
    <w:p w:rsidR="00354DF7" w:rsidRDefault="00354DF7" w:rsidP="00354DF7">
      <w:pPr>
        <w:tabs>
          <w:tab w:val="left" w:pos="6195"/>
        </w:tabs>
      </w:pPr>
      <w:r>
        <w:t>343.4126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343.4172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343.4237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343.4293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343.4442</w:t>
      </w:r>
      <w:r>
        <w:tab/>
        <w:t>2.599e0</w:t>
      </w:r>
    </w:p>
    <w:p w:rsidR="00354DF7" w:rsidRDefault="00354DF7" w:rsidP="00354DF7">
      <w:pPr>
        <w:tabs>
          <w:tab w:val="left" w:pos="6195"/>
        </w:tabs>
      </w:pPr>
      <w:r>
        <w:t>343.4562</w:t>
      </w:r>
      <w:r>
        <w:tab/>
        <w:t>3.685e0</w:t>
      </w:r>
    </w:p>
    <w:p w:rsidR="00354DF7" w:rsidRDefault="00354DF7" w:rsidP="00354DF7">
      <w:pPr>
        <w:tabs>
          <w:tab w:val="left" w:pos="6195"/>
        </w:tabs>
      </w:pPr>
      <w:r>
        <w:t>343.4636</w:t>
      </w:r>
      <w:r>
        <w:tab/>
        <w:t>2.208e0</w:t>
      </w:r>
    </w:p>
    <w:p w:rsidR="00354DF7" w:rsidRDefault="00354DF7" w:rsidP="00354DF7">
      <w:pPr>
        <w:tabs>
          <w:tab w:val="left" w:pos="6195"/>
        </w:tabs>
      </w:pPr>
      <w:r>
        <w:t>343.4738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343.5110</w:t>
      </w:r>
      <w:r>
        <w:tab/>
        <w:t>2.533e0</w:t>
      </w:r>
    </w:p>
    <w:p w:rsidR="00354DF7" w:rsidRDefault="00354DF7" w:rsidP="00354DF7">
      <w:pPr>
        <w:tabs>
          <w:tab w:val="left" w:pos="6195"/>
        </w:tabs>
      </w:pPr>
      <w:r>
        <w:t>343.5223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343.5333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343.5374</w:t>
      </w:r>
      <w:r>
        <w:tab/>
        <w:t>8.479e0</w:t>
      </w:r>
    </w:p>
    <w:p w:rsidR="00354DF7" w:rsidRDefault="00354DF7" w:rsidP="00354DF7">
      <w:pPr>
        <w:tabs>
          <w:tab w:val="left" w:pos="6195"/>
        </w:tabs>
      </w:pPr>
      <w:r>
        <w:t>343.5438</w:t>
      </w:r>
      <w:r>
        <w:tab/>
        <w:t>1.991e0</w:t>
      </w:r>
    </w:p>
    <w:p w:rsidR="00354DF7" w:rsidRDefault="00354DF7" w:rsidP="00354DF7">
      <w:pPr>
        <w:tabs>
          <w:tab w:val="left" w:pos="6195"/>
        </w:tabs>
      </w:pPr>
      <w:r>
        <w:t>343.5636</w:t>
      </w:r>
      <w:r>
        <w:tab/>
        <w:t>5.058e0</w:t>
      </w:r>
    </w:p>
    <w:p w:rsidR="00354DF7" w:rsidRDefault="00354DF7" w:rsidP="00354DF7">
      <w:pPr>
        <w:tabs>
          <w:tab w:val="left" w:pos="6195"/>
        </w:tabs>
      </w:pPr>
      <w:r>
        <w:t>343.5716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343.5758</w:t>
      </w:r>
      <w:r>
        <w:tab/>
        <w:t>3.998e0</w:t>
      </w:r>
    </w:p>
    <w:p w:rsidR="00354DF7" w:rsidRDefault="00354DF7" w:rsidP="00354DF7">
      <w:pPr>
        <w:tabs>
          <w:tab w:val="left" w:pos="6195"/>
        </w:tabs>
      </w:pPr>
      <w:r>
        <w:t>343.5887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lastRenderedPageBreak/>
        <w:t>343.5957</w:t>
      </w:r>
      <w:r>
        <w:tab/>
        <w:t>9.173e0</w:t>
      </w:r>
    </w:p>
    <w:p w:rsidR="00354DF7" w:rsidRDefault="00354DF7" w:rsidP="00354DF7">
      <w:pPr>
        <w:tabs>
          <w:tab w:val="left" w:pos="6195"/>
        </w:tabs>
      </w:pPr>
      <w:r>
        <w:t>343.6036</w:t>
      </w:r>
      <w:r>
        <w:tab/>
        <w:t>7.964e0</w:t>
      </w:r>
    </w:p>
    <w:p w:rsidR="00354DF7" w:rsidRDefault="00354DF7" w:rsidP="00354DF7">
      <w:pPr>
        <w:tabs>
          <w:tab w:val="left" w:pos="6195"/>
        </w:tabs>
      </w:pPr>
      <w:r>
        <w:t>343.6206</w:t>
      </w:r>
      <w:r>
        <w:tab/>
        <w:t>7.607e0</w:t>
      </w:r>
    </w:p>
    <w:p w:rsidR="00354DF7" w:rsidRDefault="00354DF7" w:rsidP="00354DF7">
      <w:pPr>
        <w:tabs>
          <w:tab w:val="left" w:pos="6195"/>
        </w:tabs>
      </w:pPr>
      <w:r>
        <w:t>343.6301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343.6339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343.6583</w:t>
      </w:r>
      <w:r>
        <w:tab/>
        <w:t>2.337e0</w:t>
      </w:r>
    </w:p>
    <w:p w:rsidR="00354DF7" w:rsidRDefault="00354DF7" w:rsidP="00354DF7">
      <w:pPr>
        <w:tabs>
          <w:tab w:val="left" w:pos="6195"/>
        </w:tabs>
      </w:pPr>
      <w:r>
        <w:t>343.6794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343.6844</w:t>
      </w:r>
      <w:r>
        <w:tab/>
        <w:t>6.435e0</w:t>
      </w:r>
    </w:p>
    <w:p w:rsidR="00354DF7" w:rsidRDefault="00354DF7" w:rsidP="00354DF7">
      <w:pPr>
        <w:tabs>
          <w:tab w:val="left" w:pos="6195"/>
        </w:tabs>
      </w:pPr>
      <w:r>
        <w:t>343.6972</w:t>
      </w:r>
      <w:r>
        <w:tab/>
        <w:t>3.588e0</w:t>
      </w:r>
    </w:p>
    <w:p w:rsidR="00354DF7" w:rsidRDefault="00354DF7" w:rsidP="00354DF7">
      <w:pPr>
        <w:tabs>
          <w:tab w:val="left" w:pos="6195"/>
        </w:tabs>
      </w:pPr>
      <w:r>
        <w:t>343.7038</w:t>
      </w:r>
      <w:r>
        <w:tab/>
        <w:t>3.738e0</w:t>
      </w:r>
    </w:p>
    <w:p w:rsidR="00354DF7" w:rsidRDefault="00354DF7" w:rsidP="00354DF7">
      <w:pPr>
        <w:tabs>
          <w:tab w:val="left" w:pos="6195"/>
        </w:tabs>
      </w:pPr>
      <w:r>
        <w:t>343.7134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343.7325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343.7447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343.7505</w:t>
      </w:r>
      <w:r>
        <w:tab/>
        <w:t>6.890e0</w:t>
      </w:r>
    </w:p>
    <w:p w:rsidR="00354DF7" w:rsidRDefault="00354DF7" w:rsidP="00354DF7">
      <w:pPr>
        <w:tabs>
          <w:tab w:val="left" w:pos="6195"/>
        </w:tabs>
      </w:pPr>
      <w:r>
        <w:t>343.7645</w:t>
      </w:r>
      <w:r>
        <w:tab/>
        <w:t>1.093e1</w:t>
      </w:r>
    </w:p>
    <w:p w:rsidR="00354DF7" w:rsidRDefault="00354DF7" w:rsidP="00354DF7">
      <w:pPr>
        <w:tabs>
          <w:tab w:val="left" w:pos="6195"/>
        </w:tabs>
      </w:pPr>
      <w:r>
        <w:t>343.7777</w:t>
      </w:r>
      <w:r>
        <w:tab/>
        <w:t>5.614e0</w:t>
      </w:r>
    </w:p>
    <w:p w:rsidR="00354DF7" w:rsidRDefault="00354DF7" w:rsidP="00354DF7">
      <w:pPr>
        <w:tabs>
          <w:tab w:val="left" w:pos="6195"/>
        </w:tabs>
      </w:pPr>
      <w:r>
        <w:t>343.7896</w:t>
      </w:r>
      <w:r>
        <w:tab/>
        <w:t>4.565e0</w:t>
      </w:r>
    </w:p>
    <w:p w:rsidR="00354DF7" w:rsidRDefault="00354DF7" w:rsidP="00354DF7">
      <w:pPr>
        <w:tabs>
          <w:tab w:val="left" w:pos="6195"/>
        </w:tabs>
      </w:pPr>
      <w:r>
        <w:t>343.7929</w:t>
      </w:r>
      <w:r>
        <w:tab/>
        <w:t>2.995e0</w:t>
      </w:r>
    </w:p>
    <w:p w:rsidR="00354DF7" w:rsidRDefault="00354DF7" w:rsidP="00354DF7">
      <w:pPr>
        <w:tabs>
          <w:tab w:val="left" w:pos="6195"/>
        </w:tabs>
      </w:pPr>
      <w:r>
        <w:t>343.8292</w:t>
      </w:r>
      <w:r>
        <w:tab/>
        <w:t>5.340e0</w:t>
      </w:r>
    </w:p>
    <w:p w:rsidR="00354DF7" w:rsidRDefault="00354DF7" w:rsidP="00354DF7">
      <w:pPr>
        <w:tabs>
          <w:tab w:val="left" w:pos="6195"/>
        </w:tabs>
      </w:pPr>
      <w:r>
        <w:lastRenderedPageBreak/>
        <w:t>343.8305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343.8483</w:t>
      </w:r>
      <w:r>
        <w:tab/>
        <w:t>5.248e0</w:t>
      </w:r>
    </w:p>
    <w:p w:rsidR="00354DF7" w:rsidRDefault="00354DF7" w:rsidP="00354DF7">
      <w:pPr>
        <w:tabs>
          <w:tab w:val="left" w:pos="6195"/>
        </w:tabs>
      </w:pPr>
      <w:r>
        <w:t>343.8531</w:t>
      </w:r>
      <w:r>
        <w:tab/>
        <w:t>3.361e0</w:t>
      </w:r>
    </w:p>
    <w:p w:rsidR="00354DF7" w:rsidRDefault="00354DF7" w:rsidP="00354DF7">
      <w:pPr>
        <w:tabs>
          <w:tab w:val="left" w:pos="6195"/>
        </w:tabs>
      </w:pPr>
      <w:r>
        <w:t>343.8771</w:t>
      </w:r>
      <w:r>
        <w:tab/>
        <w:t>5.893e0</w:t>
      </w:r>
    </w:p>
    <w:p w:rsidR="00354DF7" w:rsidRDefault="00354DF7" w:rsidP="00354DF7">
      <w:pPr>
        <w:tabs>
          <w:tab w:val="left" w:pos="6195"/>
        </w:tabs>
      </w:pPr>
      <w:r>
        <w:t>343.8801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343.9006</w:t>
      </w:r>
      <w:r>
        <w:tab/>
        <w:t>3.402e0</w:t>
      </w:r>
    </w:p>
    <w:p w:rsidR="00354DF7" w:rsidRDefault="00354DF7" w:rsidP="00354DF7">
      <w:pPr>
        <w:tabs>
          <w:tab w:val="left" w:pos="6195"/>
        </w:tabs>
      </w:pPr>
      <w:r>
        <w:t>343.9094</w:t>
      </w:r>
      <w:r>
        <w:tab/>
        <w:t>6.444e0</w:t>
      </w:r>
    </w:p>
    <w:p w:rsidR="00354DF7" w:rsidRDefault="00354DF7" w:rsidP="00354DF7">
      <w:pPr>
        <w:tabs>
          <w:tab w:val="left" w:pos="6195"/>
        </w:tabs>
      </w:pPr>
      <w:r>
        <w:t>343.9330</w:t>
      </w:r>
      <w:r>
        <w:tab/>
        <w:t>7.296e0</w:t>
      </w:r>
    </w:p>
    <w:p w:rsidR="00354DF7" w:rsidRDefault="00354DF7" w:rsidP="00354DF7">
      <w:pPr>
        <w:tabs>
          <w:tab w:val="left" w:pos="6195"/>
        </w:tabs>
      </w:pPr>
      <w:r>
        <w:t>343.9354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343.9419</w:t>
      </w:r>
      <w:r>
        <w:tab/>
        <w:t>7.294e0</w:t>
      </w:r>
    </w:p>
    <w:p w:rsidR="00354DF7" w:rsidRDefault="00354DF7" w:rsidP="00354DF7">
      <w:pPr>
        <w:tabs>
          <w:tab w:val="left" w:pos="6195"/>
        </w:tabs>
      </w:pPr>
      <w:r>
        <w:t>343.9502</w:t>
      </w:r>
      <w:r>
        <w:tab/>
        <w:t>2.329e1</w:t>
      </w:r>
    </w:p>
    <w:p w:rsidR="00354DF7" w:rsidRDefault="00354DF7" w:rsidP="00354DF7">
      <w:pPr>
        <w:tabs>
          <w:tab w:val="left" w:pos="6195"/>
        </w:tabs>
      </w:pPr>
      <w:r>
        <w:t>343.9647</w:t>
      </w:r>
      <w:r>
        <w:tab/>
        <w:t>9.054e0</w:t>
      </w:r>
    </w:p>
    <w:p w:rsidR="00354DF7" w:rsidRDefault="00354DF7" w:rsidP="00354DF7">
      <w:pPr>
        <w:tabs>
          <w:tab w:val="left" w:pos="6195"/>
        </w:tabs>
      </w:pPr>
      <w:r>
        <w:t>343.9758</w:t>
      </w:r>
      <w:r>
        <w:tab/>
        <w:t>2.434e0</w:t>
      </w:r>
    </w:p>
    <w:p w:rsidR="00354DF7" w:rsidRDefault="00354DF7" w:rsidP="00354DF7">
      <w:pPr>
        <w:tabs>
          <w:tab w:val="left" w:pos="6195"/>
        </w:tabs>
      </w:pPr>
      <w:r>
        <w:t>343.9953</w:t>
      </w:r>
      <w:r>
        <w:tab/>
        <w:t>4.306e0</w:t>
      </w:r>
    </w:p>
    <w:p w:rsidR="00354DF7" w:rsidRDefault="00354DF7" w:rsidP="00354DF7">
      <w:pPr>
        <w:tabs>
          <w:tab w:val="left" w:pos="6195"/>
        </w:tabs>
      </w:pPr>
      <w:r>
        <w:t>344.0082</w:t>
      </w:r>
      <w:r>
        <w:tab/>
        <w:t>1.182e2</w:t>
      </w:r>
    </w:p>
    <w:p w:rsidR="00354DF7" w:rsidRDefault="00354DF7" w:rsidP="00354DF7">
      <w:pPr>
        <w:tabs>
          <w:tab w:val="left" w:pos="6195"/>
        </w:tabs>
      </w:pPr>
      <w:r>
        <w:t>344.0274</w:t>
      </w:r>
      <w:r>
        <w:tab/>
        <w:t>4.882e0</w:t>
      </w:r>
    </w:p>
    <w:p w:rsidR="00354DF7" w:rsidRDefault="00354DF7" w:rsidP="00354DF7">
      <w:pPr>
        <w:tabs>
          <w:tab w:val="left" w:pos="6195"/>
        </w:tabs>
      </w:pPr>
      <w:r>
        <w:t>344.0379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344.0420</w:t>
      </w:r>
      <w:r>
        <w:tab/>
        <w:t>4.658e1</w:t>
      </w:r>
    </w:p>
    <w:p w:rsidR="00354DF7" w:rsidRDefault="00354DF7" w:rsidP="00354DF7">
      <w:pPr>
        <w:tabs>
          <w:tab w:val="left" w:pos="6195"/>
        </w:tabs>
      </w:pPr>
      <w:r>
        <w:t>344.0669</w:t>
      </w:r>
      <w:r>
        <w:tab/>
        <w:t>5.534e0</w:t>
      </w:r>
    </w:p>
    <w:p w:rsidR="00354DF7" w:rsidRDefault="00354DF7" w:rsidP="00354DF7">
      <w:pPr>
        <w:tabs>
          <w:tab w:val="left" w:pos="6195"/>
        </w:tabs>
      </w:pPr>
      <w:r>
        <w:lastRenderedPageBreak/>
        <w:t>344.0800</w:t>
      </w:r>
      <w:r>
        <w:tab/>
        <w:t>8.626e0</w:t>
      </w:r>
    </w:p>
    <w:p w:rsidR="00354DF7" w:rsidRDefault="00354DF7" w:rsidP="00354DF7">
      <w:pPr>
        <w:tabs>
          <w:tab w:val="left" w:pos="6195"/>
        </w:tabs>
      </w:pPr>
      <w:r>
        <w:t>344.0816</w:t>
      </w:r>
      <w:r>
        <w:tab/>
        <w:t>2.703e0</w:t>
      </w:r>
    </w:p>
    <w:p w:rsidR="00354DF7" w:rsidRDefault="00354DF7" w:rsidP="00354DF7">
      <w:pPr>
        <w:tabs>
          <w:tab w:val="left" w:pos="6195"/>
        </w:tabs>
      </w:pPr>
      <w:r>
        <w:t>344.1229</w:t>
      </w:r>
      <w:r>
        <w:tab/>
        <w:t>9.658e0</w:t>
      </w:r>
    </w:p>
    <w:p w:rsidR="00354DF7" w:rsidRDefault="00354DF7" w:rsidP="00354DF7">
      <w:pPr>
        <w:tabs>
          <w:tab w:val="left" w:pos="6195"/>
        </w:tabs>
      </w:pPr>
      <w:r>
        <w:t>344.1395</w:t>
      </w:r>
      <w:r>
        <w:tab/>
        <w:t>1.898e1</w:t>
      </w:r>
    </w:p>
    <w:p w:rsidR="00354DF7" w:rsidRDefault="00354DF7" w:rsidP="00354DF7">
      <w:pPr>
        <w:tabs>
          <w:tab w:val="left" w:pos="6195"/>
        </w:tabs>
      </w:pPr>
      <w:r>
        <w:t>344.1437</w:t>
      </w:r>
      <w:r>
        <w:tab/>
        <w:t>1.761e2</w:t>
      </w:r>
    </w:p>
    <w:p w:rsidR="00354DF7" w:rsidRDefault="00354DF7" w:rsidP="00354DF7">
      <w:pPr>
        <w:tabs>
          <w:tab w:val="left" w:pos="6195"/>
        </w:tabs>
      </w:pPr>
      <w:r>
        <w:t>344.1578</w:t>
      </w:r>
      <w:r>
        <w:tab/>
        <w:t>1.484e2</w:t>
      </w:r>
    </w:p>
    <w:p w:rsidR="00354DF7" w:rsidRDefault="00354DF7" w:rsidP="00354DF7">
      <w:pPr>
        <w:tabs>
          <w:tab w:val="left" w:pos="6195"/>
        </w:tabs>
      </w:pPr>
      <w:r>
        <w:t>344.1676</w:t>
      </w:r>
      <w:r>
        <w:tab/>
        <w:t>6.507e0</w:t>
      </w:r>
    </w:p>
    <w:p w:rsidR="00354DF7" w:rsidRDefault="00354DF7" w:rsidP="00354DF7">
      <w:pPr>
        <w:tabs>
          <w:tab w:val="left" w:pos="6195"/>
        </w:tabs>
      </w:pPr>
      <w:r>
        <w:t>344.2175</w:t>
      </w:r>
      <w:r>
        <w:tab/>
        <w:t>9.316e1</w:t>
      </w:r>
    </w:p>
    <w:p w:rsidR="00354DF7" w:rsidRDefault="00354DF7" w:rsidP="00354DF7">
      <w:pPr>
        <w:tabs>
          <w:tab w:val="left" w:pos="6195"/>
        </w:tabs>
      </w:pPr>
      <w:r>
        <w:t>344.2237</w:t>
      </w:r>
      <w:r>
        <w:tab/>
        <w:t>1.165e2</w:t>
      </w:r>
    </w:p>
    <w:p w:rsidR="00354DF7" w:rsidRDefault="00354DF7" w:rsidP="00354DF7">
      <w:pPr>
        <w:tabs>
          <w:tab w:val="left" w:pos="6195"/>
        </w:tabs>
      </w:pPr>
      <w:r>
        <w:t>344.2305</w:t>
      </w:r>
      <w:r>
        <w:tab/>
        <w:t>8.474e1</w:t>
      </w:r>
    </w:p>
    <w:p w:rsidR="00354DF7" w:rsidRDefault="00354DF7" w:rsidP="00354DF7">
      <w:pPr>
        <w:tabs>
          <w:tab w:val="left" w:pos="6195"/>
        </w:tabs>
      </w:pPr>
      <w:r>
        <w:t>344.2338</w:t>
      </w:r>
      <w:r>
        <w:tab/>
        <w:t>2.906e1</w:t>
      </w:r>
    </w:p>
    <w:p w:rsidR="00354DF7" w:rsidRDefault="00354DF7" w:rsidP="00354DF7">
      <w:pPr>
        <w:tabs>
          <w:tab w:val="left" w:pos="6195"/>
        </w:tabs>
      </w:pPr>
      <w:r>
        <w:t>344.2354</w:t>
      </w:r>
      <w:r>
        <w:tab/>
        <w:t>3.600e1</w:t>
      </w:r>
    </w:p>
    <w:p w:rsidR="00354DF7" w:rsidRDefault="00354DF7" w:rsidP="00354DF7">
      <w:pPr>
        <w:tabs>
          <w:tab w:val="left" w:pos="6195"/>
        </w:tabs>
      </w:pPr>
      <w:r>
        <w:t>344.2940</w:t>
      </w:r>
      <w:r>
        <w:tab/>
        <w:t>5.687e1</w:t>
      </w:r>
    </w:p>
    <w:p w:rsidR="00354DF7" w:rsidRDefault="00354DF7" w:rsidP="00354DF7">
      <w:pPr>
        <w:tabs>
          <w:tab w:val="left" w:pos="6195"/>
        </w:tabs>
      </w:pPr>
      <w:r>
        <w:t>344.3069</w:t>
      </w:r>
      <w:r>
        <w:tab/>
        <w:t>6.987e1</w:t>
      </w:r>
    </w:p>
    <w:p w:rsidR="00354DF7" w:rsidRDefault="00354DF7" w:rsidP="00354DF7">
      <w:pPr>
        <w:tabs>
          <w:tab w:val="left" w:pos="6195"/>
        </w:tabs>
      </w:pPr>
      <w:r>
        <w:t>344.3156</w:t>
      </w:r>
      <w:r>
        <w:tab/>
        <w:t>9.813e0</w:t>
      </w:r>
    </w:p>
    <w:p w:rsidR="00354DF7" w:rsidRDefault="00354DF7" w:rsidP="00354DF7">
      <w:pPr>
        <w:tabs>
          <w:tab w:val="left" w:pos="6195"/>
        </w:tabs>
      </w:pPr>
      <w:r>
        <w:t>344.3173</w:t>
      </w:r>
      <w:r>
        <w:tab/>
        <w:t>1.204e1</w:t>
      </w:r>
    </w:p>
    <w:p w:rsidR="00354DF7" w:rsidRDefault="00354DF7" w:rsidP="00354DF7">
      <w:pPr>
        <w:tabs>
          <w:tab w:val="left" w:pos="6195"/>
        </w:tabs>
      </w:pPr>
      <w:r>
        <w:t>344.3357</w:t>
      </w:r>
      <w:r>
        <w:tab/>
        <w:t>6.049e0</w:t>
      </w:r>
    </w:p>
    <w:p w:rsidR="00354DF7" w:rsidRDefault="00354DF7" w:rsidP="00354DF7">
      <w:pPr>
        <w:tabs>
          <w:tab w:val="left" w:pos="6195"/>
        </w:tabs>
      </w:pPr>
      <w:r>
        <w:t>344.3622</w:t>
      </w:r>
      <w:r>
        <w:tab/>
        <w:t>2.053e0</w:t>
      </w:r>
    </w:p>
    <w:p w:rsidR="00354DF7" w:rsidRDefault="00354DF7" w:rsidP="00354DF7">
      <w:pPr>
        <w:tabs>
          <w:tab w:val="left" w:pos="6195"/>
        </w:tabs>
      </w:pPr>
      <w:r>
        <w:t>344.3662</w:t>
      </w:r>
      <w:r>
        <w:tab/>
        <w:t>4.293e0</w:t>
      </w:r>
    </w:p>
    <w:p w:rsidR="00354DF7" w:rsidRDefault="00354DF7" w:rsidP="00354DF7">
      <w:pPr>
        <w:tabs>
          <w:tab w:val="left" w:pos="6195"/>
        </w:tabs>
      </w:pPr>
      <w:r>
        <w:lastRenderedPageBreak/>
        <w:t>344.3754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344.3934</w:t>
      </w:r>
      <w:r>
        <w:tab/>
        <w:t>4.041e0</w:t>
      </w:r>
    </w:p>
    <w:p w:rsidR="00354DF7" w:rsidRDefault="00354DF7" w:rsidP="00354DF7">
      <w:pPr>
        <w:tabs>
          <w:tab w:val="left" w:pos="6195"/>
        </w:tabs>
      </w:pPr>
      <w:r>
        <w:t>344.4052</w:t>
      </w:r>
      <w:r>
        <w:tab/>
        <w:t>3.704e0</w:t>
      </w:r>
    </w:p>
    <w:p w:rsidR="00354DF7" w:rsidRDefault="00354DF7" w:rsidP="00354DF7">
      <w:pPr>
        <w:tabs>
          <w:tab w:val="left" w:pos="6195"/>
        </w:tabs>
      </w:pPr>
      <w:r>
        <w:t>344.4071</w:t>
      </w:r>
      <w:r>
        <w:tab/>
        <w:t>5.509e0</w:t>
      </w:r>
    </w:p>
    <w:p w:rsidR="00354DF7" w:rsidRDefault="00354DF7" w:rsidP="00354DF7">
      <w:pPr>
        <w:tabs>
          <w:tab w:val="left" w:pos="6195"/>
        </w:tabs>
      </w:pPr>
      <w:r>
        <w:t>344.4148</w:t>
      </w:r>
      <w:r>
        <w:tab/>
        <w:t>4.048e0</w:t>
      </w:r>
    </w:p>
    <w:p w:rsidR="00354DF7" w:rsidRDefault="00354DF7" w:rsidP="00354DF7">
      <w:pPr>
        <w:tabs>
          <w:tab w:val="left" w:pos="6195"/>
        </w:tabs>
      </w:pPr>
      <w:r>
        <w:t>344.4352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344.4530</w:t>
      </w:r>
      <w:r>
        <w:tab/>
        <w:t>3.813e0</w:t>
      </w:r>
    </w:p>
    <w:p w:rsidR="00354DF7" w:rsidRDefault="00354DF7" w:rsidP="00354DF7">
      <w:pPr>
        <w:tabs>
          <w:tab w:val="left" w:pos="6195"/>
        </w:tabs>
      </w:pPr>
      <w:r>
        <w:t>344.4670</w:t>
      </w:r>
      <w:r>
        <w:tab/>
        <w:t>1.416e0</w:t>
      </w:r>
    </w:p>
    <w:p w:rsidR="00354DF7" w:rsidRDefault="00354DF7" w:rsidP="00354DF7">
      <w:pPr>
        <w:tabs>
          <w:tab w:val="left" w:pos="6195"/>
        </w:tabs>
      </w:pPr>
      <w:r>
        <w:t>344.4768</w:t>
      </w:r>
      <w:r>
        <w:tab/>
        <w:t>5.003e0</w:t>
      </w:r>
    </w:p>
    <w:p w:rsidR="00354DF7" w:rsidRDefault="00354DF7" w:rsidP="00354DF7">
      <w:pPr>
        <w:tabs>
          <w:tab w:val="left" w:pos="6195"/>
        </w:tabs>
      </w:pPr>
      <w:r>
        <w:t>344.5022</w:t>
      </w:r>
      <w:r>
        <w:tab/>
        <w:t>6.485e0</w:t>
      </w:r>
    </w:p>
    <w:p w:rsidR="00354DF7" w:rsidRDefault="00354DF7" w:rsidP="00354DF7">
      <w:pPr>
        <w:tabs>
          <w:tab w:val="left" w:pos="6195"/>
        </w:tabs>
      </w:pPr>
      <w:r>
        <w:t>344.5100</w:t>
      </w:r>
      <w:r>
        <w:tab/>
        <w:t>3.072e0</w:t>
      </w:r>
    </w:p>
    <w:p w:rsidR="00354DF7" w:rsidRDefault="00354DF7" w:rsidP="00354DF7">
      <w:pPr>
        <w:tabs>
          <w:tab w:val="left" w:pos="6195"/>
        </w:tabs>
      </w:pPr>
      <w:r>
        <w:t>344.5113</w:t>
      </w:r>
      <w:r>
        <w:tab/>
        <w:t>2.859e0</w:t>
      </w:r>
    </w:p>
    <w:p w:rsidR="00354DF7" w:rsidRDefault="00354DF7" w:rsidP="00354DF7">
      <w:pPr>
        <w:tabs>
          <w:tab w:val="left" w:pos="6195"/>
        </w:tabs>
      </w:pPr>
      <w:r>
        <w:t>344.5139</w:t>
      </w:r>
      <w:r>
        <w:tab/>
        <w:t>5.957e0</w:t>
      </w:r>
    </w:p>
    <w:p w:rsidR="00354DF7" w:rsidRDefault="00354DF7" w:rsidP="00354DF7">
      <w:pPr>
        <w:tabs>
          <w:tab w:val="left" w:pos="6195"/>
        </w:tabs>
      </w:pPr>
      <w:r>
        <w:t>344.5382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344.5497</w:t>
      </w:r>
      <w:r>
        <w:tab/>
        <w:t>2.498e0</w:t>
      </w:r>
    </w:p>
    <w:p w:rsidR="00354DF7" w:rsidRDefault="00354DF7" w:rsidP="00354DF7">
      <w:pPr>
        <w:tabs>
          <w:tab w:val="left" w:pos="6195"/>
        </w:tabs>
      </w:pPr>
      <w:r>
        <w:t>344.5786</w:t>
      </w:r>
      <w:r>
        <w:tab/>
        <w:t>4.823e0</w:t>
      </w:r>
    </w:p>
    <w:p w:rsidR="00354DF7" w:rsidRDefault="00354DF7" w:rsidP="00354DF7">
      <w:pPr>
        <w:tabs>
          <w:tab w:val="left" w:pos="6195"/>
        </w:tabs>
      </w:pPr>
      <w:r>
        <w:t>344.5808</w:t>
      </w:r>
      <w:r>
        <w:tab/>
        <w:t>4.148e0</w:t>
      </w:r>
    </w:p>
    <w:p w:rsidR="00354DF7" w:rsidRDefault="00354DF7" w:rsidP="00354DF7">
      <w:pPr>
        <w:tabs>
          <w:tab w:val="left" w:pos="6195"/>
        </w:tabs>
      </w:pPr>
      <w:r>
        <w:t>344.5826</w:t>
      </w:r>
      <w:r>
        <w:tab/>
        <w:t>2.458e0</w:t>
      </w:r>
    </w:p>
    <w:p w:rsidR="00354DF7" w:rsidRDefault="00354DF7" w:rsidP="00354DF7">
      <w:pPr>
        <w:tabs>
          <w:tab w:val="left" w:pos="6195"/>
        </w:tabs>
      </w:pPr>
      <w:r>
        <w:t>344.6065</w:t>
      </w:r>
      <w:r>
        <w:tab/>
        <w:t>2.023e0</w:t>
      </w:r>
    </w:p>
    <w:p w:rsidR="00354DF7" w:rsidRDefault="00354DF7" w:rsidP="00354DF7">
      <w:pPr>
        <w:tabs>
          <w:tab w:val="left" w:pos="6195"/>
        </w:tabs>
      </w:pPr>
      <w:r>
        <w:lastRenderedPageBreak/>
        <w:t>344.6201</w:t>
      </w:r>
      <w:r>
        <w:tab/>
        <w:t>4.375e0</w:t>
      </w:r>
    </w:p>
    <w:p w:rsidR="00354DF7" w:rsidRDefault="00354DF7" w:rsidP="00354DF7">
      <w:pPr>
        <w:tabs>
          <w:tab w:val="left" w:pos="6195"/>
        </w:tabs>
      </w:pPr>
      <w:r>
        <w:t>344.6371</w:t>
      </w:r>
      <w:r>
        <w:tab/>
        <w:t>4.392e0</w:t>
      </w:r>
    </w:p>
    <w:p w:rsidR="00354DF7" w:rsidRDefault="00354DF7" w:rsidP="00354DF7">
      <w:pPr>
        <w:tabs>
          <w:tab w:val="left" w:pos="6195"/>
        </w:tabs>
      </w:pPr>
      <w:r>
        <w:t>344.6491</w:t>
      </w:r>
      <w:r>
        <w:tab/>
        <w:t>3.909e0</w:t>
      </w:r>
    </w:p>
    <w:p w:rsidR="00354DF7" w:rsidRDefault="00354DF7" w:rsidP="00354DF7">
      <w:pPr>
        <w:tabs>
          <w:tab w:val="left" w:pos="6195"/>
        </w:tabs>
      </w:pPr>
      <w:r>
        <w:t>344.6509</w:t>
      </w:r>
      <w:r>
        <w:tab/>
        <w:t>1.066e1</w:t>
      </w:r>
    </w:p>
    <w:p w:rsidR="00354DF7" w:rsidRDefault="00354DF7" w:rsidP="00354DF7">
      <w:pPr>
        <w:tabs>
          <w:tab w:val="left" w:pos="6195"/>
        </w:tabs>
      </w:pPr>
      <w:r>
        <w:t>344.6708</w:t>
      </w:r>
      <w:r>
        <w:tab/>
        <w:t>4.707e0</w:t>
      </w:r>
    </w:p>
    <w:p w:rsidR="00354DF7" w:rsidRDefault="00354DF7" w:rsidP="00354DF7">
      <w:pPr>
        <w:tabs>
          <w:tab w:val="left" w:pos="6195"/>
        </w:tabs>
      </w:pPr>
      <w:r>
        <w:t>344.6787</w:t>
      </w:r>
      <w:r>
        <w:tab/>
        <w:t>2.070e0</w:t>
      </w:r>
    </w:p>
    <w:p w:rsidR="00354DF7" w:rsidRDefault="00354DF7" w:rsidP="00354DF7">
      <w:pPr>
        <w:tabs>
          <w:tab w:val="left" w:pos="6195"/>
        </w:tabs>
      </w:pPr>
      <w:r>
        <w:t>344.7028</w:t>
      </w:r>
      <w:r>
        <w:tab/>
        <w:t>3.472e0</w:t>
      </w:r>
    </w:p>
    <w:p w:rsidR="00354DF7" w:rsidRDefault="00354DF7" w:rsidP="00354DF7">
      <w:pPr>
        <w:tabs>
          <w:tab w:val="left" w:pos="6195"/>
        </w:tabs>
      </w:pPr>
      <w:r>
        <w:t>344.7038</w:t>
      </w:r>
      <w:r>
        <w:tab/>
        <w:t>2.396e0</w:t>
      </w:r>
    </w:p>
    <w:p w:rsidR="00354DF7" w:rsidRDefault="00354DF7" w:rsidP="00354DF7">
      <w:pPr>
        <w:tabs>
          <w:tab w:val="left" w:pos="6195"/>
        </w:tabs>
      </w:pPr>
      <w:r>
        <w:t>344.7104</w:t>
      </w:r>
      <w:r>
        <w:tab/>
        <w:t>5.025e0</w:t>
      </w:r>
    </w:p>
    <w:p w:rsidR="00354DF7" w:rsidRDefault="00354DF7" w:rsidP="00354DF7">
      <w:pPr>
        <w:tabs>
          <w:tab w:val="left" w:pos="6195"/>
        </w:tabs>
      </w:pPr>
      <w:r>
        <w:t>344.7211</w:t>
      </w:r>
      <w:r>
        <w:tab/>
        <w:t>1.907e0</w:t>
      </w:r>
    </w:p>
    <w:p w:rsidR="00354DF7" w:rsidRDefault="00354DF7" w:rsidP="00354DF7">
      <w:pPr>
        <w:tabs>
          <w:tab w:val="left" w:pos="6195"/>
        </w:tabs>
      </w:pPr>
      <w:r>
        <w:t>344.7266</w:t>
      </w:r>
      <w:r>
        <w:tab/>
        <w:t>4.349e0</w:t>
      </w:r>
    </w:p>
    <w:p w:rsidR="00354DF7" w:rsidRDefault="00354DF7" w:rsidP="00354DF7">
      <w:pPr>
        <w:tabs>
          <w:tab w:val="left" w:pos="6195"/>
        </w:tabs>
      </w:pPr>
      <w:r>
        <w:t>344.7344</w:t>
      </w:r>
      <w:r>
        <w:tab/>
        <w:t>3.100e0</w:t>
      </w:r>
    </w:p>
    <w:p w:rsidR="00354DF7" w:rsidRDefault="00354DF7" w:rsidP="00354DF7">
      <w:pPr>
        <w:tabs>
          <w:tab w:val="left" w:pos="6195"/>
        </w:tabs>
      </w:pPr>
      <w:r>
        <w:t>344.7522</w:t>
      </w:r>
      <w:r>
        <w:tab/>
        <w:t>5.371e0</w:t>
      </w:r>
    </w:p>
    <w:p w:rsidR="00354DF7" w:rsidRDefault="00354DF7" w:rsidP="00354DF7">
      <w:pPr>
        <w:tabs>
          <w:tab w:val="left" w:pos="6195"/>
        </w:tabs>
      </w:pPr>
      <w:r>
        <w:t>344.7542</w:t>
      </w:r>
      <w:r>
        <w:tab/>
        <w:t>5.927e0</w:t>
      </w:r>
    </w:p>
    <w:p w:rsidR="00354DF7" w:rsidRDefault="00354DF7" w:rsidP="00354DF7">
      <w:pPr>
        <w:tabs>
          <w:tab w:val="left" w:pos="6195"/>
        </w:tabs>
      </w:pPr>
      <w:r>
        <w:t>344.7695</w:t>
      </w:r>
      <w:r>
        <w:tab/>
        <w:t>3.287e0</w:t>
      </w:r>
    </w:p>
    <w:p w:rsidR="00354DF7" w:rsidRDefault="00354DF7" w:rsidP="00354DF7">
      <w:pPr>
        <w:tabs>
          <w:tab w:val="left" w:pos="6195"/>
        </w:tabs>
      </w:pPr>
      <w:r>
        <w:t>344.7729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344.7750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344.7873</w:t>
      </w:r>
      <w:r>
        <w:tab/>
        <w:t>1.057e1</w:t>
      </w:r>
    </w:p>
    <w:p w:rsidR="00354DF7" w:rsidRDefault="00354DF7" w:rsidP="00354DF7">
      <w:pPr>
        <w:tabs>
          <w:tab w:val="left" w:pos="6195"/>
        </w:tabs>
      </w:pPr>
      <w:r>
        <w:t>344.7977</w:t>
      </w:r>
      <w:r>
        <w:tab/>
        <w:t>1.956e0</w:t>
      </w:r>
    </w:p>
    <w:p w:rsidR="00354DF7" w:rsidRDefault="00354DF7" w:rsidP="00354DF7">
      <w:pPr>
        <w:tabs>
          <w:tab w:val="left" w:pos="6195"/>
        </w:tabs>
      </w:pPr>
      <w:r>
        <w:lastRenderedPageBreak/>
        <w:t>344.8221</w:t>
      </w:r>
      <w:r>
        <w:tab/>
        <w:t>4.567e0</w:t>
      </w:r>
    </w:p>
    <w:p w:rsidR="00354DF7" w:rsidRDefault="00354DF7" w:rsidP="00354DF7">
      <w:pPr>
        <w:tabs>
          <w:tab w:val="left" w:pos="6195"/>
        </w:tabs>
      </w:pPr>
      <w:r>
        <w:t>344.8279</w:t>
      </w:r>
      <w:r>
        <w:tab/>
        <w:t>6.505e0</w:t>
      </w:r>
    </w:p>
    <w:p w:rsidR="00354DF7" w:rsidRDefault="00354DF7" w:rsidP="00354DF7">
      <w:pPr>
        <w:tabs>
          <w:tab w:val="left" w:pos="6195"/>
        </w:tabs>
      </w:pPr>
      <w:r>
        <w:t>344.8487</w:t>
      </w:r>
      <w:r>
        <w:tab/>
        <w:t>2.227e0</w:t>
      </w:r>
    </w:p>
    <w:p w:rsidR="00354DF7" w:rsidRDefault="00354DF7" w:rsidP="00354DF7">
      <w:pPr>
        <w:tabs>
          <w:tab w:val="left" w:pos="6195"/>
        </w:tabs>
      </w:pPr>
      <w:r>
        <w:t>344.8527</w:t>
      </w:r>
      <w:r>
        <w:tab/>
        <w:t>2.992e0</w:t>
      </w:r>
    </w:p>
    <w:p w:rsidR="00354DF7" w:rsidRDefault="00354DF7" w:rsidP="00354DF7">
      <w:pPr>
        <w:tabs>
          <w:tab w:val="left" w:pos="6195"/>
        </w:tabs>
      </w:pPr>
      <w:r>
        <w:t>344.9044</w:t>
      </w:r>
      <w:r>
        <w:tab/>
        <w:t>1.164e1</w:t>
      </w:r>
    </w:p>
    <w:p w:rsidR="00354DF7" w:rsidRDefault="00354DF7" w:rsidP="00354DF7">
      <w:pPr>
        <w:tabs>
          <w:tab w:val="left" w:pos="6195"/>
        </w:tabs>
      </w:pPr>
      <w:r>
        <w:t>344.9066</w:t>
      </w:r>
      <w:r>
        <w:tab/>
        <w:t>1.898e1</w:t>
      </w:r>
    </w:p>
    <w:p w:rsidR="00354DF7" w:rsidRDefault="00354DF7" w:rsidP="00354DF7">
      <w:pPr>
        <w:tabs>
          <w:tab w:val="left" w:pos="6195"/>
        </w:tabs>
      </w:pPr>
      <w:r>
        <w:t>344.9091</w:t>
      </w:r>
      <w:r>
        <w:tab/>
        <w:t>2.400e0</w:t>
      </w:r>
    </w:p>
    <w:p w:rsidR="00354DF7" w:rsidRDefault="00354DF7" w:rsidP="00354DF7">
      <w:pPr>
        <w:tabs>
          <w:tab w:val="left" w:pos="6195"/>
        </w:tabs>
      </w:pPr>
      <w:r>
        <w:t>344.9127</w:t>
      </w:r>
      <w:r>
        <w:tab/>
        <w:t>1.313e1</w:t>
      </w:r>
    </w:p>
    <w:p w:rsidR="00354DF7" w:rsidRDefault="00354DF7" w:rsidP="00354DF7">
      <w:pPr>
        <w:tabs>
          <w:tab w:val="left" w:pos="6195"/>
        </w:tabs>
      </w:pPr>
      <w:r>
        <w:t>344.9177</w:t>
      </w:r>
      <w:r>
        <w:tab/>
        <w:t>1.854e1</w:t>
      </w:r>
    </w:p>
    <w:p w:rsidR="00354DF7" w:rsidRDefault="00354DF7" w:rsidP="00354DF7">
      <w:pPr>
        <w:tabs>
          <w:tab w:val="left" w:pos="6195"/>
        </w:tabs>
      </w:pPr>
      <w:r>
        <w:t>344.9370</w:t>
      </w:r>
      <w:r>
        <w:tab/>
        <w:t>9.620e0</w:t>
      </w:r>
    </w:p>
    <w:p w:rsidR="00354DF7" w:rsidRDefault="00354DF7" w:rsidP="00354DF7">
      <w:pPr>
        <w:tabs>
          <w:tab w:val="left" w:pos="6195"/>
        </w:tabs>
      </w:pPr>
      <w:r>
        <w:t>344.9458</w:t>
      </w:r>
      <w:r>
        <w:tab/>
        <w:t>6.263e0</w:t>
      </w:r>
    </w:p>
    <w:p w:rsidR="00354DF7" w:rsidRDefault="00354DF7" w:rsidP="00354DF7">
      <w:pPr>
        <w:tabs>
          <w:tab w:val="left" w:pos="6195"/>
        </w:tabs>
      </w:pPr>
      <w:r>
        <w:t>344.9553</w:t>
      </w:r>
      <w:r>
        <w:tab/>
        <w:t>4.619e0</w:t>
      </w:r>
    </w:p>
    <w:p w:rsidR="00354DF7" w:rsidRDefault="00354DF7" w:rsidP="00354DF7">
      <w:pPr>
        <w:tabs>
          <w:tab w:val="left" w:pos="6195"/>
        </w:tabs>
      </w:pPr>
      <w:r>
        <w:t>344.9639</w:t>
      </w:r>
      <w:r>
        <w:tab/>
        <w:t>4.230e0</w:t>
      </w:r>
    </w:p>
    <w:p w:rsidR="00354DF7" w:rsidRDefault="00354DF7" w:rsidP="00354DF7">
      <w:pPr>
        <w:tabs>
          <w:tab w:val="left" w:pos="6195"/>
        </w:tabs>
      </w:pPr>
      <w:r>
        <w:t>344.9967</w:t>
      </w:r>
      <w:r>
        <w:tab/>
        <w:t>1.455e0</w:t>
      </w:r>
    </w:p>
    <w:p w:rsidR="00354DF7" w:rsidRDefault="00354DF7" w:rsidP="00354DF7">
      <w:pPr>
        <w:tabs>
          <w:tab w:val="left" w:pos="6195"/>
        </w:tabs>
      </w:pPr>
      <w:r>
        <w:t>345.0066</w:t>
      </w:r>
      <w:r>
        <w:tab/>
        <w:t>3.101e0</w:t>
      </w:r>
    </w:p>
    <w:p w:rsidR="00354DF7" w:rsidRDefault="00354DF7" w:rsidP="00354DF7">
      <w:pPr>
        <w:tabs>
          <w:tab w:val="left" w:pos="6195"/>
        </w:tabs>
      </w:pPr>
      <w:r>
        <w:t>345.0175</w:t>
      </w:r>
      <w:r>
        <w:tab/>
        <w:t>2.965e0</w:t>
      </w:r>
    </w:p>
    <w:p w:rsidR="00354DF7" w:rsidRDefault="00354DF7" w:rsidP="00354DF7">
      <w:pPr>
        <w:tabs>
          <w:tab w:val="left" w:pos="6195"/>
        </w:tabs>
      </w:pPr>
      <w:r>
        <w:t>345.0511</w:t>
      </w:r>
      <w:r>
        <w:tab/>
        <w:t>7.274e0</w:t>
      </w:r>
    </w:p>
    <w:p w:rsidR="00354DF7" w:rsidRDefault="00354DF7" w:rsidP="00354DF7">
      <w:pPr>
        <w:tabs>
          <w:tab w:val="left" w:pos="6195"/>
        </w:tabs>
      </w:pPr>
      <w:r>
        <w:t>345.0557</w:t>
      </w:r>
      <w:r>
        <w:tab/>
        <w:t>1.071e1</w:t>
      </w:r>
    </w:p>
    <w:p w:rsidR="00354DF7" w:rsidRDefault="00354DF7" w:rsidP="00354DF7">
      <w:pPr>
        <w:tabs>
          <w:tab w:val="left" w:pos="6195"/>
        </w:tabs>
      </w:pPr>
      <w:r>
        <w:t>345.0602</w:t>
      </w:r>
      <w:r>
        <w:tab/>
        <w:t>2.413e1</w:t>
      </w:r>
    </w:p>
    <w:p w:rsidR="00354DF7" w:rsidRDefault="00354DF7" w:rsidP="00354DF7">
      <w:pPr>
        <w:tabs>
          <w:tab w:val="left" w:pos="6195"/>
        </w:tabs>
      </w:pPr>
      <w:r>
        <w:lastRenderedPageBreak/>
        <w:t>345.0671</w:t>
      </w:r>
      <w:r>
        <w:tab/>
        <w:t>9.487e0</w:t>
      </w:r>
    </w:p>
    <w:p w:rsidR="00354DF7" w:rsidRDefault="00354DF7" w:rsidP="00354DF7">
      <w:pPr>
        <w:tabs>
          <w:tab w:val="left" w:pos="6195"/>
        </w:tabs>
      </w:pPr>
      <w:r>
        <w:t>345.0937</w:t>
      </w:r>
      <w:r>
        <w:tab/>
        <w:t>4.218e0</w:t>
      </w:r>
    </w:p>
    <w:p w:rsidR="00354DF7" w:rsidRDefault="00354DF7" w:rsidP="00354DF7">
      <w:pPr>
        <w:tabs>
          <w:tab w:val="left" w:pos="6195"/>
        </w:tabs>
      </w:pPr>
      <w:r>
        <w:t>345.1029</w:t>
      </w:r>
      <w:r>
        <w:tab/>
        <w:t>5.684e0</w:t>
      </w:r>
    </w:p>
    <w:p w:rsidR="00354DF7" w:rsidRDefault="00354DF7" w:rsidP="00354DF7">
      <w:pPr>
        <w:tabs>
          <w:tab w:val="left" w:pos="6195"/>
        </w:tabs>
      </w:pPr>
      <w:r>
        <w:t>345.1071</w:t>
      </w:r>
      <w:r>
        <w:tab/>
        <w:t>3.418e0</w:t>
      </w:r>
    </w:p>
    <w:p w:rsidR="00354DF7" w:rsidRDefault="00354DF7" w:rsidP="00354DF7">
      <w:pPr>
        <w:tabs>
          <w:tab w:val="left" w:pos="6195"/>
        </w:tabs>
      </w:pPr>
      <w:r>
        <w:t>345.1333</w:t>
      </w:r>
      <w:r>
        <w:tab/>
        <w:t>3.113e0</w:t>
      </w:r>
    </w:p>
    <w:p w:rsidR="00354DF7" w:rsidRDefault="00354DF7" w:rsidP="00354DF7">
      <w:pPr>
        <w:tabs>
          <w:tab w:val="left" w:pos="6195"/>
        </w:tabs>
      </w:pPr>
      <w:r>
        <w:t>345.1559</w:t>
      </w:r>
      <w:r>
        <w:tab/>
        <w:t>2.920e0</w:t>
      </w:r>
    </w:p>
    <w:p w:rsidR="00354DF7" w:rsidRDefault="00354DF7" w:rsidP="00354DF7">
      <w:pPr>
        <w:tabs>
          <w:tab w:val="left" w:pos="6195"/>
        </w:tabs>
      </w:pPr>
      <w:r>
        <w:t>345.2163</w:t>
      </w:r>
      <w:r>
        <w:tab/>
        <w:t>2.618e0</w:t>
      </w:r>
    </w:p>
    <w:p w:rsidR="00354DF7" w:rsidRDefault="00354DF7" w:rsidP="00354DF7">
      <w:pPr>
        <w:tabs>
          <w:tab w:val="left" w:pos="6195"/>
        </w:tabs>
      </w:pPr>
      <w:r>
        <w:t>345.2276</w:t>
      </w:r>
      <w:r>
        <w:tab/>
        <w:t>8.415e0</w:t>
      </w:r>
    </w:p>
    <w:p w:rsidR="00354DF7" w:rsidRDefault="00354DF7" w:rsidP="00354DF7">
      <w:pPr>
        <w:tabs>
          <w:tab w:val="left" w:pos="6195"/>
        </w:tabs>
      </w:pPr>
      <w:r>
        <w:t>345.2351</w:t>
      </w:r>
      <w:r>
        <w:tab/>
        <w:t>4.176e0</w:t>
      </w:r>
    </w:p>
    <w:p w:rsidR="00354DF7" w:rsidRDefault="00354DF7" w:rsidP="00354DF7">
      <w:pPr>
        <w:tabs>
          <w:tab w:val="left" w:pos="6195"/>
        </w:tabs>
      </w:pPr>
      <w:r>
        <w:t>345.2386</w:t>
      </w:r>
      <w:r>
        <w:tab/>
        <w:t>5.240e0</w:t>
      </w:r>
    </w:p>
    <w:p w:rsidR="00354DF7" w:rsidRDefault="00354DF7" w:rsidP="00354DF7">
      <w:pPr>
        <w:tabs>
          <w:tab w:val="left" w:pos="6195"/>
        </w:tabs>
      </w:pPr>
      <w:r>
        <w:t>345.2572</w:t>
      </w:r>
      <w:r>
        <w:tab/>
        <w:t>2.901e0</w:t>
      </w:r>
    </w:p>
    <w:p w:rsidR="00354DF7" w:rsidRDefault="00354DF7" w:rsidP="00354DF7">
      <w:pPr>
        <w:tabs>
          <w:tab w:val="left" w:pos="6195"/>
        </w:tabs>
      </w:pPr>
      <w:r>
        <w:t>345.2740</w:t>
      </w:r>
      <w:r>
        <w:tab/>
        <w:t>2.822e0</w:t>
      </w:r>
    </w:p>
    <w:p w:rsidR="00354DF7" w:rsidRDefault="00354DF7" w:rsidP="00354DF7">
      <w:pPr>
        <w:tabs>
          <w:tab w:val="left" w:pos="6195"/>
        </w:tabs>
      </w:pPr>
      <w:r>
        <w:t>345.3010</w:t>
      </w:r>
      <w:r>
        <w:tab/>
        <w:t>3.169e0</w:t>
      </w:r>
    </w:p>
    <w:p w:rsidR="00354DF7" w:rsidRDefault="00354DF7" w:rsidP="00354DF7">
      <w:pPr>
        <w:tabs>
          <w:tab w:val="left" w:pos="6195"/>
        </w:tabs>
      </w:pPr>
      <w:r>
        <w:t>345.3098</w:t>
      </w:r>
      <w:r>
        <w:tab/>
        <w:t>8.580e0</w:t>
      </w:r>
    </w:p>
    <w:p w:rsidR="00354DF7" w:rsidRDefault="00354DF7" w:rsidP="00354DF7">
      <w:pPr>
        <w:tabs>
          <w:tab w:val="left" w:pos="6195"/>
        </w:tabs>
      </w:pPr>
      <w:r>
        <w:t>345.3124</w:t>
      </w:r>
      <w:r>
        <w:tab/>
        <w:t>2.542e0</w:t>
      </w:r>
    </w:p>
    <w:p w:rsidR="00354DF7" w:rsidRDefault="00354DF7" w:rsidP="00354DF7">
      <w:pPr>
        <w:tabs>
          <w:tab w:val="left" w:pos="6195"/>
        </w:tabs>
      </w:pPr>
      <w:r>
        <w:t>345.3376</w:t>
      </w:r>
      <w:r>
        <w:tab/>
        <w:t>3.854e0</w:t>
      </w:r>
    </w:p>
    <w:p w:rsidR="00354DF7" w:rsidRDefault="00354DF7" w:rsidP="00354DF7">
      <w:pPr>
        <w:tabs>
          <w:tab w:val="left" w:pos="6195"/>
        </w:tabs>
      </w:pPr>
      <w:r>
        <w:t>345.3649</w:t>
      </w:r>
      <w:r>
        <w:tab/>
        <w:t>1.607e0</w:t>
      </w:r>
    </w:p>
    <w:p w:rsidR="00354DF7" w:rsidRDefault="00354DF7" w:rsidP="00354DF7">
      <w:pPr>
        <w:tabs>
          <w:tab w:val="left" w:pos="6195"/>
        </w:tabs>
      </w:pPr>
      <w:r>
        <w:t>345.3669</w:t>
      </w:r>
      <w:r>
        <w:tab/>
        <w:t>3.030e0</w:t>
      </w:r>
    </w:p>
    <w:p w:rsidR="00354DF7" w:rsidRDefault="00354DF7" w:rsidP="00354DF7">
      <w:pPr>
        <w:tabs>
          <w:tab w:val="left" w:pos="6195"/>
        </w:tabs>
      </w:pPr>
      <w:r>
        <w:t>345.3737</w:t>
      </w:r>
      <w:r>
        <w:tab/>
        <w:t>2.497e0</w:t>
      </w:r>
    </w:p>
    <w:p w:rsidR="00354DF7" w:rsidRDefault="00354DF7" w:rsidP="00354DF7">
      <w:pPr>
        <w:tabs>
          <w:tab w:val="left" w:pos="6195"/>
        </w:tabs>
      </w:pPr>
      <w:r>
        <w:lastRenderedPageBreak/>
        <w:t>345.3854</w:t>
      </w:r>
      <w:r>
        <w:tab/>
        <w:t>1.956e0</w:t>
      </w:r>
    </w:p>
    <w:p w:rsidR="00354DF7" w:rsidRDefault="00354DF7" w:rsidP="00354DF7">
      <w:pPr>
        <w:tabs>
          <w:tab w:val="left" w:pos="6195"/>
        </w:tabs>
      </w:pPr>
      <w:r>
        <w:t>345.3865</w:t>
      </w:r>
      <w:r>
        <w:tab/>
        <w:t>2.675e0</w:t>
      </w:r>
    </w:p>
    <w:p w:rsidR="00354DF7" w:rsidRDefault="00354DF7" w:rsidP="00354DF7">
      <w:pPr>
        <w:tabs>
          <w:tab w:val="left" w:pos="6195"/>
        </w:tabs>
      </w:pPr>
      <w:r>
        <w:t>345.4078</w:t>
      </w:r>
      <w:r>
        <w:tab/>
        <w:t>1.986e0</w:t>
      </w:r>
    </w:p>
    <w:p w:rsidR="00354DF7" w:rsidRDefault="00354DF7" w:rsidP="00354DF7">
      <w:pPr>
        <w:tabs>
          <w:tab w:val="left" w:pos="6195"/>
        </w:tabs>
      </w:pPr>
      <w:r>
        <w:t>345.4095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345.4133</w:t>
      </w:r>
      <w:r>
        <w:tab/>
        <w:t>5.062e0</w:t>
      </w:r>
    </w:p>
    <w:p w:rsidR="00354DF7" w:rsidRDefault="00354DF7" w:rsidP="00354DF7">
      <w:pPr>
        <w:tabs>
          <w:tab w:val="left" w:pos="6195"/>
        </w:tabs>
      </w:pPr>
      <w:r>
        <w:t>345.4236</w:t>
      </w:r>
      <w:r>
        <w:tab/>
        <w:t>2.193e0</w:t>
      </w:r>
    </w:p>
    <w:p w:rsidR="00354DF7" w:rsidRDefault="00354DF7" w:rsidP="00354DF7">
      <w:pPr>
        <w:tabs>
          <w:tab w:val="left" w:pos="6195"/>
        </w:tabs>
      </w:pPr>
      <w:r>
        <w:t>345.4258</w:t>
      </w:r>
      <w:r>
        <w:tab/>
        <w:t>1.381e0</w:t>
      </w:r>
    </w:p>
    <w:p w:rsidR="00354DF7" w:rsidRDefault="00354DF7" w:rsidP="00354DF7">
      <w:pPr>
        <w:tabs>
          <w:tab w:val="left" w:pos="6195"/>
        </w:tabs>
      </w:pPr>
      <w:r>
        <w:t>345.4464</w:t>
      </w:r>
      <w:r>
        <w:tab/>
        <w:t>1.890e0</w:t>
      </w:r>
    </w:p>
    <w:p w:rsidR="00354DF7" w:rsidRDefault="00354DF7" w:rsidP="00354DF7">
      <w:pPr>
        <w:tabs>
          <w:tab w:val="left" w:pos="6195"/>
        </w:tabs>
      </w:pPr>
      <w:r>
        <w:t>345.4637</w:t>
      </w:r>
      <w:r>
        <w:tab/>
        <w:t>2.813e0</w:t>
      </w:r>
    </w:p>
    <w:p w:rsidR="00354DF7" w:rsidRDefault="00354DF7" w:rsidP="00354DF7">
      <w:pPr>
        <w:tabs>
          <w:tab w:val="left" w:pos="6195"/>
        </w:tabs>
      </w:pPr>
      <w:r>
        <w:t>345.4673</w:t>
      </w:r>
      <w:r>
        <w:tab/>
        <w:t>1.589e0</w:t>
      </w:r>
    </w:p>
    <w:p w:rsidR="00354DF7" w:rsidRDefault="00354DF7" w:rsidP="00354DF7">
      <w:pPr>
        <w:tabs>
          <w:tab w:val="left" w:pos="6195"/>
        </w:tabs>
      </w:pPr>
      <w:r>
        <w:t>345.4814</w:t>
      </w:r>
      <w:r>
        <w:tab/>
        <w:t>1.468e0</w:t>
      </w:r>
    </w:p>
    <w:p w:rsidR="00354DF7" w:rsidRDefault="00354DF7" w:rsidP="00354DF7">
      <w:pPr>
        <w:tabs>
          <w:tab w:val="left" w:pos="6195"/>
        </w:tabs>
      </w:pPr>
      <w:r>
        <w:t>345.4989</w:t>
      </w:r>
      <w:r>
        <w:tab/>
        <w:t>1.788e0</w:t>
      </w:r>
    </w:p>
    <w:p w:rsidR="00354DF7" w:rsidRDefault="00354DF7" w:rsidP="00354DF7">
      <w:pPr>
        <w:tabs>
          <w:tab w:val="left" w:pos="6195"/>
        </w:tabs>
      </w:pPr>
      <w:r>
        <w:t>345.5078</w:t>
      </w:r>
      <w:r>
        <w:tab/>
        <w:t>3.888e0</w:t>
      </w:r>
    </w:p>
    <w:p w:rsidR="00354DF7" w:rsidRDefault="00354DF7" w:rsidP="00354DF7">
      <w:pPr>
        <w:tabs>
          <w:tab w:val="left" w:pos="6195"/>
        </w:tabs>
      </w:pPr>
      <w:r>
        <w:t>345.5097</w:t>
      </w:r>
      <w:r>
        <w:tab/>
        <w:t>1.605e0</w:t>
      </w:r>
    </w:p>
    <w:p w:rsidR="00354DF7" w:rsidRDefault="00354DF7" w:rsidP="00354DF7">
      <w:pPr>
        <w:tabs>
          <w:tab w:val="left" w:pos="6195"/>
        </w:tabs>
      </w:pPr>
      <w:r>
        <w:t>345.5322</w:t>
      </w:r>
      <w:r>
        <w:tab/>
        <w:t>9.693e0</w:t>
      </w:r>
    </w:p>
    <w:p w:rsidR="00354DF7" w:rsidRDefault="00354DF7" w:rsidP="00354DF7">
      <w:pPr>
        <w:tabs>
          <w:tab w:val="left" w:pos="6195"/>
        </w:tabs>
      </w:pPr>
      <w:r>
        <w:t>345.5345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345.5612</w:t>
      </w:r>
      <w:r>
        <w:tab/>
        <w:t>2.974e0</w:t>
      </w:r>
    </w:p>
    <w:p w:rsidR="00354DF7" w:rsidRDefault="00354DF7" w:rsidP="00354DF7">
      <w:pPr>
        <w:tabs>
          <w:tab w:val="left" w:pos="6195"/>
        </w:tabs>
      </w:pPr>
      <w:r>
        <w:t>345.5807</w:t>
      </w:r>
      <w:r>
        <w:tab/>
        <w:t>4.110e0</w:t>
      </w:r>
    </w:p>
    <w:p w:rsidR="00354DF7" w:rsidRDefault="00354DF7" w:rsidP="00354DF7">
      <w:pPr>
        <w:tabs>
          <w:tab w:val="left" w:pos="6195"/>
        </w:tabs>
      </w:pPr>
      <w:r>
        <w:t>345.5863</w:t>
      </w:r>
      <w:r>
        <w:tab/>
        <w:t>3.439e0</w:t>
      </w:r>
    </w:p>
    <w:p w:rsidR="00354DF7" w:rsidRDefault="00354DF7" w:rsidP="00354DF7">
      <w:pPr>
        <w:tabs>
          <w:tab w:val="left" w:pos="6195"/>
        </w:tabs>
      </w:pPr>
      <w:r>
        <w:lastRenderedPageBreak/>
        <w:t>345.6056</w:t>
      </w:r>
      <w:r>
        <w:tab/>
        <w:t>1.887e0</w:t>
      </w:r>
    </w:p>
    <w:p w:rsidR="00354DF7" w:rsidRDefault="00354DF7" w:rsidP="00354DF7">
      <w:pPr>
        <w:tabs>
          <w:tab w:val="left" w:pos="6195"/>
        </w:tabs>
      </w:pPr>
      <w:r>
        <w:t>345.6144</w:t>
      </w:r>
      <w:r>
        <w:tab/>
        <w:t>1.775e0</w:t>
      </w:r>
    </w:p>
    <w:p w:rsidR="00354DF7" w:rsidRDefault="00354DF7" w:rsidP="00354DF7">
      <w:pPr>
        <w:tabs>
          <w:tab w:val="left" w:pos="6195"/>
        </w:tabs>
      </w:pPr>
      <w:r>
        <w:t>345.6253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345.6277</w:t>
      </w:r>
      <w:r>
        <w:tab/>
        <w:t>5.002e0</w:t>
      </w:r>
    </w:p>
    <w:p w:rsidR="00354DF7" w:rsidRDefault="00354DF7" w:rsidP="00354DF7">
      <w:pPr>
        <w:tabs>
          <w:tab w:val="left" w:pos="6195"/>
        </w:tabs>
      </w:pPr>
      <w:r>
        <w:t>345.6353</w:t>
      </w:r>
      <w:r>
        <w:tab/>
        <w:t>4.808e0</w:t>
      </w:r>
    </w:p>
    <w:p w:rsidR="00354DF7" w:rsidRDefault="00354DF7" w:rsidP="00354DF7">
      <w:pPr>
        <w:tabs>
          <w:tab w:val="left" w:pos="6195"/>
        </w:tabs>
      </w:pPr>
      <w:r>
        <w:t>345.6629</w:t>
      </w:r>
      <w:r>
        <w:tab/>
        <w:t>1.296e0</w:t>
      </w:r>
    </w:p>
    <w:p w:rsidR="00354DF7" w:rsidRDefault="00354DF7" w:rsidP="00354DF7">
      <w:pPr>
        <w:tabs>
          <w:tab w:val="left" w:pos="6195"/>
        </w:tabs>
      </w:pPr>
      <w:r>
        <w:t>345.6729</w:t>
      </w:r>
      <w:r>
        <w:tab/>
        <w:t>2.681e0</w:t>
      </w:r>
    </w:p>
    <w:p w:rsidR="00354DF7" w:rsidRDefault="00354DF7" w:rsidP="00354DF7">
      <w:pPr>
        <w:tabs>
          <w:tab w:val="left" w:pos="6195"/>
        </w:tabs>
      </w:pPr>
      <w:r>
        <w:t>345.6784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345.6848</w:t>
      </w:r>
      <w:r>
        <w:tab/>
        <w:t>3.796e0</w:t>
      </w:r>
    </w:p>
    <w:p w:rsidR="00354DF7" w:rsidRDefault="00354DF7" w:rsidP="00354DF7">
      <w:pPr>
        <w:tabs>
          <w:tab w:val="left" w:pos="6195"/>
        </w:tabs>
      </w:pPr>
      <w:r>
        <w:t>345.6867</w:t>
      </w:r>
      <w:r>
        <w:tab/>
        <w:t>5.240e0</w:t>
      </w:r>
    </w:p>
    <w:p w:rsidR="00354DF7" w:rsidRDefault="00354DF7" w:rsidP="00354DF7">
      <w:pPr>
        <w:tabs>
          <w:tab w:val="left" w:pos="6195"/>
        </w:tabs>
      </w:pPr>
      <w:r>
        <w:t>345.7213</w:t>
      </w:r>
      <w:r>
        <w:tab/>
        <w:t>1.962e0</w:t>
      </w:r>
    </w:p>
    <w:p w:rsidR="00354DF7" w:rsidRDefault="00354DF7" w:rsidP="00354DF7">
      <w:pPr>
        <w:tabs>
          <w:tab w:val="left" w:pos="6195"/>
        </w:tabs>
      </w:pPr>
      <w:r>
        <w:t>345.7258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345.7381</w:t>
      </w:r>
      <w:r>
        <w:tab/>
        <w:t>1.351e0</w:t>
      </w:r>
    </w:p>
    <w:p w:rsidR="00354DF7" w:rsidRDefault="00354DF7" w:rsidP="00354DF7">
      <w:pPr>
        <w:tabs>
          <w:tab w:val="left" w:pos="6195"/>
        </w:tabs>
      </w:pPr>
      <w:r>
        <w:t>345.7426</w:t>
      </w:r>
      <w:r>
        <w:tab/>
        <w:t>2.280e0</w:t>
      </w:r>
    </w:p>
    <w:p w:rsidR="00354DF7" w:rsidRDefault="00354DF7" w:rsidP="00354DF7">
      <w:pPr>
        <w:tabs>
          <w:tab w:val="left" w:pos="6195"/>
        </w:tabs>
      </w:pPr>
      <w:r>
        <w:t>345.7490</w:t>
      </w:r>
      <w:r>
        <w:tab/>
        <w:t>6.147e0</w:t>
      </w:r>
    </w:p>
    <w:p w:rsidR="00354DF7" w:rsidRDefault="00354DF7" w:rsidP="00354DF7">
      <w:pPr>
        <w:tabs>
          <w:tab w:val="left" w:pos="6195"/>
        </w:tabs>
      </w:pPr>
      <w:r>
        <w:t>345.7522</w:t>
      </w:r>
      <w:r>
        <w:tab/>
        <w:t>1.787e0</w:t>
      </w:r>
    </w:p>
    <w:p w:rsidR="00354DF7" w:rsidRDefault="00354DF7" w:rsidP="00354DF7">
      <w:pPr>
        <w:tabs>
          <w:tab w:val="left" w:pos="6195"/>
        </w:tabs>
      </w:pPr>
      <w:r>
        <w:t>345.7713</w:t>
      </w:r>
      <w:r>
        <w:tab/>
        <w:t>3.137e0</w:t>
      </w:r>
    </w:p>
    <w:p w:rsidR="00354DF7" w:rsidRDefault="00354DF7" w:rsidP="00354DF7">
      <w:pPr>
        <w:tabs>
          <w:tab w:val="left" w:pos="6195"/>
        </w:tabs>
      </w:pPr>
      <w:r>
        <w:t>345.7890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345.8054</w:t>
      </w:r>
      <w:r>
        <w:tab/>
        <w:t>5.759e0</w:t>
      </w:r>
    </w:p>
    <w:p w:rsidR="00354DF7" w:rsidRDefault="00354DF7" w:rsidP="00354DF7">
      <w:pPr>
        <w:tabs>
          <w:tab w:val="left" w:pos="6195"/>
        </w:tabs>
      </w:pPr>
      <w:r>
        <w:lastRenderedPageBreak/>
        <w:t>345.8304</w:t>
      </w:r>
      <w:r>
        <w:tab/>
        <w:t>3.844e0</w:t>
      </w:r>
    </w:p>
    <w:p w:rsidR="00354DF7" w:rsidRDefault="00354DF7" w:rsidP="00354DF7">
      <w:pPr>
        <w:tabs>
          <w:tab w:val="left" w:pos="6195"/>
        </w:tabs>
      </w:pPr>
      <w:r>
        <w:t>345.8324</w:t>
      </w:r>
      <w:r>
        <w:tab/>
        <w:t>4.760e0</w:t>
      </w:r>
    </w:p>
    <w:p w:rsidR="00354DF7" w:rsidRDefault="00354DF7" w:rsidP="00354DF7">
      <w:pPr>
        <w:tabs>
          <w:tab w:val="left" w:pos="6195"/>
        </w:tabs>
      </w:pPr>
      <w:r>
        <w:t>345.8414</w:t>
      </w:r>
      <w:r>
        <w:tab/>
        <w:t>1.409e0</w:t>
      </w:r>
    </w:p>
    <w:p w:rsidR="00354DF7" w:rsidRDefault="00354DF7" w:rsidP="00354DF7">
      <w:pPr>
        <w:tabs>
          <w:tab w:val="left" w:pos="6195"/>
        </w:tabs>
      </w:pPr>
      <w:r>
        <w:t>345.9022</w:t>
      </w:r>
      <w:r>
        <w:tab/>
        <w:t>7.485e0</w:t>
      </w:r>
    </w:p>
    <w:p w:rsidR="00354DF7" w:rsidRDefault="00354DF7" w:rsidP="00354DF7">
      <w:pPr>
        <w:tabs>
          <w:tab w:val="left" w:pos="6195"/>
        </w:tabs>
      </w:pPr>
      <w:r>
        <w:t>345.9103</w:t>
      </w:r>
      <w:r>
        <w:tab/>
        <w:t>2.042e1</w:t>
      </w:r>
    </w:p>
    <w:p w:rsidR="00354DF7" w:rsidRDefault="00354DF7" w:rsidP="00354DF7">
      <w:pPr>
        <w:tabs>
          <w:tab w:val="left" w:pos="6195"/>
        </w:tabs>
      </w:pPr>
      <w:r>
        <w:t>345.9134</w:t>
      </w:r>
      <w:r>
        <w:tab/>
        <w:t>2.405e1</w:t>
      </w:r>
    </w:p>
    <w:p w:rsidR="00354DF7" w:rsidRDefault="00354DF7" w:rsidP="00354DF7">
      <w:pPr>
        <w:tabs>
          <w:tab w:val="left" w:pos="6195"/>
        </w:tabs>
      </w:pPr>
      <w:r>
        <w:t>345.9202</w:t>
      </w:r>
      <w:r>
        <w:tab/>
        <w:t>1.607e1</w:t>
      </w:r>
    </w:p>
    <w:p w:rsidR="00354DF7" w:rsidRDefault="00354DF7" w:rsidP="00354DF7">
      <w:pPr>
        <w:tabs>
          <w:tab w:val="left" w:pos="6195"/>
        </w:tabs>
      </w:pPr>
      <w:r>
        <w:t>345.9253</w:t>
      </w:r>
      <w:r>
        <w:tab/>
        <w:t>3.379e1</w:t>
      </w:r>
    </w:p>
    <w:p w:rsidR="00354DF7" w:rsidRDefault="00354DF7" w:rsidP="00354DF7">
      <w:pPr>
        <w:tabs>
          <w:tab w:val="left" w:pos="6195"/>
        </w:tabs>
      </w:pPr>
      <w:r>
        <w:t>345.9264</w:t>
      </w:r>
      <w:r>
        <w:tab/>
        <w:t>1.529e1</w:t>
      </w:r>
    </w:p>
    <w:p w:rsidR="00354DF7" w:rsidRDefault="00354DF7" w:rsidP="00354DF7">
      <w:pPr>
        <w:tabs>
          <w:tab w:val="left" w:pos="6195"/>
        </w:tabs>
      </w:pPr>
      <w:r>
        <w:t>345.9455</w:t>
      </w:r>
      <w:r>
        <w:tab/>
        <w:t>2.220e1</w:t>
      </w:r>
    </w:p>
    <w:p w:rsidR="00354DF7" w:rsidRDefault="00354DF7" w:rsidP="00354DF7">
      <w:pPr>
        <w:tabs>
          <w:tab w:val="left" w:pos="6195"/>
        </w:tabs>
      </w:pPr>
      <w:r>
        <w:t>345.9593</w:t>
      </w:r>
      <w:r>
        <w:tab/>
        <w:t>1.945e0</w:t>
      </w:r>
    </w:p>
    <w:p w:rsidR="00354DF7" w:rsidRDefault="00354DF7" w:rsidP="00354DF7">
      <w:pPr>
        <w:tabs>
          <w:tab w:val="left" w:pos="6195"/>
        </w:tabs>
      </w:pPr>
      <w:r>
        <w:t>346.0008</w:t>
      </w:r>
      <w:r>
        <w:tab/>
        <w:t>1.858e0</w:t>
      </w:r>
    </w:p>
    <w:p w:rsidR="00354DF7" w:rsidRDefault="00354DF7" w:rsidP="00354DF7">
      <w:pPr>
        <w:tabs>
          <w:tab w:val="left" w:pos="6195"/>
        </w:tabs>
      </w:pPr>
      <w:r>
        <w:t>346.0047</w:t>
      </w:r>
      <w:r>
        <w:tab/>
        <w:t>6.114e0</w:t>
      </w:r>
    </w:p>
    <w:p w:rsidR="00354DF7" w:rsidRDefault="00354DF7" w:rsidP="00354DF7">
      <w:pPr>
        <w:tabs>
          <w:tab w:val="left" w:pos="6195"/>
        </w:tabs>
      </w:pPr>
      <w:r>
        <w:t>346.0113</w:t>
      </w:r>
      <w:r>
        <w:tab/>
        <w:t>1.751e0</w:t>
      </w:r>
    </w:p>
    <w:p w:rsidR="00354DF7" w:rsidRDefault="00354DF7" w:rsidP="00354DF7">
      <w:pPr>
        <w:tabs>
          <w:tab w:val="left" w:pos="6195"/>
        </w:tabs>
      </w:pPr>
      <w:r>
        <w:t>346.0222</w:t>
      </w:r>
      <w:r>
        <w:tab/>
        <w:t>4.714e0</w:t>
      </w:r>
    </w:p>
    <w:p w:rsidR="00354DF7" w:rsidRDefault="00354DF7" w:rsidP="00354DF7">
      <w:pPr>
        <w:tabs>
          <w:tab w:val="left" w:pos="6195"/>
        </w:tabs>
      </w:pPr>
      <w:r>
        <w:t>346.0467</w:t>
      </w:r>
      <w:r>
        <w:tab/>
        <w:t>7.357e0</w:t>
      </w:r>
    </w:p>
    <w:p w:rsidR="00354DF7" w:rsidRDefault="00354DF7" w:rsidP="00354DF7">
      <w:pPr>
        <w:tabs>
          <w:tab w:val="left" w:pos="6195"/>
        </w:tabs>
      </w:pPr>
      <w:r>
        <w:t>346.0504</w:t>
      </w:r>
      <w:r>
        <w:tab/>
        <w:t>1.052e0</w:t>
      </w:r>
    </w:p>
    <w:p w:rsidR="00354DF7" w:rsidRDefault="00354DF7" w:rsidP="00354DF7">
      <w:pPr>
        <w:tabs>
          <w:tab w:val="left" w:pos="6195"/>
        </w:tabs>
      </w:pPr>
      <w:r>
        <w:t>346.0578</w:t>
      </w:r>
      <w:r>
        <w:tab/>
        <w:t>4.293e0</w:t>
      </w:r>
    </w:p>
    <w:p w:rsidR="00354DF7" w:rsidRDefault="00354DF7" w:rsidP="00354DF7">
      <w:pPr>
        <w:tabs>
          <w:tab w:val="left" w:pos="6195"/>
        </w:tabs>
      </w:pPr>
      <w:r>
        <w:t>346.0810</w:t>
      </w:r>
      <w:r>
        <w:tab/>
        <w:t>2.993e0</w:t>
      </w:r>
    </w:p>
    <w:p w:rsidR="00354DF7" w:rsidRDefault="00354DF7" w:rsidP="00354DF7">
      <w:pPr>
        <w:tabs>
          <w:tab w:val="left" w:pos="6195"/>
        </w:tabs>
      </w:pPr>
      <w:r>
        <w:lastRenderedPageBreak/>
        <w:t>346.0873</w:t>
      </w:r>
      <w:r>
        <w:tab/>
        <w:t>3.141e0</w:t>
      </w:r>
    </w:p>
    <w:p w:rsidR="00354DF7" w:rsidRDefault="00354DF7" w:rsidP="00354DF7">
      <w:pPr>
        <w:tabs>
          <w:tab w:val="left" w:pos="6195"/>
        </w:tabs>
      </w:pPr>
      <w:r>
        <w:t>346.2257</w:t>
      </w:r>
      <w:r>
        <w:tab/>
        <w:t>6.387e0</w:t>
      </w:r>
    </w:p>
    <w:p w:rsidR="00354DF7" w:rsidRDefault="00354DF7" w:rsidP="00354DF7">
      <w:pPr>
        <w:tabs>
          <w:tab w:val="left" w:pos="6195"/>
        </w:tabs>
      </w:pPr>
      <w:r>
        <w:t>346.2301</w:t>
      </w:r>
      <w:r>
        <w:tab/>
        <w:t>1.699e0</w:t>
      </w:r>
    </w:p>
    <w:p w:rsidR="00354DF7" w:rsidRDefault="00354DF7" w:rsidP="00354DF7">
      <w:pPr>
        <w:tabs>
          <w:tab w:val="left" w:pos="6195"/>
        </w:tabs>
      </w:pPr>
      <w:r>
        <w:t>346.2317</w:t>
      </w:r>
      <w:r>
        <w:tab/>
        <w:t>3.373e0</w:t>
      </w:r>
    </w:p>
    <w:p w:rsidR="00354DF7" w:rsidRDefault="00354DF7" w:rsidP="00354DF7">
      <w:pPr>
        <w:tabs>
          <w:tab w:val="left" w:pos="6195"/>
        </w:tabs>
      </w:pPr>
      <w:r>
        <w:t>346.2342</w:t>
      </w:r>
      <w:r>
        <w:tab/>
        <w:t>5.854e0</w:t>
      </w:r>
    </w:p>
    <w:p w:rsidR="00354DF7" w:rsidRDefault="00354DF7" w:rsidP="00354DF7">
      <w:pPr>
        <w:tabs>
          <w:tab w:val="left" w:pos="6195"/>
        </w:tabs>
      </w:pPr>
      <w:r>
        <w:t>346.2521</w:t>
      </w:r>
      <w:r>
        <w:tab/>
        <w:t>2.823e0</w:t>
      </w:r>
    </w:p>
    <w:p w:rsidR="00354DF7" w:rsidRDefault="00354DF7" w:rsidP="00354DF7">
      <w:pPr>
        <w:tabs>
          <w:tab w:val="left" w:pos="6195"/>
        </w:tabs>
      </w:pPr>
      <w:r>
        <w:t>346.2556</w:t>
      </w:r>
      <w:r>
        <w:tab/>
        <w:t>1.982e0</w:t>
      </w:r>
    </w:p>
    <w:p w:rsidR="00354DF7" w:rsidRDefault="00354DF7" w:rsidP="00354DF7">
      <w:pPr>
        <w:tabs>
          <w:tab w:val="left" w:pos="6195"/>
        </w:tabs>
      </w:pPr>
      <w:r>
        <w:t>346.2586</w:t>
      </w:r>
      <w:r>
        <w:tab/>
        <w:t>2.354e0</w:t>
      </w:r>
    </w:p>
    <w:p w:rsidR="00354DF7" w:rsidRDefault="00354DF7" w:rsidP="00354DF7">
      <w:pPr>
        <w:tabs>
          <w:tab w:val="left" w:pos="6195"/>
        </w:tabs>
      </w:pPr>
      <w:r>
        <w:t>346.3414</w:t>
      </w:r>
      <w:r>
        <w:tab/>
        <w:t>1.355e0</w:t>
      </w:r>
    </w:p>
    <w:p w:rsidR="00354DF7" w:rsidRDefault="00354DF7" w:rsidP="00354DF7">
      <w:pPr>
        <w:tabs>
          <w:tab w:val="left" w:pos="6195"/>
        </w:tabs>
      </w:pPr>
      <w:r>
        <w:t>346.3546</w:t>
      </w:r>
      <w:r>
        <w:tab/>
        <w:t>2.577e0</w:t>
      </w:r>
    </w:p>
    <w:p w:rsidR="00354DF7" w:rsidRDefault="00354DF7" w:rsidP="00354DF7">
      <w:pPr>
        <w:tabs>
          <w:tab w:val="left" w:pos="6195"/>
        </w:tabs>
      </w:pPr>
      <w:r>
        <w:t>346.3633</w:t>
      </w:r>
      <w:r>
        <w:tab/>
        <w:t>1.607e0</w:t>
      </w:r>
    </w:p>
    <w:p w:rsidR="00354DF7" w:rsidRDefault="00354DF7" w:rsidP="00354DF7">
      <w:pPr>
        <w:tabs>
          <w:tab w:val="left" w:pos="6195"/>
        </w:tabs>
      </w:pPr>
      <w:r>
        <w:t>346.3663</w:t>
      </w:r>
      <w:r>
        <w:tab/>
        <w:t>2.510e0</w:t>
      </w:r>
    </w:p>
    <w:p w:rsidR="00354DF7" w:rsidRDefault="00354DF7" w:rsidP="00354DF7">
      <w:pPr>
        <w:tabs>
          <w:tab w:val="left" w:pos="6195"/>
        </w:tabs>
      </w:pPr>
      <w:r>
        <w:t>346.3705</w:t>
      </w:r>
      <w:r>
        <w:tab/>
        <w:t>3.182e0</w:t>
      </w:r>
    </w:p>
    <w:p w:rsidR="00354DF7" w:rsidRDefault="00354DF7" w:rsidP="00354DF7">
      <w:pPr>
        <w:tabs>
          <w:tab w:val="left" w:pos="6195"/>
        </w:tabs>
      </w:pPr>
      <w:r>
        <w:t>346.3832</w:t>
      </w:r>
      <w:r>
        <w:tab/>
        <w:t>2.378e0</w:t>
      </w:r>
    </w:p>
    <w:p w:rsidR="00354DF7" w:rsidRDefault="00354DF7" w:rsidP="00354DF7">
      <w:pPr>
        <w:tabs>
          <w:tab w:val="left" w:pos="6195"/>
        </w:tabs>
      </w:pPr>
      <w:r>
        <w:t>346.4048</w:t>
      </w:r>
      <w:r>
        <w:tab/>
        <w:t>2.620e0</w:t>
      </w:r>
    </w:p>
    <w:p w:rsidR="00354DF7" w:rsidRDefault="00354DF7" w:rsidP="00354DF7">
      <w:pPr>
        <w:tabs>
          <w:tab w:val="left" w:pos="6195"/>
        </w:tabs>
      </w:pPr>
      <w:r>
        <w:t>346.4133</w:t>
      </w:r>
      <w:r>
        <w:tab/>
        <w:t>3.879e0</w:t>
      </w:r>
    </w:p>
    <w:p w:rsidR="00354DF7" w:rsidRDefault="00354DF7" w:rsidP="00354DF7">
      <w:pPr>
        <w:tabs>
          <w:tab w:val="left" w:pos="6195"/>
        </w:tabs>
      </w:pPr>
      <w:r>
        <w:t>346.4414</w:t>
      </w:r>
      <w:r>
        <w:tab/>
        <w:t>2.431e0</w:t>
      </w:r>
    </w:p>
    <w:p w:rsidR="00354DF7" w:rsidRDefault="00354DF7" w:rsidP="00354DF7">
      <w:pPr>
        <w:tabs>
          <w:tab w:val="left" w:pos="6195"/>
        </w:tabs>
      </w:pPr>
      <w:r>
        <w:t>346.4637</w:t>
      </w:r>
      <w:r>
        <w:tab/>
        <w:t>3.638e0</w:t>
      </w:r>
    </w:p>
    <w:p w:rsidR="00354DF7" w:rsidRDefault="00354DF7" w:rsidP="00354DF7">
      <w:pPr>
        <w:tabs>
          <w:tab w:val="left" w:pos="6195"/>
        </w:tabs>
      </w:pPr>
      <w:r>
        <w:t>346.4853</w:t>
      </w:r>
      <w:r>
        <w:tab/>
        <w:t>1.363e0</w:t>
      </w:r>
    </w:p>
    <w:p w:rsidR="00354DF7" w:rsidRDefault="00354DF7" w:rsidP="00354DF7">
      <w:pPr>
        <w:tabs>
          <w:tab w:val="left" w:pos="6195"/>
        </w:tabs>
      </w:pPr>
      <w:r>
        <w:lastRenderedPageBreak/>
        <w:t>346.4892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346.4962</w:t>
      </w:r>
      <w:r>
        <w:tab/>
        <w:t>2.521e0</w:t>
      </w:r>
    </w:p>
    <w:p w:rsidR="00354DF7" w:rsidRDefault="00354DF7" w:rsidP="00354DF7">
      <w:pPr>
        <w:tabs>
          <w:tab w:val="left" w:pos="6195"/>
        </w:tabs>
      </w:pPr>
      <w:r>
        <w:t>346.5024</w:t>
      </w:r>
      <w:r>
        <w:tab/>
        <w:t>3.556e0</w:t>
      </w:r>
    </w:p>
    <w:p w:rsidR="00354DF7" w:rsidRDefault="00354DF7" w:rsidP="00354DF7">
      <w:pPr>
        <w:tabs>
          <w:tab w:val="left" w:pos="6195"/>
        </w:tabs>
      </w:pPr>
      <w:r>
        <w:t>346.5140</w:t>
      </w:r>
      <w:r>
        <w:tab/>
        <w:t>1.890e0</w:t>
      </w:r>
    </w:p>
    <w:p w:rsidR="00354DF7" w:rsidRDefault="00354DF7" w:rsidP="00354DF7">
      <w:pPr>
        <w:tabs>
          <w:tab w:val="left" w:pos="6195"/>
        </w:tabs>
      </w:pPr>
      <w:r>
        <w:t>346.5174</w:t>
      </w:r>
      <w:r>
        <w:tab/>
        <w:t>2.952e0</w:t>
      </w:r>
    </w:p>
    <w:p w:rsidR="00354DF7" w:rsidRDefault="00354DF7" w:rsidP="00354DF7">
      <w:pPr>
        <w:tabs>
          <w:tab w:val="left" w:pos="6195"/>
        </w:tabs>
      </w:pPr>
      <w:r>
        <w:t>346.5327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346.5403</w:t>
      </w:r>
      <w:r>
        <w:tab/>
        <w:t>3.821e0</w:t>
      </w:r>
    </w:p>
    <w:p w:rsidR="00354DF7" w:rsidRDefault="00354DF7" w:rsidP="00354DF7">
      <w:pPr>
        <w:tabs>
          <w:tab w:val="left" w:pos="6195"/>
        </w:tabs>
      </w:pPr>
      <w:r>
        <w:t>346.5506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346.5655</w:t>
      </w:r>
      <w:r>
        <w:tab/>
        <w:t>1.542e0</w:t>
      </w:r>
    </w:p>
    <w:p w:rsidR="00354DF7" w:rsidRDefault="00354DF7" w:rsidP="00354DF7">
      <w:pPr>
        <w:tabs>
          <w:tab w:val="left" w:pos="6195"/>
        </w:tabs>
      </w:pPr>
      <w:r>
        <w:t>346.5745</w:t>
      </w:r>
      <w:r>
        <w:tab/>
        <w:t>2.005e0</w:t>
      </w:r>
    </w:p>
    <w:p w:rsidR="00354DF7" w:rsidRDefault="00354DF7" w:rsidP="00354DF7">
      <w:pPr>
        <w:tabs>
          <w:tab w:val="left" w:pos="6195"/>
        </w:tabs>
      </w:pPr>
      <w:r>
        <w:t>346.5928</w:t>
      </w:r>
      <w:r>
        <w:tab/>
        <w:t>2.522e0</w:t>
      </w:r>
    </w:p>
    <w:p w:rsidR="00354DF7" w:rsidRDefault="00354DF7" w:rsidP="00354DF7">
      <w:pPr>
        <w:tabs>
          <w:tab w:val="left" w:pos="6195"/>
        </w:tabs>
      </w:pPr>
      <w:r>
        <w:t>346.6120</w:t>
      </w:r>
      <w:r>
        <w:tab/>
        <w:t>2.963e0</w:t>
      </w:r>
    </w:p>
    <w:p w:rsidR="00354DF7" w:rsidRDefault="00354DF7" w:rsidP="00354DF7">
      <w:pPr>
        <w:tabs>
          <w:tab w:val="left" w:pos="6195"/>
        </w:tabs>
      </w:pPr>
      <w:r>
        <w:t>346.6303</w:t>
      </w:r>
      <w:r>
        <w:tab/>
        <w:t>2.948e0</w:t>
      </w:r>
    </w:p>
    <w:p w:rsidR="00354DF7" w:rsidRDefault="00354DF7" w:rsidP="00354DF7">
      <w:pPr>
        <w:tabs>
          <w:tab w:val="left" w:pos="6195"/>
        </w:tabs>
      </w:pPr>
      <w:r>
        <w:t>346.6383</w:t>
      </w:r>
      <w:r>
        <w:tab/>
        <w:t>3.242e0</w:t>
      </w:r>
    </w:p>
    <w:p w:rsidR="00354DF7" w:rsidRDefault="00354DF7" w:rsidP="00354DF7">
      <w:pPr>
        <w:tabs>
          <w:tab w:val="left" w:pos="6195"/>
        </w:tabs>
      </w:pPr>
      <w:r>
        <w:t>346.6445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346.6479</w:t>
      </w:r>
      <w:r>
        <w:tab/>
        <w:t>1.947e0</w:t>
      </w:r>
    </w:p>
    <w:p w:rsidR="00354DF7" w:rsidRDefault="00354DF7" w:rsidP="00354DF7">
      <w:pPr>
        <w:tabs>
          <w:tab w:val="left" w:pos="6195"/>
        </w:tabs>
      </w:pPr>
      <w:r>
        <w:t>346.6817</w:t>
      </w:r>
      <w:r>
        <w:tab/>
        <w:t>2.428e0</w:t>
      </w:r>
    </w:p>
    <w:p w:rsidR="00354DF7" w:rsidRDefault="00354DF7" w:rsidP="00354DF7">
      <w:pPr>
        <w:tabs>
          <w:tab w:val="left" w:pos="6195"/>
        </w:tabs>
      </w:pPr>
      <w:r>
        <w:t>346.6908</w:t>
      </w:r>
      <w:r>
        <w:tab/>
        <w:t>4.539e0</w:t>
      </w:r>
    </w:p>
    <w:p w:rsidR="00354DF7" w:rsidRDefault="00354DF7" w:rsidP="00354DF7">
      <w:pPr>
        <w:tabs>
          <w:tab w:val="left" w:pos="6195"/>
        </w:tabs>
      </w:pPr>
      <w:r>
        <w:t>346.6966</w:t>
      </w:r>
      <w:r>
        <w:tab/>
        <w:t>7.181e0</w:t>
      </w:r>
    </w:p>
    <w:p w:rsidR="00354DF7" w:rsidRDefault="00354DF7" w:rsidP="00354DF7">
      <w:pPr>
        <w:tabs>
          <w:tab w:val="left" w:pos="6195"/>
        </w:tabs>
      </w:pPr>
      <w:r>
        <w:lastRenderedPageBreak/>
        <w:t>346.7080</w:t>
      </w:r>
      <w:r>
        <w:tab/>
        <w:t>2.256e0</w:t>
      </w:r>
    </w:p>
    <w:p w:rsidR="00354DF7" w:rsidRDefault="00354DF7" w:rsidP="00354DF7">
      <w:pPr>
        <w:tabs>
          <w:tab w:val="left" w:pos="6195"/>
        </w:tabs>
      </w:pPr>
      <w:r>
        <w:t>346.7375</w:t>
      </w:r>
      <w:r>
        <w:tab/>
        <w:t>1.493e0</w:t>
      </w:r>
    </w:p>
    <w:p w:rsidR="00354DF7" w:rsidRDefault="00354DF7" w:rsidP="00354DF7">
      <w:pPr>
        <w:tabs>
          <w:tab w:val="left" w:pos="6195"/>
        </w:tabs>
      </w:pPr>
      <w:r>
        <w:t>346.7572</w:t>
      </w:r>
      <w:r>
        <w:tab/>
        <w:t>1.707e0</w:t>
      </w:r>
    </w:p>
    <w:p w:rsidR="00354DF7" w:rsidRDefault="00354DF7" w:rsidP="00354DF7">
      <w:pPr>
        <w:tabs>
          <w:tab w:val="left" w:pos="6195"/>
        </w:tabs>
      </w:pPr>
      <w:r>
        <w:t>346.7909</w:t>
      </w:r>
      <w:r>
        <w:tab/>
        <w:t>2.965e0</w:t>
      </w:r>
    </w:p>
    <w:p w:rsidR="00354DF7" w:rsidRDefault="00354DF7" w:rsidP="00354DF7">
      <w:pPr>
        <w:tabs>
          <w:tab w:val="left" w:pos="6195"/>
        </w:tabs>
      </w:pPr>
      <w:r>
        <w:t>346.7976</w:t>
      </w:r>
      <w:r>
        <w:tab/>
        <w:t>4.970e0</w:t>
      </w:r>
    </w:p>
    <w:p w:rsidR="00354DF7" w:rsidRDefault="00354DF7" w:rsidP="00354DF7">
      <w:pPr>
        <w:tabs>
          <w:tab w:val="left" w:pos="6195"/>
        </w:tabs>
      </w:pPr>
      <w:r>
        <w:t>346.8030</w:t>
      </w:r>
      <w:r>
        <w:tab/>
        <w:t>3.149e0</w:t>
      </w:r>
    </w:p>
    <w:p w:rsidR="00354DF7" w:rsidRDefault="00354DF7" w:rsidP="00354DF7">
      <w:pPr>
        <w:tabs>
          <w:tab w:val="left" w:pos="6195"/>
        </w:tabs>
      </w:pPr>
      <w:r>
        <w:t>346.8058</w:t>
      </w:r>
      <w:r>
        <w:tab/>
        <w:t>4.041e0</w:t>
      </w:r>
    </w:p>
    <w:p w:rsidR="00354DF7" w:rsidRDefault="00354DF7" w:rsidP="00354DF7">
      <w:pPr>
        <w:tabs>
          <w:tab w:val="left" w:pos="6195"/>
        </w:tabs>
      </w:pPr>
      <w:r>
        <w:t>346.8090</w:t>
      </w:r>
      <w:r>
        <w:tab/>
        <w:t>1.866e0</w:t>
      </w:r>
    </w:p>
    <w:p w:rsidR="00354DF7" w:rsidRDefault="00354DF7" w:rsidP="00354DF7">
      <w:pPr>
        <w:tabs>
          <w:tab w:val="left" w:pos="6195"/>
        </w:tabs>
      </w:pPr>
      <w:r>
        <w:t>346.8369</w:t>
      </w:r>
      <w:r>
        <w:tab/>
        <w:t>1.980e0</w:t>
      </w:r>
    </w:p>
    <w:p w:rsidR="00354DF7" w:rsidRDefault="00354DF7" w:rsidP="00354DF7">
      <w:pPr>
        <w:tabs>
          <w:tab w:val="left" w:pos="6195"/>
        </w:tabs>
      </w:pPr>
      <w:r>
        <w:t>346.8399</w:t>
      </w:r>
      <w:r>
        <w:tab/>
        <w:t>2.846e0</w:t>
      </w:r>
    </w:p>
    <w:p w:rsidR="00354DF7" w:rsidRDefault="00354DF7" w:rsidP="00354DF7">
      <w:pPr>
        <w:tabs>
          <w:tab w:val="left" w:pos="6195"/>
        </w:tabs>
      </w:pPr>
      <w:r>
        <w:t>346.8481</w:t>
      </w:r>
      <w:r>
        <w:tab/>
        <w:t>4.122e0</w:t>
      </w:r>
    </w:p>
    <w:p w:rsidR="00354DF7" w:rsidRDefault="00354DF7" w:rsidP="00354DF7">
      <w:pPr>
        <w:tabs>
          <w:tab w:val="left" w:pos="6195"/>
        </w:tabs>
      </w:pPr>
      <w:r>
        <w:t>346.8953</w:t>
      </w:r>
      <w:r>
        <w:tab/>
        <w:t>2.932e0</w:t>
      </w:r>
    </w:p>
    <w:p w:rsidR="00354DF7" w:rsidRDefault="00354DF7" w:rsidP="00354DF7">
      <w:pPr>
        <w:tabs>
          <w:tab w:val="left" w:pos="6195"/>
        </w:tabs>
      </w:pPr>
      <w:r>
        <w:t>346.8971</w:t>
      </w:r>
      <w:r>
        <w:tab/>
        <w:t>5.395e0</w:t>
      </w:r>
    </w:p>
    <w:p w:rsidR="00354DF7" w:rsidRDefault="00354DF7" w:rsidP="00354DF7">
      <w:pPr>
        <w:tabs>
          <w:tab w:val="left" w:pos="6195"/>
        </w:tabs>
      </w:pPr>
      <w:r>
        <w:t>346.9010</w:t>
      </w:r>
      <w:r>
        <w:tab/>
        <w:t>2.348e0</w:t>
      </w:r>
    </w:p>
    <w:p w:rsidR="00354DF7" w:rsidRDefault="00354DF7" w:rsidP="00354DF7">
      <w:pPr>
        <w:tabs>
          <w:tab w:val="left" w:pos="6195"/>
        </w:tabs>
      </w:pPr>
      <w:r>
        <w:t>346.9205</w:t>
      </w:r>
      <w:r>
        <w:tab/>
        <w:t>4.295e0</w:t>
      </w:r>
    </w:p>
    <w:p w:rsidR="00354DF7" w:rsidRDefault="00354DF7" w:rsidP="00354DF7">
      <w:pPr>
        <w:tabs>
          <w:tab w:val="left" w:pos="6195"/>
        </w:tabs>
      </w:pPr>
      <w:r>
        <w:t>346.9262</w:t>
      </w:r>
      <w:r>
        <w:tab/>
        <w:t>8.790e0</w:t>
      </w:r>
    </w:p>
    <w:p w:rsidR="00354DF7" w:rsidRDefault="00354DF7" w:rsidP="00354DF7">
      <w:pPr>
        <w:tabs>
          <w:tab w:val="left" w:pos="6195"/>
        </w:tabs>
      </w:pPr>
      <w:r>
        <w:t>346.9415</w:t>
      </w:r>
      <w:r>
        <w:tab/>
        <w:t>1.424e0</w:t>
      </w:r>
    </w:p>
    <w:p w:rsidR="00354DF7" w:rsidRDefault="00354DF7" w:rsidP="00354DF7">
      <w:pPr>
        <w:tabs>
          <w:tab w:val="left" w:pos="6195"/>
        </w:tabs>
      </w:pPr>
      <w:r>
        <w:t>346.9616</w:t>
      </w:r>
      <w:r>
        <w:tab/>
        <w:t>3.275e0</w:t>
      </w:r>
    </w:p>
    <w:p w:rsidR="00354DF7" w:rsidRDefault="00354DF7" w:rsidP="00354DF7">
      <w:pPr>
        <w:tabs>
          <w:tab w:val="left" w:pos="6195"/>
        </w:tabs>
      </w:pPr>
      <w:r>
        <w:t>346.9721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346.9817</w:t>
      </w:r>
      <w:r>
        <w:tab/>
        <w:t>7.300e0</w:t>
      </w:r>
    </w:p>
    <w:p w:rsidR="00354DF7" w:rsidRDefault="00354DF7" w:rsidP="00354DF7">
      <w:pPr>
        <w:tabs>
          <w:tab w:val="left" w:pos="6195"/>
        </w:tabs>
      </w:pPr>
      <w:r>
        <w:t>346.9836</w:t>
      </w:r>
      <w:r>
        <w:tab/>
        <w:t>3.974e0</w:t>
      </w:r>
    </w:p>
    <w:p w:rsidR="00354DF7" w:rsidRDefault="00354DF7" w:rsidP="00354DF7">
      <w:pPr>
        <w:tabs>
          <w:tab w:val="left" w:pos="6195"/>
        </w:tabs>
      </w:pPr>
      <w:r>
        <w:t>346.9934</w:t>
      </w:r>
      <w:r>
        <w:tab/>
        <w:t>1.606e0</w:t>
      </w:r>
    </w:p>
    <w:p w:rsidR="00354DF7" w:rsidRDefault="00354DF7" w:rsidP="00354DF7">
      <w:pPr>
        <w:tabs>
          <w:tab w:val="left" w:pos="6195"/>
        </w:tabs>
      </w:pPr>
      <w:r>
        <w:t>347.0117</w:t>
      </w:r>
      <w:r>
        <w:tab/>
        <w:t>1.344e0</w:t>
      </w:r>
    </w:p>
    <w:p w:rsidR="00354DF7" w:rsidRDefault="00354DF7" w:rsidP="00354DF7">
      <w:pPr>
        <w:tabs>
          <w:tab w:val="left" w:pos="6195"/>
        </w:tabs>
      </w:pPr>
      <w:r>
        <w:t>347.0245</w:t>
      </w:r>
      <w:r>
        <w:tab/>
        <w:t>2.351e0</w:t>
      </w:r>
    </w:p>
    <w:p w:rsidR="00354DF7" w:rsidRDefault="00354DF7" w:rsidP="00354DF7">
      <w:pPr>
        <w:tabs>
          <w:tab w:val="left" w:pos="6195"/>
        </w:tabs>
      </w:pPr>
      <w:r>
        <w:t>347.0263</w:t>
      </w:r>
      <w:r>
        <w:tab/>
        <w:t>3.069e0</w:t>
      </w:r>
    </w:p>
    <w:p w:rsidR="00354DF7" w:rsidRDefault="00354DF7" w:rsidP="00354DF7">
      <w:pPr>
        <w:tabs>
          <w:tab w:val="left" w:pos="6195"/>
        </w:tabs>
      </w:pPr>
      <w:r>
        <w:t>347.0297</w:t>
      </w:r>
      <w:r>
        <w:tab/>
        <w:t>1.497e0</w:t>
      </w:r>
    </w:p>
    <w:p w:rsidR="00354DF7" w:rsidRDefault="00354DF7" w:rsidP="00354DF7">
      <w:pPr>
        <w:tabs>
          <w:tab w:val="left" w:pos="6195"/>
        </w:tabs>
      </w:pPr>
      <w:r>
        <w:t>347.0511</w:t>
      </w:r>
      <w:r>
        <w:tab/>
        <w:t>2.678e0</w:t>
      </w:r>
    </w:p>
    <w:p w:rsidR="00354DF7" w:rsidRDefault="00354DF7" w:rsidP="00354DF7">
      <w:pPr>
        <w:tabs>
          <w:tab w:val="left" w:pos="6195"/>
        </w:tabs>
      </w:pPr>
      <w:r>
        <w:t>347.0829</w:t>
      </w:r>
      <w:r>
        <w:tab/>
        <w:t>4.413e0</w:t>
      </w:r>
    </w:p>
    <w:p w:rsidR="00354DF7" w:rsidRDefault="00354DF7" w:rsidP="00354DF7">
      <w:pPr>
        <w:tabs>
          <w:tab w:val="left" w:pos="6195"/>
        </w:tabs>
      </w:pPr>
      <w:r>
        <w:t>347.0881</w:t>
      </w:r>
      <w:r>
        <w:tab/>
        <w:t>3.461e0</w:t>
      </w:r>
    </w:p>
    <w:p w:rsidR="00354DF7" w:rsidRDefault="00354DF7" w:rsidP="00354DF7">
      <w:pPr>
        <w:tabs>
          <w:tab w:val="left" w:pos="6195"/>
        </w:tabs>
      </w:pPr>
      <w:r>
        <w:t>347.0910</w:t>
      </w:r>
      <w:r>
        <w:tab/>
        <w:t>3.122e0</w:t>
      </w:r>
    </w:p>
    <w:p w:rsidR="00354DF7" w:rsidRDefault="00354DF7" w:rsidP="00354DF7">
      <w:pPr>
        <w:tabs>
          <w:tab w:val="left" w:pos="6195"/>
        </w:tabs>
      </w:pPr>
      <w:r>
        <w:t>347.1227</w:t>
      </w:r>
      <w:r>
        <w:tab/>
        <w:t>1.096e0</w:t>
      </w:r>
    </w:p>
    <w:p w:rsidR="00354DF7" w:rsidRDefault="00354DF7" w:rsidP="00354DF7">
      <w:pPr>
        <w:tabs>
          <w:tab w:val="left" w:pos="6195"/>
        </w:tabs>
      </w:pPr>
      <w:r>
        <w:t>347.1781</w:t>
      </w:r>
      <w:r>
        <w:tab/>
        <w:t>2.880e0</w:t>
      </w:r>
    </w:p>
    <w:p w:rsidR="00354DF7" w:rsidRDefault="00354DF7" w:rsidP="00354DF7">
      <w:pPr>
        <w:tabs>
          <w:tab w:val="left" w:pos="6195"/>
        </w:tabs>
      </w:pPr>
      <w:r>
        <w:t>347.2168</w:t>
      </w:r>
      <w:r>
        <w:tab/>
        <w:t>1.296e0</w:t>
      </w:r>
    </w:p>
    <w:p w:rsidR="00354DF7" w:rsidRDefault="00354DF7" w:rsidP="00354DF7">
      <w:pPr>
        <w:tabs>
          <w:tab w:val="left" w:pos="6195"/>
        </w:tabs>
      </w:pPr>
      <w:r>
        <w:t>347.2899</w:t>
      </w:r>
      <w:r>
        <w:tab/>
        <w:t>2.762e1</w:t>
      </w:r>
    </w:p>
    <w:p w:rsidR="00354DF7" w:rsidRDefault="00354DF7" w:rsidP="00354DF7">
      <w:pPr>
        <w:tabs>
          <w:tab w:val="left" w:pos="6195"/>
        </w:tabs>
      </w:pPr>
      <w:r>
        <w:t>347.2918</w:t>
      </w:r>
      <w:r>
        <w:tab/>
        <w:t>5.212e1</w:t>
      </w:r>
    </w:p>
    <w:p w:rsidR="00354DF7" w:rsidRDefault="00354DF7" w:rsidP="00354DF7">
      <w:pPr>
        <w:tabs>
          <w:tab w:val="left" w:pos="6195"/>
        </w:tabs>
      </w:pPr>
      <w:r>
        <w:t>347.2948</w:t>
      </w:r>
      <w:r>
        <w:tab/>
        <w:t>2.102e1</w:t>
      </w:r>
    </w:p>
    <w:p w:rsidR="00354DF7" w:rsidRDefault="00354DF7" w:rsidP="00354DF7">
      <w:pPr>
        <w:tabs>
          <w:tab w:val="left" w:pos="6195"/>
        </w:tabs>
      </w:pPr>
      <w:r>
        <w:t>347.2988</w:t>
      </w:r>
      <w:r>
        <w:tab/>
        <w:t>2.632e1</w:t>
      </w:r>
    </w:p>
    <w:p w:rsidR="00354DF7" w:rsidRDefault="00354DF7" w:rsidP="00354DF7">
      <w:pPr>
        <w:tabs>
          <w:tab w:val="left" w:pos="6195"/>
        </w:tabs>
      </w:pPr>
      <w:r>
        <w:t>347.3594</w:t>
      </w:r>
      <w:r>
        <w:tab/>
        <w:t>2.427e0</w:t>
      </w:r>
    </w:p>
    <w:p w:rsidR="00354DF7" w:rsidRDefault="00354DF7" w:rsidP="00354DF7">
      <w:pPr>
        <w:tabs>
          <w:tab w:val="left" w:pos="6195"/>
        </w:tabs>
      </w:pPr>
      <w:r>
        <w:lastRenderedPageBreak/>
        <w:t>347.3628</w:t>
      </w:r>
      <w:r>
        <w:tab/>
        <w:t>3.928e0</w:t>
      </w:r>
    </w:p>
    <w:p w:rsidR="00354DF7" w:rsidRDefault="00354DF7" w:rsidP="00354DF7">
      <w:pPr>
        <w:tabs>
          <w:tab w:val="left" w:pos="6195"/>
        </w:tabs>
      </w:pPr>
      <w:r>
        <w:t>347.3658</w:t>
      </w:r>
      <w:r>
        <w:tab/>
        <w:t>1.607e0</w:t>
      </w:r>
    </w:p>
    <w:p w:rsidR="00354DF7" w:rsidRDefault="00354DF7" w:rsidP="00354DF7">
      <w:pPr>
        <w:tabs>
          <w:tab w:val="left" w:pos="6195"/>
        </w:tabs>
      </w:pPr>
      <w:r>
        <w:t>347.4139</w:t>
      </w:r>
      <w:r>
        <w:tab/>
        <w:t>1.156e1</w:t>
      </w:r>
    </w:p>
    <w:p w:rsidR="00354DF7" w:rsidRDefault="00354DF7" w:rsidP="00354DF7">
      <w:pPr>
        <w:tabs>
          <w:tab w:val="left" w:pos="6195"/>
        </w:tabs>
      </w:pPr>
      <w:r>
        <w:t>347.4219</w:t>
      </w:r>
      <w:r>
        <w:tab/>
        <w:t>2.903e0</w:t>
      </w:r>
    </w:p>
    <w:p w:rsidR="00354DF7" w:rsidRDefault="00354DF7" w:rsidP="00354DF7">
      <w:pPr>
        <w:tabs>
          <w:tab w:val="left" w:pos="6195"/>
        </w:tabs>
      </w:pPr>
      <w:r>
        <w:t>347.4373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347.4602</w:t>
      </w:r>
      <w:r>
        <w:tab/>
        <w:t>3.691e0</w:t>
      </w:r>
    </w:p>
    <w:p w:rsidR="00354DF7" w:rsidRDefault="00354DF7" w:rsidP="00354DF7">
      <w:pPr>
        <w:tabs>
          <w:tab w:val="left" w:pos="6195"/>
        </w:tabs>
      </w:pPr>
      <w:r>
        <w:t>347.4793</w:t>
      </w:r>
      <w:r>
        <w:tab/>
        <w:t>3.238e0</w:t>
      </w:r>
    </w:p>
    <w:p w:rsidR="00354DF7" w:rsidRDefault="00354DF7" w:rsidP="00354DF7">
      <w:pPr>
        <w:tabs>
          <w:tab w:val="left" w:pos="6195"/>
        </w:tabs>
      </w:pPr>
      <w:r>
        <w:t>347.5019</w:t>
      </w:r>
      <w:r>
        <w:tab/>
        <w:t>3.339e0</w:t>
      </w:r>
    </w:p>
    <w:p w:rsidR="00354DF7" w:rsidRDefault="00354DF7" w:rsidP="00354DF7">
      <w:pPr>
        <w:tabs>
          <w:tab w:val="left" w:pos="6195"/>
        </w:tabs>
      </w:pPr>
      <w:r>
        <w:t>347.5222</w:t>
      </w:r>
      <w:r>
        <w:tab/>
        <w:t>1.979e0</w:t>
      </w:r>
    </w:p>
    <w:p w:rsidR="00354DF7" w:rsidRDefault="00354DF7" w:rsidP="00354DF7">
      <w:pPr>
        <w:tabs>
          <w:tab w:val="left" w:pos="6195"/>
        </w:tabs>
      </w:pPr>
      <w:r>
        <w:t>347.5245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347.5356</w:t>
      </w:r>
      <w:r>
        <w:tab/>
        <w:t>2.411e0</w:t>
      </w:r>
    </w:p>
    <w:p w:rsidR="00354DF7" w:rsidRDefault="00354DF7" w:rsidP="00354DF7">
      <w:pPr>
        <w:tabs>
          <w:tab w:val="left" w:pos="6195"/>
        </w:tabs>
      </w:pPr>
      <w:r>
        <w:t>347.5393</w:t>
      </w:r>
      <w:r>
        <w:tab/>
        <w:t>3.983e0</w:t>
      </w:r>
    </w:p>
    <w:p w:rsidR="00354DF7" w:rsidRDefault="00354DF7" w:rsidP="00354DF7">
      <w:pPr>
        <w:tabs>
          <w:tab w:val="left" w:pos="6195"/>
        </w:tabs>
      </w:pPr>
      <w:r>
        <w:t>347.5476</w:t>
      </w:r>
      <w:r>
        <w:tab/>
        <w:t>6.350e0</w:t>
      </w:r>
    </w:p>
    <w:p w:rsidR="00354DF7" w:rsidRDefault="00354DF7" w:rsidP="00354DF7">
      <w:pPr>
        <w:tabs>
          <w:tab w:val="left" w:pos="6195"/>
        </w:tabs>
      </w:pPr>
      <w:r>
        <w:t>347.5531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347.5801</w:t>
      </w:r>
      <w:r>
        <w:tab/>
        <w:t>4.480e0</w:t>
      </w:r>
    </w:p>
    <w:p w:rsidR="00354DF7" w:rsidRDefault="00354DF7" w:rsidP="00354DF7">
      <w:pPr>
        <w:tabs>
          <w:tab w:val="left" w:pos="6195"/>
        </w:tabs>
      </w:pPr>
      <w:r>
        <w:t>347.5938</w:t>
      </w:r>
      <w:r>
        <w:tab/>
        <w:t>3.382e0</w:t>
      </w:r>
    </w:p>
    <w:p w:rsidR="00354DF7" w:rsidRDefault="00354DF7" w:rsidP="00354DF7">
      <w:pPr>
        <w:tabs>
          <w:tab w:val="left" w:pos="6195"/>
        </w:tabs>
      </w:pPr>
      <w:r>
        <w:t>347.6086</w:t>
      </w:r>
      <w:r>
        <w:tab/>
        <w:t>1.838e0</w:t>
      </w:r>
    </w:p>
    <w:p w:rsidR="00354DF7" w:rsidRDefault="00354DF7" w:rsidP="00354DF7">
      <w:pPr>
        <w:tabs>
          <w:tab w:val="left" w:pos="6195"/>
        </w:tabs>
      </w:pPr>
      <w:r>
        <w:t>347.6542</w:t>
      </w:r>
      <w:r>
        <w:tab/>
        <w:t>2.766e0</w:t>
      </w:r>
    </w:p>
    <w:p w:rsidR="00354DF7" w:rsidRDefault="00354DF7" w:rsidP="00354DF7">
      <w:pPr>
        <w:tabs>
          <w:tab w:val="left" w:pos="6195"/>
        </w:tabs>
      </w:pPr>
      <w:r>
        <w:t>347.6653</w:t>
      </w:r>
      <w:r>
        <w:tab/>
        <w:t>1.910e0</w:t>
      </w:r>
    </w:p>
    <w:p w:rsidR="00354DF7" w:rsidRDefault="00354DF7" w:rsidP="00354DF7">
      <w:pPr>
        <w:tabs>
          <w:tab w:val="left" w:pos="6195"/>
        </w:tabs>
      </w:pPr>
      <w:r>
        <w:lastRenderedPageBreak/>
        <w:t>347.6783</w:t>
      </w:r>
      <w:r>
        <w:tab/>
        <w:t>2.126e0</w:t>
      </w:r>
    </w:p>
    <w:p w:rsidR="00354DF7" w:rsidRDefault="00354DF7" w:rsidP="00354DF7">
      <w:pPr>
        <w:tabs>
          <w:tab w:val="left" w:pos="6195"/>
        </w:tabs>
      </w:pPr>
      <w:r>
        <w:t>347.6810</w:t>
      </w:r>
      <w:r>
        <w:tab/>
        <w:t>4.488e0</w:t>
      </w:r>
    </w:p>
    <w:p w:rsidR="00354DF7" w:rsidRDefault="00354DF7" w:rsidP="00354DF7">
      <w:pPr>
        <w:tabs>
          <w:tab w:val="left" w:pos="6195"/>
        </w:tabs>
      </w:pPr>
      <w:r>
        <w:t>347.7000</w:t>
      </w:r>
      <w:r>
        <w:tab/>
        <w:t>1.425e0</w:t>
      </w:r>
    </w:p>
    <w:p w:rsidR="00354DF7" w:rsidRDefault="00354DF7" w:rsidP="00354DF7">
      <w:pPr>
        <w:tabs>
          <w:tab w:val="left" w:pos="6195"/>
        </w:tabs>
      </w:pPr>
      <w:r>
        <w:t>347.7301</w:t>
      </w:r>
      <w:r>
        <w:tab/>
        <w:t>1.351e0</w:t>
      </w:r>
    </w:p>
    <w:p w:rsidR="00354DF7" w:rsidRDefault="00354DF7" w:rsidP="00354DF7">
      <w:pPr>
        <w:tabs>
          <w:tab w:val="left" w:pos="6195"/>
        </w:tabs>
      </w:pPr>
      <w:r>
        <w:t>347.7403</w:t>
      </w:r>
      <w:r>
        <w:tab/>
        <w:t>1.430e0</w:t>
      </w:r>
    </w:p>
    <w:p w:rsidR="00354DF7" w:rsidRDefault="00354DF7" w:rsidP="00354DF7">
      <w:pPr>
        <w:tabs>
          <w:tab w:val="left" w:pos="6195"/>
        </w:tabs>
      </w:pPr>
      <w:r>
        <w:t>347.7600</w:t>
      </w:r>
      <w:r>
        <w:tab/>
        <w:t>1.787e0</w:t>
      </w:r>
    </w:p>
    <w:p w:rsidR="00354DF7" w:rsidRDefault="00354DF7" w:rsidP="00354DF7">
      <w:pPr>
        <w:tabs>
          <w:tab w:val="left" w:pos="6195"/>
        </w:tabs>
      </w:pPr>
      <w:r>
        <w:t>347.7627</w:t>
      </w:r>
      <w:r>
        <w:tab/>
        <w:t>2.813e0</w:t>
      </w:r>
    </w:p>
    <w:p w:rsidR="00354DF7" w:rsidRDefault="00354DF7" w:rsidP="00354DF7">
      <w:pPr>
        <w:tabs>
          <w:tab w:val="left" w:pos="6195"/>
        </w:tabs>
      </w:pPr>
      <w:r>
        <w:t>347.7763</w:t>
      </w:r>
      <w:r>
        <w:tab/>
        <w:t>3.295e0</w:t>
      </w:r>
    </w:p>
    <w:p w:rsidR="00354DF7" w:rsidRDefault="00354DF7" w:rsidP="00354DF7">
      <w:pPr>
        <w:tabs>
          <w:tab w:val="left" w:pos="6195"/>
        </w:tabs>
      </w:pPr>
      <w:r>
        <w:t>347.8307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347.8382</w:t>
      </w:r>
      <w:r>
        <w:tab/>
        <w:t>2.570e0</w:t>
      </w:r>
    </w:p>
    <w:p w:rsidR="00354DF7" w:rsidRDefault="00354DF7" w:rsidP="00354DF7">
      <w:pPr>
        <w:tabs>
          <w:tab w:val="left" w:pos="6195"/>
        </w:tabs>
      </w:pPr>
      <w:r>
        <w:t>347.8441</w:t>
      </w:r>
      <w:r>
        <w:tab/>
        <w:t>1.436e0</w:t>
      </w:r>
    </w:p>
    <w:p w:rsidR="00354DF7" w:rsidRDefault="00354DF7" w:rsidP="00354DF7">
      <w:pPr>
        <w:tabs>
          <w:tab w:val="left" w:pos="6195"/>
        </w:tabs>
      </w:pPr>
      <w:r>
        <w:t>347.8509</w:t>
      </w:r>
      <w:r>
        <w:tab/>
        <w:t>1.325e0</w:t>
      </w:r>
    </w:p>
    <w:p w:rsidR="00354DF7" w:rsidRDefault="00354DF7" w:rsidP="00354DF7">
      <w:pPr>
        <w:tabs>
          <w:tab w:val="left" w:pos="6195"/>
        </w:tabs>
      </w:pPr>
      <w:r>
        <w:t>347.8521</w:t>
      </w:r>
      <w:r>
        <w:tab/>
        <w:t>1.797e0</w:t>
      </w:r>
    </w:p>
    <w:p w:rsidR="00354DF7" w:rsidRDefault="00354DF7" w:rsidP="00354DF7">
      <w:pPr>
        <w:tabs>
          <w:tab w:val="left" w:pos="6195"/>
        </w:tabs>
      </w:pPr>
      <w:r>
        <w:t>347.8596</w:t>
      </w:r>
      <w:r>
        <w:tab/>
        <w:t>3.573e0</w:t>
      </w:r>
    </w:p>
    <w:p w:rsidR="00354DF7" w:rsidRDefault="00354DF7" w:rsidP="00354DF7">
      <w:pPr>
        <w:tabs>
          <w:tab w:val="left" w:pos="6195"/>
        </w:tabs>
      </w:pPr>
      <w:r>
        <w:t>347.9118</w:t>
      </w:r>
      <w:r>
        <w:tab/>
        <w:t>4.462e0</w:t>
      </w:r>
    </w:p>
    <w:p w:rsidR="00354DF7" w:rsidRDefault="00354DF7" w:rsidP="00354DF7">
      <w:pPr>
        <w:tabs>
          <w:tab w:val="left" w:pos="6195"/>
        </w:tabs>
      </w:pPr>
      <w:r>
        <w:t>347.9200</w:t>
      </w:r>
      <w:r>
        <w:tab/>
        <w:t>4.755e0</w:t>
      </w:r>
    </w:p>
    <w:p w:rsidR="00354DF7" w:rsidRDefault="00354DF7" w:rsidP="00354DF7">
      <w:pPr>
        <w:tabs>
          <w:tab w:val="left" w:pos="6195"/>
        </w:tabs>
      </w:pPr>
      <w:r>
        <w:t>347.9283</w:t>
      </w:r>
      <w:r>
        <w:tab/>
        <w:t>3.208e0</w:t>
      </w:r>
    </w:p>
    <w:p w:rsidR="00354DF7" w:rsidRDefault="00354DF7" w:rsidP="00354DF7">
      <w:pPr>
        <w:tabs>
          <w:tab w:val="left" w:pos="6195"/>
        </w:tabs>
      </w:pPr>
      <w:r>
        <w:t>347.9323</w:t>
      </w:r>
      <w:r>
        <w:tab/>
        <w:t>1.159e1</w:t>
      </w:r>
    </w:p>
    <w:p w:rsidR="00354DF7" w:rsidRDefault="00354DF7" w:rsidP="00354DF7">
      <w:pPr>
        <w:tabs>
          <w:tab w:val="left" w:pos="6195"/>
        </w:tabs>
      </w:pPr>
      <w:r>
        <w:t>347.9666</w:t>
      </w:r>
      <w:r>
        <w:tab/>
        <w:t>2.911e0</w:t>
      </w:r>
    </w:p>
    <w:p w:rsidR="00354DF7" w:rsidRDefault="00354DF7" w:rsidP="00354DF7">
      <w:pPr>
        <w:tabs>
          <w:tab w:val="left" w:pos="6195"/>
        </w:tabs>
      </w:pPr>
      <w:r>
        <w:lastRenderedPageBreak/>
        <w:t>347.9726</w:t>
      </w:r>
      <w:r>
        <w:tab/>
        <w:t>1.910e0</w:t>
      </w:r>
    </w:p>
    <w:p w:rsidR="00354DF7" w:rsidRDefault="00354DF7" w:rsidP="00354DF7">
      <w:pPr>
        <w:tabs>
          <w:tab w:val="left" w:pos="6195"/>
        </w:tabs>
      </w:pPr>
      <w:r>
        <w:t>348.0047</w:t>
      </w:r>
      <w:r>
        <w:tab/>
        <w:t>2.041e0</w:t>
      </w:r>
    </w:p>
    <w:p w:rsidR="00354DF7" w:rsidRDefault="00354DF7" w:rsidP="00354DF7">
      <w:pPr>
        <w:tabs>
          <w:tab w:val="left" w:pos="6195"/>
        </w:tabs>
      </w:pPr>
      <w:r>
        <w:t>348.0198</w:t>
      </w:r>
      <w:r>
        <w:tab/>
        <w:t>1.341e0</w:t>
      </w:r>
    </w:p>
    <w:p w:rsidR="00354DF7" w:rsidRDefault="00354DF7" w:rsidP="00354DF7">
      <w:pPr>
        <w:tabs>
          <w:tab w:val="left" w:pos="6195"/>
        </w:tabs>
      </w:pPr>
      <w:r>
        <w:t>348.0263</w:t>
      </w:r>
      <w:r>
        <w:tab/>
        <w:t>1.620e0</w:t>
      </w:r>
    </w:p>
    <w:p w:rsidR="00354DF7" w:rsidRDefault="00354DF7" w:rsidP="00354DF7">
      <w:pPr>
        <w:tabs>
          <w:tab w:val="left" w:pos="6195"/>
        </w:tabs>
      </w:pPr>
      <w:r>
        <w:t>348.0306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348.0457</w:t>
      </w:r>
      <w:r>
        <w:tab/>
        <w:t>1.588e0</w:t>
      </w:r>
    </w:p>
    <w:p w:rsidR="00354DF7" w:rsidRDefault="00354DF7" w:rsidP="00354DF7">
      <w:pPr>
        <w:tabs>
          <w:tab w:val="left" w:pos="6195"/>
        </w:tabs>
      </w:pPr>
      <w:r>
        <w:t>348.0621</w:t>
      </w:r>
      <w:r>
        <w:tab/>
        <w:t>1.261e0</w:t>
      </w:r>
    </w:p>
    <w:p w:rsidR="00354DF7" w:rsidRDefault="00354DF7" w:rsidP="00354DF7">
      <w:pPr>
        <w:tabs>
          <w:tab w:val="left" w:pos="6195"/>
        </w:tabs>
      </w:pPr>
      <w:r>
        <w:t>348.0633</w:t>
      </w:r>
      <w:r>
        <w:tab/>
        <w:t>1.437e0</w:t>
      </w:r>
    </w:p>
    <w:p w:rsidR="00354DF7" w:rsidRDefault="00354DF7" w:rsidP="00354DF7">
      <w:pPr>
        <w:tabs>
          <w:tab w:val="left" w:pos="6195"/>
        </w:tabs>
      </w:pPr>
      <w:r>
        <w:t>348.0833</w:t>
      </w:r>
      <w:r>
        <w:tab/>
        <w:t>2.172e0</w:t>
      </w:r>
    </w:p>
    <w:p w:rsidR="00354DF7" w:rsidRDefault="00354DF7" w:rsidP="00354DF7">
      <w:pPr>
        <w:tabs>
          <w:tab w:val="left" w:pos="6195"/>
        </w:tabs>
      </w:pPr>
      <w:r>
        <w:t>348.1967</w:t>
      </w:r>
      <w:r>
        <w:tab/>
        <w:t>1.416e0</w:t>
      </w:r>
    </w:p>
    <w:p w:rsidR="00354DF7" w:rsidRDefault="00354DF7" w:rsidP="00354DF7">
      <w:pPr>
        <w:tabs>
          <w:tab w:val="left" w:pos="6195"/>
        </w:tabs>
      </w:pPr>
      <w:r>
        <w:t>348.2287</w:t>
      </w:r>
      <w:r>
        <w:tab/>
        <w:t>2.419e0</w:t>
      </w:r>
    </w:p>
    <w:p w:rsidR="00354DF7" w:rsidRDefault="00354DF7" w:rsidP="00354DF7">
      <w:pPr>
        <w:tabs>
          <w:tab w:val="left" w:pos="6195"/>
        </w:tabs>
      </w:pPr>
      <w:r>
        <w:t>348.2467</w:t>
      </w:r>
      <w:r>
        <w:tab/>
        <w:t>5.121e0</w:t>
      </w:r>
    </w:p>
    <w:p w:rsidR="00354DF7" w:rsidRDefault="00354DF7" w:rsidP="00354DF7">
      <w:pPr>
        <w:tabs>
          <w:tab w:val="left" w:pos="6195"/>
        </w:tabs>
      </w:pPr>
      <w:r>
        <w:t>348.2482</w:t>
      </w:r>
      <w:r>
        <w:tab/>
        <w:t>1.551e0</w:t>
      </w:r>
    </w:p>
    <w:p w:rsidR="00354DF7" w:rsidRDefault="00354DF7" w:rsidP="00354DF7">
      <w:pPr>
        <w:tabs>
          <w:tab w:val="left" w:pos="6195"/>
        </w:tabs>
      </w:pPr>
      <w:r>
        <w:t>348.2501</w:t>
      </w:r>
      <w:r>
        <w:tab/>
        <w:t>3.494e0</w:t>
      </w:r>
    </w:p>
    <w:p w:rsidR="00354DF7" w:rsidRDefault="00354DF7" w:rsidP="00354DF7">
      <w:pPr>
        <w:tabs>
          <w:tab w:val="left" w:pos="6195"/>
        </w:tabs>
      </w:pPr>
      <w:r>
        <w:t>348.2786</w:t>
      </w:r>
      <w:r>
        <w:tab/>
        <w:t>1.121e0</w:t>
      </w:r>
    </w:p>
    <w:p w:rsidR="00354DF7" w:rsidRDefault="00354DF7" w:rsidP="00354DF7">
      <w:pPr>
        <w:tabs>
          <w:tab w:val="left" w:pos="6195"/>
        </w:tabs>
      </w:pPr>
      <w:r>
        <w:t>348.2952</w:t>
      </w:r>
      <w:r>
        <w:tab/>
        <w:t>3.914e0</w:t>
      </w:r>
    </w:p>
    <w:p w:rsidR="00354DF7" w:rsidRDefault="00354DF7" w:rsidP="00354DF7">
      <w:pPr>
        <w:tabs>
          <w:tab w:val="left" w:pos="6195"/>
        </w:tabs>
      </w:pPr>
      <w:r>
        <w:t>348.3064</w:t>
      </w:r>
      <w:r>
        <w:tab/>
        <w:t>5.598e0</w:t>
      </w:r>
    </w:p>
    <w:p w:rsidR="00354DF7" w:rsidRDefault="00354DF7" w:rsidP="00354DF7">
      <w:pPr>
        <w:tabs>
          <w:tab w:val="left" w:pos="6195"/>
        </w:tabs>
      </w:pPr>
      <w:r>
        <w:t>348.3125</w:t>
      </w:r>
      <w:r>
        <w:tab/>
        <w:t>4.513e0</w:t>
      </w:r>
    </w:p>
    <w:p w:rsidR="00354DF7" w:rsidRDefault="00354DF7" w:rsidP="00354DF7">
      <w:pPr>
        <w:tabs>
          <w:tab w:val="left" w:pos="6195"/>
        </w:tabs>
      </w:pPr>
      <w:r>
        <w:t>348.3160</w:t>
      </w:r>
      <w:r>
        <w:tab/>
        <w:t>4.411e0</w:t>
      </w:r>
    </w:p>
    <w:p w:rsidR="00354DF7" w:rsidRDefault="00354DF7" w:rsidP="00354DF7">
      <w:pPr>
        <w:tabs>
          <w:tab w:val="left" w:pos="6195"/>
        </w:tabs>
      </w:pPr>
      <w:r>
        <w:lastRenderedPageBreak/>
        <w:t>348.3376</w:t>
      </w:r>
      <w:r>
        <w:tab/>
        <w:t>1.372e0</w:t>
      </w:r>
    </w:p>
    <w:p w:rsidR="00354DF7" w:rsidRDefault="00354DF7" w:rsidP="00354DF7">
      <w:pPr>
        <w:tabs>
          <w:tab w:val="left" w:pos="6195"/>
        </w:tabs>
      </w:pPr>
      <w:r>
        <w:t>348.3755</w:t>
      </w:r>
      <w:r>
        <w:tab/>
        <w:t>4.628e0</w:t>
      </w:r>
    </w:p>
    <w:p w:rsidR="00354DF7" w:rsidRDefault="00354DF7" w:rsidP="00354DF7">
      <w:pPr>
        <w:tabs>
          <w:tab w:val="left" w:pos="6195"/>
        </w:tabs>
      </w:pPr>
      <w:r>
        <w:t>348.3912</w:t>
      </w:r>
      <w:r>
        <w:tab/>
        <w:t>1.636e0</w:t>
      </w:r>
    </w:p>
    <w:p w:rsidR="00354DF7" w:rsidRDefault="00354DF7" w:rsidP="00354DF7">
      <w:pPr>
        <w:tabs>
          <w:tab w:val="left" w:pos="6195"/>
        </w:tabs>
      </w:pPr>
      <w:r>
        <w:t>348.3991</w:t>
      </w:r>
      <w:r>
        <w:tab/>
        <w:t>4.671e0</w:t>
      </w:r>
    </w:p>
    <w:p w:rsidR="00354DF7" w:rsidRDefault="00354DF7" w:rsidP="00354DF7">
      <w:pPr>
        <w:tabs>
          <w:tab w:val="left" w:pos="6195"/>
        </w:tabs>
      </w:pPr>
      <w:r>
        <w:t>348.4123</w:t>
      </w:r>
      <w:r>
        <w:tab/>
        <w:t>2.514e0</w:t>
      </w:r>
    </w:p>
    <w:p w:rsidR="00354DF7" w:rsidRDefault="00354DF7" w:rsidP="00354DF7">
      <w:pPr>
        <w:tabs>
          <w:tab w:val="left" w:pos="6195"/>
        </w:tabs>
      </w:pPr>
      <w:r>
        <w:t>348.4395</w:t>
      </w:r>
      <w:r>
        <w:tab/>
        <w:t>1.885e0</w:t>
      </w:r>
    </w:p>
    <w:p w:rsidR="00354DF7" w:rsidRDefault="00354DF7" w:rsidP="00354DF7">
      <w:pPr>
        <w:tabs>
          <w:tab w:val="left" w:pos="6195"/>
        </w:tabs>
      </w:pPr>
      <w:r>
        <w:t>348.4464</w:t>
      </w:r>
      <w:r>
        <w:tab/>
        <w:t>1.755e0</w:t>
      </w:r>
    </w:p>
    <w:p w:rsidR="00354DF7" w:rsidRDefault="00354DF7" w:rsidP="00354DF7">
      <w:pPr>
        <w:tabs>
          <w:tab w:val="left" w:pos="6195"/>
        </w:tabs>
      </w:pPr>
      <w:r>
        <w:t>348.4644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348.4669</w:t>
      </w:r>
      <w:r>
        <w:tab/>
        <w:t>3.891e0</w:t>
      </w:r>
    </w:p>
    <w:p w:rsidR="00354DF7" w:rsidRDefault="00354DF7" w:rsidP="00354DF7">
      <w:pPr>
        <w:tabs>
          <w:tab w:val="left" w:pos="6195"/>
        </w:tabs>
      </w:pPr>
      <w:r>
        <w:t>348.4950</w:t>
      </w:r>
      <w:r>
        <w:tab/>
        <w:t>1.746e0</w:t>
      </w:r>
    </w:p>
    <w:p w:rsidR="00354DF7" w:rsidRDefault="00354DF7" w:rsidP="00354DF7">
      <w:pPr>
        <w:tabs>
          <w:tab w:val="left" w:pos="6195"/>
        </w:tabs>
      </w:pPr>
      <w:r>
        <w:t>348.5176</w:t>
      </w:r>
      <w:r>
        <w:tab/>
        <w:t>1.265e0</w:t>
      </w:r>
    </w:p>
    <w:p w:rsidR="00354DF7" w:rsidRDefault="00354DF7" w:rsidP="00354DF7">
      <w:pPr>
        <w:tabs>
          <w:tab w:val="left" w:pos="6195"/>
        </w:tabs>
      </w:pPr>
      <w:r>
        <w:t>348.5467</w:t>
      </w:r>
      <w:r>
        <w:tab/>
        <w:t>3.775e0</w:t>
      </w:r>
    </w:p>
    <w:p w:rsidR="00354DF7" w:rsidRDefault="00354DF7" w:rsidP="00354DF7">
      <w:pPr>
        <w:tabs>
          <w:tab w:val="left" w:pos="6195"/>
        </w:tabs>
      </w:pPr>
      <w:r>
        <w:t>348.5548</w:t>
      </w:r>
      <w:r>
        <w:tab/>
        <w:t>3.284e0</w:t>
      </w:r>
    </w:p>
    <w:p w:rsidR="00354DF7" w:rsidRDefault="00354DF7" w:rsidP="00354DF7">
      <w:pPr>
        <w:tabs>
          <w:tab w:val="left" w:pos="6195"/>
        </w:tabs>
      </w:pPr>
      <w:r>
        <w:t>348.5605</w:t>
      </w:r>
      <w:r>
        <w:tab/>
        <w:t>2.917e0</w:t>
      </w:r>
    </w:p>
    <w:p w:rsidR="00354DF7" w:rsidRDefault="00354DF7" w:rsidP="00354DF7">
      <w:pPr>
        <w:tabs>
          <w:tab w:val="left" w:pos="6195"/>
        </w:tabs>
      </w:pPr>
      <w:r>
        <w:t>348.5915</w:t>
      </w:r>
      <w:r>
        <w:tab/>
        <w:t>6.006e0</w:t>
      </w:r>
    </w:p>
    <w:p w:rsidR="00354DF7" w:rsidRDefault="00354DF7" w:rsidP="00354DF7">
      <w:pPr>
        <w:tabs>
          <w:tab w:val="left" w:pos="6195"/>
        </w:tabs>
      </w:pPr>
      <w:r>
        <w:t>348.6139</w:t>
      </w:r>
      <w:r>
        <w:tab/>
        <w:t>2.726e0</w:t>
      </w:r>
    </w:p>
    <w:p w:rsidR="00354DF7" w:rsidRDefault="00354DF7" w:rsidP="00354DF7">
      <w:pPr>
        <w:tabs>
          <w:tab w:val="left" w:pos="6195"/>
        </w:tabs>
      </w:pPr>
      <w:r>
        <w:t>348.6233</w:t>
      </w:r>
      <w:r>
        <w:tab/>
        <w:t>2.675e0</w:t>
      </w:r>
    </w:p>
    <w:p w:rsidR="00354DF7" w:rsidRDefault="00354DF7" w:rsidP="00354DF7">
      <w:pPr>
        <w:tabs>
          <w:tab w:val="left" w:pos="6195"/>
        </w:tabs>
      </w:pPr>
      <w:r>
        <w:t>348.6254</w:t>
      </w:r>
      <w:r>
        <w:tab/>
        <w:t>1.755e0</w:t>
      </w:r>
    </w:p>
    <w:p w:rsidR="00354DF7" w:rsidRDefault="00354DF7" w:rsidP="00354DF7">
      <w:pPr>
        <w:tabs>
          <w:tab w:val="left" w:pos="6195"/>
        </w:tabs>
      </w:pPr>
      <w:r>
        <w:t>348.6451</w:t>
      </w:r>
      <w:r>
        <w:tab/>
        <w:t>3.130e0</w:t>
      </w:r>
    </w:p>
    <w:p w:rsidR="00354DF7" w:rsidRDefault="00354DF7" w:rsidP="00354DF7">
      <w:pPr>
        <w:tabs>
          <w:tab w:val="left" w:pos="6195"/>
        </w:tabs>
      </w:pPr>
      <w:r>
        <w:lastRenderedPageBreak/>
        <w:t>348.6790</w:t>
      </w:r>
      <w:r>
        <w:tab/>
        <w:t>1.416e0</w:t>
      </w:r>
    </w:p>
    <w:p w:rsidR="00354DF7" w:rsidRDefault="00354DF7" w:rsidP="00354DF7">
      <w:pPr>
        <w:tabs>
          <w:tab w:val="left" w:pos="6195"/>
        </w:tabs>
      </w:pPr>
      <w:r>
        <w:t>348.6917</w:t>
      </w:r>
      <w:r>
        <w:tab/>
        <w:t>1.573e0</w:t>
      </w:r>
    </w:p>
    <w:p w:rsidR="00354DF7" w:rsidRDefault="00354DF7" w:rsidP="00354DF7">
      <w:pPr>
        <w:tabs>
          <w:tab w:val="left" w:pos="6195"/>
        </w:tabs>
      </w:pPr>
      <w:r>
        <w:t>348.6969</w:t>
      </w:r>
      <w:r>
        <w:tab/>
        <w:t>2.622e0</w:t>
      </w:r>
    </w:p>
    <w:p w:rsidR="00354DF7" w:rsidRDefault="00354DF7" w:rsidP="00354DF7">
      <w:pPr>
        <w:tabs>
          <w:tab w:val="left" w:pos="6195"/>
        </w:tabs>
      </w:pPr>
      <w:r>
        <w:t>348.7148</w:t>
      </w:r>
      <w:r>
        <w:tab/>
        <w:t>3.790e0</w:t>
      </w:r>
    </w:p>
    <w:p w:rsidR="00354DF7" w:rsidRDefault="00354DF7" w:rsidP="00354DF7">
      <w:pPr>
        <w:tabs>
          <w:tab w:val="left" w:pos="6195"/>
        </w:tabs>
      </w:pPr>
      <w:r>
        <w:t>348.7478</w:t>
      </w:r>
      <w:r>
        <w:tab/>
        <w:t>1.576e0</w:t>
      </w:r>
    </w:p>
    <w:p w:rsidR="00354DF7" w:rsidRDefault="00354DF7" w:rsidP="00354DF7">
      <w:pPr>
        <w:tabs>
          <w:tab w:val="left" w:pos="6195"/>
        </w:tabs>
      </w:pPr>
      <w:r>
        <w:t>348.7724</w:t>
      </w:r>
      <w:r>
        <w:tab/>
        <w:t>5.596e0</w:t>
      </w:r>
    </w:p>
    <w:p w:rsidR="00354DF7" w:rsidRDefault="00354DF7" w:rsidP="00354DF7">
      <w:pPr>
        <w:tabs>
          <w:tab w:val="left" w:pos="6195"/>
        </w:tabs>
      </w:pPr>
      <w:r>
        <w:t>348.7839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348.7873</w:t>
      </w:r>
      <w:r>
        <w:tab/>
        <w:t>2.792e0</w:t>
      </w:r>
    </w:p>
    <w:p w:rsidR="00354DF7" w:rsidRDefault="00354DF7" w:rsidP="00354DF7">
      <w:pPr>
        <w:tabs>
          <w:tab w:val="left" w:pos="6195"/>
        </w:tabs>
      </w:pPr>
      <w:r>
        <w:t>348.7906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348.8592</w:t>
      </w:r>
      <w:r>
        <w:tab/>
        <w:t>1.134e0</w:t>
      </w:r>
    </w:p>
    <w:p w:rsidR="00354DF7" w:rsidRDefault="00354DF7" w:rsidP="00354DF7">
      <w:pPr>
        <w:tabs>
          <w:tab w:val="left" w:pos="6195"/>
        </w:tabs>
      </w:pPr>
      <w:r>
        <w:t>348.8859</w:t>
      </w:r>
      <w:r>
        <w:tab/>
        <w:t>5.617e0</w:t>
      </w:r>
    </w:p>
    <w:p w:rsidR="00354DF7" w:rsidRDefault="00354DF7" w:rsidP="00354DF7">
      <w:pPr>
        <w:tabs>
          <w:tab w:val="left" w:pos="6195"/>
        </w:tabs>
      </w:pPr>
      <w:r>
        <w:t>348.9484</w:t>
      </w:r>
      <w:r>
        <w:tab/>
        <w:t>1.222e0</w:t>
      </w:r>
    </w:p>
    <w:p w:rsidR="00354DF7" w:rsidRDefault="00354DF7" w:rsidP="00354DF7">
      <w:pPr>
        <w:tabs>
          <w:tab w:val="left" w:pos="6195"/>
        </w:tabs>
      </w:pPr>
      <w:r>
        <w:t>348.9561</w:t>
      </w:r>
      <w:r>
        <w:tab/>
        <w:t>1.116e0</w:t>
      </w:r>
    </w:p>
    <w:p w:rsidR="00354DF7" w:rsidRDefault="00354DF7" w:rsidP="00354DF7">
      <w:pPr>
        <w:tabs>
          <w:tab w:val="left" w:pos="6195"/>
        </w:tabs>
      </w:pPr>
      <w:r>
        <w:t>349.0221</w:t>
      </w:r>
      <w:r>
        <w:tab/>
        <w:t>4.535e0</w:t>
      </w:r>
    </w:p>
    <w:p w:rsidR="00354DF7" w:rsidRDefault="00354DF7" w:rsidP="00354DF7">
      <w:pPr>
        <w:tabs>
          <w:tab w:val="left" w:pos="6195"/>
        </w:tabs>
      </w:pPr>
      <w:r>
        <w:t>349.0371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349.0694</w:t>
      </w:r>
      <w:r>
        <w:tab/>
        <w:t>3.601e0</w:t>
      </w:r>
    </w:p>
    <w:p w:rsidR="00354DF7" w:rsidRDefault="00354DF7" w:rsidP="00354DF7">
      <w:pPr>
        <w:tabs>
          <w:tab w:val="left" w:pos="6195"/>
        </w:tabs>
      </w:pPr>
      <w:r>
        <w:t>349.1239</w:t>
      </w:r>
      <w:r>
        <w:tab/>
        <w:t>1.641e0</w:t>
      </w:r>
    </w:p>
    <w:p w:rsidR="00354DF7" w:rsidRDefault="00354DF7" w:rsidP="00354DF7">
      <w:pPr>
        <w:tabs>
          <w:tab w:val="left" w:pos="6195"/>
        </w:tabs>
      </w:pPr>
      <w:r>
        <w:t>349.1417</w:t>
      </w:r>
      <w:r>
        <w:tab/>
        <w:t>8.098e0</w:t>
      </w:r>
    </w:p>
    <w:p w:rsidR="00354DF7" w:rsidRDefault="00354DF7" w:rsidP="00354DF7">
      <w:pPr>
        <w:tabs>
          <w:tab w:val="left" w:pos="6195"/>
        </w:tabs>
      </w:pPr>
      <w:r>
        <w:t>349.1840</w:t>
      </w:r>
      <w:r>
        <w:tab/>
        <w:t>2.939e0</w:t>
      </w:r>
    </w:p>
    <w:p w:rsidR="00354DF7" w:rsidRDefault="00354DF7" w:rsidP="00354DF7">
      <w:pPr>
        <w:tabs>
          <w:tab w:val="left" w:pos="6195"/>
        </w:tabs>
      </w:pPr>
      <w:r>
        <w:lastRenderedPageBreak/>
        <w:t>349.1870</w:t>
      </w:r>
      <w:r>
        <w:tab/>
        <w:t>1.511e1</w:t>
      </w:r>
    </w:p>
    <w:p w:rsidR="00354DF7" w:rsidRDefault="00354DF7" w:rsidP="00354DF7">
      <w:pPr>
        <w:tabs>
          <w:tab w:val="left" w:pos="6195"/>
        </w:tabs>
      </w:pPr>
      <w:r>
        <w:t>349.1887</w:t>
      </w:r>
      <w:r>
        <w:tab/>
        <w:t>1.528e1</w:t>
      </w:r>
    </w:p>
    <w:p w:rsidR="00354DF7" w:rsidRDefault="00354DF7" w:rsidP="00354DF7">
      <w:pPr>
        <w:tabs>
          <w:tab w:val="left" w:pos="6195"/>
        </w:tabs>
      </w:pPr>
      <w:r>
        <w:t>349.1898</w:t>
      </w:r>
      <w:r>
        <w:tab/>
        <w:t>8.421e0</w:t>
      </w:r>
    </w:p>
    <w:p w:rsidR="00354DF7" w:rsidRDefault="00354DF7" w:rsidP="00354DF7">
      <w:pPr>
        <w:tabs>
          <w:tab w:val="left" w:pos="6195"/>
        </w:tabs>
      </w:pPr>
      <w:r>
        <w:t>349.1941</w:t>
      </w:r>
      <w:r>
        <w:tab/>
        <w:t>3.424e0</w:t>
      </w:r>
    </w:p>
    <w:p w:rsidR="00354DF7" w:rsidRDefault="00354DF7" w:rsidP="00354DF7">
      <w:pPr>
        <w:tabs>
          <w:tab w:val="left" w:pos="6195"/>
        </w:tabs>
      </w:pPr>
      <w:r>
        <w:t>349.2152</w:t>
      </w:r>
      <w:r>
        <w:tab/>
        <w:t>1.233e0</w:t>
      </w:r>
    </w:p>
    <w:p w:rsidR="00354DF7" w:rsidRDefault="00354DF7" w:rsidP="00354DF7">
      <w:pPr>
        <w:tabs>
          <w:tab w:val="left" w:pos="6195"/>
        </w:tabs>
      </w:pPr>
      <w:r>
        <w:t>349.2191</w:t>
      </w:r>
      <w:r>
        <w:tab/>
        <w:t>6.740e0</w:t>
      </w:r>
    </w:p>
    <w:p w:rsidR="00354DF7" w:rsidRDefault="00354DF7" w:rsidP="00354DF7">
      <w:pPr>
        <w:tabs>
          <w:tab w:val="left" w:pos="6195"/>
        </w:tabs>
      </w:pPr>
      <w:r>
        <w:t>349.2617</w:t>
      </w:r>
      <w:r>
        <w:tab/>
        <w:t>1.147e0</w:t>
      </w:r>
    </w:p>
    <w:p w:rsidR="00354DF7" w:rsidRDefault="00354DF7" w:rsidP="00354DF7">
      <w:pPr>
        <w:tabs>
          <w:tab w:val="left" w:pos="6195"/>
        </w:tabs>
      </w:pPr>
      <w:r>
        <w:t>349.2675</w:t>
      </w:r>
      <w:r>
        <w:tab/>
        <w:t>3.564e0</w:t>
      </w:r>
    </w:p>
    <w:p w:rsidR="00354DF7" w:rsidRDefault="00354DF7" w:rsidP="00354DF7">
      <w:pPr>
        <w:tabs>
          <w:tab w:val="left" w:pos="6195"/>
        </w:tabs>
      </w:pPr>
      <w:r>
        <w:t>349.3851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349.3964</w:t>
      </w:r>
      <w:r>
        <w:tab/>
        <w:t>2.694e0</w:t>
      </w:r>
    </w:p>
    <w:p w:rsidR="00354DF7" w:rsidRDefault="00354DF7" w:rsidP="00354DF7">
      <w:pPr>
        <w:tabs>
          <w:tab w:val="left" w:pos="6195"/>
        </w:tabs>
      </w:pPr>
      <w:r>
        <w:t>349.3997</w:t>
      </w:r>
      <w:r>
        <w:tab/>
        <w:t>1.232e0</w:t>
      </w:r>
    </w:p>
    <w:p w:rsidR="00354DF7" w:rsidRDefault="00354DF7" w:rsidP="00354DF7">
      <w:pPr>
        <w:tabs>
          <w:tab w:val="left" w:pos="6195"/>
        </w:tabs>
      </w:pPr>
      <w:r>
        <w:t>349.4336</w:t>
      </w:r>
      <w:r>
        <w:tab/>
        <w:t>4.601e0</w:t>
      </w:r>
    </w:p>
    <w:p w:rsidR="00354DF7" w:rsidRDefault="00354DF7" w:rsidP="00354DF7">
      <w:pPr>
        <w:tabs>
          <w:tab w:val="left" w:pos="6195"/>
        </w:tabs>
      </w:pPr>
      <w:r>
        <w:t>349.4416</w:t>
      </w:r>
      <w:r>
        <w:tab/>
        <w:t>1.802e0</w:t>
      </w:r>
    </w:p>
    <w:p w:rsidR="00354DF7" w:rsidRDefault="00354DF7" w:rsidP="00354DF7">
      <w:pPr>
        <w:tabs>
          <w:tab w:val="left" w:pos="6195"/>
        </w:tabs>
      </w:pPr>
      <w:r>
        <w:t>349.4547</w:t>
      </w:r>
      <w:r>
        <w:tab/>
        <w:t>2.860e0</w:t>
      </w:r>
    </w:p>
    <w:p w:rsidR="00354DF7" w:rsidRDefault="00354DF7" w:rsidP="00354DF7">
      <w:pPr>
        <w:tabs>
          <w:tab w:val="left" w:pos="6195"/>
        </w:tabs>
      </w:pPr>
      <w:r>
        <w:t>349.4568</w:t>
      </w:r>
      <w:r>
        <w:tab/>
        <w:t>1.619e0</w:t>
      </w:r>
    </w:p>
    <w:p w:rsidR="00354DF7" w:rsidRDefault="00354DF7" w:rsidP="00354DF7">
      <w:pPr>
        <w:tabs>
          <w:tab w:val="left" w:pos="6195"/>
        </w:tabs>
      </w:pPr>
      <w:r>
        <w:t>349.4821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349.5022</w:t>
      </w:r>
      <w:r>
        <w:tab/>
        <w:t>1.914e0</w:t>
      </w:r>
    </w:p>
    <w:p w:rsidR="00354DF7" w:rsidRDefault="00354DF7" w:rsidP="00354DF7">
      <w:pPr>
        <w:tabs>
          <w:tab w:val="left" w:pos="6195"/>
        </w:tabs>
      </w:pPr>
      <w:r>
        <w:t>349.5156</w:t>
      </w:r>
      <w:r>
        <w:tab/>
        <w:t>2.565e0</w:t>
      </w:r>
    </w:p>
    <w:p w:rsidR="00354DF7" w:rsidRDefault="00354DF7" w:rsidP="00354DF7">
      <w:pPr>
        <w:tabs>
          <w:tab w:val="left" w:pos="6195"/>
        </w:tabs>
      </w:pPr>
      <w:r>
        <w:t>349.5254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349.5385</w:t>
      </w:r>
      <w:r>
        <w:tab/>
        <w:t>2.969e0</w:t>
      </w:r>
    </w:p>
    <w:p w:rsidR="00354DF7" w:rsidRDefault="00354DF7" w:rsidP="00354DF7">
      <w:pPr>
        <w:tabs>
          <w:tab w:val="left" w:pos="6195"/>
        </w:tabs>
      </w:pPr>
      <w:r>
        <w:t>349.5503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349.5584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349.5770</w:t>
      </w:r>
      <w:r>
        <w:tab/>
        <w:t>5.197e0</w:t>
      </w:r>
    </w:p>
    <w:p w:rsidR="00354DF7" w:rsidRDefault="00354DF7" w:rsidP="00354DF7">
      <w:pPr>
        <w:tabs>
          <w:tab w:val="left" w:pos="6195"/>
        </w:tabs>
      </w:pPr>
      <w:r>
        <w:t>349.5926</w:t>
      </w:r>
      <w:r>
        <w:tab/>
        <w:t>1.703e0</w:t>
      </w:r>
    </w:p>
    <w:p w:rsidR="00354DF7" w:rsidRDefault="00354DF7" w:rsidP="00354DF7">
      <w:pPr>
        <w:tabs>
          <w:tab w:val="left" w:pos="6195"/>
        </w:tabs>
      </w:pPr>
      <w:r>
        <w:t>349.5962</w:t>
      </w:r>
      <w:r>
        <w:tab/>
        <w:t>1.901e0</w:t>
      </w:r>
    </w:p>
    <w:p w:rsidR="00354DF7" w:rsidRDefault="00354DF7" w:rsidP="00354DF7">
      <w:pPr>
        <w:tabs>
          <w:tab w:val="left" w:pos="6195"/>
        </w:tabs>
      </w:pPr>
      <w:r>
        <w:t>349.6385</w:t>
      </w:r>
      <w:r>
        <w:tab/>
        <w:t>3.676e0</w:t>
      </w:r>
    </w:p>
    <w:p w:rsidR="00354DF7" w:rsidRDefault="00354DF7" w:rsidP="00354DF7">
      <w:pPr>
        <w:tabs>
          <w:tab w:val="left" w:pos="6195"/>
        </w:tabs>
      </w:pPr>
      <w:r>
        <w:t>349.6460</w:t>
      </w:r>
      <w:r>
        <w:tab/>
        <w:t>1.763e0</w:t>
      </w:r>
    </w:p>
    <w:p w:rsidR="00354DF7" w:rsidRDefault="00354DF7" w:rsidP="00354DF7">
      <w:pPr>
        <w:tabs>
          <w:tab w:val="left" w:pos="6195"/>
        </w:tabs>
      </w:pPr>
      <w:r>
        <w:t>349.6620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349.6938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349.7012</w:t>
      </w:r>
      <w:r>
        <w:tab/>
        <w:t>3.359e0</w:t>
      </w:r>
    </w:p>
    <w:p w:rsidR="00354DF7" w:rsidRDefault="00354DF7" w:rsidP="00354DF7">
      <w:pPr>
        <w:tabs>
          <w:tab w:val="left" w:pos="6195"/>
        </w:tabs>
      </w:pPr>
      <w:r>
        <w:t>349.7023</w:t>
      </w:r>
      <w:r>
        <w:tab/>
        <w:t>4.815e0</w:t>
      </w:r>
    </w:p>
    <w:p w:rsidR="00354DF7" w:rsidRDefault="00354DF7" w:rsidP="00354DF7">
      <w:pPr>
        <w:tabs>
          <w:tab w:val="left" w:pos="6195"/>
        </w:tabs>
      </w:pPr>
      <w:r>
        <w:t>349.7229</w:t>
      </w:r>
      <w:r>
        <w:tab/>
        <w:t>2.679e0</w:t>
      </w:r>
    </w:p>
    <w:p w:rsidR="00354DF7" w:rsidRDefault="00354DF7" w:rsidP="00354DF7">
      <w:pPr>
        <w:tabs>
          <w:tab w:val="left" w:pos="6195"/>
        </w:tabs>
      </w:pPr>
      <w:r>
        <w:t>349.7561</w:t>
      </w:r>
      <w:r>
        <w:tab/>
        <w:t>4.348e0</w:t>
      </w:r>
    </w:p>
    <w:p w:rsidR="00354DF7" w:rsidRDefault="00354DF7" w:rsidP="00354DF7">
      <w:pPr>
        <w:tabs>
          <w:tab w:val="left" w:pos="6195"/>
        </w:tabs>
      </w:pPr>
      <w:r>
        <w:t>349.7757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349.7884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349.8219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349.8369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349.8486</w:t>
      </w:r>
      <w:r>
        <w:tab/>
        <w:t>3.808e0</w:t>
      </w:r>
    </w:p>
    <w:p w:rsidR="00354DF7" w:rsidRDefault="00354DF7" w:rsidP="00354DF7">
      <w:pPr>
        <w:tabs>
          <w:tab w:val="left" w:pos="6195"/>
        </w:tabs>
      </w:pPr>
      <w:r>
        <w:lastRenderedPageBreak/>
        <w:t>349.8599</w:t>
      </w:r>
      <w:r>
        <w:tab/>
        <w:t>3.092e0</w:t>
      </w:r>
    </w:p>
    <w:p w:rsidR="00354DF7" w:rsidRDefault="00354DF7" w:rsidP="00354DF7">
      <w:pPr>
        <w:tabs>
          <w:tab w:val="left" w:pos="6195"/>
        </w:tabs>
      </w:pPr>
      <w:r>
        <w:t>349.8771</w:t>
      </w:r>
      <w:r>
        <w:tab/>
        <w:t>3.412e0</w:t>
      </w:r>
    </w:p>
    <w:p w:rsidR="00354DF7" w:rsidRDefault="00354DF7" w:rsidP="00354DF7">
      <w:pPr>
        <w:tabs>
          <w:tab w:val="left" w:pos="6195"/>
        </w:tabs>
      </w:pPr>
      <w:r>
        <w:t>349.8805</w:t>
      </w:r>
      <w:r>
        <w:tab/>
        <w:t>2.884e0</w:t>
      </w:r>
    </w:p>
    <w:p w:rsidR="00354DF7" w:rsidRDefault="00354DF7" w:rsidP="00354DF7">
      <w:pPr>
        <w:tabs>
          <w:tab w:val="left" w:pos="6195"/>
        </w:tabs>
      </w:pPr>
      <w:r>
        <w:t>349.9025</w:t>
      </w:r>
      <w:r>
        <w:tab/>
        <w:t>4.554e0</w:t>
      </w:r>
    </w:p>
    <w:p w:rsidR="00354DF7" w:rsidRDefault="00354DF7" w:rsidP="00354DF7">
      <w:pPr>
        <w:tabs>
          <w:tab w:val="left" w:pos="6195"/>
        </w:tabs>
      </w:pPr>
      <w:r>
        <w:t>349.9260</w:t>
      </w:r>
      <w:r>
        <w:tab/>
        <w:t>3.812e0</w:t>
      </w:r>
    </w:p>
    <w:p w:rsidR="00354DF7" w:rsidRDefault="00354DF7" w:rsidP="00354DF7">
      <w:pPr>
        <w:tabs>
          <w:tab w:val="left" w:pos="6195"/>
        </w:tabs>
      </w:pPr>
      <w:r>
        <w:t>349.9283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349.9742</w:t>
      </w:r>
      <w:r>
        <w:tab/>
        <w:t>2.935e0</w:t>
      </w:r>
    </w:p>
    <w:p w:rsidR="00354DF7" w:rsidRDefault="00354DF7" w:rsidP="00354DF7">
      <w:pPr>
        <w:tabs>
          <w:tab w:val="left" w:pos="6195"/>
        </w:tabs>
      </w:pPr>
      <w:r>
        <w:t>350.0012</w:t>
      </w:r>
      <w:r>
        <w:tab/>
        <w:t>4.181e0</w:t>
      </w:r>
    </w:p>
    <w:p w:rsidR="00354DF7" w:rsidRDefault="00354DF7" w:rsidP="00354DF7">
      <w:pPr>
        <w:tabs>
          <w:tab w:val="left" w:pos="6195"/>
        </w:tabs>
      </w:pPr>
      <w:r>
        <w:t>350.0114</w:t>
      </w:r>
      <w:r>
        <w:tab/>
        <w:t>5.975e0</w:t>
      </w:r>
    </w:p>
    <w:p w:rsidR="00354DF7" w:rsidRDefault="00354DF7" w:rsidP="00354DF7">
      <w:pPr>
        <w:tabs>
          <w:tab w:val="left" w:pos="6195"/>
        </w:tabs>
      </w:pPr>
      <w:r>
        <w:t>350.0160</w:t>
      </w:r>
      <w:r>
        <w:tab/>
        <w:t>1.597e0</w:t>
      </w:r>
    </w:p>
    <w:p w:rsidR="00354DF7" w:rsidRDefault="00354DF7" w:rsidP="00354DF7">
      <w:pPr>
        <w:tabs>
          <w:tab w:val="left" w:pos="6195"/>
        </w:tabs>
      </w:pPr>
      <w:r>
        <w:t>350.0453</w:t>
      </w:r>
      <w:r>
        <w:tab/>
        <w:t>2.368e0</w:t>
      </w:r>
    </w:p>
    <w:p w:rsidR="00354DF7" w:rsidRDefault="00354DF7" w:rsidP="00354DF7">
      <w:pPr>
        <w:tabs>
          <w:tab w:val="left" w:pos="6195"/>
        </w:tabs>
      </w:pPr>
      <w:r>
        <w:t>350.0504</w:t>
      </w:r>
      <w:r>
        <w:tab/>
        <w:t>1.228e0</w:t>
      </w:r>
    </w:p>
    <w:p w:rsidR="00354DF7" w:rsidRDefault="00354DF7" w:rsidP="00354DF7">
      <w:pPr>
        <w:tabs>
          <w:tab w:val="left" w:pos="6195"/>
        </w:tabs>
      </w:pPr>
      <w:r>
        <w:t>350.0620</w:t>
      </w:r>
      <w:r>
        <w:tab/>
        <w:t>3.582e0</w:t>
      </w:r>
    </w:p>
    <w:p w:rsidR="00354DF7" w:rsidRDefault="00354DF7" w:rsidP="00354DF7">
      <w:pPr>
        <w:tabs>
          <w:tab w:val="left" w:pos="6195"/>
        </w:tabs>
      </w:pPr>
      <w:r>
        <w:t>350.0730</w:t>
      </w:r>
      <w:r>
        <w:tab/>
        <w:t>3.541e0</w:t>
      </w:r>
    </w:p>
    <w:p w:rsidR="00354DF7" w:rsidRDefault="00354DF7" w:rsidP="00354DF7">
      <w:pPr>
        <w:tabs>
          <w:tab w:val="left" w:pos="6195"/>
        </w:tabs>
      </w:pPr>
      <w:r>
        <w:t>350.0822</w:t>
      </w:r>
      <w:r>
        <w:tab/>
        <w:t>1.085e0</w:t>
      </w:r>
    </w:p>
    <w:p w:rsidR="00354DF7" w:rsidRDefault="00354DF7" w:rsidP="00354DF7">
      <w:pPr>
        <w:tabs>
          <w:tab w:val="left" w:pos="6195"/>
        </w:tabs>
      </w:pPr>
      <w:r>
        <w:t>350.0944</w:t>
      </w:r>
      <w:r>
        <w:tab/>
        <w:t>2.051e0</w:t>
      </w:r>
    </w:p>
    <w:p w:rsidR="00354DF7" w:rsidRDefault="00354DF7" w:rsidP="00354DF7">
      <w:pPr>
        <w:tabs>
          <w:tab w:val="left" w:pos="6195"/>
        </w:tabs>
      </w:pPr>
      <w:r>
        <w:t>350.1934</w:t>
      </w:r>
      <w:r>
        <w:tab/>
        <w:t>2.653e0</w:t>
      </w:r>
    </w:p>
    <w:p w:rsidR="00354DF7" w:rsidRDefault="00354DF7" w:rsidP="00354DF7">
      <w:pPr>
        <w:tabs>
          <w:tab w:val="left" w:pos="6195"/>
        </w:tabs>
      </w:pPr>
      <w:r>
        <w:t>350.3177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350.3556</w:t>
      </w:r>
      <w:r>
        <w:tab/>
        <w:t>2.376e0</w:t>
      </w:r>
    </w:p>
    <w:p w:rsidR="00354DF7" w:rsidRDefault="00354DF7" w:rsidP="00354DF7">
      <w:pPr>
        <w:tabs>
          <w:tab w:val="left" w:pos="6195"/>
        </w:tabs>
      </w:pPr>
      <w:r>
        <w:lastRenderedPageBreak/>
        <w:t>350.3742</w:t>
      </w:r>
      <w:r>
        <w:tab/>
        <w:t>1.493e0</w:t>
      </w:r>
    </w:p>
    <w:p w:rsidR="00354DF7" w:rsidRDefault="00354DF7" w:rsidP="00354DF7">
      <w:pPr>
        <w:tabs>
          <w:tab w:val="left" w:pos="6195"/>
        </w:tabs>
      </w:pPr>
      <w:r>
        <w:t>350.3832</w:t>
      </w:r>
      <w:r>
        <w:tab/>
        <w:t>4.447e0</w:t>
      </w:r>
    </w:p>
    <w:p w:rsidR="00354DF7" w:rsidRDefault="00354DF7" w:rsidP="00354DF7">
      <w:pPr>
        <w:tabs>
          <w:tab w:val="left" w:pos="6195"/>
        </w:tabs>
      </w:pPr>
      <w:r>
        <w:t>350.4025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350.4044</w:t>
      </w:r>
      <w:r>
        <w:tab/>
        <w:t>3.282e0</w:t>
      </w:r>
    </w:p>
    <w:p w:rsidR="00354DF7" w:rsidRDefault="00354DF7" w:rsidP="00354DF7">
      <w:pPr>
        <w:tabs>
          <w:tab w:val="left" w:pos="6195"/>
        </w:tabs>
      </w:pPr>
      <w:r>
        <w:t>350.4087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350.4461</w:t>
      </w:r>
      <w:r>
        <w:tab/>
        <w:t>1.998e0</w:t>
      </w:r>
    </w:p>
    <w:p w:rsidR="00354DF7" w:rsidRDefault="00354DF7" w:rsidP="00354DF7">
      <w:pPr>
        <w:tabs>
          <w:tab w:val="left" w:pos="6195"/>
        </w:tabs>
      </w:pPr>
      <w:r>
        <w:t>350.4579</w:t>
      </w:r>
      <w:r>
        <w:tab/>
        <w:t>1.422e0</w:t>
      </w:r>
    </w:p>
    <w:p w:rsidR="00354DF7" w:rsidRDefault="00354DF7" w:rsidP="00354DF7">
      <w:pPr>
        <w:tabs>
          <w:tab w:val="left" w:pos="6195"/>
        </w:tabs>
      </w:pPr>
      <w:r>
        <w:t>350.4649</w:t>
      </w:r>
      <w:r>
        <w:tab/>
        <w:t>1.162e0</w:t>
      </w:r>
    </w:p>
    <w:p w:rsidR="00354DF7" w:rsidRDefault="00354DF7" w:rsidP="00354DF7">
      <w:pPr>
        <w:tabs>
          <w:tab w:val="left" w:pos="6195"/>
        </w:tabs>
      </w:pPr>
      <w:r>
        <w:t>350.4738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350.4766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350.4807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350.5146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350.5636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350.5696</w:t>
      </w:r>
      <w:r>
        <w:tab/>
        <w:t>4.353e0</w:t>
      </w:r>
    </w:p>
    <w:p w:rsidR="00354DF7" w:rsidRDefault="00354DF7" w:rsidP="00354DF7">
      <w:pPr>
        <w:tabs>
          <w:tab w:val="left" w:pos="6195"/>
        </w:tabs>
      </w:pPr>
      <w:r>
        <w:t>350.5924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350.6045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350.6132</w:t>
      </w:r>
      <w:r>
        <w:tab/>
        <w:t>1.907e0</w:t>
      </w:r>
    </w:p>
    <w:p w:rsidR="00354DF7" w:rsidRDefault="00354DF7" w:rsidP="00354DF7">
      <w:pPr>
        <w:tabs>
          <w:tab w:val="left" w:pos="6195"/>
        </w:tabs>
      </w:pPr>
      <w:r>
        <w:t>350.6220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350.6422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350.6722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350.6876</w:t>
      </w:r>
      <w:r>
        <w:tab/>
        <w:t>3.016e0</w:t>
      </w:r>
    </w:p>
    <w:p w:rsidR="00354DF7" w:rsidRDefault="00354DF7" w:rsidP="00354DF7">
      <w:pPr>
        <w:tabs>
          <w:tab w:val="left" w:pos="6195"/>
        </w:tabs>
      </w:pPr>
      <w:r>
        <w:t>350.6976</w:t>
      </w:r>
      <w:r>
        <w:tab/>
        <w:t>1.728e0</w:t>
      </w:r>
    </w:p>
    <w:p w:rsidR="00354DF7" w:rsidRDefault="00354DF7" w:rsidP="00354DF7">
      <w:pPr>
        <w:tabs>
          <w:tab w:val="left" w:pos="6195"/>
        </w:tabs>
      </w:pPr>
      <w:r>
        <w:t>350.7470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350.7625</w:t>
      </w:r>
      <w:r>
        <w:tab/>
        <w:t>1.973e0</w:t>
      </w:r>
    </w:p>
    <w:p w:rsidR="00354DF7" w:rsidRDefault="00354DF7" w:rsidP="00354DF7">
      <w:pPr>
        <w:tabs>
          <w:tab w:val="left" w:pos="6195"/>
        </w:tabs>
      </w:pPr>
      <w:r>
        <w:t>350.7659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350.7722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350.7782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350.7821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350.8071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350.8162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350.8217</w:t>
      </w:r>
      <w:r>
        <w:tab/>
        <w:t>2.127e0</w:t>
      </w:r>
    </w:p>
    <w:p w:rsidR="00354DF7" w:rsidRDefault="00354DF7" w:rsidP="00354DF7">
      <w:pPr>
        <w:tabs>
          <w:tab w:val="left" w:pos="6195"/>
        </w:tabs>
      </w:pPr>
      <w:r>
        <w:t>350.8346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350.8481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350.8588</w:t>
      </w:r>
      <w:r>
        <w:tab/>
        <w:t>1.947e0</w:t>
      </w:r>
    </w:p>
    <w:p w:rsidR="00354DF7" w:rsidRDefault="00354DF7" w:rsidP="00354DF7">
      <w:pPr>
        <w:tabs>
          <w:tab w:val="left" w:pos="6195"/>
        </w:tabs>
      </w:pPr>
      <w:r>
        <w:t>350.8810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350.8920</w:t>
      </w:r>
      <w:r>
        <w:tab/>
        <w:t>1.322e0</w:t>
      </w:r>
    </w:p>
    <w:p w:rsidR="00354DF7" w:rsidRDefault="00354DF7" w:rsidP="00354DF7">
      <w:pPr>
        <w:tabs>
          <w:tab w:val="left" w:pos="6195"/>
        </w:tabs>
      </w:pPr>
      <w:r>
        <w:t>350.9206</w:t>
      </w:r>
      <w:r>
        <w:tab/>
        <w:t>1.227e0</w:t>
      </w:r>
    </w:p>
    <w:p w:rsidR="00354DF7" w:rsidRDefault="00354DF7" w:rsidP="00354DF7">
      <w:pPr>
        <w:tabs>
          <w:tab w:val="left" w:pos="6195"/>
        </w:tabs>
      </w:pPr>
      <w:r>
        <w:t>351.0154</w:t>
      </w:r>
      <w:r>
        <w:tab/>
        <w:t>2.302e0</w:t>
      </w:r>
    </w:p>
    <w:p w:rsidR="00354DF7" w:rsidRDefault="00354DF7" w:rsidP="00354DF7">
      <w:pPr>
        <w:tabs>
          <w:tab w:val="left" w:pos="6195"/>
        </w:tabs>
      </w:pPr>
      <w:r>
        <w:lastRenderedPageBreak/>
        <w:t>351.0332</w:t>
      </w:r>
      <w:r>
        <w:tab/>
        <w:t>1.669e0</w:t>
      </w:r>
    </w:p>
    <w:p w:rsidR="00354DF7" w:rsidRDefault="00354DF7" w:rsidP="00354DF7">
      <w:pPr>
        <w:tabs>
          <w:tab w:val="left" w:pos="6195"/>
        </w:tabs>
      </w:pPr>
      <w:r>
        <w:t>351.0381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351.0474</w:t>
      </w:r>
      <w:r>
        <w:tab/>
        <w:t>1.625e0</w:t>
      </w:r>
    </w:p>
    <w:p w:rsidR="00354DF7" w:rsidRDefault="00354DF7" w:rsidP="00354DF7">
      <w:pPr>
        <w:tabs>
          <w:tab w:val="left" w:pos="6195"/>
        </w:tabs>
      </w:pPr>
      <w:r>
        <w:t>351.0553</w:t>
      </w:r>
      <w:r>
        <w:tab/>
        <w:t>1.576e0</w:t>
      </w:r>
    </w:p>
    <w:p w:rsidR="00354DF7" w:rsidRDefault="00354DF7" w:rsidP="00354DF7">
      <w:pPr>
        <w:tabs>
          <w:tab w:val="left" w:pos="6195"/>
        </w:tabs>
      </w:pPr>
      <w:r>
        <w:t>351.0892</w:t>
      </w:r>
      <w:r>
        <w:tab/>
        <w:t>3.517e0</w:t>
      </w:r>
    </w:p>
    <w:p w:rsidR="00354DF7" w:rsidRDefault="00354DF7" w:rsidP="00354DF7">
      <w:pPr>
        <w:tabs>
          <w:tab w:val="left" w:pos="6195"/>
        </w:tabs>
      </w:pPr>
      <w:r>
        <w:t>351.1862</w:t>
      </w:r>
      <w:r>
        <w:tab/>
        <w:t>6.378e1</w:t>
      </w:r>
    </w:p>
    <w:p w:rsidR="00354DF7" w:rsidRDefault="00354DF7" w:rsidP="00354DF7">
      <w:pPr>
        <w:tabs>
          <w:tab w:val="left" w:pos="6195"/>
        </w:tabs>
      </w:pPr>
      <w:r>
        <w:t>351.1876</w:t>
      </w:r>
      <w:r>
        <w:tab/>
        <w:t>4.803e1</w:t>
      </w:r>
    </w:p>
    <w:p w:rsidR="00354DF7" w:rsidRDefault="00354DF7" w:rsidP="00354DF7">
      <w:pPr>
        <w:tabs>
          <w:tab w:val="left" w:pos="6195"/>
        </w:tabs>
      </w:pPr>
      <w:r>
        <w:t>351.1895</w:t>
      </w:r>
      <w:r>
        <w:tab/>
        <w:t>3.016e2</w:t>
      </w:r>
    </w:p>
    <w:p w:rsidR="00354DF7" w:rsidRDefault="00354DF7" w:rsidP="00354DF7">
      <w:pPr>
        <w:tabs>
          <w:tab w:val="left" w:pos="6195"/>
        </w:tabs>
      </w:pPr>
      <w:r>
        <w:t>351.1917</w:t>
      </w:r>
      <w:r>
        <w:tab/>
        <w:t>1.459e2</w:t>
      </w:r>
    </w:p>
    <w:p w:rsidR="00354DF7" w:rsidRDefault="00354DF7" w:rsidP="00354DF7">
      <w:pPr>
        <w:tabs>
          <w:tab w:val="left" w:pos="6195"/>
        </w:tabs>
      </w:pPr>
      <w:r>
        <w:t>351.2390</w:t>
      </w:r>
      <w:r>
        <w:tab/>
        <w:t>4.861e0</w:t>
      </w:r>
    </w:p>
    <w:p w:rsidR="00354DF7" w:rsidRDefault="00354DF7" w:rsidP="00354DF7">
      <w:pPr>
        <w:tabs>
          <w:tab w:val="left" w:pos="6195"/>
        </w:tabs>
      </w:pPr>
      <w:r>
        <w:t>351.2502</w:t>
      </w:r>
      <w:r>
        <w:tab/>
        <w:t>3.165e0</w:t>
      </w:r>
    </w:p>
    <w:p w:rsidR="00354DF7" w:rsidRDefault="00354DF7" w:rsidP="00354DF7">
      <w:pPr>
        <w:tabs>
          <w:tab w:val="left" w:pos="6195"/>
        </w:tabs>
      </w:pPr>
      <w:r>
        <w:t>351.2569</w:t>
      </w:r>
      <w:r>
        <w:tab/>
        <w:t>2.195e0</w:t>
      </w:r>
    </w:p>
    <w:p w:rsidR="00354DF7" w:rsidRDefault="00354DF7" w:rsidP="00354DF7">
      <w:pPr>
        <w:tabs>
          <w:tab w:val="left" w:pos="6195"/>
        </w:tabs>
      </w:pPr>
      <w:r>
        <w:t>351.2965</w:t>
      </w:r>
      <w:r>
        <w:tab/>
        <w:t>1.537e0</w:t>
      </w:r>
    </w:p>
    <w:p w:rsidR="00354DF7" w:rsidRDefault="00354DF7" w:rsidP="00354DF7">
      <w:pPr>
        <w:tabs>
          <w:tab w:val="left" w:pos="6195"/>
        </w:tabs>
      </w:pPr>
      <w:r>
        <w:t>351.3204</w:t>
      </w:r>
      <w:r>
        <w:tab/>
        <w:t>1.173e0</w:t>
      </w:r>
    </w:p>
    <w:p w:rsidR="00354DF7" w:rsidRDefault="00354DF7" w:rsidP="00354DF7">
      <w:pPr>
        <w:tabs>
          <w:tab w:val="left" w:pos="6195"/>
        </w:tabs>
      </w:pPr>
      <w:r>
        <w:t>351.3260</w:t>
      </w:r>
      <w:r>
        <w:tab/>
        <w:t>3.096e0</w:t>
      </w:r>
    </w:p>
    <w:p w:rsidR="00354DF7" w:rsidRDefault="00354DF7" w:rsidP="00354DF7">
      <w:pPr>
        <w:tabs>
          <w:tab w:val="left" w:pos="6195"/>
        </w:tabs>
      </w:pPr>
      <w:r>
        <w:t>351.3540</w:t>
      </w:r>
      <w:r>
        <w:tab/>
        <w:t>3.097e0</w:t>
      </w:r>
    </w:p>
    <w:p w:rsidR="00354DF7" w:rsidRDefault="00354DF7" w:rsidP="00354DF7">
      <w:pPr>
        <w:tabs>
          <w:tab w:val="left" w:pos="6195"/>
        </w:tabs>
      </w:pPr>
      <w:r>
        <w:t>351.3633</w:t>
      </w:r>
      <w:r>
        <w:tab/>
        <w:t>3.516e0</w:t>
      </w:r>
    </w:p>
    <w:p w:rsidR="00354DF7" w:rsidRDefault="00354DF7" w:rsidP="00354DF7">
      <w:pPr>
        <w:tabs>
          <w:tab w:val="left" w:pos="6195"/>
        </w:tabs>
      </w:pPr>
      <w:r>
        <w:t>351.3645</w:t>
      </w:r>
      <w:r>
        <w:tab/>
        <w:t>1.154e0</w:t>
      </w:r>
    </w:p>
    <w:p w:rsidR="00354DF7" w:rsidRDefault="00354DF7" w:rsidP="00354DF7">
      <w:pPr>
        <w:tabs>
          <w:tab w:val="left" w:pos="6195"/>
        </w:tabs>
      </w:pPr>
      <w:r>
        <w:t>351.3696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351.4087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351.4115</w:t>
      </w:r>
      <w:r>
        <w:tab/>
        <w:t>2.604e0</w:t>
      </w:r>
    </w:p>
    <w:p w:rsidR="00354DF7" w:rsidRDefault="00354DF7" w:rsidP="00354DF7">
      <w:pPr>
        <w:tabs>
          <w:tab w:val="left" w:pos="6195"/>
        </w:tabs>
      </w:pPr>
      <w:r>
        <w:t>351.4163</w:t>
      </w:r>
      <w:r>
        <w:tab/>
        <w:t>2.867e0</w:t>
      </w:r>
    </w:p>
    <w:p w:rsidR="00354DF7" w:rsidRDefault="00354DF7" w:rsidP="00354DF7">
      <w:pPr>
        <w:tabs>
          <w:tab w:val="left" w:pos="6195"/>
        </w:tabs>
      </w:pPr>
      <w:r>
        <w:t>351.4200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351.4219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351.4464</w:t>
      </w:r>
      <w:r>
        <w:tab/>
        <w:t>9.051e0</w:t>
      </w:r>
    </w:p>
    <w:p w:rsidR="00354DF7" w:rsidRDefault="00354DF7" w:rsidP="00354DF7">
      <w:pPr>
        <w:tabs>
          <w:tab w:val="left" w:pos="6195"/>
        </w:tabs>
      </w:pPr>
      <w:r>
        <w:t>351.4698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351.4738</w:t>
      </w:r>
      <w:r>
        <w:tab/>
        <w:t>3.145e0</w:t>
      </w:r>
    </w:p>
    <w:p w:rsidR="00354DF7" w:rsidRDefault="00354DF7" w:rsidP="00354DF7">
      <w:pPr>
        <w:tabs>
          <w:tab w:val="left" w:pos="6195"/>
        </w:tabs>
      </w:pPr>
      <w:r>
        <w:t>351.4828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351.4893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351.5080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351.5116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351.5206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351.5285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351.5328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351.5527</w:t>
      </w:r>
      <w:r>
        <w:tab/>
        <w:t>1.679e0</w:t>
      </w:r>
    </w:p>
    <w:p w:rsidR="00354DF7" w:rsidRDefault="00354DF7" w:rsidP="00354DF7">
      <w:pPr>
        <w:tabs>
          <w:tab w:val="left" w:pos="6195"/>
        </w:tabs>
      </w:pPr>
      <w:r>
        <w:t>351.5583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351.5898</w:t>
      </w:r>
      <w:r>
        <w:tab/>
        <w:t>4.850e0</w:t>
      </w:r>
    </w:p>
    <w:p w:rsidR="00354DF7" w:rsidRDefault="00354DF7" w:rsidP="00354DF7">
      <w:pPr>
        <w:tabs>
          <w:tab w:val="left" w:pos="6195"/>
        </w:tabs>
      </w:pPr>
      <w:r>
        <w:t>351.6087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351.6412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351.6468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351.6488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351.6814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351.6832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351.6955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351.7138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351.7430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351.7523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351.7597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351.7722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351.7924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351.7975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351.8093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351.8229</w:t>
      </w:r>
      <w:r>
        <w:tab/>
        <w:t>4.162e0</w:t>
      </w:r>
    </w:p>
    <w:p w:rsidR="00354DF7" w:rsidRDefault="00354DF7" w:rsidP="00354DF7">
      <w:pPr>
        <w:tabs>
          <w:tab w:val="left" w:pos="6195"/>
        </w:tabs>
      </w:pPr>
      <w:r>
        <w:t>351.8559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351.8622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351.8864</w:t>
      </w:r>
      <w:r>
        <w:tab/>
        <w:t>9.671e0</w:t>
      </w:r>
    </w:p>
    <w:p w:rsidR="00354DF7" w:rsidRDefault="00354DF7" w:rsidP="00354DF7">
      <w:pPr>
        <w:tabs>
          <w:tab w:val="left" w:pos="6195"/>
        </w:tabs>
      </w:pPr>
      <w:r>
        <w:t>351.8897</w:t>
      </w:r>
      <w:r>
        <w:tab/>
        <w:t>1.406e0</w:t>
      </w:r>
    </w:p>
    <w:p w:rsidR="00354DF7" w:rsidRDefault="00354DF7" w:rsidP="00354DF7">
      <w:pPr>
        <w:tabs>
          <w:tab w:val="left" w:pos="6195"/>
        </w:tabs>
      </w:pPr>
      <w:r>
        <w:lastRenderedPageBreak/>
        <w:t>351.8916</w:t>
      </w:r>
      <w:r>
        <w:tab/>
        <w:t>1.964e0</w:t>
      </w:r>
    </w:p>
    <w:p w:rsidR="00354DF7" w:rsidRDefault="00354DF7" w:rsidP="00354DF7">
      <w:pPr>
        <w:tabs>
          <w:tab w:val="left" w:pos="6195"/>
        </w:tabs>
      </w:pPr>
      <w:r>
        <w:t>351.8943</w:t>
      </w:r>
      <w:r>
        <w:tab/>
        <w:t>5.865e0</w:t>
      </w:r>
    </w:p>
    <w:p w:rsidR="00354DF7" w:rsidRDefault="00354DF7" w:rsidP="00354DF7">
      <w:pPr>
        <w:tabs>
          <w:tab w:val="left" w:pos="6195"/>
        </w:tabs>
      </w:pPr>
      <w:r>
        <w:t>351.9454</w:t>
      </w:r>
      <w:r>
        <w:tab/>
        <w:t>3.690e0</w:t>
      </w:r>
    </w:p>
    <w:p w:rsidR="00354DF7" w:rsidRDefault="00354DF7" w:rsidP="00354DF7">
      <w:pPr>
        <w:tabs>
          <w:tab w:val="left" w:pos="6195"/>
        </w:tabs>
      </w:pPr>
      <w:r>
        <w:t>351.9556</w:t>
      </w:r>
      <w:r>
        <w:tab/>
        <w:t>2.199e0</w:t>
      </w:r>
    </w:p>
    <w:p w:rsidR="00354DF7" w:rsidRDefault="00354DF7" w:rsidP="00354DF7">
      <w:pPr>
        <w:tabs>
          <w:tab w:val="left" w:pos="6195"/>
        </w:tabs>
      </w:pPr>
      <w:r>
        <w:t>351.9635</w:t>
      </w:r>
      <w:r>
        <w:tab/>
        <w:t>2.233e0</w:t>
      </w:r>
    </w:p>
    <w:p w:rsidR="00354DF7" w:rsidRDefault="00354DF7" w:rsidP="00354DF7">
      <w:pPr>
        <w:tabs>
          <w:tab w:val="left" w:pos="6195"/>
        </w:tabs>
      </w:pPr>
      <w:r>
        <w:t>351.9758</w:t>
      </w:r>
      <w:r>
        <w:tab/>
        <w:t>4.043e0</w:t>
      </w:r>
    </w:p>
    <w:p w:rsidR="00354DF7" w:rsidRDefault="00354DF7" w:rsidP="00354DF7">
      <w:pPr>
        <w:tabs>
          <w:tab w:val="left" w:pos="6195"/>
        </w:tabs>
      </w:pPr>
      <w:r>
        <w:t>351.9864</w:t>
      </w:r>
      <w:r>
        <w:tab/>
        <w:t>1.075e0</w:t>
      </w:r>
    </w:p>
    <w:p w:rsidR="00354DF7" w:rsidRDefault="00354DF7" w:rsidP="00354DF7">
      <w:pPr>
        <w:tabs>
          <w:tab w:val="left" w:pos="6195"/>
        </w:tabs>
      </w:pPr>
      <w:r>
        <w:t>351.9922</w:t>
      </w:r>
      <w:r>
        <w:tab/>
        <w:t>2.855e0</w:t>
      </w:r>
    </w:p>
    <w:p w:rsidR="00354DF7" w:rsidRDefault="00354DF7" w:rsidP="00354DF7">
      <w:pPr>
        <w:tabs>
          <w:tab w:val="left" w:pos="6195"/>
        </w:tabs>
      </w:pPr>
      <w:r>
        <w:t>352.0031</w:t>
      </w:r>
      <w:r>
        <w:tab/>
        <w:t>1.619e0</w:t>
      </w:r>
    </w:p>
    <w:p w:rsidR="00354DF7" w:rsidRDefault="00354DF7" w:rsidP="00354DF7">
      <w:pPr>
        <w:tabs>
          <w:tab w:val="left" w:pos="6195"/>
        </w:tabs>
      </w:pPr>
      <w:r>
        <w:t>352.0170</w:t>
      </w:r>
      <w:r>
        <w:tab/>
        <w:t>1.939e0</w:t>
      </w:r>
    </w:p>
    <w:p w:rsidR="00354DF7" w:rsidRDefault="00354DF7" w:rsidP="00354DF7">
      <w:pPr>
        <w:tabs>
          <w:tab w:val="left" w:pos="6195"/>
        </w:tabs>
      </w:pPr>
      <w:r>
        <w:t>352.0207</w:t>
      </w:r>
      <w:r>
        <w:tab/>
        <w:t>2.340e0</w:t>
      </w:r>
    </w:p>
    <w:p w:rsidR="00354DF7" w:rsidRDefault="00354DF7" w:rsidP="00354DF7">
      <w:pPr>
        <w:tabs>
          <w:tab w:val="left" w:pos="6195"/>
        </w:tabs>
      </w:pPr>
      <w:r>
        <w:t>352.0345</w:t>
      </w:r>
      <w:r>
        <w:tab/>
        <w:t>3.066e0</w:t>
      </w:r>
    </w:p>
    <w:p w:rsidR="00354DF7" w:rsidRDefault="00354DF7" w:rsidP="00354DF7">
      <w:pPr>
        <w:tabs>
          <w:tab w:val="left" w:pos="6195"/>
        </w:tabs>
      </w:pPr>
      <w:r>
        <w:t>352.0463</w:t>
      </w:r>
      <w:r>
        <w:tab/>
        <w:t>6.783e0</w:t>
      </w:r>
    </w:p>
    <w:p w:rsidR="00354DF7" w:rsidRDefault="00354DF7" w:rsidP="00354DF7">
      <w:pPr>
        <w:tabs>
          <w:tab w:val="left" w:pos="6195"/>
        </w:tabs>
      </w:pPr>
      <w:r>
        <w:t>352.0498</w:t>
      </w:r>
      <w:r>
        <w:tab/>
        <w:t>7.610e0</w:t>
      </w:r>
    </w:p>
    <w:p w:rsidR="00354DF7" w:rsidRDefault="00354DF7" w:rsidP="00354DF7">
      <w:pPr>
        <w:tabs>
          <w:tab w:val="left" w:pos="6195"/>
        </w:tabs>
      </w:pPr>
      <w:r>
        <w:t>352.1145</w:t>
      </w:r>
      <w:r>
        <w:tab/>
        <w:t>1.752e1</w:t>
      </w:r>
    </w:p>
    <w:p w:rsidR="00354DF7" w:rsidRDefault="00354DF7" w:rsidP="00354DF7">
      <w:pPr>
        <w:tabs>
          <w:tab w:val="left" w:pos="6195"/>
        </w:tabs>
      </w:pPr>
      <w:r>
        <w:t>352.1173</w:t>
      </w:r>
      <w:r>
        <w:tab/>
        <w:t>2.612e1</w:t>
      </w:r>
    </w:p>
    <w:p w:rsidR="00354DF7" w:rsidRDefault="00354DF7" w:rsidP="00354DF7">
      <w:pPr>
        <w:tabs>
          <w:tab w:val="left" w:pos="6195"/>
        </w:tabs>
      </w:pPr>
      <w:r>
        <w:t>352.1186</w:t>
      </w:r>
      <w:r>
        <w:tab/>
        <w:t>3.498e0</w:t>
      </w:r>
    </w:p>
    <w:p w:rsidR="00354DF7" w:rsidRDefault="00354DF7" w:rsidP="00354DF7">
      <w:pPr>
        <w:tabs>
          <w:tab w:val="left" w:pos="6195"/>
        </w:tabs>
      </w:pPr>
      <w:r>
        <w:t>352.1205</w:t>
      </w:r>
      <w:r>
        <w:tab/>
        <w:t>8.320e0</w:t>
      </w:r>
    </w:p>
    <w:p w:rsidR="00354DF7" w:rsidRDefault="00354DF7" w:rsidP="00354DF7">
      <w:pPr>
        <w:tabs>
          <w:tab w:val="left" w:pos="6195"/>
        </w:tabs>
      </w:pPr>
      <w:r>
        <w:t>352.1241</w:t>
      </w:r>
      <w:r>
        <w:tab/>
        <w:t>5.370e0</w:t>
      </w:r>
    </w:p>
    <w:p w:rsidR="00354DF7" w:rsidRDefault="00354DF7" w:rsidP="00354DF7">
      <w:pPr>
        <w:tabs>
          <w:tab w:val="left" w:pos="6195"/>
        </w:tabs>
      </w:pPr>
      <w:r>
        <w:lastRenderedPageBreak/>
        <w:t>352.1902</w:t>
      </w:r>
      <w:r>
        <w:tab/>
        <w:t>4.095e1</w:t>
      </w:r>
    </w:p>
    <w:p w:rsidR="00354DF7" w:rsidRDefault="00354DF7" w:rsidP="00354DF7">
      <w:pPr>
        <w:tabs>
          <w:tab w:val="left" w:pos="6195"/>
        </w:tabs>
      </w:pPr>
      <w:r>
        <w:t>352.1918</w:t>
      </w:r>
      <w:r>
        <w:tab/>
        <w:t>1.012e2</w:t>
      </w:r>
    </w:p>
    <w:p w:rsidR="00354DF7" w:rsidRDefault="00354DF7" w:rsidP="00354DF7">
      <w:pPr>
        <w:tabs>
          <w:tab w:val="left" w:pos="6195"/>
        </w:tabs>
      </w:pPr>
      <w:r>
        <w:t>352.1996</w:t>
      </w:r>
      <w:r>
        <w:tab/>
        <w:t>1.357e1</w:t>
      </w:r>
    </w:p>
    <w:p w:rsidR="00354DF7" w:rsidRDefault="00354DF7" w:rsidP="00354DF7">
      <w:pPr>
        <w:tabs>
          <w:tab w:val="left" w:pos="6195"/>
        </w:tabs>
      </w:pPr>
      <w:r>
        <w:t>352.2368</w:t>
      </w:r>
      <w:r>
        <w:tab/>
        <w:t>9.036e0</w:t>
      </w:r>
    </w:p>
    <w:p w:rsidR="00354DF7" w:rsidRDefault="00354DF7" w:rsidP="00354DF7">
      <w:pPr>
        <w:tabs>
          <w:tab w:val="left" w:pos="6195"/>
        </w:tabs>
      </w:pPr>
      <w:r>
        <w:t>352.2380</w:t>
      </w:r>
      <w:r>
        <w:tab/>
        <w:t>1.044e1</w:t>
      </w:r>
    </w:p>
    <w:p w:rsidR="00354DF7" w:rsidRDefault="00354DF7" w:rsidP="00354DF7">
      <w:pPr>
        <w:tabs>
          <w:tab w:val="left" w:pos="6195"/>
        </w:tabs>
      </w:pPr>
      <w:r>
        <w:t>352.2450</w:t>
      </w:r>
      <w:r>
        <w:tab/>
        <w:t>5.892e0</w:t>
      </w:r>
    </w:p>
    <w:p w:rsidR="00354DF7" w:rsidRDefault="00354DF7" w:rsidP="00354DF7">
      <w:pPr>
        <w:tabs>
          <w:tab w:val="left" w:pos="6195"/>
        </w:tabs>
      </w:pPr>
      <w:r>
        <w:t>352.2585</w:t>
      </w:r>
      <w:r>
        <w:tab/>
        <w:t>7.994e0</w:t>
      </w:r>
    </w:p>
    <w:p w:rsidR="00354DF7" w:rsidRDefault="00354DF7" w:rsidP="00354DF7">
      <w:pPr>
        <w:tabs>
          <w:tab w:val="left" w:pos="6195"/>
        </w:tabs>
      </w:pPr>
      <w:r>
        <w:t>352.2802</w:t>
      </w:r>
      <w:r>
        <w:tab/>
        <w:t>2.172e0</w:t>
      </w:r>
    </w:p>
    <w:p w:rsidR="00354DF7" w:rsidRDefault="00354DF7" w:rsidP="00354DF7">
      <w:pPr>
        <w:tabs>
          <w:tab w:val="left" w:pos="6195"/>
        </w:tabs>
      </w:pPr>
      <w:r>
        <w:t>352.2920</w:t>
      </w:r>
      <w:r>
        <w:tab/>
        <w:t>4.929e0</w:t>
      </w:r>
    </w:p>
    <w:p w:rsidR="00354DF7" w:rsidRDefault="00354DF7" w:rsidP="00354DF7">
      <w:pPr>
        <w:tabs>
          <w:tab w:val="left" w:pos="6195"/>
        </w:tabs>
      </w:pPr>
      <w:r>
        <w:t>352.3005</w:t>
      </w:r>
      <w:r>
        <w:tab/>
        <w:t>1.660e0</w:t>
      </w:r>
    </w:p>
    <w:p w:rsidR="00354DF7" w:rsidRDefault="00354DF7" w:rsidP="00354DF7">
      <w:pPr>
        <w:tabs>
          <w:tab w:val="left" w:pos="6195"/>
        </w:tabs>
      </w:pPr>
      <w:r>
        <w:t>352.3037</w:t>
      </w:r>
      <w:r>
        <w:tab/>
        <w:t>3.232e0</w:t>
      </w:r>
    </w:p>
    <w:p w:rsidR="00354DF7" w:rsidRDefault="00354DF7" w:rsidP="00354DF7">
      <w:pPr>
        <w:tabs>
          <w:tab w:val="left" w:pos="6195"/>
        </w:tabs>
      </w:pPr>
      <w:r>
        <w:t>352.3051</w:t>
      </w:r>
      <w:r>
        <w:tab/>
        <w:t>1.592e0</w:t>
      </w:r>
    </w:p>
    <w:p w:rsidR="00354DF7" w:rsidRDefault="00354DF7" w:rsidP="00354DF7">
      <w:pPr>
        <w:tabs>
          <w:tab w:val="left" w:pos="6195"/>
        </w:tabs>
      </w:pPr>
      <w:r>
        <w:t>352.3073</w:t>
      </w:r>
      <w:r>
        <w:tab/>
        <w:t>2.138e0</w:t>
      </w:r>
    </w:p>
    <w:p w:rsidR="00354DF7" w:rsidRDefault="00354DF7" w:rsidP="00354DF7">
      <w:pPr>
        <w:tabs>
          <w:tab w:val="left" w:pos="6195"/>
        </w:tabs>
      </w:pPr>
      <w:r>
        <w:t>352.3193</w:t>
      </w:r>
      <w:r>
        <w:tab/>
        <w:t>2.405e0</w:t>
      </w:r>
    </w:p>
    <w:p w:rsidR="00354DF7" w:rsidRDefault="00354DF7" w:rsidP="00354DF7">
      <w:pPr>
        <w:tabs>
          <w:tab w:val="left" w:pos="6195"/>
        </w:tabs>
      </w:pPr>
      <w:r>
        <w:t>352.3672</w:t>
      </w:r>
      <w:r>
        <w:tab/>
        <w:t>1.645e0</w:t>
      </w:r>
    </w:p>
    <w:p w:rsidR="00354DF7" w:rsidRDefault="00354DF7" w:rsidP="00354DF7">
      <w:pPr>
        <w:tabs>
          <w:tab w:val="left" w:pos="6195"/>
        </w:tabs>
      </w:pPr>
      <w:r>
        <w:t>352.3752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352.3771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352.3824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352.3868</w:t>
      </w:r>
      <w:r>
        <w:tab/>
        <w:t>1.730e0</w:t>
      </w:r>
    </w:p>
    <w:p w:rsidR="00354DF7" w:rsidRDefault="00354DF7" w:rsidP="00354DF7">
      <w:pPr>
        <w:tabs>
          <w:tab w:val="left" w:pos="6195"/>
        </w:tabs>
      </w:pPr>
      <w:r>
        <w:lastRenderedPageBreak/>
        <w:t>352.4275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352.4318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352.4330</w:t>
      </w:r>
      <w:r>
        <w:tab/>
        <w:t>3.330e0</w:t>
      </w:r>
    </w:p>
    <w:p w:rsidR="00354DF7" w:rsidRDefault="00354DF7" w:rsidP="00354DF7">
      <w:pPr>
        <w:tabs>
          <w:tab w:val="left" w:pos="6195"/>
        </w:tabs>
      </w:pPr>
      <w:r>
        <w:t>352.4401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352.4437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352.4542</w:t>
      </w:r>
      <w:r>
        <w:tab/>
        <w:t>2.821e0</w:t>
      </w:r>
    </w:p>
    <w:p w:rsidR="00354DF7" w:rsidRDefault="00354DF7" w:rsidP="00354DF7">
      <w:pPr>
        <w:tabs>
          <w:tab w:val="left" w:pos="6195"/>
        </w:tabs>
      </w:pPr>
      <w:r>
        <w:t>352.4817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352.4862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352.4893</w:t>
      </w:r>
      <w:r>
        <w:tab/>
        <w:t>4.646e0</w:t>
      </w:r>
    </w:p>
    <w:p w:rsidR="00354DF7" w:rsidRDefault="00354DF7" w:rsidP="00354DF7">
      <w:pPr>
        <w:tabs>
          <w:tab w:val="left" w:pos="6195"/>
        </w:tabs>
      </w:pPr>
      <w:r>
        <w:t>352.5064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352.5169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352.5333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352.5351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352.5611</w:t>
      </w:r>
      <w:r>
        <w:tab/>
        <w:t>4.321e0</w:t>
      </w:r>
    </w:p>
    <w:p w:rsidR="00354DF7" w:rsidRDefault="00354DF7" w:rsidP="00354DF7">
      <w:pPr>
        <w:tabs>
          <w:tab w:val="left" w:pos="6195"/>
        </w:tabs>
      </w:pPr>
      <w:r>
        <w:t>352.5828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352.5910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352.6161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352.6182</w:t>
      </w:r>
      <w:r>
        <w:tab/>
        <w:t>1.450e0</w:t>
      </w:r>
    </w:p>
    <w:p w:rsidR="00354DF7" w:rsidRDefault="00354DF7" w:rsidP="00354DF7">
      <w:pPr>
        <w:tabs>
          <w:tab w:val="left" w:pos="6195"/>
        </w:tabs>
      </w:pPr>
      <w:r>
        <w:t>352.6301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352.6419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352.6490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352.6505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352.6798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352.7081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352.7118</w:t>
      </w:r>
      <w:r>
        <w:tab/>
        <w:t>4.811e0</w:t>
      </w:r>
    </w:p>
    <w:p w:rsidR="00354DF7" w:rsidRDefault="00354DF7" w:rsidP="00354DF7">
      <w:pPr>
        <w:tabs>
          <w:tab w:val="left" w:pos="6195"/>
        </w:tabs>
      </w:pPr>
      <w:r>
        <w:t>352.7151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352.7184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352.7251</w:t>
      </w:r>
      <w:r>
        <w:tab/>
        <w:t>1.081e0</w:t>
      </w:r>
    </w:p>
    <w:p w:rsidR="00354DF7" w:rsidRDefault="00354DF7" w:rsidP="00354DF7">
      <w:pPr>
        <w:tabs>
          <w:tab w:val="left" w:pos="6195"/>
        </w:tabs>
      </w:pPr>
      <w:r>
        <w:t>352.7366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352.7509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352.7706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352.8055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352.8136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352.8250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352.8409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352.8544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352.8616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352.8904</w:t>
      </w:r>
      <w:r>
        <w:tab/>
        <w:t>2.774e0</w:t>
      </w:r>
    </w:p>
    <w:p w:rsidR="00354DF7" w:rsidRDefault="00354DF7" w:rsidP="00354DF7">
      <w:pPr>
        <w:tabs>
          <w:tab w:val="left" w:pos="6195"/>
        </w:tabs>
      </w:pPr>
      <w:r>
        <w:lastRenderedPageBreak/>
        <w:t>352.8917</w:t>
      </w:r>
      <w:r>
        <w:tab/>
        <w:t>1.411e0</w:t>
      </w:r>
    </w:p>
    <w:p w:rsidR="00354DF7" w:rsidRDefault="00354DF7" w:rsidP="00354DF7">
      <w:pPr>
        <w:tabs>
          <w:tab w:val="left" w:pos="6195"/>
        </w:tabs>
      </w:pPr>
      <w:r>
        <w:t>352.9077</w:t>
      </w:r>
      <w:r>
        <w:tab/>
        <w:t>9.269e0</w:t>
      </w:r>
    </w:p>
    <w:p w:rsidR="00354DF7" w:rsidRDefault="00354DF7" w:rsidP="00354DF7">
      <w:pPr>
        <w:tabs>
          <w:tab w:val="left" w:pos="6195"/>
        </w:tabs>
      </w:pPr>
      <w:r>
        <w:t>352.9432</w:t>
      </w:r>
      <w:r>
        <w:tab/>
        <w:t>1.265e0</w:t>
      </w:r>
    </w:p>
    <w:p w:rsidR="00354DF7" w:rsidRDefault="00354DF7" w:rsidP="00354DF7">
      <w:pPr>
        <w:tabs>
          <w:tab w:val="left" w:pos="6195"/>
        </w:tabs>
      </w:pPr>
      <w:r>
        <w:t>352.9565</w:t>
      </w:r>
      <w:r>
        <w:tab/>
        <w:t>1.429e0</w:t>
      </w:r>
    </w:p>
    <w:p w:rsidR="00354DF7" w:rsidRDefault="00354DF7" w:rsidP="00354DF7">
      <w:pPr>
        <w:tabs>
          <w:tab w:val="left" w:pos="6195"/>
        </w:tabs>
      </w:pPr>
      <w:r>
        <w:t>352.9705</w:t>
      </w:r>
      <w:r>
        <w:tab/>
        <w:t>1.569e0</w:t>
      </w:r>
    </w:p>
    <w:p w:rsidR="00354DF7" w:rsidRDefault="00354DF7" w:rsidP="00354DF7">
      <w:pPr>
        <w:tabs>
          <w:tab w:val="left" w:pos="6195"/>
        </w:tabs>
      </w:pPr>
      <w:r>
        <w:t>352.9859</w:t>
      </w:r>
      <w:r>
        <w:tab/>
        <w:t>1.191e0</w:t>
      </w:r>
    </w:p>
    <w:p w:rsidR="00354DF7" w:rsidRDefault="00354DF7" w:rsidP="00354DF7">
      <w:pPr>
        <w:tabs>
          <w:tab w:val="left" w:pos="6195"/>
        </w:tabs>
      </w:pPr>
      <w:r>
        <w:t>352.9941</w:t>
      </w:r>
      <w:r>
        <w:tab/>
        <w:t>4.276e0</w:t>
      </w:r>
    </w:p>
    <w:p w:rsidR="00354DF7" w:rsidRDefault="00354DF7" w:rsidP="00354DF7">
      <w:pPr>
        <w:tabs>
          <w:tab w:val="left" w:pos="6195"/>
        </w:tabs>
      </w:pPr>
      <w:r>
        <w:t>353.0186</w:t>
      </w:r>
      <w:r>
        <w:tab/>
        <w:t>6.913e0</w:t>
      </w:r>
    </w:p>
    <w:p w:rsidR="00354DF7" w:rsidRDefault="00354DF7" w:rsidP="00354DF7">
      <w:pPr>
        <w:tabs>
          <w:tab w:val="left" w:pos="6195"/>
        </w:tabs>
      </w:pPr>
      <w:r>
        <w:t>353.0462</w:t>
      </w:r>
      <w:r>
        <w:tab/>
        <w:t>2.547e0</w:t>
      </w:r>
    </w:p>
    <w:p w:rsidR="00354DF7" w:rsidRDefault="00354DF7" w:rsidP="00354DF7">
      <w:pPr>
        <w:tabs>
          <w:tab w:val="left" w:pos="6195"/>
        </w:tabs>
      </w:pPr>
      <w:r>
        <w:t>353.0478</w:t>
      </w:r>
      <w:r>
        <w:tab/>
        <w:t>1.412e0</w:t>
      </w:r>
    </w:p>
    <w:p w:rsidR="00354DF7" w:rsidRDefault="00354DF7" w:rsidP="00354DF7">
      <w:pPr>
        <w:tabs>
          <w:tab w:val="left" w:pos="6195"/>
        </w:tabs>
      </w:pPr>
      <w:r>
        <w:t>353.0492</w:t>
      </w:r>
      <w:r>
        <w:tab/>
        <w:t>4.511e0</w:t>
      </w:r>
    </w:p>
    <w:p w:rsidR="00354DF7" w:rsidRDefault="00354DF7" w:rsidP="00354DF7">
      <w:pPr>
        <w:tabs>
          <w:tab w:val="left" w:pos="6195"/>
        </w:tabs>
      </w:pPr>
      <w:r>
        <w:t>353.0835</w:t>
      </w:r>
      <w:r>
        <w:tab/>
        <w:t>3.951e0</w:t>
      </w:r>
    </w:p>
    <w:p w:rsidR="00354DF7" w:rsidRDefault="00354DF7" w:rsidP="00354DF7">
      <w:pPr>
        <w:tabs>
          <w:tab w:val="left" w:pos="6195"/>
        </w:tabs>
      </w:pPr>
      <w:r>
        <w:t>353.0854</w:t>
      </w:r>
      <w:r>
        <w:tab/>
        <w:t>4.419e0</w:t>
      </w:r>
    </w:p>
    <w:p w:rsidR="00354DF7" w:rsidRDefault="00354DF7" w:rsidP="00354DF7">
      <w:pPr>
        <w:tabs>
          <w:tab w:val="left" w:pos="6195"/>
        </w:tabs>
      </w:pPr>
      <w:r>
        <w:t>353.1047</w:t>
      </w:r>
      <w:r>
        <w:tab/>
        <w:t>1.004e1</w:t>
      </w:r>
    </w:p>
    <w:p w:rsidR="00354DF7" w:rsidRDefault="00354DF7" w:rsidP="00354DF7">
      <w:pPr>
        <w:tabs>
          <w:tab w:val="left" w:pos="6195"/>
        </w:tabs>
      </w:pPr>
      <w:r>
        <w:t>353.1273</w:t>
      </w:r>
      <w:r>
        <w:tab/>
        <w:t>4.586e0</w:t>
      </w:r>
    </w:p>
    <w:p w:rsidR="00354DF7" w:rsidRDefault="00354DF7" w:rsidP="00354DF7">
      <w:pPr>
        <w:tabs>
          <w:tab w:val="left" w:pos="6195"/>
        </w:tabs>
      </w:pPr>
      <w:r>
        <w:t>353.2001</w:t>
      </w:r>
      <w:r>
        <w:tab/>
        <w:t>3.817e0</w:t>
      </w:r>
    </w:p>
    <w:p w:rsidR="00354DF7" w:rsidRDefault="00354DF7" w:rsidP="00354DF7">
      <w:pPr>
        <w:tabs>
          <w:tab w:val="left" w:pos="6195"/>
        </w:tabs>
      </w:pPr>
      <w:r>
        <w:t>353.2028</w:t>
      </w:r>
      <w:r>
        <w:tab/>
        <w:t>6.574e0</w:t>
      </w:r>
    </w:p>
    <w:p w:rsidR="00354DF7" w:rsidRDefault="00354DF7" w:rsidP="00354DF7">
      <w:pPr>
        <w:tabs>
          <w:tab w:val="left" w:pos="6195"/>
        </w:tabs>
      </w:pPr>
      <w:r>
        <w:t>353.2048</w:t>
      </w:r>
      <w:r>
        <w:tab/>
        <w:t>7.779e0</w:t>
      </w:r>
    </w:p>
    <w:p w:rsidR="00354DF7" w:rsidRDefault="00354DF7" w:rsidP="00354DF7">
      <w:pPr>
        <w:tabs>
          <w:tab w:val="left" w:pos="6195"/>
        </w:tabs>
      </w:pPr>
      <w:r>
        <w:t>353.2165</w:t>
      </w:r>
      <w:r>
        <w:tab/>
        <w:t>2.029e0</w:t>
      </w:r>
    </w:p>
    <w:p w:rsidR="00354DF7" w:rsidRDefault="00354DF7" w:rsidP="00354DF7">
      <w:pPr>
        <w:tabs>
          <w:tab w:val="left" w:pos="6195"/>
        </w:tabs>
      </w:pPr>
      <w:r>
        <w:lastRenderedPageBreak/>
        <w:t>353.2715</w:t>
      </w:r>
      <w:r>
        <w:tab/>
        <w:t>2.165e0</w:t>
      </w:r>
    </w:p>
    <w:p w:rsidR="00354DF7" w:rsidRDefault="00354DF7" w:rsidP="00354DF7">
      <w:pPr>
        <w:tabs>
          <w:tab w:val="left" w:pos="6195"/>
        </w:tabs>
      </w:pPr>
      <w:r>
        <w:t>353.2866</w:t>
      </w:r>
      <w:r>
        <w:tab/>
        <w:t>3.467e0</w:t>
      </w:r>
    </w:p>
    <w:p w:rsidR="00354DF7" w:rsidRDefault="00354DF7" w:rsidP="00354DF7">
      <w:pPr>
        <w:tabs>
          <w:tab w:val="left" w:pos="6195"/>
        </w:tabs>
      </w:pPr>
      <w:r>
        <w:t>353.3102</w:t>
      </w:r>
      <w:r>
        <w:tab/>
        <w:t>4.801e0</w:t>
      </w:r>
    </w:p>
    <w:p w:rsidR="00354DF7" w:rsidRDefault="00354DF7" w:rsidP="00354DF7">
      <w:pPr>
        <w:tabs>
          <w:tab w:val="left" w:pos="6195"/>
        </w:tabs>
      </w:pPr>
      <w:r>
        <w:t>353.3229</w:t>
      </w:r>
      <w:r>
        <w:tab/>
        <w:t>3.459e0</w:t>
      </w:r>
    </w:p>
    <w:p w:rsidR="00354DF7" w:rsidRDefault="00354DF7" w:rsidP="00354DF7">
      <w:pPr>
        <w:tabs>
          <w:tab w:val="left" w:pos="6195"/>
        </w:tabs>
      </w:pPr>
      <w:r>
        <w:t>353.3325</w:t>
      </w:r>
      <w:r>
        <w:tab/>
        <w:t>1.793e0</w:t>
      </w:r>
    </w:p>
    <w:p w:rsidR="00354DF7" w:rsidRDefault="00354DF7" w:rsidP="00354DF7">
      <w:pPr>
        <w:tabs>
          <w:tab w:val="left" w:pos="6195"/>
        </w:tabs>
      </w:pPr>
      <w:r>
        <w:t>353.3470</w:t>
      </w:r>
      <w:r>
        <w:tab/>
        <w:t>1.872e0</w:t>
      </w:r>
    </w:p>
    <w:p w:rsidR="00354DF7" w:rsidRDefault="00354DF7" w:rsidP="00354DF7">
      <w:pPr>
        <w:tabs>
          <w:tab w:val="left" w:pos="6195"/>
        </w:tabs>
      </w:pPr>
      <w:r>
        <w:t>353.3558</w:t>
      </w:r>
      <w:r>
        <w:tab/>
        <w:t>1.224e0</w:t>
      </w:r>
    </w:p>
    <w:p w:rsidR="00354DF7" w:rsidRDefault="00354DF7" w:rsidP="00354DF7">
      <w:pPr>
        <w:tabs>
          <w:tab w:val="left" w:pos="6195"/>
        </w:tabs>
      </w:pPr>
      <w:r>
        <w:t>353.3577</w:t>
      </w:r>
      <w:r>
        <w:tab/>
        <w:t>2.396e0</w:t>
      </w:r>
    </w:p>
    <w:p w:rsidR="00354DF7" w:rsidRDefault="00354DF7" w:rsidP="00354DF7">
      <w:pPr>
        <w:tabs>
          <w:tab w:val="left" w:pos="6195"/>
        </w:tabs>
      </w:pPr>
      <w:r>
        <w:t>353.4123</w:t>
      </w:r>
      <w:r>
        <w:tab/>
        <w:t>3.962e0</w:t>
      </w:r>
    </w:p>
    <w:p w:rsidR="00354DF7" w:rsidRDefault="00354DF7" w:rsidP="00354DF7">
      <w:pPr>
        <w:tabs>
          <w:tab w:val="left" w:pos="6195"/>
        </w:tabs>
      </w:pPr>
      <w:r>
        <w:t>353.4250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353.4355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353.4370</w:t>
      </w:r>
      <w:r>
        <w:tab/>
        <w:t>1.768e0</w:t>
      </w:r>
    </w:p>
    <w:p w:rsidR="00354DF7" w:rsidRDefault="00354DF7" w:rsidP="00354DF7">
      <w:pPr>
        <w:tabs>
          <w:tab w:val="left" w:pos="6195"/>
        </w:tabs>
      </w:pPr>
      <w:r>
        <w:t>353.4441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353.4581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353.4688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353.4890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353.4910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353.5131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353.5175</w:t>
      </w:r>
      <w:r>
        <w:tab/>
        <w:t>2.736e0</w:t>
      </w:r>
    </w:p>
    <w:p w:rsidR="00354DF7" w:rsidRDefault="00354DF7" w:rsidP="00354DF7">
      <w:pPr>
        <w:tabs>
          <w:tab w:val="left" w:pos="6195"/>
        </w:tabs>
      </w:pPr>
      <w:r>
        <w:lastRenderedPageBreak/>
        <w:t>353.5226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353.5390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353.5511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353.5565</w:t>
      </w:r>
      <w:r>
        <w:tab/>
        <w:t>6.161e0</w:t>
      </w:r>
    </w:p>
    <w:p w:rsidR="00354DF7" w:rsidRDefault="00354DF7" w:rsidP="00354DF7">
      <w:pPr>
        <w:tabs>
          <w:tab w:val="left" w:pos="6195"/>
        </w:tabs>
      </w:pPr>
      <w:r>
        <w:t>353.5610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353.6026</w:t>
      </w:r>
      <w:r>
        <w:tab/>
        <w:t>6.457e0</w:t>
      </w:r>
    </w:p>
    <w:p w:rsidR="00354DF7" w:rsidRDefault="00354DF7" w:rsidP="00354DF7">
      <w:pPr>
        <w:tabs>
          <w:tab w:val="left" w:pos="6195"/>
        </w:tabs>
      </w:pPr>
      <w:r>
        <w:t>353.6079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353.6104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353.6337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353.6349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353.6371</w:t>
      </w:r>
      <w:r>
        <w:tab/>
        <w:t>3.716e0</w:t>
      </w:r>
    </w:p>
    <w:p w:rsidR="00354DF7" w:rsidRDefault="00354DF7" w:rsidP="00354DF7">
      <w:pPr>
        <w:tabs>
          <w:tab w:val="left" w:pos="6195"/>
        </w:tabs>
      </w:pPr>
      <w:r>
        <w:t>353.6551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353.6722</w:t>
      </w:r>
      <w:r>
        <w:tab/>
        <w:t>3.373e0</w:t>
      </w:r>
    </w:p>
    <w:p w:rsidR="00354DF7" w:rsidRDefault="00354DF7" w:rsidP="00354DF7">
      <w:pPr>
        <w:tabs>
          <w:tab w:val="left" w:pos="6195"/>
        </w:tabs>
      </w:pPr>
      <w:r>
        <w:t>353.6977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353.7083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353.7143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353.7223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353.7408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353.7597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353.7622</w:t>
      </w:r>
      <w:r>
        <w:tab/>
        <w:t>5.567e0</w:t>
      </w:r>
    </w:p>
    <w:p w:rsidR="00354DF7" w:rsidRDefault="00354DF7" w:rsidP="00354DF7">
      <w:pPr>
        <w:tabs>
          <w:tab w:val="left" w:pos="6195"/>
        </w:tabs>
      </w:pPr>
      <w:r>
        <w:t>353.7639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353.7820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353.7909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353.8112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353.8151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353.8260</w:t>
      </w:r>
      <w:r>
        <w:tab/>
        <w:t>2.558e0</w:t>
      </w:r>
    </w:p>
    <w:p w:rsidR="00354DF7" w:rsidRDefault="00354DF7" w:rsidP="00354DF7">
      <w:pPr>
        <w:tabs>
          <w:tab w:val="left" w:pos="6195"/>
        </w:tabs>
      </w:pPr>
      <w:r>
        <w:t>353.8293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353.8605</w:t>
      </w:r>
      <w:r>
        <w:tab/>
        <w:t>1.911e0</w:t>
      </w:r>
    </w:p>
    <w:p w:rsidR="00354DF7" w:rsidRDefault="00354DF7" w:rsidP="00354DF7">
      <w:pPr>
        <w:tabs>
          <w:tab w:val="left" w:pos="6195"/>
        </w:tabs>
      </w:pPr>
      <w:r>
        <w:t>353.8711</w:t>
      </w:r>
      <w:r>
        <w:tab/>
        <w:t>2.499e0</w:t>
      </w:r>
    </w:p>
    <w:p w:rsidR="00354DF7" w:rsidRDefault="00354DF7" w:rsidP="00354DF7">
      <w:pPr>
        <w:tabs>
          <w:tab w:val="left" w:pos="6195"/>
        </w:tabs>
      </w:pPr>
      <w:r>
        <w:t>353.8749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353.8875</w:t>
      </w:r>
      <w:r>
        <w:tab/>
        <w:t>2.143e0</w:t>
      </w:r>
    </w:p>
    <w:p w:rsidR="00354DF7" w:rsidRDefault="00354DF7" w:rsidP="00354DF7">
      <w:pPr>
        <w:tabs>
          <w:tab w:val="left" w:pos="6195"/>
        </w:tabs>
      </w:pPr>
      <w:r>
        <w:t>353.8986</w:t>
      </w:r>
      <w:r>
        <w:tab/>
        <w:t>2.504e0</w:t>
      </w:r>
    </w:p>
    <w:p w:rsidR="00354DF7" w:rsidRDefault="00354DF7" w:rsidP="00354DF7">
      <w:pPr>
        <w:tabs>
          <w:tab w:val="left" w:pos="6195"/>
        </w:tabs>
      </w:pPr>
      <w:r>
        <w:t>353.9193</w:t>
      </w:r>
      <w:r>
        <w:tab/>
        <w:t>2.666e0</w:t>
      </w:r>
    </w:p>
    <w:p w:rsidR="00354DF7" w:rsidRDefault="00354DF7" w:rsidP="00354DF7">
      <w:pPr>
        <w:tabs>
          <w:tab w:val="left" w:pos="6195"/>
        </w:tabs>
      </w:pPr>
      <w:r>
        <w:t>353.9456</w:t>
      </w:r>
      <w:r>
        <w:tab/>
        <w:t>3.144e0</w:t>
      </w:r>
    </w:p>
    <w:p w:rsidR="00354DF7" w:rsidRDefault="00354DF7" w:rsidP="00354DF7">
      <w:pPr>
        <w:tabs>
          <w:tab w:val="left" w:pos="6195"/>
        </w:tabs>
      </w:pPr>
      <w:r>
        <w:t>353.9660</w:t>
      </w:r>
      <w:r>
        <w:tab/>
        <w:t>6.204e0</w:t>
      </w:r>
    </w:p>
    <w:p w:rsidR="00354DF7" w:rsidRDefault="00354DF7" w:rsidP="00354DF7">
      <w:pPr>
        <w:tabs>
          <w:tab w:val="left" w:pos="6195"/>
        </w:tabs>
      </w:pPr>
      <w:r>
        <w:t>353.9671</w:t>
      </w:r>
      <w:r>
        <w:tab/>
        <w:t>6.080e0</w:t>
      </w:r>
    </w:p>
    <w:p w:rsidR="00354DF7" w:rsidRDefault="00354DF7" w:rsidP="00354DF7">
      <w:pPr>
        <w:tabs>
          <w:tab w:val="left" w:pos="6195"/>
        </w:tabs>
      </w:pPr>
      <w:r>
        <w:t>353.9764</w:t>
      </w:r>
      <w:r>
        <w:tab/>
        <w:t>7.295e0</w:t>
      </w:r>
    </w:p>
    <w:p w:rsidR="00354DF7" w:rsidRDefault="00354DF7" w:rsidP="00354DF7">
      <w:pPr>
        <w:tabs>
          <w:tab w:val="left" w:pos="6195"/>
        </w:tabs>
      </w:pPr>
      <w:r>
        <w:t>353.9782</w:t>
      </w:r>
      <w:r>
        <w:tab/>
        <w:t>7.629e0</w:t>
      </w:r>
    </w:p>
    <w:p w:rsidR="00354DF7" w:rsidRDefault="00354DF7" w:rsidP="00354DF7">
      <w:pPr>
        <w:tabs>
          <w:tab w:val="left" w:pos="6195"/>
        </w:tabs>
      </w:pPr>
      <w:r>
        <w:lastRenderedPageBreak/>
        <w:t>353.9847</w:t>
      </w:r>
      <w:r>
        <w:tab/>
        <w:t>6.406e0</w:t>
      </w:r>
    </w:p>
    <w:p w:rsidR="00354DF7" w:rsidRDefault="00354DF7" w:rsidP="00354DF7">
      <w:pPr>
        <w:tabs>
          <w:tab w:val="left" w:pos="6195"/>
        </w:tabs>
      </w:pPr>
      <w:r>
        <w:t>353.9897</w:t>
      </w:r>
      <w:r>
        <w:tab/>
        <w:t>6.800e0</w:t>
      </w:r>
    </w:p>
    <w:p w:rsidR="00354DF7" w:rsidRDefault="00354DF7" w:rsidP="00354DF7">
      <w:pPr>
        <w:tabs>
          <w:tab w:val="left" w:pos="6195"/>
        </w:tabs>
      </w:pPr>
      <w:r>
        <w:t>353.9991</w:t>
      </w:r>
      <w:r>
        <w:tab/>
        <w:t>3.857e0</w:t>
      </w:r>
    </w:p>
    <w:p w:rsidR="00354DF7" w:rsidRDefault="00354DF7" w:rsidP="00354DF7">
      <w:pPr>
        <w:tabs>
          <w:tab w:val="left" w:pos="6195"/>
        </w:tabs>
      </w:pPr>
      <w:r>
        <w:t>354.0260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354.0515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354.0649</w:t>
      </w:r>
      <w:r>
        <w:tab/>
        <w:t>2.231e0</w:t>
      </w:r>
    </w:p>
    <w:p w:rsidR="00354DF7" w:rsidRDefault="00354DF7" w:rsidP="00354DF7">
      <w:pPr>
        <w:tabs>
          <w:tab w:val="left" w:pos="6195"/>
        </w:tabs>
      </w:pPr>
      <w:r>
        <w:t>354.0714</w:t>
      </w:r>
      <w:r>
        <w:tab/>
        <w:t>3.055e0</w:t>
      </w:r>
    </w:p>
    <w:p w:rsidR="00354DF7" w:rsidRDefault="00354DF7" w:rsidP="00354DF7">
      <w:pPr>
        <w:tabs>
          <w:tab w:val="left" w:pos="6195"/>
        </w:tabs>
      </w:pPr>
      <w:r>
        <w:t>354.1521</w:t>
      </w:r>
      <w:r>
        <w:tab/>
        <w:t>3.205e2</w:t>
      </w:r>
    </w:p>
    <w:p w:rsidR="00354DF7" w:rsidRDefault="00354DF7" w:rsidP="00354DF7">
      <w:pPr>
        <w:tabs>
          <w:tab w:val="left" w:pos="6195"/>
        </w:tabs>
      </w:pPr>
      <w:r>
        <w:t>354.1544</w:t>
      </w:r>
      <w:r>
        <w:tab/>
        <w:t>3.132e3</w:t>
      </w:r>
    </w:p>
    <w:p w:rsidR="00354DF7" w:rsidRDefault="00354DF7" w:rsidP="00354DF7">
      <w:pPr>
        <w:tabs>
          <w:tab w:val="left" w:pos="6195"/>
        </w:tabs>
      </w:pPr>
      <w:r>
        <w:t>354.2460</w:t>
      </w:r>
      <w:r>
        <w:tab/>
        <w:t>4.631e0</w:t>
      </w:r>
    </w:p>
    <w:p w:rsidR="00354DF7" w:rsidRDefault="00354DF7" w:rsidP="00354DF7">
      <w:pPr>
        <w:tabs>
          <w:tab w:val="left" w:pos="6195"/>
        </w:tabs>
      </w:pPr>
      <w:r>
        <w:t>354.2516</w:t>
      </w:r>
      <w:r>
        <w:tab/>
        <w:t>5.405e0</w:t>
      </w:r>
    </w:p>
    <w:p w:rsidR="00354DF7" w:rsidRDefault="00354DF7" w:rsidP="00354DF7">
      <w:pPr>
        <w:tabs>
          <w:tab w:val="left" w:pos="6195"/>
        </w:tabs>
      </w:pPr>
      <w:r>
        <w:t>354.2683</w:t>
      </w:r>
      <w:r>
        <w:tab/>
        <w:t>1.030e0</w:t>
      </w:r>
    </w:p>
    <w:p w:rsidR="00354DF7" w:rsidRDefault="00354DF7" w:rsidP="00354DF7">
      <w:pPr>
        <w:tabs>
          <w:tab w:val="left" w:pos="6195"/>
        </w:tabs>
      </w:pPr>
      <w:r>
        <w:t>354.2714</w:t>
      </w:r>
      <w:r>
        <w:tab/>
        <w:t>5.941e0</w:t>
      </w:r>
    </w:p>
    <w:p w:rsidR="00354DF7" w:rsidRDefault="00354DF7" w:rsidP="00354DF7">
      <w:pPr>
        <w:tabs>
          <w:tab w:val="left" w:pos="6195"/>
        </w:tabs>
      </w:pPr>
      <w:r>
        <w:t>354.2874</w:t>
      </w:r>
      <w:r>
        <w:tab/>
        <w:t>2.630e0</w:t>
      </w:r>
    </w:p>
    <w:p w:rsidR="00354DF7" w:rsidRDefault="00354DF7" w:rsidP="00354DF7">
      <w:pPr>
        <w:tabs>
          <w:tab w:val="left" w:pos="6195"/>
        </w:tabs>
      </w:pPr>
      <w:r>
        <w:t>354.2998</w:t>
      </w:r>
      <w:r>
        <w:tab/>
        <w:t>2.796e0</w:t>
      </w:r>
    </w:p>
    <w:p w:rsidR="00354DF7" w:rsidRDefault="00354DF7" w:rsidP="00354DF7">
      <w:pPr>
        <w:tabs>
          <w:tab w:val="left" w:pos="6195"/>
        </w:tabs>
      </w:pPr>
      <w:r>
        <w:t>354.3144</w:t>
      </w:r>
      <w:r>
        <w:tab/>
        <w:t>2.802e0</w:t>
      </w:r>
    </w:p>
    <w:p w:rsidR="00354DF7" w:rsidRDefault="00354DF7" w:rsidP="00354DF7">
      <w:pPr>
        <w:tabs>
          <w:tab w:val="left" w:pos="6195"/>
        </w:tabs>
      </w:pPr>
      <w:r>
        <w:t>354.3160</w:t>
      </w:r>
      <w:r>
        <w:tab/>
        <w:t>1.328e0</w:t>
      </w:r>
    </w:p>
    <w:p w:rsidR="00354DF7" w:rsidRDefault="00354DF7" w:rsidP="00354DF7">
      <w:pPr>
        <w:tabs>
          <w:tab w:val="left" w:pos="6195"/>
        </w:tabs>
      </w:pPr>
      <w:r>
        <w:t>354.3254</w:t>
      </w:r>
      <w:r>
        <w:tab/>
        <w:t>1.540e0</w:t>
      </w:r>
    </w:p>
    <w:p w:rsidR="00354DF7" w:rsidRDefault="00354DF7" w:rsidP="00354DF7">
      <w:pPr>
        <w:tabs>
          <w:tab w:val="left" w:pos="6195"/>
        </w:tabs>
      </w:pPr>
      <w:r>
        <w:t>354.3368</w:t>
      </w:r>
      <w:r>
        <w:tab/>
        <w:t>5.499e0</w:t>
      </w:r>
    </w:p>
    <w:p w:rsidR="00354DF7" w:rsidRDefault="00354DF7" w:rsidP="00354DF7">
      <w:pPr>
        <w:tabs>
          <w:tab w:val="left" w:pos="6195"/>
        </w:tabs>
      </w:pPr>
      <w:r>
        <w:lastRenderedPageBreak/>
        <w:t>354.3454</w:t>
      </w:r>
      <w:r>
        <w:tab/>
        <w:t>2.163e0</w:t>
      </w:r>
    </w:p>
    <w:p w:rsidR="00354DF7" w:rsidRDefault="00354DF7" w:rsidP="00354DF7">
      <w:pPr>
        <w:tabs>
          <w:tab w:val="left" w:pos="6195"/>
        </w:tabs>
      </w:pPr>
      <w:r>
        <w:t>354.3615</w:t>
      </w:r>
      <w:r>
        <w:tab/>
        <w:t>6.126e0</w:t>
      </w:r>
    </w:p>
    <w:p w:rsidR="00354DF7" w:rsidRDefault="00354DF7" w:rsidP="00354DF7">
      <w:pPr>
        <w:tabs>
          <w:tab w:val="left" w:pos="6195"/>
        </w:tabs>
      </w:pPr>
      <w:r>
        <w:t>354.3665</w:t>
      </w:r>
      <w:r>
        <w:tab/>
        <w:t>1.240e1</w:t>
      </w:r>
    </w:p>
    <w:p w:rsidR="00354DF7" w:rsidRDefault="00354DF7" w:rsidP="00354DF7">
      <w:pPr>
        <w:tabs>
          <w:tab w:val="left" w:pos="6195"/>
        </w:tabs>
      </w:pPr>
      <w:r>
        <w:t>354.3739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354.3775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354.3900</w:t>
      </w:r>
      <w:r>
        <w:tab/>
        <w:t>2.693e0</w:t>
      </w:r>
    </w:p>
    <w:p w:rsidR="00354DF7" w:rsidRDefault="00354DF7" w:rsidP="00354DF7">
      <w:pPr>
        <w:tabs>
          <w:tab w:val="left" w:pos="6195"/>
        </w:tabs>
      </w:pPr>
      <w:r>
        <w:t>354.4106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354.4301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354.4478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354.4505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354.4563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354.4690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354.4849</w:t>
      </w:r>
      <w:r>
        <w:tab/>
        <w:t>4.665e0</w:t>
      </w:r>
    </w:p>
    <w:p w:rsidR="00354DF7" w:rsidRDefault="00354DF7" w:rsidP="00354DF7">
      <w:pPr>
        <w:tabs>
          <w:tab w:val="left" w:pos="6195"/>
        </w:tabs>
      </w:pPr>
      <w:r>
        <w:t>354.4883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354.5057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354.5127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354.5192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354.5310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354.5345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354.5450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354.5645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354.5753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354.5800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354.5927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354.5956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354.6108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354.6213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354.6429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354.6627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354.6652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354.6815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354.7078</w:t>
      </w:r>
      <w:r>
        <w:tab/>
        <w:t>6.768e0</w:t>
      </w:r>
    </w:p>
    <w:p w:rsidR="00354DF7" w:rsidRDefault="00354DF7" w:rsidP="00354DF7">
      <w:pPr>
        <w:tabs>
          <w:tab w:val="left" w:pos="6195"/>
        </w:tabs>
      </w:pPr>
      <w:r>
        <w:t>354.7255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354.7271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354.7437</w:t>
      </w:r>
      <w:r>
        <w:tab/>
        <w:t>3.328e0</w:t>
      </w:r>
    </w:p>
    <w:p w:rsidR="00354DF7" w:rsidRDefault="00354DF7" w:rsidP="00354DF7">
      <w:pPr>
        <w:tabs>
          <w:tab w:val="left" w:pos="6195"/>
        </w:tabs>
      </w:pPr>
      <w:r>
        <w:t>354.7468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354.7484</w:t>
      </w:r>
      <w:r>
        <w:tab/>
        <w:t>3.599e0</w:t>
      </w:r>
    </w:p>
    <w:p w:rsidR="00354DF7" w:rsidRDefault="00354DF7" w:rsidP="00354DF7">
      <w:pPr>
        <w:tabs>
          <w:tab w:val="left" w:pos="6195"/>
        </w:tabs>
      </w:pPr>
      <w:r>
        <w:t>354.7743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354.7826</w:t>
      </w:r>
      <w:r>
        <w:tab/>
        <w:t>1.465e0</w:t>
      </w:r>
    </w:p>
    <w:p w:rsidR="00354DF7" w:rsidRDefault="00354DF7" w:rsidP="00354DF7">
      <w:pPr>
        <w:tabs>
          <w:tab w:val="left" w:pos="6195"/>
        </w:tabs>
      </w:pPr>
      <w:r>
        <w:t>354.8119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354.8161</w:t>
      </w:r>
      <w:r>
        <w:tab/>
        <w:t>5.928e0</w:t>
      </w:r>
    </w:p>
    <w:p w:rsidR="00354DF7" w:rsidRDefault="00354DF7" w:rsidP="00354DF7">
      <w:pPr>
        <w:tabs>
          <w:tab w:val="left" w:pos="6195"/>
        </w:tabs>
      </w:pPr>
      <w:r>
        <w:t>354.8218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354.8462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354.8565</w:t>
      </w:r>
      <w:r>
        <w:tab/>
        <w:t>2.890e0</w:t>
      </w:r>
    </w:p>
    <w:p w:rsidR="00354DF7" w:rsidRDefault="00354DF7" w:rsidP="00354DF7">
      <w:pPr>
        <w:tabs>
          <w:tab w:val="left" w:pos="6195"/>
        </w:tabs>
      </w:pPr>
      <w:r>
        <w:t>354.8795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354.8806</w:t>
      </w:r>
      <w:r>
        <w:tab/>
        <w:t>3.207e0</w:t>
      </w:r>
    </w:p>
    <w:p w:rsidR="00354DF7" w:rsidRDefault="00354DF7" w:rsidP="00354DF7">
      <w:pPr>
        <w:tabs>
          <w:tab w:val="left" w:pos="6195"/>
        </w:tabs>
      </w:pPr>
      <w:r>
        <w:t>354.8976</w:t>
      </w:r>
      <w:r>
        <w:tab/>
        <w:t>5.092e0</w:t>
      </w:r>
    </w:p>
    <w:p w:rsidR="00354DF7" w:rsidRDefault="00354DF7" w:rsidP="00354DF7">
      <w:pPr>
        <w:tabs>
          <w:tab w:val="left" w:pos="6195"/>
        </w:tabs>
      </w:pPr>
      <w:r>
        <w:t>354.9180</w:t>
      </w:r>
      <w:r>
        <w:tab/>
        <w:t>5.882e0</w:t>
      </w:r>
    </w:p>
    <w:p w:rsidR="00354DF7" w:rsidRDefault="00354DF7" w:rsidP="00354DF7">
      <w:pPr>
        <w:tabs>
          <w:tab w:val="left" w:pos="6195"/>
        </w:tabs>
      </w:pPr>
      <w:r>
        <w:t>354.9299</w:t>
      </w:r>
      <w:r>
        <w:tab/>
        <w:t>4.739e0</w:t>
      </w:r>
    </w:p>
    <w:p w:rsidR="00354DF7" w:rsidRDefault="00354DF7" w:rsidP="00354DF7">
      <w:pPr>
        <w:tabs>
          <w:tab w:val="left" w:pos="6195"/>
        </w:tabs>
      </w:pPr>
      <w:r>
        <w:t>354.9348</w:t>
      </w:r>
      <w:r>
        <w:tab/>
        <w:t>6.815e0</w:t>
      </w:r>
    </w:p>
    <w:p w:rsidR="00354DF7" w:rsidRDefault="00354DF7" w:rsidP="00354DF7">
      <w:pPr>
        <w:tabs>
          <w:tab w:val="left" w:pos="6195"/>
        </w:tabs>
      </w:pPr>
      <w:r>
        <w:t>354.9494</w:t>
      </w:r>
      <w:r>
        <w:tab/>
        <w:t>3.141e0</w:t>
      </w:r>
    </w:p>
    <w:p w:rsidR="00354DF7" w:rsidRDefault="00354DF7" w:rsidP="00354DF7">
      <w:pPr>
        <w:tabs>
          <w:tab w:val="left" w:pos="6195"/>
        </w:tabs>
      </w:pPr>
      <w:r>
        <w:t>354.9533</w:t>
      </w:r>
      <w:r>
        <w:tab/>
        <w:t>2.069e0</w:t>
      </w:r>
    </w:p>
    <w:p w:rsidR="00354DF7" w:rsidRDefault="00354DF7" w:rsidP="00354DF7">
      <w:pPr>
        <w:tabs>
          <w:tab w:val="left" w:pos="6195"/>
        </w:tabs>
      </w:pPr>
      <w:r>
        <w:t>354.9682</w:t>
      </w:r>
      <w:r>
        <w:tab/>
        <w:t>8.471e0</w:t>
      </w:r>
    </w:p>
    <w:p w:rsidR="00354DF7" w:rsidRDefault="00354DF7" w:rsidP="00354DF7">
      <w:pPr>
        <w:tabs>
          <w:tab w:val="left" w:pos="6195"/>
        </w:tabs>
      </w:pPr>
      <w:r>
        <w:t>354.9795</w:t>
      </w:r>
      <w:r>
        <w:tab/>
        <w:t>3.777e0</w:t>
      </w:r>
    </w:p>
    <w:p w:rsidR="00354DF7" w:rsidRDefault="00354DF7" w:rsidP="00354DF7">
      <w:pPr>
        <w:tabs>
          <w:tab w:val="left" w:pos="6195"/>
        </w:tabs>
      </w:pPr>
      <w:r>
        <w:t>354.9934</w:t>
      </w:r>
      <w:r>
        <w:tab/>
        <w:t>1.574e0</w:t>
      </w:r>
    </w:p>
    <w:p w:rsidR="00354DF7" w:rsidRDefault="00354DF7" w:rsidP="00354DF7">
      <w:pPr>
        <w:tabs>
          <w:tab w:val="left" w:pos="6195"/>
        </w:tabs>
      </w:pPr>
      <w:r>
        <w:t>354.9978</w:t>
      </w:r>
      <w:r>
        <w:tab/>
        <w:t>3.356e0</w:t>
      </w:r>
    </w:p>
    <w:p w:rsidR="00354DF7" w:rsidRDefault="00354DF7" w:rsidP="00354DF7">
      <w:pPr>
        <w:tabs>
          <w:tab w:val="left" w:pos="6195"/>
        </w:tabs>
      </w:pPr>
      <w:r>
        <w:t>355.0056</w:t>
      </w:r>
      <w:r>
        <w:tab/>
        <w:t>1.827e0</w:t>
      </w:r>
    </w:p>
    <w:p w:rsidR="00354DF7" w:rsidRDefault="00354DF7" w:rsidP="00354DF7">
      <w:pPr>
        <w:tabs>
          <w:tab w:val="left" w:pos="6195"/>
        </w:tabs>
      </w:pPr>
      <w:r>
        <w:lastRenderedPageBreak/>
        <w:t>355.0302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355.0354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355.0403</w:t>
      </w:r>
      <w:r>
        <w:tab/>
        <w:t>8.306e0</w:t>
      </w:r>
    </w:p>
    <w:p w:rsidR="00354DF7" w:rsidRDefault="00354DF7" w:rsidP="00354DF7">
      <w:pPr>
        <w:tabs>
          <w:tab w:val="left" w:pos="6195"/>
        </w:tabs>
      </w:pPr>
      <w:r>
        <w:t>355.0453</w:t>
      </w:r>
      <w:r>
        <w:tab/>
        <w:t>3.912e0</w:t>
      </w:r>
    </w:p>
    <w:p w:rsidR="00354DF7" w:rsidRDefault="00354DF7" w:rsidP="00354DF7">
      <w:pPr>
        <w:tabs>
          <w:tab w:val="left" w:pos="6195"/>
        </w:tabs>
      </w:pPr>
      <w:r>
        <w:t>355.0638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355.0873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355.1566</w:t>
      </w:r>
      <w:r>
        <w:tab/>
        <w:t>1.921e2</w:t>
      </w:r>
    </w:p>
    <w:p w:rsidR="00354DF7" w:rsidRDefault="00354DF7" w:rsidP="00354DF7">
      <w:pPr>
        <w:tabs>
          <w:tab w:val="left" w:pos="6195"/>
        </w:tabs>
      </w:pPr>
      <w:r>
        <w:t>355.1582</w:t>
      </w:r>
      <w:r>
        <w:tab/>
        <w:t>3.301e2</w:t>
      </w:r>
    </w:p>
    <w:p w:rsidR="00354DF7" w:rsidRDefault="00354DF7" w:rsidP="00354DF7">
      <w:pPr>
        <w:tabs>
          <w:tab w:val="left" w:pos="6195"/>
        </w:tabs>
      </w:pPr>
      <w:r>
        <w:t>355.1604</w:t>
      </w:r>
      <w:r>
        <w:tab/>
        <w:t>3.269e2</w:t>
      </w:r>
    </w:p>
    <w:p w:rsidR="00354DF7" w:rsidRDefault="00354DF7" w:rsidP="00354DF7">
      <w:pPr>
        <w:tabs>
          <w:tab w:val="left" w:pos="6195"/>
        </w:tabs>
      </w:pPr>
      <w:r>
        <w:t>355.2133</w:t>
      </w:r>
      <w:r>
        <w:tab/>
        <w:t>1.121e0</w:t>
      </w:r>
    </w:p>
    <w:p w:rsidR="00354DF7" w:rsidRDefault="00354DF7" w:rsidP="00354DF7">
      <w:pPr>
        <w:tabs>
          <w:tab w:val="left" w:pos="6195"/>
        </w:tabs>
      </w:pPr>
      <w:r>
        <w:t>355.2410</w:t>
      </w:r>
      <w:r>
        <w:tab/>
        <w:t>1.707e0</w:t>
      </w:r>
    </w:p>
    <w:p w:rsidR="00354DF7" w:rsidRDefault="00354DF7" w:rsidP="00354DF7">
      <w:pPr>
        <w:tabs>
          <w:tab w:val="left" w:pos="6195"/>
        </w:tabs>
      </w:pPr>
      <w:r>
        <w:t>355.2465</w:t>
      </w:r>
      <w:r>
        <w:tab/>
        <w:t>1.361e0</w:t>
      </w:r>
    </w:p>
    <w:p w:rsidR="00354DF7" w:rsidRDefault="00354DF7" w:rsidP="00354DF7">
      <w:pPr>
        <w:tabs>
          <w:tab w:val="left" w:pos="6195"/>
        </w:tabs>
      </w:pPr>
      <w:r>
        <w:t>355.2723</w:t>
      </w:r>
      <w:r>
        <w:tab/>
        <w:t>4.930e0</w:t>
      </w:r>
    </w:p>
    <w:p w:rsidR="00354DF7" w:rsidRDefault="00354DF7" w:rsidP="00354DF7">
      <w:pPr>
        <w:tabs>
          <w:tab w:val="left" w:pos="6195"/>
        </w:tabs>
      </w:pPr>
      <w:r>
        <w:t>355.2733</w:t>
      </w:r>
      <w:r>
        <w:tab/>
        <w:t>1.422e0</w:t>
      </w:r>
    </w:p>
    <w:p w:rsidR="00354DF7" w:rsidRDefault="00354DF7" w:rsidP="00354DF7">
      <w:pPr>
        <w:tabs>
          <w:tab w:val="left" w:pos="6195"/>
        </w:tabs>
      </w:pPr>
      <w:r>
        <w:t>355.2873</w:t>
      </w:r>
      <w:r>
        <w:tab/>
        <w:t>1.951e0</w:t>
      </w:r>
    </w:p>
    <w:p w:rsidR="00354DF7" w:rsidRDefault="00354DF7" w:rsidP="00354DF7">
      <w:pPr>
        <w:tabs>
          <w:tab w:val="left" w:pos="6195"/>
        </w:tabs>
      </w:pPr>
      <w:r>
        <w:t>355.3069</w:t>
      </w:r>
      <w:r>
        <w:tab/>
        <w:t>5.942e0</w:t>
      </w:r>
    </w:p>
    <w:p w:rsidR="00354DF7" w:rsidRDefault="00354DF7" w:rsidP="00354DF7">
      <w:pPr>
        <w:tabs>
          <w:tab w:val="left" w:pos="6195"/>
        </w:tabs>
      </w:pPr>
      <w:r>
        <w:t>355.3192</w:t>
      </w:r>
      <w:r>
        <w:tab/>
        <w:t>3.404e0</w:t>
      </w:r>
    </w:p>
    <w:p w:rsidR="00354DF7" w:rsidRDefault="00354DF7" w:rsidP="00354DF7">
      <w:pPr>
        <w:tabs>
          <w:tab w:val="left" w:pos="6195"/>
        </w:tabs>
      </w:pPr>
      <w:r>
        <w:t>355.3646</w:t>
      </w:r>
      <w:r>
        <w:tab/>
        <w:t>6.126e0</w:t>
      </w:r>
    </w:p>
    <w:p w:rsidR="00354DF7" w:rsidRDefault="00354DF7" w:rsidP="00354DF7">
      <w:pPr>
        <w:tabs>
          <w:tab w:val="left" w:pos="6195"/>
        </w:tabs>
      </w:pPr>
      <w:r>
        <w:t>355.3678</w:t>
      </w:r>
      <w:r>
        <w:tab/>
        <w:t>6.845e0</w:t>
      </w:r>
    </w:p>
    <w:p w:rsidR="00354DF7" w:rsidRDefault="00354DF7" w:rsidP="00354DF7">
      <w:pPr>
        <w:tabs>
          <w:tab w:val="left" w:pos="6195"/>
        </w:tabs>
      </w:pPr>
      <w:r>
        <w:lastRenderedPageBreak/>
        <w:t>355.3774</w:t>
      </w:r>
      <w:r>
        <w:tab/>
        <w:t>3.507e0</w:t>
      </w:r>
    </w:p>
    <w:p w:rsidR="00354DF7" w:rsidRDefault="00354DF7" w:rsidP="00354DF7">
      <w:pPr>
        <w:tabs>
          <w:tab w:val="left" w:pos="6195"/>
        </w:tabs>
      </w:pPr>
      <w:r>
        <w:t>355.3821</w:t>
      </w:r>
      <w:r>
        <w:tab/>
        <w:t>1.730e0</w:t>
      </w:r>
    </w:p>
    <w:p w:rsidR="00354DF7" w:rsidRDefault="00354DF7" w:rsidP="00354DF7">
      <w:pPr>
        <w:tabs>
          <w:tab w:val="left" w:pos="6195"/>
        </w:tabs>
      </w:pPr>
      <w:r>
        <w:t>355.3910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355.4041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355.4070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355.4185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355.4277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355.4438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355.4665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355.4727</w:t>
      </w:r>
      <w:r>
        <w:tab/>
        <w:t>2.133e0</w:t>
      </w:r>
    </w:p>
    <w:p w:rsidR="00354DF7" w:rsidRDefault="00354DF7" w:rsidP="00354DF7">
      <w:pPr>
        <w:tabs>
          <w:tab w:val="left" w:pos="6195"/>
        </w:tabs>
      </w:pPr>
      <w:r>
        <w:t>355.4852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355.5012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355.5159</w:t>
      </w:r>
      <w:r>
        <w:tab/>
        <w:t>6.275e0</w:t>
      </w:r>
    </w:p>
    <w:p w:rsidR="00354DF7" w:rsidRDefault="00354DF7" w:rsidP="00354DF7">
      <w:pPr>
        <w:tabs>
          <w:tab w:val="left" w:pos="6195"/>
        </w:tabs>
      </w:pPr>
      <w:r>
        <w:t>355.5216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355.5276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355.5470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355.5544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355.5725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355.5836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355.5938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355.6051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355.6183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355.6270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355.6291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355.6419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355.6523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355.6651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355.6697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355.6819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355.6860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355.6880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355.7102</w:t>
      </w:r>
      <w:r>
        <w:tab/>
        <w:t>3.040e0</w:t>
      </w:r>
    </w:p>
    <w:p w:rsidR="00354DF7" w:rsidRDefault="00354DF7" w:rsidP="00354DF7">
      <w:pPr>
        <w:tabs>
          <w:tab w:val="left" w:pos="6195"/>
        </w:tabs>
      </w:pPr>
      <w:r>
        <w:t>355.7159</w:t>
      </w:r>
      <w:r>
        <w:tab/>
        <w:t>3.383e0</w:t>
      </w:r>
    </w:p>
    <w:p w:rsidR="00354DF7" w:rsidRDefault="00354DF7" w:rsidP="00354DF7">
      <w:pPr>
        <w:tabs>
          <w:tab w:val="left" w:pos="6195"/>
        </w:tabs>
      </w:pPr>
      <w:r>
        <w:t>355.7334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355.7460</w:t>
      </w:r>
      <w:r>
        <w:tab/>
        <w:t>8.369e0</w:t>
      </w:r>
    </w:p>
    <w:p w:rsidR="00354DF7" w:rsidRDefault="00354DF7" w:rsidP="00354DF7">
      <w:pPr>
        <w:tabs>
          <w:tab w:val="left" w:pos="6195"/>
        </w:tabs>
      </w:pPr>
      <w:r>
        <w:t>355.7627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355.7820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355.7866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355.8063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355.8162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355.8272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355.8341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355.8419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355.8470</w:t>
      </w:r>
      <w:r>
        <w:tab/>
        <w:t>4.020e0</w:t>
      </w:r>
    </w:p>
    <w:p w:rsidR="00354DF7" w:rsidRDefault="00354DF7" w:rsidP="00354DF7">
      <w:pPr>
        <w:tabs>
          <w:tab w:val="left" w:pos="6195"/>
        </w:tabs>
      </w:pPr>
      <w:r>
        <w:t>355.8727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355.8897</w:t>
      </w:r>
      <w:r>
        <w:tab/>
        <w:t>1.545e0</w:t>
      </w:r>
    </w:p>
    <w:p w:rsidR="00354DF7" w:rsidRDefault="00354DF7" w:rsidP="00354DF7">
      <w:pPr>
        <w:tabs>
          <w:tab w:val="left" w:pos="6195"/>
        </w:tabs>
      </w:pPr>
      <w:r>
        <w:t>355.8914</w:t>
      </w:r>
      <w:r>
        <w:tab/>
        <w:t>7.918e0</w:t>
      </w:r>
    </w:p>
    <w:p w:rsidR="00354DF7" w:rsidRDefault="00354DF7" w:rsidP="00354DF7">
      <w:pPr>
        <w:tabs>
          <w:tab w:val="left" w:pos="6195"/>
        </w:tabs>
      </w:pPr>
      <w:r>
        <w:t>355.9002</w:t>
      </w:r>
      <w:r>
        <w:tab/>
        <w:t>1.227e0</w:t>
      </w:r>
    </w:p>
    <w:p w:rsidR="00354DF7" w:rsidRDefault="00354DF7" w:rsidP="00354DF7">
      <w:pPr>
        <w:tabs>
          <w:tab w:val="left" w:pos="6195"/>
        </w:tabs>
      </w:pPr>
      <w:r>
        <w:t>355.9253</w:t>
      </w:r>
      <w:r>
        <w:tab/>
        <w:t>2.218e0</w:t>
      </w:r>
    </w:p>
    <w:p w:rsidR="00354DF7" w:rsidRDefault="00354DF7" w:rsidP="00354DF7">
      <w:pPr>
        <w:tabs>
          <w:tab w:val="left" w:pos="6195"/>
        </w:tabs>
      </w:pPr>
      <w:r>
        <w:t>355.9346</w:t>
      </w:r>
      <w:r>
        <w:tab/>
        <w:t>2.475e0</w:t>
      </w:r>
    </w:p>
    <w:p w:rsidR="00354DF7" w:rsidRDefault="00354DF7" w:rsidP="00354DF7">
      <w:pPr>
        <w:tabs>
          <w:tab w:val="left" w:pos="6195"/>
        </w:tabs>
      </w:pPr>
      <w:r>
        <w:t>355.9412</w:t>
      </w:r>
      <w:r>
        <w:tab/>
        <w:t>4.431e0</w:t>
      </w:r>
    </w:p>
    <w:p w:rsidR="00354DF7" w:rsidRDefault="00354DF7" w:rsidP="00354DF7">
      <w:pPr>
        <w:tabs>
          <w:tab w:val="left" w:pos="6195"/>
        </w:tabs>
      </w:pPr>
      <w:r>
        <w:t>355.9550</w:t>
      </w:r>
      <w:r>
        <w:tab/>
        <w:t>5.997e0</w:t>
      </w:r>
    </w:p>
    <w:p w:rsidR="00354DF7" w:rsidRDefault="00354DF7" w:rsidP="00354DF7">
      <w:pPr>
        <w:tabs>
          <w:tab w:val="left" w:pos="6195"/>
        </w:tabs>
      </w:pPr>
      <w:r>
        <w:t>355.9641</w:t>
      </w:r>
      <w:r>
        <w:tab/>
        <w:t>5.084e0</w:t>
      </w:r>
    </w:p>
    <w:p w:rsidR="00354DF7" w:rsidRDefault="00354DF7" w:rsidP="00354DF7">
      <w:pPr>
        <w:tabs>
          <w:tab w:val="left" w:pos="6195"/>
        </w:tabs>
      </w:pPr>
      <w:r>
        <w:t>355.9757</w:t>
      </w:r>
      <w:r>
        <w:tab/>
        <w:t>6.690e0</w:t>
      </w:r>
    </w:p>
    <w:p w:rsidR="00354DF7" w:rsidRDefault="00354DF7" w:rsidP="00354DF7">
      <w:pPr>
        <w:tabs>
          <w:tab w:val="left" w:pos="6195"/>
        </w:tabs>
      </w:pPr>
      <w:r>
        <w:t>355.9820</w:t>
      </w:r>
      <w:r>
        <w:tab/>
        <w:t>9.369e0</w:t>
      </w:r>
    </w:p>
    <w:p w:rsidR="00354DF7" w:rsidRDefault="00354DF7" w:rsidP="00354DF7">
      <w:pPr>
        <w:tabs>
          <w:tab w:val="left" w:pos="6195"/>
        </w:tabs>
      </w:pPr>
      <w:r>
        <w:t>355.9901</w:t>
      </w:r>
      <w:r>
        <w:tab/>
        <w:t>2.644e0</w:t>
      </w:r>
    </w:p>
    <w:p w:rsidR="00354DF7" w:rsidRDefault="00354DF7" w:rsidP="00354DF7">
      <w:pPr>
        <w:tabs>
          <w:tab w:val="left" w:pos="6195"/>
        </w:tabs>
      </w:pPr>
      <w:r>
        <w:t>356.0077</w:t>
      </w:r>
      <w:r>
        <w:tab/>
        <w:t>2.767e0</w:t>
      </w:r>
    </w:p>
    <w:p w:rsidR="00354DF7" w:rsidRDefault="00354DF7" w:rsidP="00354DF7">
      <w:pPr>
        <w:tabs>
          <w:tab w:val="left" w:pos="6195"/>
        </w:tabs>
      </w:pPr>
      <w:r>
        <w:lastRenderedPageBreak/>
        <w:t>356.0187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356.0230</w:t>
      </w:r>
      <w:r>
        <w:tab/>
        <w:t>2.730e0</w:t>
      </w:r>
    </w:p>
    <w:p w:rsidR="00354DF7" w:rsidRDefault="00354DF7" w:rsidP="00354DF7">
      <w:pPr>
        <w:tabs>
          <w:tab w:val="left" w:pos="6195"/>
        </w:tabs>
      </w:pPr>
      <w:r>
        <w:t>356.0435</w:t>
      </w:r>
      <w:r>
        <w:tab/>
        <w:t>1.613e0</w:t>
      </w:r>
    </w:p>
    <w:p w:rsidR="00354DF7" w:rsidRDefault="00354DF7" w:rsidP="00354DF7">
      <w:pPr>
        <w:tabs>
          <w:tab w:val="left" w:pos="6195"/>
        </w:tabs>
      </w:pPr>
      <w:r>
        <w:t>356.0569</w:t>
      </w:r>
      <w:r>
        <w:tab/>
        <w:t>1.727e1</w:t>
      </w:r>
    </w:p>
    <w:p w:rsidR="00354DF7" w:rsidRDefault="00354DF7" w:rsidP="00354DF7">
      <w:pPr>
        <w:tabs>
          <w:tab w:val="left" w:pos="6195"/>
        </w:tabs>
      </w:pPr>
      <w:r>
        <w:t>356.0736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356.0837</w:t>
      </w:r>
      <w:r>
        <w:tab/>
        <w:t>1.196e0</w:t>
      </w:r>
    </w:p>
    <w:p w:rsidR="00354DF7" w:rsidRDefault="00354DF7" w:rsidP="00354DF7">
      <w:pPr>
        <w:tabs>
          <w:tab w:val="left" w:pos="6195"/>
        </w:tabs>
      </w:pPr>
      <w:r>
        <w:t>356.1475</w:t>
      </w:r>
      <w:r>
        <w:tab/>
        <w:t>2.200e1</w:t>
      </w:r>
    </w:p>
    <w:p w:rsidR="00354DF7" w:rsidRDefault="00354DF7" w:rsidP="00354DF7">
      <w:pPr>
        <w:tabs>
          <w:tab w:val="left" w:pos="6195"/>
        </w:tabs>
      </w:pPr>
      <w:r>
        <w:t>356.1516</w:t>
      </w:r>
      <w:r>
        <w:tab/>
        <w:t>1.387e2</w:t>
      </w:r>
    </w:p>
    <w:p w:rsidR="00354DF7" w:rsidRDefault="00354DF7" w:rsidP="00354DF7">
      <w:pPr>
        <w:tabs>
          <w:tab w:val="left" w:pos="6195"/>
        </w:tabs>
      </w:pPr>
      <w:r>
        <w:t>356.1532</w:t>
      </w:r>
      <w:r>
        <w:tab/>
        <w:t>1.254e2</w:t>
      </w:r>
    </w:p>
    <w:p w:rsidR="00354DF7" w:rsidRDefault="00354DF7" w:rsidP="00354DF7">
      <w:pPr>
        <w:tabs>
          <w:tab w:val="left" w:pos="6195"/>
        </w:tabs>
      </w:pPr>
      <w:r>
        <w:t>356.1630</w:t>
      </w:r>
      <w:r>
        <w:tab/>
        <w:t>1.879e1</w:t>
      </w:r>
    </w:p>
    <w:p w:rsidR="00354DF7" w:rsidRDefault="00354DF7" w:rsidP="00354DF7">
      <w:pPr>
        <w:tabs>
          <w:tab w:val="left" w:pos="6195"/>
        </w:tabs>
      </w:pPr>
      <w:r>
        <w:t>356.2101</w:t>
      </w:r>
      <w:r>
        <w:tab/>
        <w:t>3.181e0</w:t>
      </w:r>
    </w:p>
    <w:p w:rsidR="00354DF7" w:rsidRDefault="00354DF7" w:rsidP="00354DF7">
      <w:pPr>
        <w:tabs>
          <w:tab w:val="left" w:pos="6195"/>
        </w:tabs>
      </w:pPr>
      <w:r>
        <w:t>356.2532</w:t>
      </w:r>
      <w:r>
        <w:tab/>
        <w:t>6.922e0</w:t>
      </w:r>
    </w:p>
    <w:p w:rsidR="00354DF7" w:rsidRDefault="00354DF7" w:rsidP="00354DF7">
      <w:pPr>
        <w:tabs>
          <w:tab w:val="left" w:pos="6195"/>
        </w:tabs>
      </w:pPr>
      <w:r>
        <w:t>356.2558</w:t>
      </w:r>
      <w:r>
        <w:tab/>
        <w:t>2.586e0</w:t>
      </w:r>
    </w:p>
    <w:p w:rsidR="00354DF7" w:rsidRDefault="00354DF7" w:rsidP="00354DF7">
      <w:pPr>
        <w:tabs>
          <w:tab w:val="left" w:pos="6195"/>
        </w:tabs>
      </w:pPr>
      <w:r>
        <w:t>356.2614</w:t>
      </w:r>
      <w:r>
        <w:tab/>
        <w:t>4.585e0</w:t>
      </w:r>
    </w:p>
    <w:p w:rsidR="00354DF7" w:rsidRDefault="00354DF7" w:rsidP="00354DF7">
      <w:pPr>
        <w:tabs>
          <w:tab w:val="left" w:pos="6195"/>
        </w:tabs>
      </w:pPr>
      <w:r>
        <w:t>356.2733</w:t>
      </w:r>
      <w:r>
        <w:tab/>
        <w:t>7.737e0</w:t>
      </w:r>
    </w:p>
    <w:p w:rsidR="00354DF7" w:rsidRDefault="00354DF7" w:rsidP="00354DF7">
      <w:pPr>
        <w:tabs>
          <w:tab w:val="left" w:pos="6195"/>
        </w:tabs>
      </w:pPr>
      <w:r>
        <w:t>356.2935</w:t>
      </w:r>
      <w:r>
        <w:tab/>
        <w:t>2.320e0</w:t>
      </w:r>
    </w:p>
    <w:p w:rsidR="00354DF7" w:rsidRDefault="00354DF7" w:rsidP="00354DF7">
      <w:pPr>
        <w:tabs>
          <w:tab w:val="left" w:pos="6195"/>
        </w:tabs>
      </w:pPr>
      <w:r>
        <w:t>356.3054</w:t>
      </w:r>
      <w:r>
        <w:tab/>
        <w:t>5.072e0</w:t>
      </w:r>
    </w:p>
    <w:p w:rsidR="00354DF7" w:rsidRDefault="00354DF7" w:rsidP="00354DF7">
      <w:pPr>
        <w:tabs>
          <w:tab w:val="left" w:pos="6195"/>
        </w:tabs>
      </w:pPr>
      <w:r>
        <w:t>356.3248</w:t>
      </w:r>
      <w:r>
        <w:tab/>
        <w:t>3.909e0</w:t>
      </w:r>
    </w:p>
    <w:p w:rsidR="00354DF7" w:rsidRDefault="00354DF7" w:rsidP="00354DF7">
      <w:pPr>
        <w:tabs>
          <w:tab w:val="left" w:pos="6195"/>
        </w:tabs>
      </w:pPr>
      <w:r>
        <w:t>356.3435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356.3703</w:t>
      </w:r>
      <w:r>
        <w:tab/>
        <w:t>2.323e0</w:t>
      </w:r>
    </w:p>
    <w:p w:rsidR="00354DF7" w:rsidRDefault="00354DF7" w:rsidP="00354DF7">
      <w:pPr>
        <w:tabs>
          <w:tab w:val="left" w:pos="6195"/>
        </w:tabs>
      </w:pPr>
      <w:r>
        <w:t>356.3796</w:t>
      </w:r>
      <w:r>
        <w:tab/>
        <w:t>2.396e0</w:t>
      </w:r>
    </w:p>
    <w:p w:rsidR="00354DF7" w:rsidRDefault="00354DF7" w:rsidP="00354DF7">
      <w:pPr>
        <w:tabs>
          <w:tab w:val="left" w:pos="6195"/>
        </w:tabs>
      </w:pPr>
      <w:r>
        <w:t>356.3842</w:t>
      </w:r>
      <w:r>
        <w:tab/>
        <w:t>1.123e1</w:t>
      </w:r>
    </w:p>
    <w:p w:rsidR="00354DF7" w:rsidRDefault="00354DF7" w:rsidP="00354DF7">
      <w:pPr>
        <w:tabs>
          <w:tab w:val="left" w:pos="6195"/>
        </w:tabs>
      </w:pPr>
      <w:r>
        <w:t>356.4349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356.4392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356.4412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356.4494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356.4536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356.4646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356.4902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356.4992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356.5024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356.5088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356.5300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356.5319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356.5482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356.5539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356.5591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356.5751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356.5761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356.6047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356.6108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356.6209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356.6234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356.6482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356.6546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356.6863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356.6891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356.6921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356.6934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356.7280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356.7642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356.7660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356.7750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356.7860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356.8011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356.8143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356.8406</w:t>
      </w:r>
      <w:r>
        <w:tab/>
        <w:t>5.278e0</w:t>
      </w:r>
    </w:p>
    <w:p w:rsidR="00354DF7" w:rsidRDefault="00354DF7" w:rsidP="00354DF7">
      <w:pPr>
        <w:tabs>
          <w:tab w:val="left" w:pos="6195"/>
        </w:tabs>
      </w:pPr>
      <w:r>
        <w:lastRenderedPageBreak/>
        <w:t>356.8478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356.8506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356.8614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356.9051</w:t>
      </w:r>
      <w:r>
        <w:tab/>
        <w:t>2.186e0</w:t>
      </w:r>
    </w:p>
    <w:p w:rsidR="00354DF7" w:rsidRDefault="00354DF7" w:rsidP="00354DF7">
      <w:pPr>
        <w:tabs>
          <w:tab w:val="left" w:pos="6195"/>
        </w:tabs>
      </w:pPr>
      <w:r>
        <w:t>356.9077</w:t>
      </w:r>
      <w:r>
        <w:tab/>
        <w:t>1.387e0</w:t>
      </w:r>
    </w:p>
    <w:p w:rsidR="00354DF7" w:rsidRDefault="00354DF7" w:rsidP="00354DF7">
      <w:pPr>
        <w:tabs>
          <w:tab w:val="left" w:pos="6195"/>
        </w:tabs>
      </w:pPr>
      <w:r>
        <w:t>356.9314</w:t>
      </w:r>
      <w:r>
        <w:tab/>
        <w:t>1.061e0</w:t>
      </w:r>
    </w:p>
    <w:p w:rsidR="00354DF7" w:rsidRDefault="00354DF7" w:rsidP="00354DF7">
      <w:pPr>
        <w:tabs>
          <w:tab w:val="left" w:pos="6195"/>
        </w:tabs>
      </w:pPr>
      <w:r>
        <w:t>356.9436</w:t>
      </w:r>
      <w:r>
        <w:tab/>
        <w:t>1.221e0</w:t>
      </w:r>
    </w:p>
    <w:p w:rsidR="00354DF7" w:rsidRDefault="00354DF7" w:rsidP="00354DF7">
      <w:pPr>
        <w:tabs>
          <w:tab w:val="left" w:pos="6195"/>
        </w:tabs>
      </w:pPr>
      <w:r>
        <w:t>356.9547</w:t>
      </w:r>
      <w:r>
        <w:tab/>
        <w:t>2.684e0</w:t>
      </w:r>
    </w:p>
    <w:p w:rsidR="00354DF7" w:rsidRDefault="00354DF7" w:rsidP="00354DF7">
      <w:pPr>
        <w:tabs>
          <w:tab w:val="left" w:pos="6195"/>
        </w:tabs>
      </w:pPr>
      <w:r>
        <w:t>356.9604</w:t>
      </w:r>
      <w:r>
        <w:tab/>
        <w:t>9.378e0</w:t>
      </w:r>
    </w:p>
    <w:p w:rsidR="00354DF7" w:rsidRDefault="00354DF7" w:rsidP="00354DF7">
      <w:pPr>
        <w:tabs>
          <w:tab w:val="left" w:pos="6195"/>
        </w:tabs>
      </w:pPr>
      <w:r>
        <w:t>356.9666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356.9867</w:t>
      </w:r>
      <w:r>
        <w:tab/>
        <w:t>2.767e0</w:t>
      </w:r>
    </w:p>
    <w:p w:rsidR="00354DF7" w:rsidRDefault="00354DF7" w:rsidP="00354DF7">
      <w:pPr>
        <w:tabs>
          <w:tab w:val="left" w:pos="6195"/>
        </w:tabs>
      </w:pPr>
      <w:r>
        <w:t>357.0125</w:t>
      </w:r>
      <w:r>
        <w:tab/>
        <w:t>1.845e0</w:t>
      </w:r>
    </w:p>
    <w:p w:rsidR="00354DF7" w:rsidRDefault="00354DF7" w:rsidP="00354DF7">
      <w:pPr>
        <w:tabs>
          <w:tab w:val="left" w:pos="6195"/>
        </w:tabs>
      </w:pPr>
      <w:r>
        <w:t>357.0244</w:t>
      </w:r>
      <w:r>
        <w:tab/>
        <w:t>2.974e0</w:t>
      </w:r>
    </w:p>
    <w:p w:rsidR="00354DF7" w:rsidRDefault="00354DF7" w:rsidP="00354DF7">
      <w:pPr>
        <w:tabs>
          <w:tab w:val="left" w:pos="6195"/>
        </w:tabs>
      </w:pPr>
      <w:r>
        <w:t>357.0284</w:t>
      </w:r>
      <w:r>
        <w:tab/>
        <w:t>4.849e0</w:t>
      </w:r>
    </w:p>
    <w:p w:rsidR="00354DF7" w:rsidRDefault="00354DF7" w:rsidP="00354DF7">
      <w:pPr>
        <w:tabs>
          <w:tab w:val="left" w:pos="6195"/>
        </w:tabs>
      </w:pPr>
      <w:r>
        <w:t>357.0320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357.0512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357.0528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357.0911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357.0994</w:t>
      </w:r>
      <w:r>
        <w:tab/>
        <w:t>3.414e0</w:t>
      </w:r>
    </w:p>
    <w:p w:rsidR="00354DF7" w:rsidRDefault="00354DF7" w:rsidP="00354DF7">
      <w:pPr>
        <w:tabs>
          <w:tab w:val="left" w:pos="6195"/>
        </w:tabs>
      </w:pPr>
      <w:r>
        <w:lastRenderedPageBreak/>
        <w:t>357.1048</w:t>
      </w:r>
      <w:r>
        <w:tab/>
        <w:t>1.806e0</w:t>
      </w:r>
    </w:p>
    <w:p w:rsidR="00354DF7" w:rsidRDefault="00354DF7" w:rsidP="00354DF7">
      <w:pPr>
        <w:tabs>
          <w:tab w:val="left" w:pos="6195"/>
        </w:tabs>
      </w:pPr>
      <w:r>
        <w:t>357.1324</w:t>
      </w:r>
      <w:r>
        <w:tab/>
        <w:t>1.007e1</w:t>
      </w:r>
    </w:p>
    <w:p w:rsidR="00354DF7" w:rsidRDefault="00354DF7" w:rsidP="00354DF7">
      <w:pPr>
        <w:tabs>
          <w:tab w:val="left" w:pos="6195"/>
        </w:tabs>
      </w:pPr>
      <w:r>
        <w:t>357.1413</w:t>
      </w:r>
      <w:r>
        <w:tab/>
        <w:t>2.772e0</w:t>
      </w:r>
    </w:p>
    <w:p w:rsidR="00354DF7" w:rsidRDefault="00354DF7" w:rsidP="00354DF7">
      <w:pPr>
        <w:tabs>
          <w:tab w:val="left" w:pos="6195"/>
        </w:tabs>
      </w:pPr>
      <w:r>
        <w:t>357.1507</w:t>
      </w:r>
      <w:r>
        <w:tab/>
        <w:t>2.543e1</w:t>
      </w:r>
    </w:p>
    <w:p w:rsidR="00354DF7" w:rsidRDefault="00354DF7" w:rsidP="00354DF7">
      <w:pPr>
        <w:tabs>
          <w:tab w:val="left" w:pos="6195"/>
        </w:tabs>
      </w:pPr>
      <w:r>
        <w:t>357.1529</w:t>
      </w:r>
      <w:r>
        <w:tab/>
        <w:t>3.863e0</w:t>
      </w:r>
    </w:p>
    <w:p w:rsidR="00354DF7" w:rsidRDefault="00354DF7" w:rsidP="00354DF7">
      <w:pPr>
        <w:tabs>
          <w:tab w:val="left" w:pos="6195"/>
        </w:tabs>
      </w:pPr>
      <w:r>
        <w:t>357.1555</w:t>
      </w:r>
      <w:r>
        <w:tab/>
        <w:t>2.013e1</w:t>
      </w:r>
    </w:p>
    <w:p w:rsidR="00354DF7" w:rsidRDefault="00354DF7" w:rsidP="00354DF7">
      <w:pPr>
        <w:tabs>
          <w:tab w:val="left" w:pos="6195"/>
        </w:tabs>
      </w:pPr>
      <w:r>
        <w:t>357.1942</w:t>
      </w:r>
      <w:r>
        <w:tab/>
        <w:t>3.392e0</w:t>
      </w:r>
    </w:p>
    <w:p w:rsidR="00354DF7" w:rsidRDefault="00354DF7" w:rsidP="00354DF7">
      <w:pPr>
        <w:tabs>
          <w:tab w:val="left" w:pos="6195"/>
        </w:tabs>
      </w:pPr>
      <w:r>
        <w:t>357.2354</w:t>
      </w:r>
      <w:r>
        <w:tab/>
        <w:t>1.944e1</w:t>
      </w:r>
    </w:p>
    <w:p w:rsidR="00354DF7" w:rsidRDefault="00354DF7" w:rsidP="00354DF7">
      <w:pPr>
        <w:tabs>
          <w:tab w:val="left" w:pos="6195"/>
        </w:tabs>
      </w:pPr>
      <w:r>
        <w:t>357.2365</w:t>
      </w:r>
      <w:r>
        <w:tab/>
        <w:t>5.619e0</w:t>
      </w:r>
    </w:p>
    <w:p w:rsidR="00354DF7" w:rsidRDefault="00354DF7" w:rsidP="00354DF7">
      <w:pPr>
        <w:tabs>
          <w:tab w:val="left" w:pos="6195"/>
        </w:tabs>
      </w:pPr>
      <w:r>
        <w:t>357.2397</w:t>
      </w:r>
      <w:r>
        <w:tab/>
        <w:t>2.168e1</w:t>
      </w:r>
    </w:p>
    <w:p w:rsidR="00354DF7" w:rsidRDefault="00354DF7" w:rsidP="00354DF7">
      <w:pPr>
        <w:tabs>
          <w:tab w:val="left" w:pos="6195"/>
        </w:tabs>
      </w:pPr>
      <w:r>
        <w:t>357.2475</w:t>
      </w:r>
      <w:r>
        <w:tab/>
        <w:t>2.189e1</w:t>
      </w:r>
    </w:p>
    <w:p w:rsidR="00354DF7" w:rsidRDefault="00354DF7" w:rsidP="00354DF7">
      <w:pPr>
        <w:tabs>
          <w:tab w:val="left" w:pos="6195"/>
        </w:tabs>
      </w:pPr>
      <w:r>
        <w:t>357.2554</w:t>
      </w:r>
      <w:r>
        <w:tab/>
        <w:t>1.058e1</w:t>
      </w:r>
    </w:p>
    <w:p w:rsidR="00354DF7" w:rsidRDefault="00354DF7" w:rsidP="00354DF7">
      <w:pPr>
        <w:tabs>
          <w:tab w:val="left" w:pos="6195"/>
        </w:tabs>
      </w:pPr>
      <w:r>
        <w:t>357.3058</w:t>
      </w:r>
      <w:r>
        <w:tab/>
        <w:t>5.131e0</w:t>
      </w:r>
    </w:p>
    <w:p w:rsidR="00354DF7" w:rsidRDefault="00354DF7" w:rsidP="00354DF7">
      <w:pPr>
        <w:tabs>
          <w:tab w:val="left" w:pos="6195"/>
        </w:tabs>
      </w:pPr>
      <w:r>
        <w:t>357.3423</w:t>
      </w:r>
      <w:r>
        <w:tab/>
        <w:t>2.367e0</w:t>
      </w:r>
    </w:p>
    <w:p w:rsidR="00354DF7" w:rsidRDefault="00354DF7" w:rsidP="00354DF7">
      <w:pPr>
        <w:tabs>
          <w:tab w:val="left" w:pos="6195"/>
        </w:tabs>
      </w:pPr>
      <w:r>
        <w:t>357.3484</w:t>
      </w:r>
      <w:r>
        <w:tab/>
        <w:t>1.295e0</w:t>
      </w:r>
    </w:p>
    <w:p w:rsidR="00354DF7" w:rsidRDefault="00354DF7" w:rsidP="00354DF7">
      <w:pPr>
        <w:tabs>
          <w:tab w:val="left" w:pos="6195"/>
        </w:tabs>
      </w:pPr>
      <w:r>
        <w:t>357.3506</w:t>
      </w:r>
      <w:r>
        <w:tab/>
        <w:t>8.058e0</w:t>
      </w:r>
    </w:p>
    <w:p w:rsidR="00354DF7" w:rsidRDefault="00354DF7" w:rsidP="00354DF7">
      <w:pPr>
        <w:tabs>
          <w:tab w:val="left" w:pos="6195"/>
        </w:tabs>
      </w:pPr>
      <w:r>
        <w:t>357.3629</w:t>
      </w:r>
      <w:r>
        <w:tab/>
        <w:t>4.537e0</w:t>
      </w:r>
    </w:p>
    <w:p w:rsidR="00354DF7" w:rsidRDefault="00354DF7" w:rsidP="00354DF7">
      <w:pPr>
        <w:tabs>
          <w:tab w:val="left" w:pos="6195"/>
        </w:tabs>
      </w:pPr>
      <w:r>
        <w:t>357.3793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357.3847</w:t>
      </w:r>
      <w:r>
        <w:tab/>
        <w:t>1.730e0</w:t>
      </w:r>
    </w:p>
    <w:p w:rsidR="00354DF7" w:rsidRDefault="00354DF7" w:rsidP="00354DF7">
      <w:pPr>
        <w:tabs>
          <w:tab w:val="left" w:pos="6195"/>
        </w:tabs>
      </w:pPr>
      <w:r>
        <w:lastRenderedPageBreak/>
        <w:t>357.3959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357.4267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357.4594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357.4625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357.4713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357.4779</w:t>
      </w:r>
      <w:r>
        <w:tab/>
        <w:t>2.133e0</w:t>
      </w:r>
    </w:p>
    <w:p w:rsidR="00354DF7" w:rsidRDefault="00354DF7" w:rsidP="00354DF7">
      <w:pPr>
        <w:tabs>
          <w:tab w:val="left" w:pos="6195"/>
        </w:tabs>
      </w:pPr>
      <w:r>
        <w:t>357.5052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357.5173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357.5410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357.5678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357.5747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357.5839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357.5962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357.6144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357.6258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357.6516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357.6582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357.6616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357.6708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357.7030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357.7159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357.7269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357.7500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357.7547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357.7600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357.7731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357.7772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357.8042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357.8352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357.8409</w:t>
      </w:r>
      <w:r>
        <w:tab/>
        <w:t>5.491e0</w:t>
      </w:r>
    </w:p>
    <w:p w:rsidR="00354DF7" w:rsidRDefault="00354DF7" w:rsidP="00354DF7">
      <w:pPr>
        <w:tabs>
          <w:tab w:val="left" w:pos="6195"/>
        </w:tabs>
      </w:pPr>
      <w:r>
        <w:t>357.8601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357.8781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357.8800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357.9001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357.9366</w:t>
      </w:r>
      <w:r>
        <w:tab/>
        <w:t>3.015e1</w:t>
      </w:r>
    </w:p>
    <w:p w:rsidR="00354DF7" w:rsidRDefault="00354DF7" w:rsidP="00354DF7">
      <w:pPr>
        <w:tabs>
          <w:tab w:val="left" w:pos="6195"/>
        </w:tabs>
      </w:pPr>
      <w:r>
        <w:t>357.9387</w:t>
      </w:r>
      <w:r>
        <w:tab/>
        <w:t>1.720e1</w:t>
      </w:r>
    </w:p>
    <w:p w:rsidR="00354DF7" w:rsidRDefault="00354DF7" w:rsidP="00354DF7">
      <w:pPr>
        <w:tabs>
          <w:tab w:val="left" w:pos="6195"/>
        </w:tabs>
      </w:pPr>
      <w:r>
        <w:t>357.9424</w:t>
      </w:r>
      <w:r>
        <w:tab/>
        <w:t>3.868e1</w:t>
      </w:r>
    </w:p>
    <w:p w:rsidR="00354DF7" w:rsidRDefault="00354DF7" w:rsidP="00354DF7">
      <w:pPr>
        <w:tabs>
          <w:tab w:val="left" w:pos="6195"/>
        </w:tabs>
      </w:pPr>
      <w:r>
        <w:t>357.9445</w:t>
      </w:r>
      <w:r>
        <w:tab/>
        <w:t>2.736e1</w:t>
      </w:r>
    </w:p>
    <w:p w:rsidR="00354DF7" w:rsidRDefault="00354DF7" w:rsidP="00354DF7">
      <w:pPr>
        <w:tabs>
          <w:tab w:val="left" w:pos="6195"/>
        </w:tabs>
      </w:pPr>
      <w:r>
        <w:lastRenderedPageBreak/>
        <w:t>357.9515</w:t>
      </w:r>
      <w:r>
        <w:tab/>
        <w:t>1.618e1</w:t>
      </w:r>
    </w:p>
    <w:p w:rsidR="00354DF7" w:rsidRDefault="00354DF7" w:rsidP="00354DF7">
      <w:pPr>
        <w:tabs>
          <w:tab w:val="left" w:pos="6195"/>
        </w:tabs>
      </w:pPr>
      <w:r>
        <w:t>357.9900</w:t>
      </w:r>
      <w:r>
        <w:tab/>
        <w:t>4.678e0</w:t>
      </w:r>
    </w:p>
    <w:p w:rsidR="00354DF7" w:rsidRDefault="00354DF7" w:rsidP="00354DF7">
      <w:pPr>
        <w:tabs>
          <w:tab w:val="left" w:pos="6195"/>
        </w:tabs>
      </w:pPr>
      <w:r>
        <w:t>357.9959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358.0216</w:t>
      </w:r>
      <w:r>
        <w:tab/>
        <w:t>1.935e0</w:t>
      </w:r>
    </w:p>
    <w:p w:rsidR="00354DF7" w:rsidRDefault="00354DF7" w:rsidP="00354DF7">
      <w:pPr>
        <w:tabs>
          <w:tab w:val="left" w:pos="6195"/>
        </w:tabs>
      </w:pPr>
      <w:r>
        <w:t>358.0427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358.0581</w:t>
      </w:r>
      <w:r>
        <w:tab/>
        <w:t>2.545e0</w:t>
      </w:r>
    </w:p>
    <w:p w:rsidR="00354DF7" w:rsidRDefault="00354DF7" w:rsidP="00354DF7">
      <w:pPr>
        <w:tabs>
          <w:tab w:val="left" w:pos="6195"/>
        </w:tabs>
      </w:pPr>
      <w:r>
        <w:t>358.0886</w:t>
      </w:r>
      <w:r>
        <w:tab/>
        <w:t>2.147e0</w:t>
      </w:r>
    </w:p>
    <w:p w:rsidR="00354DF7" w:rsidRDefault="00354DF7" w:rsidP="00354DF7">
      <w:pPr>
        <w:tabs>
          <w:tab w:val="left" w:pos="6195"/>
        </w:tabs>
      </w:pPr>
      <w:r>
        <w:t>358.1054</w:t>
      </w:r>
      <w:r>
        <w:tab/>
        <w:t>4.952e0</w:t>
      </w:r>
    </w:p>
    <w:p w:rsidR="00354DF7" w:rsidRDefault="00354DF7" w:rsidP="00354DF7">
      <w:pPr>
        <w:tabs>
          <w:tab w:val="left" w:pos="6195"/>
        </w:tabs>
      </w:pPr>
      <w:r>
        <w:t>358.1090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358.1286</w:t>
      </w:r>
      <w:r>
        <w:tab/>
        <w:t>2.960e0</w:t>
      </w:r>
    </w:p>
    <w:p w:rsidR="00354DF7" w:rsidRDefault="00354DF7" w:rsidP="00354DF7">
      <w:pPr>
        <w:tabs>
          <w:tab w:val="left" w:pos="6195"/>
        </w:tabs>
      </w:pPr>
      <w:r>
        <w:t>358.1415</w:t>
      </w:r>
      <w:r>
        <w:tab/>
        <w:t>2.432e0</w:t>
      </w:r>
    </w:p>
    <w:p w:rsidR="00354DF7" w:rsidRDefault="00354DF7" w:rsidP="00354DF7">
      <w:pPr>
        <w:tabs>
          <w:tab w:val="left" w:pos="6195"/>
        </w:tabs>
      </w:pPr>
      <w:r>
        <w:t>358.1502</w:t>
      </w:r>
      <w:r>
        <w:tab/>
        <w:t>2.628e0</w:t>
      </w:r>
    </w:p>
    <w:p w:rsidR="00354DF7" w:rsidRDefault="00354DF7" w:rsidP="00354DF7">
      <w:pPr>
        <w:tabs>
          <w:tab w:val="left" w:pos="6195"/>
        </w:tabs>
      </w:pPr>
      <w:r>
        <w:t>358.1527</w:t>
      </w:r>
      <w:r>
        <w:tab/>
        <w:t>1.783e0</w:t>
      </w:r>
    </w:p>
    <w:p w:rsidR="00354DF7" w:rsidRDefault="00354DF7" w:rsidP="00354DF7">
      <w:pPr>
        <w:tabs>
          <w:tab w:val="left" w:pos="6195"/>
        </w:tabs>
      </w:pPr>
      <w:r>
        <w:t>358.1602</w:t>
      </w:r>
      <w:r>
        <w:tab/>
        <w:t>5.172e0</w:t>
      </w:r>
    </w:p>
    <w:p w:rsidR="00354DF7" w:rsidRDefault="00354DF7" w:rsidP="00354DF7">
      <w:pPr>
        <w:tabs>
          <w:tab w:val="left" w:pos="6195"/>
        </w:tabs>
      </w:pPr>
      <w:r>
        <w:t>358.1746</w:t>
      </w:r>
      <w:r>
        <w:tab/>
        <w:t>3.228e0</w:t>
      </w:r>
    </w:p>
    <w:p w:rsidR="00354DF7" w:rsidRDefault="00354DF7" w:rsidP="00354DF7">
      <w:pPr>
        <w:tabs>
          <w:tab w:val="left" w:pos="6195"/>
        </w:tabs>
      </w:pPr>
      <w:r>
        <w:t>358.2370</w:t>
      </w:r>
      <w:r>
        <w:tab/>
        <w:t>3.622e0</w:t>
      </w:r>
    </w:p>
    <w:p w:rsidR="00354DF7" w:rsidRDefault="00354DF7" w:rsidP="00354DF7">
      <w:pPr>
        <w:tabs>
          <w:tab w:val="left" w:pos="6195"/>
        </w:tabs>
      </w:pPr>
      <w:r>
        <w:t>358.2523</w:t>
      </w:r>
      <w:r>
        <w:tab/>
        <w:t>1.139e1</w:t>
      </w:r>
    </w:p>
    <w:p w:rsidR="00354DF7" w:rsidRDefault="00354DF7" w:rsidP="00354DF7">
      <w:pPr>
        <w:tabs>
          <w:tab w:val="left" w:pos="6195"/>
        </w:tabs>
      </w:pPr>
      <w:r>
        <w:t>358.2574</w:t>
      </w:r>
      <w:r>
        <w:tab/>
        <w:t>1.218e1</w:t>
      </w:r>
    </w:p>
    <w:p w:rsidR="00354DF7" w:rsidRDefault="00354DF7" w:rsidP="00354DF7">
      <w:pPr>
        <w:tabs>
          <w:tab w:val="left" w:pos="6195"/>
        </w:tabs>
      </w:pPr>
      <w:r>
        <w:t>358.2597</w:t>
      </w:r>
      <w:r>
        <w:tab/>
        <w:t>1.395e1</w:t>
      </w:r>
    </w:p>
    <w:p w:rsidR="00354DF7" w:rsidRDefault="00354DF7" w:rsidP="00354DF7">
      <w:pPr>
        <w:tabs>
          <w:tab w:val="left" w:pos="6195"/>
        </w:tabs>
      </w:pPr>
      <w:r>
        <w:lastRenderedPageBreak/>
        <w:t>358.3018</w:t>
      </w:r>
      <w:r>
        <w:tab/>
        <w:t>1.109e1</w:t>
      </w:r>
    </w:p>
    <w:p w:rsidR="00354DF7" w:rsidRDefault="00354DF7" w:rsidP="00354DF7">
      <w:pPr>
        <w:tabs>
          <w:tab w:val="left" w:pos="6195"/>
        </w:tabs>
      </w:pPr>
      <w:r>
        <w:t>358.3105</w:t>
      </w:r>
      <w:r>
        <w:tab/>
        <w:t>3.085e0</w:t>
      </w:r>
    </w:p>
    <w:p w:rsidR="00354DF7" w:rsidRDefault="00354DF7" w:rsidP="00354DF7">
      <w:pPr>
        <w:tabs>
          <w:tab w:val="left" w:pos="6195"/>
        </w:tabs>
      </w:pPr>
      <w:r>
        <w:t>358.3227</w:t>
      </w:r>
      <w:r>
        <w:tab/>
        <w:t>6.806e0</w:t>
      </w:r>
    </w:p>
    <w:p w:rsidR="00354DF7" w:rsidRDefault="00354DF7" w:rsidP="00354DF7">
      <w:pPr>
        <w:tabs>
          <w:tab w:val="left" w:pos="6195"/>
        </w:tabs>
      </w:pPr>
      <w:r>
        <w:t>358.3382</w:t>
      </w:r>
      <w:r>
        <w:tab/>
        <w:t>2.089e0</w:t>
      </w:r>
    </w:p>
    <w:p w:rsidR="00354DF7" w:rsidRDefault="00354DF7" w:rsidP="00354DF7">
      <w:pPr>
        <w:tabs>
          <w:tab w:val="left" w:pos="6195"/>
        </w:tabs>
      </w:pPr>
      <w:r>
        <w:t>358.3498</w:t>
      </w:r>
      <w:r>
        <w:tab/>
        <w:t>2.333e0</w:t>
      </w:r>
    </w:p>
    <w:p w:rsidR="00354DF7" w:rsidRDefault="00354DF7" w:rsidP="00354DF7">
      <w:pPr>
        <w:tabs>
          <w:tab w:val="left" w:pos="6195"/>
        </w:tabs>
      </w:pPr>
      <w:r>
        <w:t>358.3722</w:t>
      </w:r>
      <w:r>
        <w:tab/>
        <w:t>2.846e0</w:t>
      </w:r>
    </w:p>
    <w:p w:rsidR="00354DF7" w:rsidRDefault="00354DF7" w:rsidP="00354DF7">
      <w:pPr>
        <w:tabs>
          <w:tab w:val="left" w:pos="6195"/>
        </w:tabs>
      </w:pPr>
      <w:r>
        <w:t>358.3760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358.3849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358.3868</w:t>
      </w:r>
      <w:r>
        <w:tab/>
        <w:t>2.693e0</w:t>
      </w:r>
    </w:p>
    <w:p w:rsidR="00354DF7" w:rsidRDefault="00354DF7" w:rsidP="00354DF7">
      <w:pPr>
        <w:tabs>
          <w:tab w:val="left" w:pos="6195"/>
        </w:tabs>
      </w:pPr>
      <w:r>
        <w:t>358.3940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358.4143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358.4196</w:t>
      </w:r>
      <w:r>
        <w:tab/>
        <w:t>2.708e0</w:t>
      </w:r>
    </w:p>
    <w:p w:rsidR="00354DF7" w:rsidRDefault="00354DF7" w:rsidP="00354DF7">
      <w:pPr>
        <w:tabs>
          <w:tab w:val="left" w:pos="6195"/>
        </w:tabs>
      </w:pPr>
      <w:r>
        <w:t>358.4247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358.4332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358.4579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358.4639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358.4829</w:t>
      </w:r>
      <w:r>
        <w:tab/>
        <w:t>4.007e0</w:t>
      </w:r>
    </w:p>
    <w:p w:rsidR="00354DF7" w:rsidRDefault="00354DF7" w:rsidP="00354DF7">
      <w:pPr>
        <w:tabs>
          <w:tab w:val="left" w:pos="6195"/>
        </w:tabs>
      </w:pPr>
      <w:r>
        <w:t>358.5085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358.5175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358.5512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358.5597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358.5644</w:t>
      </w:r>
      <w:r>
        <w:tab/>
        <w:t>4.282e0</w:t>
      </w:r>
    </w:p>
    <w:p w:rsidR="00354DF7" w:rsidRDefault="00354DF7" w:rsidP="00354DF7">
      <w:pPr>
        <w:tabs>
          <w:tab w:val="left" w:pos="6195"/>
        </w:tabs>
      </w:pPr>
      <w:r>
        <w:t>358.5656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358.5741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358.6053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358.6068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358.6283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358.6317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358.6569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358.6581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358.6608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358.6775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358.6814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358.7061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358.7231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358.7366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358.7397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358.7455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358.7642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358.7711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358.7809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358.7923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358.8102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358.8480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358.8564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358.8768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358.9099</w:t>
      </w:r>
      <w:r>
        <w:tab/>
        <w:t>5.602e0</w:t>
      </w:r>
    </w:p>
    <w:p w:rsidR="00354DF7" w:rsidRDefault="00354DF7" w:rsidP="00354DF7">
      <w:pPr>
        <w:tabs>
          <w:tab w:val="left" w:pos="6195"/>
        </w:tabs>
      </w:pPr>
      <w:r>
        <w:t>358.9156</w:t>
      </w:r>
      <w:r>
        <w:tab/>
        <w:t>5.252e0</w:t>
      </w:r>
    </w:p>
    <w:p w:rsidR="00354DF7" w:rsidRDefault="00354DF7" w:rsidP="00354DF7">
      <w:pPr>
        <w:tabs>
          <w:tab w:val="left" w:pos="6195"/>
        </w:tabs>
      </w:pPr>
      <w:r>
        <w:t>358.9234</w:t>
      </w:r>
      <w:r>
        <w:tab/>
        <w:t>5.162e0</w:t>
      </w:r>
    </w:p>
    <w:p w:rsidR="00354DF7" w:rsidRDefault="00354DF7" w:rsidP="00354DF7">
      <w:pPr>
        <w:tabs>
          <w:tab w:val="left" w:pos="6195"/>
        </w:tabs>
      </w:pPr>
      <w:r>
        <w:t>358.9285</w:t>
      </w:r>
      <w:r>
        <w:tab/>
        <w:t>3.012e0</w:t>
      </w:r>
    </w:p>
    <w:p w:rsidR="00354DF7" w:rsidRDefault="00354DF7" w:rsidP="00354DF7">
      <w:pPr>
        <w:tabs>
          <w:tab w:val="left" w:pos="6195"/>
        </w:tabs>
      </w:pPr>
      <w:r>
        <w:t>358.9322</w:t>
      </w:r>
      <w:r>
        <w:tab/>
        <w:t>5.549e0</w:t>
      </w:r>
    </w:p>
    <w:p w:rsidR="00354DF7" w:rsidRDefault="00354DF7" w:rsidP="00354DF7">
      <w:pPr>
        <w:tabs>
          <w:tab w:val="left" w:pos="6195"/>
        </w:tabs>
      </w:pPr>
      <w:r>
        <w:t>358.9408</w:t>
      </w:r>
      <w:r>
        <w:tab/>
        <w:t>8.025e0</w:t>
      </w:r>
    </w:p>
    <w:p w:rsidR="00354DF7" w:rsidRDefault="00354DF7" w:rsidP="00354DF7">
      <w:pPr>
        <w:tabs>
          <w:tab w:val="left" w:pos="6195"/>
        </w:tabs>
      </w:pPr>
      <w:r>
        <w:t>358.9478</w:t>
      </w:r>
      <w:r>
        <w:tab/>
        <w:t>2.192e0</w:t>
      </w:r>
    </w:p>
    <w:p w:rsidR="00354DF7" w:rsidRDefault="00354DF7" w:rsidP="00354DF7">
      <w:pPr>
        <w:tabs>
          <w:tab w:val="left" w:pos="6195"/>
        </w:tabs>
      </w:pPr>
      <w:r>
        <w:t>358.9701</w:t>
      </w:r>
      <w:r>
        <w:tab/>
        <w:t>2.005e0</w:t>
      </w:r>
    </w:p>
    <w:p w:rsidR="00354DF7" w:rsidRDefault="00354DF7" w:rsidP="00354DF7">
      <w:pPr>
        <w:tabs>
          <w:tab w:val="left" w:pos="6195"/>
        </w:tabs>
      </w:pPr>
      <w:r>
        <w:t>358.9917</w:t>
      </w:r>
      <w:r>
        <w:tab/>
        <w:t>2.203e0</w:t>
      </w:r>
    </w:p>
    <w:p w:rsidR="00354DF7" w:rsidRDefault="00354DF7" w:rsidP="00354DF7">
      <w:pPr>
        <w:tabs>
          <w:tab w:val="left" w:pos="6195"/>
        </w:tabs>
      </w:pPr>
      <w:r>
        <w:t>359.0126</w:t>
      </w:r>
      <w:r>
        <w:tab/>
        <w:t>5.670e0</w:t>
      </w:r>
    </w:p>
    <w:p w:rsidR="00354DF7" w:rsidRDefault="00354DF7" w:rsidP="00354DF7">
      <w:pPr>
        <w:tabs>
          <w:tab w:val="left" w:pos="6195"/>
        </w:tabs>
      </w:pPr>
      <w:r>
        <w:t>359.0428</w:t>
      </w:r>
      <w:r>
        <w:tab/>
        <w:t>3.472e0</w:t>
      </w:r>
    </w:p>
    <w:p w:rsidR="00354DF7" w:rsidRDefault="00354DF7" w:rsidP="00354DF7">
      <w:pPr>
        <w:tabs>
          <w:tab w:val="left" w:pos="6195"/>
        </w:tabs>
      </w:pPr>
      <w:r>
        <w:lastRenderedPageBreak/>
        <w:t>359.0572</w:t>
      </w:r>
      <w:r>
        <w:tab/>
        <w:t>3.893e0</w:t>
      </w:r>
    </w:p>
    <w:p w:rsidR="00354DF7" w:rsidRDefault="00354DF7" w:rsidP="00354DF7">
      <w:pPr>
        <w:tabs>
          <w:tab w:val="left" w:pos="6195"/>
        </w:tabs>
      </w:pPr>
      <w:r>
        <w:t>359.0815</w:t>
      </w:r>
      <w:r>
        <w:tab/>
        <w:t>1.059e1</w:t>
      </w:r>
    </w:p>
    <w:p w:rsidR="00354DF7" w:rsidRDefault="00354DF7" w:rsidP="00354DF7">
      <w:pPr>
        <w:tabs>
          <w:tab w:val="left" w:pos="6195"/>
        </w:tabs>
      </w:pPr>
      <w:r>
        <w:t>359.0945</w:t>
      </w:r>
      <w:r>
        <w:tab/>
        <w:t>2.523e0</w:t>
      </w:r>
    </w:p>
    <w:p w:rsidR="00354DF7" w:rsidRDefault="00354DF7" w:rsidP="00354DF7">
      <w:pPr>
        <w:tabs>
          <w:tab w:val="left" w:pos="6195"/>
        </w:tabs>
      </w:pPr>
      <w:r>
        <w:t>359.0969</w:t>
      </w:r>
      <w:r>
        <w:tab/>
        <w:t>2.679e0</w:t>
      </w:r>
    </w:p>
    <w:p w:rsidR="00354DF7" w:rsidRDefault="00354DF7" w:rsidP="00354DF7">
      <w:pPr>
        <w:tabs>
          <w:tab w:val="left" w:pos="6195"/>
        </w:tabs>
      </w:pPr>
      <w:r>
        <w:t>359.0984</w:t>
      </w:r>
      <w:r>
        <w:tab/>
        <w:t>3.089e0</w:t>
      </w:r>
    </w:p>
    <w:p w:rsidR="00354DF7" w:rsidRDefault="00354DF7" w:rsidP="00354DF7">
      <w:pPr>
        <w:tabs>
          <w:tab w:val="left" w:pos="6195"/>
        </w:tabs>
      </w:pPr>
      <w:r>
        <w:t>359.1369</w:t>
      </w:r>
      <w:r>
        <w:tab/>
        <w:t>3.044e0</w:t>
      </w:r>
    </w:p>
    <w:p w:rsidR="00354DF7" w:rsidRDefault="00354DF7" w:rsidP="00354DF7">
      <w:pPr>
        <w:tabs>
          <w:tab w:val="left" w:pos="6195"/>
        </w:tabs>
      </w:pPr>
      <w:r>
        <w:t>359.1642</w:t>
      </w:r>
      <w:r>
        <w:tab/>
        <w:t>3.357e0</w:t>
      </w:r>
    </w:p>
    <w:p w:rsidR="00354DF7" w:rsidRDefault="00354DF7" w:rsidP="00354DF7">
      <w:pPr>
        <w:tabs>
          <w:tab w:val="left" w:pos="6195"/>
        </w:tabs>
      </w:pPr>
      <w:r>
        <w:t>359.2017</w:t>
      </w:r>
      <w:r>
        <w:tab/>
        <w:t>6.363e0</w:t>
      </w:r>
    </w:p>
    <w:p w:rsidR="00354DF7" w:rsidRDefault="00354DF7" w:rsidP="00354DF7">
      <w:pPr>
        <w:tabs>
          <w:tab w:val="left" w:pos="6195"/>
        </w:tabs>
      </w:pPr>
      <w:r>
        <w:t>359.2391</w:t>
      </w:r>
      <w:r>
        <w:tab/>
        <w:t>3.448e0</w:t>
      </w:r>
    </w:p>
    <w:p w:rsidR="00354DF7" w:rsidRDefault="00354DF7" w:rsidP="00354DF7">
      <w:pPr>
        <w:tabs>
          <w:tab w:val="left" w:pos="6195"/>
        </w:tabs>
      </w:pPr>
      <w:r>
        <w:t>359.2483</w:t>
      </w:r>
      <w:r>
        <w:tab/>
        <w:t>2.329e0</w:t>
      </w:r>
    </w:p>
    <w:p w:rsidR="00354DF7" w:rsidRDefault="00354DF7" w:rsidP="00354DF7">
      <w:pPr>
        <w:tabs>
          <w:tab w:val="left" w:pos="6195"/>
        </w:tabs>
      </w:pPr>
      <w:r>
        <w:t>359.2639</w:t>
      </w:r>
      <w:r>
        <w:tab/>
        <w:t>4.693e0</w:t>
      </w:r>
    </w:p>
    <w:p w:rsidR="00354DF7" w:rsidRDefault="00354DF7" w:rsidP="00354DF7">
      <w:pPr>
        <w:tabs>
          <w:tab w:val="left" w:pos="6195"/>
        </w:tabs>
      </w:pPr>
      <w:r>
        <w:t>359.2939</w:t>
      </w:r>
      <w:r>
        <w:tab/>
        <w:t>2.452e0</w:t>
      </w:r>
    </w:p>
    <w:p w:rsidR="00354DF7" w:rsidRDefault="00354DF7" w:rsidP="00354DF7">
      <w:pPr>
        <w:tabs>
          <w:tab w:val="left" w:pos="6195"/>
        </w:tabs>
      </w:pPr>
      <w:r>
        <w:t>359.3145</w:t>
      </w:r>
      <w:r>
        <w:tab/>
        <w:t>2.171e0</w:t>
      </w:r>
    </w:p>
    <w:p w:rsidR="00354DF7" w:rsidRDefault="00354DF7" w:rsidP="00354DF7">
      <w:pPr>
        <w:tabs>
          <w:tab w:val="left" w:pos="6195"/>
        </w:tabs>
      </w:pPr>
      <w:r>
        <w:t>359.3158</w:t>
      </w:r>
      <w:r>
        <w:tab/>
        <w:t>1.492e0</w:t>
      </w:r>
    </w:p>
    <w:p w:rsidR="00354DF7" w:rsidRDefault="00354DF7" w:rsidP="00354DF7">
      <w:pPr>
        <w:tabs>
          <w:tab w:val="left" w:pos="6195"/>
        </w:tabs>
      </w:pPr>
      <w:r>
        <w:t>359.3183</w:t>
      </w:r>
      <w:r>
        <w:tab/>
        <w:t>2.603e0</w:t>
      </w:r>
    </w:p>
    <w:p w:rsidR="00354DF7" w:rsidRDefault="00354DF7" w:rsidP="00354DF7">
      <w:pPr>
        <w:tabs>
          <w:tab w:val="left" w:pos="6195"/>
        </w:tabs>
      </w:pPr>
      <w:r>
        <w:t>359.3308</w:t>
      </w:r>
      <w:r>
        <w:tab/>
        <w:t>1.811e0</w:t>
      </w:r>
    </w:p>
    <w:p w:rsidR="00354DF7" w:rsidRDefault="00354DF7" w:rsidP="00354DF7">
      <w:pPr>
        <w:tabs>
          <w:tab w:val="left" w:pos="6195"/>
        </w:tabs>
      </w:pPr>
      <w:r>
        <w:t>359.3658</w:t>
      </w:r>
      <w:r>
        <w:tab/>
        <w:t>2.087e0</w:t>
      </w:r>
    </w:p>
    <w:p w:rsidR="00354DF7" w:rsidRDefault="00354DF7" w:rsidP="00354DF7">
      <w:pPr>
        <w:tabs>
          <w:tab w:val="left" w:pos="6195"/>
        </w:tabs>
      </w:pPr>
      <w:r>
        <w:t>359.3698</w:t>
      </w:r>
      <w:r>
        <w:tab/>
        <w:t>2.028e0</w:t>
      </w:r>
    </w:p>
    <w:p w:rsidR="00354DF7" w:rsidRDefault="00354DF7" w:rsidP="00354DF7">
      <w:pPr>
        <w:tabs>
          <w:tab w:val="left" w:pos="6195"/>
        </w:tabs>
      </w:pPr>
      <w:r>
        <w:t>359.3904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359.4269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359.4316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359.4366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359.4475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359.4550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359.4566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359.4965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359.5023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359.5155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359.5513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359.5602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359.5848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359.5894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359.5916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359.6062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359.6365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359.6377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359.6521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359.6561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359.6884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359.6938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359.7136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359.7269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359.7296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359.7425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359.7474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359.7508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359.7584</w:t>
      </w:r>
      <w:r>
        <w:tab/>
        <w:t>4.148e0</w:t>
      </w:r>
    </w:p>
    <w:p w:rsidR="00354DF7" w:rsidRDefault="00354DF7" w:rsidP="00354DF7">
      <w:pPr>
        <w:tabs>
          <w:tab w:val="left" w:pos="6195"/>
        </w:tabs>
      </w:pPr>
      <w:r>
        <w:t>359.7874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359.7898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359.7926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359.8179</w:t>
      </w:r>
      <w:r>
        <w:tab/>
        <w:t>6.158e0</w:t>
      </w:r>
    </w:p>
    <w:p w:rsidR="00354DF7" w:rsidRDefault="00354DF7" w:rsidP="00354DF7">
      <w:pPr>
        <w:tabs>
          <w:tab w:val="left" w:pos="6195"/>
        </w:tabs>
      </w:pPr>
      <w:r>
        <w:t>359.8299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359.8678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359.8698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359.8770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359.8892</w:t>
      </w:r>
      <w:r>
        <w:tab/>
        <w:t>5.702e0</w:t>
      </w:r>
    </w:p>
    <w:p w:rsidR="00354DF7" w:rsidRDefault="00354DF7" w:rsidP="00354DF7">
      <w:pPr>
        <w:tabs>
          <w:tab w:val="left" w:pos="6195"/>
        </w:tabs>
      </w:pPr>
      <w:r>
        <w:t>359.9074</w:t>
      </w:r>
      <w:r>
        <w:tab/>
        <w:t>1.282e0</w:t>
      </w:r>
    </w:p>
    <w:p w:rsidR="00354DF7" w:rsidRDefault="00354DF7" w:rsidP="00354DF7">
      <w:pPr>
        <w:tabs>
          <w:tab w:val="left" w:pos="6195"/>
        </w:tabs>
      </w:pPr>
      <w:r>
        <w:lastRenderedPageBreak/>
        <w:t>359.9160</w:t>
      </w:r>
      <w:r>
        <w:tab/>
        <w:t>3.227e0</w:t>
      </w:r>
    </w:p>
    <w:p w:rsidR="00354DF7" w:rsidRDefault="00354DF7" w:rsidP="00354DF7">
      <w:pPr>
        <w:tabs>
          <w:tab w:val="left" w:pos="6195"/>
        </w:tabs>
      </w:pPr>
      <w:r>
        <w:t>359.9220</w:t>
      </w:r>
      <w:r>
        <w:tab/>
        <w:t>4.554e0</w:t>
      </w:r>
    </w:p>
    <w:p w:rsidR="00354DF7" w:rsidRDefault="00354DF7" w:rsidP="00354DF7">
      <w:pPr>
        <w:tabs>
          <w:tab w:val="left" w:pos="6195"/>
        </w:tabs>
      </w:pPr>
      <w:r>
        <w:t>359.9269</w:t>
      </w:r>
      <w:r>
        <w:tab/>
        <w:t>1.588e0</w:t>
      </w:r>
    </w:p>
    <w:p w:rsidR="00354DF7" w:rsidRDefault="00354DF7" w:rsidP="00354DF7">
      <w:pPr>
        <w:tabs>
          <w:tab w:val="left" w:pos="6195"/>
        </w:tabs>
      </w:pPr>
      <w:r>
        <w:t>359.9334</w:t>
      </w:r>
      <w:r>
        <w:tab/>
        <w:t>8.272e0</w:t>
      </w:r>
    </w:p>
    <w:p w:rsidR="00354DF7" w:rsidRDefault="00354DF7" w:rsidP="00354DF7">
      <w:pPr>
        <w:tabs>
          <w:tab w:val="left" w:pos="6195"/>
        </w:tabs>
      </w:pPr>
      <w:r>
        <w:t>359.9587</w:t>
      </w:r>
      <w:r>
        <w:tab/>
        <w:t>1.882e0</w:t>
      </w:r>
    </w:p>
    <w:p w:rsidR="00354DF7" w:rsidRDefault="00354DF7" w:rsidP="00354DF7">
      <w:pPr>
        <w:tabs>
          <w:tab w:val="left" w:pos="6195"/>
        </w:tabs>
      </w:pPr>
      <w:r>
        <w:t>359.9731</w:t>
      </w:r>
      <w:r>
        <w:tab/>
        <w:t>4.161e0</w:t>
      </w:r>
    </w:p>
    <w:p w:rsidR="00354DF7" w:rsidRDefault="00354DF7" w:rsidP="00354DF7">
      <w:pPr>
        <w:tabs>
          <w:tab w:val="left" w:pos="6195"/>
        </w:tabs>
      </w:pPr>
      <w:r>
        <w:t>359.9755</w:t>
      </w:r>
      <w:r>
        <w:tab/>
        <w:t>1.730e0</w:t>
      </w:r>
    </w:p>
    <w:p w:rsidR="00354DF7" w:rsidRDefault="00354DF7" w:rsidP="00354DF7">
      <w:pPr>
        <w:tabs>
          <w:tab w:val="left" w:pos="6195"/>
        </w:tabs>
      </w:pPr>
      <w:r>
        <w:t>360.0115</w:t>
      </w:r>
      <w:r>
        <w:tab/>
        <w:t>1.837e0</w:t>
      </w:r>
    </w:p>
    <w:p w:rsidR="00354DF7" w:rsidRDefault="00354DF7" w:rsidP="00354DF7">
      <w:pPr>
        <w:tabs>
          <w:tab w:val="left" w:pos="6195"/>
        </w:tabs>
      </w:pPr>
      <w:r>
        <w:t>360.0173</w:t>
      </w:r>
      <w:r>
        <w:tab/>
        <w:t>5.911e0</w:t>
      </w:r>
    </w:p>
    <w:p w:rsidR="00354DF7" w:rsidRDefault="00354DF7" w:rsidP="00354DF7">
      <w:pPr>
        <w:tabs>
          <w:tab w:val="left" w:pos="6195"/>
        </w:tabs>
      </w:pPr>
      <w:r>
        <w:t>360.0239</w:t>
      </w:r>
      <w:r>
        <w:tab/>
        <w:t>2.993e0</w:t>
      </w:r>
    </w:p>
    <w:p w:rsidR="00354DF7" w:rsidRDefault="00354DF7" w:rsidP="00354DF7">
      <w:pPr>
        <w:tabs>
          <w:tab w:val="left" w:pos="6195"/>
        </w:tabs>
      </w:pPr>
      <w:r>
        <w:t>360.0400</w:t>
      </w:r>
      <w:r>
        <w:tab/>
        <w:t>2.887e0</w:t>
      </w:r>
    </w:p>
    <w:p w:rsidR="00354DF7" w:rsidRDefault="00354DF7" w:rsidP="00354DF7">
      <w:pPr>
        <w:tabs>
          <w:tab w:val="left" w:pos="6195"/>
        </w:tabs>
      </w:pPr>
      <w:r>
        <w:t>360.0418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360.0569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360.0691</w:t>
      </w:r>
      <w:r>
        <w:tab/>
        <w:t>6.863e0</w:t>
      </w:r>
    </w:p>
    <w:p w:rsidR="00354DF7" w:rsidRDefault="00354DF7" w:rsidP="00354DF7">
      <w:pPr>
        <w:tabs>
          <w:tab w:val="left" w:pos="6195"/>
        </w:tabs>
      </w:pPr>
      <w:r>
        <w:t>360.0989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360.1456</w:t>
      </w:r>
      <w:r>
        <w:tab/>
        <w:t>1.774e0</w:t>
      </w:r>
    </w:p>
    <w:p w:rsidR="00354DF7" w:rsidRDefault="00354DF7" w:rsidP="00354DF7">
      <w:pPr>
        <w:tabs>
          <w:tab w:val="left" w:pos="6195"/>
        </w:tabs>
      </w:pPr>
      <w:r>
        <w:t>360.1661</w:t>
      </w:r>
      <w:r>
        <w:tab/>
        <w:t>7.111e0</w:t>
      </w:r>
    </w:p>
    <w:p w:rsidR="00354DF7" w:rsidRDefault="00354DF7" w:rsidP="00354DF7">
      <w:pPr>
        <w:tabs>
          <w:tab w:val="left" w:pos="6195"/>
        </w:tabs>
      </w:pPr>
      <w:r>
        <w:t>360.1809</w:t>
      </w:r>
      <w:r>
        <w:tab/>
        <w:t>1.179e0</w:t>
      </w:r>
    </w:p>
    <w:p w:rsidR="00354DF7" w:rsidRDefault="00354DF7" w:rsidP="00354DF7">
      <w:pPr>
        <w:tabs>
          <w:tab w:val="left" w:pos="6195"/>
        </w:tabs>
      </w:pPr>
      <w:r>
        <w:t>360.2009</w:t>
      </w:r>
      <w:r>
        <w:tab/>
        <w:t>1.826e0</w:t>
      </w:r>
    </w:p>
    <w:p w:rsidR="00354DF7" w:rsidRDefault="00354DF7" w:rsidP="00354DF7">
      <w:pPr>
        <w:tabs>
          <w:tab w:val="left" w:pos="6195"/>
        </w:tabs>
      </w:pPr>
      <w:r>
        <w:lastRenderedPageBreak/>
        <w:t>360.2059</w:t>
      </w:r>
      <w:r>
        <w:tab/>
        <w:t>2.937e0</w:t>
      </w:r>
    </w:p>
    <w:p w:rsidR="00354DF7" w:rsidRDefault="00354DF7" w:rsidP="00354DF7">
      <w:pPr>
        <w:tabs>
          <w:tab w:val="left" w:pos="6195"/>
        </w:tabs>
      </w:pPr>
      <w:r>
        <w:t>360.2074</w:t>
      </w:r>
      <w:r>
        <w:tab/>
        <w:t>6.832e0</w:t>
      </w:r>
    </w:p>
    <w:p w:rsidR="00354DF7" w:rsidRDefault="00354DF7" w:rsidP="00354DF7">
      <w:pPr>
        <w:tabs>
          <w:tab w:val="left" w:pos="6195"/>
        </w:tabs>
      </w:pPr>
      <w:r>
        <w:t>360.2090</w:t>
      </w:r>
      <w:r>
        <w:tab/>
        <w:t>1.487e0</w:t>
      </w:r>
    </w:p>
    <w:p w:rsidR="00354DF7" w:rsidRDefault="00354DF7" w:rsidP="00354DF7">
      <w:pPr>
        <w:tabs>
          <w:tab w:val="left" w:pos="6195"/>
        </w:tabs>
      </w:pPr>
      <w:r>
        <w:t>360.2367</w:t>
      </w:r>
      <w:r>
        <w:tab/>
        <w:t>1.440e0</w:t>
      </w:r>
    </w:p>
    <w:p w:rsidR="00354DF7" w:rsidRDefault="00354DF7" w:rsidP="00354DF7">
      <w:pPr>
        <w:tabs>
          <w:tab w:val="left" w:pos="6195"/>
        </w:tabs>
      </w:pPr>
      <w:r>
        <w:t>360.2489</w:t>
      </w:r>
      <w:r>
        <w:tab/>
        <w:t>1.204e0</w:t>
      </w:r>
    </w:p>
    <w:p w:rsidR="00354DF7" w:rsidRDefault="00354DF7" w:rsidP="00354DF7">
      <w:pPr>
        <w:tabs>
          <w:tab w:val="left" w:pos="6195"/>
        </w:tabs>
      </w:pPr>
      <w:r>
        <w:t>360.2508</w:t>
      </w:r>
      <w:r>
        <w:tab/>
        <w:t>6.503e0</w:t>
      </w:r>
    </w:p>
    <w:p w:rsidR="00354DF7" w:rsidRDefault="00354DF7" w:rsidP="00354DF7">
      <w:pPr>
        <w:tabs>
          <w:tab w:val="left" w:pos="6195"/>
        </w:tabs>
      </w:pPr>
      <w:r>
        <w:t>360.2577</w:t>
      </w:r>
      <w:r>
        <w:tab/>
        <w:t>4.433e0</w:t>
      </w:r>
    </w:p>
    <w:p w:rsidR="00354DF7" w:rsidRDefault="00354DF7" w:rsidP="00354DF7">
      <w:pPr>
        <w:tabs>
          <w:tab w:val="left" w:pos="6195"/>
        </w:tabs>
      </w:pPr>
      <w:r>
        <w:t>360.3057</w:t>
      </w:r>
      <w:r>
        <w:tab/>
        <w:t>1.510e0</w:t>
      </w:r>
    </w:p>
    <w:p w:rsidR="00354DF7" w:rsidRDefault="00354DF7" w:rsidP="00354DF7">
      <w:pPr>
        <w:tabs>
          <w:tab w:val="left" w:pos="6195"/>
        </w:tabs>
      </w:pPr>
      <w:r>
        <w:t>360.3222</w:t>
      </w:r>
      <w:r>
        <w:tab/>
        <w:t>1.808e0</w:t>
      </w:r>
    </w:p>
    <w:p w:rsidR="00354DF7" w:rsidRDefault="00354DF7" w:rsidP="00354DF7">
      <w:pPr>
        <w:tabs>
          <w:tab w:val="left" w:pos="6195"/>
        </w:tabs>
      </w:pPr>
      <w:r>
        <w:t>360.3505</w:t>
      </w:r>
      <w:r>
        <w:tab/>
        <w:t>1.298e0</w:t>
      </w:r>
    </w:p>
    <w:p w:rsidR="00354DF7" w:rsidRDefault="00354DF7" w:rsidP="00354DF7">
      <w:pPr>
        <w:tabs>
          <w:tab w:val="left" w:pos="6195"/>
        </w:tabs>
      </w:pPr>
      <w:r>
        <w:t>360.3781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360.3817</w:t>
      </w:r>
      <w:r>
        <w:tab/>
        <w:t>6.204e0</w:t>
      </w:r>
    </w:p>
    <w:p w:rsidR="00354DF7" w:rsidRDefault="00354DF7" w:rsidP="00354DF7">
      <w:pPr>
        <w:tabs>
          <w:tab w:val="left" w:pos="6195"/>
        </w:tabs>
      </w:pPr>
      <w:r>
        <w:t>360.3885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360.4110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360.4156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360.4238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360.4342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360.4593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360.4627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360.4733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360.4898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360.4971</w:t>
      </w:r>
      <w:r>
        <w:tab/>
        <w:t>1.422e0</w:t>
      </w:r>
    </w:p>
    <w:p w:rsidR="00354DF7" w:rsidRDefault="00354DF7" w:rsidP="00354DF7">
      <w:pPr>
        <w:tabs>
          <w:tab w:val="left" w:pos="6195"/>
        </w:tabs>
      </w:pPr>
      <w:r>
        <w:t>360.5093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360.5203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360.5275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360.5587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360.5608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360.5687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360.5945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360.6066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360.6230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360.6401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360.6492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360.6596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360.6736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360.6980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360.7099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360.7142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360.7163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360.7268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360.7559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360.7581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360.7703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360.7761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360.7829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360.7928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360.8118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360.8217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360.8327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360.8392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360.8783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360.8842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360.9105</w:t>
      </w:r>
      <w:r>
        <w:tab/>
        <w:t>1.439e0</w:t>
      </w:r>
    </w:p>
    <w:p w:rsidR="00354DF7" w:rsidRDefault="00354DF7" w:rsidP="00354DF7">
      <w:pPr>
        <w:tabs>
          <w:tab w:val="left" w:pos="6195"/>
        </w:tabs>
      </w:pPr>
      <w:r>
        <w:t>360.9149</w:t>
      </w:r>
      <w:r>
        <w:tab/>
        <w:t>4.129e0</w:t>
      </w:r>
    </w:p>
    <w:p w:rsidR="00354DF7" w:rsidRDefault="00354DF7" w:rsidP="00354DF7">
      <w:pPr>
        <w:tabs>
          <w:tab w:val="left" w:pos="6195"/>
        </w:tabs>
      </w:pPr>
      <w:r>
        <w:t>360.9542</w:t>
      </w:r>
      <w:r>
        <w:tab/>
        <w:t>1.189e0</w:t>
      </w:r>
    </w:p>
    <w:p w:rsidR="00354DF7" w:rsidRDefault="00354DF7" w:rsidP="00354DF7">
      <w:pPr>
        <w:tabs>
          <w:tab w:val="left" w:pos="6195"/>
        </w:tabs>
      </w:pPr>
      <w:r>
        <w:t>360.9554</w:t>
      </w:r>
      <w:r>
        <w:tab/>
        <w:t>2.507e0</w:t>
      </w:r>
    </w:p>
    <w:p w:rsidR="00354DF7" w:rsidRDefault="00354DF7" w:rsidP="00354DF7">
      <w:pPr>
        <w:tabs>
          <w:tab w:val="left" w:pos="6195"/>
        </w:tabs>
      </w:pPr>
      <w:r>
        <w:t>360.9648</w:t>
      </w:r>
      <w:r>
        <w:tab/>
        <w:t>2.219e0</w:t>
      </w:r>
    </w:p>
    <w:p w:rsidR="00354DF7" w:rsidRDefault="00354DF7" w:rsidP="00354DF7">
      <w:pPr>
        <w:tabs>
          <w:tab w:val="left" w:pos="6195"/>
        </w:tabs>
      </w:pPr>
      <w:r>
        <w:lastRenderedPageBreak/>
        <w:t>360.9858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360.9943</w:t>
      </w:r>
      <w:r>
        <w:tab/>
        <w:t>1.709e0</w:t>
      </w:r>
    </w:p>
    <w:p w:rsidR="00354DF7" w:rsidRDefault="00354DF7" w:rsidP="00354DF7">
      <w:pPr>
        <w:tabs>
          <w:tab w:val="left" w:pos="6195"/>
        </w:tabs>
      </w:pPr>
      <w:r>
        <w:t>361.0152</w:t>
      </w:r>
      <w:r>
        <w:tab/>
        <w:t>2.013e0</w:t>
      </w:r>
    </w:p>
    <w:p w:rsidR="00354DF7" w:rsidRDefault="00354DF7" w:rsidP="00354DF7">
      <w:pPr>
        <w:tabs>
          <w:tab w:val="left" w:pos="6195"/>
        </w:tabs>
      </w:pPr>
      <w:r>
        <w:t>361.0260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361.0273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361.0368</w:t>
      </w:r>
      <w:r>
        <w:tab/>
        <w:t>1.900e0</w:t>
      </w:r>
    </w:p>
    <w:p w:rsidR="00354DF7" w:rsidRDefault="00354DF7" w:rsidP="00354DF7">
      <w:pPr>
        <w:tabs>
          <w:tab w:val="left" w:pos="6195"/>
        </w:tabs>
      </w:pPr>
      <w:r>
        <w:t>361.0482</w:t>
      </w:r>
      <w:r>
        <w:tab/>
        <w:t>1.861e0</w:t>
      </w:r>
    </w:p>
    <w:p w:rsidR="00354DF7" w:rsidRDefault="00354DF7" w:rsidP="00354DF7">
      <w:pPr>
        <w:tabs>
          <w:tab w:val="left" w:pos="6195"/>
        </w:tabs>
      </w:pPr>
      <w:r>
        <w:t>361.0566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361.0769</w:t>
      </w:r>
      <w:r>
        <w:tab/>
        <w:t>1.825e0</w:t>
      </w:r>
    </w:p>
    <w:p w:rsidR="00354DF7" w:rsidRDefault="00354DF7" w:rsidP="00354DF7">
      <w:pPr>
        <w:tabs>
          <w:tab w:val="left" w:pos="6195"/>
        </w:tabs>
      </w:pPr>
      <w:r>
        <w:t>361.1006</w:t>
      </w:r>
      <w:r>
        <w:tab/>
        <w:t>1.624e0</w:t>
      </w:r>
    </w:p>
    <w:p w:rsidR="00354DF7" w:rsidRDefault="00354DF7" w:rsidP="00354DF7">
      <w:pPr>
        <w:tabs>
          <w:tab w:val="left" w:pos="6195"/>
        </w:tabs>
      </w:pPr>
      <w:r>
        <w:t>361.1042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361.1261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361.1302</w:t>
      </w:r>
      <w:r>
        <w:tab/>
        <w:t>2.944e0</w:t>
      </w:r>
    </w:p>
    <w:p w:rsidR="00354DF7" w:rsidRDefault="00354DF7" w:rsidP="00354DF7">
      <w:pPr>
        <w:tabs>
          <w:tab w:val="left" w:pos="6195"/>
        </w:tabs>
      </w:pPr>
      <w:r>
        <w:t>361.1564</w:t>
      </w:r>
      <w:r>
        <w:tab/>
        <w:t>4.295e0</w:t>
      </w:r>
    </w:p>
    <w:p w:rsidR="00354DF7" w:rsidRDefault="00354DF7" w:rsidP="00354DF7">
      <w:pPr>
        <w:tabs>
          <w:tab w:val="left" w:pos="6195"/>
        </w:tabs>
      </w:pPr>
      <w:r>
        <w:t>361.2076</w:t>
      </w:r>
      <w:r>
        <w:tab/>
        <w:t>4.413e0</w:t>
      </w:r>
    </w:p>
    <w:p w:rsidR="00354DF7" w:rsidRDefault="00354DF7" w:rsidP="00354DF7">
      <w:pPr>
        <w:tabs>
          <w:tab w:val="left" w:pos="6195"/>
        </w:tabs>
      </w:pPr>
      <w:r>
        <w:t>361.2116</w:t>
      </w:r>
      <w:r>
        <w:tab/>
        <w:t>3.088e0</w:t>
      </w:r>
    </w:p>
    <w:p w:rsidR="00354DF7" w:rsidRDefault="00354DF7" w:rsidP="00354DF7">
      <w:pPr>
        <w:tabs>
          <w:tab w:val="left" w:pos="6195"/>
        </w:tabs>
      </w:pPr>
      <w:r>
        <w:t>361.2316</w:t>
      </w:r>
      <w:r>
        <w:tab/>
        <w:t>1.541e0</w:t>
      </w:r>
    </w:p>
    <w:p w:rsidR="00354DF7" w:rsidRDefault="00354DF7" w:rsidP="00354DF7">
      <w:pPr>
        <w:tabs>
          <w:tab w:val="left" w:pos="6195"/>
        </w:tabs>
      </w:pPr>
      <w:r>
        <w:t>361.2872</w:t>
      </w:r>
      <w:r>
        <w:tab/>
        <w:t>1.544e0</w:t>
      </w:r>
    </w:p>
    <w:p w:rsidR="00354DF7" w:rsidRDefault="00354DF7" w:rsidP="00354DF7">
      <w:pPr>
        <w:tabs>
          <w:tab w:val="left" w:pos="6195"/>
        </w:tabs>
      </w:pPr>
      <w:r>
        <w:t>361.2924</w:t>
      </w:r>
      <w:r>
        <w:tab/>
        <w:t>2.747e0</w:t>
      </w:r>
    </w:p>
    <w:p w:rsidR="00354DF7" w:rsidRDefault="00354DF7" w:rsidP="00354DF7">
      <w:pPr>
        <w:tabs>
          <w:tab w:val="left" w:pos="6195"/>
        </w:tabs>
      </w:pPr>
      <w:r>
        <w:lastRenderedPageBreak/>
        <w:t>361.3106</w:t>
      </w:r>
      <w:r>
        <w:tab/>
        <w:t>2.266e0</w:t>
      </w:r>
    </w:p>
    <w:p w:rsidR="00354DF7" w:rsidRDefault="00354DF7" w:rsidP="00354DF7">
      <w:pPr>
        <w:tabs>
          <w:tab w:val="left" w:pos="6195"/>
        </w:tabs>
      </w:pPr>
      <w:r>
        <w:t>361.3178</w:t>
      </w:r>
      <w:r>
        <w:tab/>
        <w:t>2.736e0</w:t>
      </w:r>
    </w:p>
    <w:p w:rsidR="00354DF7" w:rsidRDefault="00354DF7" w:rsidP="00354DF7">
      <w:pPr>
        <w:tabs>
          <w:tab w:val="left" w:pos="6195"/>
        </w:tabs>
      </w:pPr>
      <w:r>
        <w:t>361.3746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361.3771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361.3821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361.3885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361.4274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361.4391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361.4422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361.4454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361.4485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361.4740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361.4778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361.4876</w:t>
      </w:r>
      <w:r>
        <w:tab/>
        <w:t>1.872e0</w:t>
      </w:r>
    </w:p>
    <w:p w:rsidR="00354DF7" w:rsidRDefault="00354DF7" w:rsidP="00354DF7">
      <w:pPr>
        <w:tabs>
          <w:tab w:val="left" w:pos="6195"/>
        </w:tabs>
      </w:pPr>
      <w:r>
        <w:t>361.5136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361.5159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361.5178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361.5694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361.5751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361.5898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361.6014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361.6072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361.6171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361.6307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361.6394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361.6541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361.6907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361.7022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361.7123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361.7158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361.7419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361.7485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361.7704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361.7772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361.7903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361.8156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361.8190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361.8205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361.8318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361.8483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361.8624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361.8649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361.9069</w:t>
      </w:r>
      <w:r>
        <w:tab/>
        <w:t>3.978e0</w:t>
      </w:r>
    </w:p>
    <w:p w:rsidR="00354DF7" w:rsidRDefault="00354DF7" w:rsidP="00354DF7">
      <w:pPr>
        <w:tabs>
          <w:tab w:val="left" w:pos="6195"/>
        </w:tabs>
      </w:pPr>
      <w:r>
        <w:t>361.9097</w:t>
      </w:r>
      <w:r>
        <w:tab/>
        <w:t>2.951e0</w:t>
      </w:r>
    </w:p>
    <w:p w:rsidR="00354DF7" w:rsidRDefault="00354DF7" w:rsidP="00354DF7">
      <w:pPr>
        <w:tabs>
          <w:tab w:val="left" w:pos="6195"/>
        </w:tabs>
      </w:pPr>
      <w:r>
        <w:t>361.9262</w:t>
      </w:r>
      <w:r>
        <w:tab/>
        <w:t>1.473e0</w:t>
      </w:r>
    </w:p>
    <w:p w:rsidR="00354DF7" w:rsidRDefault="00354DF7" w:rsidP="00354DF7">
      <w:pPr>
        <w:tabs>
          <w:tab w:val="left" w:pos="6195"/>
        </w:tabs>
      </w:pPr>
      <w:r>
        <w:t>361.9610</w:t>
      </w:r>
      <w:r>
        <w:tab/>
        <w:t>4.437e0</w:t>
      </w:r>
    </w:p>
    <w:p w:rsidR="00354DF7" w:rsidRDefault="00354DF7" w:rsidP="00354DF7">
      <w:pPr>
        <w:tabs>
          <w:tab w:val="left" w:pos="6195"/>
        </w:tabs>
      </w:pPr>
      <w:r>
        <w:t>361.9636</w:t>
      </w:r>
      <w:r>
        <w:tab/>
        <w:t>3.081e0</w:t>
      </w:r>
    </w:p>
    <w:p w:rsidR="00354DF7" w:rsidRDefault="00354DF7" w:rsidP="00354DF7">
      <w:pPr>
        <w:tabs>
          <w:tab w:val="left" w:pos="6195"/>
        </w:tabs>
      </w:pPr>
      <w:r>
        <w:t>361.9685</w:t>
      </w:r>
      <w:r>
        <w:tab/>
        <w:t>8.324e0</w:t>
      </w:r>
    </w:p>
    <w:p w:rsidR="00354DF7" w:rsidRDefault="00354DF7" w:rsidP="00354DF7">
      <w:pPr>
        <w:tabs>
          <w:tab w:val="left" w:pos="6195"/>
        </w:tabs>
      </w:pPr>
      <w:r>
        <w:t>361.9840</w:t>
      </w:r>
      <w:r>
        <w:tab/>
        <w:t>3.146e0</w:t>
      </w:r>
    </w:p>
    <w:p w:rsidR="00354DF7" w:rsidRDefault="00354DF7" w:rsidP="00354DF7">
      <w:pPr>
        <w:tabs>
          <w:tab w:val="left" w:pos="6195"/>
        </w:tabs>
      </w:pPr>
      <w:r>
        <w:t>362.0159</w:t>
      </w:r>
      <w:r>
        <w:tab/>
        <w:t>2.904e0</w:t>
      </w:r>
    </w:p>
    <w:p w:rsidR="00354DF7" w:rsidRDefault="00354DF7" w:rsidP="00354DF7">
      <w:pPr>
        <w:tabs>
          <w:tab w:val="left" w:pos="6195"/>
        </w:tabs>
      </w:pPr>
      <w:r>
        <w:t>362.0234</w:t>
      </w:r>
      <w:r>
        <w:tab/>
        <w:t>3.040e0</w:t>
      </w:r>
    </w:p>
    <w:p w:rsidR="00354DF7" w:rsidRDefault="00354DF7" w:rsidP="00354DF7">
      <w:pPr>
        <w:tabs>
          <w:tab w:val="left" w:pos="6195"/>
        </w:tabs>
      </w:pPr>
      <w:r>
        <w:t>362.0334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362.0496</w:t>
      </w:r>
      <w:r>
        <w:tab/>
        <w:t>4.740e0</w:t>
      </w:r>
    </w:p>
    <w:p w:rsidR="00354DF7" w:rsidRDefault="00354DF7" w:rsidP="00354DF7">
      <w:pPr>
        <w:tabs>
          <w:tab w:val="left" w:pos="6195"/>
        </w:tabs>
      </w:pPr>
      <w:r>
        <w:t>362.0641</w:t>
      </w:r>
      <w:r>
        <w:tab/>
        <w:t>5.113e0</w:t>
      </w:r>
    </w:p>
    <w:p w:rsidR="00354DF7" w:rsidRDefault="00354DF7" w:rsidP="00354DF7">
      <w:pPr>
        <w:tabs>
          <w:tab w:val="left" w:pos="6195"/>
        </w:tabs>
      </w:pPr>
      <w:r>
        <w:t>362.0679</w:t>
      </w:r>
      <w:r>
        <w:tab/>
        <w:t>6.398e0</w:t>
      </w:r>
    </w:p>
    <w:p w:rsidR="00354DF7" w:rsidRDefault="00354DF7" w:rsidP="00354DF7">
      <w:pPr>
        <w:tabs>
          <w:tab w:val="left" w:pos="6195"/>
        </w:tabs>
      </w:pPr>
      <w:r>
        <w:t>362.1059</w:t>
      </w:r>
      <w:r>
        <w:tab/>
        <w:t>4.192e0</w:t>
      </w:r>
    </w:p>
    <w:p w:rsidR="00354DF7" w:rsidRDefault="00354DF7" w:rsidP="00354DF7">
      <w:pPr>
        <w:tabs>
          <w:tab w:val="left" w:pos="6195"/>
        </w:tabs>
      </w:pPr>
      <w:r>
        <w:t>362.1162</w:t>
      </w:r>
      <w:r>
        <w:tab/>
        <w:t>5.208e0</w:t>
      </w:r>
    </w:p>
    <w:p w:rsidR="00354DF7" w:rsidRDefault="00354DF7" w:rsidP="00354DF7">
      <w:pPr>
        <w:tabs>
          <w:tab w:val="left" w:pos="6195"/>
        </w:tabs>
      </w:pPr>
      <w:r>
        <w:lastRenderedPageBreak/>
        <w:t>362.1178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362.1317</w:t>
      </w:r>
      <w:r>
        <w:tab/>
        <w:t>7.322e0</w:t>
      </w:r>
    </w:p>
    <w:p w:rsidR="00354DF7" w:rsidRDefault="00354DF7" w:rsidP="00354DF7">
      <w:pPr>
        <w:tabs>
          <w:tab w:val="left" w:pos="6195"/>
        </w:tabs>
      </w:pPr>
      <w:r>
        <w:t>362.1369</w:t>
      </w:r>
      <w:r>
        <w:tab/>
        <w:t>1.336e0</w:t>
      </w:r>
    </w:p>
    <w:p w:rsidR="00354DF7" w:rsidRDefault="00354DF7" w:rsidP="00354DF7">
      <w:pPr>
        <w:tabs>
          <w:tab w:val="left" w:pos="6195"/>
        </w:tabs>
      </w:pPr>
      <w:r>
        <w:t>362.1401</w:t>
      </w:r>
      <w:r>
        <w:tab/>
        <w:t>1.189e0</w:t>
      </w:r>
    </w:p>
    <w:p w:rsidR="00354DF7" w:rsidRDefault="00354DF7" w:rsidP="00354DF7">
      <w:pPr>
        <w:tabs>
          <w:tab w:val="left" w:pos="6195"/>
        </w:tabs>
      </w:pPr>
      <w:r>
        <w:t>362.1468</w:t>
      </w:r>
      <w:r>
        <w:tab/>
        <w:t>2.917e0</w:t>
      </w:r>
    </w:p>
    <w:p w:rsidR="00354DF7" w:rsidRDefault="00354DF7" w:rsidP="00354DF7">
      <w:pPr>
        <w:tabs>
          <w:tab w:val="left" w:pos="6195"/>
        </w:tabs>
      </w:pPr>
      <w:r>
        <w:t>362.1867</w:t>
      </w:r>
      <w:r>
        <w:tab/>
        <w:t>1.722e0</w:t>
      </w:r>
    </w:p>
    <w:p w:rsidR="00354DF7" w:rsidRDefault="00354DF7" w:rsidP="00354DF7">
      <w:pPr>
        <w:tabs>
          <w:tab w:val="left" w:pos="6195"/>
        </w:tabs>
      </w:pPr>
      <w:r>
        <w:t>362.2324</w:t>
      </w:r>
      <w:r>
        <w:tab/>
        <w:t>2.584e0</w:t>
      </w:r>
    </w:p>
    <w:p w:rsidR="00354DF7" w:rsidRDefault="00354DF7" w:rsidP="00354DF7">
      <w:pPr>
        <w:tabs>
          <w:tab w:val="left" w:pos="6195"/>
        </w:tabs>
      </w:pPr>
      <w:r>
        <w:t>362.2348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362.2684</w:t>
      </w:r>
      <w:r>
        <w:tab/>
        <w:t>1.214e1</w:t>
      </w:r>
    </w:p>
    <w:p w:rsidR="00354DF7" w:rsidRDefault="00354DF7" w:rsidP="00354DF7">
      <w:pPr>
        <w:tabs>
          <w:tab w:val="left" w:pos="6195"/>
        </w:tabs>
      </w:pPr>
      <w:r>
        <w:t>362.2694</w:t>
      </w:r>
      <w:r>
        <w:tab/>
        <w:t>4.678e0</w:t>
      </w:r>
    </w:p>
    <w:p w:rsidR="00354DF7" w:rsidRDefault="00354DF7" w:rsidP="00354DF7">
      <w:pPr>
        <w:tabs>
          <w:tab w:val="left" w:pos="6195"/>
        </w:tabs>
      </w:pPr>
      <w:r>
        <w:t>362.2974</w:t>
      </w:r>
      <w:r>
        <w:tab/>
        <w:t>6.490e0</w:t>
      </w:r>
    </w:p>
    <w:p w:rsidR="00354DF7" w:rsidRDefault="00354DF7" w:rsidP="00354DF7">
      <w:pPr>
        <w:tabs>
          <w:tab w:val="left" w:pos="6195"/>
        </w:tabs>
      </w:pPr>
      <w:r>
        <w:t>362.3010</w:t>
      </w:r>
      <w:r>
        <w:tab/>
        <w:t>1.991e0</w:t>
      </w:r>
    </w:p>
    <w:p w:rsidR="00354DF7" w:rsidRDefault="00354DF7" w:rsidP="00354DF7">
      <w:pPr>
        <w:tabs>
          <w:tab w:val="left" w:pos="6195"/>
        </w:tabs>
      </w:pPr>
      <w:r>
        <w:t>362.3225</w:t>
      </w:r>
      <w:r>
        <w:tab/>
        <w:t>6.504e0</w:t>
      </w:r>
    </w:p>
    <w:p w:rsidR="00354DF7" w:rsidRDefault="00354DF7" w:rsidP="00354DF7">
      <w:pPr>
        <w:tabs>
          <w:tab w:val="left" w:pos="6195"/>
        </w:tabs>
      </w:pPr>
      <w:r>
        <w:t>362.3242</w:t>
      </w:r>
      <w:r>
        <w:tab/>
        <w:t>5.064e0</w:t>
      </w:r>
    </w:p>
    <w:p w:rsidR="00354DF7" w:rsidRDefault="00354DF7" w:rsidP="00354DF7">
      <w:pPr>
        <w:tabs>
          <w:tab w:val="left" w:pos="6195"/>
        </w:tabs>
      </w:pPr>
      <w:r>
        <w:t>362.3311</w:t>
      </w:r>
      <w:r>
        <w:tab/>
        <w:t>6.785e0</w:t>
      </w:r>
    </w:p>
    <w:p w:rsidR="00354DF7" w:rsidRDefault="00354DF7" w:rsidP="00354DF7">
      <w:pPr>
        <w:tabs>
          <w:tab w:val="left" w:pos="6195"/>
        </w:tabs>
      </w:pPr>
      <w:r>
        <w:t>362.3536</w:t>
      </w:r>
      <w:r>
        <w:tab/>
        <w:t>1.362e0</w:t>
      </w:r>
    </w:p>
    <w:p w:rsidR="00354DF7" w:rsidRDefault="00354DF7" w:rsidP="00354DF7">
      <w:pPr>
        <w:tabs>
          <w:tab w:val="left" w:pos="6195"/>
        </w:tabs>
      </w:pPr>
      <w:r>
        <w:t>362.3644</w:t>
      </w:r>
      <w:r>
        <w:tab/>
        <w:t>2.600e0</w:t>
      </w:r>
    </w:p>
    <w:p w:rsidR="00354DF7" w:rsidRDefault="00354DF7" w:rsidP="00354DF7">
      <w:pPr>
        <w:tabs>
          <w:tab w:val="left" w:pos="6195"/>
        </w:tabs>
      </w:pPr>
      <w:r>
        <w:t>362.3727</w:t>
      </w:r>
      <w:r>
        <w:tab/>
        <w:t>1.703e0</w:t>
      </w:r>
    </w:p>
    <w:p w:rsidR="00354DF7" w:rsidRDefault="00354DF7" w:rsidP="00354DF7">
      <w:pPr>
        <w:tabs>
          <w:tab w:val="left" w:pos="6195"/>
        </w:tabs>
      </w:pPr>
      <w:r>
        <w:t>362.3752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362.3796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362.3839</w:t>
      </w:r>
      <w:r>
        <w:tab/>
        <w:t>3.635e0</w:t>
      </w:r>
    </w:p>
    <w:p w:rsidR="00354DF7" w:rsidRDefault="00354DF7" w:rsidP="00354DF7">
      <w:pPr>
        <w:tabs>
          <w:tab w:val="left" w:pos="6195"/>
        </w:tabs>
      </w:pPr>
      <w:r>
        <w:t>362.4141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362.4337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362.4379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362.4586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362.4622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362.4808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362.4919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362.4947</w:t>
      </w:r>
      <w:r>
        <w:tab/>
        <w:t>6.117e0</w:t>
      </w:r>
    </w:p>
    <w:p w:rsidR="00354DF7" w:rsidRDefault="00354DF7" w:rsidP="00354DF7">
      <w:pPr>
        <w:tabs>
          <w:tab w:val="left" w:pos="6195"/>
        </w:tabs>
      </w:pPr>
      <w:r>
        <w:t>362.5359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362.5477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362.5831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362.5873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362.5915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362.6161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362.6207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362.6472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362.6515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362.6663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362.6792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362.6989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362.7039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362.7227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362.7299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362.7571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362.7684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362.7792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362.7804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362.7993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362.8448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362.8465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362.8649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362.8731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362.8895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362.9098</w:t>
      </w:r>
      <w:r>
        <w:tab/>
        <w:t>9.306e0</w:t>
      </w:r>
    </w:p>
    <w:p w:rsidR="00354DF7" w:rsidRDefault="00354DF7" w:rsidP="00354DF7">
      <w:pPr>
        <w:tabs>
          <w:tab w:val="left" w:pos="6195"/>
        </w:tabs>
      </w:pPr>
      <w:r>
        <w:t>362.9165</w:t>
      </w:r>
      <w:r>
        <w:tab/>
        <w:t>4.158e0</w:t>
      </w:r>
    </w:p>
    <w:p w:rsidR="00354DF7" w:rsidRDefault="00354DF7" w:rsidP="00354DF7">
      <w:pPr>
        <w:tabs>
          <w:tab w:val="left" w:pos="6195"/>
        </w:tabs>
      </w:pPr>
      <w:r>
        <w:t>362.9181</w:t>
      </w:r>
      <w:r>
        <w:tab/>
        <w:t>2.959e0</w:t>
      </w:r>
    </w:p>
    <w:p w:rsidR="00354DF7" w:rsidRDefault="00354DF7" w:rsidP="00354DF7">
      <w:pPr>
        <w:tabs>
          <w:tab w:val="left" w:pos="6195"/>
        </w:tabs>
      </w:pPr>
      <w:r>
        <w:lastRenderedPageBreak/>
        <w:t>362.9205</w:t>
      </w:r>
      <w:r>
        <w:tab/>
        <w:t>4.007e0</w:t>
      </w:r>
    </w:p>
    <w:p w:rsidR="00354DF7" w:rsidRDefault="00354DF7" w:rsidP="00354DF7">
      <w:pPr>
        <w:tabs>
          <w:tab w:val="left" w:pos="6195"/>
        </w:tabs>
      </w:pPr>
      <w:r>
        <w:t>362.9236</w:t>
      </w:r>
      <w:r>
        <w:tab/>
        <w:t>6.114e0</w:t>
      </w:r>
    </w:p>
    <w:p w:rsidR="00354DF7" w:rsidRDefault="00354DF7" w:rsidP="00354DF7">
      <w:pPr>
        <w:tabs>
          <w:tab w:val="left" w:pos="6195"/>
        </w:tabs>
      </w:pPr>
      <w:r>
        <w:t>362.9299</w:t>
      </w:r>
      <w:r>
        <w:tab/>
        <w:t>2.617e0</w:t>
      </w:r>
    </w:p>
    <w:p w:rsidR="00354DF7" w:rsidRDefault="00354DF7" w:rsidP="00354DF7">
      <w:pPr>
        <w:tabs>
          <w:tab w:val="left" w:pos="6195"/>
        </w:tabs>
      </w:pPr>
      <w:r>
        <w:t>362.9474</w:t>
      </w:r>
      <w:r>
        <w:tab/>
        <w:t>5.712e0</w:t>
      </w:r>
    </w:p>
    <w:p w:rsidR="00354DF7" w:rsidRDefault="00354DF7" w:rsidP="00354DF7">
      <w:pPr>
        <w:tabs>
          <w:tab w:val="left" w:pos="6195"/>
        </w:tabs>
      </w:pPr>
      <w:r>
        <w:t>362.9495</w:t>
      </w:r>
      <w:r>
        <w:tab/>
        <w:t>2.083e0</w:t>
      </w:r>
    </w:p>
    <w:p w:rsidR="00354DF7" w:rsidRDefault="00354DF7" w:rsidP="00354DF7">
      <w:pPr>
        <w:tabs>
          <w:tab w:val="left" w:pos="6195"/>
        </w:tabs>
      </w:pPr>
      <w:r>
        <w:t>362.9561</w:t>
      </w:r>
      <w:r>
        <w:tab/>
        <w:t>3.189e0</w:t>
      </w:r>
    </w:p>
    <w:p w:rsidR="00354DF7" w:rsidRDefault="00354DF7" w:rsidP="00354DF7">
      <w:pPr>
        <w:tabs>
          <w:tab w:val="left" w:pos="6195"/>
        </w:tabs>
      </w:pPr>
      <w:r>
        <w:t>362.9653</w:t>
      </w:r>
      <w:r>
        <w:tab/>
        <w:t>2.214e0</w:t>
      </w:r>
    </w:p>
    <w:p w:rsidR="00354DF7" w:rsidRDefault="00354DF7" w:rsidP="00354DF7">
      <w:pPr>
        <w:tabs>
          <w:tab w:val="left" w:pos="6195"/>
        </w:tabs>
      </w:pPr>
      <w:r>
        <w:t>362.9707</w:t>
      </w:r>
      <w:r>
        <w:tab/>
        <w:t>4.691e0</w:t>
      </w:r>
    </w:p>
    <w:p w:rsidR="00354DF7" w:rsidRDefault="00354DF7" w:rsidP="00354DF7">
      <w:pPr>
        <w:tabs>
          <w:tab w:val="left" w:pos="6195"/>
        </w:tabs>
      </w:pPr>
      <w:r>
        <w:t>362.9984</w:t>
      </w:r>
      <w:r>
        <w:tab/>
        <w:t>2.763e0</w:t>
      </w:r>
    </w:p>
    <w:p w:rsidR="00354DF7" w:rsidRDefault="00354DF7" w:rsidP="00354DF7">
      <w:pPr>
        <w:tabs>
          <w:tab w:val="left" w:pos="6195"/>
        </w:tabs>
      </w:pPr>
      <w:r>
        <w:t>363.0323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363.0437</w:t>
      </w:r>
      <w:r>
        <w:tab/>
        <w:t>5.099e0</w:t>
      </w:r>
    </w:p>
    <w:p w:rsidR="00354DF7" w:rsidRDefault="00354DF7" w:rsidP="00354DF7">
      <w:pPr>
        <w:tabs>
          <w:tab w:val="left" w:pos="6195"/>
        </w:tabs>
      </w:pPr>
      <w:r>
        <w:t>363.0583</w:t>
      </w:r>
      <w:r>
        <w:tab/>
        <w:t>4.740e0</w:t>
      </w:r>
    </w:p>
    <w:p w:rsidR="00354DF7" w:rsidRDefault="00354DF7" w:rsidP="00354DF7">
      <w:pPr>
        <w:tabs>
          <w:tab w:val="left" w:pos="6195"/>
        </w:tabs>
      </w:pPr>
      <w:r>
        <w:t>363.0638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363.0652</w:t>
      </w:r>
      <w:r>
        <w:tab/>
        <w:t>1.931e0</w:t>
      </w:r>
    </w:p>
    <w:p w:rsidR="00354DF7" w:rsidRDefault="00354DF7" w:rsidP="00354DF7">
      <w:pPr>
        <w:tabs>
          <w:tab w:val="left" w:pos="6195"/>
        </w:tabs>
      </w:pPr>
      <w:r>
        <w:t>363.0916</w:t>
      </w:r>
      <w:r>
        <w:tab/>
        <w:t>1.802e0</w:t>
      </w:r>
    </w:p>
    <w:p w:rsidR="00354DF7" w:rsidRDefault="00354DF7" w:rsidP="00354DF7">
      <w:pPr>
        <w:tabs>
          <w:tab w:val="left" w:pos="6195"/>
        </w:tabs>
      </w:pPr>
      <w:r>
        <w:t>363.0999</w:t>
      </w:r>
      <w:r>
        <w:tab/>
        <w:t>1.894e0</w:t>
      </w:r>
    </w:p>
    <w:p w:rsidR="00354DF7" w:rsidRDefault="00354DF7" w:rsidP="00354DF7">
      <w:pPr>
        <w:tabs>
          <w:tab w:val="left" w:pos="6195"/>
        </w:tabs>
      </w:pPr>
      <w:r>
        <w:t>363.1018</w:t>
      </w:r>
      <w:r>
        <w:tab/>
        <w:t>2.798e0</w:t>
      </w:r>
    </w:p>
    <w:p w:rsidR="00354DF7" w:rsidRDefault="00354DF7" w:rsidP="00354DF7">
      <w:pPr>
        <w:tabs>
          <w:tab w:val="left" w:pos="6195"/>
        </w:tabs>
      </w:pPr>
      <w:r>
        <w:t>363.1208</w:t>
      </w:r>
      <w:r>
        <w:tab/>
        <w:t>3.448e0</w:t>
      </w:r>
    </w:p>
    <w:p w:rsidR="00354DF7" w:rsidRDefault="00354DF7" w:rsidP="00354DF7">
      <w:pPr>
        <w:tabs>
          <w:tab w:val="left" w:pos="6195"/>
        </w:tabs>
      </w:pPr>
      <w:r>
        <w:t>363.1244</w:t>
      </w:r>
      <w:r>
        <w:tab/>
        <w:t>1.461e0</w:t>
      </w:r>
    </w:p>
    <w:p w:rsidR="00354DF7" w:rsidRDefault="00354DF7" w:rsidP="00354DF7">
      <w:pPr>
        <w:tabs>
          <w:tab w:val="left" w:pos="6195"/>
        </w:tabs>
      </w:pPr>
      <w:r>
        <w:lastRenderedPageBreak/>
        <w:t>363.1313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363.1566</w:t>
      </w:r>
      <w:r>
        <w:tab/>
        <w:t>6.753e0</w:t>
      </w:r>
    </w:p>
    <w:p w:rsidR="00354DF7" w:rsidRDefault="00354DF7" w:rsidP="00354DF7">
      <w:pPr>
        <w:tabs>
          <w:tab w:val="left" w:pos="6195"/>
        </w:tabs>
      </w:pPr>
      <w:r>
        <w:t>363.1803</w:t>
      </w:r>
      <w:r>
        <w:tab/>
        <w:t>7.614e0</w:t>
      </w:r>
    </w:p>
    <w:p w:rsidR="00354DF7" w:rsidRDefault="00354DF7" w:rsidP="00354DF7">
      <w:pPr>
        <w:tabs>
          <w:tab w:val="left" w:pos="6195"/>
        </w:tabs>
      </w:pPr>
      <w:r>
        <w:t>363.2145</w:t>
      </w:r>
      <w:r>
        <w:tab/>
        <w:t>2.305e0</w:t>
      </w:r>
    </w:p>
    <w:p w:rsidR="00354DF7" w:rsidRDefault="00354DF7" w:rsidP="00354DF7">
      <w:pPr>
        <w:tabs>
          <w:tab w:val="left" w:pos="6195"/>
        </w:tabs>
      </w:pPr>
      <w:r>
        <w:t>363.2221</w:t>
      </w:r>
      <w:r>
        <w:tab/>
        <w:t>2.514e0</w:t>
      </w:r>
    </w:p>
    <w:p w:rsidR="00354DF7" w:rsidRDefault="00354DF7" w:rsidP="00354DF7">
      <w:pPr>
        <w:tabs>
          <w:tab w:val="left" w:pos="6195"/>
        </w:tabs>
      </w:pPr>
      <w:r>
        <w:t>363.2655</w:t>
      </w:r>
      <w:r>
        <w:tab/>
        <w:t>2.640e0</w:t>
      </w:r>
    </w:p>
    <w:p w:rsidR="00354DF7" w:rsidRDefault="00354DF7" w:rsidP="00354DF7">
      <w:pPr>
        <w:tabs>
          <w:tab w:val="left" w:pos="6195"/>
        </w:tabs>
      </w:pPr>
      <w:r>
        <w:t>363.2681</w:t>
      </w:r>
      <w:r>
        <w:tab/>
        <w:t>1.086e0</w:t>
      </w:r>
    </w:p>
    <w:p w:rsidR="00354DF7" w:rsidRDefault="00354DF7" w:rsidP="00354DF7">
      <w:pPr>
        <w:tabs>
          <w:tab w:val="left" w:pos="6195"/>
        </w:tabs>
      </w:pPr>
      <w:r>
        <w:t>363.2769</w:t>
      </w:r>
      <w:r>
        <w:tab/>
        <w:t>2.830e0</w:t>
      </w:r>
    </w:p>
    <w:p w:rsidR="00354DF7" w:rsidRDefault="00354DF7" w:rsidP="00354DF7">
      <w:pPr>
        <w:tabs>
          <w:tab w:val="left" w:pos="6195"/>
        </w:tabs>
      </w:pPr>
      <w:r>
        <w:t>363.2951</w:t>
      </w:r>
      <w:r>
        <w:tab/>
        <w:t>3.217e0</w:t>
      </w:r>
    </w:p>
    <w:p w:rsidR="00354DF7" w:rsidRDefault="00354DF7" w:rsidP="00354DF7">
      <w:pPr>
        <w:tabs>
          <w:tab w:val="left" w:pos="6195"/>
        </w:tabs>
      </w:pPr>
      <w:r>
        <w:t>363.3036</w:t>
      </w:r>
      <w:r>
        <w:tab/>
        <w:t>6.271e0</w:t>
      </w:r>
    </w:p>
    <w:p w:rsidR="00354DF7" w:rsidRDefault="00354DF7" w:rsidP="00354DF7">
      <w:pPr>
        <w:tabs>
          <w:tab w:val="left" w:pos="6195"/>
        </w:tabs>
      </w:pPr>
      <w:r>
        <w:t>363.3108</w:t>
      </w:r>
      <w:r>
        <w:tab/>
        <w:t>7.767e0</w:t>
      </w:r>
    </w:p>
    <w:p w:rsidR="00354DF7" w:rsidRDefault="00354DF7" w:rsidP="00354DF7">
      <w:pPr>
        <w:tabs>
          <w:tab w:val="left" w:pos="6195"/>
        </w:tabs>
      </w:pPr>
      <w:r>
        <w:t>363.3142</w:t>
      </w:r>
      <w:r>
        <w:tab/>
        <w:t>3.277e0</w:t>
      </w:r>
    </w:p>
    <w:p w:rsidR="00354DF7" w:rsidRDefault="00354DF7" w:rsidP="00354DF7">
      <w:pPr>
        <w:tabs>
          <w:tab w:val="left" w:pos="6195"/>
        </w:tabs>
      </w:pPr>
      <w:r>
        <w:t>363.3217</w:t>
      </w:r>
      <w:r>
        <w:tab/>
        <w:t>5.078e0</w:t>
      </w:r>
    </w:p>
    <w:p w:rsidR="00354DF7" w:rsidRDefault="00354DF7" w:rsidP="00354DF7">
      <w:pPr>
        <w:tabs>
          <w:tab w:val="left" w:pos="6195"/>
        </w:tabs>
      </w:pPr>
      <w:r>
        <w:t>363.3236</w:t>
      </w:r>
      <w:r>
        <w:tab/>
        <w:t>5.103e0</w:t>
      </w:r>
    </w:p>
    <w:p w:rsidR="00354DF7" w:rsidRDefault="00354DF7" w:rsidP="00354DF7">
      <w:pPr>
        <w:tabs>
          <w:tab w:val="left" w:pos="6195"/>
        </w:tabs>
      </w:pPr>
      <w:r>
        <w:t>363.3708</w:t>
      </w:r>
      <w:r>
        <w:tab/>
        <w:t>3.002e0</w:t>
      </w:r>
    </w:p>
    <w:p w:rsidR="00354DF7" w:rsidRDefault="00354DF7" w:rsidP="00354DF7">
      <w:pPr>
        <w:tabs>
          <w:tab w:val="left" w:pos="6195"/>
        </w:tabs>
      </w:pPr>
      <w:r>
        <w:t>363.3824</w:t>
      </w:r>
      <w:r>
        <w:tab/>
        <w:t>1.331e0</w:t>
      </w:r>
    </w:p>
    <w:p w:rsidR="00354DF7" w:rsidRDefault="00354DF7" w:rsidP="00354DF7">
      <w:pPr>
        <w:tabs>
          <w:tab w:val="left" w:pos="6195"/>
        </w:tabs>
      </w:pPr>
      <w:r>
        <w:t>363.3849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363.3914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363.4231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363.4271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363.4543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363.4567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363.4637</w:t>
      </w:r>
      <w:r>
        <w:tab/>
        <w:t>2.434e0</w:t>
      </w:r>
    </w:p>
    <w:p w:rsidR="00354DF7" w:rsidRDefault="00354DF7" w:rsidP="00354DF7">
      <w:pPr>
        <w:tabs>
          <w:tab w:val="left" w:pos="6195"/>
        </w:tabs>
      </w:pPr>
      <w:r>
        <w:t>363.4655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363.4679</w:t>
      </w:r>
      <w:r>
        <w:tab/>
        <w:t>3.393e0</w:t>
      </w:r>
    </w:p>
    <w:p w:rsidR="00354DF7" w:rsidRDefault="00354DF7" w:rsidP="00354DF7">
      <w:pPr>
        <w:tabs>
          <w:tab w:val="left" w:pos="6195"/>
        </w:tabs>
      </w:pPr>
      <w:r>
        <w:t>363.4803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363.4937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363.5143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363.5164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363.5204</w:t>
      </w:r>
      <w:r>
        <w:tab/>
        <w:t>1.874e0</w:t>
      </w:r>
    </w:p>
    <w:p w:rsidR="00354DF7" w:rsidRDefault="00354DF7" w:rsidP="00354DF7">
      <w:pPr>
        <w:tabs>
          <w:tab w:val="left" w:pos="6195"/>
        </w:tabs>
      </w:pPr>
      <w:r>
        <w:t>363.5219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363.5310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363.5345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363.5534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363.5683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363.5820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363.6006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363.6087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363.6101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363.6226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363.6383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363.6551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363.6609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363.6707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363.6738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363.7052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363.7063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363.7119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363.7237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363.7305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363.7518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363.7531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363.7677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363.8010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363.8206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363.8216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363.8426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363.8751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363.8783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363.8801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363.8856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363.8978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363.9043</w:t>
      </w:r>
      <w:r>
        <w:tab/>
        <w:t>1.819e0</w:t>
      </w:r>
    </w:p>
    <w:p w:rsidR="00354DF7" w:rsidRDefault="00354DF7" w:rsidP="00354DF7">
      <w:pPr>
        <w:tabs>
          <w:tab w:val="left" w:pos="6195"/>
        </w:tabs>
      </w:pPr>
      <w:r>
        <w:t>363.9266</w:t>
      </w:r>
      <w:r>
        <w:tab/>
        <w:t>1.542e0</w:t>
      </w:r>
    </w:p>
    <w:p w:rsidR="00354DF7" w:rsidRDefault="00354DF7" w:rsidP="00354DF7">
      <w:pPr>
        <w:tabs>
          <w:tab w:val="left" w:pos="6195"/>
        </w:tabs>
      </w:pPr>
      <w:r>
        <w:t>363.9332</w:t>
      </w:r>
      <w:r>
        <w:tab/>
        <w:t>2.784e0</w:t>
      </w:r>
    </w:p>
    <w:p w:rsidR="00354DF7" w:rsidRDefault="00354DF7" w:rsidP="00354DF7">
      <w:pPr>
        <w:tabs>
          <w:tab w:val="left" w:pos="6195"/>
        </w:tabs>
      </w:pPr>
      <w:r>
        <w:t>363.9377</w:t>
      </w:r>
      <w:r>
        <w:tab/>
        <w:t>2.076e0</w:t>
      </w:r>
    </w:p>
    <w:p w:rsidR="00354DF7" w:rsidRDefault="00354DF7" w:rsidP="00354DF7">
      <w:pPr>
        <w:tabs>
          <w:tab w:val="left" w:pos="6195"/>
        </w:tabs>
      </w:pPr>
      <w:r>
        <w:t>363.9557</w:t>
      </w:r>
      <w:r>
        <w:tab/>
        <w:t>3.849e0</w:t>
      </w:r>
    </w:p>
    <w:p w:rsidR="00354DF7" w:rsidRDefault="00354DF7" w:rsidP="00354DF7">
      <w:pPr>
        <w:tabs>
          <w:tab w:val="left" w:pos="6195"/>
        </w:tabs>
      </w:pPr>
      <w:r>
        <w:t>363.9682</w:t>
      </w:r>
      <w:r>
        <w:tab/>
        <w:t>2.971e0</w:t>
      </w:r>
    </w:p>
    <w:p w:rsidR="00354DF7" w:rsidRDefault="00354DF7" w:rsidP="00354DF7">
      <w:pPr>
        <w:tabs>
          <w:tab w:val="left" w:pos="6195"/>
        </w:tabs>
      </w:pPr>
      <w:r>
        <w:t>363.9702</w:t>
      </w:r>
      <w:r>
        <w:tab/>
        <w:t>2.416e0</w:t>
      </w:r>
    </w:p>
    <w:p w:rsidR="00354DF7" w:rsidRDefault="00354DF7" w:rsidP="00354DF7">
      <w:pPr>
        <w:tabs>
          <w:tab w:val="left" w:pos="6195"/>
        </w:tabs>
      </w:pPr>
      <w:r>
        <w:t>363.9757</w:t>
      </w:r>
      <w:r>
        <w:tab/>
        <w:t>4.375e0</w:t>
      </w:r>
    </w:p>
    <w:p w:rsidR="00354DF7" w:rsidRDefault="00354DF7" w:rsidP="00354DF7">
      <w:pPr>
        <w:tabs>
          <w:tab w:val="left" w:pos="6195"/>
        </w:tabs>
      </w:pPr>
      <w:r>
        <w:t>364.0120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364.0336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364.0406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364.0748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364.0925</w:t>
      </w:r>
      <w:r>
        <w:tab/>
        <w:t>2.089e0</w:t>
      </w:r>
    </w:p>
    <w:p w:rsidR="00354DF7" w:rsidRDefault="00354DF7" w:rsidP="00354DF7">
      <w:pPr>
        <w:tabs>
          <w:tab w:val="left" w:pos="6195"/>
        </w:tabs>
      </w:pPr>
      <w:r>
        <w:t>364.1294</w:t>
      </w:r>
      <w:r>
        <w:tab/>
        <w:t>4.365e0</w:t>
      </w:r>
    </w:p>
    <w:p w:rsidR="00354DF7" w:rsidRDefault="00354DF7" w:rsidP="00354DF7">
      <w:pPr>
        <w:tabs>
          <w:tab w:val="left" w:pos="6195"/>
        </w:tabs>
      </w:pPr>
      <w:r>
        <w:lastRenderedPageBreak/>
        <w:t>364.1378</w:t>
      </w:r>
      <w:r>
        <w:tab/>
        <w:t>8.312e0</w:t>
      </w:r>
    </w:p>
    <w:p w:rsidR="00354DF7" w:rsidRDefault="00354DF7" w:rsidP="00354DF7">
      <w:pPr>
        <w:tabs>
          <w:tab w:val="left" w:pos="6195"/>
        </w:tabs>
      </w:pPr>
      <w:r>
        <w:t>364.1532</w:t>
      </w:r>
      <w:r>
        <w:tab/>
        <w:t>2.609e0</w:t>
      </w:r>
    </w:p>
    <w:p w:rsidR="00354DF7" w:rsidRDefault="00354DF7" w:rsidP="00354DF7">
      <w:pPr>
        <w:tabs>
          <w:tab w:val="left" w:pos="6195"/>
        </w:tabs>
      </w:pPr>
      <w:r>
        <w:t>364.1964</w:t>
      </w:r>
      <w:r>
        <w:tab/>
        <w:t>4.079e0</w:t>
      </w:r>
    </w:p>
    <w:p w:rsidR="00354DF7" w:rsidRDefault="00354DF7" w:rsidP="00354DF7">
      <w:pPr>
        <w:tabs>
          <w:tab w:val="left" w:pos="6195"/>
        </w:tabs>
      </w:pPr>
      <w:r>
        <w:t>364.2025</w:t>
      </w:r>
      <w:r>
        <w:tab/>
        <w:t>2.693e0</w:t>
      </w:r>
    </w:p>
    <w:p w:rsidR="00354DF7" w:rsidRDefault="00354DF7" w:rsidP="00354DF7">
      <w:pPr>
        <w:tabs>
          <w:tab w:val="left" w:pos="6195"/>
        </w:tabs>
      </w:pPr>
      <w:r>
        <w:t>364.2418</w:t>
      </w:r>
      <w:r>
        <w:tab/>
        <w:t>2.584e0</w:t>
      </w:r>
    </w:p>
    <w:p w:rsidR="00354DF7" w:rsidRDefault="00354DF7" w:rsidP="00354DF7">
      <w:pPr>
        <w:tabs>
          <w:tab w:val="left" w:pos="6195"/>
        </w:tabs>
      </w:pPr>
      <w:r>
        <w:t>364.2612</w:t>
      </w:r>
      <w:r>
        <w:tab/>
        <w:t>3.355e0</w:t>
      </w:r>
    </w:p>
    <w:p w:rsidR="00354DF7" w:rsidRDefault="00354DF7" w:rsidP="00354DF7">
      <w:pPr>
        <w:tabs>
          <w:tab w:val="left" w:pos="6195"/>
        </w:tabs>
      </w:pPr>
      <w:r>
        <w:t>364.2643</w:t>
      </w:r>
      <w:r>
        <w:tab/>
        <w:t>2.929e0</w:t>
      </w:r>
    </w:p>
    <w:p w:rsidR="00354DF7" w:rsidRDefault="00354DF7" w:rsidP="00354DF7">
      <w:pPr>
        <w:tabs>
          <w:tab w:val="left" w:pos="6195"/>
        </w:tabs>
      </w:pPr>
      <w:r>
        <w:t>364.2934</w:t>
      </w:r>
      <w:r>
        <w:tab/>
        <w:t>1.341e0</w:t>
      </w:r>
    </w:p>
    <w:p w:rsidR="00354DF7" w:rsidRDefault="00354DF7" w:rsidP="00354DF7">
      <w:pPr>
        <w:tabs>
          <w:tab w:val="left" w:pos="6195"/>
        </w:tabs>
      </w:pPr>
      <w:r>
        <w:t>364.2962</w:t>
      </w:r>
      <w:r>
        <w:tab/>
        <w:t>1.164e0</w:t>
      </w:r>
    </w:p>
    <w:p w:rsidR="00354DF7" w:rsidRDefault="00354DF7" w:rsidP="00354DF7">
      <w:pPr>
        <w:tabs>
          <w:tab w:val="left" w:pos="6195"/>
        </w:tabs>
      </w:pPr>
      <w:r>
        <w:t>364.3318</w:t>
      </w:r>
      <w:r>
        <w:tab/>
        <w:t>2.421e1</w:t>
      </w:r>
    </w:p>
    <w:p w:rsidR="00354DF7" w:rsidRDefault="00354DF7" w:rsidP="00354DF7">
      <w:pPr>
        <w:tabs>
          <w:tab w:val="left" w:pos="6195"/>
        </w:tabs>
      </w:pPr>
      <w:r>
        <w:t>364.3407</w:t>
      </w:r>
      <w:r>
        <w:tab/>
        <w:t>2.498e1</w:t>
      </w:r>
    </w:p>
    <w:p w:rsidR="00354DF7" w:rsidRDefault="00354DF7" w:rsidP="00354DF7">
      <w:pPr>
        <w:tabs>
          <w:tab w:val="left" w:pos="6195"/>
        </w:tabs>
      </w:pPr>
      <w:r>
        <w:t>364.3454</w:t>
      </w:r>
      <w:r>
        <w:tab/>
        <w:t>2.724e0</w:t>
      </w:r>
    </w:p>
    <w:p w:rsidR="00354DF7" w:rsidRDefault="00354DF7" w:rsidP="00354DF7">
      <w:pPr>
        <w:tabs>
          <w:tab w:val="left" w:pos="6195"/>
        </w:tabs>
      </w:pPr>
      <w:r>
        <w:t>364.3468</w:t>
      </w:r>
      <w:r>
        <w:tab/>
        <w:t>1.148e1</w:t>
      </w:r>
    </w:p>
    <w:p w:rsidR="00354DF7" w:rsidRDefault="00354DF7" w:rsidP="00354DF7">
      <w:pPr>
        <w:tabs>
          <w:tab w:val="left" w:pos="6195"/>
        </w:tabs>
      </w:pPr>
      <w:r>
        <w:t>364.3600</w:t>
      </w:r>
      <w:r>
        <w:tab/>
        <w:t>1.604e1</w:t>
      </w:r>
    </w:p>
    <w:p w:rsidR="00354DF7" w:rsidRDefault="00354DF7" w:rsidP="00354DF7">
      <w:pPr>
        <w:tabs>
          <w:tab w:val="left" w:pos="6195"/>
        </w:tabs>
      </w:pPr>
      <w:r>
        <w:t>364.3788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364.4153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364.4252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364.4363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364.4483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364.4710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364.4817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364.5011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364.5081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364.5246</w:t>
      </w:r>
      <w:r>
        <w:tab/>
        <w:t>1.920e0</w:t>
      </w:r>
    </w:p>
    <w:p w:rsidR="00354DF7" w:rsidRDefault="00354DF7" w:rsidP="00354DF7">
      <w:pPr>
        <w:tabs>
          <w:tab w:val="left" w:pos="6195"/>
        </w:tabs>
      </w:pPr>
      <w:r>
        <w:t>364.5377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364.5396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364.5829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364.5928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364.6309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364.6383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364.6449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364.6502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364.6537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364.6956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364.7038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364.7065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364.7098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364.7162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364.7179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364.7491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364.7510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364.7619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364.7878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364.7955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364.8009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364.8228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364.8324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364.8346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364.8413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364.8824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364.8901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364.8991</w:t>
      </w:r>
      <w:r>
        <w:tab/>
        <w:t>1.557e0</w:t>
      </w:r>
    </w:p>
    <w:p w:rsidR="00354DF7" w:rsidRDefault="00354DF7" w:rsidP="00354DF7">
      <w:pPr>
        <w:tabs>
          <w:tab w:val="left" w:pos="6195"/>
        </w:tabs>
      </w:pPr>
      <w:r>
        <w:t>364.9063</w:t>
      </w:r>
      <w:r>
        <w:tab/>
        <w:t>4.641e0</w:t>
      </w:r>
    </w:p>
    <w:p w:rsidR="00354DF7" w:rsidRDefault="00354DF7" w:rsidP="00354DF7">
      <w:pPr>
        <w:tabs>
          <w:tab w:val="left" w:pos="6195"/>
        </w:tabs>
      </w:pPr>
      <w:r>
        <w:t>364.9134</w:t>
      </w:r>
      <w:r>
        <w:tab/>
        <w:t>1.603e0</w:t>
      </w:r>
    </w:p>
    <w:p w:rsidR="00354DF7" w:rsidRDefault="00354DF7" w:rsidP="00354DF7">
      <w:pPr>
        <w:tabs>
          <w:tab w:val="left" w:pos="6195"/>
        </w:tabs>
      </w:pPr>
      <w:r>
        <w:t>364.9158</w:t>
      </w:r>
      <w:r>
        <w:tab/>
        <w:t>3.466e0</w:t>
      </w:r>
    </w:p>
    <w:p w:rsidR="00354DF7" w:rsidRDefault="00354DF7" w:rsidP="00354DF7">
      <w:pPr>
        <w:tabs>
          <w:tab w:val="left" w:pos="6195"/>
        </w:tabs>
      </w:pPr>
      <w:r>
        <w:t>364.9479</w:t>
      </w:r>
      <w:r>
        <w:tab/>
        <w:t>2.259e0</w:t>
      </w:r>
    </w:p>
    <w:p w:rsidR="00354DF7" w:rsidRDefault="00354DF7" w:rsidP="00354DF7">
      <w:pPr>
        <w:tabs>
          <w:tab w:val="left" w:pos="6195"/>
        </w:tabs>
      </w:pPr>
      <w:r>
        <w:t>364.9526</w:t>
      </w:r>
      <w:r>
        <w:tab/>
        <w:t>2.193e0</w:t>
      </w:r>
    </w:p>
    <w:p w:rsidR="00354DF7" w:rsidRDefault="00354DF7" w:rsidP="00354DF7">
      <w:pPr>
        <w:tabs>
          <w:tab w:val="left" w:pos="6195"/>
        </w:tabs>
      </w:pPr>
      <w:r>
        <w:lastRenderedPageBreak/>
        <w:t>364.9792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365.0005</w:t>
      </w:r>
      <w:r>
        <w:tab/>
        <w:t>5.699e0</w:t>
      </w:r>
    </w:p>
    <w:p w:rsidR="00354DF7" w:rsidRDefault="00354DF7" w:rsidP="00354DF7">
      <w:pPr>
        <w:tabs>
          <w:tab w:val="left" w:pos="6195"/>
        </w:tabs>
      </w:pPr>
      <w:r>
        <w:t>365.0120</w:t>
      </w:r>
      <w:r>
        <w:tab/>
        <w:t>2.687e0</w:t>
      </w:r>
    </w:p>
    <w:p w:rsidR="00354DF7" w:rsidRDefault="00354DF7" w:rsidP="00354DF7">
      <w:pPr>
        <w:tabs>
          <w:tab w:val="left" w:pos="6195"/>
        </w:tabs>
      </w:pPr>
      <w:r>
        <w:t>365.0313</w:t>
      </w:r>
      <w:r>
        <w:tab/>
        <w:t>1.579e0</w:t>
      </w:r>
    </w:p>
    <w:p w:rsidR="00354DF7" w:rsidRDefault="00354DF7" w:rsidP="00354DF7">
      <w:pPr>
        <w:tabs>
          <w:tab w:val="left" w:pos="6195"/>
        </w:tabs>
      </w:pPr>
      <w:r>
        <w:t>365.0639</w:t>
      </w:r>
      <w:r>
        <w:tab/>
        <w:t>2.837e0</w:t>
      </w:r>
    </w:p>
    <w:p w:rsidR="00354DF7" w:rsidRDefault="00354DF7" w:rsidP="00354DF7">
      <w:pPr>
        <w:tabs>
          <w:tab w:val="left" w:pos="6195"/>
        </w:tabs>
      </w:pPr>
      <w:r>
        <w:t>365.0688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365.0808</w:t>
      </w:r>
      <w:r>
        <w:tab/>
        <w:t>4.848e0</w:t>
      </w:r>
    </w:p>
    <w:p w:rsidR="00354DF7" w:rsidRDefault="00354DF7" w:rsidP="00354DF7">
      <w:pPr>
        <w:tabs>
          <w:tab w:val="left" w:pos="6195"/>
        </w:tabs>
      </w:pPr>
      <w:r>
        <w:t>365.0883</w:t>
      </w:r>
      <w:r>
        <w:tab/>
        <w:t>4.310e0</w:t>
      </w:r>
    </w:p>
    <w:p w:rsidR="00354DF7" w:rsidRDefault="00354DF7" w:rsidP="00354DF7">
      <w:pPr>
        <w:tabs>
          <w:tab w:val="left" w:pos="6195"/>
        </w:tabs>
      </w:pPr>
      <w:r>
        <w:t>365.1248</w:t>
      </w:r>
      <w:r>
        <w:tab/>
        <w:t>6.040e0</w:t>
      </w:r>
    </w:p>
    <w:p w:rsidR="00354DF7" w:rsidRDefault="00354DF7" w:rsidP="00354DF7">
      <w:pPr>
        <w:tabs>
          <w:tab w:val="left" w:pos="6195"/>
        </w:tabs>
      </w:pPr>
      <w:r>
        <w:t>365.1460</w:t>
      </w:r>
      <w:r>
        <w:tab/>
        <w:t>1.562e1</w:t>
      </w:r>
    </w:p>
    <w:p w:rsidR="00354DF7" w:rsidRDefault="00354DF7" w:rsidP="00354DF7">
      <w:pPr>
        <w:tabs>
          <w:tab w:val="left" w:pos="6195"/>
        </w:tabs>
      </w:pPr>
      <w:r>
        <w:t>365.1490</w:t>
      </w:r>
      <w:r>
        <w:tab/>
        <w:t>1.456e1</w:t>
      </w:r>
    </w:p>
    <w:p w:rsidR="00354DF7" w:rsidRDefault="00354DF7" w:rsidP="00354DF7">
      <w:pPr>
        <w:tabs>
          <w:tab w:val="left" w:pos="6195"/>
        </w:tabs>
      </w:pPr>
      <w:r>
        <w:t>365.1634</w:t>
      </w:r>
      <w:r>
        <w:tab/>
        <w:t>2.840e1</w:t>
      </w:r>
    </w:p>
    <w:p w:rsidR="00354DF7" w:rsidRDefault="00354DF7" w:rsidP="00354DF7">
      <w:pPr>
        <w:tabs>
          <w:tab w:val="left" w:pos="6195"/>
        </w:tabs>
      </w:pPr>
      <w:r>
        <w:t>365.1685</w:t>
      </w:r>
      <w:r>
        <w:tab/>
        <w:t>1.616e1</w:t>
      </w:r>
    </w:p>
    <w:p w:rsidR="00354DF7" w:rsidRDefault="00354DF7" w:rsidP="00354DF7">
      <w:pPr>
        <w:tabs>
          <w:tab w:val="left" w:pos="6195"/>
        </w:tabs>
      </w:pPr>
      <w:r>
        <w:t>365.1909</w:t>
      </w:r>
      <w:r>
        <w:tab/>
        <w:t>9.671e0</w:t>
      </w:r>
    </w:p>
    <w:p w:rsidR="00354DF7" w:rsidRDefault="00354DF7" w:rsidP="00354DF7">
      <w:pPr>
        <w:tabs>
          <w:tab w:val="left" w:pos="6195"/>
        </w:tabs>
      </w:pPr>
      <w:r>
        <w:t>365.1989</w:t>
      </w:r>
      <w:r>
        <w:tab/>
        <w:t>2.058e1</w:t>
      </w:r>
    </w:p>
    <w:p w:rsidR="00354DF7" w:rsidRDefault="00354DF7" w:rsidP="00354DF7">
      <w:pPr>
        <w:tabs>
          <w:tab w:val="left" w:pos="6195"/>
        </w:tabs>
      </w:pPr>
      <w:r>
        <w:t>365.2061</w:t>
      </w:r>
      <w:r>
        <w:tab/>
        <w:t>1.419e1</w:t>
      </w:r>
    </w:p>
    <w:p w:rsidR="00354DF7" w:rsidRDefault="00354DF7" w:rsidP="00354DF7">
      <w:pPr>
        <w:tabs>
          <w:tab w:val="left" w:pos="6195"/>
        </w:tabs>
      </w:pPr>
      <w:r>
        <w:t>365.2093</w:t>
      </w:r>
      <w:r>
        <w:tab/>
        <w:t>1.326e1</w:t>
      </w:r>
    </w:p>
    <w:p w:rsidR="00354DF7" w:rsidRDefault="00354DF7" w:rsidP="00354DF7">
      <w:pPr>
        <w:tabs>
          <w:tab w:val="left" w:pos="6195"/>
        </w:tabs>
      </w:pPr>
      <w:r>
        <w:t>365.2163</w:t>
      </w:r>
      <w:r>
        <w:tab/>
        <w:t>1.104e1</w:t>
      </w:r>
    </w:p>
    <w:p w:rsidR="00354DF7" w:rsidRDefault="00354DF7" w:rsidP="00354DF7">
      <w:pPr>
        <w:tabs>
          <w:tab w:val="left" w:pos="6195"/>
        </w:tabs>
      </w:pPr>
      <w:r>
        <w:t>365.2362</w:t>
      </w:r>
      <w:r>
        <w:tab/>
        <w:t>2.481e0</w:t>
      </w:r>
    </w:p>
    <w:p w:rsidR="00354DF7" w:rsidRDefault="00354DF7" w:rsidP="00354DF7">
      <w:pPr>
        <w:tabs>
          <w:tab w:val="left" w:pos="6195"/>
        </w:tabs>
      </w:pPr>
      <w:r>
        <w:lastRenderedPageBreak/>
        <w:t>365.2561</w:t>
      </w:r>
      <w:r>
        <w:tab/>
        <w:t>1.505e0</w:t>
      </w:r>
    </w:p>
    <w:p w:rsidR="00354DF7" w:rsidRDefault="00354DF7" w:rsidP="00354DF7">
      <w:pPr>
        <w:tabs>
          <w:tab w:val="left" w:pos="6195"/>
        </w:tabs>
      </w:pPr>
      <w:r>
        <w:t>365.3070</w:t>
      </w:r>
      <w:r>
        <w:tab/>
        <w:t>2.444e0</w:t>
      </w:r>
    </w:p>
    <w:p w:rsidR="00354DF7" w:rsidRDefault="00354DF7" w:rsidP="00354DF7">
      <w:pPr>
        <w:tabs>
          <w:tab w:val="left" w:pos="6195"/>
        </w:tabs>
      </w:pPr>
      <w:r>
        <w:t>365.3286</w:t>
      </w:r>
      <w:r>
        <w:tab/>
        <w:t>9.058e0</w:t>
      </w:r>
    </w:p>
    <w:p w:rsidR="00354DF7" w:rsidRDefault="00354DF7" w:rsidP="00354DF7">
      <w:pPr>
        <w:tabs>
          <w:tab w:val="left" w:pos="6195"/>
        </w:tabs>
      </w:pPr>
      <w:r>
        <w:t>365.3415</w:t>
      </w:r>
      <w:r>
        <w:tab/>
        <w:t>2.060e0</w:t>
      </w:r>
    </w:p>
    <w:p w:rsidR="00354DF7" w:rsidRDefault="00354DF7" w:rsidP="00354DF7">
      <w:pPr>
        <w:tabs>
          <w:tab w:val="left" w:pos="6195"/>
        </w:tabs>
      </w:pPr>
      <w:r>
        <w:t>365.3488</w:t>
      </w:r>
      <w:r>
        <w:tab/>
        <w:t>1.976e0</w:t>
      </w:r>
    </w:p>
    <w:p w:rsidR="00354DF7" w:rsidRDefault="00354DF7" w:rsidP="00354DF7">
      <w:pPr>
        <w:tabs>
          <w:tab w:val="left" w:pos="6195"/>
        </w:tabs>
      </w:pPr>
      <w:r>
        <w:t>365.3571</w:t>
      </w:r>
      <w:r>
        <w:tab/>
        <w:t>5.106e0</w:t>
      </w:r>
    </w:p>
    <w:p w:rsidR="00354DF7" w:rsidRDefault="00354DF7" w:rsidP="00354DF7">
      <w:pPr>
        <w:tabs>
          <w:tab w:val="left" w:pos="6195"/>
        </w:tabs>
      </w:pPr>
      <w:r>
        <w:t>365.3651</w:t>
      </w:r>
      <w:r>
        <w:tab/>
        <w:t>1.389e0</w:t>
      </w:r>
    </w:p>
    <w:p w:rsidR="00354DF7" w:rsidRDefault="00354DF7" w:rsidP="00354DF7">
      <w:pPr>
        <w:tabs>
          <w:tab w:val="left" w:pos="6195"/>
        </w:tabs>
      </w:pPr>
      <w:r>
        <w:t>365.3672</w:t>
      </w:r>
      <w:r>
        <w:tab/>
        <w:t>1.431e0</w:t>
      </w:r>
    </w:p>
    <w:p w:rsidR="00354DF7" w:rsidRDefault="00354DF7" w:rsidP="00354DF7">
      <w:pPr>
        <w:tabs>
          <w:tab w:val="left" w:pos="6195"/>
        </w:tabs>
      </w:pPr>
      <w:r>
        <w:t>365.3950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365.4037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365.4058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365.4211</w:t>
      </w:r>
      <w:r>
        <w:tab/>
        <w:t>1.794e0</w:t>
      </w:r>
    </w:p>
    <w:p w:rsidR="00354DF7" w:rsidRDefault="00354DF7" w:rsidP="00354DF7">
      <w:pPr>
        <w:tabs>
          <w:tab w:val="left" w:pos="6195"/>
        </w:tabs>
      </w:pPr>
      <w:r>
        <w:t>365.4421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365.4579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365.4705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365.4774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365.4951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365.5291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365.5385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365.5407</w:t>
      </w:r>
      <w:r>
        <w:tab/>
        <w:t>2.763e0</w:t>
      </w:r>
    </w:p>
    <w:p w:rsidR="00354DF7" w:rsidRDefault="00354DF7" w:rsidP="00354DF7">
      <w:pPr>
        <w:tabs>
          <w:tab w:val="left" w:pos="6195"/>
        </w:tabs>
      </w:pPr>
      <w:r>
        <w:t>365.5699</w:t>
      </w:r>
      <w:r>
        <w:tab/>
        <w:t>3.181e0</w:t>
      </w:r>
    </w:p>
    <w:p w:rsidR="00354DF7" w:rsidRDefault="00354DF7" w:rsidP="00354DF7">
      <w:pPr>
        <w:tabs>
          <w:tab w:val="left" w:pos="6195"/>
        </w:tabs>
      </w:pPr>
      <w:r>
        <w:t>365.5738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365.5848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365.5861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365.6026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365.6192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365.6450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365.6554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365.6736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365.6782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365.6800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365.6995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365.7014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365.7112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365.7152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365.7407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365.7511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365.7561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365.7572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365.7707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365.7743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365.7762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365.8052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365.8067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365.8230</w:t>
      </w:r>
      <w:r>
        <w:tab/>
        <w:t>2.922e0</w:t>
      </w:r>
    </w:p>
    <w:p w:rsidR="00354DF7" w:rsidRDefault="00354DF7" w:rsidP="00354DF7">
      <w:pPr>
        <w:tabs>
          <w:tab w:val="left" w:pos="6195"/>
        </w:tabs>
      </w:pPr>
      <w:r>
        <w:t>365.8430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365.8489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365.8673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365.8691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365.8881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365.8894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365.9307</w:t>
      </w:r>
      <w:r>
        <w:tab/>
        <w:t>5.634e0</w:t>
      </w:r>
    </w:p>
    <w:p w:rsidR="00354DF7" w:rsidRDefault="00354DF7" w:rsidP="00354DF7">
      <w:pPr>
        <w:tabs>
          <w:tab w:val="left" w:pos="6195"/>
        </w:tabs>
      </w:pPr>
      <w:r>
        <w:t>365.9447</w:t>
      </w:r>
      <w:r>
        <w:tab/>
        <w:t>4.460e0</w:t>
      </w:r>
    </w:p>
    <w:p w:rsidR="00354DF7" w:rsidRDefault="00354DF7" w:rsidP="00354DF7">
      <w:pPr>
        <w:tabs>
          <w:tab w:val="left" w:pos="6195"/>
        </w:tabs>
      </w:pPr>
      <w:r>
        <w:t>365.9638</w:t>
      </w:r>
      <w:r>
        <w:tab/>
        <w:t>2.259e0</w:t>
      </w:r>
    </w:p>
    <w:p w:rsidR="00354DF7" w:rsidRDefault="00354DF7" w:rsidP="00354DF7">
      <w:pPr>
        <w:tabs>
          <w:tab w:val="left" w:pos="6195"/>
        </w:tabs>
      </w:pPr>
      <w:r>
        <w:t>365.9750</w:t>
      </w:r>
      <w:r>
        <w:tab/>
        <w:t>2.608e0</w:t>
      </w:r>
    </w:p>
    <w:p w:rsidR="00354DF7" w:rsidRDefault="00354DF7" w:rsidP="00354DF7">
      <w:pPr>
        <w:tabs>
          <w:tab w:val="left" w:pos="6195"/>
        </w:tabs>
      </w:pPr>
      <w:r>
        <w:t>365.9974</w:t>
      </w:r>
      <w:r>
        <w:tab/>
        <w:t>1.550e0</w:t>
      </w:r>
    </w:p>
    <w:p w:rsidR="00354DF7" w:rsidRDefault="00354DF7" w:rsidP="00354DF7">
      <w:pPr>
        <w:tabs>
          <w:tab w:val="left" w:pos="6195"/>
        </w:tabs>
      </w:pPr>
      <w:r>
        <w:t>366.0131</w:t>
      </w:r>
      <w:r>
        <w:tab/>
        <w:t>6.837e0</w:t>
      </w:r>
    </w:p>
    <w:p w:rsidR="00354DF7" w:rsidRDefault="00354DF7" w:rsidP="00354DF7">
      <w:pPr>
        <w:tabs>
          <w:tab w:val="left" w:pos="6195"/>
        </w:tabs>
      </w:pPr>
      <w:r>
        <w:lastRenderedPageBreak/>
        <w:t>366.0294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366.0482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366.0501</w:t>
      </w:r>
      <w:r>
        <w:tab/>
        <w:t>4.588e0</w:t>
      </w:r>
    </w:p>
    <w:p w:rsidR="00354DF7" w:rsidRDefault="00354DF7" w:rsidP="00354DF7">
      <w:pPr>
        <w:tabs>
          <w:tab w:val="left" w:pos="6195"/>
        </w:tabs>
      </w:pPr>
      <w:r>
        <w:t>366.0536</w:t>
      </w:r>
      <w:r>
        <w:tab/>
        <w:t>4.963e0</w:t>
      </w:r>
    </w:p>
    <w:p w:rsidR="00354DF7" w:rsidRDefault="00354DF7" w:rsidP="00354DF7">
      <w:pPr>
        <w:tabs>
          <w:tab w:val="left" w:pos="6195"/>
        </w:tabs>
      </w:pPr>
      <w:r>
        <w:t>366.0581</w:t>
      </w:r>
      <w:r>
        <w:tab/>
        <w:t>3.576e0</w:t>
      </w:r>
    </w:p>
    <w:p w:rsidR="00354DF7" w:rsidRDefault="00354DF7" w:rsidP="00354DF7">
      <w:pPr>
        <w:tabs>
          <w:tab w:val="left" w:pos="6195"/>
        </w:tabs>
      </w:pPr>
      <w:r>
        <w:t>366.0979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366.1071</w:t>
      </w:r>
      <w:r>
        <w:tab/>
        <w:t>1.709e0</w:t>
      </w:r>
    </w:p>
    <w:p w:rsidR="00354DF7" w:rsidRDefault="00354DF7" w:rsidP="00354DF7">
      <w:pPr>
        <w:tabs>
          <w:tab w:val="left" w:pos="6195"/>
        </w:tabs>
      </w:pPr>
      <w:r>
        <w:t>366.1098</w:t>
      </w:r>
      <w:r>
        <w:tab/>
        <w:t>7.671e0</w:t>
      </w:r>
    </w:p>
    <w:p w:rsidR="00354DF7" w:rsidRDefault="00354DF7" w:rsidP="00354DF7">
      <w:pPr>
        <w:tabs>
          <w:tab w:val="left" w:pos="6195"/>
        </w:tabs>
      </w:pPr>
      <w:r>
        <w:t>366.1132</w:t>
      </w:r>
      <w:r>
        <w:tab/>
        <w:t>3.281e0</w:t>
      </w:r>
    </w:p>
    <w:p w:rsidR="00354DF7" w:rsidRDefault="00354DF7" w:rsidP="00354DF7">
      <w:pPr>
        <w:tabs>
          <w:tab w:val="left" w:pos="6195"/>
        </w:tabs>
      </w:pPr>
      <w:r>
        <w:t>366.1534</w:t>
      </w:r>
      <w:r>
        <w:tab/>
        <w:t>1.129e1</w:t>
      </w:r>
    </w:p>
    <w:p w:rsidR="00354DF7" w:rsidRDefault="00354DF7" w:rsidP="00354DF7">
      <w:pPr>
        <w:tabs>
          <w:tab w:val="left" w:pos="6195"/>
        </w:tabs>
      </w:pPr>
      <w:r>
        <w:t>366.1559</w:t>
      </w:r>
      <w:r>
        <w:tab/>
        <w:t>5.813e0</w:t>
      </w:r>
    </w:p>
    <w:p w:rsidR="00354DF7" w:rsidRDefault="00354DF7" w:rsidP="00354DF7">
      <w:pPr>
        <w:tabs>
          <w:tab w:val="left" w:pos="6195"/>
        </w:tabs>
      </w:pPr>
      <w:r>
        <w:t>366.1612</w:t>
      </w:r>
      <w:r>
        <w:tab/>
        <w:t>2.323e1</w:t>
      </w:r>
    </w:p>
    <w:p w:rsidR="00354DF7" w:rsidRDefault="00354DF7" w:rsidP="00354DF7">
      <w:pPr>
        <w:tabs>
          <w:tab w:val="left" w:pos="6195"/>
        </w:tabs>
      </w:pPr>
      <w:r>
        <w:t>366.1625</w:t>
      </w:r>
      <w:r>
        <w:tab/>
        <w:t>5.449e0</w:t>
      </w:r>
    </w:p>
    <w:p w:rsidR="00354DF7" w:rsidRDefault="00354DF7" w:rsidP="00354DF7">
      <w:pPr>
        <w:tabs>
          <w:tab w:val="left" w:pos="6195"/>
        </w:tabs>
      </w:pPr>
      <w:r>
        <w:t>366.1638</w:t>
      </w:r>
      <w:r>
        <w:tab/>
        <w:t>7.544e0</w:t>
      </w:r>
    </w:p>
    <w:p w:rsidR="00354DF7" w:rsidRDefault="00354DF7" w:rsidP="00354DF7">
      <w:pPr>
        <w:tabs>
          <w:tab w:val="left" w:pos="6195"/>
        </w:tabs>
      </w:pPr>
      <w:r>
        <w:t>366.1813</w:t>
      </w:r>
      <w:r>
        <w:tab/>
        <w:t>4.365e0</w:t>
      </w:r>
    </w:p>
    <w:p w:rsidR="00354DF7" w:rsidRDefault="00354DF7" w:rsidP="00354DF7">
      <w:pPr>
        <w:tabs>
          <w:tab w:val="left" w:pos="6195"/>
        </w:tabs>
      </w:pPr>
      <w:r>
        <w:t>366.2075</w:t>
      </w:r>
      <w:r>
        <w:tab/>
        <w:t>5.341e0</w:t>
      </w:r>
    </w:p>
    <w:p w:rsidR="00354DF7" w:rsidRDefault="00354DF7" w:rsidP="00354DF7">
      <w:pPr>
        <w:tabs>
          <w:tab w:val="left" w:pos="6195"/>
        </w:tabs>
      </w:pPr>
      <w:r>
        <w:t>366.2150</w:t>
      </w:r>
      <w:r>
        <w:tab/>
        <w:t>4.954e0</w:t>
      </w:r>
    </w:p>
    <w:p w:rsidR="00354DF7" w:rsidRDefault="00354DF7" w:rsidP="00354DF7">
      <w:pPr>
        <w:tabs>
          <w:tab w:val="left" w:pos="6195"/>
        </w:tabs>
      </w:pPr>
      <w:r>
        <w:t>366.2184</w:t>
      </w:r>
      <w:r>
        <w:tab/>
        <w:t>2.735e0</w:t>
      </w:r>
    </w:p>
    <w:p w:rsidR="00354DF7" w:rsidRDefault="00354DF7" w:rsidP="00354DF7">
      <w:pPr>
        <w:tabs>
          <w:tab w:val="left" w:pos="6195"/>
        </w:tabs>
      </w:pPr>
      <w:r>
        <w:t>366.2370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366.2395</w:t>
      </w:r>
      <w:r>
        <w:tab/>
        <w:t>7.522e0</w:t>
      </w:r>
    </w:p>
    <w:p w:rsidR="00354DF7" w:rsidRDefault="00354DF7" w:rsidP="00354DF7">
      <w:pPr>
        <w:tabs>
          <w:tab w:val="left" w:pos="6195"/>
        </w:tabs>
      </w:pPr>
      <w:r>
        <w:t>366.2762</w:t>
      </w:r>
      <w:r>
        <w:tab/>
        <w:t>1.780e0</w:t>
      </w:r>
    </w:p>
    <w:p w:rsidR="00354DF7" w:rsidRDefault="00354DF7" w:rsidP="00354DF7">
      <w:pPr>
        <w:tabs>
          <w:tab w:val="left" w:pos="6195"/>
        </w:tabs>
      </w:pPr>
      <w:r>
        <w:t>366.2813</w:t>
      </w:r>
      <w:r>
        <w:tab/>
        <w:t>2.806e0</w:t>
      </w:r>
    </w:p>
    <w:p w:rsidR="00354DF7" w:rsidRDefault="00354DF7" w:rsidP="00354DF7">
      <w:pPr>
        <w:tabs>
          <w:tab w:val="left" w:pos="6195"/>
        </w:tabs>
      </w:pPr>
      <w:r>
        <w:t>366.2932</w:t>
      </w:r>
      <w:r>
        <w:tab/>
        <w:t>1.329e0</w:t>
      </w:r>
    </w:p>
    <w:p w:rsidR="00354DF7" w:rsidRDefault="00354DF7" w:rsidP="00354DF7">
      <w:pPr>
        <w:tabs>
          <w:tab w:val="left" w:pos="6195"/>
        </w:tabs>
      </w:pPr>
      <w:r>
        <w:t>366.3058</w:t>
      </w:r>
      <w:r>
        <w:tab/>
        <w:t>1.418e0</w:t>
      </w:r>
    </w:p>
    <w:p w:rsidR="00354DF7" w:rsidRDefault="00354DF7" w:rsidP="00354DF7">
      <w:pPr>
        <w:tabs>
          <w:tab w:val="left" w:pos="6195"/>
        </w:tabs>
      </w:pPr>
      <w:r>
        <w:t>366.3216</w:t>
      </w:r>
      <w:r>
        <w:tab/>
        <w:t>3.236e0</w:t>
      </w:r>
    </w:p>
    <w:p w:rsidR="00354DF7" w:rsidRDefault="00354DF7" w:rsidP="00354DF7">
      <w:pPr>
        <w:tabs>
          <w:tab w:val="left" w:pos="6195"/>
        </w:tabs>
      </w:pPr>
      <w:r>
        <w:t>366.3254</w:t>
      </w:r>
      <w:r>
        <w:tab/>
        <w:t>2.042e0</w:t>
      </w:r>
    </w:p>
    <w:p w:rsidR="00354DF7" w:rsidRDefault="00354DF7" w:rsidP="00354DF7">
      <w:pPr>
        <w:tabs>
          <w:tab w:val="left" w:pos="6195"/>
        </w:tabs>
      </w:pPr>
      <w:r>
        <w:t>366.3356</w:t>
      </w:r>
      <w:r>
        <w:tab/>
        <w:t>3.045e0</w:t>
      </w:r>
    </w:p>
    <w:p w:rsidR="00354DF7" w:rsidRDefault="00354DF7" w:rsidP="00354DF7">
      <w:pPr>
        <w:tabs>
          <w:tab w:val="left" w:pos="6195"/>
        </w:tabs>
      </w:pPr>
      <w:r>
        <w:t>366.3501</w:t>
      </w:r>
      <w:r>
        <w:tab/>
        <w:t>3.019e0</w:t>
      </w:r>
    </w:p>
    <w:p w:rsidR="00354DF7" w:rsidRDefault="00354DF7" w:rsidP="00354DF7">
      <w:pPr>
        <w:tabs>
          <w:tab w:val="left" w:pos="6195"/>
        </w:tabs>
      </w:pPr>
      <w:r>
        <w:t>366.3520</w:t>
      </w:r>
      <w:r>
        <w:tab/>
        <w:t>2.385e0</w:t>
      </w:r>
    </w:p>
    <w:p w:rsidR="00354DF7" w:rsidRDefault="00354DF7" w:rsidP="00354DF7">
      <w:pPr>
        <w:tabs>
          <w:tab w:val="left" w:pos="6195"/>
        </w:tabs>
      </w:pPr>
      <w:r>
        <w:t>366.3709</w:t>
      </w:r>
      <w:r>
        <w:tab/>
        <w:t>4.657e0</w:t>
      </w:r>
    </w:p>
    <w:p w:rsidR="00354DF7" w:rsidRDefault="00354DF7" w:rsidP="00354DF7">
      <w:pPr>
        <w:tabs>
          <w:tab w:val="left" w:pos="6195"/>
        </w:tabs>
      </w:pPr>
      <w:r>
        <w:t>366.3814</w:t>
      </w:r>
      <w:r>
        <w:tab/>
        <w:t>1.643e0</w:t>
      </w:r>
    </w:p>
    <w:p w:rsidR="00354DF7" w:rsidRDefault="00354DF7" w:rsidP="00354DF7">
      <w:pPr>
        <w:tabs>
          <w:tab w:val="left" w:pos="6195"/>
        </w:tabs>
      </w:pPr>
      <w:r>
        <w:t>366.4235</w:t>
      </w:r>
      <w:r>
        <w:tab/>
        <w:t>1.949e0</w:t>
      </w:r>
    </w:p>
    <w:p w:rsidR="00354DF7" w:rsidRDefault="00354DF7" w:rsidP="00354DF7">
      <w:pPr>
        <w:tabs>
          <w:tab w:val="left" w:pos="6195"/>
        </w:tabs>
      </w:pPr>
      <w:r>
        <w:t>366.4278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366.4300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366.4653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366.4754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366.5093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366.5342</w:t>
      </w:r>
      <w:r>
        <w:tab/>
        <w:t>4.114e0</w:t>
      </w:r>
    </w:p>
    <w:p w:rsidR="00354DF7" w:rsidRDefault="00354DF7" w:rsidP="00354DF7">
      <w:pPr>
        <w:tabs>
          <w:tab w:val="left" w:pos="6195"/>
        </w:tabs>
      </w:pPr>
      <w:r>
        <w:lastRenderedPageBreak/>
        <w:t>366.5446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366.5504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366.5539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366.5605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366.5674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366.5860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366.5996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366.6010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366.6301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366.6519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366.6534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366.6633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366.6764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366.6817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366.7120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366.7205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366.7280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366.7369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366.7530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366.7570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366.7635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366.7935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366.8027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366.8090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366.8136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366.8280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366.8407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366.8471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366.8596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366.8611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366.8651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366.8982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366.9049</w:t>
      </w:r>
      <w:r>
        <w:tab/>
        <w:t>1.831e0</w:t>
      </w:r>
    </w:p>
    <w:p w:rsidR="00354DF7" w:rsidRDefault="00354DF7" w:rsidP="00354DF7">
      <w:pPr>
        <w:tabs>
          <w:tab w:val="left" w:pos="6195"/>
        </w:tabs>
      </w:pPr>
      <w:r>
        <w:t>366.9059</w:t>
      </w:r>
      <w:r>
        <w:tab/>
        <w:t>2.679e0</w:t>
      </w:r>
    </w:p>
    <w:p w:rsidR="00354DF7" w:rsidRDefault="00354DF7" w:rsidP="00354DF7">
      <w:pPr>
        <w:tabs>
          <w:tab w:val="left" w:pos="6195"/>
        </w:tabs>
      </w:pPr>
      <w:r>
        <w:t>366.9224</w:t>
      </w:r>
      <w:r>
        <w:tab/>
        <w:t>4.952e0</w:t>
      </w:r>
    </w:p>
    <w:p w:rsidR="00354DF7" w:rsidRDefault="00354DF7" w:rsidP="00354DF7">
      <w:pPr>
        <w:tabs>
          <w:tab w:val="left" w:pos="6195"/>
        </w:tabs>
      </w:pPr>
      <w:r>
        <w:t>366.9675</w:t>
      </w:r>
      <w:r>
        <w:tab/>
        <w:t>2.616e0</w:t>
      </w:r>
    </w:p>
    <w:p w:rsidR="00354DF7" w:rsidRDefault="00354DF7" w:rsidP="00354DF7">
      <w:pPr>
        <w:tabs>
          <w:tab w:val="left" w:pos="6195"/>
        </w:tabs>
      </w:pPr>
      <w:r>
        <w:t>366.9735</w:t>
      </w:r>
      <w:r>
        <w:tab/>
        <w:t>5.200e0</w:t>
      </w:r>
    </w:p>
    <w:p w:rsidR="00354DF7" w:rsidRDefault="00354DF7" w:rsidP="00354DF7">
      <w:pPr>
        <w:tabs>
          <w:tab w:val="left" w:pos="6195"/>
        </w:tabs>
      </w:pPr>
      <w:r>
        <w:t>366.9923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367.0071</w:t>
      </w:r>
      <w:r>
        <w:tab/>
        <w:t>5.600e0</w:t>
      </w:r>
    </w:p>
    <w:p w:rsidR="00354DF7" w:rsidRDefault="00354DF7" w:rsidP="00354DF7">
      <w:pPr>
        <w:tabs>
          <w:tab w:val="left" w:pos="6195"/>
        </w:tabs>
      </w:pPr>
      <w:r>
        <w:t>367.0151</w:t>
      </w:r>
      <w:r>
        <w:tab/>
        <w:t>1.459e0</w:t>
      </w:r>
    </w:p>
    <w:p w:rsidR="00354DF7" w:rsidRDefault="00354DF7" w:rsidP="00354DF7">
      <w:pPr>
        <w:tabs>
          <w:tab w:val="left" w:pos="6195"/>
        </w:tabs>
      </w:pPr>
      <w:r>
        <w:t>367.0312</w:t>
      </w:r>
      <w:r>
        <w:tab/>
        <w:t>2.978e0</w:t>
      </w:r>
    </w:p>
    <w:p w:rsidR="00354DF7" w:rsidRDefault="00354DF7" w:rsidP="00354DF7">
      <w:pPr>
        <w:tabs>
          <w:tab w:val="left" w:pos="6195"/>
        </w:tabs>
      </w:pPr>
      <w:r>
        <w:t>367.0459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367.0483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367.0644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367.0809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367.0839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367.0888</w:t>
      </w:r>
      <w:r>
        <w:tab/>
        <w:t>3.876e0</w:t>
      </w:r>
    </w:p>
    <w:p w:rsidR="00354DF7" w:rsidRDefault="00354DF7" w:rsidP="00354DF7">
      <w:pPr>
        <w:tabs>
          <w:tab w:val="left" w:pos="6195"/>
        </w:tabs>
      </w:pPr>
      <w:r>
        <w:t>367.1036</w:t>
      </w:r>
      <w:r>
        <w:tab/>
        <w:t>2.380e0</w:t>
      </w:r>
    </w:p>
    <w:p w:rsidR="00354DF7" w:rsidRDefault="00354DF7" w:rsidP="00354DF7">
      <w:pPr>
        <w:tabs>
          <w:tab w:val="left" w:pos="6195"/>
        </w:tabs>
      </w:pPr>
      <w:r>
        <w:t>367.1346</w:t>
      </w:r>
      <w:r>
        <w:tab/>
        <w:t>5.699e0</w:t>
      </w:r>
    </w:p>
    <w:p w:rsidR="00354DF7" w:rsidRDefault="00354DF7" w:rsidP="00354DF7">
      <w:pPr>
        <w:tabs>
          <w:tab w:val="left" w:pos="6195"/>
        </w:tabs>
      </w:pPr>
      <w:r>
        <w:t>367.1438</w:t>
      </w:r>
      <w:r>
        <w:tab/>
        <w:t>1.062e1</w:t>
      </w:r>
    </w:p>
    <w:p w:rsidR="00354DF7" w:rsidRDefault="00354DF7" w:rsidP="00354DF7">
      <w:pPr>
        <w:tabs>
          <w:tab w:val="left" w:pos="6195"/>
        </w:tabs>
      </w:pPr>
      <w:r>
        <w:t>367.1472</w:t>
      </w:r>
      <w:r>
        <w:tab/>
        <w:t>3.298e0</w:t>
      </w:r>
    </w:p>
    <w:p w:rsidR="00354DF7" w:rsidRDefault="00354DF7" w:rsidP="00354DF7">
      <w:pPr>
        <w:tabs>
          <w:tab w:val="left" w:pos="6195"/>
        </w:tabs>
      </w:pPr>
      <w:r>
        <w:t>367.1520</w:t>
      </w:r>
      <w:r>
        <w:tab/>
        <w:t>4.546e0</w:t>
      </w:r>
    </w:p>
    <w:p w:rsidR="00354DF7" w:rsidRDefault="00354DF7" w:rsidP="00354DF7">
      <w:pPr>
        <w:tabs>
          <w:tab w:val="left" w:pos="6195"/>
        </w:tabs>
      </w:pPr>
      <w:r>
        <w:t>367.1566</w:t>
      </w:r>
      <w:r>
        <w:tab/>
        <w:t>5.310e0</w:t>
      </w:r>
    </w:p>
    <w:p w:rsidR="00354DF7" w:rsidRDefault="00354DF7" w:rsidP="00354DF7">
      <w:pPr>
        <w:tabs>
          <w:tab w:val="left" w:pos="6195"/>
        </w:tabs>
      </w:pPr>
      <w:r>
        <w:t>367.1695</w:t>
      </w:r>
      <w:r>
        <w:tab/>
        <w:t>3.049e0</w:t>
      </w:r>
    </w:p>
    <w:p w:rsidR="00354DF7" w:rsidRDefault="00354DF7" w:rsidP="00354DF7">
      <w:pPr>
        <w:tabs>
          <w:tab w:val="left" w:pos="6195"/>
        </w:tabs>
      </w:pPr>
      <w:r>
        <w:t>367.1875</w:t>
      </w:r>
      <w:r>
        <w:tab/>
        <w:t>1.985e0</w:t>
      </w:r>
    </w:p>
    <w:p w:rsidR="00354DF7" w:rsidRDefault="00354DF7" w:rsidP="00354DF7">
      <w:pPr>
        <w:tabs>
          <w:tab w:val="left" w:pos="6195"/>
        </w:tabs>
      </w:pPr>
      <w:r>
        <w:t>367.2128</w:t>
      </w:r>
      <w:r>
        <w:tab/>
        <w:t>1.204e0</w:t>
      </w:r>
    </w:p>
    <w:p w:rsidR="00354DF7" w:rsidRDefault="00354DF7" w:rsidP="00354DF7">
      <w:pPr>
        <w:tabs>
          <w:tab w:val="left" w:pos="6195"/>
        </w:tabs>
      </w:pPr>
      <w:r>
        <w:t>367.2189</w:t>
      </w:r>
      <w:r>
        <w:tab/>
        <w:t>1.141e0</w:t>
      </w:r>
    </w:p>
    <w:p w:rsidR="00354DF7" w:rsidRDefault="00354DF7" w:rsidP="00354DF7">
      <w:pPr>
        <w:tabs>
          <w:tab w:val="left" w:pos="6195"/>
        </w:tabs>
      </w:pPr>
      <w:r>
        <w:lastRenderedPageBreak/>
        <w:t>367.2601</w:t>
      </w:r>
      <w:r>
        <w:tab/>
        <w:t>2.149e0</w:t>
      </w:r>
    </w:p>
    <w:p w:rsidR="00354DF7" w:rsidRDefault="00354DF7" w:rsidP="00354DF7">
      <w:pPr>
        <w:tabs>
          <w:tab w:val="left" w:pos="6195"/>
        </w:tabs>
      </w:pPr>
      <w:r>
        <w:t>367.2640</w:t>
      </w:r>
      <w:r>
        <w:tab/>
        <w:t>2.279e0</w:t>
      </w:r>
    </w:p>
    <w:p w:rsidR="00354DF7" w:rsidRDefault="00354DF7" w:rsidP="00354DF7">
      <w:pPr>
        <w:tabs>
          <w:tab w:val="left" w:pos="6195"/>
        </w:tabs>
      </w:pPr>
      <w:r>
        <w:t>367.2746</w:t>
      </w:r>
      <w:r>
        <w:tab/>
        <w:t>2.710e0</w:t>
      </w:r>
    </w:p>
    <w:p w:rsidR="00354DF7" w:rsidRDefault="00354DF7" w:rsidP="00354DF7">
      <w:pPr>
        <w:tabs>
          <w:tab w:val="left" w:pos="6195"/>
        </w:tabs>
      </w:pPr>
      <w:r>
        <w:t>367.2907</w:t>
      </w:r>
      <w:r>
        <w:tab/>
        <w:t>1.257e0</w:t>
      </w:r>
    </w:p>
    <w:p w:rsidR="00354DF7" w:rsidRDefault="00354DF7" w:rsidP="00354DF7">
      <w:pPr>
        <w:tabs>
          <w:tab w:val="left" w:pos="6195"/>
        </w:tabs>
      </w:pPr>
      <w:r>
        <w:t>367.2967</w:t>
      </w:r>
      <w:r>
        <w:tab/>
        <w:t>1.952e0</w:t>
      </w:r>
    </w:p>
    <w:p w:rsidR="00354DF7" w:rsidRDefault="00354DF7" w:rsidP="00354DF7">
      <w:pPr>
        <w:tabs>
          <w:tab w:val="left" w:pos="6195"/>
        </w:tabs>
      </w:pPr>
      <w:r>
        <w:t>367.3258</w:t>
      </w:r>
      <w:r>
        <w:tab/>
        <w:t>2.947e0</w:t>
      </w:r>
    </w:p>
    <w:p w:rsidR="00354DF7" w:rsidRDefault="00354DF7" w:rsidP="00354DF7">
      <w:pPr>
        <w:tabs>
          <w:tab w:val="left" w:pos="6195"/>
        </w:tabs>
      </w:pPr>
      <w:r>
        <w:t>367.3485</w:t>
      </w:r>
      <w:r>
        <w:tab/>
        <w:t>1.149e0</w:t>
      </w:r>
    </w:p>
    <w:p w:rsidR="00354DF7" w:rsidRDefault="00354DF7" w:rsidP="00354DF7">
      <w:pPr>
        <w:tabs>
          <w:tab w:val="left" w:pos="6195"/>
        </w:tabs>
      </w:pPr>
      <w:r>
        <w:t>367.3553</w:t>
      </w:r>
      <w:r>
        <w:tab/>
        <w:t>1.256e0</w:t>
      </w:r>
    </w:p>
    <w:p w:rsidR="00354DF7" w:rsidRDefault="00354DF7" w:rsidP="00354DF7">
      <w:pPr>
        <w:tabs>
          <w:tab w:val="left" w:pos="6195"/>
        </w:tabs>
      </w:pPr>
      <w:r>
        <w:t>367.3701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367.3805</w:t>
      </w:r>
      <w:r>
        <w:tab/>
        <w:t>2.105e0</w:t>
      </w:r>
    </w:p>
    <w:p w:rsidR="00354DF7" w:rsidRDefault="00354DF7" w:rsidP="00354DF7">
      <w:pPr>
        <w:tabs>
          <w:tab w:val="left" w:pos="6195"/>
        </w:tabs>
      </w:pPr>
      <w:r>
        <w:t>367.4002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367.4019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367.4110</w:t>
      </w:r>
      <w:r>
        <w:tab/>
        <w:t>4.246e0</w:t>
      </w:r>
    </w:p>
    <w:p w:rsidR="00354DF7" w:rsidRDefault="00354DF7" w:rsidP="00354DF7">
      <w:pPr>
        <w:tabs>
          <w:tab w:val="left" w:pos="6195"/>
        </w:tabs>
      </w:pPr>
      <w:r>
        <w:t>367.4446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367.4499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367.4866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367.5052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367.5102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367.5344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367.5534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367.5569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367.5739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367.5781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367.5924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367.6071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367.6168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367.6315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367.6347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367.6467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367.6664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367.6730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367.6835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367.6993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367.7135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367.7178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367.7209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367.7618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367.7652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367.7721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367.7828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367.7863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367.7953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367.8035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367.8218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367.8415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367.8489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367.8626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367.8885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367.8939</w:t>
      </w:r>
      <w:r>
        <w:tab/>
        <w:t>3.764e0</w:t>
      </w:r>
    </w:p>
    <w:p w:rsidR="00354DF7" w:rsidRDefault="00354DF7" w:rsidP="00354DF7">
      <w:pPr>
        <w:tabs>
          <w:tab w:val="left" w:pos="6195"/>
        </w:tabs>
      </w:pPr>
      <w:r>
        <w:t>367.9065</w:t>
      </w:r>
      <w:r>
        <w:tab/>
        <w:t>2.076e0</w:t>
      </w:r>
    </w:p>
    <w:p w:rsidR="00354DF7" w:rsidRDefault="00354DF7" w:rsidP="00354DF7">
      <w:pPr>
        <w:tabs>
          <w:tab w:val="left" w:pos="6195"/>
        </w:tabs>
      </w:pPr>
      <w:r>
        <w:t>367.9365</w:t>
      </w:r>
      <w:r>
        <w:tab/>
        <w:t>2.924e0</w:t>
      </w:r>
    </w:p>
    <w:p w:rsidR="00354DF7" w:rsidRDefault="00354DF7" w:rsidP="00354DF7">
      <w:pPr>
        <w:tabs>
          <w:tab w:val="left" w:pos="6195"/>
        </w:tabs>
      </w:pPr>
      <w:r>
        <w:t>367.9561</w:t>
      </w:r>
      <w:r>
        <w:tab/>
        <w:t>1.738e0</w:t>
      </w:r>
    </w:p>
    <w:p w:rsidR="00354DF7" w:rsidRDefault="00354DF7" w:rsidP="00354DF7">
      <w:pPr>
        <w:tabs>
          <w:tab w:val="left" w:pos="6195"/>
        </w:tabs>
      </w:pPr>
      <w:r>
        <w:t>367.9713</w:t>
      </w:r>
      <w:r>
        <w:tab/>
        <w:t>3.093e0</w:t>
      </w:r>
    </w:p>
    <w:p w:rsidR="00354DF7" w:rsidRDefault="00354DF7" w:rsidP="00354DF7">
      <w:pPr>
        <w:tabs>
          <w:tab w:val="left" w:pos="6195"/>
        </w:tabs>
      </w:pPr>
      <w:r>
        <w:t>367.9762</w:t>
      </w:r>
      <w:r>
        <w:tab/>
        <w:t>6.752e0</w:t>
      </w:r>
    </w:p>
    <w:p w:rsidR="00354DF7" w:rsidRDefault="00354DF7" w:rsidP="00354DF7">
      <w:pPr>
        <w:tabs>
          <w:tab w:val="left" w:pos="6195"/>
        </w:tabs>
      </w:pPr>
      <w:r>
        <w:t>368.0156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368.0282</w:t>
      </w:r>
      <w:r>
        <w:tab/>
        <w:t>6.817e0</w:t>
      </w:r>
    </w:p>
    <w:p w:rsidR="00354DF7" w:rsidRDefault="00354DF7" w:rsidP="00354DF7">
      <w:pPr>
        <w:tabs>
          <w:tab w:val="left" w:pos="6195"/>
        </w:tabs>
      </w:pPr>
      <w:r>
        <w:t>368.0359</w:t>
      </w:r>
      <w:r>
        <w:tab/>
        <w:t>3.368e0</w:t>
      </w:r>
    </w:p>
    <w:p w:rsidR="00354DF7" w:rsidRDefault="00354DF7" w:rsidP="00354DF7">
      <w:pPr>
        <w:tabs>
          <w:tab w:val="left" w:pos="6195"/>
        </w:tabs>
      </w:pPr>
      <w:r>
        <w:lastRenderedPageBreak/>
        <w:t>368.0476</w:t>
      </w:r>
      <w:r>
        <w:tab/>
        <w:t>3.892e0</w:t>
      </w:r>
    </w:p>
    <w:p w:rsidR="00354DF7" w:rsidRDefault="00354DF7" w:rsidP="00354DF7">
      <w:pPr>
        <w:tabs>
          <w:tab w:val="left" w:pos="6195"/>
        </w:tabs>
      </w:pPr>
      <w:r>
        <w:t>368.0558</w:t>
      </w:r>
      <w:r>
        <w:tab/>
        <w:t>8.645e0</w:t>
      </w:r>
    </w:p>
    <w:p w:rsidR="00354DF7" w:rsidRDefault="00354DF7" w:rsidP="00354DF7">
      <w:pPr>
        <w:tabs>
          <w:tab w:val="left" w:pos="6195"/>
        </w:tabs>
      </w:pPr>
      <w:r>
        <w:t>368.1067</w:t>
      </w:r>
      <w:r>
        <w:tab/>
        <w:t>3.820e0</w:t>
      </w:r>
    </w:p>
    <w:p w:rsidR="00354DF7" w:rsidRDefault="00354DF7" w:rsidP="00354DF7">
      <w:pPr>
        <w:tabs>
          <w:tab w:val="left" w:pos="6195"/>
        </w:tabs>
      </w:pPr>
      <w:r>
        <w:t>368.1079</w:t>
      </w:r>
      <w:r>
        <w:tab/>
        <w:t>7.315e0</w:t>
      </w:r>
    </w:p>
    <w:p w:rsidR="00354DF7" w:rsidRDefault="00354DF7" w:rsidP="00354DF7">
      <w:pPr>
        <w:tabs>
          <w:tab w:val="left" w:pos="6195"/>
        </w:tabs>
      </w:pPr>
      <w:r>
        <w:t>368.1168</w:t>
      </w:r>
      <w:r>
        <w:tab/>
        <w:t>5.913e0</w:t>
      </w:r>
    </w:p>
    <w:p w:rsidR="00354DF7" w:rsidRDefault="00354DF7" w:rsidP="00354DF7">
      <w:pPr>
        <w:tabs>
          <w:tab w:val="left" w:pos="6195"/>
        </w:tabs>
      </w:pPr>
      <w:r>
        <w:t>368.1249</w:t>
      </w:r>
      <w:r>
        <w:tab/>
        <w:t>4.341e0</w:t>
      </w:r>
    </w:p>
    <w:p w:rsidR="00354DF7" w:rsidRDefault="00354DF7" w:rsidP="00354DF7">
      <w:pPr>
        <w:tabs>
          <w:tab w:val="left" w:pos="6195"/>
        </w:tabs>
      </w:pPr>
      <w:r>
        <w:t>368.1537</w:t>
      </w:r>
      <w:r>
        <w:tab/>
        <w:t>3.018e0</w:t>
      </w:r>
    </w:p>
    <w:p w:rsidR="00354DF7" w:rsidRDefault="00354DF7" w:rsidP="00354DF7">
      <w:pPr>
        <w:tabs>
          <w:tab w:val="left" w:pos="6195"/>
        </w:tabs>
      </w:pPr>
      <w:r>
        <w:t>368.1695</w:t>
      </w:r>
      <w:r>
        <w:tab/>
        <w:t>3.429e1</w:t>
      </w:r>
    </w:p>
    <w:p w:rsidR="00354DF7" w:rsidRDefault="00354DF7" w:rsidP="00354DF7">
      <w:pPr>
        <w:tabs>
          <w:tab w:val="left" w:pos="6195"/>
        </w:tabs>
      </w:pPr>
      <w:r>
        <w:t>368.1789</w:t>
      </w:r>
      <w:r>
        <w:tab/>
        <w:t>3.145e1</w:t>
      </w:r>
    </w:p>
    <w:p w:rsidR="00354DF7" w:rsidRDefault="00354DF7" w:rsidP="00354DF7">
      <w:pPr>
        <w:tabs>
          <w:tab w:val="left" w:pos="6195"/>
        </w:tabs>
      </w:pPr>
      <w:r>
        <w:t>368.2185</w:t>
      </w:r>
      <w:r>
        <w:tab/>
        <w:t>3.198e0</w:t>
      </w:r>
    </w:p>
    <w:p w:rsidR="00354DF7" w:rsidRDefault="00354DF7" w:rsidP="00354DF7">
      <w:pPr>
        <w:tabs>
          <w:tab w:val="left" w:pos="6195"/>
        </w:tabs>
      </w:pPr>
      <w:r>
        <w:t>368.2236</w:t>
      </w:r>
      <w:r>
        <w:tab/>
        <w:t>1.438e1</w:t>
      </w:r>
    </w:p>
    <w:p w:rsidR="00354DF7" w:rsidRDefault="00354DF7" w:rsidP="00354DF7">
      <w:pPr>
        <w:tabs>
          <w:tab w:val="left" w:pos="6195"/>
        </w:tabs>
      </w:pPr>
      <w:r>
        <w:t>368.2254</w:t>
      </w:r>
      <w:r>
        <w:tab/>
        <w:t>1.575e1</w:t>
      </w:r>
    </w:p>
    <w:p w:rsidR="00354DF7" w:rsidRDefault="00354DF7" w:rsidP="00354DF7">
      <w:pPr>
        <w:tabs>
          <w:tab w:val="left" w:pos="6195"/>
        </w:tabs>
      </w:pPr>
      <w:r>
        <w:t>368.2583</w:t>
      </w:r>
      <w:r>
        <w:tab/>
        <w:t>3.549e0</w:t>
      </w:r>
    </w:p>
    <w:p w:rsidR="00354DF7" w:rsidRDefault="00354DF7" w:rsidP="00354DF7">
      <w:pPr>
        <w:tabs>
          <w:tab w:val="left" w:pos="6195"/>
        </w:tabs>
      </w:pPr>
      <w:r>
        <w:t>368.2668</w:t>
      </w:r>
      <w:r>
        <w:tab/>
        <w:t>4.966e0</w:t>
      </w:r>
    </w:p>
    <w:p w:rsidR="00354DF7" w:rsidRDefault="00354DF7" w:rsidP="00354DF7">
      <w:pPr>
        <w:tabs>
          <w:tab w:val="left" w:pos="6195"/>
        </w:tabs>
      </w:pPr>
      <w:r>
        <w:t>368.2867</w:t>
      </w:r>
      <w:r>
        <w:tab/>
        <w:t>2.559e0</w:t>
      </w:r>
    </w:p>
    <w:p w:rsidR="00354DF7" w:rsidRDefault="00354DF7" w:rsidP="00354DF7">
      <w:pPr>
        <w:tabs>
          <w:tab w:val="left" w:pos="6195"/>
        </w:tabs>
      </w:pPr>
      <w:r>
        <w:t>368.3186</w:t>
      </w:r>
      <w:r>
        <w:tab/>
        <w:t>1.912e0</w:t>
      </w:r>
    </w:p>
    <w:p w:rsidR="00354DF7" w:rsidRDefault="00354DF7" w:rsidP="00354DF7">
      <w:pPr>
        <w:tabs>
          <w:tab w:val="left" w:pos="6195"/>
        </w:tabs>
      </w:pPr>
      <w:r>
        <w:t>368.3274</w:t>
      </w:r>
      <w:r>
        <w:tab/>
        <w:t>3.842e0</w:t>
      </w:r>
    </w:p>
    <w:p w:rsidR="00354DF7" w:rsidRDefault="00354DF7" w:rsidP="00354DF7">
      <w:pPr>
        <w:tabs>
          <w:tab w:val="left" w:pos="6195"/>
        </w:tabs>
      </w:pPr>
      <w:r>
        <w:t>368.3399</w:t>
      </w:r>
      <w:r>
        <w:tab/>
        <w:t>1.291e0</w:t>
      </w:r>
    </w:p>
    <w:p w:rsidR="00354DF7" w:rsidRDefault="00354DF7" w:rsidP="00354DF7">
      <w:pPr>
        <w:tabs>
          <w:tab w:val="left" w:pos="6195"/>
        </w:tabs>
      </w:pPr>
      <w:r>
        <w:t>368.3418</w:t>
      </w:r>
      <w:r>
        <w:tab/>
        <w:t>1.849e0</w:t>
      </w:r>
    </w:p>
    <w:p w:rsidR="00354DF7" w:rsidRDefault="00354DF7" w:rsidP="00354DF7">
      <w:pPr>
        <w:tabs>
          <w:tab w:val="left" w:pos="6195"/>
        </w:tabs>
      </w:pPr>
      <w:r>
        <w:lastRenderedPageBreak/>
        <w:t>368.3463</w:t>
      </w:r>
      <w:r>
        <w:tab/>
        <w:t>2.546e0</w:t>
      </w:r>
    </w:p>
    <w:p w:rsidR="00354DF7" w:rsidRDefault="00354DF7" w:rsidP="00354DF7">
      <w:pPr>
        <w:tabs>
          <w:tab w:val="left" w:pos="6195"/>
        </w:tabs>
      </w:pPr>
      <w:r>
        <w:t>368.3706</w:t>
      </w:r>
      <w:r>
        <w:tab/>
        <w:t>3.273e0</w:t>
      </w:r>
    </w:p>
    <w:p w:rsidR="00354DF7" w:rsidRDefault="00354DF7" w:rsidP="00354DF7">
      <w:pPr>
        <w:tabs>
          <w:tab w:val="left" w:pos="6195"/>
        </w:tabs>
      </w:pPr>
      <w:r>
        <w:t>368.4248</w:t>
      </w:r>
      <w:r>
        <w:tab/>
        <w:t>2.063e2</w:t>
      </w:r>
    </w:p>
    <w:p w:rsidR="00354DF7" w:rsidRDefault="00354DF7" w:rsidP="00354DF7">
      <w:pPr>
        <w:tabs>
          <w:tab w:val="left" w:pos="6195"/>
        </w:tabs>
      </w:pPr>
      <w:r>
        <w:t>368.4266</w:t>
      </w:r>
      <w:r>
        <w:tab/>
        <w:t>9.954e1</w:t>
      </w:r>
    </w:p>
    <w:p w:rsidR="00354DF7" w:rsidRDefault="00354DF7" w:rsidP="00354DF7">
      <w:pPr>
        <w:tabs>
          <w:tab w:val="left" w:pos="6195"/>
        </w:tabs>
      </w:pPr>
      <w:r>
        <w:t>368.4291</w:t>
      </w:r>
      <w:r>
        <w:tab/>
        <w:t>5.585e1</w:t>
      </w:r>
    </w:p>
    <w:p w:rsidR="00354DF7" w:rsidRDefault="00354DF7" w:rsidP="00354DF7">
      <w:pPr>
        <w:tabs>
          <w:tab w:val="left" w:pos="6195"/>
        </w:tabs>
      </w:pPr>
      <w:r>
        <w:t>368.5329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368.5384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368.5518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368.5560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368.5581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368.5696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368.5898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368.6169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368.6263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368.6373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368.6436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368.6590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368.6918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368.6999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368.7065</w:t>
      </w:r>
      <w:r>
        <w:tab/>
        <w:t>4.514e0</w:t>
      </w:r>
    </w:p>
    <w:p w:rsidR="00354DF7" w:rsidRDefault="00354DF7" w:rsidP="00354DF7">
      <w:pPr>
        <w:tabs>
          <w:tab w:val="left" w:pos="6195"/>
        </w:tabs>
      </w:pPr>
      <w:r>
        <w:t>368.7125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368.7227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368.7286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368.7341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368.7534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368.7713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368.7961</w:t>
      </w:r>
      <w:r>
        <w:tab/>
        <w:t>2.312e0</w:t>
      </w:r>
    </w:p>
    <w:p w:rsidR="00354DF7" w:rsidRDefault="00354DF7" w:rsidP="00354DF7">
      <w:pPr>
        <w:tabs>
          <w:tab w:val="left" w:pos="6195"/>
        </w:tabs>
      </w:pPr>
      <w:r>
        <w:t>368.8013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368.8042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368.8276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368.8297</w:t>
      </w:r>
      <w:r>
        <w:tab/>
        <w:t>3.764e0</w:t>
      </w:r>
    </w:p>
    <w:p w:rsidR="00354DF7" w:rsidRDefault="00354DF7" w:rsidP="00354DF7">
      <w:pPr>
        <w:tabs>
          <w:tab w:val="left" w:pos="6195"/>
        </w:tabs>
      </w:pPr>
      <w:r>
        <w:t>368.8539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368.8713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368.8933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368.8980</w:t>
      </w:r>
      <w:r>
        <w:tab/>
        <w:t>2.107e0</w:t>
      </w:r>
    </w:p>
    <w:p w:rsidR="00354DF7" w:rsidRDefault="00354DF7" w:rsidP="00354DF7">
      <w:pPr>
        <w:tabs>
          <w:tab w:val="left" w:pos="6195"/>
        </w:tabs>
      </w:pPr>
      <w:r>
        <w:t>368.9055</w:t>
      </w:r>
      <w:r>
        <w:tab/>
        <w:t>1.840e0</w:t>
      </w:r>
    </w:p>
    <w:p w:rsidR="00354DF7" w:rsidRDefault="00354DF7" w:rsidP="00354DF7">
      <w:pPr>
        <w:tabs>
          <w:tab w:val="left" w:pos="6195"/>
        </w:tabs>
      </w:pPr>
      <w:r>
        <w:t>368.9070</w:t>
      </w:r>
      <w:r>
        <w:tab/>
        <w:t>1.744e0</w:t>
      </w:r>
    </w:p>
    <w:p w:rsidR="00354DF7" w:rsidRDefault="00354DF7" w:rsidP="00354DF7">
      <w:pPr>
        <w:tabs>
          <w:tab w:val="left" w:pos="6195"/>
        </w:tabs>
      </w:pPr>
      <w:r>
        <w:t>368.9090</w:t>
      </w:r>
      <w:r>
        <w:tab/>
        <w:t>1.407e0</w:t>
      </w:r>
    </w:p>
    <w:p w:rsidR="00354DF7" w:rsidRDefault="00354DF7" w:rsidP="00354DF7">
      <w:pPr>
        <w:tabs>
          <w:tab w:val="left" w:pos="6195"/>
        </w:tabs>
      </w:pPr>
      <w:r>
        <w:lastRenderedPageBreak/>
        <w:t>368.9219</w:t>
      </w:r>
      <w:r>
        <w:tab/>
        <w:t>2.423e0</w:t>
      </w:r>
    </w:p>
    <w:p w:rsidR="00354DF7" w:rsidRDefault="00354DF7" w:rsidP="00354DF7">
      <w:pPr>
        <w:tabs>
          <w:tab w:val="left" w:pos="6195"/>
        </w:tabs>
      </w:pPr>
      <w:r>
        <w:t>368.9468</w:t>
      </w:r>
      <w:r>
        <w:tab/>
        <w:t>3.201e0</w:t>
      </w:r>
    </w:p>
    <w:p w:rsidR="00354DF7" w:rsidRDefault="00354DF7" w:rsidP="00354DF7">
      <w:pPr>
        <w:tabs>
          <w:tab w:val="left" w:pos="6195"/>
        </w:tabs>
      </w:pPr>
      <w:r>
        <w:t>368.9567</w:t>
      </w:r>
      <w:r>
        <w:tab/>
        <w:t>2.569e0</w:t>
      </w:r>
    </w:p>
    <w:p w:rsidR="00354DF7" w:rsidRDefault="00354DF7" w:rsidP="00354DF7">
      <w:pPr>
        <w:tabs>
          <w:tab w:val="left" w:pos="6195"/>
        </w:tabs>
      </w:pPr>
      <w:r>
        <w:t>368.9734</w:t>
      </w:r>
      <w:r>
        <w:tab/>
        <w:t>1.711e0</w:t>
      </w:r>
    </w:p>
    <w:p w:rsidR="00354DF7" w:rsidRDefault="00354DF7" w:rsidP="00354DF7">
      <w:pPr>
        <w:tabs>
          <w:tab w:val="left" w:pos="6195"/>
        </w:tabs>
      </w:pPr>
      <w:r>
        <w:t>368.9843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368.9924</w:t>
      </w:r>
      <w:r>
        <w:tab/>
        <w:t>2.654e0</w:t>
      </w:r>
    </w:p>
    <w:p w:rsidR="00354DF7" w:rsidRDefault="00354DF7" w:rsidP="00354DF7">
      <w:pPr>
        <w:tabs>
          <w:tab w:val="left" w:pos="6195"/>
        </w:tabs>
      </w:pPr>
      <w:r>
        <w:t>369.0061</w:t>
      </w:r>
      <w:r>
        <w:tab/>
        <w:t>2.184e0</w:t>
      </w:r>
    </w:p>
    <w:p w:rsidR="00354DF7" w:rsidRDefault="00354DF7" w:rsidP="00354DF7">
      <w:pPr>
        <w:tabs>
          <w:tab w:val="left" w:pos="6195"/>
        </w:tabs>
      </w:pPr>
      <w:r>
        <w:t>369.0170</w:t>
      </w:r>
      <w:r>
        <w:tab/>
        <w:t>3.379e0</w:t>
      </w:r>
    </w:p>
    <w:p w:rsidR="00354DF7" w:rsidRDefault="00354DF7" w:rsidP="00354DF7">
      <w:pPr>
        <w:tabs>
          <w:tab w:val="left" w:pos="6195"/>
        </w:tabs>
      </w:pPr>
      <w:r>
        <w:t>369.0470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369.0681</w:t>
      </w:r>
      <w:r>
        <w:tab/>
        <w:t>2.540e0</w:t>
      </w:r>
    </w:p>
    <w:p w:rsidR="00354DF7" w:rsidRDefault="00354DF7" w:rsidP="00354DF7">
      <w:pPr>
        <w:tabs>
          <w:tab w:val="left" w:pos="6195"/>
        </w:tabs>
      </w:pPr>
      <w:r>
        <w:t>369.0864</w:t>
      </w:r>
      <w:r>
        <w:tab/>
        <w:t>5.874e0</w:t>
      </w:r>
    </w:p>
    <w:p w:rsidR="00354DF7" w:rsidRDefault="00354DF7" w:rsidP="00354DF7">
      <w:pPr>
        <w:tabs>
          <w:tab w:val="left" w:pos="6195"/>
        </w:tabs>
      </w:pPr>
      <w:r>
        <w:t>369.0898</w:t>
      </w:r>
      <w:r>
        <w:tab/>
        <w:t>2.521e0</w:t>
      </w:r>
    </w:p>
    <w:p w:rsidR="00354DF7" w:rsidRDefault="00354DF7" w:rsidP="00354DF7">
      <w:pPr>
        <w:tabs>
          <w:tab w:val="left" w:pos="6195"/>
        </w:tabs>
      </w:pPr>
      <w:r>
        <w:t>369.0937</w:t>
      </w:r>
      <w:r>
        <w:tab/>
        <w:t>3.536e0</w:t>
      </w:r>
    </w:p>
    <w:p w:rsidR="00354DF7" w:rsidRDefault="00354DF7" w:rsidP="00354DF7">
      <w:pPr>
        <w:tabs>
          <w:tab w:val="left" w:pos="6195"/>
        </w:tabs>
      </w:pPr>
      <w:r>
        <w:t>369.0978</w:t>
      </w:r>
      <w:r>
        <w:tab/>
        <w:t>2.808e0</w:t>
      </w:r>
    </w:p>
    <w:p w:rsidR="00354DF7" w:rsidRDefault="00354DF7" w:rsidP="00354DF7">
      <w:pPr>
        <w:tabs>
          <w:tab w:val="left" w:pos="6195"/>
        </w:tabs>
      </w:pPr>
      <w:r>
        <w:t>369.1200</w:t>
      </w:r>
      <w:r>
        <w:tab/>
        <w:t>1.639e0</w:t>
      </w:r>
    </w:p>
    <w:p w:rsidR="00354DF7" w:rsidRDefault="00354DF7" w:rsidP="00354DF7">
      <w:pPr>
        <w:tabs>
          <w:tab w:val="left" w:pos="6195"/>
        </w:tabs>
      </w:pPr>
      <w:r>
        <w:t>369.1431</w:t>
      </w:r>
      <w:r>
        <w:tab/>
        <w:t>2.402e0</w:t>
      </w:r>
    </w:p>
    <w:p w:rsidR="00354DF7" w:rsidRDefault="00354DF7" w:rsidP="00354DF7">
      <w:pPr>
        <w:tabs>
          <w:tab w:val="left" w:pos="6195"/>
        </w:tabs>
      </w:pPr>
      <w:r>
        <w:t>369.1447</w:t>
      </w:r>
      <w:r>
        <w:tab/>
        <w:t>4.586e0</w:t>
      </w:r>
    </w:p>
    <w:p w:rsidR="00354DF7" w:rsidRDefault="00354DF7" w:rsidP="00354DF7">
      <w:pPr>
        <w:tabs>
          <w:tab w:val="left" w:pos="6195"/>
        </w:tabs>
      </w:pPr>
      <w:r>
        <w:t>369.1610</w:t>
      </w:r>
      <w:r>
        <w:tab/>
        <w:t>3.362e0</w:t>
      </w:r>
    </w:p>
    <w:p w:rsidR="00354DF7" w:rsidRDefault="00354DF7" w:rsidP="00354DF7">
      <w:pPr>
        <w:tabs>
          <w:tab w:val="left" w:pos="6195"/>
        </w:tabs>
      </w:pPr>
      <w:r>
        <w:t>369.1688</w:t>
      </w:r>
      <w:r>
        <w:tab/>
        <w:t>4.278e0</w:t>
      </w:r>
    </w:p>
    <w:p w:rsidR="00354DF7" w:rsidRDefault="00354DF7" w:rsidP="00354DF7">
      <w:pPr>
        <w:tabs>
          <w:tab w:val="left" w:pos="6195"/>
        </w:tabs>
      </w:pPr>
      <w:r>
        <w:lastRenderedPageBreak/>
        <w:t>369.1868</w:t>
      </w:r>
      <w:r>
        <w:tab/>
        <w:t>2.548e0</w:t>
      </w:r>
    </w:p>
    <w:p w:rsidR="00354DF7" w:rsidRDefault="00354DF7" w:rsidP="00354DF7">
      <w:pPr>
        <w:tabs>
          <w:tab w:val="left" w:pos="6195"/>
        </w:tabs>
      </w:pPr>
      <w:r>
        <w:t>369.1915</w:t>
      </w:r>
      <w:r>
        <w:tab/>
        <w:t>3.290e0</w:t>
      </w:r>
    </w:p>
    <w:p w:rsidR="00354DF7" w:rsidRDefault="00354DF7" w:rsidP="00354DF7">
      <w:pPr>
        <w:tabs>
          <w:tab w:val="left" w:pos="6195"/>
        </w:tabs>
      </w:pPr>
      <w:r>
        <w:t>369.1944</w:t>
      </w:r>
      <w:r>
        <w:tab/>
        <w:t>1.603e0</w:t>
      </w:r>
    </w:p>
    <w:p w:rsidR="00354DF7" w:rsidRDefault="00354DF7" w:rsidP="00354DF7">
      <w:pPr>
        <w:tabs>
          <w:tab w:val="left" w:pos="6195"/>
        </w:tabs>
      </w:pPr>
      <w:r>
        <w:t>369.2018</w:t>
      </w:r>
      <w:r>
        <w:tab/>
        <w:t>2.950e0</w:t>
      </w:r>
    </w:p>
    <w:p w:rsidR="00354DF7" w:rsidRDefault="00354DF7" w:rsidP="00354DF7">
      <w:pPr>
        <w:tabs>
          <w:tab w:val="left" w:pos="6195"/>
        </w:tabs>
      </w:pPr>
      <w:r>
        <w:t>369.2177</w:t>
      </w:r>
      <w:r>
        <w:tab/>
        <w:t>4.714e0</w:t>
      </w:r>
    </w:p>
    <w:p w:rsidR="00354DF7" w:rsidRDefault="00354DF7" w:rsidP="00354DF7">
      <w:pPr>
        <w:tabs>
          <w:tab w:val="left" w:pos="6195"/>
        </w:tabs>
      </w:pPr>
      <w:r>
        <w:t>369.2285</w:t>
      </w:r>
      <w:r>
        <w:tab/>
        <w:t>1.515e0</w:t>
      </w:r>
    </w:p>
    <w:p w:rsidR="00354DF7" w:rsidRDefault="00354DF7" w:rsidP="00354DF7">
      <w:pPr>
        <w:tabs>
          <w:tab w:val="left" w:pos="6195"/>
        </w:tabs>
      </w:pPr>
      <w:r>
        <w:t>369.2583</w:t>
      </w:r>
      <w:r>
        <w:tab/>
        <w:t>6.309e0</w:t>
      </w:r>
    </w:p>
    <w:p w:rsidR="00354DF7" w:rsidRDefault="00354DF7" w:rsidP="00354DF7">
      <w:pPr>
        <w:tabs>
          <w:tab w:val="left" w:pos="6195"/>
        </w:tabs>
      </w:pPr>
      <w:r>
        <w:t>369.2798</w:t>
      </w:r>
      <w:r>
        <w:tab/>
        <w:t>2.462e0</w:t>
      </w:r>
    </w:p>
    <w:p w:rsidR="00354DF7" w:rsidRDefault="00354DF7" w:rsidP="00354DF7">
      <w:pPr>
        <w:tabs>
          <w:tab w:val="left" w:pos="6195"/>
        </w:tabs>
      </w:pPr>
      <w:r>
        <w:t>369.2869</w:t>
      </w:r>
      <w:r>
        <w:tab/>
        <w:t>6.634e0</w:t>
      </w:r>
    </w:p>
    <w:p w:rsidR="00354DF7" w:rsidRDefault="00354DF7" w:rsidP="00354DF7">
      <w:pPr>
        <w:tabs>
          <w:tab w:val="left" w:pos="6195"/>
        </w:tabs>
      </w:pPr>
      <w:r>
        <w:t>369.3009</w:t>
      </w:r>
      <w:r>
        <w:tab/>
        <w:t>5.911e0</w:t>
      </w:r>
    </w:p>
    <w:p w:rsidR="00354DF7" w:rsidRDefault="00354DF7" w:rsidP="00354DF7">
      <w:pPr>
        <w:tabs>
          <w:tab w:val="left" w:pos="6195"/>
        </w:tabs>
      </w:pPr>
      <w:r>
        <w:t>369.3032</w:t>
      </w:r>
      <w:r>
        <w:tab/>
        <w:t>2.157e1</w:t>
      </w:r>
    </w:p>
    <w:p w:rsidR="00354DF7" w:rsidRDefault="00354DF7" w:rsidP="00354DF7">
      <w:pPr>
        <w:tabs>
          <w:tab w:val="left" w:pos="6195"/>
        </w:tabs>
      </w:pPr>
      <w:r>
        <w:t>369.3125</w:t>
      </w:r>
      <w:r>
        <w:tab/>
        <w:t>1.932e1</w:t>
      </w:r>
    </w:p>
    <w:p w:rsidR="00354DF7" w:rsidRDefault="00354DF7" w:rsidP="00354DF7">
      <w:pPr>
        <w:tabs>
          <w:tab w:val="left" w:pos="6195"/>
        </w:tabs>
      </w:pPr>
      <w:r>
        <w:t>369.3358</w:t>
      </w:r>
      <w:r>
        <w:tab/>
        <w:t>9.215e0</w:t>
      </w:r>
    </w:p>
    <w:p w:rsidR="00354DF7" w:rsidRDefault="00354DF7" w:rsidP="00354DF7">
      <w:pPr>
        <w:tabs>
          <w:tab w:val="left" w:pos="6195"/>
        </w:tabs>
      </w:pPr>
      <w:r>
        <w:t>369.3804</w:t>
      </w:r>
      <w:r>
        <w:tab/>
        <w:t>4.571e1</w:t>
      </w:r>
    </w:p>
    <w:p w:rsidR="00354DF7" w:rsidRDefault="00354DF7" w:rsidP="00354DF7">
      <w:pPr>
        <w:tabs>
          <w:tab w:val="left" w:pos="6195"/>
        </w:tabs>
      </w:pPr>
      <w:r>
        <w:t>369.3833</w:t>
      </w:r>
      <w:r>
        <w:tab/>
        <w:t>1.984e1</w:t>
      </w:r>
    </w:p>
    <w:p w:rsidR="00354DF7" w:rsidRDefault="00354DF7" w:rsidP="00354DF7">
      <w:pPr>
        <w:tabs>
          <w:tab w:val="left" w:pos="6195"/>
        </w:tabs>
      </w:pPr>
      <w:r>
        <w:t>369.3852</w:t>
      </w:r>
      <w:r>
        <w:tab/>
        <w:t>5.510e1</w:t>
      </w:r>
    </w:p>
    <w:p w:rsidR="00354DF7" w:rsidRDefault="00354DF7" w:rsidP="00354DF7">
      <w:pPr>
        <w:tabs>
          <w:tab w:val="left" w:pos="6195"/>
        </w:tabs>
      </w:pPr>
      <w:r>
        <w:t>369.3871</w:t>
      </w:r>
      <w:r>
        <w:tab/>
        <w:t>4.872e1</w:t>
      </w:r>
    </w:p>
    <w:p w:rsidR="00354DF7" w:rsidRDefault="00354DF7" w:rsidP="00354DF7">
      <w:pPr>
        <w:tabs>
          <w:tab w:val="left" w:pos="6195"/>
        </w:tabs>
      </w:pPr>
      <w:r>
        <w:t>369.4164</w:t>
      </w:r>
      <w:r>
        <w:tab/>
        <w:t>2.760e1</w:t>
      </w:r>
    </w:p>
    <w:p w:rsidR="00354DF7" w:rsidRDefault="00354DF7" w:rsidP="00354DF7">
      <w:pPr>
        <w:tabs>
          <w:tab w:val="left" w:pos="6195"/>
        </w:tabs>
      </w:pPr>
      <w:r>
        <w:t>369.4238</w:t>
      </w:r>
      <w:r>
        <w:tab/>
        <w:t>2.228e1</w:t>
      </w:r>
    </w:p>
    <w:p w:rsidR="00354DF7" w:rsidRDefault="00354DF7" w:rsidP="00354DF7">
      <w:pPr>
        <w:tabs>
          <w:tab w:val="left" w:pos="6195"/>
        </w:tabs>
      </w:pPr>
      <w:r>
        <w:lastRenderedPageBreak/>
        <w:t>369.4327</w:t>
      </w:r>
      <w:r>
        <w:tab/>
        <w:t>2.491e1</w:t>
      </w:r>
    </w:p>
    <w:p w:rsidR="00354DF7" w:rsidRDefault="00354DF7" w:rsidP="00354DF7">
      <w:pPr>
        <w:tabs>
          <w:tab w:val="left" w:pos="6195"/>
        </w:tabs>
      </w:pPr>
      <w:r>
        <w:t>369.4357</w:t>
      </w:r>
      <w:r>
        <w:tab/>
        <w:t>1.514e1</w:t>
      </w:r>
    </w:p>
    <w:p w:rsidR="00354DF7" w:rsidRDefault="00354DF7" w:rsidP="00354DF7">
      <w:pPr>
        <w:tabs>
          <w:tab w:val="left" w:pos="6195"/>
        </w:tabs>
      </w:pPr>
      <w:r>
        <w:t>369.4401</w:t>
      </w:r>
      <w:r>
        <w:tab/>
        <w:t>1.722e1</w:t>
      </w:r>
    </w:p>
    <w:p w:rsidR="00354DF7" w:rsidRDefault="00354DF7" w:rsidP="00354DF7">
      <w:pPr>
        <w:tabs>
          <w:tab w:val="left" w:pos="6195"/>
        </w:tabs>
      </w:pPr>
      <w:r>
        <w:t>369.4527</w:t>
      </w:r>
      <w:r>
        <w:tab/>
        <w:t>1.438e1</w:t>
      </w:r>
    </w:p>
    <w:p w:rsidR="00354DF7" w:rsidRDefault="00354DF7" w:rsidP="00354DF7">
      <w:pPr>
        <w:tabs>
          <w:tab w:val="left" w:pos="6195"/>
        </w:tabs>
      </w:pPr>
      <w:r>
        <w:t>369.5030</w:t>
      </w:r>
      <w:r>
        <w:tab/>
        <w:t>6.756e0</w:t>
      </w:r>
    </w:p>
    <w:p w:rsidR="00354DF7" w:rsidRDefault="00354DF7" w:rsidP="00354DF7">
      <w:pPr>
        <w:tabs>
          <w:tab w:val="left" w:pos="6195"/>
        </w:tabs>
      </w:pPr>
      <w:r>
        <w:t>369.5086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369.5197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369.5432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369.5836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369.5936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369.6139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369.6319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369.6452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369.6637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369.6660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369.7312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369.7522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369.7912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369.7976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369.8224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369.8586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369.8603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369.8651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369.9128</w:t>
      </w:r>
      <w:r>
        <w:tab/>
        <w:t>1.977e0</w:t>
      </w:r>
    </w:p>
    <w:p w:rsidR="00354DF7" w:rsidRDefault="00354DF7" w:rsidP="00354DF7">
      <w:pPr>
        <w:tabs>
          <w:tab w:val="left" w:pos="6195"/>
        </w:tabs>
      </w:pPr>
      <w:r>
        <w:t>369.9173</w:t>
      </w:r>
      <w:r>
        <w:tab/>
        <w:t>2.577e0</w:t>
      </w:r>
    </w:p>
    <w:p w:rsidR="00354DF7" w:rsidRDefault="00354DF7" w:rsidP="00354DF7">
      <w:pPr>
        <w:tabs>
          <w:tab w:val="left" w:pos="6195"/>
        </w:tabs>
      </w:pPr>
      <w:r>
        <w:t>369.9205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369.9224</w:t>
      </w:r>
      <w:r>
        <w:tab/>
        <w:t>2.113e0</w:t>
      </w:r>
    </w:p>
    <w:p w:rsidR="00354DF7" w:rsidRDefault="00354DF7" w:rsidP="00354DF7">
      <w:pPr>
        <w:tabs>
          <w:tab w:val="left" w:pos="6195"/>
        </w:tabs>
      </w:pPr>
      <w:r>
        <w:t>369.9506</w:t>
      </w:r>
      <w:r>
        <w:tab/>
        <w:t>1.569e0</w:t>
      </w:r>
    </w:p>
    <w:p w:rsidR="00354DF7" w:rsidRDefault="00354DF7" w:rsidP="00354DF7">
      <w:pPr>
        <w:tabs>
          <w:tab w:val="left" w:pos="6195"/>
        </w:tabs>
      </w:pPr>
      <w:r>
        <w:t>369.9778</w:t>
      </w:r>
      <w:r>
        <w:tab/>
        <w:t>2.655e0</w:t>
      </w:r>
    </w:p>
    <w:p w:rsidR="00354DF7" w:rsidRDefault="00354DF7" w:rsidP="00354DF7">
      <w:pPr>
        <w:tabs>
          <w:tab w:val="left" w:pos="6195"/>
        </w:tabs>
      </w:pPr>
      <w:r>
        <w:t>369.9811</w:t>
      </w:r>
      <w:r>
        <w:tab/>
        <w:t>3.897e0</w:t>
      </w:r>
    </w:p>
    <w:p w:rsidR="00354DF7" w:rsidRDefault="00354DF7" w:rsidP="00354DF7">
      <w:pPr>
        <w:tabs>
          <w:tab w:val="left" w:pos="6195"/>
        </w:tabs>
      </w:pPr>
      <w:r>
        <w:t>370.0038</w:t>
      </w:r>
      <w:r>
        <w:tab/>
        <w:t>3.312e0</w:t>
      </w:r>
    </w:p>
    <w:p w:rsidR="00354DF7" w:rsidRDefault="00354DF7" w:rsidP="00354DF7">
      <w:pPr>
        <w:tabs>
          <w:tab w:val="left" w:pos="6195"/>
        </w:tabs>
      </w:pPr>
      <w:r>
        <w:t>370.0281</w:t>
      </w:r>
      <w:r>
        <w:tab/>
        <w:t>6.553e0</w:t>
      </w:r>
    </w:p>
    <w:p w:rsidR="00354DF7" w:rsidRDefault="00354DF7" w:rsidP="00354DF7">
      <w:pPr>
        <w:tabs>
          <w:tab w:val="left" w:pos="6195"/>
        </w:tabs>
      </w:pPr>
      <w:r>
        <w:t>370.0334</w:t>
      </w:r>
      <w:r>
        <w:tab/>
        <w:t>3.709e0</w:t>
      </w:r>
    </w:p>
    <w:p w:rsidR="00354DF7" w:rsidRDefault="00354DF7" w:rsidP="00354DF7">
      <w:pPr>
        <w:tabs>
          <w:tab w:val="left" w:pos="6195"/>
        </w:tabs>
      </w:pPr>
      <w:r>
        <w:t>370.0360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370.0578</w:t>
      </w:r>
      <w:r>
        <w:tab/>
        <w:t>1.859e0</w:t>
      </w:r>
    </w:p>
    <w:p w:rsidR="00354DF7" w:rsidRDefault="00354DF7" w:rsidP="00354DF7">
      <w:pPr>
        <w:tabs>
          <w:tab w:val="left" w:pos="6195"/>
        </w:tabs>
      </w:pPr>
      <w:r>
        <w:t>370.0593</w:t>
      </w:r>
      <w:r>
        <w:tab/>
        <w:t>1.783e0</w:t>
      </w:r>
    </w:p>
    <w:p w:rsidR="00354DF7" w:rsidRDefault="00354DF7" w:rsidP="00354DF7">
      <w:pPr>
        <w:tabs>
          <w:tab w:val="left" w:pos="6195"/>
        </w:tabs>
      </w:pPr>
      <w:r>
        <w:t>370.0738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370.0843</w:t>
      </w:r>
      <w:r>
        <w:tab/>
        <w:t>3.085e0</w:t>
      </w:r>
    </w:p>
    <w:p w:rsidR="00354DF7" w:rsidRDefault="00354DF7" w:rsidP="00354DF7">
      <w:pPr>
        <w:tabs>
          <w:tab w:val="left" w:pos="6195"/>
        </w:tabs>
      </w:pPr>
      <w:r>
        <w:lastRenderedPageBreak/>
        <w:t>370.0914</w:t>
      </w:r>
      <w:r>
        <w:tab/>
        <w:t>2.815e0</w:t>
      </w:r>
    </w:p>
    <w:p w:rsidR="00354DF7" w:rsidRDefault="00354DF7" w:rsidP="00354DF7">
      <w:pPr>
        <w:tabs>
          <w:tab w:val="left" w:pos="6195"/>
        </w:tabs>
      </w:pPr>
      <w:r>
        <w:t>370.0985</w:t>
      </w:r>
      <w:r>
        <w:tab/>
        <w:t>2.523e0</w:t>
      </w:r>
    </w:p>
    <w:p w:rsidR="00354DF7" w:rsidRDefault="00354DF7" w:rsidP="00354DF7">
      <w:pPr>
        <w:tabs>
          <w:tab w:val="left" w:pos="6195"/>
        </w:tabs>
      </w:pPr>
      <w:r>
        <w:t>370.1047</w:t>
      </w:r>
      <w:r>
        <w:tab/>
        <w:t>1.914e0</w:t>
      </w:r>
    </w:p>
    <w:p w:rsidR="00354DF7" w:rsidRDefault="00354DF7" w:rsidP="00354DF7">
      <w:pPr>
        <w:tabs>
          <w:tab w:val="left" w:pos="6195"/>
        </w:tabs>
      </w:pPr>
      <w:r>
        <w:t>370.1484</w:t>
      </w:r>
      <w:r>
        <w:tab/>
        <w:t>1.129e0</w:t>
      </w:r>
    </w:p>
    <w:p w:rsidR="00354DF7" w:rsidRDefault="00354DF7" w:rsidP="00354DF7">
      <w:pPr>
        <w:tabs>
          <w:tab w:val="left" w:pos="6195"/>
        </w:tabs>
      </w:pPr>
      <w:r>
        <w:t>370.1526</w:t>
      </w:r>
      <w:r>
        <w:tab/>
        <w:t>5.869e0</w:t>
      </w:r>
    </w:p>
    <w:p w:rsidR="00354DF7" w:rsidRDefault="00354DF7" w:rsidP="00354DF7">
      <w:pPr>
        <w:tabs>
          <w:tab w:val="left" w:pos="6195"/>
        </w:tabs>
      </w:pPr>
      <w:r>
        <w:t>370.1556</w:t>
      </w:r>
      <w:r>
        <w:tab/>
        <w:t>6.443e0</w:t>
      </w:r>
    </w:p>
    <w:p w:rsidR="00354DF7" w:rsidRDefault="00354DF7" w:rsidP="00354DF7">
      <w:pPr>
        <w:tabs>
          <w:tab w:val="left" w:pos="6195"/>
        </w:tabs>
      </w:pPr>
      <w:r>
        <w:t>370.1703</w:t>
      </w:r>
      <w:r>
        <w:tab/>
        <w:t>4.603e0</w:t>
      </w:r>
    </w:p>
    <w:p w:rsidR="00354DF7" w:rsidRDefault="00354DF7" w:rsidP="00354DF7">
      <w:pPr>
        <w:tabs>
          <w:tab w:val="left" w:pos="6195"/>
        </w:tabs>
      </w:pPr>
      <w:r>
        <w:t>370.1742</w:t>
      </w:r>
      <w:r>
        <w:tab/>
        <w:t>2.901e0</w:t>
      </w:r>
    </w:p>
    <w:p w:rsidR="00354DF7" w:rsidRDefault="00354DF7" w:rsidP="00354DF7">
      <w:pPr>
        <w:tabs>
          <w:tab w:val="left" w:pos="6195"/>
        </w:tabs>
      </w:pPr>
      <w:r>
        <w:t>370.2072</w:t>
      </w:r>
      <w:r>
        <w:tab/>
        <w:t>1.455e0</w:t>
      </w:r>
    </w:p>
    <w:p w:rsidR="00354DF7" w:rsidRDefault="00354DF7" w:rsidP="00354DF7">
      <w:pPr>
        <w:tabs>
          <w:tab w:val="left" w:pos="6195"/>
        </w:tabs>
      </w:pPr>
      <w:r>
        <w:t>370.2095</w:t>
      </w:r>
      <w:r>
        <w:tab/>
        <w:t>1.779e0</w:t>
      </w:r>
    </w:p>
    <w:p w:rsidR="00354DF7" w:rsidRDefault="00354DF7" w:rsidP="00354DF7">
      <w:pPr>
        <w:tabs>
          <w:tab w:val="left" w:pos="6195"/>
        </w:tabs>
      </w:pPr>
      <w:r>
        <w:t>370.2325</w:t>
      </w:r>
      <w:r>
        <w:tab/>
        <w:t>4.129e0</w:t>
      </w:r>
    </w:p>
    <w:p w:rsidR="00354DF7" w:rsidRDefault="00354DF7" w:rsidP="00354DF7">
      <w:pPr>
        <w:tabs>
          <w:tab w:val="left" w:pos="6195"/>
        </w:tabs>
      </w:pPr>
      <w:r>
        <w:t>370.2368</w:t>
      </w:r>
      <w:r>
        <w:tab/>
        <w:t>5.198e0</w:t>
      </w:r>
    </w:p>
    <w:p w:rsidR="00354DF7" w:rsidRDefault="00354DF7" w:rsidP="00354DF7">
      <w:pPr>
        <w:tabs>
          <w:tab w:val="left" w:pos="6195"/>
        </w:tabs>
      </w:pPr>
      <w:r>
        <w:t>370.2563</w:t>
      </w:r>
      <w:r>
        <w:tab/>
        <w:t>5.048e0</w:t>
      </w:r>
    </w:p>
    <w:p w:rsidR="00354DF7" w:rsidRDefault="00354DF7" w:rsidP="00354DF7">
      <w:pPr>
        <w:tabs>
          <w:tab w:val="left" w:pos="6195"/>
        </w:tabs>
      </w:pPr>
      <w:r>
        <w:t>370.2633</w:t>
      </w:r>
      <w:r>
        <w:tab/>
        <w:t>2.587e0</w:t>
      </w:r>
    </w:p>
    <w:p w:rsidR="00354DF7" w:rsidRDefault="00354DF7" w:rsidP="00354DF7">
      <w:pPr>
        <w:tabs>
          <w:tab w:val="left" w:pos="6195"/>
        </w:tabs>
      </w:pPr>
      <w:r>
        <w:t>370.2737</w:t>
      </w:r>
      <w:r>
        <w:tab/>
        <w:t>2.440e0</w:t>
      </w:r>
    </w:p>
    <w:p w:rsidR="00354DF7" w:rsidRDefault="00354DF7" w:rsidP="00354DF7">
      <w:pPr>
        <w:tabs>
          <w:tab w:val="left" w:pos="6195"/>
        </w:tabs>
      </w:pPr>
      <w:r>
        <w:t>370.2856</w:t>
      </w:r>
      <w:r>
        <w:tab/>
        <w:t>3.098e0</w:t>
      </w:r>
    </w:p>
    <w:p w:rsidR="00354DF7" w:rsidRDefault="00354DF7" w:rsidP="00354DF7">
      <w:pPr>
        <w:tabs>
          <w:tab w:val="left" w:pos="6195"/>
        </w:tabs>
      </w:pPr>
      <w:r>
        <w:t>370.2886</w:t>
      </w:r>
      <w:r>
        <w:tab/>
        <w:t>4.772e0</w:t>
      </w:r>
    </w:p>
    <w:p w:rsidR="00354DF7" w:rsidRDefault="00354DF7" w:rsidP="00354DF7">
      <w:pPr>
        <w:tabs>
          <w:tab w:val="left" w:pos="6195"/>
        </w:tabs>
      </w:pPr>
      <w:r>
        <w:t>370.2915</w:t>
      </w:r>
      <w:r>
        <w:tab/>
        <w:t>4.353e0</w:t>
      </w:r>
    </w:p>
    <w:p w:rsidR="00354DF7" w:rsidRDefault="00354DF7" w:rsidP="00354DF7">
      <w:pPr>
        <w:tabs>
          <w:tab w:val="left" w:pos="6195"/>
        </w:tabs>
      </w:pPr>
      <w:r>
        <w:t>370.3092</w:t>
      </w:r>
      <w:r>
        <w:tab/>
        <w:t>3.815e0</w:t>
      </w:r>
    </w:p>
    <w:p w:rsidR="00354DF7" w:rsidRDefault="00354DF7" w:rsidP="00354DF7">
      <w:pPr>
        <w:tabs>
          <w:tab w:val="left" w:pos="6195"/>
        </w:tabs>
      </w:pPr>
      <w:r>
        <w:lastRenderedPageBreak/>
        <w:t>370.3192</w:t>
      </w:r>
      <w:r>
        <w:tab/>
        <w:t>7.484e0</w:t>
      </w:r>
    </w:p>
    <w:p w:rsidR="00354DF7" w:rsidRDefault="00354DF7" w:rsidP="00354DF7">
      <w:pPr>
        <w:tabs>
          <w:tab w:val="left" w:pos="6195"/>
        </w:tabs>
      </w:pPr>
      <w:r>
        <w:t>370.3229</w:t>
      </w:r>
      <w:r>
        <w:tab/>
        <w:t>6.581e0</w:t>
      </w:r>
    </w:p>
    <w:p w:rsidR="00354DF7" w:rsidRDefault="00354DF7" w:rsidP="00354DF7">
      <w:pPr>
        <w:tabs>
          <w:tab w:val="left" w:pos="6195"/>
        </w:tabs>
      </w:pPr>
      <w:r>
        <w:t>370.3242</w:t>
      </w:r>
      <w:r>
        <w:tab/>
        <w:t>1.742e0</w:t>
      </w:r>
    </w:p>
    <w:p w:rsidR="00354DF7" w:rsidRDefault="00354DF7" w:rsidP="00354DF7">
      <w:pPr>
        <w:tabs>
          <w:tab w:val="left" w:pos="6195"/>
        </w:tabs>
      </w:pPr>
      <w:r>
        <w:t>370.3267</w:t>
      </w:r>
      <w:r>
        <w:tab/>
        <w:t>1.826e0</w:t>
      </w:r>
    </w:p>
    <w:p w:rsidR="00354DF7" w:rsidRDefault="00354DF7" w:rsidP="00354DF7">
      <w:pPr>
        <w:tabs>
          <w:tab w:val="left" w:pos="6195"/>
        </w:tabs>
      </w:pPr>
      <w:r>
        <w:t>370.3858</w:t>
      </w:r>
      <w:r>
        <w:tab/>
        <w:t>6.786e0</w:t>
      </w:r>
    </w:p>
    <w:p w:rsidR="00354DF7" w:rsidRDefault="00354DF7" w:rsidP="00354DF7">
      <w:pPr>
        <w:tabs>
          <w:tab w:val="left" w:pos="6195"/>
        </w:tabs>
      </w:pPr>
      <w:r>
        <w:t>370.3876</w:t>
      </w:r>
      <w:r>
        <w:tab/>
        <w:t>3.917e1</w:t>
      </w:r>
    </w:p>
    <w:p w:rsidR="00354DF7" w:rsidRDefault="00354DF7" w:rsidP="00354DF7">
      <w:pPr>
        <w:tabs>
          <w:tab w:val="left" w:pos="6195"/>
        </w:tabs>
      </w:pPr>
      <w:r>
        <w:t>370.3961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370.4026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370.4305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370.4472</w:t>
      </w:r>
      <w:r>
        <w:tab/>
        <w:t>8.714e0</w:t>
      </w:r>
    </w:p>
    <w:p w:rsidR="00354DF7" w:rsidRDefault="00354DF7" w:rsidP="00354DF7">
      <w:pPr>
        <w:tabs>
          <w:tab w:val="left" w:pos="6195"/>
        </w:tabs>
      </w:pPr>
      <w:r>
        <w:t>370.4590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370.4622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370.4667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370.4883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370.4997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370.5081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370.5184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370.5361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370.5651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370.5773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370.6043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370.6138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370.6167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370.6250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370.6419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370.6499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370.6589</w:t>
      </w:r>
      <w:r>
        <w:tab/>
        <w:t>4.600e0</w:t>
      </w:r>
    </w:p>
    <w:p w:rsidR="00354DF7" w:rsidRDefault="00354DF7" w:rsidP="00354DF7">
      <w:pPr>
        <w:tabs>
          <w:tab w:val="left" w:pos="6195"/>
        </w:tabs>
      </w:pPr>
      <w:r>
        <w:t>370.6754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370.6995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370.7173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370.7560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370.7573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370.7651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370.7747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370.8091</w:t>
      </w:r>
      <w:r>
        <w:tab/>
        <w:t>2.913e0</w:t>
      </w:r>
    </w:p>
    <w:p w:rsidR="00354DF7" w:rsidRDefault="00354DF7" w:rsidP="00354DF7">
      <w:pPr>
        <w:tabs>
          <w:tab w:val="left" w:pos="6195"/>
        </w:tabs>
      </w:pPr>
      <w:r>
        <w:t>370.8164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370.8560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370.8583</w:t>
      </w:r>
      <w:r>
        <w:tab/>
        <w:t>5.921e0</w:t>
      </w:r>
    </w:p>
    <w:p w:rsidR="00354DF7" w:rsidRDefault="00354DF7" w:rsidP="00354DF7">
      <w:pPr>
        <w:tabs>
          <w:tab w:val="left" w:pos="6195"/>
        </w:tabs>
      </w:pPr>
      <w:r>
        <w:lastRenderedPageBreak/>
        <w:t>370.8824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370.8923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370.8947</w:t>
      </w:r>
      <w:r>
        <w:tab/>
        <w:t>7.600e0</w:t>
      </w:r>
    </w:p>
    <w:p w:rsidR="00354DF7" w:rsidRDefault="00354DF7" w:rsidP="00354DF7">
      <w:pPr>
        <w:tabs>
          <w:tab w:val="left" w:pos="6195"/>
        </w:tabs>
      </w:pPr>
      <w:r>
        <w:t>370.9465</w:t>
      </w:r>
      <w:r>
        <w:tab/>
        <w:t>2.332e0</w:t>
      </w:r>
    </w:p>
    <w:p w:rsidR="00354DF7" w:rsidRDefault="00354DF7" w:rsidP="00354DF7">
      <w:pPr>
        <w:tabs>
          <w:tab w:val="left" w:pos="6195"/>
        </w:tabs>
      </w:pPr>
      <w:r>
        <w:t>370.9599</w:t>
      </w:r>
      <w:r>
        <w:tab/>
        <w:t>6.491e0</w:t>
      </w:r>
    </w:p>
    <w:p w:rsidR="00354DF7" w:rsidRDefault="00354DF7" w:rsidP="00354DF7">
      <w:pPr>
        <w:tabs>
          <w:tab w:val="left" w:pos="6195"/>
        </w:tabs>
      </w:pPr>
      <w:r>
        <w:t>370.9677</w:t>
      </w:r>
      <w:r>
        <w:tab/>
        <w:t>1.270e0</w:t>
      </w:r>
    </w:p>
    <w:p w:rsidR="00354DF7" w:rsidRDefault="00354DF7" w:rsidP="00354DF7">
      <w:pPr>
        <w:tabs>
          <w:tab w:val="left" w:pos="6195"/>
        </w:tabs>
      </w:pPr>
      <w:r>
        <w:t>370.9692</w:t>
      </w:r>
      <w:r>
        <w:tab/>
        <w:t>2.903e0</w:t>
      </w:r>
    </w:p>
    <w:p w:rsidR="00354DF7" w:rsidRDefault="00354DF7" w:rsidP="00354DF7">
      <w:pPr>
        <w:tabs>
          <w:tab w:val="left" w:pos="6195"/>
        </w:tabs>
      </w:pPr>
      <w:r>
        <w:t>370.9975</w:t>
      </w:r>
      <w:r>
        <w:tab/>
        <w:t>1.527e0</w:t>
      </w:r>
    </w:p>
    <w:p w:rsidR="00354DF7" w:rsidRDefault="00354DF7" w:rsidP="00354DF7">
      <w:pPr>
        <w:tabs>
          <w:tab w:val="left" w:pos="6195"/>
        </w:tabs>
      </w:pPr>
      <w:r>
        <w:t>371.0045</w:t>
      </w:r>
      <w:r>
        <w:tab/>
        <w:t>3.409e0</w:t>
      </w:r>
    </w:p>
    <w:p w:rsidR="00354DF7" w:rsidRDefault="00354DF7" w:rsidP="00354DF7">
      <w:pPr>
        <w:tabs>
          <w:tab w:val="left" w:pos="6195"/>
        </w:tabs>
      </w:pPr>
      <w:r>
        <w:t>371.0101</w:t>
      </w:r>
      <w:r>
        <w:tab/>
        <w:t>5.801e0</w:t>
      </w:r>
    </w:p>
    <w:p w:rsidR="00354DF7" w:rsidRDefault="00354DF7" w:rsidP="00354DF7">
      <w:pPr>
        <w:tabs>
          <w:tab w:val="left" w:pos="6195"/>
        </w:tabs>
      </w:pPr>
      <w:r>
        <w:t>371.0219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371.0274</w:t>
      </w:r>
      <w:r>
        <w:tab/>
        <w:t>5.883e0</w:t>
      </w:r>
    </w:p>
    <w:p w:rsidR="00354DF7" w:rsidRDefault="00354DF7" w:rsidP="00354DF7">
      <w:pPr>
        <w:tabs>
          <w:tab w:val="left" w:pos="6195"/>
        </w:tabs>
      </w:pPr>
      <w:r>
        <w:t>371.0604</w:t>
      </w:r>
      <w:r>
        <w:tab/>
        <w:t>4.645e0</w:t>
      </w:r>
    </w:p>
    <w:p w:rsidR="00354DF7" w:rsidRDefault="00354DF7" w:rsidP="00354DF7">
      <w:pPr>
        <w:tabs>
          <w:tab w:val="left" w:pos="6195"/>
        </w:tabs>
      </w:pPr>
      <w:r>
        <w:t>371.0689</w:t>
      </w:r>
      <w:r>
        <w:tab/>
        <w:t>4.877e0</w:t>
      </w:r>
    </w:p>
    <w:p w:rsidR="00354DF7" w:rsidRDefault="00354DF7" w:rsidP="00354DF7">
      <w:pPr>
        <w:tabs>
          <w:tab w:val="left" w:pos="6195"/>
        </w:tabs>
      </w:pPr>
      <w:r>
        <w:t>371.0825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371.0973</w:t>
      </w:r>
      <w:r>
        <w:tab/>
        <w:t>1.157e1</w:t>
      </w:r>
    </w:p>
    <w:p w:rsidR="00354DF7" w:rsidRDefault="00354DF7" w:rsidP="00354DF7">
      <w:pPr>
        <w:tabs>
          <w:tab w:val="left" w:pos="6195"/>
        </w:tabs>
      </w:pPr>
      <w:r>
        <w:t>371.1298</w:t>
      </w:r>
      <w:r>
        <w:tab/>
        <w:t>2.870e0</w:t>
      </w:r>
    </w:p>
    <w:p w:rsidR="00354DF7" w:rsidRDefault="00354DF7" w:rsidP="00354DF7">
      <w:pPr>
        <w:tabs>
          <w:tab w:val="left" w:pos="6195"/>
        </w:tabs>
      </w:pPr>
      <w:r>
        <w:t>371.1334</w:t>
      </w:r>
      <w:r>
        <w:tab/>
        <w:t>1.121e0</w:t>
      </w:r>
    </w:p>
    <w:p w:rsidR="00354DF7" w:rsidRDefault="00354DF7" w:rsidP="00354DF7">
      <w:pPr>
        <w:tabs>
          <w:tab w:val="left" w:pos="6195"/>
        </w:tabs>
      </w:pPr>
      <w:r>
        <w:t>371.1490</w:t>
      </w:r>
      <w:r>
        <w:tab/>
        <w:t>1.498e0</w:t>
      </w:r>
    </w:p>
    <w:p w:rsidR="00354DF7" w:rsidRDefault="00354DF7" w:rsidP="00354DF7">
      <w:pPr>
        <w:tabs>
          <w:tab w:val="left" w:pos="6195"/>
        </w:tabs>
      </w:pPr>
      <w:r>
        <w:lastRenderedPageBreak/>
        <w:t>371.1602</w:t>
      </w:r>
      <w:r>
        <w:tab/>
        <w:t>2.927e0</w:t>
      </w:r>
    </w:p>
    <w:p w:rsidR="00354DF7" w:rsidRDefault="00354DF7" w:rsidP="00354DF7">
      <w:pPr>
        <w:tabs>
          <w:tab w:val="left" w:pos="6195"/>
        </w:tabs>
      </w:pPr>
      <w:r>
        <w:t>371.1665</w:t>
      </w:r>
      <w:r>
        <w:tab/>
        <w:t>1.472e0</w:t>
      </w:r>
    </w:p>
    <w:p w:rsidR="00354DF7" w:rsidRDefault="00354DF7" w:rsidP="00354DF7">
      <w:pPr>
        <w:tabs>
          <w:tab w:val="left" w:pos="6195"/>
        </w:tabs>
      </w:pPr>
      <w:r>
        <w:t>371.1906</w:t>
      </w:r>
      <w:r>
        <w:tab/>
        <w:t>3.314e0</w:t>
      </w:r>
    </w:p>
    <w:p w:rsidR="00354DF7" w:rsidRDefault="00354DF7" w:rsidP="00354DF7">
      <w:pPr>
        <w:tabs>
          <w:tab w:val="left" w:pos="6195"/>
        </w:tabs>
      </w:pPr>
      <w:r>
        <w:t>371.2149</w:t>
      </w:r>
      <w:r>
        <w:tab/>
        <w:t>2.591e0</w:t>
      </w:r>
    </w:p>
    <w:p w:rsidR="00354DF7" w:rsidRDefault="00354DF7" w:rsidP="00354DF7">
      <w:pPr>
        <w:tabs>
          <w:tab w:val="left" w:pos="6195"/>
        </w:tabs>
      </w:pPr>
      <w:r>
        <w:t>371.2259</w:t>
      </w:r>
      <w:r>
        <w:tab/>
        <w:t>3.253e0</w:t>
      </w:r>
    </w:p>
    <w:p w:rsidR="00354DF7" w:rsidRDefault="00354DF7" w:rsidP="00354DF7">
      <w:pPr>
        <w:tabs>
          <w:tab w:val="left" w:pos="6195"/>
        </w:tabs>
      </w:pPr>
      <w:r>
        <w:t>371.2462</w:t>
      </w:r>
      <w:r>
        <w:tab/>
        <w:t>5.198e0</w:t>
      </w:r>
    </w:p>
    <w:p w:rsidR="00354DF7" w:rsidRDefault="00354DF7" w:rsidP="00354DF7">
      <w:pPr>
        <w:tabs>
          <w:tab w:val="left" w:pos="6195"/>
        </w:tabs>
      </w:pPr>
      <w:r>
        <w:t>371.2573</w:t>
      </w:r>
      <w:r>
        <w:tab/>
        <w:t>5.796e0</w:t>
      </w:r>
    </w:p>
    <w:p w:rsidR="00354DF7" w:rsidRDefault="00354DF7" w:rsidP="00354DF7">
      <w:pPr>
        <w:tabs>
          <w:tab w:val="left" w:pos="6195"/>
        </w:tabs>
      </w:pPr>
      <w:r>
        <w:t>371.2823</w:t>
      </w:r>
      <w:r>
        <w:tab/>
        <w:t>3.474e0</w:t>
      </w:r>
    </w:p>
    <w:p w:rsidR="00354DF7" w:rsidRDefault="00354DF7" w:rsidP="00354DF7">
      <w:pPr>
        <w:tabs>
          <w:tab w:val="left" w:pos="6195"/>
        </w:tabs>
      </w:pPr>
      <w:r>
        <w:t>371.3044</w:t>
      </w:r>
      <w:r>
        <w:tab/>
        <w:t>1.097e1</w:t>
      </w:r>
    </w:p>
    <w:p w:rsidR="00354DF7" w:rsidRDefault="00354DF7" w:rsidP="00354DF7">
      <w:pPr>
        <w:tabs>
          <w:tab w:val="left" w:pos="6195"/>
        </w:tabs>
      </w:pPr>
      <w:r>
        <w:t>371.3058</w:t>
      </w:r>
      <w:r>
        <w:tab/>
        <w:t>1.045e1</w:t>
      </w:r>
    </w:p>
    <w:p w:rsidR="00354DF7" w:rsidRDefault="00354DF7" w:rsidP="00354DF7">
      <w:pPr>
        <w:tabs>
          <w:tab w:val="left" w:pos="6195"/>
        </w:tabs>
      </w:pPr>
      <w:r>
        <w:t>371.3169</w:t>
      </w:r>
      <w:r>
        <w:tab/>
        <w:t>2.187e1</w:t>
      </w:r>
    </w:p>
    <w:p w:rsidR="00354DF7" w:rsidRDefault="00354DF7" w:rsidP="00354DF7">
      <w:pPr>
        <w:tabs>
          <w:tab w:val="left" w:pos="6195"/>
        </w:tabs>
      </w:pPr>
      <w:r>
        <w:t>371.3201</w:t>
      </w:r>
      <w:r>
        <w:tab/>
        <w:t>1.035e1</w:t>
      </w:r>
    </w:p>
    <w:p w:rsidR="00354DF7" w:rsidRDefault="00354DF7" w:rsidP="00354DF7">
      <w:pPr>
        <w:tabs>
          <w:tab w:val="left" w:pos="6195"/>
        </w:tabs>
      </w:pPr>
      <w:r>
        <w:t>371.3269</w:t>
      </w:r>
      <w:r>
        <w:tab/>
        <w:t>1.105e1</w:t>
      </w:r>
    </w:p>
    <w:p w:rsidR="00354DF7" w:rsidRDefault="00354DF7" w:rsidP="00354DF7">
      <w:pPr>
        <w:tabs>
          <w:tab w:val="left" w:pos="6195"/>
        </w:tabs>
      </w:pPr>
      <w:r>
        <w:t>371.3343</w:t>
      </w:r>
      <w:r>
        <w:tab/>
        <w:t>6.514e0</w:t>
      </w:r>
    </w:p>
    <w:p w:rsidR="00354DF7" w:rsidRDefault="00354DF7" w:rsidP="00354DF7">
      <w:pPr>
        <w:tabs>
          <w:tab w:val="left" w:pos="6195"/>
        </w:tabs>
      </w:pPr>
      <w:r>
        <w:t>371.3445</w:t>
      </w:r>
      <w:r>
        <w:tab/>
        <w:t>1.252e1</w:t>
      </w:r>
    </w:p>
    <w:p w:rsidR="00354DF7" w:rsidRDefault="00354DF7" w:rsidP="00354DF7">
      <w:pPr>
        <w:tabs>
          <w:tab w:val="left" w:pos="6195"/>
        </w:tabs>
      </w:pPr>
      <w:r>
        <w:t>371.3793</w:t>
      </w:r>
      <w:r>
        <w:tab/>
        <w:t>2.654e0</w:t>
      </w:r>
    </w:p>
    <w:p w:rsidR="00354DF7" w:rsidRDefault="00354DF7" w:rsidP="00354DF7">
      <w:pPr>
        <w:tabs>
          <w:tab w:val="left" w:pos="6195"/>
        </w:tabs>
      </w:pPr>
      <w:r>
        <w:t>371.3875</w:t>
      </w:r>
      <w:r>
        <w:tab/>
        <w:t>1.012e1</w:t>
      </w:r>
    </w:p>
    <w:p w:rsidR="00354DF7" w:rsidRDefault="00354DF7" w:rsidP="00354DF7">
      <w:pPr>
        <w:tabs>
          <w:tab w:val="left" w:pos="6195"/>
        </w:tabs>
      </w:pPr>
      <w:r>
        <w:t>371.3893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371.3920</w:t>
      </w:r>
      <w:r>
        <w:tab/>
        <w:t>1.717e0</w:t>
      </w:r>
    </w:p>
    <w:p w:rsidR="00354DF7" w:rsidRDefault="00354DF7" w:rsidP="00354DF7">
      <w:pPr>
        <w:tabs>
          <w:tab w:val="left" w:pos="6195"/>
        </w:tabs>
      </w:pPr>
      <w:r>
        <w:lastRenderedPageBreak/>
        <w:t>371.4032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371.4256</w:t>
      </w:r>
      <w:r>
        <w:tab/>
        <w:t>2.976e0</w:t>
      </w:r>
    </w:p>
    <w:p w:rsidR="00354DF7" w:rsidRDefault="00354DF7" w:rsidP="00354DF7">
      <w:pPr>
        <w:tabs>
          <w:tab w:val="left" w:pos="6195"/>
        </w:tabs>
      </w:pPr>
      <w:r>
        <w:t>371.4437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371.4501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371.4815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371.4865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371.4954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371.5010</w:t>
      </w:r>
      <w:r>
        <w:tab/>
        <w:t>3.724e0</w:t>
      </w:r>
    </w:p>
    <w:p w:rsidR="00354DF7" w:rsidRDefault="00354DF7" w:rsidP="00354DF7">
      <w:pPr>
        <w:tabs>
          <w:tab w:val="left" w:pos="6195"/>
        </w:tabs>
      </w:pPr>
      <w:r>
        <w:t>371.5044</w:t>
      </w:r>
      <w:r>
        <w:tab/>
        <w:t>3.724e0</w:t>
      </w:r>
    </w:p>
    <w:p w:rsidR="00354DF7" w:rsidRDefault="00354DF7" w:rsidP="00354DF7">
      <w:pPr>
        <w:tabs>
          <w:tab w:val="left" w:pos="6195"/>
        </w:tabs>
      </w:pPr>
      <w:r>
        <w:t>371.5229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371.5524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371.5567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371.5630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371.5895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371.5954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371.6078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371.6149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371.6292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371.6304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371.6443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371.6455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371.6653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371.6755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371.6886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371.6903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371.7013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371.7080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371.7416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371.7542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371.7647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371.7954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371.8040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371.8118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371.8261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371.8632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371.8702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371.8872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371.9046</w:t>
      </w:r>
      <w:r>
        <w:tab/>
        <w:t>2.844e0</w:t>
      </w:r>
    </w:p>
    <w:p w:rsidR="00354DF7" w:rsidRDefault="00354DF7" w:rsidP="00354DF7">
      <w:pPr>
        <w:tabs>
          <w:tab w:val="left" w:pos="6195"/>
        </w:tabs>
      </w:pPr>
      <w:r>
        <w:lastRenderedPageBreak/>
        <w:t>371.9081</w:t>
      </w:r>
      <w:r>
        <w:tab/>
        <w:t>2.868e0</w:t>
      </w:r>
    </w:p>
    <w:p w:rsidR="00354DF7" w:rsidRDefault="00354DF7" w:rsidP="00354DF7">
      <w:pPr>
        <w:tabs>
          <w:tab w:val="left" w:pos="6195"/>
        </w:tabs>
      </w:pPr>
      <w:r>
        <w:t>371.9141</w:t>
      </w:r>
      <w:r>
        <w:tab/>
        <w:t>1.858e0</w:t>
      </w:r>
    </w:p>
    <w:p w:rsidR="00354DF7" w:rsidRDefault="00354DF7" w:rsidP="00354DF7">
      <w:pPr>
        <w:tabs>
          <w:tab w:val="left" w:pos="6195"/>
        </w:tabs>
      </w:pPr>
      <w:r>
        <w:t>371.9190</w:t>
      </w:r>
      <w:r>
        <w:tab/>
        <w:t>6.819e0</w:t>
      </w:r>
    </w:p>
    <w:p w:rsidR="00354DF7" w:rsidRDefault="00354DF7" w:rsidP="00354DF7">
      <w:pPr>
        <w:tabs>
          <w:tab w:val="left" w:pos="6195"/>
        </w:tabs>
      </w:pPr>
      <w:r>
        <w:t>371.9368</w:t>
      </w:r>
      <w:r>
        <w:tab/>
        <w:t>2.941e0</w:t>
      </w:r>
    </w:p>
    <w:p w:rsidR="00354DF7" w:rsidRDefault="00354DF7" w:rsidP="00354DF7">
      <w:pPr>
        <w:tabs>
          <w:tab w:val="left" w:pos="6195"/>
        </w:tabs>
      </w:pPr>
      <w:r>
        <w:t>371.9552</w:t>
      </w:r>
      <w:r>
        <w:tab/>
        <w:t>9.328e0</w:t>
      </w:r>
    </w:p>
    <w:p w:rsidR="00354DF7" w:rsidRDefault="00354DF7" w:rsidP="00354DF7">
      <w:pPr>
        <w:tabs>
          <w:tab w:val="left" w:pos="6195"/>
        </w:tabs>
      </w:pPr>
      <w:r>
        <w:t>371.9678</w:t>
      </w:r>
      <w:r>
        <w:tab/>
        <w:t>2.746e0</w:t>
      </w:r>
    </w:p>
    <w:p w:rsidR="00354DF7" w:rsidRDefault="00354DF7" w:rsidP="00354DF7">
      <w:pPr>
        <w:tabs>
          <w:tab w:val="left" w:pos="6195"/>
        </w:tabs>
      </w:pPr>
      <w:r>
        <w:t>371.9814</w:t>
      </w:r>
      <w:r>
        <w:tab/>
        <w:t>2.717e0</w:t>
      </w:r>
    </w:p>
    <w:p w:rsidR="00354DF7" w:rsidRDefault="00354DF7" w:rsidP="00354DF7">
      <w:pPr>
        <w:tabs>
          <w:tab w:val="left" w:pos="6195"/>
        </w:tabs>
      </w:pPr>
      <w:r>
        <w:t>372.0125</w:t>
      </w:r>
      <w:r>
        <w:tab/>
        <w:t>1.640e0</w:t>
      </w:r>
    </w:p>
    <w:p w:rsidR="00354DF7" w:rsidRDefault="00354DF7" w:rsidP="00354DF7">
      <w:pPr>
        <w:tabs>
          <w:tab w:val="left" w:pos="6195"/>
        </w:tabs>
      </w:pPr>
      <w:r>
        <w:t>372.0352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372.0395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372.0468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372.0583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372.0730</w:t>
      </w:r>
      <w:r>
        <w:tab/>
        <w:t>3.991e0</w:t>
      </w:r>
    </w:p>
    <w:p w:rsidR="00354DF7" w:rsidRDefault="00354DF7" w:rsidP="00354DF7">
      <w:pPr>
        <w:tabs>
          <w:tab w:val="left" w:pos="6195"/>
        </w:tabs>
      </w:pPr>
      <w:r>
        <w:t>372.0752</w:t>
      </w:r>
      <w:r>
        <w:tab/>
        <w:t>4.496e0</w:t>
      </w:r>
    </w:p>
    <w:p w:rsidR="00354DF7" w:rsidRDefault="00354DF7" w:rsidP="00354DF7">
      <w:pPr>
        <w:tabs>
          <w:tab w:val="left" w:pos="6195"/>
        </w:tabs>
      </w:pPr>
      <w:r>
        <w:t>372.1284</w:t>
      </w:r>
      <w:r>
        <w:tab/>
        <w:t>2.719e0</w:t>
      </w:r>
    </w:p>
    <w:p w:rsidR="00354DF7" w:rsidRDefault="00354DF7" w:rsidP="00354DF7">
      <w:pPr>
        <w:tabs>
          <w:tab w:val="left" w:pos="6195"/>
        </w:tabs>
      </w:pPr>
      <w:r>
        <w:t>372.1310</w:t>
      </w:r>
      <w:r>
        <w:tab/>
        <w:t>2.933e0</w:t>
      </w:r>
    </w:p>
    <w:p w:rsidR="00354DF7" w:rsidRDefault="00354DF7" w:rsidP="00354DF7">
      <w:pPr>
        <w:tabs>
          <w:tab w:val="left" w:pos="6195"/>
        </w:tabs>
      </w:pPr>
      <w:r>
        <w:t>372.1480</w:t>
      </w:r>
      <w:r>
        <w:tab/>
        <w:t>1.039e0</w:t>
      </w:r>
    </w:p>
    <w:p w:rsidR="00354DF7" w:rsidRDefault="00354DF7" w:rsidP="00354DF7">
      <w:pPr>
        <w:tabs>
          <w:tab w:val="left" w:pos="6195"/>
        </w:tabs>
      </w:pPr>
      <w:r>
        <w:t>372.1685</w:t>
      </w:r>
      <w:r>
        <w:tab/>
        <w:t>5.032e0</w:t>
      </w:r>
    </w:p>
    <w:p w:rsidR="00354DF7" w:rsidRDefault="00354DF7" w:rsidP="00354DF7">
      <w:pPr>
        <w:tabs>
          <w:tab w:val="left" w:pos="6195"/>
        </w:tabs>
      </w:pPr>
      <w:r>
        <w:t>372.1771</w:t>
      </w:r>
      <w:r>
        <w:tab/>
        <w:t>2.989e0</w:t>
      </w:r>
    </w:p>
    <w:p w:rsidR="00354DF7" w:rsidRDefault="00354DF7" w:rsidP="00354DF7">
      <w:pPr>
        <w:tabs>
          <w:tab w:val="left" w:pos="6195"/>
        </w:tabs>
      </w:pPr>
      <w:r>
        <w:lastRenderedPageBreak/>
        <w:t>372.1995</w:t>
      </w:r>
      <w:r>
        <w:tab/>
        <w:t>1.036e0</w:t>
      </w:r>
    </w:p>
    <w:p w:rsidR="00354DF7" w:rsidRDefault="00354DF7" w:rsidP="00354DF7">
      <w:pPr>
        <w:tabs>
          <w:tab w:val="left" w:pos="6195"/>
        </w:tabs>
      </w:pPr>
      <w:r>
        <w:t>372.2098</w:t>
      </w:r>
      <w:r>
        <w:tab/>
        <w:t>3.032e0</w:t>
      </w:r>
    </w:p>
    <w:p w:rsidR="00354DF7" w:rsidRDefault="00354DF7" w:rsidP="00354DF7">
      <w:pPr>
        <w:tabs>
          <w:tab w:val="left" w:pos="6195"/>
        </w:tabs>
      </w:pPr>
      <w:r>
        <w:t>372.2139</w:t>
      </w:r>
      <w:r>
        <w:tab/>
        <w:t>3.722e0</w:t>
      </w:r>
    </w:p>
    <w:p w:rsidR="00354DF7" w:rsidRDefault="00354DF7" w:rsidP="00354DF7">
      <w:pPr>
        <w:tabs>
          <w:tab w:val="left" w:pos="6195"/>
        </w:tabs>
      </w:pPr>
      <w:r>
        <w:t>372.2216</w:t>
      </w:r>
      <w:r>
        <w:tab/>
        <w:t>1.489e1</w:t>
      </w:r>
    </w:p>
    <w:p w:rsidR="00354DF7" w:rsidRDefault="00354DF7" w:rsidP="00354DF7">
      <w:pPr>
        <w:tabs>
          <w:tab w:val="left" w:pos="6195"/>
        </w:tabs>
      </w:pPr>
      <w:r>
        <w:t>372.2302</w:t>
      </w:r>
      <w:r>
        <w:tab/>
        <w:t>3.318e0</w:t>
      </w:r>
    </w:p>
    <w:p w:rsidR="00354DF7" w:rsidRDefault="00354DF7" w:rsidP="00354DF7">
      <w:pPr>
        <w:tabs>
          <w:tab w:val="left" w:pos="6195"/>
        </w:tabs>
      </w:pPr>
      <w:r>
        <w:t>372.2567</w:t>
      </w:r>
      <w:r>
        <w:tab/>
        <w:t>5.379e0</w:t>
      </w:r>
    </w:p>
    <w:p w:rsidR="00354DF7" w:rsidRDefault="00354DF7" w:rsidP="00354DF7">
      <w:pPr>
        <w:tabs>
          <w:tab w:val="left" w:pos="6195"/>
        </w:tabs>
      </w:pPr>
      <w:r>
        <w:t>372.2625</w:t>
      </w:r>
      <w:r>
        <w:tab/>
        <w:t>6.979e0</w:t>
      </w:r>
    </w:p>
    <w:p w:rsidR="00354DF7" w:rsidRDefault="00354DF7" w:rsidP="00354DF7">
      <w:pPr>
        <w:tabs>
          <w:tab w:val="left" w:pos="6195"/>
        </w:tabs>
      </w:pPr>
      <w:r>
        <w:t>372.2643</w:t>
      </w:r>
      <w:r>
        <w:tab/>
        <w:t>8.073e0</w:t>
      </w:r>
    </w:p>
    <w:p w:rsidR="00354DF7" w:rsidRDefault="00354DF7" w:rsidP="00354DF7">
      <w:pPr>
        <w:tabs>
          <w:tab w:val="left" w:pos="6195"/>
        </w:tabs>
      </w:pPr>
      <w:r>
        <w:t>372.3406</w:t>
      </w:r>
      <w:r>
        <w:tab/>
        <w:t>2.760e1</w:t>
      </w:r>
    </w:p>
    <w:p w:rsidR="00354DF7" w:rsidRDefault="00354DF7" w:rsidP="00354DF7">
      <w:pPr>
        <w:tabs>
          <w:tab w:val="left" w:pos="6195"/>
        </w:tabs>
      </w:pPr>
      <w:r>
        <w:t>372.3473</w:t>
      </w:r>
      <w:r>
        <w:tab/>
        <w:t>4.406e1</w:t>
      </w:r>
    </w:p>
    <w:p w:rsidR="00354DF7" w:rsidRDefault="00354DF7" w:rsidP="00354DF7">
      <w:pPr>
        <w:tabs>
          <w:tab w:val="left" w:pos="6195"/>
        </w:tabs>
      </w:pPr>
      <w:r>
        <w:t>372.3506</w:t>
      </w:r>
      <w:r>
        <w:tab/>
        <w:t>9.201e1</w:t>
      </w:r>
    </w:p>
    <w:p w:rsidR="00354DF7" w:rsidRDefault="00354DF7" w:rsidP="00354DF7">
      <w:pPr>
        <w:tabs>
          <w:tab w:val="left" w:pos="6195"/>
        </w:tabs>
      </w:pPr>
      <w:r>
        <w:t>372.3532</w:t>
      </w:r>
      <w:r>
        <w:tab/>
        <w:t>4.520e1</w:t>
      </w:r>
    </w:p>
    <w:p w:rsidR="00354DF7" w:rsidRDefault="00354DF7" w:rsidP="00354DF7">
      <w:pPr>
        <w:tabs>
          <w:tab w:val="left" w:pos="6195"/>
        </w:tabs>
      </w:pPr>
      <w:r>
        <w:t>372.4323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372.4349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372.4502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372.4567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372.4618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372.4834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372.4900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372.4993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372.5026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372.5231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372.5302</w:t>
      </w:r>
      <w:r>
        <w:tab/>
        <w:t>3.610e0</w:t>
      </w:r>
    </w:p>
    <w:p w:rsidR="00354DF7" w:rsidRDefault="00354DF7" w:rsidP="00354DF7">
      <w:pPr>
        <w:tabs>
          <w:tab w:val="left" w:pos="6195"/>
        </w:tabs>
      </w:pPr>
      <w:r>
        <w:t>372.5557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372.5587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372.5645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372.5695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372.5789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372.5828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372.5978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372.6193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372.6263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372.6298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372.6322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372.6438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372.6690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372.6855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372.6945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lastRenderedPageBreak/>
        <w:t>372.7149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372.7235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372.7323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372.7480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372.7811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372.8163</w:t>
      </w:r>
      <w:r>
        <w:tab/>
        <w:t>3.902e0</w:t>
      </w:r>
    </w:p>
    <w:p w:rsidR="00354DF7" w:rsidRDefault="00354DF7" w:rsidP="00354DF7">
      <w:pPr>
        <w:tabs>
          <w:tab w:val="left" w:pos="6195"/>
        </w:tabs>
      </w:pPr>
      <w:r>
        <w:t>372.8197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372.8593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372.8676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372.8698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372.8863</w:t>
      </w:r>
      <w:r>
        <w:tab/>
        <w:t>1.804e0</w:t>
      </w:r>
    </w:p>
    <w:p w:rsidR="00354DF7" w:rsidRDefault="00354DF7" w:rsidP="00354DF7">
      <w:pPr>
        <w:tabs>
          <w:tab w:val="left" w:pos="6195"/>
        </w:tabs>
      </w:pPr>
      <w:r>
        <w:t>372.8933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372.9121</w:t>
      </w:r>
      <w:r>
        <w:tab/>
        <w:t>5.114e0</w:t>
      </w:r>
    </w:p>
    <w:p w:rsidR="00354DF7" w:rsidRDefault="00354DF7" w:rsidP="00354DF7">
      <w:pPr>
        <w:tabs>
          <w:tab w:val="left" w:pos="6195"/>
        </w:tabs>
      </w:pPr>
      <w:r>
        <w:t>372.9239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372.9294</w:t>
      </w:r>
      <w:r>
        <w:tab/>
        <w:t>2.733e0</w:t>
      </w:r>
    </w:p>
    <w:p w:rsidR="00354DF7" w:rsidRDefault="00354DF7" w:rsidP="00354DF7">
      <w:pPr>
        <w:tabs>
          <w:tab w:val="left" w:pos="6195"/>
        </w:tabs>
      </w:pPr>
      <w:r>
        <w:t>372.9321</w:t>
      </w:r>
      <w:r>
        <w:tab/>
        <w:t>2.918e0</w:t>
      </w:r>
    </w:p>
    <w:p w:rsidR="00354DF7" w:rsidRDefault="00354DF7" w:rsidP="00354DF7">
      <w:pPr>
        <w:tabs>
          <w:tab w:val="left" w:pos="6195"/>
        </w:tabs>
      </w:pPr>
      <w:r>
        <w:t>372.9368</w:t>
      </w:r>
      <w:r>
        <w:tab/>
        <w:t>5.834e0</w:t>
      </w:r>
    </w:p>
    <w:p w:rsidR="00354DF7" w:rsidRDefault="00354DF7" w:rsidP="00354DF7">
      <w:pPr>
        <w:tabs>
          <w:tab w:val="left" w:pos="6195"/>
        </w:tabs>
      </w:pPr>
      <w:r>
        <w:t>372.9548</w:t>
      </w:r>
      <w:r>
        <w:tab/>
        <w:t>2.453e0</w:t>
      </w:r>
    </w:p>
    <w:p w:rsidR="00354DF7" w:rsidRDefault="00354DF7" w:rsidP="00354DF7">
      <w:pPr>
        <w:tabs>
          <w:tab w:val="left" w:pos="6195"/>
        </w:tabs>
      </w:pPr>
      <w:r>
        <w:t>372.9672</w:t>
      </w:r>
      <w:r>
        <w:tab/>
        <w:t>2.208e0</w:t>
      </w:r>
    </w:p>
    <w:p w:rsidR="00354DF7" w:rsidRDefault="00354DF7" w:rsidP="00354DF7">
      <w:pPr>
        <w:tabs>
          <w:tab w:val="left" w:pos="6195"/>
        </w:tabs>
      </w:pPr>
      <w:r>
        <w:lastRenderedPageBreak/>
        <w:t>372.9760</w:t>
      </w:r>
      <w:r>
        <w:tab/>
        <w:t>4.007e0</w:t>
      </w:r>
    </w:p>
    <w:p w:rsidR="00354DF7" w:rsidRDefault="00354DF7" w:rsidP="00354DF7">
      <w:pPr>
        <w:tabs>
          <w:tab w:val="left" w:pos="6195"/>
        </w:tabs>
      </w:pPr>
      <w:r>
        <w:t>372.9874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373.0004</w:t>
      </w:r>
      <w:r>
        <w:tab/>
        <w:t>6.724e0</w:t>
      </w:r>
    </w:p>
    <w:p w:rsidR="00354DF7" w:rsidRDefault="00354DF7" w:rsidP="00354DF7">
      <w:pPr>
        <w:tabs>
          <w:tab w:val="left" w:pos="6195"/>
        </w:tabs>
      </w:pPr>
      <w:r>
        <w:t>373.0201</w:t>
      </w:r>
      <w:r>
        <w:tab/>
        <w:t>3.850e0</w:t>
      </w:r>
    </w:p>
    <w:p w:rsidR="00354DF7" w:rsidRDefault="00354DF7" w:rsidP="00354DF7">
      <w:pPr>
        <w:tabs>
          <w:tab w:val="left" w:pos="6195"/>
        </w:tabs>
      </w:pPr>
      <w:r>
        <w:t>373.0224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373.0339</w:t>
      </w:r>
      <w:r>
        <w:tab/>
        <w:t>3.280e0</w:t>
      </w:r>
    </w:p>
    <w:p w:rsidR="00354DF7" w:rsidRDefault="00354DF7" w:rsidP="00354DF7">
      <w:pPr>
        <w:tabs>
          <w:tab w:val="left" w:pos="6195"/>
        </w:tabs>
      </w:pPr>
      <w:r>
        <w:t>373.0421</w:t>
      </w:r>
      <w:r>
        <w:tab/>
        <w:t>5.970e0</w:t>
      </w:r>
    </w:p>
    <w:p w:rsidR="00354DF7" w:rsidRDefault="00354DF7" w:rsidP="00354DF7">
      <w:pPr>
        <w:tabs>
          <w:tab w:val="left" w:pos="6195"/>
        </w:tabs>
      </w:pPr>
      <w:r>
        <w:t>373.0631</w:t>
      </w:r>
      <w:r>
        <w:tab/>
        <w:t>6.911e0</w:t>
      </w:r>
    </w:p>
    <w:p w:rsidR="00354DF7" w:rsidRDefault="00354DF7" w:rsidP="00354DF7">
      <w:pPr>
        <w:tabs>
          <w:tab w:val="left" w:pos="6195"/>
        </w:tabs>
      </w:pPr>
      <w:r>
        <w:t>373.0923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373.0959</w:t>
      </w:r>
      <w:r>
        <w:tab/>
        <w:t>4.534e0</w:t>
      </w:r>
    </w:p>
    <w:p w:rsidR="00354DF7" w:rsidRDefault="00354DF7" w:rsidP="00354DF7">
      <w:pPr>
        <w:tabs>
          <w:tab w:val="left" w:pos="6195"/>
        </w:tabs>
      </w:pPr>
      <w:r>
        <w:t>373.1420</w:t>
      </w:r>
      <w:r>
        <w:tab/>
        <w:t>2.295e0</w:t>
      </w:r>
    </w:p>
    <w:p w:rsidR="00354DF7" w:rsidRDefault="00354DF7" w:rsidP="00354DF7">
      <w:pPr>
        <w:tabs>
          <w:tab w:val="left" w:pos="6195"/>
        </w:tabs>
      </w:pPr>
      <w:r>
        <w:t>373.1836</w:t>
      </w:r>
      <w:r>
        <w:tab/>
        <w:t>1.053e0</w:t>
      </w:r>
    </w:p>
    <w:p w:rsidR="00354DF7" w:rsidRDefault="00354DF7" w:rsidP="00354DF7">
      <w:pPr>
        <w:tabs>
          <w:tab w:val="left" w:pos="6195"/>
        </w:tabs>
      </w:pPr>
      <w:r>
        <w:t>373.2188</w:t>
      </w:r>
      <w:r>
        <w:tab/>
        <w:t>7.105e0</w:t>
      </w:r>
    </w:p>
    <w:p w:rsidR="00354DF7" w:rsidRDefault="00354DF7" w:rsidP="00354DF7">
      <w:pPr>
        <w:tabs>
          <w:tab w:val="left" w:pos="6195"/>
        </w:tabs>
      </w:pPr>
      <w:r>
        <w:t>373.2298</w:t>
      </w:r>
      <w:r>
        <w:tab/>
        <w:t>1.033e1</w:t>
      </w:r>
    </w:p>
    <w:p w:rsidR="00354DF7" w:rsidRDefault="00354DF7" w:rsidP="00354DF7">
      <w:pPr>
        <w:tabs>
          <w:tab w:val="left" w:pos="6195"/>
        </w:tabs>
      </w:pPr>
      <w:r>
        <w:t>373.2397</w:t>
      </w:r>
      <w:r>
        <w:tab/>
        <w:t>7.129e0</w:t>
      </w:r>
    </w:p>
    <w:p w:rsidR="00354DF7" w:rsidRDefault="00354DF7" w:rsidP="00354DF7">
      <w:pPr>
        <w:tabs>
          <w:tab w:val="left" w:pos="6195"/>
        </w:tabs>
      </w:pPr>
      <w:r>
        <w:t>373.2924</w:t>
      </w:r>
      <w:r>
        <w:tab/>
        <w:t>5.414e0</w:t>
      </w:r>
    </w:p>
    <w:p w:rsidR="00354DF7" w:rsidRDefault="00354DF7" w:rsidP="00354DF7">
      <w:pPr>
        <w:tabs>
          <w:tab w:val="left" w:pos="6195"/>
        </w:tabs>
      </w:pPr>
      <w:r>
        <w:t>373.2988</w:t>
      </w:r>
      <w:r>
        <w:tab/>
        <w:t>2.325e1</w:t>
      </w:r>
    </w:p>
    <w:p w:rsidR="00354DF7" w:rsidRDefault="00354DF7" w:rsidP="00354DF7">
      <w:pPr>
        <w:tabs>
          <w:tab w:val="left" w:pos="6195"/>
        </w:tabs>
      </w:pPr>
      <w:r>
        <w:t>373.3044</w:t>
      </w:r>
      <w:r>
        <w:tab/>
        <w:t>5.551e0</w:t>
      </w:r>
    </w:p>
    <w:p w:rsidR="00354DF7" w:rsidRDefault="00354DF7" w:rsidP="00354DF7">
      <w:pPr>
        <w:tabs>
          <w:tab w:val="left" w:pos="6195"/>
        </w:tabs>
      </w:pPr>
      <w:r>
        <w:t>373.3080</w:t>
      </w:r>
      <w:r>
        <w:tab/>
        <w:t>1.061e1</w:t>
      </w:r>
    </w:p>
    <w:p w:rsidR="00354DF7" w:rsidRDefault="00354DF7" w:rsidP="00354DF7">
      <w:pPr>
        <w:tabs>
          <w:tab w:val="left" w:pos="6195"/>
        </w:tabs>
      </w:pPr>
      <w:r>
        <w:lastRenderedPageBreak/>
        <w:t>373.3102</w:t>
      </w:r>
      <w:r>
        <w:tab/>
        <w:t>6.474e0</w:t>
      </w:r>
    </w:p>
    <w:p w:rsidR="00354DF7" w:rsidRDefault="00354DF7" w:rsidP="00354DF7">
      <w:pPr>
        <w:tabs>
          <w:tab w:val="left" w:pos="6195"/>
        </w:tabs>
      </w:pPr>
      <w:r>
        <w:t>373.3322</w:t>
      </w:r>
      <w:r>
        <w:tab/>
        <w:t>2.949e0</w:t>
      </w:r>
    </w:p>
    <w:p w:rsidR="00354DF7" w:rsidRDefault="00354DF7" w:rsidP="00354DF7">
      <w:pPr>
        <w:tabs>
          <w:tab w:val="left" w:pos="6195"/>
        </w:tabs>
      </w:pPr>
      <w:r>
        <w:t>373.3405</w:t>
      </w:r>
      <w:r>
        <w:tab/>
        <w:t>1.305e1</w:t>
      </w:r>
    </w:p>
    <w:p w:rsidR="00354DF7" w:rsidRDefault="00354DF7" w:rsidP="00354DF7">
      <w:pPr>
        <w:tabs>
          <w:tab w:val="left" w:pos="6195"/>
        </w:tabs>
      </w:pPr>
      <w:r>
        <w:t>373.3513</w:t>
      </w:r>
      <w:r>
        <w:tab/>
        <w:t>1.126e1</w:t>
      </w:r>
    </w:p>
    <w:p w:rsidR="00354DF7" w:rsidRDefault="00354DF7" w:rsidP="00354DF7">
      <w:pPr>
        <w:tabs>
          <w:tab w:val="left" w:pos="6195"/>
        </w:tabs>
      </w:pPr>
      <w:r>
        <w:t>373.3687</w:t>
      </w:r>
      <w:r>
        <w:tab/>
        <w:t>9.235e0</w:t>
      </w:r>
    </w:p>
    <w:p w:rsidR="00354DF7" w:rsidRDefault="00354DF7" w:rsidP="00354DF7">
      <w:pPr>
        <w:tabs>
          <w:tab w:val="left" w:pos="6195"/>
        </w:tabs>
      </w:pPr>
      <w:r>
        <w:t>373.3714</w:t>
      </w:r>
      <w:r>
        <w:tab/>
        <w:t>1.533e0</w:t>
      </w:r>
    </w:p>
    <w:p w:rsidR="00354DF7" w:rsidRDefault="00354DF7" w:rsidP="00354DF7">
      <w:pPr>
        <w:tabs>
          <w:tab w:val="left" w:pos="6195"/>
        </w:tabs>
      </w:pPr>
      <w:r>
        <w:t>373.3745</w:t>
      </w:r>
      <w:r>
        <w:tab/>
        <w:t>3.337e0</w:t>
      </w:r>
    </w:p>
    <w:p w:rsidR="00354DF7" w:rsidRDefault="00354DF7" w:rsidP="00354DF7">
      <w:pPr>
        <w:tabs>
          <w:tab w:val="left" w:pos="6195"/>
        </w:tabs>
      </w:pPr>
      <w:r>
        <w:t>373.4185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373.4449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373.4818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373.4962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373.5060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373.5252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373.5371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373.5652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373.5733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373.5984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373.6187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373.6363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373.6478</w:t>
      </w:r>
      <w:r>
        <w:tab/>
        <w:t>3.999e0</w:t>
      </w:r>
    </w:p>
    <w:p w:rsidR="00354DF7" w:rsidRDefault="00354DF7" w:rsidP="00354DF7">
      <w:pPr>
        <w:tabs>
          <w:tab w:val="left" w:pos="6195"/>
        </w:tabs>
      </w:pPr>
      <w:r>
        <w:t>373.6858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373.6929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373.7011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373.7134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373.7179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373.7406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373.7525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373.7631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373.7739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373.8164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373.8204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373.8239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373.8294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373.8615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373.8674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373.9059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373.9099</w:t>
      </w:r>
      <w:r>
        <w:tab/>
        <w:t>4.993e0</w:t>
      </w:r>
    </w:p>
    <w:p w:rsidR="00354DF7" w:rsidRDefault="00354DF7" w:rsidP="00354DF7">
      <w:pPr>
        <w:tabs>
          <w:tab w:val="left" w:pos="6195"/>
        </w:tabs>
      </w:pPr>
      <w:r>
        <w:t>373.9185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373.9211</w:t>
      </w:r>
      <w:r>
        <w:tab/>
        <w:t>7.674e0</w:t>
      </w:r>
    </w:p>
    <w:p w:rsidR="00354DF7" w:rsidRDefault="00354DF7" w:rsidP="00354DF7">
      <w:pPr>
        <w:tabs>
          <w:tab w:val="left" w:pos="6195"/>
        </w:tabs>
      </w:pPr>
      <w:r>
        <w:t>373.9309</w:t>
      </w:r>
      <w:r>
        <w:tab/>
        <w:t>7.478e0</w:t>
      </w:r>
    </w:p>
    <w:p w:rsidR="00354DF7" w:rsidRDefault="00354DF7" w:rsidP="00354DF7">
      <w:pPr>
        <w:tabs>
          <w:tab w:val="left" w:pos="6195"/>
        </w:tabs>
      </w:pPr>
      <w:r>
        <w:t>373.9515</w:t>
      </w:r>
      <w:r>
        <w:tab/>
        <w:t>3.439e0</w:t>
      </w:r>
    </w:p>
    <w:p w:rsidR="00354DF7" w:rsidRDefault="00354DF7" w:rsidP="00354DF7">
      <w:pPr>
        <w:tabs>
          <w:tab w:val="left" w:pos="6195"/>
        </w:tabs>
      </w:pPr>
      <w:r>
        <w:t>373.9544</w:t>
      </w:r>
      <w:r>
        <w:tab/>
        <w:t>2.013e0</w:t>
      </w:r>
    </w:p>
    <w:p w:rsidR="00354DF7" w:rsidRDefault="00354DF7" w:rsidP="00354DF7">
      <w:pPr>
        <w:tabs>
          <w:tab w:val="left" w:pos="6195"/>
        </w:tabs>
      </w:pPr>
      <w:r>
        <w:t>373.9832</w:t>
      </w:r>
      <w:r>
        <w:tab/>
        <w:t>7.179e0</w:t>
      </w:r>
    </w:p>
    <w:p w:rsidR="00354DF7" w:rsidRDefault="00354DF7" w:rsidP="00354DF7">
      <w:pPr>
        <w:tabs>
          <w:tab w:val="left" w:pos="6195"/>
        </w:tabs>
      </w:pPr>
      <w:r>
        <w:t>373.9919</w:t>
      </w:r>
      <w:r>
        <w:tab/>
        <w:t>4.563e0</w:t>
      </w:r>
    </w:p>
    <w:p w:rsidR="00354DF7" w:rsidRDefault="00354DF7" w:rsidP="00354DF7">
      <w:pPr>
        <w:tabs>
          <w:tab w:val="left" w:pos="6195"/>
        </w:tabs>
      </w:pPr>
      <w:r>
        <w:t>374.0269</w:t>
      </w:r>
      <w:r>
        <w:tab/>
        <w:t>3.080e0</w:t>
      </w:r>
    </w:p>
    <w:p w:rsidR="00354DF7" w:rsidRDefault="00354DF7" w:rsidP="00354DF7">
      <w:pPr>
        <w:tabs>
          <w:tab w:val="left" w:pos="6195"/>
        </w:tabs>
      </w:pPr>
      <w:r>
        <w:t>374.0522</w:t>
      </w:r>
      <w:r>
        <w:tab/>
        <w:t>4.012e0</w:t>
      </w:r>
    </w:p>
    <w:p w:rsidR="00354DF7" w:rsidRDefault="00354DF7" w:rsidP="00354DF7">
      <w:pPr>
        <w:tabs>
          <w:tab w:val="left" w:pos="6195"/>
        </w:tabs>
      </w:pPr>
      <w:r>
        <w:t>374.0593</w:t>
      </w:r>
      <w:r>
        <w:tab/>
        <w:t>1.977e0</w:t>
      </w:r>
    </w:p>
    <w:p w:rsidR="00354DF7" w:rsidRDefault="00354DF7" w:rsidP="00354DF7">
      <w:pPr>
        <w:tabs>
          <w:tab w:val="left" w:pos="6195"/>
        </w:tabs>
      </w:pPr>
      <w:r>
        <w:t>374.0638</w:t>
      </w:r>
      <w:r>
        <w:tab/>
        <w:t>1.600e0</w:t>
      </w:r>
    </w:p>
    <w:p w:rsidR="00354DF7" w:rsidRDefault="00354DF7" w:rsidP="00354DF7">
      <w:pPr>
        <w:tabs>
          <w:tab w:val="left" w:pos="6195"/>
        </w:tabs>
      </w:pPr>
      <w:r>
        <w:t>374.0734</w:t>
      </w:r>
      <w:r>
        <w:tab/>
        <w:t>1.607e0</w:t>
      </w:r>
    </w:p>
    <w:p w:rsidR="00354DF7" w:rsidRDefault="00354DF7" w:rsidP="00354DF7">
      <w:pPr>
        <w:tabs>
          <w:tab w:val="left" w:pos="6195"/>
        </w:tabs>
      </w:pPr>
      <w:r>
        <w:t>374.0924</w:t>
      </w:r>
      <w:r>
        <w:tab/>
        <w:t>3.956e0</w:t>
      </w:r>
    </w:p>
    <w:p w:rsidR="00354DF7" w:rsidRDefault="00354DF7" w:rsidP="00354DF7">
      <w:pPr>
        <w:tabs>
          <w:tab w:val="left" w:pos="6195"/>
        </w:tabs>
      </w:pPr>
      <w:r>
        <w:t>374.1018</w:t>
      </w:r>
      <w:r>
        <w:tab/>
        <w:t>3.440e0</w:t>
      </w:r>
    </w:p>
    <w:p w:rsidR="00354DF7" w:rsidRDefault="00354DF7" w:rsidP="00354DF7">
      <w:pPr>
        <w:tabs>
          <w:tab w:val="left" w:pos="6195"/>
        </w:tabs>
      </w:pPr>
      <w:r>
        <w:t>374.1115</w:t>
      </w:r>
      <w:r>
        <w:tab/>
        <w:t>1.498e0</w:t>
      </w:r>
    </w:p>
    <w:p w:rsidR="00354DF7" w:rsidRDefault="00354DF7" w:rsidP="00354DF7">
      <w:pPr>
        <w:tabs>
          <w:tab w:val="left" w:pos="6195"/>
        </w:tabs>
      </w:pPr>
      <w:r>
        <w:t>374.1137</w:t>
      </w:r>
      <w:r>
        <w:tab/>
        <w:t>3.474e0</w:t>
      </w:r>
    </w:p>
    <w:p w:rsidR="00354DF7" w:rsidRDefault="00354DF7" w:rsidP="00354DF7">
      <w:pPr>
        <w:tabs>
          <w:tab w:val="left" w:pos="6195"/>
        </w:tabs>
      </w:pPr>
      <w:r>
        <w:t>374.1166</w:t>
      </w:r>
      <w:r>
        <w:tab/>
        <w:t>1.117e0</w:t>
      </w:r>
    </w:p>
    <w:p w:rsidR="00354DF7" w:rsidRDefault="00354DF7" w:rsidP="00354DF7">
      <w:pPr>
        <w:tabs>
          <w:tab w:val="left" w:pos="6195"/>
        </w:tabs>
      </w:pPr>
      <w:r>
        <w:t>374.1237</w:t>
      </w:r>
      <w:r>
        <w:tab/>
        <w:t>2.031e0</w:t>
      </w:r>
    </w:p>
    <w:p w:rsidR="00354DF7" w:rsidRDefault="00354DF7" w:rsidP="00354DF7">
      <w:pPr>
        <w:tabs>
          <w:tab w:val="left" w:pos="6195"/>
        </w:tabs>
      </w:pPr>
      <w:r>
        <w:t>374.1479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374.1600</w:t>
      </w:r>
      <w:r>
        <w:tab/>
        <w:t>1.256e0</w:t>
      </w:r>
    </w:p>
    <w:p w:rsidR="00354DF7" w:rsidRDefault="00354DF7" w:rsidP="00354DF7">
      <w:pPr>
        <w:tabs>
          <w:tab w:val="left" w:pos="6195"/>
        </w:tabs>
      </w:pPr>
      <w:r>
        <w:lastRenderedPageBreak/>
        <w:t>374.2082</w:t>
      </w:r>
      <w:r>
        <w:tab/>
        <w:t>2.734e0</w:t>
      </w:r>
    </w:p>
    <w:p w:rsidR="00354DF7" w:rsidRDefault="00354DF7" w:rsidP="00354DF7">
      <w:pPr>
        <w:tabs>
          <w:tab w:val="left" w:pos="6195"/>
        </w:tabs>
      </w:pPr>
      <w:r>
        <w:t>374.2265</w:t>
      </w:r>
      <w:r>
        <w:tab/>
        <w:t>3.311e0</w:t>
      </w:r>
    </w:p>
    <w:p w:rsidR="00354DF7" w:rsidRDefault="00354DF7" w:rsidP="00354DF7">
      <w:pPr>
        <w:tabs>
          <w:tab w:val="left" w:pos="6195"/>
        </w:tabs>
      </w:pPr>
      <w:r>
        <w:t>374.2344</w:t>
      </w:r>
      <w:r>
        <w:tab/>
        <w:t>1.349e1</w:t>
      </w:r>
    </w:p>
    <w:p w:rsidR="00354DF7" w:rsidRDefault="00354DF7" w:rsidP="00354DF7">
      <w:pPr>
        <w:tabs>
          <w:tab w:val="left" w:pos="6195"/>
        </w:tabs>
      </w:pPr>
      <w:r>
        <w:t>374.2361</w:t>
      </w:r>
      <w:r>
        <w:tab/>
        <w:t>1.600e0</w:t>
      </w:r>
    </w:p>
    <w:p w:rsidR="00354DF7" w:rsidRDefault="00354DF7" w:rsidP="00354DF7">
      <w:pPr>
        <w:tabs>
          <w:tab w:val="left" w:pos="6195"/>
        </w:tabs>
      </w:pPr>
      <w:r>
        <w:t>374.2386</w:t>
      </w:r>
      <w:r>
        <w:tab/>
        <w:t>3.016e0</w:t>
      </w:r>
    </w:p>
    <w:p w:rsidR="00354DF7" w:rsidRDefault="00354DF7" w:rsidP="00354DF7">
      <w:pPr>
        <w:tabs>
          <w:tab w:val="left" w:pos="6195"/>
        </w:tabs>
      </w:pPr>
      <w:r>
        <w:t>374.2854</w:t>
      </w:r>
      <w:r>
        <w:tab/>
        <w:t>2.309e0</w:t>
      </w:r>
    </w:p>
    <w:p w:rsidR="00354DF7" w:rsidRDefault="00354DF7" w:rsidP="00354DF7">
      <w:pPr>
        <w:tabs>
          <w:tab w:val="left" w:pos="6195"/>
        </w:tabs>
      </w:pPr>
      <w:r>
        <w:t>374.3010</w:t>
      </w:r>
      <w:r>
        <w:tab/>
        <w:t>1.368e1</w:t>
      </w:r>
    </w:p>
    <w:p w:rsidR="00354DF7" w:rsidRDefault="00354DF7" w:rsidP="00354DF7">
      <w:pPr>
        <w:tabs>
          <w:tab w:val="left" w:pos="6195"/>
        </w:tabs>
      </w:pPr>
      <w:r>
        <w:t>374.3050</w:t>
      </w:r>
      <w:r>
        <w:tab/>
        <w:t>9.178e0</w:t>
      </w:r>
    </w:p>
    <w:p w:rsidR="00354DF7" w:rsidRDefault="00354DF7" w:rsidP="00354DF7">
      <w:pPr>
        <w:tabs>
          <w:tab w:val="left" w:pos="6195"/>
        </w:tabs>
      </w:pPr>
      <w:r>
        <w:t>374.3091</w:t>
      </w:r>
      <w:r>
        <w:tab/>
        <w:t>2.634e0</w:t>
      </w:r>
    </w:p>
    <w:p w:rsidR="00354DF7" w:rsidRDefault="00354DF7" w:rsidP="00354DF7">
      <w:pPr>
        <w:tabs>
          <w:tab w:val="left" w:pos="6195"/>
        </w:tabs>
      </w:pPr>
      <w:r>
        <w:t>374.3152</w:t>
      </w:r>
      <w:r>
        <w:tab/>
        <w:t>1.613e1</w:t>
      </w:r>
    </w:p>
    <w:p w:rsidR="00354DF7" w:rsidRDefault="00354DF7" w:rsidP="00354DF7">
      <w:pPr>
        <w:tabs>
          <w:tab w:val="left" w:pos="6195"/>
        </w:tabs>
      </w:pPr>
      <w:r>
        <w:t>374.3252</w:t>
      </w:r>
      <w:r>
        <w:tab/>
        <w:t>8.913e0</w:t>
      </w:r>
    </w:p>
    <w:p w:rsidR="00354DF7" w:rsidRDefault="00354DF7" w:rsidP="00354DF7">
      <w:pPr>
        <w:tabs>
          <w:tab w:val="left" w:pos="6195"/>
        </w:tabs>
      </w:pPr>
      <w:r>
        <w:t>374.3900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374.3962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374.4059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374.4355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374.4435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374.4509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374.4817</w:t>
      </w:r>
      <w:r>
        <w:tab/>
        <w:t>2.882e0</w:t>
      </w:r>
    </w:p>
    <w:p w:rsidR="00354DF7" w:rsidRDefault="00354DF7" w:rsidP="00354DF7">
      <w:pPr>
        <w:tabs>
          <w:tab w:val="left" w:pos="6195"/>
        </w:tabs>
      </w:pPr>
      <w:r>
        <w:t>374.4839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374.5126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374.5154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374.5178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374.5235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374.5442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374.5658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374.5760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374.5868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374.6182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374.6218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374.6329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374.6578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374.6698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374.6739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374.7064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374.7080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374.7244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374.7460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374.7483</w:t>
      </w:r>
      <w:r>
        <w:tab/>
        <w:t>3.374e0</w:t>
      </w:r>
    </w:p>
    <w:p w:rsidR="00354DF7" w:rsidRDefault="00354DF7" w:rsidP="00354DF7">
      <w:pPr>
        <w:tabs>
          <w:tab w:val="left" w:pos="6195"/>
        </w:tabs>
      </w:pPr>
      <w:r>
        <w:lastRenderedPageBreak/>
        <w:t>374.7875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374.7986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374.7996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374.8092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374.8188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374.8380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374.8426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374.8591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374.8610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374.8631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374.8962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374.9068</w:t>
      </w:r>
      <w:r>
        <w:tab/>
        <w:t>1.739e0</w:t>
      </w:r>
    </w:p>
    <w:p w:rsidR="00354DF7" w:rsidRDefault="00354DF7" w:rsidP="00354DF7">
      <w:pPr>
        <w:tabs>
          <w:tab w:val="left" w:pos="6195"/>
        </w:tabs>
      </w:pPr>
      <w:r>
        <w:t>374.9398</w:t>
      </w:r>
      <w:r>
        <w:tab/>
        <w:t>9.504e0</w:t>
      </w:r>
    </w:p>
    <w:p w:rsidR="00354DF7" w:rsidRDefault="00354DF7" w:rsidP="00354DF7">
      <w:pPr>
        <w:tabs>
          <w:tab w:val="left" w:pos="6195"/>
        </w:tabs>
      </w:pPr>
      <w:r>
        <w:t>374.9502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374.9680</w:t>
      </w:r>
      <w:r>
        <w:tab/>
        <w:t>8.025e0</w:t>
      </w:r>
    </w:p>
    <w:p w:rsidR="00354DF7" w:rsidRDefault="00354DF7" w:rsidP="00354DF7">
      <w:pPr>
        <w:tabs>
          <w:tab w:val="left" w:pos="6195"/>
        </w:tabs>
      </w:pPr>
      <w:r>
        <w:t>374.9719</w:t>
      </w:r>
      <w:r>
        <w:tab/>
        <w:t>2.988e0</w:t>
      </w:r>
    </w:p>
    <w:p w:rsidR="00354DF7" w:rsidRDefault="00354DF7" w:rsidP="00354DF7">
      <w:pPr>
        <w:tabs>
          <w:tab w:val="left" w:pos="6195"/>
        </w:tabs>
      </w:pPr>
      <w:r>
        <w:t>375.0045</w:t>
      </w:r>
      <w:r>
        <w:tab/>
        <w:t>3.511e0</w:t>
      </w:r>
    </w:p>
    <w:p w:rsidR="00354DF7" w:rsidRDefault="00354DF7" w:rsidP="00354DF7">
      <w:pPr>
        <w:tabs>
          <w:tab w:val="left" w:pos="6195"/>
        </w:tabs>
      </w:pPr>
      <w:r>
        <w:t>375.0234</w:t>
      </w:r>
      <w:r>
        <w:tab/>
        <w:t>2.853e0</w:t>
      </w:r>
    </w:p>
    <w:p w:rsidR="00354DF7" w:rsidRDefault="00354DF7" w:rsidP="00354DF7">
      <w:pPr>
        <w:tabs>
          <w:tab w:val="left" w:pos="6195"/>
        </w:tabs>
      </w:pPr>
      <w:r>
        <w:t>375.0319</w:t>
      </w:r>
      <w:r>
        <w:tab/>
        <w:t>1.882e0</w:t>
      </w:r>
    </w:p>
    <w:p w:rsidR="00354DF7" w:rsidRDefault="00354DF7" w:rsidP="00354DF7">
      <w:pPr>
        <w:tabs>
          <w:tab w:val="left" w:pos="6195"/>
        </w:tabs>
      </w:pPr>
      <w:r>
        <w:lastRenderedPageBreak/>
        <w:t>375.0493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375.0640</w:t>
      </w:r>
      <w:r>
        <w:tab/>
        <w:t>2.767e0</w:t>
      </w:r>
    </w:p>
    <w:p w:rsidR="00354DF7" w:rsidRDefault="00354DF7" w:rsidP="00354DF7">
      <w:pPr>
        <w:tabs>
          <w:tab w:val="left" w:pos="6195"/>
        </w:tabs>
      </w:pPr>
      <w:r>
        <w:t>375.0729</w:t>
      </w:r>
      <w:r>
        <w:tab/>
        <w:t>1.367e0</w:t>
      </w:r>
    </w:p>
    <w:p w:rsidR="00354DF7" w:rsidRDefault="00354DF7" w:rsidP="00354DF7">
      <w:pPr>
        <w:tabs>
          <w:tab w:val="left" w:pos="6195"/>
        </w:tabs>
      </w:pPr>
      <w:r>
        <w:t>375.1018</w:t>
      </w:r>
      <w:r>
        <w:tab/>
        <w:t>5.205e0</w:t>
      </w:r>
    </w:p>
    <w:p w:rsidR="00354DF7" w:rsidRDefault="00354DF7" w:rsidP="00354DF7">
      <w:pPr>
        <w:tabs>
          <w:tab w:val="left" w:pos="6195"/>
        </w:tabs>
      </w:pPr>
      <w:r>
        <w:t>375.1039</w:t>
      </w:r>
      <w:r>
        <w:tab/>
        <w:t>2.493e0</w:t>
      </w:r>
    </w:p>
    <w:p w:rsidR="00354DF7" w:rsidRDefault="00354DF7" w:rsidP="00354DF7">
      <w:pPr>
        <w:tabs>
          <w:tab w:val="left" w:pos="6195"/>
        </w:tabs>
      </w:pPr>
      <w:r>
        <w:t>375.1125</w:t>
      </w:r>
      <w:r>
        <w:tab/>
        <w:t>2.858e0</w:t>
      </w:r>
    </w:p>
    <w:p w:rsidR="00354DF7" w:rsidRDefault="00354DF7" w:rsidP="00354DF7">
      <w:pPr>
        <w:tabs>
          <w:tab w:val="left" w:pos="6195"/>
        </w:tabs>
      </w:pPr>
      <w:r>
        <w:t>375.1291</w:t>
      </w:r>
      <w:r>
        <w:tab/>
        <w:t>1.467e0</w:t>
      </w:r>
    </w:p>
    <w:p w:rsidR="00354DF7" w:rsidRDefault="00354DF7" w:rsidP="00354DF7">
      <w:pPr>
        <w:tabs>
          <w:tab w:val="left" w:pos="6195"/>
        </w:tabs>
      </w:pPr>
      <w:r>
        <w:t>375.1382</w:t>
      </w:r>
      <w:r>
        <w:tab/>
        <w:t>2.989e0</w:t>
      </w:r>
    </w:p>
    <w:p w:rsidR="00354DF7" w:rsidRDefault="00354DF7" w:rsidP="00354DF7">
      <w:pPr>
        <w:tabs>
          <w:tab w:val="left" w:pos="6195"/>
        </w:tabs>
      </w:pPr>
      <w:r>
        <w:t>375.1523</w:t>
      </w:r>
      <w:r>
        <w:tab/>
        <w:t>3.419e0</w:t>
      </w:r>
    </w:p>
    <w:p w:rsidR="00354DF7" w:rsidRDefault="00354DF7" w:rsidP="00354DF7">
      <w:pPr>
        <w:tabs>
          <w:tab w:val="left" w:pos="6195"/>
        </w:tabs>
      </w:pPr>
      <w:r>
        <w:t>375.1838</w:t>
      </w:r>
      <w:r>
        <w:tab/>
        <w:t>1.512e0</w:t>
      </w:r>
    </w:p>
    <w:p w:rsidR="00354DF7" w:rsidRDefault="00354DF7" w:rsidP="00354DF7">
      <w:pPr>
        <w:tabs>
          <w:tab w:val="left" w:pos="6195"/>
        </w:tabs>
      </w:pPr>
      <w:r>
        <w:t>375.1855</w:t>
      </w:r>
      <w:r>
        <w:tab/>
        <w:t>1.833e0</w:t>
      </w:r>
    </w:p>
    <w:p w:rsidR="00354DF7" w:rsidRDefault="00354DF7" w:rsidP="00354DF7">
      <w:pPr>
        <w:tabs>
          <w:tab w:val="left" w:pos="6195"/>
        </w:tabs>
      </w:pPr>
      <w:r>
        <w:t>375.2248</w:t>
      </w:r>
      <w:r>
        <w:tab/>
        <w:t>1.875e0</w:t>
      </w:r>
    </w:p>
    <w:p w:rsidR="00354DF7" w:rsidRDefault="00354DF7" w:rsidP="00354DF7">
      <w:pPr>
        <w:tabs>
          <w:tab w:val="left" w:pos="6195"/>
        </w:tabs>
      </w:pPr>
      <w:r>
        <w:t>375.2790</w:t>
      </w:r>
      <w:r>
        <w:tab/>
        <w:t>1.409e0</w:t>
      </w:r>
    </w:p>
    <w:p w:rsidR="00354DF7" w:rsidRDefault="00354DF7" w:rsidP="00354DF7">
      <w:pPr>
        <w:tabs>
          <w:tab w:val="left" w:pos="6195"/>
        </w:tabs>
      </w:pPr>
      <w:r>
        <w:t>375.3069</w:t>
      </w:r>
      <w:r>
        <w:tab/>
        <w:t>3.135e0</w:t>
      </w:r>
    </w:p>
    <w:p w:rsidR="00354DF7" w:rsidRDefault="00354DF7" w:rsidP="00354DF7">
      <w:pPr>
        <w:tabs>
          <w:tab w:val="left" w:pos="6195"/>
        </w:tabs>
      </w:pPr>
      <w:r>
        <w:t>375.3186</w:t>
      </w:r>
      <w:r>
        <w:tab/>
        <w:t>7.618e0</w:t>
      </w:r>
    </w:p>
    <w:p w:rsidR="00354DF7" w:rsidRDefault="00354DF7" w:rsidP="00354DF7">
      <w:pPr>
        <w:tabs>
          <w:tab w:val="left" w:pos="6195"/>
        </w:tabs>
      </w:pPr>
      <w:r>
        <w:t>375.3362</w:t>
      </w:r>
      <w:r>
        <w:tab/>
        <w:t>1.855e0</w:t>
      </w:r>
    </w:p>
    <w:p w:rsidR="00354DF7" w:rsidRDefault="00354DF7" w:rsidP="00354DF7">
      <w:pPr>
        <w:tabs>
          <w:tab w:val="left" w:pos="6195"/>
        </w:tabs>
      </w:pPr>
      <w:r>
        <w:t>375.3668</w:t>
      </w:r>
      <w:r>
        <w:tab/>
        <w:t>1.256e0</w:t>
      </w:r>
    </w:p>
    <w:p w:rsidR="00354DF7" w:rsidRDefault="00354DF7" w:rsidP="00354DF7">
      <w:pPr>
        <w:tabs>
          <w:tab w:val="left" w:pos="6195"/>
        </w:tabs>
      </w:pPr>
      <w:r>
        <w:t>375.3869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375.3916</w:t>
      </w:r>
      <w:r>
        <w:tab/>
        <w:t>2.329e0</w:t>
      </w:r>
    </w:p>
    <w:p w:rsidR="00354DF7" w:rsidRDefault="00354DF7" w:rsidP="00354DF7">
      <w:pPr>
        <w:tabs>
          <w:tab w:val="left" w:pos="6195"/>
        </w:tabs>
      </w:pPr>
      <w:r>
        <w:lastRenderedPageBreak/>
        <w:t>375.4161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375.4301</w:t>
      </w:r>
      <w:r>
        <w:tab/>
        <w:t>1.914e0</w:t>
      </w:r>
    </w:p>
    <w:p w:rsidR="00354DF7" w:rsidRDefault="00354DF7" w:rsidP="00354DF7">
      <w:pPr>
        <w:tabs>
          <w:tab w:val="left" w:pos="6195"/>
        </w:tabs>
      </w:pPr>
      <w:r>
        <w:t>375.4363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375.4377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375.4629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375.4704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375.4783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375.4820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375.5021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375.5186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375.5332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375.5376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375.5479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375.5780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375.5837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375.6064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375.6099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375.6219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375.6278</w:t>
      </w:r>
      <w:r>
        <w:tab/>
        <w:t>5.895e0</w:t>
      </w:r>
    </w:p>
    <w:p w:rsidR="00354DF7" w:rsidRDefault="00354DF7" w:rsidP="00354DF7">
      <w:pPr>
        <w:tabs>
          <w:tab w:val="left" w:pos="6195"/>
        </w:tabs>
      </w:pPr>
      <w:r>
        <w:lastRenderedPageBreak/>
        <w:t>375.6593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375.6780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375.6859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375.6886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375.7068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375.7102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375.7178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375.7350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375.7733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375.7776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375.7849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375.8127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375.8197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375.8272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375.8657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375.8943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375.8958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375.9239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375.9297</w:t>
      </w:r>
      <w:r>
        <w:tab/>
        <w:t>2.979e0</w:t>
      </w:r>
    </w:p>
    <w:p w:rsidR="00354DF7" w:rsidRDefault="00354DF7" w:rsidP="00354DF7">
      <w:pPr>
        <w:tabs>
          <w:tab w:val="left" w:pos="6195"/>
        </w:tabs>
      </w:pPr>
      <w:r>
        <w:lastRenderedPageBreak/>
        <w:t>375.9439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375.9460</w:t>
      </w:r>
      <w:r>
        <w:tab/>
        <w:t>1.402e0</w:t>
      </w:r>
    </w:p>
    <w:p w:rsidR="00354DF7" w:rsidRDefault="00354DF7" w:rsidP="00354DF7">
      <w:pPr>
        <w:tabs>
          <w:tab w:val="left" w:pos="6195"/>
        </w:tabs>
      </w:pPr>
      <w:r>
        <w:t>375.9783</w:t>
      </w:r>
      <w:r>
        <w:tab/>
        <w:t>8.086e0</w:t>
      </w:r>
    </w:p>
    <w:p w:rsidR="00354DF7" w:rsidRDefault="00354DF7" w:rsidP="00354DF7">
      <w:pPr>
        <w:tabs>
          <w:tab w:val="left" w:pos="6195"/>
        </w:tabs>
      </w:pPr>
      <w:r>
        <w:t>375.9839</w:t>
      </w:r>
      <w:r>
        <w:tab/>
        <w:t>3.749e0</w:t>
      </w:r>
    </w:p>
    <w:p w:rsidR="00354DF7" w:rsidRDefault="00354DF7" w:rsidP="00354DF7">
      <w:pPr>
        <w:tabs>
          <w:tab w:val="left" w:pos="6195"/>
        </w:tabs>
      </w:pPr>
      <w:r>
        <w:t>375.9929</w:t>
      </w:r>
      <w:r>
        <w:tab/>
        <w:t>4.564e0</w:t>
      </w:r>
    </w:p>
    <w:p w:rsidR="00354DF7" w:rsidRDefault="00354DF7" w:rsidP="00354DF7">
      <w:pPr>
        <w:tabs>
          <w:tab w:val="left" w:pos="6195"/>
        </w:tabs>
      </w:pPr>
      <w:r>
        <w:t>376.0380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376.0559</w:t>
      </w:r>
      <w:r>
        <w:tab/>
        <w:t>3.485e0</w:t>
      </w:r>
    </w:p>
    <w:p w:rsidR="00354DF7" w:rsidRDefault="00354DF7" w:rsidP="00354DF7">
      <w:pPr>
        <w:tabs>
          <w:tab w:val="left" w:pos="6195"/>
        </w:tabs>
      </w:pPr>
      <w:r>
        <w:t>376.0608</w:t>
      </w:r>
      <w:r>
        <w:tab/>
        <w:t>2.721e0</w:t>
      </w:r>
    </w:p>
    <w:p w:rsidR="00354DF7" w:rsidRDefault="00354DF7" w:rsidP="00354DF7">
      <w:pPr>
        <w:tabs>
          <w:tab w:val="left" w:pos="6195"/>
        </w:tabs>
      </w:pPr>
      <w:r>
        <w:t>376.0650</w:t>
      </w:r>
      <w:r>
        <w:tab/>
        <w:t>2.822e0</w:t>
      </w:r>
    </w:p>
    <w:p w:rsidR="00354DF7" w:rsidRDefault="00354DF7" w:rsidP="00354DF7">
      <w:pPr>
        <w:tabs>
          <w:tab w:val="left" w:pos="6195"/>
        </w:tabs>
      </w:pPr>
      <w:r>
        <w:t>376.0748</w:t>
      </w:r>
      <w:r>
        <w:tab/>
        <w:t>9.266e0</w:t>
      </w:r>
    </w:p>
    <w:p w:rsidR="00354DF7" w:rsidRDefault="00354DF7" w:rsidP="00354DF7">
      <w:pPr>
        <w:tabs>
          <w:tab w:val="left" w:pos="6195"/>
        </w:tabs>
      </w:pPr>
      <w:r>
        <w:t>376.0884</w:t>
      </w:r>
      <w:r>
        <w:tab/>
        <w:t>3.968e0</w:t>
      </w:r>
    </w:p>
    <w:p w:rsidR="00354DF7" w:rsidRDefault="00354DF7" w:rsidP="00354DF7">
      <w:pPr>
        <w:tabs>
          <w:tab w:val="left" w:pos="6195"/>
        </w:tabs>
      </w:pPr>
      <w:r>
        <w:t>376.0948</w:t>
      </w:r>
      <w:r>
        <w:tab/>
        <w:t>3.428e0</w:t>
      </w:r>
    </w:p>
    <w:p w:rsidR="00354DF7" w:rsidRDefault="00354DF7" w:rsidP="00354DF7">
      <w:pPr>
        <w:tabs>
          <w:tab w:val="left" w:pos="6195"/>
        </w:tabs>
      </w:pPr>
      <w:r>
        <w:t>376.1024</w:t>
      </w:r>
      <w:r>
        <w:tab/>
        <w:t>3.777e0</w:t>
      </w:r>
    </w:p>
    <w:p w:rsidR="00354DF7" w:rsidRDefault="00354DF7" w:rsidP="00354DF7">
      <w:pPr>
        <w:tabs>
          <w:tab w:val="left" w:pos="6195"/>
        </w:tabs>
      </w:pPr>
      <w:r>
        <w:t>376.1049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376.1116</w:t>
      </w:r>
      <w:r>
        <w:tab/>
        <w:t>2.140e0</w:t>
      </w:r>
    </w:p>
    <w:p w:rsidR="00354DF7" w:rsidRDefault="00354DF7" w:rsidP="00354DF7">
      <w:pPr>
        <w:tabs>
          <w:tab w:val="left" w:pos="6195"/>
        </w:tabs>
      </w:pPr>
      <w:r>
        <w:t>376.1402</w:t>
      </w:r>
      <w:r>
        <w:tab/>
        <w:t>2.254e0</w:t>
      </w:r>
    </w:p>
    <w:p w:rsidR="00354DF7" w:rsidRDefault="00354DF7" w:rsidP="00354DF7">
      <w:pPr>
        <w:tabs>
          <w:tab w:val="left" w:pos="6195"/>
        </w:tabs>
      </w:pPr>
      <w:r>
        <w:t>376.1749</w:t>
      </w:r>
      <w:r>
        <w:tab/>
        <w:t>4.426e0</w:t>
      </w:r>
    </w:p>
    <w:p w:rsidR="00354DF7" w:rsidRDefault="00354DF7" w:rsidP="00354DF7">
      <w:pPr>
        <w:tabs>
          <w:tab w:val="left" w:pos="6195"/>
        </w:tabs>
      </w:pPr>
      <w:r>
        <w:t>376.1842</w:t>
      </w:r>
      <w:r>
        <w:tab/>
        <w:t>3.025e0</w:t>
      </w:r>
    </w:p>
    <w:p w:rsidR="00354DF7" w:rsidRDefault="00354DF7" w:rsidP="00354DF7">
      <w:pPr>
        <w:tabs>
          <w:tab w:val="left" w:pos="6195"/>
        </w:tabs>
      </w:pPr>
      <w:r>
        <w:t>376.1936</w:t>
      </w:r>
      <w:r>
        <w:tab/>
        <w:t>1.263e0</w:t>
      </w:r>
    </w:p>
    <w:p w:rsidR="00354DF7" w:rsidRDefault="00354DF7" w:rsidP="00354DF7">
      <w:pPr>
        <w:tabs>
          <w:tab w:val="left" w:pos="6195"/>
        </w:tabs>
      </w:pPr>
      <w:r>
        <w:lastRenderedPageBreak/>
        <w:t>376.2158</w:t>
      </w:r>
      <w:r>
        <w:tab/>
        <w:t>1.182e0</w:t>
      </w:r>
    </w:p>
    <w:p w:rsidR="00354DF7" w:rsidRDefault="00354DF7" w:rsidP="00354DF7">
      <w:pPr>
        <w:tabs>
          <w:tab w:val="left" w:pos="6195"/>
        </w:tabs>
      </w:pPr>
      <w:r>
        <w:t>376.2173</w:t>
      </w:r>
      <w:r>
        <w:tab/>
        <w:t>1.023e0</w:t>
      </w:r>
    </w:p>
    <w:p w:rsidR="00354DF7" w:rsidRDefault="00354DF7" w:rsidP="00354DF7">
      <w:pPr>
        <w:tabs>
          <w:tab w:val="left" w:pos="6195"/>
        </w:tabs>
      </w:pPr>
      <w:r>
        <w:t>376.2509</w:t>
      </w:r>
      <w:r>
        <w:tab/>
        <w:t>1.102e0</w:t>
      </w:r>
    </w:p>
    <w:p w:rsidR="00354DF7" w:rsidRDefault="00354DF7" w:rsidP="00354DF7">
      <w:pPr>
        <w:tabs>
          <w:tab w:val="left" w:pos="6195"/>
        </w:tabs>
      </w:pPr>
      <w:r>
        <w:t>376.2871</w:t>
      </w:r>
      <w:r>
        <w:tab/>
        <w:t>3.286e0</w:t>
      </w:r>
    </w:p>
    <w:p w:rsidR="00354DF7" w:rsidRDefault="00354DF7" w:rsidP="00354DF7">
      <w:pPr>
        <w:tabs>
          <w:tab w:val="left" w:pos="6195"/>
        </w:tabs>
      </w:pPr>
      <w:r>
        <w:t>376.2934</w:t>
      </w:r>
      <w:r>
        <w:tab/>
        <w:t>2.311e0</w:t>
      </w:r>
    </w:p>
    <w:p w:rsidR="00354DF7" w:rsidRDefault="00354DF7" w:rsidP="00354DF7">
      <w:pPr>
        <w:tabs>
          <w:tab w:val="left" w:pos="6195"/>
        </w:tabs>
      </w:pPr>
      <w:r>
        <w:t>376.3027</w:t>
      </w:r>
      <w:r>
        <w:tab/>
        <w:t>1.783e0</w:t>
      </w:r>
    </w:p>
    <w:p w:rsidR="00354DF7" w:rsidRDefault="00354DF7" w:rsidP="00354DF7">
      <w:pPr>
        <w:tabs>
          <w:tab w:val="left" w:pos="6195"/>
        </w:tabs>
      </w:pPr>
      <w:r>
        <w:t>376.3069</w:t>
      </w:r>
      <w:r>
        <w:tab/>
        <w:t>1.273e0</w:t>
      </w:r>
    </w:p>
    <w:p w:rsidR="00354DF7" w:rsidRDefault="00354DF7" w:rsidP="00354DF7">
      <w:pPr>
        <w:tabs>
          <w:tab w:val="left" w:pos="6195"/>
        </w:tabs>
      </w:pPr>
      <w:r>
        <w:t>376.3257</w:t>
      </w:r>
      <w:r>
        <w:tab/>
        <w:t>2.614e0</w:t>
      </w:r>
    </w:p>
    <w:p w:rsidR="00354DF7" w:rsidRDefault="00354DF7" w:rsidP="00354DF7">
      <w:pPr>
        <w:tabs>
          <w:tab w:val="left" w:pos="6195"/>
        </w:tabs>
      </w:pPr>
      <w:r>
        <w:t>376.3369</w:t>
      </w:r>
      <w:r>
        <w:tab/>
        <w:t>3.769e0</w:t>
      </w:r>
    </w:p>
    <w:p w:rsidR="00354DF7" w:rsidRDefault="00354DF7" w:rsidP="00354DF7">
      <w:pPr>
        <w:tabs>
          <w:tab w:val="left" w:pos="6195"/>
        </w:tabs>
      </w:pPr>
      <w:r>
        <w:t>376.3401</w:t>
      </w:r>
      <w:r>
        <w:tab/>
        <w:t>2.504e0</w:t>
      </w:r>
    </w:p>
    <w:p w:rsidR="00354DF7" w:rsidRDefault="00354DF7" w:rsidP="00354DF7">
      <w:pPr>
        <w:tabs>
          <w:tab w:val="left" w:pos="6195"/>
        </w:tabs>
      </w:pPr>
      <w:r>
        <w:t>376.3690</w:t>
      </w:r>
      <w:r>
        <w:tab/>
        <w:t>2.545e0</w:t>
      </w:r>
    </w:p>
    <w:p w:rsidR="00354DF7" w:rsidRDefault="00354DF7" w:rsidP="00354DF7">
      <w:pPr>
        <w:tabs>
          <w:tab w:val="left" w:pos="6195"/>
        </w:tabs>
      </w:pPr>
      <w:r>
        <w:t>376.3891</w:t>
      </w:r>
      <w:r>
        <w:tab/>
        <w:t>2.407e0</w:t>
      </w:r>
    </w:p>
    <w:p w:rsidR="00354DF7" w:rsidRDefault="00354DF7" w:rsidP="00354DF7">
      <w:pPr>
        <w:tabs>
          <w:tab w:val="left" w:pos="6195"/>
        </w:tabs>
      </w:pPr>
      <w:r>
        <w:t>376.4167</w:t>
      </w:r>
      <w:r>
        <w:tab/>
        <w:t>2.013e0</w:t>
      </w:r>
    </w:p>
    <w:p w:rsidR="00354DF7" w:rsidRDefault="00354DF7" w:rsidP="00354DF7">
      <w:pPr>
        <w:tabs>
          <w:tab w:val="left" w:pos="6195"/>
        </w:tabs>
      </w:pPr>
      <w:r>
        <w:t>376.4254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376.4279</w:t>
      </w:r>
      <w:r>
        <w:tab/>
        <w:t>1.898e0</w:t>
      </w:r>
    </w:p>
    <w:p w:rsidR="00354DF7" w:rsidRDefault="00354DF7" w:rsidP="00354DF7">
      <w:pPr>
        <w:tabs>
          <w:tab w:val="left" w:pos="6195"/>
        </w:tabs>
      </w:pPr>
      <w:r>
        <w:t>376.4556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376.4599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376.4772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376.4862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376.5210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376.5383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376.5688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376.5866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376.5894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376.5942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376.6067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376.6123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376.6228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376.6600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376.6675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376.6731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376.6826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376.7016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376.7179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376.7243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376.7285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376.7607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376.8011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376.8058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376.8129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376.8411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376.8905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376.8996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376.9115</w:t>
      </w:r>
      <w:r>
        <w:tab/>
        <w:t>2.493e0</w:t>
      </w:r>
    </w:p>
    <w:p w:rsidR="00354DF7" w:rsidRDefault="00354DF7" w:rsidP="00354DF7">
      <w:pPr>
        <w:tabs>
          <w:tab w:val="left" w:pos="6195"/>
        </w:tabs>
      </w:pPr>
      <w:r>
        <w:t>376.9150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376.9260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376.9297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376.9536</w:t>
      </w:r>
      <w:r>
        <w:tab/>
        <w:t>5.013e0</w:t>
      </w:r>
    </w:p>
    <w:p w:rsidR="00354DF7" w:rsidRDefault="00354DF7" w:rsidP="00354DF7">
      <w:pPr>
        <w:tabs>
          <w:tab w:val="left" w:pos="6195"/>
        </w:tabs>
      </w:pPr>
      <w:r>
        <w:t>376.9863</w:t>
      </w:r>
      <w:r>
        <w:tab/>
        <w:t>1.358e0</w:t>
      </w:r>
    </w:p>
    <w:p w:rsidR="00354DF7" w:rsidRDefault="00354DF7" w:rsidP="00354DF7">
      <w:pPr>
        <w:tabs>
          <w:tab w:val="left" w:pos="6195"/>
        </w:tabs>
      </w:pPr>
      <w:r>
        <w:t>376.9899</w:t>
      </w:r>
      <w:r>
        <w:tab/>
        <w:t>4.987e0</w:t>
      </w:r>
    </w:p>
    <w:p w:rsidR="00354DF7" w:rsidRDefault="00354DF7" w:rsidP="00354DF7">
      <w:pPr>
        <w:tabs>
          <w:tab w:val="left" w:pos="6195"/>
        </w:tabs>
      </w:pPr>
      <w:r>
        <w:t>377.0095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377.0363</w:t>
      </w:r>
      <w:r>
        <w:tab/>
        <w:t>3.957e0</w:t>
      </w:r>
    </w:p>
    <w:p w:rsidR="00354DF7" w:rsidRDefault="00354DF7" w:rsidP="00354DF7">
      <w:pPr>
        <w:tabs>
          <w:tab w:val="left" w:pos="6195"/>
        </w:tabs>
      </w:pPr>
      <w:r>
        <w:t>377.0376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377.0392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377.0497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377.0536</w:t>
      </w:r>
      <w:r>
        <w:tab/>
        <w:t>2.002e0</w:t>
      </w:r>
    </w:p>
    <w:p w:rsidR="00354DF7" w:rsidRDefault="00354DF7" w:rsidP="00354DF7">
      <w:pPr>
        <w:tabs>
          <w:tab w:val="left" w:pos="6195"/>
        </w:tabs>
      </w:pPr>
      <w:r>
        <w:t>377.0604</w:t>
      </w:r>
      <w:r>
        <w:tab/>
        <w:t>1.788e0</w:t>
      </w:r>
    </w:p>
    <w:p w:rsidR="00354DF7" w:rsidRDefault="00354DF7" w:rsidP="00354DF7">
      <w:pPr>
        <w:tabs>
          <w:tab w:val="left" w:pos="6195"/>
        </w:tabs>
      </w:pPr>
      <w:r>
        <w:lastRenderedPageBreak/>
        <w:t>377.0782</w:t>
      </w:r>
      <w:r>
        <w:tab/>
        <w:t>1.312e0</w:t>
      </w:r>
    </w:p>
    <w:p w:rsidR="00354DF7" w:rsidRDefault="00354DF7" w:rsidP="00354DF7">
      <w:pPr>
        <w:tabs>
          <w:tab w:val="left" w:pos="6195"/>
        </w:tabs>
      </w:pPr>
      <w:r>
        <w:t>377.1012</w:t>
      </w:r>
      <w:r>
        <w:tab/>
        <w:t>2.342e0</w:t>
      </w:r>
    </w:p>
    <w:p w:rsidR="00354DF7" w:rsidRDefault="00354DF7" w:rsidP="00354DF7">
      <w:pPr>
        <w:tabs>
          <w:tab w:val="left" w:pos="6195"/>
        </w:tabs>
      </w:pPr>
      <w:r>
        <w:t>377.1025</w:t>
      </w:r>
      <w:r>
        <w:tab/>
        <w:t>2.147e0</w:t>
      </w:r>
    </w:p>
    <w:p w:rsidR="00354DF7" w:rsidRDefault="00354DF7" w:rsidP="00354DF7">
      <w:pPr>
        <w:tabs>
          <w:tab w:val="left" w:pos="6195"/>
        </w:tabs>
      </w:pPr>
      <w:r>
        <w:t>377.1089</w:t>
      </w:r>
      <w:r>
        <w:tab/>
        <w:t>4.234e0</w:t>
      </w:r>
    </w:p>
    <w:p w:rsidR="00354DF7" w:rsidRDefault="00354DF7" w:rsidP="00354DF7">
      <w:pPr>
        <w:tabs>
          <w:tab w:val="left" w:pos="6195"/>
        </w:tabs>
      </w:pPr>
      <w:r>
        <w:t>377.1187</w:t>
      </w:r>
      <w:r>
        <w:tab/>
        <w:t>3.005e0</w:t>
      </w:r>
    </w:p>
    <w:p w:rsidR="00354DF7" w:rsidRDefault="00354DF7" w:rsidP="00354DF7">
      <w:pPr>
        <w:tabs>
          <w:tab w:val="left" w:pos="6195"/>
        </w:tabs>
      </w:pPr>
      <w:r>
        <w:t>377.1225</w:t>
      </w:r>
      <w:r>
        <w:tab/>
        <w:t>5.155e0</w:t>
      </w:r>
    </w:p>
    <w:p w:rsidR="00354DF7" w:rsidRDefault="00354DF7" w:rsidP="00354DF7">
      <w:pPr>
        <w:tabs>
          <w:tab w:val="left" w:pos="6195"/>
        </w:tabs>
      </w:pPr>
      <w:r>
        <w:t>377.1440</w:t>
      </w:r>
      <w:r>
        <w:tab/>
        <w:t>1.389e0</w:t>
      </w:r>
    </w:p>
    <w:p w:rsidR="00354DF7" w:rsidRDefault="00354DF7" w:rsidP="00354DF7">
      <w:pPr>
        <w:tabs>
          <w:tab w:val="left" w:pos="6195"/>
        </w:tabs>
      </w:pPr>
      <w:r>
        <w:t>377.1549</w:t>
      </w:r>
      <w:r>
        <w:tab/>
        <w:t>3.262e0</w:t>
      </w:r>
    </w:p>
    <w:p w:rsidR="00354DF7" w:rsidRDefault="00354DF7" w:rsidP="00354DF7">
      <w:pPr>
        <w:tabs>
          <w:tab w:val="left" w:pos="6195"/>
        </w:tabs>
      </w:pPr>
      <w:r>
        <w:t>377.1643</w:t>
      </w:r>
      <w:r>
        <w:tab/>
        <w:t>3.920e0</w:t>
      </w:r>
    </w:p>
    <w:p w:rsidR="00354DF7" w:rsidRDefault="00354DF7" w:rsidP="00354DF7">
      <w:pPr>
        <w:tabs>
          <w:tab w:val="left" w:pos="6195"/>
        </w:tabs>
      </w:pPr>
      <w:r>
        <w:t>377.1693</w:t>
      </w:r>
      <w:r>
        <w:tab/>
        <w:t>2.243e0</w:t>
      </w:r>
    </w:p>
    <w:p w:rsidR="00354DF7" w:rsidRDefault="00354DF7" w:rsidP="00354DF7">
      <w:pPr>
        <w:tabs>
          <w:tab w:val="left" w:pos="6195"/>
        </w:tabs>
      </w:pPr>
      <w:r>
        <w:t>377.1831</w:t>
      </w:r>
      <w:r>
        <w:tab/>
        <w:t>2.353e0</w:t>
      </w:r>
    </w:p>
    <w:p w:rsidR="00354DF7" w:rsidRDefault="00354DF7" w:rsidP="00354DF7">
      <w:pPr>
        <w:tabs>
          <w:tab w:val="left" w:pos="6195"/>
        </w:tabs>
      </w:pPr>
      <w:r>
        <w:t>377.2056</w:t>
      </w:r>
      <w:r>
        <w:tab/>
        <w:t>2.188e0</w:t>
      </w:r>
    </w:p>
    <w:p w:rsidR="00354DF7" w:rsidRDefault="00354DF7" w:rsidP="00354DF7">
      <w:pPr>
        <w:tabs>
          <w:tab w:val="left" w:pos="6195"/>
        </w:tabs>
      </w:pPr>
      <w:r>
        <w:t>377.2158</w:t>
      </w:r>
      <w:r>
        <w:tab/>
        <w:t>2.767e0</w:t>
      </w:r>
    </w:p>
    <w:p w:rsidR="00354DF7" w:rsidRDefault="00354DF7" w:rsidP="00354DF7">
      <w:pPr>
        <w:tabs>
          <w:tab w:val="left" w:pos="6195"/>
        </w:tabs>
      </w:pPr>
      <w:r>
        <w:t>377.2177</w:t>
      </w:r>
      <w:r>
        <w:tab/>
        <w:t>2.195e0</w:t>
      </w:r>
    </w:p>
    <w:p w:rsidR="00354DF7" w:rsidRDefault="00354DF7" w:rsidP="00354DF7">
      <w:pPr>
        <w:tabs>
          <w:tab w:val="left" w:pos="6195"/>
        </w:tabs>
      </w:pPr>
      <w:r>
        <w:t>377.2667</w:t>
      </w:r>
      <w:r>
        <w:tab/>
        <w:t>2.401e0</w:t>
      </w:r>
    </w:p>
    <w:p w:rsidR="00354DF7" w:rsidRDefault="00354DF7" w:rsidP="00354DF7">
      <w:pPr>
        <w:tabs>
          <w:tab w:val="left" w:pos="6195"/>
        </w:tabs>
      </w:pPr>
      <w:r>
        <w:t>377.2962</w:t>
      </w:r>
      <w:r>
        <w:tab/>
        <w:t>2.991e0</w:t>
      </w:r>
    </w:p>
    <w:p w:rsidR="00354DF7" w:rsidRDefault="00354DF7" w:rsidP="00354DF7">
      <w:pPr>
        <w:tabs>
          <w:tab w:val="left" w:pos="6195"/>
        </w:tabs>
      </w:pPr>
      <w:r>
        <w:t>377.3128</w:t>
      </w:r>
      <w:r>
        <w:tab/>
        <w:t>1.588e0</w:t>
      </w:r>
    </w:p>
    <w:p w:rsidR="00354DF7" w:rsidRDefault="00354DF7" w:rsidP="00354DF7">
      <w:pPr>
        <w:tabs>
          <w:tab w:val="left" w:pos="6195"/>
        </w:tabs>
      </w:pPr>
      <w:r>
        <w:t>377.3190</w:t>
      </w:r>
      <w:r>
        <w:tab/>
        <w:t>2.791e0</w:t>
      </w:r>
    </w:p>
    <w:p w:rsidR="00354DF7" w:rsidRDefault="00354DF7" w:rsidP="00354DF7">
      <w:pPr>
        <w:tabs>
          <w:tab w:val="left" w:pos="6195"/>
        </w:tabs>
      </w:pPr>
      <w:r>
        <w:t>377.3730</w:t>
      </w:r>
      <w:r>
        <w:tab/>
        <w:t>3.609e0</w:t>
      </w:r>
    </w:p>
    <w:p w:rsidR="00354DF7" w:rsidRDefault="00354DF7" w:rsidP="00354DF7">
      <w:pPr>
        <w:tabs>
          <w:tab w:val="left" w:pos="6195"/>
        </w:tabs>
      </w:pPr>
      <w:r>
        <w:lastRenderedPageBreak/>
        <w:t>377.4066</w:t>
      </w:r>
      <w:r>
        <w:tab/>
        <w:t>1.286e0</w:t>
      </w:r>
    </w:p>
    <w:p w:rsidR="00354DF7" w:rsidRDefault="00354DF7" w:rsidP="00354DF7">
      <w:pPr>
        <w:tabs>
          <w:tab w:val="left" w:pos="6195"/>
        </w:tabs>
      </w:pPr>
      <w:r>
        <w:t>377.4311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377.4438</w:t>
      </w:r>
      <w:r>
        <w:tab/>
        <w:t>2.922e0</w:t>
      </w:r>
    </w:p>
    <w:p w:rsidR="00354DF7" w:rsidRDefault="00354DF7" w:rsidP="00354DF7">
      <w:pPr>
        <w:tabs>
          <w:tab w:val="left" w:pos="6195"/>
        </w:tabs>
      </w:pPr>
      <w:r>
        <w:t>377.4812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377.4963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377.5087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377.5304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377.5343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377.5731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377.5761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377.5811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377.5960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377.6020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377.6381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377.6494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377.6581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377.6651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377.6686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377.7059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377.7142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377.7237</w:t>
      </w:r>
      <w:r>
        <w:tab/>
        <w:t>6.732e0</w:t>
      </w:r>
    </w:p>
    <w:p w:rsidR="00354DF7" w:rsidRDefault="00354DF7" w:rsidP="00354DF7">
      <w:pPr>
        <w:tabs>
          <w:tab w:val="left" w:pos="6195"/>
        </w:tabs>
      </w:pPr>
      <w:r>
        <w:t>377.7541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377.7732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377.7750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377.7770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377.7950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377.8091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377.8235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377.8336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377.8519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377.8537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377.8701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377.8806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377.8866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377.8905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377.9187</w:t>
      </w:r>
      <w:r>
        <w:tab/>
        <w:t>2.993e0</w:t>
      </w:r>
    </w:p>
    <w:p w:rsidR="00354DF7" w:rsidRDefault="00354DF7" w:rsidP="00354DF7">
      <w:pPr>
        <w:tabs>
          <w:tab w:val="left" w:pos="6195"/>
        </w:tabs>
      </w:pPr>
      <w:r>
        <w:t>377.9205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377.9226</w:t>
      </w:r>
      <w:r>
        <w:tab/>
        <w:t>1.812e0</w:t>
      </w:r>
    </w:p>
    <w:p w:rsidR="00354DF7" w:rsidRDefault="00354DF7" w:rsidP="00354DF7">
      <w:pPr>
        <w:tabs>
          <w:tab w:val="left" w:pos="6195"/>
        </w:tabs>
      </w:pPr>
      <w:r>
        <w:lastRenderedPageBreak/>
        <w:t>377.9405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377.9505</w:t>
      </w:r>
      <w:r>
        <w:tab/>
        <w:t>4.305e0</w:t>
      </w:r>
    </w:p>
    <w:p w:rsidR="00354DF7" w:rsidRDefault="00354DF7" w:rsidP="00354DF7">
      <w:pPr>
        <w:tabs>
          <w:tab w:val="left" w:pos="6195"/>
        </w:tabs>
      </w:pPr>
      <w:r>
        <w:t>377.9663</w:t>
      </w:r>
      <w:r>
        <w:tab/>
        <w:t>1.979e0</w:t>
      </w:r>
    </w:p>
    <w:p w:rsidR="00354DF7" w:rsidRDefault="00354DF7" w:rsidP="00354DF7">
      <w:pPr>
        <w:tabs>
          <w:tab w:val="left" w:pos="6195"/>
        </w:tabs>
      </w:pPr>
      <w:r>
        <w:t>377.9811</w:t>
      </w:r>
      <w:r>
        <w:tab/>
        <w:t>5.798e0</w:t>
      </w:r>
    </w:p>
    <w:p w:rsidR="00354DF7" w:rsidRDefault="00354DF7" w:rsidP="00354DF7">
      <w:pPr>
        <w:tabs>
          <w:tab w:val="left" w:pos="6195"/>
        </w:tabs>
      </w:pPr>
      <w:r>
        <w:t>377.9832</w:t>
      </w:r>
      <w:r>
        <w:tab/>
        <w:t>4.349e0</w:t>
      </w:r>
    </w:p>
    <w:p w:rsidR="00354DF7" w:rsidRDefault="00354DF7" w:rsidP="00354DF7">
      <w:pPr>
        <w:tabs>
          <w:tab w:val="left" w:pos="6195"/>
        </w:tabs>
      </w:pPr>
      <w:r>
        <w:t>377.9890</w:t>
      </w:r>
      <w:r>
        <w:tab/>
        <w:t>4.036e0</w:t>
      </w:r>
    </w:p>
    <w:p w:rsidR="00354DF7" w:rsidRDefault="00354DF7" w:rsidP="00354DF7">
      <w:pPr>
        <w:tabs>
          <w:tab w:val="left" w:pos="6195"/>
        </w:tabs>
      </w:pPr>
      <w:r>
        <w:t>378.0181</w:t>
      </w:r>
      <w:r>
        <w:tab/>
        <w:t>7.090e0</w:t>
      </w:r>
    </w:p>
    <w:p w:rsidR="00354DF7" w:rsidRDefault="00354DF7" w:rsidP="00354DF7">
      <w:pPr>
        <w:tabs>
          <w:tab w:val="left" w:pos="6195"/>
        </w:tabs>
      </w:pPr>
      <w:r>
        <w:t>378.0471</w:t>
      </w:r>
      <w:r>
        <w:tab/>
        <w:t>2.903e0</w:t>
      </w:r>
    </w:p>
    <w:p w:rsidR="00354DF7" w:rsidRDefault="00354DF7" w:rsidP="00354DF7">
      <w:pPr>
        <w:tabs>
          <w:tab w:val="left" w:pos="6195"/>
        </w:tabs>
      </w:pPr>
      <w:r>
        <w:t>378.0687</w:t>
      </w:r>
      <w:r>
        <w:tab/>
        <w:t>5.275e0</w:t>
      </w:r>
    </w:p>
    <w:p w:rsidR="00354DF7" w:rsidRDefault="00354DF7" w:rsidP="00354DF7">
      <w:pPr>
        <w:tabs>
          <w:tab w:val="left" w:pos="6195"/>
        </w:tabs>
      </w:pPr>
      <w:r>
        <w:t>378.0963</w:t>
      </w:r>
      <w:r>
        <w:tab/>
        <w:t>2.567e1</w:t>
      </w:r>
    </w:p>
    <w:p w:rsidR="00354DF7" w:rsidRDefault="00354DF7" w:rsidP="00354DF7">
      <w:pPr>
        <w:tabs>
          <w:tab w:val="left" w:pos="6195"/>
        </w:tabs>
      </w:pPr>
      <w:r>
        <w:t>378.0990</w:t>
      </w:r>
      <w:r>
        <w:tab/>
        <w:t>2.152e1</w:t>
      </w:r>
    </w:p>
    <w:p w:rsidR="00354DF7" w:rsidRDefault="00354DF7" w:rsidP="00354DF7">
      <w:pPr>
        <w:tabs>
          <w:tab w:val="left" w:pos="6195"/>
        </w:tabs>
      </w:pPr>
      <w:r>
        <w:t>378.1008</w:t>
      </w:r>
      <w:r>
        <w:tab/>
        <w:t>4.635e1</w:t>
      </w:r>
    </w:p>
    <w:p w:rsidR="00354DF7" w:rsidRDefault="00354DF7" w:rsidP="00354DF7">
      <w:pPr>
        <w:tabs>
          <w:tab w:val="left" w:pos="6195"/>
        </w:tabs>
      </w:pPr>
      <w:r>
        <w:t>378.1093</w:t>
      </w:r>
      <w:r>
        <w:tab/>
        <w:t>1.047e1</w:t>
      </w:r>
    </w:p>
    <w:p w:rsidR="00354DF7" w:rsidRDefault="00354DF7" w:rsidP="00354DF7">
      <w:pPr>
        <w:tabs>
          <w:tab w:val="left" w:pos="6195"/>
        </w:tabs>
      </w:pPr>
      <w:r>
        <w:t>378.1125</w:t>
      </w:r>
      <w:r>
        <w:tab/>
        <w:t>7.627e0</w:t>
      </w:r>
    </w:p>
    <w:p w:rsidR="00354DF7" w:rsidRDefault="00354DF7" w:rsidP="00354DF7">
      <w:pPr>
        <w:tabs>
          <w:tab w:val="left" w:pos="6195"/>
        </w:tabs>
      </w:pPr>
      <w:r>
        <w:t>378.1425</w:t>
      </w:r>
      <w:r>
        <w:tab/>
        <w:t>5.419e0</w:t>
      </w:r>
    </w:p>
    <w:p w:rsidR="00354DF7" w:rsidRDefault="00354DF7" w:rsidP="00354DF7">
      <w:pPr>
        <w:tabs>
          <w:tab w:val="left" w:pos="6195"/>
        </w:tabs>
      </w:pPr>
      <w:r>
        <w:t>378.1543</w:t>
      </w:r>
      <w:r>
        <w:tab/>
        <w:t>4.867e0</w:t>
      </w:r>
    </w:p>
    <w:p w:rsidR="00354DF7" w:rsidRDefault="00354DF7" w:rsidP="00354DF7">
      <w:pPr>
        <w:tabs>
          <w:tab w:val="left" w:pos="6195"/>
        </w:tabs>
      </w:pPr>
      <w:r>
        <w:t>378.1753</w:t>
      </w:r>
      <w:r>
        <w:tab/>
        <w:t>1.505e0</w:t>
      </w:r>
    </w:p>
    <w:p w:rsidR="00354DF7" w:rsidRDefault="00354DF7" w:rsidP="00354DF7">
      <w:pPr>
        <w:tabs>
          <w:tab w:val="left" w:pos="6195"/>
        </w:tabs>
      </w:pPr>
      <w:r>
        <w:t>378.2002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378.2102</w:t>
      </w:r>
      <w:r>
        <w:tab/>
        <w:t>1.456e0</w:t>
      </w:r>
    </w:p>
    <w:p w:rsidR="00354DF7" w:rsidRDefault="00354DF7" w:rsidP="00354DF7">
      <w:pPr>
        <w:tabs>
          <w:tab w:val="left" w:pos="6195"/>
        </w:tabs>
      </w:pPr>
      <w:r>
        <w:lastRenderedPageBreak/>
        <w:t>378.2185</w:t>
      </w:r>
      <w:r>
        <w:tab/>
        <w:t>3.674e0</w:t>
      </w:r>
    </w:p>
    <w:p w:rsidR="00354DF7" w:rsidRDefault="00354DF7" w:rsidP="00354DF7">
      <w:pPr>
        <w:tabs>
          <w:tab w:val="left" w:pos="6195"/>
        </w:tabs>
      </w:pPr>
      <w:r>
        <w:t>378.2411</w:t>
      </w:r>
      <w:r>
        <w:tab/>
        <w:t>2.927e0</w:t>
      </w:r>
    </w:p>
    <w:p w:rsidR="00354DF7" w:rsidRDefault="00354DF7" w:rsidP="00354DF7">
      <w:pPr>
        <w:tabs>
          <w:tab w:val="left" w:pos="6195"/>
        </w:tabs>
      </w:pPr>
      <w:r>
        <w:t>378.2473</w:t>
      </w:r>
      <w:r>
        <w:tab/>
        <w:t>2.020e0</w:t>
      </w:r>
    </w:p>
    <w:p w:rsidR="00354DF7" w:rsidRDefault="00354DF7" w:rsidP="00354DF7">
      <w:pPr>
        <w:tabs>
          <w:tab w:val="left" w:pos="6195"/>
        </w:tabs>
      </w:pPr>
      <w:r>
        <w:t>378.2669</w:t>
      </w:r>
      <w:r>
        <w:tab/>
        <w:t>2.956e0</w:t>
      </w:r>
    </w:p>
    <w:p w:rsidR="00354DF7" w:rsidRDefault="00354DF7" w:rsidP="00354DF7">
      <w:pPr>
        <w:tabs>
          <w:tab w:val="left" w:pos="6195"/>
        </w:tabs>
      </w:pPr>
      <w:r>
        <w:t>378.2704</w:t>
      </w:r>
      <w:r>
        <w:tab/>
        <w:t>3.899e0</w:t>
      </w:r>
    </w:p>
    <w:p w:rsidR="00354DF7" w:rsidRDefault="00354DF7" w:rsidP="00354DF7">
      <w:pPr>
        <w:tabs>
          <w:tab w:val="left" w:pos="6195"/>
        </w:tabs>
      </w:pPr>
      <w:r>
        <w:t>378.3166</w:t>
      </w:r>
      <w:r>
        <w:tab/>
        <w:t>1.396e0</w:t>
      </w:r>
    </w:p>
    <w:p w:rsidR="00354DF7" w:rsidRDefault="00354DF7" w:rsidP="00354DF7">
      <w:pPr>
        <w:tabs>
          <w:tab w:val="left" w:pos="6195"/>
        </w:tabs>
      </w:pPr>
      <w:r>
        <w:t>378.3271</w:t>
      </w:r>
      <w:r>
        <w:tab/>
        <w:t>3.623e0</w:t>
      </w:r>
    </w:p>
    <w:p w:rsidR="00354DF7" w:rsidRDefault="00354DF7" w:rsidP="00354DF7">
      <w:pPr>
        <w:tabs>
          <w:tab w:val="left" w:pos="6195"/>
        </w:tabs>
      </w:pPr>
      <w:r>
        <w:t>378.3591</w:t>
      </w:r>
      <w:r>
        <w:tab/>
        <w:t>6.490e0</w:t>
      </w:r>
    </w:p>
    <w:p w:rsidR="00354DF7" w:rsidRDefault="00354DF7" w:rsidP="00354DF7">
      <w:pPr>
        <w:tabs>
          <w:tab w:val="left" w:pos="6195"/>
        </w:tabs>
      </w:pPr>
      <w:r>
        <w:t>378.3889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378.4109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378.4141</w:t>
      </w:r>
      <w:r>
        <w:tab/>
        <w:t>1.532e0</w:t>
      </w:r>
    </w:p>
    <w:p w:rsidR="00354DF7" w:rsidRDefault="00354DF7" w:rsidP="00354DF7">
      <w:pPr>
        <w:tabs>
          <w:tab w:val="left" w:pos="6195"/>
        </w:tabs>
      </w:pPr>
      <w:r>
        <w:t>378.4310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378.4496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378.4749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378.4781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378.5056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378.5117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378.5498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378.5586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378.5617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378.5649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378.5668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378.5930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378.6046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378.6264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378.6337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378.6771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378.6936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378.6952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378.7011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378.7218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378.7357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378.7406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378.7444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378.7521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378.7603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378.7809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378.7851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378.8150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378.8212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378.8354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378.8487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378.8572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378.8696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378.8734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378.8915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378.8991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378.9012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378.9173</w:t>
      </w:r>
      <w:r>
        <w:tab/>
        <w:t>3.531e0</w:t>
      </w:r>
    </w:p>
    <w:p w:rsidR="00354DF7" w:rsidRDefault="00354DF7" w:rsidP="00354DF7">
      <w:pPr>
        <w:tabs>
          <w:tab w:val="left" w:pos="6195"/>
        </w:tabs>
      </w:pPr>
      <w:r>
        <w:t>378.9188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378.9306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378.9325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378.9526</w:t>
      </w:r>
      <w:r>
        <w:tab/>
        <w:t>4.007e0</w:t>
      </w:r>
    </w:p>
    <w:p w:rsidR="00354DF7" w:rsidRDefault="00354DF7" w:rsidP="00354DF7">
      <w:pPr>
        <w:tabs>
          <w:tab w:val="left" w:pos="6195"/>
        </w:tabs>
      </w:pPr>
      <w:r>
        <w:t>378.9554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378.9662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378.9867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378.9981</w:t>
      </w:r>
      <w:r>
        <w:tab/>
        <w:t>3.292e0</w:t>
      </w:r>
    </w:p>
    <w:p w:rsidR="00354DF7" w:rsidRDefault="00354DF7" w:rsidP="00354DF7">
      <w:pPr>
        <w:tabs>
          <w:tab w:val="left" w:pos="6195"/>
        </w:tabs>
      </w:pPr>
      <w:r>
        <w:lastRenderedPageBreak/>
        <w:t>378.9997</w:t>
      </w:r>
      <w:r>
        <w:tab/>
        <w:t>1.706e0</w:t>
      </w:r>
    </w:p>
    <w:p w:rsidR="00354DF7" w:rsidRDefault="00354DF7" w:rsidP="00354DF7">
      <w:pPr>
        <w:tabs>
          <w:tab w:val="left" w:pos="6195"/>
        </w:tabs>
      </w:pPr>
      <w:r>
        <w:t>379.0016</w:t>
      </w:r>
      <w:r>
        <w:tab/>
        <w:t>1.667e0</w:t>
      </w:r>
    </w:p>
    <w:p w:rsidR="00354DF7" w:rsidRDefault="00354DF7" w:rsidP="00354DF7">
      <w:pPr>
        <w:tabs>
          <w:tab w:val="left" w:pos="6195"/>
        </w:tabs>
      </w:pPr>
      <w:r>
        <w:t>379.0238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379.0372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379.0483</w:t>
      </w:r>
      <w:r>
        <w:tab/>
        <w:t>3.606e0</w:t>
      </w:r>
    </w:p>
    <w:p w:rsidR="00354DF7" w:rsidRDefault="00354DF7" w:rsidP="00354DF7">
      <w:pPr>
        <w:tabs>
          <w:tab w:val="left" w:pos="6195"/>
        </w:tabs>
      </w:pPr>
      <w:r>
        <w:t>379.0582</w:t>
      </w:r>
      <w:r>
        <w:tab/>
        <w:t>1.924e0</w:t>
      </w:r>
    </w:p>
    <w:p w:rsidR="00354DF7" w:rsidRDefault="00354DF7" w:rsidP="00354DF7">
      <w:pPr>
        <w:tabs>
          <w:tab w:val="left" w:pos="6195"/>
        </w:tabs>
      </w:pPr>
      <w:r>
        <w:t>379.0692</w:t>
      </w:r>
      <w:r>
        <w:tab/>
        <w:t>1.958e0</w:t>
      </w:r>
    </w:p>
    <w:p w:rsidR="00354DF7" w:rsidRDefault="00354DF7" w:rsidP="00354DF7">
      <w:pPr>
        <w:tabs>
          <w:tab w:val="left" w:pos="6195"/>
        </w:tabs>
      </w:pPr>
      <w:r>
        <w:t>379.0861</w:t>
      </w:r>
      <w:r>
        <w:tab/>
        <w:t>3.858e0</w:t>
      </w:r>
    </w:p>
    <w:p w:rsidR="00354DF7" w:rsidRDefault="00354DF7" w:rsidP="00354DF7">
      <w:pPr>
        <w:tabs>
          <w:tab w:val="left" w:pos="6195"/>
        </w:tabs>
      </w:pPr>
      <w:r>
        <w:t>379.0942</w:t>
      </w:r>
      <w:r>
        <w:tab/>
        <w:t>5.069e0</w:t>
      </w:r>
    </w:p>
    <w:p w:rsidR="00354DF7" w:rsidRDefault="00354DF7" w:rsidP="00354DF7">
      <w:pPr>
        <w:tabs>
          <w:tab w:val="left" w:pos="6195"/>
        </w:tabs>
      </w:pPr>
      <w:r>
        <w:t>379.1065</w:t>
      </w:r>
      <w:r>
        <w:tab/>
        <w:t>7.708e0</w:t>
      </w:r>
    </w:p>
    <w:p w:rsidR="00354DF7" w:rsidRDefault="00354DF7" w:rsidP="00354DF7">
      <w:pPr>
        <w:tabs>
          <w:tab w:val="left" w:pos="6195"/>
        </w:tabs>
      </w:pPr>
      <w:r>
        <w:t>379.1115</w:t>
      </w:r>
      <w:r>
        <w:tab/>
        <w:t>8.245e0</w:t>
      </w:r>
    </w:p>
    <w:p w:rsidR="00354DF7" w:rsidRDefault="00354DF7" w:rsidP="00354DF7">
      <w:pPr>
        <w:tabs>
          <w:tab w:val="left" w:pos="6195"/>
        </w:tabs>
      </w:pPr>
      <w:r>
        <w:t>379.1373</w:t>
      </w:r>
      <w:r>
        <w:tab/>
        <w:t>4.821e0</w:t>
      </w:r>
    </w:p>
    <w:p w:rsidR="00354DF7" w:rsidRDefault="00354DF7" w:rsidP="00354DF7">
      <w:pPr>
        <w:tabs>
          <w:tab w:val="left" w:pos="6195"/>
        </w:tabs>
      </w:pPr>
      <w:r>
        <w:t>379.1392</w:t>
      </w:r>
      <w:r>
        <w:tab/>
        <w:t>7.529e0</w:t>
      </w:r>
    </w:p>
    <w:p w:rsidR="00354DF7" w:rsidRDefault="00354DF7" w:rsidP="00354DF7">
      <w:pPr>
        <w:tabs>
          <w:tab w:val="left" w:pos="6195"/>
        </w:tabs>
      </w:pPr>
      <w:r>
        <w:t>379.1681</w:t>
      </w:r>
      <w:r>
        <w:tab/>
        <w:t>1.985e0</w:t>
      </w:r>
    </w:p>
    <w:p w:rsidR="00354DF7" w:rsidRDefault="00354DF7" w:rsidP="00354DF7">
      <w:pPr>
        <w:tabs>
          <w:tab w:val="left" w:pos="6195"/>
        </w:tabs>
      </w:pPr>
      <w:r>
        <w:t>379.1711</w:t>
      </w:r>
      <w:r>
        <w:tab/>
        <w:t>3.200e0</w:t>
      </w:r>
    </w:p>
    <w:p w:rsidR="00354DF7" w:rsidRDefault="00354DF7" w:rsidP="00354DF7">
      <w:pPr>
        <w:tabs>
          <w:tab w:val="left" w:pos="6195"/>
        </w:tabs>
      </w:pPr>
      <w:r>
        <w:t>379.2325</w:t>
      </w:r>
      <w:r>
        <w:tab/>
        <w:t>2.868e0</w:t>
      </w:r>
    </w:p>
    <w:p w:rsidR="00354DF7" w:rsidRDefault="00354DF7" w:rsidP="00354DF7">
      <w:pPr>
        <w:tabs>
          <w:tab w:val="left" w:pos="6195"/>
        </w:tabs>
      </w:pPr>
      <w:r>
        <w:t>379.2440</w:t>
      </w:r>
      <w:r>
        <w:tab/>
        <w:t>2.557e0</w:t>
      </w:r>
    </w:p>
    <w:p w:rsidR="00354DF7" w:rsidRDefault="00354DF7" w:rsidP="00354DF7">
      <w:pPr>
        <w:tabs>
          <w:tab w:val="left" w:pos="6195"/>
        </w:tabs>
      </w:pPr>
      <w:r>
        <w:t>379.2798</w:t>
      </w:r>
      <w:r>
        <w:tab/>
        <w:t>1.227e0</w:t>
      </w:r>
    </w:p>
    <w:p w:rsidR="00354DF7" w:rsidRDefault="00354DF7" w:rsidP="00354DF7">
      <w:pPr>
        <w:tabs>
          <w:tab w:val="left" w:pos="6195"/>
        </w:tabs>
      </w:pPr>
      <w:r>
        <w:t>379.2865</w:t>
      </w:r>
      <w:r>
        <w:tab/>
        <w:t>2.231e0</w:t>
      </w:r>
    </w:p>
    <w:p w:rsidR="00354DF7" w:rsidRDefault="00354DF7" w:rsidP="00354DF7">
      <w:pPr>
        <w:tabs>
          <w:tab w:val="left" w:pos="6195"/>
        </w:tabs>
      </w:pPr>
      <w:r>
        <w:lastRenderedPageBreak/>
        <w:t>379.3094</w:t>
      </w:r>
      <w:r>
        <w:tab/>
        <w:t>1.043e0</w:t>
      </w:r>
    </w:p>
    <w:p w:rsidR="00354DF7" w:rsidRDefault="00354DF7" w:rsidP="00354DF7">
      <w:pPr>
        <w:tabs>
          <w:tab w:val="left" w:pos="6195"/>
        </w:tabs>
      </w:pPr>
      <w:r>
        <w:t>379.3332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379.3648</w:t>
      </w:r>
      <w:r>
        <w:tab/>
        <w:t>3.219e0</w:t>
      </w:r>
    </w:p>
    <w:p w:rsidR="00354DF7" w:rsidRDefault="00354DF7" w:rsidP="00354DF7">
      <w:pPr>
        <w:tabs>
          <w:tab w:val="left" w:pos="6195"/>
        </w:tabs>
      </w:pPr>
      <w:r>
        <w:t>379.3716</w:t>
      </w:r>
      <w:r>
        <w:tab/>
        <w:t>2.585e0</w:t>
      </w:r>
    </w:p>
    <w:p w:rsidR="00354DF7" w:rsidRDefault="00354DF7" w:rsidP="00354DF7">
      <w:pPr>
        <w:tabs>
          <w:tab w:val="left" w:pos="6195"/>
        </w:tabs>
      </w:pPr>
      <w:r>
        <w:t>379.3735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379.3746</w:t>
      </w:r>
      <w:r>
        <w:tab/>
        <w:t>1.357e0</w:t>
      </w:r>
    </w:p>
    <w:p w:rsidR="00354DF7" w:rsidRDefault="00354DF7" w:rsidP="00354DF7">
      <w:pPr>
        <w:tabs>
          <w:tab w:val="left" w:pos="6195"/>
        </w:tabs>
      </w:pPr>
      <w:r>
        <w:t>379.4572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379.4710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379.5085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379.5111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379.5138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379.5213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379.5627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379.5863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379.5945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379.5999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379.6032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379.6147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379.6475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379.6594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379.6720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379.7159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379.7173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379.7226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379.7477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379.7693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379.7739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379.8004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379.8038</w:t>
      </w:r>
      <w:r>
        <w:tab/>
        <w:t>2.662e0</w:t>
      </w:r>
    </w:p>
    <w:p w:rsidR="00354DF7" w:rsidRDefault="00354DF7" w:rsidP="00354DF7">
      <w:pPr>
        <w:tabs>
          <w:tab w:val="left" w:pos="6195"/>
        </w:tabs>
      </w:pPr>
      <w:r>
        <w:t>379.8235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379.8522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379.8821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379.9160</w:t>
      </w:r>
      <w:r>
        <w:tab/>
        <w:t>2.220e0</w:t>
      </w:r>
    </w:p>
    <w:p w:rsidR="00354DF7" w:rsidRDefault="00354DF7" w:rsidP="00354DF7">
      <w:pPr>
        <w:tabs>
          <w:tab w:val="left" w:pos="6195"/>
        </w:tabs>
      </w:pPr>
      <w:r>
        <w:t>379.9234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379.9291</w:t>
      </w:r>
      <w:r>
        <w:tab/>
        <w:t>8.343e0</w:t>
      </w:r>
    </w:p>
    <w:p w:rsidR="00354DF7" w:rsidRDefault="00354DF7" w:rsidP="00354DF7">
      <w:pPr>
        <w:tabs>
          <w:tab w:val="left" w:pos="6195"/>
        </w:tabs>
      </w:pPr>
      <w:r>
        <w:t>379.9305</w:t>
      </w:r>
      <w:r>
        <w:tab/>
        <w:t>1.505e0</w:t>
      </w:r>
    </w:p>
    <w:p w:rsidR="00354DF7" w:rsidRDefault="00354DF7" w:rsidP="00354DF7">
      <w:pPr>
        <w:tabs>
          <w:tab w:val="left" w:pos="6195"/>
        </w:tabs>
      </w:pPr>
      <w:r>
        <w:t>379.9382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379.9790</w:t>
      </w:r>
      <w:r>
        <w:tab/>
        <w:t>2.796e0</w:t>
      </w:r>
    </w:p>
    <w:p w:rsidR="00354DF7" w:rsidRDefault="00354DF7" w:rsidP="00354DF7">
      <w:pPr>
        <w:tabs>
          <w:tab w:val="left" w:pos="6195"/>
        </w:tabs>
      </w:pPr>
      <w:r>
        <w:lastRenderedPageBreak/>
        <w:t>379.9826</w:t>
      </w:r>
      <w:r>
        <w:tab/>
        <w:t>1.490e0</w:t>
      </w:r>
    </w:p>
    <w:p w:rsidR="00354DF7" w:rsidRDefault="00354DF7" w:rsidP="00354DF7">
      <w:pPr>
        <w:tabs>
          <w:tab w:val="left" w:pos="6195"/>
        </w:tabs>
      </w:pPr>
      <w:r>
        <w:t>379.9892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379.9911</w:t>
      </w:r>
      <w:r>
        <w:tab/>
        <w:t>1.726e0</w:t>
      </w:r>
    </w:p>
    <w:p w:rsidR="00354DF7" w:rsidRDefault="00354DF7" w:rsidP="00354DF7">
      <w:pPr>
        <w:tabs>
          <w:tab w:val="left" w:pos="6195"/>
        </w:tabs>
      </w:pPr>
      <w:r>
        <w:t>379.9927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380.0423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380.0491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380.0659</w:t>
      </w:r>
      <w:r>
        <w:tab/>
        <w:t>4.421e0</w:t>
      </w:r>
    </w:p>
    <w:p w:rsidR="00354DF7" w:rsidRDefault="00354DF7" w:rsidP="00354DF7">
      <w:pPr>
        <w:tabs>
          <w:tab w:val="left" w:pos="6195"/>
        </w:tabs>
      </w:pPr>
      <w:r>
        <w:t>380.0788</w:t>
      </w:r>
      <w:r>
        <w:tab/>
        <w:t>1.294e1</w:t>
      </w:r>
    </w:p>
    <w:p w:rsidR="00354DF7" w:rsidRDefault="00354DF7" w:rsidP="00354DF7">
      <w:pPr>
        <w:tabs>
          <w:tab w:val="left" w:pos="6195"/>
        </w:tabs>
      </w:pPr>
      <w:r>
        <w:t>380.0902</w:t>
      </w:r>
      <w:r>
        <w:tab/>
        <w:t>7.175e0</w:t>
      </w:r>
    </w:p>
    <w:p w:rsidR="00354DF7" w:rsidRDefault="00354DF7" w:rsidP="00354DF7">
      <w:pPr>
        <w:tabs>
          <w:tab w:val="left" w:pos="6195"/>
        </w:tabs>
      </w:pPr>
      <w:r>
        <w:t>380.1157</w:t>
      </w:r>
      <w:r>
        <w:tab/>
        <w:t>2.591e0</w:t>
      </w:r>
    </w:p>
    <w:p w:rsidR="00354DF7" w:rsidRDefault="00354DF7" w:rsidP="00354DF7">
      <w:pPr>
        <w:tabs>
          <w:tab w:val="left" w:pos="6195"/>
        </w:tabs>
      </w:pPr>
      <w:r>
        <w:t>380.1194</w:t>
      </w:r>
      <w:r>
        <w:tab/>
        <w:t>5.052e0</w:t>
      </w:r>
    </w:p>
    <w:p w:rsidR="00354DF7" w:rsidRDefault="00354DF7" w:rsidP="00354DF7">
      <w:pPr>
        <w:tabs>
          <w:tab w:val="left" w:pos="6195"/>
        </w:tabs>
      </w:pPr>
      <w:r>
        <w:t>380.1503</w:t>
      </w:r>
      <w:r>
        <w:tab/>
        <w:t>4.216e0</w:t>
      </w:r>
    </w:p>
    <w:p w:rsidR="00354DF7" w:rsidRDefault="00354DF7" w:rsidP="00354DF7">
      <w:pPr>
        <w:tabs>
          <w:tab w:val="left" w:pos="6195"/>
        </w:tabs>
      </w:pPr>
      <w:r>
        <w:t>380.1691</w:t>
      </w:r>
      <w:r>
        <w:tab/>
        <w:t>4.814e0</w:t>
      </w:r>
    </w:p>
    <w:p w:rsidR="00354DF7" w:rsidRDefault="00354DF7" w:rsidP="00354DF7">
      <w:pPr>
        <w:tabs>
          <w:tab w:val="left" w:pos="6195"/>
        </w:tabs>
      </w:pPr>
      <w:r>
        <w:t>380.2111</w:t>
      </w:r>
      <w:r>
        <w:tab/>
        <w:t>4.957e0</w:t>
      </w:r>
    </w:p>
    <w:p w:rsidR="00354DF7" w:rsidRDefault="00354DF7" w:rsidP="00354DF7">
      <w:pPr>
        <w:tabs>
          <w:tab w:val="left" w:pos="6195"/>
        </w:tabs>
      </w:pPr>
      <w:r>
        <w:t>380.2282</w:t>
      </w:r>
      <w:r>
        <w:tab/>
        <w:t>4.396e0</w:t>
      </w:r>
    </w:p>
    <w:p w:rsidR="00354DF7" w:rsidRDefault="00354DF7" w:rsidP="00354DF7">
      <w:pPr>
        <w:tabs>
          <w:tab w:val="left" w:pos="6195"/>
        </w:tabs>
      </w:pPr>
      <w:r>
        <w:t>380.2406</w:t>
      </w:r>
      <w:r>
        <w:tab/>
        <w:t>3.958e0</w:t>
      </w:r>
    </w:p>
    <w:p w:rsidR="00354DF7" w:rsidRDefault="00354DF7" w:rsidP="00354DF7">
      <w:pPr>
        <w:tabs>
          <w:tab w:val="left" w:pos="6195"/>
        </w:tabs>
      </w:pPr>
      <w:r>
        <w:t>380.3282</w:t>
      </w:r>
      <w:r>
        <w:tab/>
        <w:t>2.420e1</w:t>
      </w:r>
    </w:p>
    <w:p w:rsidR="00354DF7" w:rsidRDefault="00354DF7" w:rsidP="00354DF7">
      <w:pPr>
        <w:tabs>
          <w:tab w:val="left" w:pos="6195"/>
        </w:tabs>
      </w:pPr>
      <w:r>
        <w:t>380.3342</w:t>
      </w:r>
      <w:r>
        <w:tab/>
        <w:t>4.382e1</w:t>
      </w:r>
    </w:p>
    <w:p w:rsidR="00354DF7" w:rsidRDefault="00354DF7" w:rsidP="00354DF7">
      <w:pPr>
        <w:tabs>
          <w:tab w:val="left" w:pos="6195"/>
        </w:tabs>
      </w:pPr>
      <w:r>
        <w:t>380.3379</w:t>
      </w:r>
      <w:r>
        <w:tab/>
        <w:t>4.161e1</w:t>
      </w:r>
    </w:p>
    <w:p w:rsidR="00354DF7" w:rsidRDefault="00354DF7" w:rsidP="00354DF7">
      <w:pPr>
        <w:tabs>
          <w:tab w:val="left" w:pos="6195"/>
        </w:tabs>
      </w:pPr>
      <w:r>
        <w:lastRenderedPageBreak/>
        <w:t>380.3400</w:t>
      </w:r>
      <w:r>
        <w:tab/>
        <w:t>1.842e2</w:t>
      </w:r>
    </w:p>
    <w:p w:rsidR="00354DF7" w:rsidRDefault="00354DF7" w:rsidP="00354DF7">
      <w:pPr>
        <w:tabs>
          <w:tab w:val="left" w:pos="6195"/>
        </w:tabs>
      </w:pPr>
      <w:r>
        <w:t>380.4350</w:t>
      </w:r>
      <w:r>
        <w:tab/>
        <w:t>2.993e0</w:t>
      </w:r>
    </w:p>
    <w:p w:rsidR="00354DF7" w:rsidRDefault="00354DF7" w:rsidP="00354DF7">
      <w:pPr>
        <w:tabs>
          <w:tab w:val="left" w:pos="6195"/>
        </w:tabs>
      </w:pPr>
      <w:r>
        <w:t>380.4464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380.4536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380.4561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380.4642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380.4734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380.4958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380.5085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380.5144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380.5250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380.5461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380.5550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380.5568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380.5618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380.5756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380.5925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380.5999</w:t>
      </w:r>
      <w:r>
        <w:tab/>
        <w:t>6.334e0</w:t>
      </w:r>
    </w:p>
    <w:p w:rsidR="00354DF7" w:rsidRDefault="00354DF7" w:rsidP="00354DF7">
      <w:pPr>
        <w:tabs>
          <w:tab w:val="left" w:pos="6195"/>
        </w:tabs>
      </w:pPr>
      <w:r>
        <w:t>380.6321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380.6558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380.6600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380.6836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380.6883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380.6902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380.7172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380.7249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380.7373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380.7419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380.7687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380.7729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380.7817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380.7969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380.8046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380.8452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380.8542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380.8618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380.8660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380.8746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380.9084</w:t>
      </w:r>
      <w:r>
        <w:tab/>
        <w:t>5.039e0</w:t>
      </w:r>
    </w:p>
    <w:p w:rsidR="00354DF7" w:rsidRDefault="00354DF7" w:rsidP="00354DF7">
      <w:pPr>
        <w:tabs>
          <w:tab w:val="left" w:pos="6195"/>
        </w:tabs>
      </w:pPr>
      <w:r>
        <w:t>380.9155</w:t>
      </w:r>
      <w:r>
        <w:tab/>
        <w:t>6.271e0</w:t>
      </w:r>
    </w:p>
    <w:p w:rsidR="00354DF7" w:rsidRDefault="00354DF7" w:rsidP="00354DF7">
      <w:pPr>
        <w:tabs>
          <w:tab w:val="left" w:pos="6195"/>
        </w:tabs>
      </w:pPr>
      <w:r>
        <w:t>380.9185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380.9232</w:t>
      </w:r>
      <w:r>
        <w:tab/>
        <w:t>1.586e0</w:t>
      </w:r>
    </w:p>
    <w:p w:rsidR="00354DF7" w:rsidRDefault="00354DF7" w:rsidP="00354DF7">
      <w:pPr>
        <w:tabs>
          <w:tab w:val="left" w:pos="6195"/>
        </w:tabs>
      </w:pPr>
      <w:r>
        <w:t>380.9331</w:t>
      </w:r>
      <w:r>
        <w:tab/>
        <w:t>3.625e0</w:t>
      </w:r>
    </w:p>
    <w:p w:rsidR="00354DF7" w:rsidRDefault="00354DF7" w:rsidP="00354DF7">
      <w:pPr>
        <w:tabs>
          <w:tab w:val="left" w:pos="6195"/>
        </w:tabs>
      </w:pPr>
      <w:r>
        <w:t>380.9366</w:t>
      </w:r>
      <w:r>
        <w:tab/>
        <w:t>4.974e0</w:t>
      </w:r>
    </w:p>
    <w:p w:rsidR="00354DF7" w:rsidRDefault="00354DF7" w:rsidP="00354DF7">
      <w:pPr>
        <w:tabs>
          <w:tab w:val="left" w:pos="6195"/>
        </w:tabs>
      </w:pPr>
      <w:r>
        <w:t>380.9533</w:t>
      </w:r>
      <w:r>
        <w:tab/>
        <w:t>2.858e0</w:t>
      </w:r>
    </w:p>
    <w:p w:rsidR="00354DF7" w:rsidRDefault="00354DF7" w:rsidP="00354DF7">
      <w:pPr>
        <w:tabs>
          <w:tab w:val="left" w:pos="6195"/>
        </w:tabs>
      </w:pPr>
      <w:r>
        <w:t>380.9964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381.0009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381.0250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381.0456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381.0484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381.0512</w:t>
      </w:r>
      <w:r>
        <w:tab/>
        <w:t>4.906e0</w:t>
      </w:r>
    </w:p>
    <w:p w:rsidR="00354DF7" w:rsidRDefault="00354DF7" w:rsidP="00354DF7">
      <w:pPr>
        <w:tabs>
          <w:tab w:val="left" w:pos="6195"/>
        </w:tabs>
      </w:pPr>
      <w:r>
        <w:t>381.0634</w:t>
      </w:r>
      <w:r>
        <w:tab/>
        <w:t>3.471e0</w:t>
      </w:r>
    </w:p>
    <w:p w:rsidR="00354DF7" w:rsidRDefault="00354DF7" w:rsidP="00354DF7">
      <w:pPr>
        <w:tabs>
          <w:tab w:val="left" w:pos="6195"/>
        </w:tabs>
      </w:pPr>
      <w:r>
        <w:t>381.0888</w:t>
      </w:r>
      <w:r>
        <w:tab/>
        <w:t>7.589e0</w:t>
      </w:r>
    </w:p>
    <w:p w:rsidR="00354DF7" w:rsidRDefault="00354DF7" w:rsidP="00354DF7">
      <w:pPr>
        <w:tabs>
          <w:tab w:val="left" w:pos="6195"/>
        </w:tabs>
      </w:pPr>
      <w:r>
        <w:t>381.1616</w:t>
      </w:r>
      <w:r>
        <w:tab/>
        <w:t>1.641e2</w:t>
      </w:r>
    </w:p>
    <w:p w:rsidR="00354DF7" w:rsidRDefault="00354DF7" w:rsidP="00354DF7">
      <w:pPr>
        <w:tabs>
          <w:tab w:val="left" w:pos="6195"/>
        </w:tabs>
      </w:pPr>
      <w:r>
        <w:t>381.1649</w:t>
      </w:r>
      <w:r>
        <w:tab/>
        <w:t>8.041e2</w:t>
      </w:r>
    </w:p>
    <w:p w:rsidR="00354DF7" w:rsidRDefault="00354DF7" w:rsidP="00354DF7">
      <w:pPr>
        <w:tabs>
          <w:tab w:val="left" w:pos="6195"/>
        </w:tabs>
      </w:pPr>
      <w:r>
        <w:t>381.2442</w:t>
      </w:r>
      <w:r>
        <w:tab/>
        <w:t>2.638e0</w:t>
      </w:r>
    </w:p>
    <w:p w:rsidR="00354DF7" w:rsidRDefault="00354DF7" w:rsidP="00354DF7">
      <w:pPr>
        <w:tabs>
          <w:tab w:val="left" w:pos="6195"/>
        </w:tabs>
      </w:pPr>
      <w:r>
        <w:t>381.2579</w:t>
      </w:r>
      <w:r>
        <w:tab/>
        <w:t>4.394e0</w:t>
      </w:r>
    </w:p>
    <w:p w:rsidR="00354DF7" w:rsidRDefault="00354DF7" w:rsidP="00354DF7">
      <w:pPr>
        <w:tabs>
          <w:tab w:val="left" w:pos="6195"/>
        </w:tabs>
      </w:pPr>
      <w:r>
        <w:lastRenderedPageBreak/>
        <w:t>381.2987</w:t>
      </w:r>
      <w:r>
        <w:tab/>
        <w:t>3.862e0</w:t>
      </w:r>
    </w:p>
    <w:p w:rsidR="00354DF7" w:rsidRDefault="00354DF7" w:rsidP="00354DF7">
      <w:pPr>
        <w:tabs>
          <w:tab w:val="left" w:pos="6195"/>
        </w:tabs>
      </w:pPr>
      <w:r>
        <w:t>381.3333</w:t>
      </w:r>
      <w:r>
        <w:tab/>
        <w:t>9.850e0</w:t>
      </w:r>
    </w:p>
    <w:p w:rsidR="00354DF7" w:rsidRDefault="00354DF7" w:rsidP="00354DF7">
      <w:pPr>
        <w:tabs>
          <w:tab w:val="left" w:pos="6195"/>
        </w:tabs>
      </w:pPr>
      <w:r>
        <w:t>381.3384</w:t>
      </w:r>
      <w:r>
        <w:tab/>
        <w:t>8.355e0</w:t>
      </w:r>
    </w:p>
    <w:p w:rsidR="00354DF7" w:rsidRDefault="00354DF7" w:rsidP="00354DF7">
      <w:pPr>
        <w:tabs>
          <w:tab w:val="left" w:pos="6195"/>
        </w:tabs>
      </w:pPr>
      <w:r>
        <w:t>381.3419</w:t>
      </w:r>
      <w:r>
        <w:tab/>
        <w:t>6.529e0</w:t>
      </w:r>
    </w:p>
    <w:p w:rsidR="00354DF7" w:rsidRDefault="00354DF7" w:rsidP="00354DF7">
      <w:pPr>
        <w:tabs>
          <w:tab w:val="left" w:pos="6195"/>
        </w:tabs>
      </w:pPr>
      <w:r>
        <w:t>381.3434</w:t>
      </w:r>
      <w:r>
        <w:tab/>
        <w:t>6.967e0</w:t>
      </w:r>
    </w:p>
    <w:p w:rsidR="00354DF7" w:rsidRDefault="00354DF7" w:rsidP="00354DF7">
      <w:pPr>
        <w:tabs>
          <w:tab w:val="left" w:pos="6195"/>
        </w:tabs>
      </w:pPr>
      <w:r>
        <w:t>381.3467</w:t>
      </w:r>
      <w:r>
        <w:tab/>
        <w:t>2.036e1</w:t>
      </w:r>
    </w:p>
    <w:p w:rsidR="00354DF7" w:rsidRDefault="00354DF7" w:rsidP="00354DF7">
      <w:pPr>
        <w:tabs>
          <w:tab w:val="left" w:pos="6195"/>
        </w:tabs>
      </w:pPr>
      <w:r>
        <w:t>381.3795</w:t>
      </w:r>
      <w:r>
        <w:tab/>
        <w:t>3.441e0</w:t>
      </w:r>
    </w:p>
    <w:p w:rsidR="00354DF7" w:rsidRDefault="00354DF7" w:rsidP="00354DF7">
      <w:pPr>
        <w:tabs>
          <w:tab w:val="left" w:pos="6195"/>
        </w:tabs>
      </w:pPr>
      <w:r>
        <w:t>381.3884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381.3991</w:t>
      </w:r>
      <w:r>
        <w:tab/>
        <w:t>2.987e0</w:t>
      </w:r>
    </w:p>
    <w:p w:rsidR="00354DF7" w:rsidRDefault="00354DF7" w:rsidP="00354DF7">
      <w:pPr>
        <w:tabs>
          <w:tab w:val="left" w:pos="6195"/>
        </w:tabs>
      </w:pPr>
      <w:r>
        <w:t>381.4006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381.4069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381.4323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381.4382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381.4543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381.4604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381.4654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381.4979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381.5157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381.5248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381.5262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381.5292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381.5355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381.5590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381.5626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381.5829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381.5869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381.5935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381.6065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381.6083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381.6184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381.6304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381.6644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381.6744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381.6823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381.6859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381.6966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381.7084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381.7174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381.7246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381.7321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381.7454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381.7527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381.7755</w:t>
      </w:r>
      <w:r>
        <w:tab/>
        <w:t>3.250e0</w:t>
      </w:r>
    </w:p>
    <w:p w:rsidR="00354DF7" w:rsidRDefault="00354DF7" w:rsidP="00354DF7">
      <w:pPr>
        <w:tabs>
          <w:tab w:val="left" w:pos="6195"/>
        </w:tabs>
      </w:pPr>
      <w:r>
        <w:t>381.7886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381.8058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381.8164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381.8274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381.8380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381.8436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381.8591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381.8606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381.8744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381.8811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381.8973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381.9036</w:t>
      </w:r>
      <w:r>
        <w:tab/>
        <w:t>2.821e0</w:t>
      </w:r>
    </w:p>
    <w:p w:rsidR="00354DF7" w:rsidRDefault="00354DF7" w:rsidP="00354DF7">
      <w:pPr>
        <w:tabs>
          <w:tab w:val="left" w:pos="6195"/>
        </w:tabs>
      </w:pPr>
      <w:r>
        <w:t>381.9070</w:t>
      </w:r>
      <w:r>
        <w:tab/>
        <w:t>2.368e0</w:t>
      </w:r>
    </w:p>
    <w:p w:rsidR="00354DF7" w:rsidRDefault="00354DF7" w:rsidP="00354DF7">
      <w:pPr>
        <w:tabs>
          <w:tab w:val="left" w:pos="6195"/>
        </w:tabs>
      </w:pPr>
      <w:r>
        <w:t>381.9183</w:t>
      </w:r>
      <w:r>
        <w:tab/>
        <w:t>2.404e0</w:t>
      </w:r>
    </w:p>
    <w:p w:rsidR="00354DF7" w:rsidRDefault="00354DF7" w:rsidP="00354DF7">
      <w:pPr>
        <w:tabs>
          <w:tab w:val="left" w:pos="6195"/>
        </w:tabs>
      </w:pPr>
      <w:r>
        <w:lastRenderedPageBreak/>
        <w:t>381.9218</w:t>
      </w:r>
      <w:r>
        <w:tab/>
        <w:t>2.933e0</w:t>
      </w:r>
    </w:p>
    <w:p w:rsidR="00354DF7" w:rsidRDefault="00354DF7" w:rsidP="00354DF7">
      <w:pPr>
        <w:tabs>
          <w:tab w:val="left" w:pos="6195"/>
        </w:tabs>
      </w:pPr>
      <w:r>
        <w:t>381.9287</w:t>
      </w:r>
      <w:r>
        <w:tab/>
        <w:t>8.238e0</w:t>
      </w:r>
    </w:p>
    <w:p w:rsidR="00354DF7" w:rsidRDefault="00354DF7" w:rsidP="00354DF7">
      <w:pPr>
        <w:tabs>
          <w:tab w:val="left" w:pos="6195"/>
        </w:tabs>
      </w:pPr>
      <w:r>
        <w:t>381.9608</w:t>
      </w:r>
      <w:r>
        <w:tab/>
        <w:t>2.898e0</w:t>
      </w:r>
    </w:p>
    <w:p w:rsidR="00354DF7" w:rsidRDefault="00354DF7" w:rsidP="00354DF7">
      <w:pPr>
        <w:tabs>
          <w:tab w:val="left" w:pos="6195"/>
        </w:tabs>
      </w:pPr>
      <w:r>
        <w:t>381.9619</w:t>
      </w:r>
      <w:r>
        <w:tab/>
        <w:t>2.669e0</w:t>
      </w:r>
    </w:p>
    <w:p w:rsidR="00354DF7" w:rsidRDefault="00354DF7" w:rsidP="00354DF7">
      <w:pPr>
        <w:tabs>
          <w:tab w:val="left" w:pos="6195"/>
        </w:tabs>
      </w:pPr>
      <w:r>
        <w:t>381.9763</w:t>
      </w:r>
      <w:r>
        <w:tab/>
        <w:t>4.215e0</w:t>
      </w:r>
    </w:p>
    <w:p w:rsidR="00354DF7" w:rsidRDefault="00354DF7" w:rsidP="00354DF7">
      <w:pPr>
        <w:tabs>
          <w:tab w:val="left" w:pos="6195"/>
        </w:tabs>
      </w:pPr>
      <w:r>
        <w:t>382.0010</w:t>
      </w:r>
      <w:r>
        <w:tab/>
        <w:t>1.642e0</w:t>
      </w:r>
    </w:p>
    <w:p w:rsidR="00354DF7" w:rsidRDefault="00354DF7" w:rsidP="00354DF7">
      <w:pPr>
        <w:tabs>
          <w:tab w:val="left" w:pos="6195"/>
        </w:tabs>
      </w:pPr>
      <w:r>
        <w:t>382.0153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382.0261</w:t>
      </w:r>
      <w:r>
        <w:tab/>
        <w:t>6.348e0</w:t>
      </w:r>
    </w:p>
    <w:p w:rsidR="00354DF7" w:rsidRDefault="00354DF7" w:rsidP="00354DF7">
      <w:pPr>
        <w:tabs>
          <w:tab w:val="left" w:pos="6195"/>
        </w:tabs>
      </w:pPr>
      <w:r>
        <w:t>382.0463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382.0495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382.0849</w:t>
      </w:r>
      <w:r>
        <w:tab/>
        <w:t>2.634e0</w:t>
      </w:r>
    </w:p>
    <w:p w:rsidR="00354DF7" w:rsidRDefault="00354DF7" w:rsidP="00354DF7">
      <w:pPr>
        <w:tabs>
          <w:tab w:val="left" w:pos="6195"/>
        </w:tabs>
      </w:pPr>
      <w:r>
        <w:t>382.0950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382.1039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382.1104</w:t>
      </w:r>
      <w:r>
        <w:tab/>
        <w:t>2.998e0</w:t>
      </w:r>
    </w:p>
    <w:p w:rsidR="00354DF7" w:rsidRDefault="00354DF7" w:rsidP="00354DF7">
      <w:pPr>
        <w:tabs>
          <w:tab w:val="left" w:pos="6195"/>
        </w:tabs>
      </w:pPr>
      <w:r>
        <w:t>382.1668</w:t>
      </w:r>
      <w:r>
        <w:tab/>
        <w:t>1.049e2</w:t>
      </w:r>
    </w:p>
    <w:p w:rsidR="00354DF7" w:rsidRDefault="00354DF7" w:rsidP="00354DF7">
      <w:pPr>
        <w:tabs>
          <w:tab w:val="left" w:pos="6195"/>
        </w:tabs>
      </w:pPr>
      <w:r>
        <w:t>382.1719</w:t>
      </w:r>
      <w:r>
        <w:tab/>
        <w:t>6.374e1</w:t>
      </w:r>
    </w:p>
    <w:p w:rsidR="00354DF7" w:rsidRDefault="00354DF7" w:rsidP="00354DF7">
      <w:pPr>
        <w:tabs>
          <w:tab w:val="left" w:pos="6195"/>
        </w:tabs>
      </w:pPr>
      <w:r>
        <w:t>382.1751</w:t>
      </w:r>
      <w:r>
        <w:tab/>
        <w:t>3.014e1</w:t>
      </w:r>
    </w:p>
    <w:p w:rsidR="00354DF7" w:rsidRDefault="00354DF7" w:rsidP="00354DF7">
      <w:pPr>
        <w:tabs>
          <w:tab w:val="left" w:pos="6195"/>
        </w:tabs>
      </w:pPr>
      <w:r>
        <w:t>382.1771</w:t>
      </w:r>
      <w:r>
        <w:tab/>
        <w:t>2.906e1</w:t>
      </w:r>
    </w:p>
    <w:p w:rsidR="00354DF7" w:rsidRDefault="00354DF7" w:rsidP="00354DF7">
      <w:pPr>
        <w:tabs>
          <w:tab w:val="left" w:pos="6195"/>
        </w:tabs>
      </w:pPr>
      <w:r>
        <w:t>382.1788</w:t>
      </w:r>
      <w:r>
        <w:tab/>
        <w:t>2.025e1</w:t>
      </w:r>
    </w:p>
    <w:p w:rsidR="00354DF7" w:rsidRDefault="00354DF7" w:rsidP="00354DF7">
      <w:pPr>
        <w:tabs>
          <w:tab w:val="left" w:pos="6195"/>
        </w:tabs>
      </w:pPr>
      <w:r>
        <w:lastRenderedPageBreak/>
        <w:t>382.2401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382.2477</w:t>
      </w:r>
      <w:r>
        <w:tab/>
        <w:t>2.540e0</w:t>
      </w:r>
    </w:p>
    <w:p w:rsidR="00354DF7" w:rsidRDefault="00354DF7" w:rsidP="00354DF7">
      <w:pPr>
        <w:tabs>
          <w:tab w:val="left" w:pos="6195"/>
        </w:tabs>
      </w:pPr>
      <w:r>
        <w:t>382.2545</w:t>
      </w:r>
      <w:r>
        <w:tab/>
        <w:t>3.985e0</w:t>
      </w:r>
    </w:p>
    <w:p w:rsidR="00354DF7" w:rsidRDefault="00354DF7" w:rsidP="00354DF7">
      <w:pPr>
        <w:tabs>
          <w:tab w:val="left" w:pos="6195"/>
        </w:tabs>
      </w:pPr>
      <w:r>
        <w:t>382.2694</w:t>
      </w:r>
      <w:r>
        <w:tab/>
        <w:t>1.291e0</w:t>
      </w:r>
    </w:p>
    <w:p w:rsidR="00354DF7" w:rsidRDefault="00354DF7" w:rsidP="00354DF7">
      <w:pPr>
        <w:tabs>
          <w:tab w:val="left" w:pos="6195"/>
        </w:tabs>
      </w:pPr>
      <w:r>
        <w:t>382.3206</w:t>
      </w:r>
      <w:r>
        <w:tab/>
        <w:t>4.269e0</w:t>
      </w:r>
    </w:p>
    <w:p w:rsidR="00354DF7" w:rsidRDefault="00354DF7" w:rsidP="00354DF7">
      <w:pPr>
        <w:tabs>
          <w:tab w:val="left" w:pos="6195"/>
        </w:tabs>
      </w:pPr>
      <w:r>
        <w:t>382.3223</w:t>
      </w:r>
      <w:r>
        <w:tab/>
        <w:t>1.862e0</w:t>
      </w:r>
    </w:p>
    <w:p w:rsidR="00354DF7" w:rsidRDefault="00354DF7" w:rsidP="00354DF7">
      <w:pPr>
        <w:tabs>
          <w:tab w:val="left" w:pos="6195"/>
        </w:tabs>
      </w:pPr>
      <w:r>
        <w:t>382.3236</w:t>
      </w:r>
      <w:r>
        <w:tab/>
        <w:t>6.810e0</w:t>
      </w:r>
    </w:p>
    <w:p w:rsidR="00354DF7" w:rsidRDefault="00354DF7" w:rsidP="00354DF7">
      <w:pPr>
        <w:tabs>
          <w:tab w:val="left" w:pos="6195"/>
        </w:tabs>
      </w:pPr>
      <w:r>
        <w:t>382.3320</w:t>
      </w:r>
      <w:r>
        <w:tab/>
        <w:t>5.022e0</w:t>
      </w:r>
    </w:p>
    <w:p w:rsidR="00354DF7" w:rsidRDefault="00354DF7" w:rsidP="00354DF7">
      <w:pPr>
        <w:tabs>
          <w:tab w:val="left" w:pos="6195"/>
        </w:tabs>
      </w:pPr>
      <w:r>
        <w:t>382.3503</w:t>
      </w:r>
      <w:r>
        <w:tab/>
        <w:t>2.014e0</w:t>
      </w:r>
    </w:p>
    <w:p w:rsidR="00354DF7" w:rsidRDefault="00354DF7" w:rsidP="00354DF7">
      <w:pPr>
        <w:tabs>
          <w:tab w:val="left" w:pos="6195"/>
        </w:tabs>
      </w:pPr>
      <w:r>
        <w:t>382.3691</w:t>
      </w:r>
      <w:r>
        <w:tab/>
        <w:t>2.849e0</w:t>
      </w:r>
    </w:p>
    <w:p w:rsidR="00354DF7" w:rsidRDefault="00354DF7" w:rsidP="00354DF7">
      <w:pPr>
        <w:tabs>
          <w:tab w:val="left" w:pos="6195"/>
        </w:tabs>
      </w:pPr>
      <w:r>
        <w:t>382.3706</w:t>
      </w:r>
      <w:r>
        <w:tab/>
        <w:t>5.353e0</w:t>
      </w:r>
    </w:p>
    <w:p w:rsidR="00354DF7" w:rsidRDefault="00354DF7" w:rsidP="00354DF7">
      <w:pPr>
        <w:tabs>
          <w:tab w:val="left" w:pos="6195"/>
        </w:tabs>
      </w:pPr>
      <w:r>
        <w:t>382.3862</w:t>
      </w:r>
      <w:r>
        <w:tab/>
        <w:t>2.230e0</w:t>
      </w:r>
    </w:p>
    <w:p w:rsidR="00354DF7" w:rsidRDefault="00354DF7" w:rsidP="00354DF7">
      <w:pPr>
        <w:tabs>
          <w:tab w:val="left" w:pos="6195"/>
        </w:tabs>
      </w:pPr>
      <w:r>
        <w:t>382.4008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382.4041</w:t>
      </w:r>
      <w:r>
        <w:tab/>
        <w:t>4.390e0</w:t>
      </w:r>
    </w:p>
    <w:p w:rsidR="00354DF7" w:rsidRDefault="00354DF7" w:rsidP="00354DF7">
      <w:pPr>
        <w:tabs>
          <w:tab w:val="left" w:pos="6195"/>
        </w:tabs>
      </w:pPr>
      <w:r>
        <w:t>382.4226</w:t>
      </w:r>
      <w:r>
        <w:tab/>
        <w:t>2.901e0</w:t>
      </w:r>
    </w:p>
    <w:p w:rsidR="00354DF7" w:rsidRDefault="00354DF7" w:rsidP="00354DF7">
      <w:pPr>
        <w:tabs>
          <w:tab w:val="left" w:pos="6195"/>
        </w:tabs>
      </w:pPr>
      <w:r>
        <w:t>382.4386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382.4498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382.4530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382.4739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382.4774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382.4815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382.4999</w:t>
      </w:r>
      <w:r>
        <w:tab/>
        <w:t>1.516e0</w:t>
      </w:r>
    </w:p>
    <w:p w:rsidR="00354DF7" w:rsidRDefault="00354DF7" w:rsidP="00354DF7">
      <w:pPr>
        <w:tabs>
          <w:tab w:val="left" w:pos="6195"/>
        </w:tabs>
      </w:pPr>
      <w:r>
        <w:t>382.5388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382.5573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382.5609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382.5619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382.6009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382.6019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382.6180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382.6248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382.6411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382.6589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382.6694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382.6795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382.7079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382.7146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382.7208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382.7224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382.7497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382.7574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382.7810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382.7844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382.8047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382.8087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382.8184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382.8253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382.8688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382.8718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382.8803</w:t>
      </w:r>
      <w:r>
        <w:tab/>
        <w:t>4.634e0</w:t>
      </w:r>
    </w:p>
    <w:p w:rsidR="00354DF7" w:rsidRDefault="00354DF7" w:rsidP="00354DF7">
      <w:pPr>
        <w:tabs>
          <w:tab w:val="left" w:pos="6195"/>
        </w:tabs>
      </w:pPr>
      <w:r>
        <w:t>382.8831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382.8994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382.9070</w:t>
      </w:r>
      <w:r>
        <w:tab/>
        <w:t>9.084e0</w:t>
      </w:r>
    </w:p>
    <w:p w:rsidR="00354DF7" w:rsidRDefault="00354DF7" w:rsidP="00354DF7">
      <w:pPr>
        <w:tabs>
          <w:tab w:val="left" w:pos="6195"/>
        </w:tabs>
      </w:pPr>
      <w:r>
        <w:t>382.9178</w:t>
      </w:r>
      <w:r>
        <w:tab/>
        <w:t>2.990e0</w:t>
      </w:r>
    </w:p>
    <w:p w:rsidR="00354DF7" w:rsidRDefault="00354DF7" w:rsidP="00354DF7">
      <w:pPr>
        <w:tabs>
          <w:tab w:val="left" w:pos="6195"/>
        </w:tabs>
      </w:pPr>
      <w:r>
        <w:t>382.9202</w:t>
      </w:r>
      <w:r>
        <w:tab/>
        <w:t>2.616e0</w:t>
      </w:r>
    </w:p>
    <w:p w:rsidR="00354DF7" w:rsidRDefault="00354DF7" w:rsidP="00354DF7">
      <w:pPr>
        <w:tabs>
          <w:tab w:val="left" w:pos="6195"/>
        </w:tabs>
      </w:pPr>
      <w:r>
        <w:t>382.9238</w:t>
      </w:r>
      <w:r>
        <w:tab/>
        <w:t>3.512e0</w:t>
      </w:r>
    </w:p>
    <w:p w:rsidR="00354DF7" w:rsidRDefault="00354DF7" w:rsidP="00354DF7">
      <w:pPr>
        <w:tabs>
          <w:tab w:val="left" w:pos="6195"/>
        </w:tabs>
      </w:pPr>
      <w:r>
        <w:t>382.9412</w:t>
      </w:r>
      <w:r>
        <w:tab/>
        <w:t>5.020e0</w:t>
      </w:r>
    </w:p>
    <w:p w:rsidR="00354DF7" w:rsidRDefault="00354DF7" w:rsidP="00354DF7">
      <w:pPr>
        <w:tabs>
          <w:tab w:val="left" w:pos="6195"/>
        </w:tabs>
      </w:pPr>
      <w:r>
        <w:t>382.9700</w:t>
      </w:r>
      <w:r>
        <w:tab/>
        <w:t>1.981e0</w:t>
      </w:r>
    </w:p>
    <w:p w:rsidR="00354DF7" w:rsidRDefault="00354DF7" w:rsidP="00354DF7">
      <w:pPr>
        <w:tabs>
          <w:tab w:val="left" w:pos="6195"/>
        </w:tabs>
      </w:pPr>
      <w:r>
        <w:lastRenderedPageBreak/>
        <w:t>382.9729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382.9779</w:t>
      </w:r>
      <w:r>
        <w:tab/>
        <w:t>3.628e0</w:t>
      </w:r>
    </w:p>
    <w:p w:rsidR="00354DF7" w:rsidRDefault="00354DF7" w:rsidP="00354DF7">
      <w:pPr>
        <w:tabs>
          <w:tab w:val="left" w:pos="6195"/>
        </w:tabs>
      </w:pPr>
      <w:r>
        <w:t>382.9879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382.9950</w:t>
      </w:r>
      <w:r>
        <w:tab/>
        <w:t>3.822e0</w:t>
      </w:r>
    </w:p>
    <w:p w:rsidR="00354DF7" w:rsidRDefault="00354DF7" w:rsidP="00354DF7">
      <w:pPr>
        <w:tabs>
          <w:tab w:val="left" w:pos="6195"/>
        </w:tabs>
      </w:pPr>
      <w:r>
        <w:t>383.0071</w:t>
      </w:r>
      <w:r>
        <w:tab/>
        <w:t>4.542e0</w:t>
      </w:r>
    </w:p>
    <w:p w:rsidR="00354DF7" w:rsidRDefault="00354DF7" w:rsidP="00354DF7">
      <w:pPr>
        <w:tabs>
          <w:tab w:val="left" w:pos="6195"/>
        </w:tabs>
      </w:pPr>
      <w:r>
        <w:t>383.0182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383.0216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383.0352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383.0586</w:t>
      </w:r>
      <w:r>
        <w:tab/>
        <w:t>3.576e0</w:t>
      </w:r>
    </w:p>
    <w:p w:rsidR="00354DF7" w:rsidRDefault="00354DF7" w:rsidP="00354DF7">
      <w:pPr>
        <w:tabs>
          <w:tab w:val="left" w:pos="6195"/>
        </w:tabs>
      </w:pPr>
      <w:r>
        <w:t>383.0889</w:t>
      </w:r>
      <w:r>
        <w:tab/>
        <w:t>3.995e0</w:t>
      </w:r>
    </w:p>
    <w:p w:rsidR="00354DF7" w:rsidRDefault="00354DF7" w:rsidP="00354DF7">
      <w:pPr>
        <w:tabs>
          <w:tab w:val="left" w:pos="6195"/>
        </w:tabs>
      </w:pPr>
      <w:r>
        <w:t>383.0945</w:t>
      </w:r>
      <w:r>
        <w:tab/>
        <w:t>5.431e0</w:t>
      </w:r>
    </w:p>
    <w:p w:rsidR="00354DF7" w:rsidRDefault="00354DF7" w:rsidP="00354DF7">
      <w:pPr>
        <w:tabs>
          <w:tab w:val="left" w:pos="6195"/>
        </w:tabs>
      </w:pPr>
      <w:r>
        <w:t>383.0970</w:t>
      </w:r>
      <w:r>
        <w:tab/>
        <w:t>3.160e0</w:t>
      </w:r>
    </w:p>
    <w:p w:rsidR="00354DF7" w:rsidRDefault="00354DF7" w:rsidP="00354DF7">
      <w:pPr>
        <w:tabs>
          <w:tab w:val="left" w:pos="6195"/>
        </w:tabs>
      </w:pPr>
      <w:r>
        <w:t>383.1026</w:t>
      </w:r>
      <w:r>
        <w:tab/>
        <w:t>4.249e0</w:t>
      </w:r>
    </w:p>
    <w:p w:rsidR="00354DF7" w:rsidRDefault="00354DF7" w:rsidP="00354DF7">
      <w:pPr>
        <w:tabs>
          <w:tab w:val="left" w:pos="6195"/>
        </w:tabs>
      </w:pPr>
      <w:r>
        <w:t>383.1412</w:t>
      </w:r>
      <w:r>
        <w:tab/>
        <w:t>4.841e0</w:t>
      </w:r>
    </w:p>
    <w:p w:rsidR="00354DF7" w:rsidRDefault="00354DF7" w:rsidP="00354DF7">
      <w:pPr>
        <w:tabs>
          <w:tab w:val="left" w:pos="6195"/>
        </w:tabs>
      </w:pPr>
      <w:r>
        <w:t>383.1620</w:t>
      </w:r>
      <w:r>
        <w:tab/>
        <w:t>1.910e1</w:t>
      </w:r>
    </w:p>
    <w:p w:rsidR="00354DF7" w:rsidRDefault="00354DF7" w:rsidP="00354DF7">
      <w:pPr>
        <w:tabs>
          <w:tab w:val="left" w:pos="6195"/>
        </w:tabs>
      </w:pPr>
      <w:r>
        <w:t>383.1649</w:t>
      </w:r>
      <w:r>
        <w:tab/>
        <w:t>1.087e1</w:t>
      </w:r>
    </w:p>
    <w:p w:rsidR="00354DF7" w:rsidRDefault="00354DF7" w:rsidP="00354DF7">
      <w:pPr>
        <w:tabs>
          <w:tab w:val="left" w:pos="6195"/>
        </w:tabs>
      </w:pPr>
      <w:r>
        <w:t>383.1686</w:t>
      </w:r>
      <w:r>
        <w:tab/>
        <w:t>3.170e1</w:t>
      </w:r>
    </w:p>
    <w:p w:rsidR="00354DF7" w:rsidRDefault="00354DF7" w:rsidP="00354DF7">
      <w:pPr>
        <w:tabs>
          <w:tab w:val="left" w:pos="6195"/>
        </w:tabs>
      </w:pPr>
      <w:r>
        <w:t>383.1705</w:t>
      </w:r>
      <w:r>
        <w:tab/>
        <w:t>1.675e1</w:t>
      </w:r>
    </w:p>
    <w:p w:rsidR="00354DF7" w:rsidRDefault="00354DF7" w:rsidP="00354DF7">
      <w:pPr>
        <w:tabs>
          <w:tab w:val="left" w:pos="6195"/>
        </w:tabs>
      </w:pPr>
      <w:r>
        <w:t>383.1750</w:t>
      </w:r>
      <w:r>
        <w:tab/>
        <w:t>7.239e0</w:t>
      </w:r>
    </w:p>
    <w:p w:rsidR="00354DF7" w:rsidRDefault="00354DF7" w:rsidP="00354DF7">
      <w:pPr>
        <w:tabs>
          <w:tab w:val="left" w:pos="6195"/>
        </w:tabs>
      </w:pPr>
      <w:r>
        <w:lastRenderedPageBreak/>
        <w:t>383.2084</w:t>
      </w:r>
      <w:r>
        <w:tab/>
        <w:t>5.597e0</w:t>
      </w:r>
    </w:p>
    <w:p w:rsidR="00354DF7" w:rsidRDefault="00354DF7" w:rsidP="00354DF7">
      <w:pPr>
        <w:tabs>
          <w:tab w:val="left" w:pos="6195"/>
        </w:tabs>
      </w:pPr>
      <w:r>
        <w:t>383.2102</w:t>
      </w:r>
      <w:r>
        <w:tab/>
        <w:t>7.987e0</w:t>
      </w:r>
    </w:p>
    <w:p w:rsidR="00354DF7" w:rsidRDefault="00354DF7" w:rsidP="00354DF7">
      <w:pPr>
        <w:tabs>
          <w:tab w:val="left" w:pos="6195"/>
        </w:tabs>
      </w:pPr>
      <w:r>
        <w:t>383.2230</w:t>
      </w:r>
      <w:r>
        <w:tab/>
        <w:t>3.457e1</w:t>
      </w:r>
    </w:p>
    <w:p w:rsidR="00354DF7" w:rsidRDefault="00354DF7" w:rsidP="00354DF7">
      <w:pPr>
        <w:tabs>
          <w:tab w:val="left" w:pos="6195"/>
        </w:tabs>
      </w:pPr>
      <w:r>
        <w:t>383.2277</w:t>
      </w:r>
      <w:r>
        <w:tab/>
        <w:t>2.107e1</w:t>
      </w:r>
    </w:p>
    <w:p w:rsidR="00354DF7" w:rsidRDefault="00354DF7" w:rsidP="00354DF7">
      <w:pPr>
        <w:tabs>
          <w:tab w:val="left" w:pos="6195"/>
        </w:tabs>
      </w:pPr>
      <w:r>
        <w:t>383.2314</w:t>
      </w:r>
      <w:r>
        <w:tab/>
        <w:t>8.444e0</w:t>
      </w:r>
    </w:p>
    <w:p w:rsidR="00354DF7" w:rsidRDefault="00354DF7" w:rsidP="00354DF7">
      <w:pPr>
        <w:tabs>
          <w:tab w:val="left" w:pos="6195"/>
        </w:tabs>
      </w:pPr>
      <w:r>
        <w:t>383.2416</w:t>
      </w:r>
      <w:r>
        <w:tab/>
        <w:t>1.155e0</w:t>
      </w:r>
    </w:p>
    <w:p w:rsidR="00354DF7" w:rsidRDefault="00354DF7" w:rsidP="00354DF7">
      <w:pPr>
        <w:tabs>
          <w:tab w:val="left" w:pos="6195"/>
        </w:tabs>
      </w:pPr>
      <w:r>
        <w:t>383.2557</w:t>
      </w:r>
      <w:r>
        <w:tab/>
        <w:t>5.314e0</w:t>
      </w:r>
    </w:p>
    <w:p w:rsidR="00354DF7" w:rsidRDefault="00354DF7" w:rsidP="00354DF7">
      <w:pPr>
        <w:tabs>
          <w:tab w:val="left" w:pos="6195"/>
        </w:tabs>
      </w:pPr>
      <w:r>
        <w:t>383.2578</w:t>
      </w:r>
      <w:r>
        <w:tab/>
        <w:t>5.877e0</w:t>
      </w:r>
    </w:p>
    <w:p w:rsidR="00354DF7" w:rsidRDefault="00354DF7" w:rsidP="00354DF7">
      <w:pPr>
        <w:tabs>
          <w:tab w:val="left" w:pos="6195"/>
        </w:tabs>
      </w:pPr>
      <w:r>
        <w:t>383.3234</w:t>
      </w:r>
      <w:r>
        <w:tab/>
        <w:t>4.660e0</w:t>
      </w:r>
    </w:p>
    <w:p w:rsidR="00354DF7" w:rsidRDefault="00354DF7" w:rsidP="00354DF7">
      <w:pPr>
        <w:tabs>
          <w:tab w:val="left" w:pos="6195"/>
        </w:tabs>
      </w:pPr>
      <w:r>
        <w:t>383.3295</w:t>
      </w:r>
      <w:r>
        <w:tab/>
        <w:t>1.338e0</w:t>
      </w:r>
    </w:p>
    <w:p w:rsidR="00354DF7" w:rsidRDefault="00354DF7" w:rsidP="00354DF7">
      <w:pPr>
        <w:tabs>
          <w:tab w:val="left" w:pos="6195"/>
        </w:tabs>
      </w:pPr>
      <w:r>
        <w:t>383.3351</w:t>
      </w:r>
      <w:r>
        <w:tab/>
        <w:t>4.629e0</w:t>
      </w:r>
    </w:p>
    <w:p w:rsidR="00354DF7" w:rsidRDefault="00354DF7" w:rsidP="00354DF7">
      <w:pPr>
        <w:tabs>
          <w:tab w:val="left" w:pos="6195"/>
        </w:tabs>
      </w:pPr>
      <w:r>
        <w:t>383.3466</w:t>
      </w:r>
      <w:r>
        <w:tab/>
        <w:t>3.247e0</w:t>
      </w:r>
    </w:p>
    <w:p w:rsidR="00354DF7" w:rsidRDefault="00354DF7" w:rsidP="00354DF7">
      <w:pPr>
        <w:tabs>
          <w:tab w:val="left" w:pos="6195"/>
        </w:tabs>
      </w:pPr>
      <w:r>
        <w:t>383.3554</w:t>
      </w:r>
      <w:r>
        <w:tab/>
        <w:t>2.381e0</w:t>
      </w:r>
    </w:p>
    <w:p w:rsidR="00354DF7" w:rsidRDefault="00354DF7" w:rsidP="00354DF7">
      <w:pPr>
        <w:tabs>
          <w:tab w:val="left" w:pos="6195"/>
        </w:tabs>
      </w:pPr>
      <w:r>
        <w:t>383.3798</w:t>
      </w:r>
      <w:r>
        <w:tab/>
        <w:t>3.817e0</w:t>
      </w:r>
    </w:p>
    <w:p w:rsidR="00354DF7" w:rsidRDefault="00354DF7" w:rsidP="00354DF7">
      <w:pPr>
        <w:tabs>
          <w:tab w:val="left" w:pos="6195"/>
        </w:tabs>
      </w:pPr>
      <w:r>
        <w:t>383.4026</w:t>
      </w:r>
      <w:r>
        <w:tab/>
        <w:t>5.057e0</w:t>
      </w:r>
    </w:p>
    <w:p w:rsidR="00354DF7" w:rsidRDefault="00354DF7" w:rsidP="00354DF7">
      <w:pPr>
        <w:tabs>
          <w:tab w:val="left" w:pos="6195"/>
        </w:tabs>
      </w:pPr>
      <w:r>
        <w:t>383.4114</w:t>
      </w:r>
      <w:r>
        <w:tab/>
        <w:t>7.652e0</w:t>
      </w:r>
    </w:p>
    <w:p w:rsidR="00354DF7" w:rsidRDefault="00354DF7" w:rsidP="00354DF7">
      <w:pPr>
        <w:tabs>
          <w:tab w:val="left" w:pos="6195"/>
        </w:tabs>
      </w:pPr>
      <w:r>
        <w:t>383.4394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383.4445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383.4464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383.4578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383.4705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383.4976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383.5118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383.5294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383.5350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383.5469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383.5595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383.5686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383.5731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383.5802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383.5996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383.6270</w:t>
      </w:r>
      <w:r>
        <w:tab/>
        <w:t>2.030e0</w:t>
      </w:r>
    </w:p>
    <w:p w:rsidR="00354DF7" w:rsidRDefault="00354DF7" w:rsidP="00354DF7">
      <w:pPr>
        <w:tabs>
          <w:tab w:val="left" w:pos="6195"/>
        </w:tabs>
      </w:pPr>
      <w:r>
        <w:t>383.6532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383.6820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383.6888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383.6942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383.7094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383.7196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383.7244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383.7281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383.7629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383.7833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383.7978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383.8177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383.8250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383.8296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383.8499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383.8550</w:t>
      </w:r>
      <w:r>
        <w:tab/>
        <w:t>6.874e0</w:t>
      </w:r>
    </w:p>
    <w:p w:rsidR="00354DF7" w:rsidRDefault="00354DF7" w:rsidP="00354DF7">
      <w:pPr>
        <w:tabs>
          <w:tab w:val="left" w:pos="6195"/>
        </w:tabs>
      </w:pPr>
      <w:r>
        <w:t>383.8709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383.9008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383.9068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383.9127</w:t>
      </w:r>
      <w:r>
        <w:tab/>
        <w:t>1.883e0</w:t>
      </w:r>
    </w:p>
    <w:p w:rsidR="00354DF7" w:rsidRDefault="00354DF7" w:rsidP="00354DF7">
      <w:pPr>
        <w:tabs>
          <w:tab w:val="left" w:pos="6195"/>
        </w:tabs>
      </w:pPr>
      <w:r>
        <w:t>383.9183</w:t>
      </w:r>
      <w:r>
        <w:tab/>
        <w:t>2.067e0</w:t>
      </w:r>
    </w:p>
    <w:p w:rsidR="00354DF7" w:rsidRDefault="00354DF7" w:rsidP="00354DF7">
      <w:pPr>
        <w:tabs>
          <w:tab w:val="left" w:pos="6195"/>
        </w:tabs>
      </w:pPr>
      <w:r>
        <w:t>383.9572</w:t>
      </w:r>
      <w:r>
        <w:tab/>
        <w:t>1.951e0</w:t>
      </w:r>
    </w:p>
    <w:p w:rsidR="00354DF7" w:rsidRDefault="00354DF7" w:rsidP="00354DF7">
      <w:pPr>
        <w:tabs>
          <w:tab w:val="left" w:pos="6195"/>
        </w:tabs>
      </w:pPr>
      <w:r>
        <w:t>383.9702</w:t>
      </w:r>
      <w:r>
        <w:tab/>
        <w:t>2.089e0</w:t>
      </w:r>
    </w:p>
    <w:p w:rsidR="00354DF7" w:rsidRDefault="00354DF7" w:rsidP="00354DF7">
      <w:pPr>
        <w:tabs>
          <w:tab w:val="left" w:pos="6195"/>
        </w:tabs>
      </w:pPr>
      <w:r>
        <w:t>383.9756</w:t>
      </w:r>
      <w:r>
        <w:tab/>
        <w:t>1.756e0</w:t>
      </w:r>
    </w:p>
    <w:p w:rsidR="00354DF7" w:rsidRDefault="00354DF7" w:rsidP="00354DF7">
      <w:pPr>
        <w:tabs>
          <w:tab w:val="left" w:pos="6195"/>
        </w:tabs>
      </w:pPr>
      <w:r>
        <w:t>383.9899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384.0059</w:t>
      </w:r>
      <w:r>
        <w:tab/>
        <w:t>2.150e0</w:t>
      </w:r>
    </w:p>
    <w:p w:rsidR="00354DF7" w:rsidRDefault="00354DF7" w:rsidP="00354DF7">
      <w:pPr>
        <w:tabs>
          <w:tab w:val="left" w:pos="6195"/>
        </w:tabs>
      </w:pPr>
      <w:r>
        <w:t>384.0170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384.0226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384.0373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384.0516</w:t>
      </w:r>
      <w:r>
        <w:tab/>
        <w:t>6.498e0</w:t>
      </w:r>
    </w:p>
    <w:p w:rsidR="00354DF7" w:rsidRDefault="00354DF7" w:rsidP="00354DF7">
      <w:pPr>
        <w:tabs>
          <w:tab w:val="left" w:pos="6195"/>
        </w:tabs>
      </w:pPr>
      <w:r>
        <w:t>384.0642</w:t>
      </w:r>
      <w:r>
        <w:tab/>
        <w:t>3.118e0</w:t>
      </w:r>
    </w:p>
    <w:p w:rsidR="00354DF7" w:rsidRDefault="00354DF7" w:rsidP="00354DF7">
      <w:pPr>
        <w:tabs>
          <w:tab w:val="left" w:pos="6195"/>
        </w:tabs>
      </w:pPr>
      <w:r>
        <w:t>384.0834</w:t>
      </w:r>
      <w:r>
        <w:tab/>
        <w:t>3.184e0</w:t>
      </w:r>
    </w:p>
    <w:p w:rsidR="00354DF7" w:rsidRDefault="00354DF7" w:rsidP="00354DF7">
      <w:pPr>
        <w:tabs>
          <w:tab w:val="left" w:pos="6195"/>
        </w:tabs>
      </w:pPr>
      <w:r>
        <w:t>384.0891</w:t>
      </w:r>
      <w:r>
        <w:tab/>
        <w:t>3.893e0</w:t>
      </w:r>
    </w:p>
    <w:p w:rsidR="00354DF7" w:rsidRDefault="00354DF7" w:rsidP="00354DF7">
      <w:pPr>
        <w:tabs>
          <w:tab w:val="left" w:pos="6195"/>
        </w:tabs>
      </w:pPr>
      <w:r>
        <w:t>384.1006</w:t>
      </w:r>
      <w:r>
        <w:tab/>
        <w:t>4.659e0</w:t>
      </w:r>
    </w:p>
    <w:p w:rsidR="00354DF7" w:rsidRDefault="00354DF7" w:rsidP="00354DF7">
      <w:pPr>
        <w:tabs>
          <w:tab w:val="left" w:pos="6195"/>
        </w:tabs>
      </w:pPr>
      <w:r>
        <w:t>384.1322</w:t>
      </w:r>
      <w:r>
        <w:tab/>
        <w:t>5.209e0</w:t>
      </w:r>
    </w:p>
    <w:p w:rsidR="00354DF7" w:rsidRDefault="00354DF7" w:rsidP="00354DF7">
      <w:pPr>
        <w:tabs>
          <w:tab w:val="left" w:pos="6195"/>
        </w:tabs>
      </w:pPr>
      <w:r>
        <w:t>384.1486</w:t>
      </w:r>
      <w:r>
        <w:tab/>
        <w:t>1.522e0</w:t>
      </w:r>
    </w:p>
    <w:p w:rsidR="00354DF7" w:rsidRDefault="00354DF7" w:rsidP="00354DF7">
      <w:pPr>
        <w:tabs>
          <w:tab w:val="left" w:pos="6195"/>
        </w:tabs>
      </w:pPr>
      <w:r>
        <w:t>384.1592</w:t>
      </w:r>
      <w:r>
        <w:tab/>
        <w:t>9.778e0</w:t>
      </w:r>
    </w:p>
    <w:p w:rsidR="00354DF7" w:rsidRDefault="00354DF7" w:rsidP="00354DF7">
      <w:pPr>
        <w:tabs>
          <w:tab w:val="left" w:pos="6195"/>
        </w:tabs>
      </w:pPr>
      <w:r>
        <w:t>384.1624</w:t>
      </w:r>
      <w:r>
        <w:tab/>
        <w:t>5.660e0</w:t>
      </w:r>
    </w:p>
    <w:p w:rsidR="00354DF7" w:rsidRDefault="00354DF7" w:rsidP="00354DF7">
      <w:pPr>
        <w:tabs>
          <w:tab w:val="left" w:pos="6195"/>
        </w:tabs>
      </w:pPr>
      <w:r>
        <w:t>384.1639</w:t>
      </w:r>
      <w:r>
        <w:tab/>
        <w:t>3.281e0</w:t>
      </w:r>
    </w:p>
    <w:p w:rsidR="00354DF7" w:rsidRDefault="00354DF7" w:rsidP="00354DF7">
      <w:pPr>
        <w:tabs>
          <w:tab w:val="left" w:pos="6195"/>
        </w:tabs>
      </w:pPr>
      <w:r>
        <w:t>384.1664</w:t>
      </w:r>
      <w:r>
        <w:tab/>
        <w:t>1.030e1</w:t>
      </w:r>
    </w:p>
    <w:p w:rsidR="00354DF7" w:rsidRDefault="00354DF7" w:rsidP="00354DF7">
      <w:pPr>
        <w:tabs>
          <w:tab w:val="left" w:pos="6195"/>
        </w:tabs>
      </w:pPr>
      <w:r>
        <w:t>384.1857</w:t>
      </w:r>
      <w:r>
        <w:tab/>
        <w:t>6.921e0</w:t>
      </w:r>
    </w:p>
    <w:p w:rsidR="00354DF7" w:rsidRDefault="00354DF7" w:rsidP="00354DF7">
      <w:pPr>
        <w:tabs>
          <w:tab w:val="left" w:pos="6195"/>
        </w:tabs>
      </w:pPr>
      <w:r>
        <w:t>384.2079</w:t>
      </w:r>
      <w:r>
        <w:tab/>
        <w:t>3.535e0</w:t>
      </w:r>
    </w:p>
    <w:p w:rsidR="00354DF7" w:rsidRDefault="00354DF7" w:rsidP="00354DF7">
      <w:pPr>
        <w:tabs>
          <w:tab w:val="left" w:pos="6195"/>
        </w:tabs>
      </w:pPr>
      <w:r>
        <w:t>384.2339</w:t>
      </w:r>
      <w:r>
        <w:tab/>
        <w:t>6.947e0</w:t>
      </w:r>
    </w:p>
    <w:p w:rsidR="00354DF7" w:rsidRDefault="00354DF7" w:rsidP="00354DF7">
      <w:pPr>
        <w:tabs>
          <w:tab w:val="left" w:pos="6195"/>
        </w:tabs>
      </w:pPr>
      <w:r>
        <w:t>384.2439</w:t>
      </w:r>
      <w:r>
        <w:tab/>
        <w:t>3.034e0</w:t>
      </w:r>
    </w:p>
    <w:p w:rsidR="00354DF7" w:rsidRDefault="00354DF7" w:rsidP="00354DF7">
      <w:pPr>
        <w:tabs>
          <w:tab w:val="left" w:pos="6195"/>
        </w:tabs>
      </w:pPr>
      <w:r>
        <w:lastRenderedPageBreak/>
        <w:t>384.2476</w:t>
      </w:r>
      <w:r>
        <w:tab/>
        <w:t>3.986e0</w:t>
      </w:r>
    </w:p>
    <w:p w:rsidR="00354DF7" w:rsidRDefault="00354DF7" w:rsidP="00354DF7">
      <w:pPr>
        <w:tabs>
          <w:tab w:val="left" w:pos="6195"/>
        </w:tabs>
      </w:pPr>
      <w:r>
        <w:t>384.2693</w:t>
      </w:r>
      <w:r>
        <w:tab/>
        <w:t>1.502e0</w:t>
      </w:r>
    </w:p>
    <w:p w:rsidR="00354DF7" w:rsidRDefault="00354DF7" w:rsidP="00354DF7">
      <w:pPr>
        <w:tabs>
          <w:tab w:val="left" w:pos="6195"/>
        </w:tabs>
      </w:pPr>
      <w:r>
        <w:t>384.2893</w:t>
      </w:r>
      <w:r>
        <w:tab/>
        <w:t>2.161e0</w:t>
      </w:r>
    </w:p>
    <w:p w:rsidR="00354DF7" w:rsidRDefault="00354DF7" w:rsidP="00354DF7">
      <w:pPr>
        <w:tabs>
          <w:tab w:val="left" w:pos="6195"/>
        </w:tabs>
      </w:pPr>
      <w:r>
        <w:t>384.3010</w:t>
      </w:r>
      <w:r>
        <w:tab/>
        <w:t>8.662e0</w:t>
      </w:r>
    </w:p>
    <w:p w:rsidR="00354DF7" w:rsidRDefault="00354DF7" w:rsidP="00354DF7">
      <w:pPr>
        <w:tabs>
          <w:tab w:val="left" w:pos="6195"/>
        </w:tabs>
      </w:pPr>
      <w:r>
        <w:t>384.3101</w:t>
      </w:r>
      <w:r>
        <w:tab/>
        <w:t>1.099e0</w:t>
      </w:r>
    </w:p>
    <w:p w:rsidR="00354DF7" w:rsidRDefault="00354DF7" w:rsidP="00354DF7">
      <w:pPr>
        <w:tabs>
          <w:tab w:val="left" w:pos="6195"/>
        </w:tabs>
      </w:pPr>
      <w:r>
        <w:t>384.3138</w:t>
      </w:r>
      <w:r>
        <w:tab/>
        <w:t>3.824e0</w:t>
      </w:r>
    </w:p>
    <w:p w:rsidR="00354DF7" w:rsidRDefault="00354DF7" w:rsidP="00354DF7">
      <w:pPr>
        <w:tabs>
          <w:tab w:val="left" w:pos="6195"/>
        </w:tabs>
      </w:pPr>
      <w:r>
        <w:t>384.3247</w:t>
      </w:r>
      <w:r>
        <w:tab/>
        <w:t>1.544e0</w:t>
      </w:r>
    </w:p>
    <w:p w:rsidR="00354DF7" w:rsidRDefault="00354DF7" w:rsidP="00354DF7">
      <w:pPr>
        <w:tabs>
          <w:tab w:val="left" w:pos="6195"/>
        </w:tabs>
      </w:pPr>
      <w:r>
        <w:t>384.3391</w:t>
      </w:r>
      <w:r>
        <w:tab/>
        <w:t>2.223e0</w:t>
      </w:r>
    </w:p>
    <w:p w:rsidR="00354DF7" w:rsidRDefault="00354DF7" w:rsidP="00354DF7">
      <w:pPr>
        <w:tabs>
          <w:tab w:val="left" w:pos="6195"/>
        </w:tabs>
      </w:pPr>
      <w:r>
        <w:t>384.3512</w:t>
      </w:r>
      <w:r>
        <w:tab/>
        <w:t>2.325e0</w:t>
      </w:r>
    </w:p>
    <w:p w:rsidR="00354DF7" w:rsidRDefault="00354DF7" w:rsidP="00354DF7">
      <w:pPr>
        <w:tabs>
          <w:tab w:val="left" w:pos="6195"/>
        </w:tabs>
      </w:pPr>
      <w:r>
        <w:t>384.3562</w:t>
      </w:r>
      <w:r>
        <w:tab/>
        <w:t>2.244e0</w:t>
      </w:r>
    </w:p>
    <w:p w:rsidR="00354DF7" w:rsidRDefault="00354DF7" w:rsidP="00354DF7">
      <w:pPr>
        <w:tabs>
          <w:tab w:val="left" w:pos="6195"/>
        </w:tabs>
      </w:pPr>
      <w:r>
        <w:t>384.3703</w:t>
      </w:r>
      <w:r>
        <w:tab/>
        <w:t>3.104e0</w:t>
      </w:r>
    </w:p>
    <w:p w:rsidR="00354DF7" w:rsidRDefault="00354DF7" w:rsidP="00354DF7">
      <w:pPr>
        <w:tabs>
          <w:tab w:val="left" w:pos="6195"/>
        </w:tabs>
      </w:pPr>
      <w:r>
        <w:t>384.3843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384.3965</w:t>
      </w:r>
      <w:r>
        <w:tab/>
        <w:t>4.212e0</w:t>
      </w:r>
    </w:p>
    <w:p w:rsidR="00354DF7" w:rsidRDefault="00354DF7" w:rsidP="00354DF7">
      <w:pPr>
        <w:tabs>
          <w:tab w:val="left" w:pos="6195"/>
        </w:tabs>
      </w:pPr>
      <w:r>
        <w:t>384.4036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384.4207</w:t>
      </w:r>
      <w:r>
        <w:tab/>
        <w:t>5.051e0</w:t>
      </w:r>
    </w:p>
    <w:p w:rsidR="00354DF7" w:rsidRDefault="00354DF7" w:rsidP="00354DF7">
      <w:pPr>
        <w:tabs>
          <w:tab w:val="left" w:pos="6195"/>
        </w:tabs>
      </w:pPr>
      <w:r>
        <w:t>384.4303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384.4496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384.4688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384.4756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384.4954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384.4972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384.5143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384.5314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384.5476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384.5522</w:t>
      </w:r>
      <w:r>
        <w:tab/>
        <w:t>2.995e0</w:t>
      </w:r>
    </w:p>
    <w:p w:rsidR="00354DF7" w:rsidRDefault="00354DF7" w:rsidP="00354DF7">
      <w:pPr>
        <w:tabs>
          <w:tab w:val="left" w:pos="6195"/>
        </w:tabs>
      </w:pPr>
      <w:r>
        <w:t>384.5535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384.5684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384.5924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384.5948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384.6175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384.6205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384.6316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384.6464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384.6512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384.6776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384.7128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384.7209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384.7418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384.7456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384.7856</w:t>
      </w:r>
      <w:r>
        <w:tab/>
        <w:t>7.182e0</w:t>
      </w:r>
    </w:p>
    <w:p w:rsidR="00354DF7" w:rsidRDefault="00354DF7" w:rsidP="00354DF7">
      <w:pPr>
        <w:tabs>
          <w:tab w:val="left" w:pos="6195"/>
        </w:tabs>
      </w:pPr>
      <w:r>
        <w:t>384.7932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384.8065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384.8200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384.8288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384.8429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384.8586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384.8634</w:t>
      </w:r>
      <w:r>
        <w:tab/>
        <w:t>4.836e0</w:t>
      </w:r>
    </w:p>
    <w:p w:rsidR="00354DF7" w:rsidRDefault="00354DF7" w:rsidP="00354DF7">
      <w:pPr>
        <w:tabs>
          <w:tab w:val="left" w:pos="6195"/>
        </w:tabs>
      </w:pPr>
      <w:r>
        <w:t>384.8706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384.8752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384.8994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384.9020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384.9066</w:t>
      </w:r>
      <w:r>
        <w:tab/>
        <w:t>3.023e0</w:t>
      </w:r>
    </w:p>
    <w:p w:rsidR="00354DF7" w:rsidRDefault="00354DF7" w:rsidP="00354DF7">
      <w:pPr>
        <w:tabs>
          <w:tab w:val="left" w:pos="6195"/>
        </w:tabs>
      </w:pPr>
      <w:r>
        <w:t>384.9164</w:t>
      </w:r>
      <w:r>
        <w:tab/>
        <w:t>1.812e0</w:t>
      </w:r>
    </w:p>
    <w:p w:rsidR="00354DF7" w:rsidRDefault="00354DF7" w:rsidP="00354DF7">
      <w:pPr>
        <w:tabs>
          <w:tab w:val="left" w:pos="6195"/>
        </w:tabs>
      </w:pPr>
      <w:r>
        <w:t>384.9208</w:t>
      </w:r>
      <w:r>
        <w:tab/>
        <w:t>2.143e0</w:t>
      </w:r>
    </w:p>
    <w:p w:rsidR="00354DF7" w:rsidRDefault="00354DF7" w:rsidP="00354DF7">
      <w:pPr>
        <w:tabs>
          <w:tab w:val="left" w:pos="6195"/>
        </w:tabs>
      </w:pPr>
      <w:r>
        <w:t>384.9222</w:t>
      </w:r>
      <w:r>
        <w:tab/>
        <w:t>2.300e0</w:t>
      </w:r>
    </w:p>
    <w:p w:rsidR="00354DF7" w:rsidRDefault="00354DF7" w:rsidP="00354DF7">
      <w:pPr>
        <w:tabs>
          <w:tab w:val="left" w:pos="6195"/>
        </w:tabs>
      </w:pPr>
      <w:r>
        <w:t>384.9518</w:t>
      </w:r>
      <w:r>
        <w:tab/>
        <w:t>3.967e0</w:t>
      </w:r>
    </w:p>
    <w:p w:rsidR="00354DF7" w:rsidRDefault="00354DF7" w:rsidP="00354DF7">
      <w:pPr>
        <w:tabs>
          <w:tab w:val="left" w:pos="6195"/>
        </w:tabs>
      </w:pPr>
      <w:r>
        <w:t>384.9636</w:t>
      </w:r>
      <w:r>
        <w:tab/>
        <w:t>5.268e0</w:t>
      </w:r>
    </w:p>
    <w:p w:rsidR="00354DF7" w:rsidRDefault="00354DF7" w:rsidP="00354DF7">
      <w:pPr>
        <w:tabs>
          <w:tab w:val="left" w:pos="6195"/>
        </w:tabs>
      </w:pPr>
      <w:r>
        <w:lastRenderedPageBreak/>
        <w:t>384.9720</w:t>
      </w:r>
      <w:r>
        <w:tab/>
        <w:t>4.809e0</w:t>
      </w:r>
    </w:p>
    <w:p w:rsidR="00354DF7" w:rsidRDefault="00354DF7" w:rsidP="00354DF7">
      <w:pPr>
        <w:tabs>
          <w:tab w:val="left" w:pos="6195"/>
        </w:tabs>
      </w:pPr>
      <w:r>
        <w:t>384.9732</w:t>
      </w:r>
      <w:r>
        <w:tab/>
        <w:t>2.168e0</w:t>
      </w:r>
    </w:p>
    <w:p w:rsidR="00354DF7" w:rsidRDefault="00354DF7" w:rsidP="00354DF7">
      <w:pPr>
        <w:tabs>
          <w:tab w:val="left" w:pos="6195"/>
        </w:tabs>
      </w:pPr>
      <w:r>
        <w:t>384.9860</w:t>
      </w:r>
      <w:r>
        <w:tab/>
        <w:t>7.979e0</w:t>
      </w:r>
    </w:p>
    <w:p w:rsidR="00354DF7" w:rsidRDefault="00354DF7" w:rsidP="00354DF7">
      <w:pPr>
        <w:tabs>
          <w:tab w:val="left" w:pos="6195"/>
        </w:tabs>
      </w:pPr>
      <w:r>
        <w:t>385.0095</w:t>
      </w:r>
      <w:r>
        <w:tab/>
        <w:t>1.718e0</w:t>
      </w:r>
    </w:p>
    <w:p w:rsidR="00354DF7" w:rsidRDefault="00354DF7" w:rsidP="00354DF7">
      <w:pPr>
        <w:tabs>
          <w:tab w:val="left" w:pos="6195"/>
        </w:tabs>
      </w:pPr>
      <w:r>
        <w:t>385.0180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385.0265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385.0366</w:t>
      </w:r>
      <w:r>
        <w:tab/>
        <w:t>5.305e0</w:t>
      </w:r>
    </w:p>
    <w:p w:rsidR="00354DF7" w:rsidRDefault="00354DF7" w:rsidP="00354DF7">
      <w:pPr>
        <w:tabs>
          <w:tab w:val="left" w:pos="6195"/>
        </w:tabs>
      </w:pPr>
      <w:r>
        <w:t>385.0421</w:t>
      </w:r>
      <w:r>
        <w:tab/>
        <w:t>2.372e0</w:t>
      </w:r>
    </w:p>
    <w:p w:rsidR="00354DF7" w:rsidRDefault="00354DF7" w:rsidP="00354DF7">
      <w:pPr>
        <w:tabs>
          <w:tab w:val="left" w:pos="6195"/>
        </w:tabs>
      </w:pPr>
      <w:r>
        <w:t>385.0458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385.0794</w:t>
      </w:r>
      <w:r>
        <w:tab/>
        <w:t>1.332e0</w:t>
      </w:r>
    </w:p>
    <w:p w:rsidR="00354DF7" w:rsidRDefault="00354DF7" w:rsidP="00354DF7">
      <w:pPr>
        <w:tabs>
          <w:tab w:val="left" w:pos="6195"/>
        </w:tabs>
      </w:pPr>
      <w:r>
        <w:t>385.0934</w:t>
      </w:r>
      <w:r>
        <w:tab/>
        <w:t>3.971e0</w:t>
      </w:r>
    </w:p>
    <w:p w:rsidR="00354DF7" w:rsidRDefault="00354DF7" w:rsidP="00354DF7">
      <w:pPr>
        <w:tabs>
          <w:tab w:val="left" w:pos="6195"/>
        </w:tabs>
      </w:pPr>
      <w:r>
        <w:t>385.1275</w:t>
      </w:r>
      <w:r>
        <w:tab/>
        <w:t>2.097e0</w:t>
      </w:r>
    </w:p>
    <w:p w:rsidR="00354DF7" w:rsidRDefault="00354DF7" w:rsidP="00354DF7">
      <w:pPr>
        <w:tabs>
          <w:tab w:val="left" w:pos="6195"/>
        </w:tabs>
      </w:pPr>
      <w:r>
        <w:t>385.1296</w:t>
      </w:r>
      <w:r>
        <w:tab/>
        <w:t>2.526e0</w:t>
      </w:r>
    </w:p>
    <w:p w:rsidR="00354DF7" w:rsidRDefault="00354DF7" w:rsidP="00354DF7">
      <w:pPr>
        <w:tabs>
          <w:tab w:val="left" w:pos="6195"/>
        </w:tabs>
      </w:pPr>
      <w:r>
        <w:t>385.1540</w:t>
      </w:r>
      <w:r>
        <w:tab/>
        <w:t>7.980e0</w:t>
      </w:r>
    </w:p>
    <w:p w:rsidR="00354DF7" w:rsidRDefault="00354DF7" w:rsidP="00354DF7">
      <w:pPr>
        <w:tabs>
          <w:tab w:val="left" w:pos="6195"/>
        </w:tabs>
      </w:pPr>
      <w:r>
        <w:t>385.1731</w:t>
      </w:r>
      <w:r>
        <w:tab/>
        <w:t>1.749e0</w:t>
      </w:r>
    </w:p>
    <w:p w:rsidR="00354DF7" w:rsidRDefault="00354DF7" w:rsidP="00354DF7">
      <w:pPr>
        <w:tabs>
          <w:tab w:val="left" w:pos="6195"/>
        </w:tabs>
      </w:pPr>
      <w:r>
        <w:t>385.1865</w:t>
      </w:r>
      <w:r>
        <w:tab/>
        <w:t>2.656e0</w:t>
      </w:r>
    </w:p>
    <w:p w:rsidR="00354DF7" w:rsidRDefault="00354DF7" w:rsidP="00354DF7">
      <w:pPr>
        <w:tabs>
          <w:tab w:val="left" w:pos="6195"/>
        </w:tabs>
      </w:pPr>
      <w:r>
        <w:t>385.1898</w:t>
      </w:r>
      <w:r>
        <w:tab/>
        <w:t>1.576e0</w:t>
      </w:r>
    </w:p>
    <w:p w:rsidR="00354DF7" w:rsidRDefault="00354DF7" w:rsidP="00354DF7">
      <w:pPr>
        <w:tabs>
          <w:tab w:val="left" w:pos="6195"/>
        </w:tabs>
      </w:pPr>
      <w:r>
        <w:t>385.2052</w:t>
      </w:r>
      <w:r>
        <w:tab/>
        <w:t>2.845e0</w:t>
      </w:r>
    </w:p>
    <w:p w:rsidR="00354DF7" w:rsidRDefault="00354DF7" w:rsidP="00354DF7">
      <w:pPr>
        <w:tabs>
          <w:tab w:val="left" w:pos="6195"/>
        </w:tabs>
      </w:pPr>
      <w:r>
        <w:t>385.2197</w:t>
      </w:r>
      <w:r>
        <w:tab/>
        <w:t>3.913e0</w:t>
      </w:r>
    </w:p>
    <w:p w:rsidR="00354DF7" w:rsidRDefault="00354DF7" w:rsidP="00354DF7">
      <w:pPr>
        <w:tabs>
          <w:tab w:val="left" w:pos="6195"/>
        </w:tabs>
      </w:pPr>
      <w:r>
        <w:lastRenderedPageBreak/>
        <w:t>385.2364</w:t>
      </w:r>
      <w:r>
        <w:tab/>
        <w:t>5.556e0</w:t>
      </w:r>
    </w:p>
    <w:p w:rsidR="00354DF7" w:rsidRDefault="00354DF7" w:rsidP="00354DF7">
      <w:pPr>
        <w:tabs>
          <w:tab w:val="left" w:pos="6195"/>
        </w:tabs>
      </w:pPr>
      <w:r>
        <w:t>385.2906</w:t>
      </w:r>
      <w:r>
        <w:tab/>
        <w:t>5.768e1</w:t>
      </w:r>
    </w:p>
    <w:p w:rsidR="00354DF7" w:rsidRDefault="00354DF7" w:rsidP="00354DF7">
      <w:pPr>
        <w:tabs>
          <w:tab w:val="left" w:pos="6195"/>
        </w:tabs>
      </w:pPr>
      <w:r>
        <w:t>385.2933</w:t>
      </w:r>
      <w:r>
        <w:tab/>
        <w:t>5.179e1</w:t>
      </w:r>
    </w:p>
    <w:p w:rsidR="00354DF7" w:rsidRDefault="00354DF7" w:rsidP="00354DF7">
      <w:pPr>
        <w:tabs>
          <w:tab w:val="left" w:pos="6195"/>
        </w:tabs>
      </w:pPr>
      <w:r>
        <w:t>385.2947</w:t>
      </w:r>
      <w:r>
        <w:tab/>
        <w:t>4.940e1</w:t>
      </w:r>
    </w:p>
    <w:p w:rsidR="00354DF7" w:rsidRDefault="00354DF7" w:rsidP="00354DF7">
      <w:pPr>
        <w:tabs>
          <w:tab w:val="left" w:pos="6195"/>
        </w:tabs>
      </w:pPr>
      <w:r>
        <w:t>385.2979</w:t>
      </w:r>
      <w:r>
        <w:tab/>
        <w:t>4.179e1</w:t>
      </w:r>
    </w:p>
    <w:p w:rsidR="00354DF7" w:rsidRDefault="00354DF7" w:rsidP="00354DF7">
      <w:pPr>
        <w:tabs>
          <w:tab w:val="left" w:pos="6195"/>
        </w:tabs>
      </w:pPr>
      <w:r>
        <w:t>385.3028</w:t>
      </w:r>
      <w:r>
        <w:tab/>
        <w:t>1.479e1</w:t>
      </w:r>
    </w:p>
    <w:p w:rsidR="00354DF7" w:rsidRDefault="00354DF7" w:rsidP="00354DF7">
      <w:pPr>
        <w:tabs>
          <w:tab w:val="left" w:pos="6195"/>
        </w:tabs>
      </w:pPr>
      <w:r>
        <w:t>385.3786</w:t>
      </w:r>
      <w:r>
        <w:tab/>
        <w:t>3.395e1</w:t>
      </w:r>
    </w:p>
    <w:p w:rsidR="00354DF7" w:rsidRDefault="00354DF7" w:rsidP="00354DF7">
      <w:pPr>
        <w:tabs>
          <w:tab w:val="left" w:pos="6195"/>
        </w:tabs>
      </w:pPr>
      <w:r>
        <w:t>385.3815</w:t>
      </w:r>
      <w:r>
        <w:tab/>
        <w:t>8.397e0</w:t>
      </w:r>
    </w:p>
    <w:p w:rsidR="00354DF7" w:rsidRDefault="00354DF7" w:rsidP="00354DF7">
      <w:pPr>
        <w:tabs>
          <w:tab w:val="left" w:pos="6195"/>
        </w:tabs>
      </w:pPr>
      <w:r>
        <w:t>385.3833</w:t>
      </w:r>
      <w:r>
        <w:tab/>
        <w:t>4.081e1</w:t>
      </w:r>
    </w:p>
    <w:p w:rsidR="00354DF7" w:rsidRDefault="00354DF7" w:rsidP="00354DF7">
      <w:pPr>
        <w:tabs>
          <w:tab w:val="left" w:pos="6195"/>
        </w:tabs>
      </w:pPr>
      <w:r>
        <w:t>385.3861</w:t>
      </w:r>
      <w:r>
        <w:tab/>
        <w:t>5.551e0</w:t>
      </w:r>
    </w:p>
    <w:p w:rsidR="00354DF7" w:rsidRDefault="00354DF7" w:rsidP="00354DF7">
      <w:pPr>
        <w:tabs>
          <w:tab w:val="left" w:pos="6195"/>
        </w:tabs>
      </w:pPr>
      <w:r>
        <w:t>385.4321</w:t>
      </w:r>
      <w:r>
        <w:tab/>
        <w:t>1.913e0</w:t>
      </w:r>
    </w:p>
    <w:p w:rsidR="00354DF7" w:rsidRDefault="00354DF7" w:rsidP="00354DF7">
      <w:pPr>
        <w:tabs>
          <w:tab w:val="left" w:pos="6195"/>
        </w:tabs>
      </w:pPr>
      <w:r>
        <w:t>385.4583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385.4638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385.4908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385.5055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385.5076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385.5136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385.5333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385.5627</w:t>
      </w:r>
      <w:r>
        <w:tab/>
        <w:t>3.405e0</w:t>
      </w:r>
    </w:p>
    <w:p w:rsidR="00354DF7" w:rsidRDefault="00354DF7" w:rsidP="00354DF7">
      <w:pPr>
        <w:tabs>
          <w:tab w:val="left" w:pos="6195"/>
        </w:tabs>
      </w:pPr>
      <w:r>
        <w:lastRenderedPageBreak/>
        <w:t>385.5653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385.5793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385.5845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385.6136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385.6269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385.6437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385.6475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385.6929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385.7021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385.7291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385.7304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385.7489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385.7715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385.7734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385.7901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385.8021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385.8270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385.8467</w:t>
      </w:r>
      <w:r>
        <w:tab/>
        <w:t>2.582e0</w:t>
      </w:r>
    </w:p>
    <w:p w:rsidR="00354DF7" w:rsidRDefault="00354DF7" w:rsidP="00354DF7">
      <w:pPr>
        <w:tabs>
          <w:tab w:val="left" w:pos="6195"/>
        </w:tabs>
      </w:pPr>
      <w:r>
        <w:t>385.8671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385.8690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385.8883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385.8901</w:t>
      </w:r>
      <w:r>
        <w:tab/>
        <w:t>1.256e0</w:t>
      </w:r>
    </w:p>
    <w:p w:rsidR="00354DF7" w:rsidRDefault="00354DF7" w:rsidP="00354DF7">
      <w:pPr>
        <w:tabs>
          <w:tab w:val="left" w:pos="6195"/>
        </w:tabs>
      </w:pPr>
      <w:r>
        <w:t>385.8986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385.9112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385.9247</w:t>
      </w:r>
      <w:r>
        <w:tab/>
        <w:t>2.699e0</w:t>
      </w:r>
    </w:p>
    <w:p w:rsidR="00354DF7" w:rsidRDefault="00354DF7" w:rsidP="00354DF7">
      <w:pPr>
        <w:tabs>
          <w:tab w:val="left" w:pos="6195"/>
        </w:tabs>
      </w:pPr>
      <w:r>
        <w:t>385.9460</w:t>
      </w:r>
      <w:r>
        <w:tab/>
        <w:t>3.388e0</w:t>
      </w:r>
    </w:p>
    <w:p w:rsidR="00354DF7" w:rsidRDefault="00354DF7" w:rsidP="00354DF7">
      <w:pPr>
        <w:tabs>
          <w:tab w:val="left" w:pos="6195"/>
        </w:tabs>
      </w:pPr>
      <w:r>
        <w:t>385.9479</w:t>
      </w:r>
      <w:r>
        <w:tab/>
        <w:t>2.958e0</w:t>
      </w:r>
    </w:p>
    <w:p w:rsidR="00354DF7" w:rsidRDefault="00354DF7" w:rsidP="00354DF7">
      <w:pPr>
        <w:tabs>
          <w:tab w:val="left" w:pos="6195"/>
        </w:tabs>
      </w:pPr>
      <w:r>
        <w:t>385.9525</w:t>
      </w:r>
      <w:r>
        <w:tab/>
        <w:t>2.959e0</w:t>
      </w:r>
    </w:p>
    <w:p w:rsidR="00354DF7" w:rsidRDefault="00354DF7" w:rsidP="00354DF7">
      <w:pPr>
        <w:tabs>
          <w:tab w:val="left" w:pos="6195"/>
        </w:tabs>
      </w:pPr>
      <w:r>
        <w:t>385.9744</w:t>
      </w:r>
      <w:r>
        <w:tab/>
        <w:t>2.769e0</w:t>
      </w:r>
    </w:p>
    <w:p w:rsidR="00354DF7" w:rsidRDefault="00354DF7" w:rsidP="00354DF7">
      <w:pPr>
        <w:tabs>
          <w:tab w:val="left" w:pos="6195"/>
        </w:tabs>
      </w:pPr>
      <w:r>
        <w:t>385.9950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386.0251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386.0344</w:t>
      </w:r>
      <w:r>
        <w:tab/>
        <w:t>2.655e0</w:t>
      </w:r>
    </w:p>
    <w:p w:rsidR="00354DF7" w:rsidRDefault="00354DF7" w:rsidP="00354DF7">
      <w:pPr>
        <w:tabs>
          <w:tab w:val="left" w:pos="6195"/>
        </w:tabs>
      </w:pPr>
      <w:r>
        <w:t>386.0506</w:t>
      </w:r>
      <w:r>
        <w:tab/>
        <w:t>8.866e0</w:t>
      </w:r>
    </w:p>
    <w:p w:rsidR="00354DF7" w:rsidRDefault="00354DF7" w:rsidP="00354DF7">
      <w:pPr>
        <w:tabs>
          <w:tab w:val="left" w:pos="6195"/>
        </w:tabs>
      </w:pPr>
      <w:r>
        <w:t>386.0591</w:t>
      </w:r>
      <w:r>
        <w:tab/>
        <w:t>2.865e0</w:t>
      </w:r>
    </w:p>
    <w:p w:rsidR="00354DF7" w:rsidRDefault="00354DF7" w:rsidP="00354DF7">
      <w:pPr>
        <w:tabs>
          <w:tab w:val="left" w:pos="6195"/>
        </w:tabs>
      </w:pPr>
      <w:r>
        <w:t>386.0804</w:t>
      </w:r>
      <w:r>
        <w:tab/>
        <w:t>6.378e0</w:t>
      </w:r>
    </w:p>
    <w:p w:rsidR="00354DF7" w:rsidRDefault="00354DF7" w:rsidP="00354DF7">
      <w:pPr>
        <w:tabs>
          <w:tab w:val="left" w:pos="6195"/>
        </w:tabs>
      </w:pPr>
      <w:r>
        <w:t>386.1103</w:t>
      </w:r>
      <w:r>
        <w:tab/>
        <w:t>1.296e0</w:t>
      </w:r>
    </w:p>
    <w:p w:rsidR="00354DF7" w:rsidRDefault="00354DF7" w:rsidP="00354DF7">
      <w:pPr>
        <w:tabs>
          <w:tab w:val="left" w:pos="6195"/>
        </w:tabs>
      </w:pPr>
      <w:r>
        <w:t>386.1280</w:t>
      </w:r>
      <w:r>
        <w:tab/>
        <w:t>1.733e0</w:t>
      </w:r>
    </w:p>
    <w:p w:rsidR="00354DF7" w:rsidRDefault="00354DF7" w:rsidP="00354DF7">
      <w:pPr>
        <w:tabs>
          <w:tab w:val="left" w:pos="6195"/>
        </w:tabs>
      </w:pPr>
      <w:r>
        <w:t>386.1294</w:t>
      </w:r>
      <w:r>
        <w:tab/>
        <w:t>6.727e0</w:t>
      </w:r>
    </w:p>
    <w:p w:rsidR="00354DF7" w:rsidRDefault="00354DF7" w:rsidP="00354DF7">
      <w:pPr>
        <w:tabs>
          <w:tab w:val="left" w:pos="6195"/>
        </w:tabs>
      </w:pPr>
      <w:r>
        <w:lastRenderedPageBreak/>
        <w:t>386.1458</w:t>
      </w:r>
      <w:r>
        <w:tab/>
        <w:t>2.574e0</w:t>
      </w:r>
    </w:p>
    <w:p w:rsidR="00354DF7" w:rsidRDefault="00354DF7" w:rsidP="00354DF7">
      <w:pPr>
        <w:tabs>
          <w:tab w:val="left" w:pos="6195"/>
        </w:tabs>
      </w:pPr>
      <w:r>
        <w:t>386.1783</w:t>
      </w:r>
      <w:r>
        <w:tab/>
        <w:t>5.490e0</w:t>
      </w:r>
    </w:p>
    <w:p w:rsidR="00354DF7" w:rsidRDefault="00354DF7" w:rsidP="00354DF7">
      <w:pPr>
        <w:tabs>
          <w:tab w:val="left" w:pos="6195"/>
        </w:tabs>
      </w:pPr>
      <w:r>
        <w:t>386.1988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386.2046</w:t>
      </w:r>
      <w:r>
        <w:tab/>
        <w:t>2.913e0</w:t>
      </w:r>
    </w:p>
    <w:p w:rsidR="00354DF7" w:rsidRDefault="00354DF7" w:rsidP="00354DF7">
      <w:pPr>
        <w:tabs>
          <w:tab w:val="left" w:pos="6195"/>
        </w:tabs>
      </w:pPr>
      <w:r>
        <w:t>386.2397</w:t>
      </w:r>
      <w:r>
        <w:tab/>
        <w:t>2.281e0</w:t>
      </w:r>
    </w:p>
    <w:p w:rsidR="00354DF7" w:rsidRDefault="00354DF7" w:rsidP="00354DF7">
      <w:pPr>
        <w:tabs>
          <w:tab w:val="left" w:pos="6195"/>
        </w:tabs>
      </w:pPr>
      <w:r>
        <w:t>386.2459</w:t>
      </w:r>
      <w:r>
        <w:tab/>
        <w:t>3.439e0</w:t>
      </w:r>
    </w:p>
    <w:p w:rsidR="00354DF7" w:rsidRDefault="00354DF7" w:rsidP="00354DF7">
      <w:pPr>
        <w:tabs>
          <w:tab w:val="left" w:pos="6195"/>
        </w:tabs>
      </w:pPr>
      <w:r>
        <w:t>386.2608</w:t>
      </w:r>
      <w:r>
        <w:tab/>
        <w:t>5.066e0</w:t>
      </w:r>
    </w:p>
    <w:p w:rsidR="00354DF7" w:rsidRDefault="00354DF7" w:rsidP="00354DF7">
      <w:pPr>
        <w:tabs>
          <w:tab w:val="left" w:pos="6195"/>
        </w:tabs>
      </w:pPr>
      <w:r>
        <w:t>386.2816</w:t>
      </w:r>
      <w:r>
        <w:tab/>
        <w:t>1.038e1</w:t>
      </w:r>
    </w:p>
    <w:p w:rsidR="00354DF7" w:rsidRDefault="00354DF7" w:rsidP="00354DF7">
      <w:pPr>
        <w:tabs>
          <w:tab w:val="left" w:pos="6195"/>
        </w:tabs>
      </w:pPr>
      <w:r>
        <w:t>386.2838</w:t>
      </w:r>
      <w:r>
        <w:tab/>
        <w:t>1.778e1</w:t>
      </w:r>
    </w:p>
    <w:p w:rsidR="00354DF7" w:rsidRDefault="00354DF7" w:rsidP="00354DF7">
      <w:pPr>
        <w:tabs>
          <w:tab w:val="left" w:pos="6195"/>
        </w:tabs>
      </w:pPr>
      <w:r>
        <w:t>386.3013</w:t>
      </w:r>
      <w:r>
        <w:tab/>
        <w:t>9.970e0</w:t>
      </w:r>
    </w:p>
    <w:p w:rsidR="00354DF7" w:rsidRDefault="00354DF7" w:rsidP="00354DF7">
      <w:pPr>
        <w:tabs>
          <w:tab w:val="left" w:pos="6195"/>
        </w:tabs>
      </w:pPr>
      <w:r>
        <w:t>386.3036</w:t>
      </w:r>
      <w:r>
        <w:tab/>
        <w:t>8.159e0</w:t>
      </w:r>
    </w:p>
    <w:p w:rsidR="00354DF7" w:rsidRDefault="00354DF7" w:rsidP="00354DF7">
      <w:pPr>
        <w:tabs>
          <w:tab w:val="left" w:pos="6195"/>
        </w:tabs>
      </w:pPr>
      <w:r>
        <w:t>386.3140</w:t>
      </w:r>
      <w:r>
        <w:tab/>
        <w:t>9.335e0</w:t>
      </w:r>
    </w:p>
    <w:p w:rsidR="00354DF7" w:rsidRDefault="00354DF7" w:rsidP="00354DF7">
      <w:pPr>
        <w:tabs>
          <w:tab w:val="left" w:pos="6195"/>
        </w:tabs>
      </w:pPr>
      <w:r>
        <w:t>386.3355</w:t>
      </w:r>
      <w:r>
        <w:tab/>
        <w:t>7.384e0</w:t>
      </w:r>
    </w:p>
    <w:p w:rsidR="00354DF7" w:rsidRDefault="00354DF7" w:rsidP="00354DF7">
      <w:pPr>
        <w:tabs>
          <w:tab w:val="left" w:pos="6195"/>
        </w:tabs>
      </w:pPr>
      <w:r>
        <w:t>386.3596</w:t>
      </w:r>
      <w:r>
        <w:tab/>
        <w:t>1.548e0</w:t>
      </w:r>
    </w:p>
    <w:p w:rsidR="00354DF7" w:rsidRDefault="00354DF7" w:rsidP="00354DF7">
      <w:pPr>
        <w:tabs>
          <w:tab w:val="left" w:pos="6195"/>
        </w:tabs>
      </w:pPr>
      <w:r>
        <w:t>386.3721</w:t>
      </w:r>
      <w:r>
        <w:tab/>
        <w:t>6.150e0</w:t>
      </w:r>
    </w:p>
    <w:p w:rsidR="00354DF7" w:rsidRDefault="00354DF7" w:rsidP="00354DF7">
      <w:pPr>
        <w:tabs>
          <w:tab w:val="left" w:pos="6195"/>
        </w:tabs>
      </w:pPr>
      <w:r>
        <w:t>386.3740</w:t>
      </w:r>
      <w:r>
        <w:tab/>
        <w:t>8.883e0</w:t>
      </w:r>
    </w:p>
    <w:p w:rsidR="00354DF7" w:rsidRDefault="00354DF7" w:rsidP="00354DF7">
      <w:pPr>
        <w:tabs>
          <w:tab w:val="left" w:pos="6195"/>
        </w:tabs>
      </w:pPr>
      <w:r>
        <w:t>386.3832</w:t>
      </w:r>
      <w:r>
        <w:tab/>
        <w:t>2.976e0</w:t>
      </w:r>
    </w:p>
    <w:p w:rsidR="00354DF7" w:rsidRDefault="00354DF7" w:rsidP="00354DF7">
      <w:pPr>
        <w:tabs>
          <w:tab w:val="left" w:pos="6195"/>
        </w:tabs>
      </w:pPr>
      <w:r>
        <w:t>386.3853</w:t>
      </w:r>
      <w:r>
        <w:tab/>
        <w:t>1.286e1</w:t>
      </w:r>
    </w:p>
    <w:p w:rsidR="00354DF7" w:rsidRDefault="00354DF7" w:rsidP="00354DF7">
      <w:pPr>
        <w:tabs>
          <w:tab w:val="left" w:pos="6195"/>
        </w:tabs>
      </w:pPr>
      <w:r>
        <w:t>386.3874</w:t>
      </w:r>
      <w:r>
        <w:tab/>
        <w:t>1.525e0</w:t>
      </w:r>
    </w:p>
    <w:p w:rsidR="00354DF7" w:rsidRDefault="00354DF7" w:rsidP="00354DF7">
      <w:pPr>
        <w:tabs>
          <w:tab w:val="left" w:pos="6195"/>
        </w:tabs>
      </w:pPr>
      <w:r>
        <w:lastRenderedPageBreak/>
        <w:t>386.3983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386.4261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386.4307</w:t>
      </w:r>
      <w:r>
        <w:tab/>
        <w:t>5.617e0</w:t>
      </w:r>
    </w:p>
    <w:p w:rsidR="00354DF7" w:rsidRDefault="00354DF7" w:rsidP="00354DF7">
      <w:pPr>
        <w:tabs>
          <w:tab w:val="left" w:pos="6195"/>
        </w:tabs>
      </w:pPr>
      <w:r>
        <w:t>386.4398</w:t>
      </w:r>
      <w:r>
        <w:tab/>
        <w:t>1.913e0</w:t>
      </w:r>
    </w:p>
    <w:p w:rsidR="00354DF7" w:rsidRDefault="00354DF7" w:rsidP="00354DF7">
      <w:pPr>
        <w:tabs>
          <w:tab w:val="left" w:pos="6195"/>
        </w:tabs>
      </w:pPr>
      <w:r>
        <w:t>386.4587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386.4616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386.4903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386.5042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386.5096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386.5177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386.5248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386.5461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386.5594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386.5684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386.5718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386.5840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386.6133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386.6185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386.6340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386.6452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386.6580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386.6604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386.6678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386.6765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386.7158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386.7194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386.7374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386.7564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386.7687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386.7844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386.7981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386.8169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386.8263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386.8337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386.8429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386.8503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386.8685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386.8714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386.8799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386.9283</w:t>
      </w:r>
      <w:r>
        <w:tab/>
        <w:t>5.546e0</w:t>
      </w:r>
    </w:p>
    <w:p w:rsidR="00354DF7" w:rsidRDefault="00354DF7" w:rsidP="00354DF7">
      <w:pPr>
        <w:tabs>
          <w:tab w:val="left" w:pos="6195"/>
        </w:tabs>
      </w:pPr>
      <w:r>
        <w:t>386.9345</w:t>
      </w:r>
      <w:r>
        <w:tab/>
        <w:t>2.321e0</w:t>
      </w:r>
    </w:p>
    <w:p w:rsidR="00354DF7" w:rsidRDefault="00354DF7" w:rsidP="00354DF7">
      <w:pPr>
        <w:tabs>
          <w:tab w:val="left" w:pos="6195"/>
        </w:tabs>
      </w:pPr>
      <w:r>
        <w:t>386.9438</w:t>
      </w:r>
      <w:r>
        <w:tab/>
        <w:t>1.519e1</w:t>
      </w:r>
    </w:p>
    <w:p w:rsidR="00354DF7" w:rsidRDefault="00354DF7" w:rsidP="00354DF7">
      <w:pPr>
        <w:tabs>
          <w:tab w:val="left" w:pos="6195"/>
        </w:tabs>
      </w:pPr>
      <w:r>
        <w:t>386.9489</w:t>
      </w:r>
      <w:r>
        <w:tab/>
        <w:t>8.165e0</w:t>
      </w:r>
    </w:p>
    <w:p w:rsidR="00354DF7" w:rsidRDefault="00354DF7" w:rsidP="00354DF7">
      <w:pPr>
        <w:tabs>
          <w:tab w:val="left" w:pos="6195"/>
        </w:tabs>
      </w:pPr>
      <w:r>
        <w:t>386.9607</w:t>
      </w:r>
      <w:r>
        <w:tab/>
        <w:t>5.419e0</w:t>
      </w:r>
    </w:p>
    <w:p w:rsidR="00354DF7" w:rsidRDefault="00354DF7" w:rsidP="00354DF7">
      <w:pPr>
        <w:tabs>
          <w:tab w:val="left" w:pos="6195"/>
        </w:tabs>
      </w:pPr>
      <w:r>
        <w:t>386.9991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387.0075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387.0174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387.0232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387.0330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387.0565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387.0711</w:t>
      </w:r>
      <w:r>
        <w:tab/>
        <w:t>1.737e0</w:t>
      </w:r>
    </w:p>
    <w:p w:rsidR="00354DF7" w:rsidRDefault="00354DF7" w:rsidP="00354DF7">
      <w:pPr>
        <w:tabs>
          <w:tab w:val="left" w:pos="6195"/>
        </w:tabs>
      </w:pPr>
      <w:r>
        <w:t>387.0790</w:t>
      </w:r>
      <w:r>
        <w:tab/>
        <w:t>3.849e0</w:t>
      </w:r>
    </w:p>
    <w:p w:rsidR="00354DF7" w:rsidRDefault="00354DF7" w:rsidP="00354DF7">
      <w:pPr>
        <w:tabs>
          <w:tab w:val="left" w:pos="6195"/>
        </w:tabs>
      </w:pPr>
      <w:r>
        <w:t>387.0862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387.0890</w:t>
      </w:r>
      <w:r>
        <w:tab/>
        <w:t>2.102e0</w:t>
      </w:r>
    </w:p>
    <w:p w:rsidR="00354DF7" w:rsidRDefault="00354DF7" w:rsidP="00354DF7">
      <w:pPr>
        <w:tabs>
          <w:tab w:val="left" w:pos="6195"/>
        </w:tabs>
      </w:pPr>
      <w:r>
        <w:t>387.1080</w:t>
      </w:r>
      <w:r>
        <w:tab/>
        <w:t>4.888e0</w:t>
      </w:r>
    </w:p>
    <w:p w:rsidR="00354DF7" w:rsidRDefault="00354DF7" w:rsidP="00354DF7">
      <w:pPr>
        <w:tabs>
          <w:tab w:val="left" w:pos="6195"/>
        </w:tabs>
      </w:pPr>
      <w:r>
        <w:t>387.1166</w:t>
      </w:r>
      <w:r>
        <w:tab/>
        <w:t>2.077e0</w:t>
      </w:r>
    </w:p>
    <w:p w:rsidR="00354DF7" w:rsidRDefault="00354DF7" w:rsidP="00354DF7">
      <w:pPr>
        <w:tabs>
          <w:tab w:val="left" w:pos="6195"/>
        </w:tabs>
      </w:pPr>
      <w:r>
        <w:t>387.1191</w:t>
      </w:r>
      <w:r>
        <w:tab/>
        <w:t>4.722e0</w:t>
      </w:r>
    </w:p>
    <w:p w:rsidR="00354DF7" w:rsidRDefault="00354DF7" w:rsidP="00354DF7">
      <w:pPr>
        <w:tabs>
          <w:tab w:val="left" w:pos="6195"/>
        </w:tabs>
      </w:pPr>
      <w:r>
        <w:lastRenderedPageBreak/>
        <w:t>387.1521</w:t>
      </w:r>
      <w:r>
        <w:tab/>
        <w:t>1.117e1</w:t>
      </w:r>
    </w:p>
    <w:p w:rsidR="00354DF7" w:rsidRDefault="00354DF7" w:rsidP="00354DF7">
      <w:pPr>
        <w:tabs>
          <w:tab w:val="left" w:pos="6195"/>
        </w:tabs>
      </w:pPr>
      <w:r>
        <w:t>387.1569</w:t>
      </w:r>
      <w:r>
        <w:tab/>
        <w:t>6.501e0</w:t>
      </w:r>
    </w:p>
    <w:p w:rsidR="00354DF7" w:rsidRDefault="00354DF7" w:rsidP="00354DF7">
      <w:pPr>
        <w:tabs>
          <w:tab w:val="left" w:pos="6195"/>
        </w:tabs>
      </w:pPr>
      <w:r>
        <w:t>387.1635</w:t>
      </w:r>
      <w:r>
        <w:tab/>
        <w:t>3.558e0</w:t>
      </w:r>
    </w:p>
    <w:p w:rsidR="00354DF7" w:rsidRDefault="00354DF7" w:rsidP="00354DF7">
      <w:pPr>
        <w:tabs>
          <w:tab w:val="left" w:pos="6195"/>
        </w:tabs>
      </w:pPr>
      <w:r>
        <w:t>387.1662</w:t>
      </w:r>
      <w:r>
        <w:tab/>
        <w:t>8.052e0</w:t>
      </w:r>
    </w:p>
    <w:p w:rsidR="00354DF7" w:rsidRDefault="00354DF7" w:rsidP="00354DF7">
      <w:pPr>
        <w:tabs>
          <w:tab w:val="left" w:pos="6195"/>
        </w:tabs>
      </w:pPr>
      <w:r>
        <w:t>387.1806</w:t>
      </w:r>
      <w:r>
        <w:tab/>
        <w:t>4.308e0</w:t>
      </w:r>
    </w:p>
    <w:p w:rsidR="00354DF7" w:rsidRDefault="00354DF7" w:rsidP="00354DF7">
      <w:pPr>
        <w:tabs>
          <w:tab w:val="left" w:pos="6195"/>
        </w:tabs>
      </w:pPr>
      <w:r>
        <w:t>387.1820</w:t>
      </w:r>
      <w:r>
        <w:tab/>
        <w:t>1.904e1</w:t>
      </w:r>
    </w:p>
    <w:p w:rsidR="00354DF7" w:rsidRDefault="00354DF7" w:rsidP="00354DF7">
      <w:pPr>
        <w:tabs>
          <w:tab w:val="left" w:pos="6195"/>
        </w:tabs>
      </w:pPr>
      <w:r>
        <w:t>387.2106</w:t>
      </w:r>
      <w:r>
        <w:tab/>
        <w:t>4.829e0</w:t>
      </w:r>
    </w:p>
    <w:p w:rsidR="00354DF7" w:rsidRDefault="00354DF7" w:rsidP="00354DF7">
      <w:pPr>
        <w:tabs>
          <w:tab w:val="left" w:pos="6195"/>
        </w:tabs>
      </w:pPr>
      <w:r>
        <w:t>387.2552</w:t>
      </w:r>
      <w:r>
        <w:tab/>
        <w:t>2.027e0</w:t>
      </w:r>
    </w:p>
    <w:p w:rsidR="00354DF7" w:rsidRDefault="00354DF7" w:rsidP="00354DF7">
      <w:pPr>
        <w:tabs>
          <w:tab w:val="left" w:pos="6195"/>
        </w:tabs>
      </w:pPr>
      <w:r>
        <w:t>387.2677</w:t>
      </w:r>
      <w:r>
        <w:tab/>
        <w:t>1.407e0</w:t>
      </w:r>
    </w:p>
    <w:p w:rsidR="00354DF7" w:rsidRDefault="00354DF7" w:rsidP="00354DF7">
      <w:pPr>
        <w:tabs>
          <w:tab w:val="left" w:pos="6195"/>
        </w:tabs>
      </w:pPr>
      <w:r>
        <w:t>387.2808</w:t>
      </w:r>
      <w:r>
        <w:tab/>
        <w:t>3.039e0</w:t>
      </w:r>
    </w:p>
    <w:p w:rsidR="00354DF7" w:rsidRDefault="00354DF7" w:rsidP="00354DF7">
      <w:pPr>
        <w:tabs>
          <w:tab w:val="left" w:pos="6195"/>
        </w:tabs>
      </w:pPr>
      <w:r>
        <w:t>387.2873</w:t>
      </w:r>
      <w:r>
        <w:tab/>
        <w:t>1.147e1</w:t>
      </w:r>
    </w:p>
    <w:p w:rsidR="00354DF7" w:rsidRDefault="00354DF7" w:rsidP="00354DF7">
      <w:pPr>
        <w:tabs>
          <w:tab w:val="left" w:pos="6195"/>
        </w:tabs>
      </w:pPr>
      <w:r>
        <w:t>387.2911</w:t>
      </w:r>
      <w:r>
        <w:tab/>
        <w:t>3.150e0</w:t>
      </w:r>
    </w:p>
    <w:p w:rsidR="00354DF7" w:rsidRDefault="00354DF7" w:rsidP="00354DF7">
      <w:pPr>
        <w:tabs>
          <w:tab w:val="left" w:pos="6195"/>
        </w:tabs>
      </w:pPr>
      <w:r>
        <w:t>387.3018</w:t>
      </w:r>
      <w:r>
        <w:tab/>
        <w:t>2.988e0</w:t>
      </w:r>
    </w:p>
    <w:p w:rsidR="00354DF7" w:rsidRDefault="00354DF7" w:rsidP="00354DF7">
      <w:pPr>
        <w:tabs>
          <w:tab w:val="left" w:pos="6195"/>
        </w:tabs>
      </w:pPr>
      <w:r>
        <w:t>387.3390</w:t>
      </w:r>
      <w:r>
        <w:tab/>
        <w:t>2.117e0</w:t>
      </w:r>
    </w:p>
    <w:p w:rsidR="00354DF7" w:rsidRDefault="00354DF7" w:rsidP="00354DF7">
      <w:pPr>
        <w:tabs>
          <w:tab w:val="left" w:pos="6195"/>
        </w:tabs>
      </w:pPr>
      <w:r>
        <w:t>387.3524</w:t>
      </w:r>
      <w:r>
        <w:tab/>
        <w:t>3.149e0</w:t>
      </w:r>
    </w:p>
    <w:p w:rsidR="00354DF7" w:rsidRDefault="00354DF7" w:rsidP="00354DF7">
      <w:pPr>
        <w:tabs>
          <w:tab w:val="left" w:pos="6195"/>
        </w:tabs>
      </w:pPr>
      <w:r>
        <w:t>387.4026</w:t>
      </w:r>
      <w:r>
        <w:tab/>
        <w:t>4.078e0</w:t>
      </w:r>
    </w:p>
    <w:p w:rsidR="00354DF7" w:rsidRDefault="00354DF7" w:rsidP="00354DF7">
      <w:pPr>
        <w:tabs>
          <w:tab w:val="left" w:pos="6195"/>
        </w:tabs>
      </w:pPr>
      <w:r>
        <w:t>387.4364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387.4464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387.4565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387.4600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387.4911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387.5120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387.5188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387.5428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387.5768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387.5787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387.5802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387.5826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387.6273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387.6304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387.6331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387.6700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387.6903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387.7418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387.7489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387.7625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387.7657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387.7693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387.7711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387.7800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387.8169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387.8408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387.8497</w:t>
      </w:r>
      <w:r>
        <w:tab/>
        <w:t>3.183e0</w:t>
      </w:r>
    </w:p>
    <w:p w:rsidR="00354DF7" w:rsidRDefault="00354DF7" w:rsidP="00354DF7">
      <w:pPr>
        <w:tabs>
          <w:tab w:val="left" w:pos="6195"/>
        </w:tabs>
      </w:pPr>
      <w:r>
        <w:t>387.8661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387.8843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387.8969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387.9018</w:t>
      </w:r>
      <w:r>
        <w:tab/>
        <w:t>1.852e0</w:t>
      </w:r>
    </w:p>
    <w:p w:rsidR="00354DF7" w:rsidRDefault="00354DF7" w:rsidP="00354DF7">
      <w:pPr>
        <w:tabs>
          <w:tab w:val="left" w:pos="6195"/>
        </w:tabs>
      </w:pPr>
      <w:r>
        <w:t>387.9036</w:t>
      </w:r>
      <w:r>
        <w:tab/>
        <w:t>1.891e0</w:t>
      </w:r>
    </w:p>
    <w:p w:rsidR="00354DF7" w:rsidRDefault="00354DF7" w:rsidP="00354DF7">
      <w:pPr>
        <w:tabs>
          <w:tab w:val="left" w:pos="6195"/>
        </w:tabs>
      </w:pPr>
      <w:r>
        <w:t>387.9170</w:t>
      </w:r>
      <w:r>
        <w:tab/>
        <w:t>2.891e0</w:t>
      </w:r>
    </w:p>
    <w:p w:rsidR="00354DF7" w:rsidRDefault="00354DF7" w:rsidP="00354DF7">
      <w:pPr>
        <w:tabs>
          <w:tab w:val="left" w:pos="6195"/>
        </w:tabs>
      </w:pPr>
      <w:r>
        <w:t>387.9312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387.9540</w:t>
      </w:r>
      <w:r>
        <w:tab/>
        <w:t>5.399e0</w:t>
      </w:r>
    </w:p>
    <w:p w:rsidR="00354DF7" w:rsidRDefault="00354DF7" w:rsidP="00354DF7">
      <w:pPr>
        <w:tabs>
          <w:tab w:val="left" w:pos="6195"/>
        </w:tabs>
      </w:pPr>
      <w:r>
        <w:t>387.9590</w:t>
      </w:r>
      <w:r>
        <w:tab/>
        <w:t>3.683e0</w:t>
      </w:r>
    </w:p>
    <w:p w:rsidR="00354DF7" w:rsidRDefault="00354DF7" w:rsidP="00354DF7">
      <w:pPr>
        <w:tabs>
          <w:tab w:val="left" w:pos="6195"/>
        </w:tabs>
      </w:pPr>
      <w:r>
        <w:t>387.9704</w:t>
      </w:r>
      <w:r>
        <w:tab/>
        <w:t>2.508e0</w:t>
      </w:r>
    </w:p>
    <w:p w:rsidR="00354DF7" w:rsidRDefault="00354DF7" w:rsidP="00354DF7">
      <w:pPr>
        <w:tabs>
          <w:tab w:val="left" w:pos="6195"/>
        </w:tabs>
      </w:pPr>
      <w:r>
        <w:t>388.0000</w:t>
      </w:r>
      <w:r>
        <w:tab/>
        <w:t>1.751e0</w:t>
      </w:r>
    </w:p>
    <w:p w:rsidR="00354DF7" w:rsidRDefault="00354DF7" w:rsidP="00354DF7">
      <w:pPr>
        <w:tabs>
          <w:tab w:val="left" w:pos="6195"/>
        </w:tabs>
      </w:pPr>
      <w:r>
        <w:t>388.0048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388.0169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388.0188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388.0254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388.0583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388.0597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388.0826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388.1017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388.1095</w:t>
      </w:r>
      <w:r>
        <w:tab/>
        <w:t>2.702e0</w:t>
      </w:r>
    </w:p>
    <w:p w:rsidR="00354DF7" w:rsidRDefault="00354DF7" w:rsidP="00354DF7">
      <w:pPr>
        <w:tabs>
          <w:tab w:val="left" w:pos="6195"/>
        </w:tabs>
      </w:pPr>
      <w:r>
        <w:t>388.1149</w:t>
      </w:r>
      <w:r>
        <w:tab/>
        <w:t>1.762e0</w:t>
      </w:r>
    </w:p>
    <w:p w:rsidR="00354DF7" w:rsidRDefault="00354DF7" w:rsidP="00354DF7">
      <w:pPr>
        <w:tabs>
          <w:tab w:val="left" w:pos="6195"/>
        </w:tabs>
      </w:pPr>
      <w:r>
        <w:t>388.1285</w:t>
      </w:r>
      <w:r>
        <w:tab/>
        <w:t>3.206e0</w:t>
      </w:r>
    </w:p>
    <w:p w:rsidR="00354DF7" w:rsidRDefault="00354DF7" w:rsidP="00354DF7">
      <w:pPr>
        <w:tabs>
          <w:tab w:val="left" w:pos="6195"/>
        </w:tabs>
      </w:pPr>
      <w:r>
        <w:t>388.1464</w:t>
      </w:r>
      <w:r>
        <w:tab/>
        <w:t>5.697e0</w:t>
      </w:r>
    </w:p>
    <w:p w:rsidR="00354DF7" w:rsidRDefault="00354DF7" w:rsidP="00354DF7">
      <w:pPr>
        <w:tabs>
          <w:tab w:val="left" w:pos="6195"/>
        </w:tabs>
      </w:pPr>
      <w:r>
        <w:t>388.1707</w:t>
      </w:r>
      <w:r>
        <w:tab/>
        <w:t>2.331e0</w:t>
      </w:r>
    </w:p>
    <w:p w:rsidR="00354DF7" w:rsidRDefault="00354DF7" w:rsidP="00354DF7">
      <w:pPr>
        <w:tabs>
          <w:tab w:val="left" w:pos="6195"/>
        </w:tabs>
      </w:pPr>
      <w:r>
        <w:t>388.1751</w:t>
      </w:r>
      <w:r>
        <w:tab/>
        <w:t>6.789e0</w:t>
      </w:r>
    </w:p>
    <w:p w:rsidR="00354DF7" w:rsidRDefault="00354DF7" w:rsidP="00354DF7">
      <w:pPr>
        <w:tabs>
          <w:tab w:val="left" w:pos="6195"/>
        </w:tabs>
      </w:pPr>
      <w:r>
        <w:t>388.1841</w:t>
      </w:r>
      <w:r>
        <w:tab/>
        <w:t>4.014e0</w:t>
      </w:r>
    </w:p>
    <w:p w:rsidR="00354DF7" w:rsidRDefault="00354DF7" w:rsidP="00354DF7">
      <w:pPr>
        <w:tabs>
          <w:tab w:val="left" w:pos="6195"/>
        </w:tabs>
      </w:pPr>
      <w:r>
        <w:t>388.1925</w:t>
      </w:r>
      <w:r>
        <w:tab/>
        <w:t>3.181e0</w:t>
      </w:r>
    </w:p>
    <w:p w:rsidR="00354DF7" w:rsidRDefault="00354DF7" w:rsidP="00354DF7">
      <w:pPr>
        <w:tabs>
          <w:tab w:val="left" w:pos="6195"/>
        </w:tabs>
      </w:pPr>
      <w:r>
        <w:t>388.2523</w:t>
      </w:r>
      <w:r>
        <w:tab/>
        <w:t>3.525e1</w:t>
      </w:r>
    </w:p>
    <w:p w:rsidR="00354DF7" w:rsidRDefault="00354DF7" w:rsidP="00354DF7">
      <w:pPr>
        <w:tabs>
          <w:tab w:val="left" w:pos="6195"/>
        </w:tabs>
      </w:pPr>
      <w:r>
        <w:t>388.2552</w:t>
      </w:r>
      <w:r>
        <w:tab/>
        <w:t>3.530e1</w:t>
      </w:r>
    </w:p>
    <w:p w:rsidR="00354DF7" w:rsidRDefault="00354DF7" w:rsidP="00354DF7">
      <w:pPr>
        <w:tabs>
          <w:tab w:val="left" w:pos="6195"/>
        </w:tabs>
      </w:pPr>
      <w:r>
        <w:t>388.2573</w:t>
      </w:r>
      <w:r>
        <w:tab/>
        <w:t>3.239e1</w:t>
      </w:r>
    </w:p>
    <w:p w:rsidR="00354DF7" w:rsidRDefault="00354DF7" w:rsidP="00354DF7">
      <w:pPr>
        <w:tabs>
          <w:tab w:val="left" w:pos="6195"/>
        </w:tabs>
      </w:pPr>
      <w:r>
        <w:t>388.2589</w:t>
      </w:r>
      <w:r>
        <w:tab/>
        <w:t>5.715e1</w:t>
      </w:r>
    </w:p>
    <w:p w:rsidR="00354DF7" w:rsidRDefault="00354DF7" w:rsidP="00354DF7">
      <w:pPr>
        <w:tabs>
          <w:tab w:val="left" w:pos="6195"/>
        </w:tabs>
      </w:pPr>
      <w:r>
        <w:t>388.2640</w:t>
      </w:r>
      <w:r>
        <w:tab/>
        <w:t>2.018e1</w:t>
      </w:r>
    </w:p>
    <w:p w:rsidR="00354DF7" w:rsidRDefault="00354DF7" w:rsidP="00354DF7">
      <w:pPr>
        <w:tabs>
          <w:tab w:val="left" w:pos="6195"/>
        </w:tabs>
      </w:pPr>
      <w:r>
        <w:t>388.3246</w:t>
      </w:r>
      <w:r>
        <w:tab/>
        <w:t>5.263e0</w:t>
      </w:r>
    </w:p>
    <w:p w:rsidR="00354DF7" w:rsidRDefault="00354DF7" w:rsidP="00354DF7">
      <w:pPr>
        <w:tabs>
          <w:tab w:val="left" w:pos="6195"/>
        </w:tabs>
      </w:pPr>
      <w:r>
        <w:lastRenderedPageBreak/>
        <w:t>388.3341</w:t>
      </w:r>
      <w:r>
        <w:tab/>
        <w:t>3.282e0</w:t>
      </w:r>
    </w:p>
    <w:p w:rsidR="00354DF7" w:rsidRDefault="00354DF7" w:rsidP="00354DF7">
      <w:pPr>
        <w:tabs>
          <w:tab w:val="left" w:pos="6195"/>
        </w:tabs>
      </w:pPr>
      <w:r>
        <w:t>388.3393</w:t>
      </w:r>
      <w:r>
        <w:tab/>
        <w:t>2.915e0</w:t>
      </w:r>
    </w:p>
    <w:p w:rsidR="00354DF7" w:rsidRDefault="00354DF7" w:rsidP="00354DF7">
      <w:pPr>
        <w:tabs>
          <w:tab w:val="left" w:pos="6195"/>
        </w:tabs>
      </w:pPr>
      <w:r>
        <w:t>388.3453</w:t>
      </w:r>
      <w:r>
        <w:tab/>
        <w:t>5.780e0</w:t>
      </w:r>
    </w:p>
    <w:p w:rsidR="00354DF7" w:rsidRDefault="00354DF7" w:rsidP="00354DF7">
      <w:pPr>
        <w:tabs>
          <w:tab w:val="left" w:pos="6195"/>
        </w:tabs>
      </w:pPr>
      <w:r>
        <w:t>388.3468</w:t>
      </w:r>
      <w:r>
        <w:tab/>
        <w:t>7.129e0</w:t>
      </w:r>
    </w:p>
    <w:p w:rsidR="00354DF7" w:rsidRDefault="00354DF7" w:rsidP="00354DF7">
      <w:pPr>
        <w:tabs>
          <w:tab w:val="left" w:pos="6195"/>
        </w:tabs>
      </w:pPr>
      <w:r>
        <w:t>388.3663</w:t>
      </w:r>
      <w:r>
        <w:tab/>
        <w:t>5.570e0</w:t>
      </w:r>
    </w:p>
    <w:p w:rsidR="00354DF7" w:rsidRDefault="00354DF7" w:rsidP="00354DF7">
      <w:pPr>
        <w:tabs>
          <w:tab w:val="left" w:pos="6195"/>
        </w:tabs>
      </w:pPr>
      <w:r>
        <w:t>388.3922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388.4048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388.4192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388.4260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388.4466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388.4528</w:t>
      </w:r>
      <w:r>
        <w:tab/>
        <w:t>2.409e0</w:t>
      </w:r>
    </w:p>
    <w:p w:rsidR="00354DF7" w:rsidRDefault="00354DF7" w:rsidP="00354DF7">
      <w:pPr>
        <w:tabs>
          <w:tab w:val="left" w:pos="6195"/>
        </w:tabs>
      </w:pPr>
      <w:r>
        <w:t>388.4590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388.4948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388.4977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388.5058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388.5324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388.5363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388.5400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388.5841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388.6126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388.6142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388.6364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388.6401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388.6461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388.6499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388.6812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388.6899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388.6959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388.7021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388.7274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388.7636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388.7679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388.7870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388.8000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388.8022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388.8058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388.8159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388.8738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388.8781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388.8813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388.9127</w:t>
      </w:r>
      <w:r>
        <w:tab/>
        <w:t>1.760e0</w:t>
      </w:r>
    </w:p>
    <w:p w:rsidR="00354DF7" w:rsidRDefault="00354DF7" w:rsidP="00354DF7">
      <w:pPr>
        <w:tabs>
          <w:tab w:val="left" w:pos="6195"/>
        </w:tabs>
      </w:pPr>
      <w:r>
        <w:t>388.9152</w:t>
      </w:r>
      <w:r>
        <w:tab/>
        <w:t>3.113e0</w:t>
      </w:r>
    </w:p>
    <w:p w:rsidR="00354DF7" w:rsidRDefault="00354DF7" w:rsidP="00354DF7">
      <w:pPr>
        <w:tabs>
          <w:tab w:val="left" w:pos="6195"/>
        </w:tabs>
      </w:pPr>
      <w:r>
        <w:t>388.9352</w:t>
      </w:r>
      <w:r>
        <w:tab/>
        <w:t>5.785e0</w:t>
      </w:r>
    </w:p>
    <w:p w:rsidR="00354DF7" w:rsidRDefault="00354DF7" w:rsidP="00354DF7">
      <w:pPr>
        <w:tabs>
          <w:tab w:val="left" w:pos="6195"/>
        </w:tabs>
      </w:pPr>
      <w:r>
        <w:t>388.9495</w:t>
      </w:r>
      <w:r>
        <w:tab/>
        <w:t>1.746e0</w:t>
      </w:r>
    </w:p>
    <w:p w:rsidR="00354DF7" w:rsidRDefault="00354DF7" w:rsidP="00354DF7">
      <w:pPr>
        <w:tabs>
          <w:tab w:val="left" w:pos="6195"/>
        </w:tabs>
      </w:pPr>
      <w:r>
        <w:t>388.9850</w:t>
      </w:r>
      <w:r>
        <w:tab/>
        <w:t>6.823e0</w:t>
      </w:r>
    </w:p>
    <w:p w:rsidR="00354DF7" w:rsidRDefault="00354DF7" w:rsidP="00354DF7">
      <w:pPr>
        <w:tabs>
          <w:tab w:val="left" w:pos="6195"/>
        </w:tabs>
      </w:pPr>
      <w:r>
        <w:t>389.0016</w:t>
      </w:r>
      <w:r>
        <w:tab/>
        <w:t>5.891e0</w:t>
      </w:r>
    </w:p>
    <w:p w:rsidR="00354DF7" w:rsidRDefault="00354DF7" w:rsidP="00354DF7">
      <w:pPr>
        <w:tabs>
          <w:tab w:val="left" w:pos="6195"/>
        </w:tabs>
      </w:pPr>
      <w:r>
        <w:t>389.0072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389.0294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389.0426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389.0457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389.0596</w:t>
      </w:r>
      <w:r>
        <w:tab/>
        <w:t>1.890e0</w:t>
      </w:r>
    </w:p>
    <w:p w:rsidR="00354DF7" w:rsidRDefault="00354DF7" w:rsidP="00354DF7">
      <w:pPr>
        <w:tabs>
          <w:tab w:val="left" w:pos="6195"/>
        </w:tabs>
      </w:pPr>
      <w:r>
        <w:t>389.0829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389.0913</w:t>
      </w:r>
      <w:r>
        <w:tab/>
        <w:t>7.236e0</w:t>
      </w:r>
    </w:p>
    <w:p w:rsidR="00354DF7" w:rsidRDefault="00354DF7" w:rsidP="00354DF7">
      <w:pPr>
        <w:tabs>
          <w:tab w:val="left" w:pos="6195"/>
        </w:tabs>
      </w:pPr>
      <w:r>
        <w:t>389.1021</w:t>
      </w:r>
      <w:r>
        <w:tab/>
        <w:t>5.795e0</w:t>
      </w:r>
    </w:p>
    <w:p w:rsidR="00354DF7" w:rsidRDefault="00354DF7" w:rsidP="00354DF7">
      <w:pPr>
        <w:tabs>
          <w:tab w:val="left" w:pos="6195"/>
        </w:tabs>
      </w:pPr>
      <w:r>
        <w:t>389.1067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389.1402</w:t>
      </w:r>
      <w:r>
        <w:tab/>
        <w:t>1.099e0</w:t>
      </w:r>
    </w:p>
    <w:p w:rsidR="00354DF7" w:rsidRDefault="00354DF7" w:rsidP="00354DF7">
      <w:pPr>
        <w:tabs>
          <w:tab w:val="left" w:pos="6195"/>
        </w:tabs>
      </w:pPr>
      <w:r>
        <w:t>389.1498</w:t>
      </w:r>
      <w:r>
        <w:tab/>
        <w:t>1.349e0</w:t>
      </w:r>
    </w:p>
    <w:p w:rsidR="00354DF7" w:rsidRDefault="00354DF7" w:rsidP="00354DF7">
      <w:pPr>
        <w:tabs>
          <w:tab w:val="left" w:pos="6195"/>
        </w:tabs>
      </w:pPr>
      <w:r>
        <w:lastRenderedPageBreak/>
        <w:t>389.1624</w:t>
      </w:r>
      <w:r>
        <w:tab/>
        <w:t>3.661e0</w:t>
      </w:r>
    </w:p>
    <w:p w:rsidR="00354DF7" w:rsidRDefault="00354DF7" w:rsidP="00354DF7">
      <w:pPr>
        <w:tabs>
          <w:tab w:val="left" w:pos="6195"/>
        </w:tabs>
      </w:pPr>
      <w:r>
        <w:t>389.1811</w:t>
      </w:r>
      <w:r>
        <w:tab/>
        <w:t>1.528e0</w:t>
      </w:r>
    </w:p>
    <w:p w:rsidR="00354DF7" w:rsidRDefault="00354DF7" w:rsidP="00354DF7">
      <w:pPr>
        <w:tabs>
          <w:tab w:val="left" w:pos="6195"/>
        </w:tabs>
      </w:pPr>
      <w:r>
        <w:t>389.1957</w:t>
      </w:r>
      <w:r>
        <w:tab/>
        <w:t>1.315e0</w:t>
      </w:r>
    </w:p>
    <w:p w:rsidR="00354DF7" w:rsidRDefault="00354DF7" w:rsidP="00354DF7">
      <w:pPr>
        <w:tabs>
          <w:tab w:val="left" w:pos="6195"/>
        </w:tabs>
      </w:pPr>
      <w:r>
        <w:t>389.2033</w:t>
      </w:r>
      <w:r>
        <w:tab/>
        <w:t>1.875e0</w:t>
      </w:r>
    </w:p>
    <w:p w:rsidR="00354DF7" w:rsidRDefault="00354DF7" w:rsidP="00354DF7">
      <w:pPr>
        <w:tabs>
          <w:tab w:val="left" w:pos="6195"/>
        </w:tabs>
      </w:pPr>
      <w:r>
        <w:t>389.2275</w:t>
      </w:r>
      <w:r>
        <w:tab/>
        <w:t>3.695e0</w:t>
      </w:r>
    </w:p>
    <w:p w:rsidR="00354DF7" w:rsidRDefault="00354DF7" w:rsidP="00354DF7">
      <w:pPr>
        <w:tabs>
          <w:tab w:val="left" w:pos="6195"/>
        </w:tabs>
      </w:pPr>
      <w:r>
        <w:t>389.2501</w:t>
      </w:r>
      <w:r>
        <w:tab/>
        <w:t>6.565e0</w:t>
      </w:r>
    </w:p>
    <w:p w:rsidR="00354DF7" w:rsidRDefault="00354DF7" w:rsidP="00354DF7">
      <w:pPr>
        <w:tabs>
          <w:tab w:val="left" w:pos="6195"/>
        </w:tabs>
      </w:pPr>
      <w:r>
        <w:t>389.2513</w:t>
      </w:r>
      <w:r>
        <w:tab/>
        <w:t>1.057e1</w:t>
      </w:r>
    </w:p>
    <w:p w:rsidR="00354DF7" w:rsidRDefault="00354DF7" w:rsidP="00354DF7">
      <w:pPr>
        <w:tabs>
          <w:tab w:val="left" w:pos="6195"/>
        </w:tabs>
      </w:pPr>
      <w:r>
        <w:t>389.2597</w:t>
      </w:r>
      <w:r>
        <w:tab/>
        <w:t>1.528e1</w:t>
      </w:r>
    </w:p>
    <w:p w:rsidR="00354DF7" w:rsidRDefault="00354DF7" w:rsidP="00354DF7">
      <w:pPr>
        <w:tabs>
          <w:tab w:val="left" w:pos="6195"/>
        </w:tabs>
      </w:pPr>
      <w:r>
        <w:t>389.2782</w:t>
      </w:r>
      <w:r>
        <w:tab/>
        <w:t>1.463e1</w:t>
      </w:r>
    </w:p>
    <w:p w:rsidR="00354DF7" w:rsidRDefault="00354DF7" w:rsidP="00354DF7">
      <w:pPr>
        <w:tabs>
          <w:tab w:val="left" w:pos="6195"/>
        </w:tabs>
      </w:pPr>
      <w:r>
        <w:t>389.2960</w:t>
      </w:r>
      <w:r>
        <w:tab/>
        <w:t>2.943e0</w:t>
      </w:r>
    </w:p>
    <w:p w:rsidR="00354DF7" w:rsidRDefault="00354DF7" w:rsidP="00354DF7">
      <w:pPr>
        <w:tabs>
          <w:tab w:val="left" w:pos="6195"/>
        </w:tabs>
      </w:pPr>
      <w:r>
        <w:t>389.3409</w:t>
      </w:r>
      <w:r>
        <w:tab/>
        <w:t>3.395e0</w:t>
      </w:r>
    </w:p>
    <w:p w:rsidR="00354DF7" w:rsidRDefault="00354DF7" w:rsidP="00354DF7">
      <w:pPr>
        <w:tabs>
          <w:tab w:val="left" w:pos="6195"/>
        </w:tabs>
      </w:pPr>
      <w:r>
        <w:t>389.3571</w:t>
      </w:r>
      <w:r>
        <w:tab/>
        <w:t>1.404e0</w:t>
      </w:r>
    </w:p>
    <w:p w:rsidR="00354DF7" w:rsidRDefault="00354DF7" w:rsidP="00354DF7">
      <w:pPr>
        <w:tabs>
          <w:tab w:val="left" w:pos="6195"/>
        </w:tabs>
      </w:pPr>
      <w:r>
        <w:t>389.3741</w:t>
      </w:r>
      <w:r>
        <w:tab/>
        <w:t>1.885e0</w:t>
      </w:r>
    </w:p>
    <w:p w:rsidR="00354DF7" w:rsidRDefault="00354DF7" w:rsidP="00354DF7">
      <w:pPr>
        <w:tabs>
          <w:tab w:val="left" w:pos="6195"/>
        </w:tabs>
      </w:pPr>
      <w:r>
        <w:t>389.3803</w:t>
      </w:r>
      <w:r>
        <w:tab/>
        <w:t>2.062e0</w:t>
      </w:r>
    </w:p>
    <w:p w:rsidR="00354DF7" w:rsidRDefault="00354DF7" w:rsidP="00354DF7">
      <w:pPr>
        <w:tabs>
          <w:tab w:val="left" w:pos="6195"/>
        </w:tabs>
      </w:pPr>
      <w:r>
        <w:t>389.3895</w:t>
      </w:r>
      <w:r>
        <w:tab/>
        <w:t>5.385e0</w:t>
      </w:r>
    </w:p>
    <w:p w:rsidR="00354DF7" w:rsidRDefault="00354DF7" w:rsidP="00354DF7">
      <w:pPr>
        <w:tabs>
          <w:tab w:val="left" w:pos="6195"/>
        </w:tabs>
      </w:pPr>
      <w:r>
        <w:t>389.3975</w:t>
      </w:r>
      <w:r>
        <w:tab/>
        <w:t>3.896e0</w:t>
      </w:r>
    </w:p>
    <w:p w:rsidR="00354DF7" w:rsidRDefault="00354DF7" w:rsidP="00354DF7">
      <w:pPr>
        <w:tabs>
          <w:tab w:val="left" w:pos="6195"/>
        </w:tabs>
      </w:pPr>
      <w:r>
        <w:t>389.4048</w:t>
      </w:r>
      <w:r>
        <w:tab/>
        <w:t>1.729e0</w:t>
      </w:r>
    </w:p>
    <w:p w:rsidR="00354DF7" w:rsidRDefault="00354DF7" w:rsidP="00354DF7">
      <w:pPr>
        <w:tabs>
          <w:tab w:val="left" w:pos="6195"/>
        </w:tabs>
      </w:pPr>
      <w:r>
        <w:t>389.4401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389.4468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389.4571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389.4785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389.5063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389.5107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389.5224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389.5338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389.5459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389.5714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389.5839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389.5885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389.5920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389.6281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389.6398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389.6465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389.6789</w:t>
      </w:r>
      <w:r>
        <w:tab/>
        <w:t>2.543e0</w:t>
      </w:r>
    </w:p>
    <w:p w:rsidR="00354DF7" w:rsidRDefault="00354DF7" w:rsidP="00354DF7">
      <w:pPr>
        <w:tabs>
          <w:tab w:val="left" w:pos="6195"/>
        </w:tabs>
      </w:pPr>
      <w:r>
        <w:t>389.6904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389.6945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389.7310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389.7343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389.7449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389.7662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389.7909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389.7952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389.8047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389.8196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389.8252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389.8358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389.8547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389.8616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389.8674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389.8710</w:t>
      </w:r>
      <w:r>
        <w:tab/>
        <w:t>1.769e0</w:t>
      </w:r>
    </w:p>
    <w:p w:rsidR="00354DF7" w:rsidRDefault="00354DF7" w:rsidP="00354DF7">
      <w:pPr>
        <w:tabs>
          <w:tab w:val="left" w:pos="6195"/>
        </w:tabs>
      </w:pPr>
      <w:r>
        <w:t>389.8856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389.8934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389.9128</w:t>
      </w:r>
      <w:r>
        <w:tab/>
        <w:t>3.174e0</w:t>
      </w:r>
    </w:p>
    <w:p w:rsidR="00354DF7" w:rsidRDefault="00354DF7" w:rsidP="00354DF7">
      <w:pPr>
        <w:tabs>
          <w:tab w:val="left" w:pos="6195"/>
        </w:tabs>
      </w:pPr>
      <w:r>
        <w:t>389.9145</w:t>
      </w:r>
      <w:r>
        <w:tab/>
        <w:t>8.698e0</w:t>
      </w:r>
    </w:p>
    <w:p w:rsidR="00354DF7" w:rsidRDefault="00354DF7" w:rsidP="00354DF7">
      <w:pPr>
        <w:tabs>
          <w:tab w:val="left" w:pos="6195"/>
        </w:tabs>
      </w:pPr>
      <w:r>
        <w:t>389.9401</w:t>
      </w:r>
      <w:r>
        <w:tab/>
        <w:t>5.208e0</w:t>
      </w:r>
    </w:p>
    <w:p w:rsidR="00354DF7" w:rsidRDefault="00354DF7" w:rsidP="00354DF7">
      <w:pPr>
        <w:tabs>
          <w:tab w:val="left" w:pos="6195"/>
        </w:tabs>
      </w:pPr>
      <w:r>
        <w:t>389.9464</w:t>
      </w:r>
      <w:r>
        <w:tab/>
        <w:t>4.268e0</w:t>
      </w:r>
    </w:p>
    <w:p w:rsidR="00354DF7" w:rsidRDefault="00354DF7" w:rsidP="00354DF7">
      <w:pPr>
        <w:tabs>
          <w:tab w:val="left" w:pos="6195"/>
        </w:tabs>
      </w:pPr>
      <w:r>
        <w:t>389.9572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389.9641</w:t>
      </w:r>
      <w:r>
        <w:tab/>
        <w:t>1.483e0</w:t>
      </w:r>
    </w:p>
    <w:p w:rsidR="00354DF7" w:rsidRDefault="00354DF7" w:rsidP="00354DF7">
      <w:pPr>
        <w:tabs>
          <w:tab w:val="left" w:pos="6195"/>
        </w:tabs>
      </w:pPr>
      <w:r>
        <w:t>389.9925</w:t>
      </w:r>
      <w:r>
        <w:tab/>
        <w:t>5.141e0</w:t>
      </w:r>
    </w:p>
    <w:p w:rsidR="00354DF7" w:rsidRDefault="00354DF7" w:rsidP="00354DF7">
      <w:pPr>
        <w:tabs>
          <w:tab w:val="left" w:pos="6195"/>
        </w:tabs>
      </w:pPr>
      <w:r>
        <w:t>389.9992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390.0194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390.0452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390.0472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390.0487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390.0923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390.1038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390.1130</w:t>
      </w:r>
      <w:r>
        <w:tab/>
        <w:t>3.997e0</w:t>
      </w:r>
    </w:p>
    <w:p w:rsidR="00354DF7" w:rsidRDefault="00354DF7" w:rsidP="00354DF7">
      <w:pPr>
        <w:tabs>
          <w:tab w:val="left" w:pos="6195"/>
        </w:tabs>
      </w:pPr>
      <w:r>
        <w:t>390.1220</w:t>
      </w:r>
      <w:r>
        <w:tab/>
        <w:t>1.703e0</w:t>
      </w:r>
    </w:p>
    <w:p w:rsidR="00354DF7" w:rsidRDefault="00354DF7" w:rsidP="00354DF7">
      <w:pPr>
        <w:tabs>
          <w:tab w:val="left" w:pos="6195"/>
        </w:tabs>
      </w:pPr>
      <w:r>
        <w:t>390.1266</w:t>
      </w:r>
      <w:r>
        <w:tab/>
        <w:t>3.824e0</w:t>
      </w:r>
    </w:p>
    <w:p w:rsidR="00354DF7" w:rsidRDefault="00354DF7" w:rsidP="00354DF7">
      <w:pPr>
        <w:tabs>
          <w:tab w:val="left" w:pos="6195"/>
        </w:tabs>
      </w:pPr>
      <w:r>
        <w:t>390.1429</w:t>
      </w:r>
      <w:r>
        <w:tab/>
        <w:t>3.260e0</w:t>
      </w:r>
    </w:p>
    <w:p w:rsidR="00354DF7" w:rsidRDefault="00354DF7" w:rsidP="00354DF7">
      <w:pPr>
        <w:tabs>
          <w:tab w:val="left" w:pos="6195"/>
        </w:tabs>
      </w:pPr>
      <w:r>
        <w:t>390.2038</w:t>
      </w:r>
      <w:r>
        <w:tab/>
        <w:t>2.931e0</w:t>
      </w:r>
    </w:p>
    <w:p w:rsidR="00354DF7" w:rsidRDefault="00354DF7" w:rsidP="00354DF7">
      <w:pPr>
        <w:tabs>
          <w:tab w:val="left" w:pos="6195"/>
        </w:tabs>
      </w:pPr>
      <w:r>
        <w:t>390.2076</w:t>
      </w:r>
      <w:r>
        <w:tab/>
        <w:t>3.403e0</w:t>
      </w:r>
    </w:p>
    <w:p w:rsidR="00354DF7" w:rsidRDefault="00354DF7" w:rsidP="00354DF7">
      <w:pPr>
        <w:tabs>
          <w:tab w:val="left" w:pos="6195"/>
        </w:tabs>
      </w:pPr>
      <w:r>
        <w:t>390.2420</w:t>
      </w:r>
      <w:r>
        <w:tab/>
        <w:t>7.658e0</w:t>
      </w:r>
    </w:p>
    <w:p w:rsidR="00354DF7" w:rsidRDefault="00354DF7" w:rsidP="00354DF7">
      <w:pPr>
        <w:tabs>
          <w:tab w:val="left" w:pos="6195"/>
        </w:tabs>
      </w:pPr>
      <w:r>
        <w:t>390.2644</w:t>
      </w:r>
      <w:r>
        <w:tab/>
        <w:t>6.548e0</w:t>
      </w:r>
    </w:p>
    <w:p w:rsidR="00354DF7" w:rsidRDefault="00354DF7" w:rsidP="00354DF7">
      <w:pPr>
        <w:tabs>
          <w:tab w:val="left" w:pos="6195"/>
        </w:tabs>
      </w:pPr>
      <w:r>
        <w:t>390.2664</w:t>
      </w:r>
      <w:r>
        <w:tab/>
        <w:t>5.579e0</w:t>
      </w:r>
    </w:p>
    <w:p w:rsidR="00354DF7" w:rsidRDefault="00354DF7" w:rsidP="00354DF7">
      <w:pPr>
        <w:tabs>
          <w:tab w:val="left" w:pos="6195"/>
        </w:tabs>
      </w:pPr>
      <w:r>
        <w:t>390.2694</w:t>
      </w:r>
      <w:r>
        <w:tab/>
        <w:t>1.129e0</w:t>
      </w:r>
    </w:p>
    <w:p w:rsidR="00354DF7" w:rsidRDefault="00354DF7" w:rsidP="00354DF7">
      <w:pPr>
        <w:tabs>
          <w:tab w:val="left" w:pos="6195"/>
        </w:tabs>
      </w:pPr>
      <w:r>
        <w:lastRenderedPageBreak/>
        <w:t>390.2889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390.2913</w:t>
      </w:r>
      <w:r>
        <w:tab/>
        <w:t>5.828e0</w:t>
      </w:r>
    </w:p>
    <w:p w:rsidR="00354DF7" w:rsidRDefault="00354DF7" w:rsidP="00354DF7">
      <w:pPr>
        <w:tabs>
          <w:tab w:val="left" w:pos="6195"/>
        </w:tabs>
      </w:pPr>
      <w:r>
        <w:t>390.3211</w:t>
      </w:r>
      <w:r>
        <w:tab/>
        <w:t>1.636e0</w:t>
      </w:r>
    </w:p>
    <w:p w:rsidR="00354DF7" w:rsidRDefault="00354DF7" w:rsidP="00354DF7">
      <w:pPr>
        <w:tabs>
          <w:tab w:val="left" w:pos="6195"/>
        </w:tabs>
      </w:pPr>
      <w:r>
        <w:t>390.3224</w:t>
      </w:r>
      <w:r>
        <w:tab/>
        <w:t>2.706e0</w:t>
      </w:r>
    </w:p>
    <w:p w:rsidR="00354DF7" w:rsidRDefault="00354DF7" w:rsidP="00354DF7">
      <w:pPr>
        <w:tabs>
          <w:tab w:val="left" w:pos="6195"/>
        </w:tabs>
      </w:pPr>
      <w:r>
        <w:t>390.3341</w:t>
      </w:r>
      <w:r>
        <w:tab/>
        <w:t>1.445e0</w:t>
      </w:r>
    </w:p>
    <w:p w:rsidR="00354DF7" w:rsidRDefault="00354DF7" w:rsidP="00354DF7">
      <w:pPr>
        <w:tabs>
          <w:tab w:val="left" w:pos="6195"/>
        </w:tabs>
      </w:pPr>
      <w:r>
        <w:t>390.3789</w:t>
      </w:r>
      <w:r>
        <w:tab/>
        <w:t>1.800e0</w:t>
      </w:r>
    </w:p>
    <w:p w:rsidR="00354DF7" w:rsidRDefault="00354DF7" w:rsidP="00354DF7">
      <w:pPr>
        <w:tabs>
          <w:tab w:val="left" w:pos="6195"/>
        </w:tabs>
      </w:pPr>
      <w:r>
        <w:t>390.3960</w:t>
      </w:r>
      <w:r>
        <w:tab/>
        <w:t>3.701e0</w:t>
      </w:r>
    </w:p>
    <w:p w:rsidR="00354DF7" w:rsidRDefault="00354DF7" w:rsidP="00354DF7">
      <w:pPr>
        <w:tabs>
          <w:tab w:val="left" w:pos="6195"/>
        </w:tabs>
      </w:pPr>
      <w:r>
        <w:t>390.4048</w:t>
      </w:r>
      <w:r>
        <w:tab/>
        <w:t>2.269e0</w:t>
      </w:r>
    </w:p>
    <w:p w:rsidR="00354DF7" w:rsidRDefault="00354DF7" w:rsidP="00354DF7">
      <w:pPr>
        <w:tabs>
          <w:tab w:val="left" w:pos="6195"/>
        </w:tabs>
      </w:pPr>
      <w:r>
        <w:t>390.4413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390.4431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390.4604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390.4694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390.5068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390.5126</w:t>
      </w:r>
      <w:r>
        <w:tab/>
        <w:t>3.890e0</w:t>
      </w:r>
    </w:p>
    <w:p w:rsidR="00354DF7" w:rsidRDefault="00354DF7" w:rsidP="00354DF7">
      <w:pPr>
        <w:tabs>
          <w:tab w:val="left" w:pos="6195"/>
        </w:tabs>
      </w:pPr>
      <w:r>
        <w:t>390.5334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390.5514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390.5528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390.5557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390.5722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390.5795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390.6133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390.6194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390.6216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390.6487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390.6534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390.6799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390.7123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390.7179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390.7446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390.7479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390.7600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390.8084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390.8221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390.8278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390.8291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390.8326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390.8683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390.8724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390.8818</w:t>
      </w:r>
      <w:r>
        <w:tab/>
        <w:t>4.217e0</w:t>
      </w:r>
    </w:p>
    <w:p w:rsidR="00354DF7" w:rsidRDefault="00354DF7" w:rsidP="00354DF7">
      <w:pPr>
        <w:tabs>
          <w:tab w:val="left" w:pos="6195"/>
        </w:tabs>
      </w:pPr>
      <w:r>
        <w:t>390.9108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390.9190</w:t>
      </w:r>
      <w:r>
        <w:tab/>
        <w:t>2.321e0</w:t>
      </w:r>
    </w:p>
    <w:p w:rsidR="00354DF7" w:rsidRDefault="00354DF7" w:rsidP="00354DF7">
      <w:pPr>
        <w:tabs>
          <w:tab w:val="left" w:pos="6195"/>
        </w:tabs>
      </w:pPr>
      <w:r>
        <w:t>390.9358</w:t>
      </w:r>
      <w:r>
        <w:tab/>
        <w:t>5.546e0</w:t>
      </w:r>
    </w:p>
    <w:p w:rsidR="00354DF7" w:rsidRDefault="00354DF7" w:rsidP="00354DF7">
      <w:pPr>
        <w:tabs>
          <w:tab w:val="left" w:pos="6195"/>
        </w:tabs>
      </w:pPr>
      <w:r>
        <w:t>390.9528</w:t>
      </w:r>
      <w:r>
        <w:tab/>
        <w:t>2.262e0</w:t>
      </w:r>
    </w:p>
    <w:p w:rsidR="00354DF7" w:rsidRDefault="00354DF7" w:rsidP="00354DF7">
      <w:pPr>
        <w:tabs>
          <w:tab w:val="left" w:pos="6195"/>
        </w:tabs>
      </w:pPr>
      <w:r>
        <w:t>390.9659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390.9685</w:t>
      </w:r>
      <w:r>
        <w:tab/>
        <w:t>7.120e0</w:t>
      </w:r>
    </w:p>
    <w:p w:rsidR="00354DF7" w:rsidRDefault="00354DF7" w:rsidP="00354DF7">
      <w:pPr>
        <w:tabs>
          <w:tab w:val="left" w:pos="6195"/>
        </w:tabs>
      </w:pPr>
      <w:r>
        <w:t>390.9948</w:t>
      </w:r>
      <w:r>
        <w:tab/>
        <w:t>3.785e0</w:t>
      </w:r>
    </w:p>
    <w:p w:rsidR="00354DF7" w:rsidRDefault="00354DF7" w:rsidP="00354DF7">
      <w:pPr>
        <w:tabs>
          <w:tab w:val="left" w:pos="6195"/>
        </w:tabs>
      </w:pPr>
      <w:r>
        <w:t>391.0055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391.0132</w:t>
      </w:r>
      <w:r>
        <w:tab/>
        <w:t>3.072e0</w:t>
      </w:r>
    </w:p>
    <w:p w:rsidR="00354DF7" w:rsidRDefault="00354DF7" w:rsidP="00354DF7">
      <w:pPr>
        <w:tabs>
          <w:tab w:val="left" w:pos="6195"/>
        </w:tabs>
      </w:pPr>
      <w:r>
        <w:t>391.0383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391.0439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391.0588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391.0631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391.0739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391.0833</w:t>
      </w:r>
      <w:r>
        <w:tab/>
        <w:t>2.729e0</w:t>
      </w:r>
    </w:p>
    <w:p w:rsidR="00354DF7" w:rsidRDefault="00354DF7" w:rsidP="00354DF7">
      <w:pPr>
        <w:tabs>
          <w:tab w:val="left" w:pos="6195"/>
        </w:tabs>
      </w:pPr>
      <w:r>
        <w:t>391.1083</w:t>
      </w:r>
      <w:r>
        <w:tab/>
        <w:t>2.617e0</w:t>
      </w:r>
    </w:p>
    <w:p w:rsidR="00354DF7" w:rsidRDefault="00354DF7" w:rsidP="00354DF7">
      <w:pPr>
        <w:tabs>
          <w:tab w:val="left" w:pos="6195"/>
        </w:tabs>
      </w:pPr>
      <w:r>
        <w:t>391.1094</w:t>
      </w:r>
      <w:r>
        <w:tab/>
        <w:t>1.061e0</w:t>
      </w:r>
    </w:p>
    <w:p w:rsidR="00354DF7" w:rsidRDefault="00354DF7" w:rsidP="00354DF7">
      <w:pPr>
        <w:tabs>
          <w:tab w:val="left" w:pos="6195"/>
        </w:tabs>
      </w:pPr>
      <w:r>
        <w:t>391.1252</w:t>
      </w:r>
      <w:r>
        <w:tab/>
        <w:t>6.197e0</w:t>
      </w:r>
    </w:p>
    <w:p w:rsidR="00354DF7" w:rsidRDefault="00354DF7" w:rsidP="00354DF7">
      <w:pPr>
        <w:tabs>
          <w:tab w:val="left" w:pos="6195"/>
        </w:tabs>
      </w:pPr>
      <w:r>
        <w:lastRenderedPageBreak/>
        <w:t>391.1378</w:t>
      </w:r>
      <w:r>
        <w:tab/>
        <w:t>2.463e0</w:t>
      </w:r>
    </w:p>
    <w:p w:rsidR="00354DF7" w:rsidRDefault="00354DF7" w:rsidP="00354DF7">
      <w:pPr>
        <w:tabs>
          <w:tab w:val="left" w:pos="6195"/>
        </w:tabs>
      </w:pPr>
      <w:r>
        <w:t>391.1488</w:t>
      </w:r>
      <w:r>
        <w:tab/>
        <w:t>2.643e0</w:t>
      </w:r>
    </w:p>
    <w:p w:rsidR="00354DF7" w:rsidRDefault="00354DF7" w:rsidP="00354DF7">
      <w:pPr>
        <w:tabs>
          <w:tab w:val="left" w:pos="6195"/>
        </w:tabs>
      </w:pPr>
      <w:r>
        <w:t>391.1656</w:t>
      </w:r>
      <w:r>
        <w:tab/>
        <w:t>1.312e0</w:t>
      </w:r>
    </w:p>
    <w:p w:rsidR="00354DF7" w:rsidRDefault="00354DF7" w:rsidP="00354DF7">
      <w:pPr>
        <w:tabs>
          <w:tab w:val="left" w:pos="6195"/>
        </w:tabs>
      </w:pPr>
      <w:r>
        <w:t>391.1894</w:t>
      </w:r>
      <w:r>
        <w:tab/>
        <w:t>1.411e0</w:t>
      </w:r>
    </w:p>
    <w:p w:rsidR="00354DF7" w:rsidRDefault="00354DF7" w:rsidP="00354DF7">
      <w:pPr>
        <w:tabs>
          <w:tab w:val="left" w:pos="6195"/>
        </w:tabs>
      </w:pPr>
      <w:r>
        <w:t>391.2021</w:t>
      </w:r>
      <w:r>
        <w:tab/>
        <w:t>1.177e1</w:t>
      </w:r>
    </w:p>
    <w:p w:rsidR="00354DF7" w:rsidRDefault="00354DF7" w:rsidP="00354DF7">
      <w:pPr>
        <w:tabs>
          <w:tab w:val="left" w:pos="6195"/>
        </w:tabs>
      </w:pPr>
      <w:r>
        <w:t>391.2073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391.2138</w:t>
      </w:r>
      <w:r>
        <w:tab/>
        <w:t>1.188e0</w:t>
      </w:r>
    </w:p>
    <w:p w:rsidR="00354DF7" w:rsidRDefault="00354DF7" w:rsidP="00354DF7">
      <w:pPr>
        <w:tabs>
          <w:tab w:val="left" w:pos="6195"/>
        </w:tabs>
      </w:pPr>
      <w:r>
        <w:t>391.2834</w:t>
      </w:r>
      <w:r>
        <w:tab/>
        <w:t>1.589e2</w:t>
      </w:r>
    </w:p>
    <w:p w:rsidR="00354DF7" w:rsidRDefault="00354DF7" w:rsidP="00354DF7">
      <w:pPr>
        <w:tabs>
          <w:tab w:val="left" w:pos="6195"/>
        </w:tabs>
      </w:pPr>
      <w:r>
        <w:t>391.2852</w:t>
      </w:r>
      <w:r>
        <w:tab/>
        <w:t>1.572e2</w:t>
      </w:r>
    </w:p>
    <w:p w:rsidR="00354DF7" w:rsidRDefault="00354DF7" w:rsidP="00354DF7">
      <w:pPr>
        <w:tabs>
          <w:tab w:val="left" w:pos="6195"/>
        </w:tabs>
      </w:pPr>
      <w:r>
        <w:t>391.2881</w:t>
      </w:r>
      <w:r>
        <w:tab/>
        <w:t>1.691e2</w:t>
      </w:r>
    </w:p>
    <w:p w:rsidR="00354DF7" w:rsidRDefault="00354DF7" w:rsidP="00354DF7">
      <w:pPr>
        <w:tabs>
          <w:tab w:val="left" w:pos="6195"/>
        </w:tabs>
      </w:pPr>
      <w:r>
        <w:t>391.3559</w:t>
      </w:r>
      <w:r>
        <w:tab/>
        <w:t>1.871e0</w:t>
      </w:r>
    </w:p>
    <w:p w:rsidR="00354DF7" w:rsidRDefault="00354DF7" w:rsidP="00354DF7">
      <w:pPr>
        <w:tabs>
          <w:tab w:val="left" w:pos="6195"/>
        </w:tabs>
      </w:pPr>
      <w:r>
        <w:t>391.3627</w:t>
      </w:r>
      <w:r>
        <w:tab/>
        <w:t>2.193e0</w:t>
      </w:r>
    </w:p>
    <w:p w:rsidR="00354DF7" w:rsidRDefault="00354DF7" w:rsidP="00354DF7">
      <w:pPr>
        <w:tabs>
          <w:tab w:val="left" w:pos="6195"/>
        </w:tabs>
      </w:pPr>
      <w:r>
        <w:t>391.3788</w:t>
      </w:r>
      <w:r>
        <w:tab/>
        <w:t>2.317e0</w:t>
      </w:r>
    </w:p>
    <w:p w:rsidR="00354DF7" w:rsidRDefault="00354DF7" w:rsidP="00354DF7">
      <w:pPr>
        <w:tabs>
          <w:tab w:val="left" w:pos="6195"/>
        </w:tabs>
      </w:pPr>
      <w:r>
        <w:t>391.3855</w:t>
      </w:r>
      <w:r>
        <w:tab/>
        <w:t>3.282e0</w:t>
      </w:r>
    </w:p>
    <w:p w:rsidR="00354DF7" w:rsidRDefault="00354DF7" w:rsidP="00354DF7">
      <w:pPr>
        <w:tabs>
          <w:tab w:val="left" w:pos="6195"/>
        </w:tabs>
      </w:pPr>
      <w:r>
        <w:t>391.4182</w:t>
      </w:r>
      <w:r>
        <w:tab/>
        <w:t>1.066e0</w:t>
      </w:r>
    </w:p>
    <w:p w:rsidR="00354DF7" w:rsidRDefault="00354DF7" w:rsidP="00354DF7">
      <w:pPr>
        <w:tabs>
          <w:tab w:val="left" w:pos="6195"/>
        </w:tabs>
      </w:pPr>
      <w:r>
        <w:t>391.4320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391.4522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391.4656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391.4672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391.4879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391.5050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391.5219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391.5260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391.5514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391.5706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391.5737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391.5756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391.5912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391.6038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391.6183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391.6262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391.6464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391.6512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391.6797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391.6918</w:t>
      </w:r>
      <w:r>
        <w:tab/>
        <w:t>3.978e0</w:t>
      </w:r>
    </w:p>
    <w:p w:rsidR="00354DF7" w:rsidRDefault="00354DF7" w:rsidP="00354DF7">
      <w:pPr>
        <w:tabs>
          <w:tab w:val="left" w:pos="6195"/>
        </w:tabs>
      </w:pPr>
      <w:r>
        <w:t>391.7218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391.7335</w:t>
      </w:r>
      <w:r>
        <w:tab/>
        <w:t>3.202e0</w:t>
      </w:r>
    </w:p>
    <w:p w:rsidR="00354DF7" w:rsidRDefault="00354DF7" w:rsidP="00354DF7">
      <w:pPr>
        <w:tabs>
          <w:tab w:val="left" w:pos="6195"/>
        </w:tabs>
      </w:pPr>
      <w:r>
        <w:t>391.7392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391.7551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391.7580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391.7653</w:t>
      </w:r>
      <w:r>
        <w:tab/>
        <w:t>5.830e0</w:t>
      </w:r>
    </w:p>
    <w:p w:rsidR="00354DF7" w:rsidRDefault="00354DF7" w:rsidP="00354DF7">
      <w:pPr>
        <w:tabs>
          <w:tab w:val="left" w:pos="6195"/>
        </w:tabs>
      </w:pPr>
      <w:r>
        <w:t>391.7991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391.8001</w:t>
      </w:r>
      <w:r>
        <w:tab/>
        <w:t>3.072e0</w:t>
      </w:r>
    </w:p>
    <w:p w:rsidR="00354DF7" w:rsidRDefault="00354DF7" w:rsidP="00354DF7">
      <w:pPr>
        <w:tabs>
          <w:tab w:val="left" w:pos="6195"/>
        </w:tabs>
      </w:pPr>
      <w:r>
        <w:t>391.8200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391.8268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391.8317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391.8535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391.8708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391.8794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391.9053</w:t>
      </w:r>
      <w:r>
        <w:tab/>
        <w:t>4.074e0</w:t>
      </w:r>
    </w:p>
    <w:p w:rsidR="00354DF7" w:rsidRDefault="00354DF7" w:rsidP="00354DF7">
      <w:pPr>
        <w:tabs>
          <w:tab w:val="left" w:pos="6195"/>
        </w:tabs>
      </w:pPr>
      <w:r>
        <w:t>391.9160</w:t>
      </w:r>
      <w:r>
        <w:tab/>
        <w:t>3.785e0</w:t>
      </w:r>
    </w:p>
    <w:p w:rsidR="00354DF7" w:rsidRDefault="00354DF7" w:rsidP="00354DF7">
      <w:pPr>
        <w:tabs>
          <w:tab w:val="left" w:pos="6195"/>
        </w:tabs>
      </w:pPr>
      <w:r>
        <w:t>391.9187</w:t>
      </w:r>
      <w:r>
        <w:tab/>
        <w:t>6.818e0</w:t>
      </w:r>
    </w:p>
    <w:p w:rsidR="00354DF7" w:rsidRDefault="00354DF7" w:rsidP="00354DF7">
      <w:pPr>
        <w:tabs>
          <w:tab w:val="left" w:pos="6195"/>
        </w:tabs>
      </w:pPr>
      <w:r>
        <w:t>391.9234</w:t>
      </w:r>
      <w:r>
        <w:tab/>
        <w:t>4.526e0</w:t>
      </w:r>
    </w:p>
    <w:p w:rsidR="00354DF7" w:rsidRDefault="00354DF7" w:rsidP="00354DF7">
      <w:pPr>
        <w:tabs>
          <w:tab w:val="left" w:pos="6195"/>
        </w:tabs>
      </w:pPr>
      <w:r>
        <w:t>391.9677</w:t>
      </w:r>
      <w:r>
        <w:tab/>
        <w:t>2.660e0</w:t>
      </w:r>
    </w:p>
    <w:p w:rsidR="00354DF7" w:rsidRDefault="00354DF7" w:rsidP="00354DF7">
      <w:pPr>
        <w:tabs>
          <w:tab w:val="left" w:pos="6195"/>
        </w:tabs>
      </w:pPr>
      <w:r>
        <w:t>391.9864</w:t>
      </w:r>
      <w:r>
        <w:tab/>
        <w:t>1.096e1</w:t>
      </w:r>
    </w:p>
    <w:p w:rsidR="00354DF7" w:rsidRDefault="00354DF7" w:rsidP="00354DF7">
      <w:pPr>
        <w:tabs>
          <w:tab w:val="left" w:pos="6195"/>
        </w:tabs>
      </w:pPr>
      <w:r>
        <w:t>391.9921</w:t>
      </w:r>
      <w:r>
        <w:tab/>
        <w:t>8.426e0</w:t>
      </w:r>
    </w:p>
    <w:p w:rsidR="00354DF7" w:rsidRDefault="00354DF7" w:rsidP="00354DF7">
      <w:pPr>
        <w:tabs>
          <w:tab w:val="left" w:pos="6195"/>
        </w:tabs>
      </w:pPr>
      <w:r>
        <w:t>391.9940</w:t>
      </w:r>
      <w:r>
        <w:tab/>
        <w:t>1.859e0</w:t>
      </w:r>
    </w:p>
    <w:p w:rsidR="00354DF7" w:rsidRDefault="00354DF7" w:rsidP="00354DF7">
      <w:pPr>
        <w:tabs>
          <w:tab w:val="left" w:pos="6195"/>
        </w:tabs>
      </w:pPr>
      <w:r>
        <w:lastRenderedPageBreak/>
        <w:t>391.9987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392.0283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392.0311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392.0518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392.0630</w:t>
      </w:r>
      <w:r>
        <w:tab/>
        <w:t>3.011e0</w:t>
      </w:r>
    </w:p>
    <w:p w:rsidR="00354DF7" w:rsidRDefault="00354DF7" w:rsidP="00354DF7">
      <w:pPr>
        <w:tabs>
          <w:tab w:val="left" w:pos="6195"/>
        </w:tabs>
      </w:pPr>
      <w:r>
        <w:t>392.0691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392.0941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392.1018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392.1054</w:t>
      </w:r>
      <w:r>
        <w:tab/>
        <w:t>1.865e0</w:t>
      </w:r>
    </w:p>
    <w:p w:rsidR="00354DF7" w:rsidRDefault="00354DF7" w:rsidP="00354DF7">
      <w:pPr>
        <w:tabs>
          <w:tab w:val="left" w:pos="6195"/>
        </w:tabs>
      </w:pPr>
      <w:r>
        <w:t>392.1178</w:t>
      </w:r>
      <w:r>
        <w:tab/>
        <w:t>6.565e0</w:t>
      </w:r>
    </w:p>
    <w:p w:rsidR="00354DF7" w:rsidRDefault="00354DF7" w:rsidP="00354DF7">
      <w:pPr>
        <w:tabs>
          <w:tab w:val="left" w:pos="6195"/>
        </w:tabs>
      </w:pPr>
      <w:r>
        <w:t>392.1365</w:t>
      </w:r>
      <w:r>
        <w:tab/>
        <w:t>5.611e0</w:t>
      </w:r>
    </w:p>
    <w:p w:rsidR="00354DF7" w:rsidRDefault="00354DF7" w:rsidP="00354DF7">
      <w:pPr>
        <w:tabs>
          <w:tab w:val="left" w:pos="6195"/>
        </w:tabs>
      </w:pPr>
      <w:r>
        <w:t>392.1387</w:t>
      </w:r>
      <w:r>
        <w:tab/>
        <w:t>5.950e0</w:t>
      </w:r>
    </w:p>
    <w:p w:rsidR="00354DF7" w:rsidRDefault="00354DF7" w:rsidP="00354DF7">
      <w:pPr>
        <w:tabs>
          <w:tab w:val="left" w:pos="6195"/>
        </w:tabs>
      </w:pPr>
      <w:r>
        <w:t>392.1603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392.1651</w:t>
      </w:r>
      <w:r>
        <w:tab/>
        <w:t>3.083e0</w:t>
      </w:r>
    </w:p>
    <w:p w:rsidR="00354DF7" w:rsidRDefault="00354DF7" w:rsidP="00354DF7">
      <w:pPr>
        <w:tabs>
          <w:tab w:val="left" w:pos="6195"/>
        </w:tabs>
      </w:pPr>
      <w:r>
        <w:t>392.1739</w:t>
      </w:r>
      <w:r>
        <w:tab/>
        <w:t>2.469e0</w:t>
      </w:r>
    </w:p>
    <w:p w:rsidR="00354DF7" w:rsidRDefault="00354DF7" w:rsidP="00354DF7">
      <w:pPr>
        <w:tabs>
          <w:tab w:val="left" w:pos="6195"/>
        </w:tabs>
      </w:pPr>
      <w:r>
        <w:t>392.1910</w:t>
      </w:r>
      <w:r>
        <w:tab/>
        <w:t>5.072e0</w:t>
      </w:r>
    </w:p>
    <w:p w:rsidR="00354DF7" w:rsidRDefault="00354DF7" w:rsidP="00354DF7">
      <w:pPr>
        <w:tabs>
          <w:tab w:val="left" w:pos="6195"/>
        </w:tabs>
      </w:pPr>
      <w:r>
        <w:t>392.1991</w:t>
      </w:r>
      <w:r>
        <w:tab/>
        <w:t>1.397e0</w:t>
      </w:r>
    </w:p>
    <w:p w:rsidR="00354DF7" w:rsidRDefault="00354DF7" w:rsidP="00354DF7">
      <w:pPr>
        <w:tabs>
          <w:tab w:val="left" w:pos="6195"/>
        </w:tabs>
      </w:pPr>
      <w:r>
        <w:t>392.2197</w:t>
      </w:r>
      <w:r>
        <w:tab/>
        <w:t>6.680e0</w:t>
      </w:r>
    </w:p>
    <w:p w:rsidR="00354DF7" w:rsidRDefault="00354DF7" w:rsidP="00354DF7">
      <w:pPr>
        <w:tabs>
          <w:tab w:val="left" w:pos="6195"/>
        </w:tabs>
      </w:pPr>
      <w:r>
        <w:t>392.2817</w:t>
      </w:r>
      <w:r>
        <w:tab/>
        <w:t>9.445e0</w:t>
      </w:r>
    </w:p>
    <w:p w:rsidR="00354DF7" w:rsidRDefault="00354DF7" w:rsidP="00354DF7">
      <w:pPr>
        <w:tabs>
          <w:tab w:val="left" w:pos="6195"/>
        </w:tabs>
      </w:pPr>
      <w:r>
        <w:lastRenderedPageBreak/>
        <w:t>392.2881</w:t>
      </w:r>
      <w:r>
        <w:tab/>
        <w:t>2.162e1</w:t>
      </w:r>
    </w:p>
    <w:p w:rsidR="00354DF7" w:rsidRDefault="00354DF7" w:rsidP="00354DF7">
      <w:pPr>
        <w:tabs>
          <w:tab w:val="left" w:pos="6195"/>
        </w:tabs>
      </w:pPr>
      <w:r>
        <w:t>392.2913</w:t>
      </w:r>
      <w:r>
        <w:tab/>
        <w:t>8.836e0</w:t>
      </w:r>
    </w:p>
    <w:p w:rsidR="00354DF7" w:rsidRDefault="00354DF7" w:rsidP="00354DF7">
      <w:pPr>
        <w:tabs>
          <w:tab w:val="left" w:pos="6195"/>
        </w:tabs>
      </w:pPr>
      <w:r>
        <w:t>392.2969</w:t>
      </w:r>
      <w:r>
        <w:tab/>
        <w:t>3.230e1</w:t>
      </w:r>
    </w:p>
    <w:p w:rsidR="00354DF7" w:rsidRDefault="00354DF7" w:rsidP="00354DF7">
      <w:pPr>
        <w:tabs>
          <w:tab w:val="left" w:pos="6195"/>
        </w:tabs>
      </w:pPr>
      <w:r>
        <w:t>392.2990</w:t>
      </w:r>
      <w:r>
        <w:tab/>
        <w:t>2.104e1</w:t>
      </w:r>
    </w:p>
    <w:p w:rsidR="00354DF7" w:rsidRDefault="00354DF7" w:rsidP="00354DF7">
      <w:pPr>
        <w:tabs>
          <w:tab w:val="left" w:pos="6195"/>
        </w:tabs>
      </w:pPr>
      <w:r>
        <w:t>392.3020</w:t>
      </w:r>
      <w:r>
        <w:tab/>
        <w:t>2.913e1</w:t>
      </w:r>
    </w:p>
    <w:p w:rsidR="00354DF7" w:rsidRDefault="00354DF7" w:rsidP="00354DF7">
      <w:pPr>
        <w:tabs>
          <w:tab w:val="left" w:pos="6195"/>
        </w:tabs>
      </w:pPr>
      <w:r>
        <w:t>392.3382</w:t>
      </w:r>
      <w:r>
        <w:tab/>
        <w:t>4.329e0</w:t>
      </w:r>
    </w:p>
    <w:p w:rsidR="00354DF7" w:rsidRDefault="00354DF7" w:rsidP="00354DF7">
      <w:pPr>
        <w:tabs>
          <w:tab w:val="left" w:pos="6195"/>
        </w:tabs>
      </w:pPr>
      <w:r>
        <w:t>392.3412</w:t>
      </w:r>
      <w:r>
        <w:tab/>
        <w:t>5.365e0</w:t>
      </w:r>
    </w:p>
    <w:p w:rsidR="00354DF7" w:rsidRDefault="00354DF7" w:rsidP="00354DF7">
      <w:pPr>
        <w:tabs>
          <w:tab w:val="left" w:pos="6195"/>
        </w:tabs>
      </w:pPr>
      <w:r>
        <w:t>392.3894</w:t>
      </w:r>
      <w:r>
        <w:tab/>
        <w:t>7.174e0</w:t>
      </w:r>
    </w:p>
    <w:p w:rsidR="00354DF7" w:rsidRDefault="00354DF7" w:rsidP="00354DF7">
      <w:pPr>
        <w:tabs>
          <w:tab w:val="left" w:pos="6195"/>
        </w:tabs>
      </w:pPr>
      <w:r>
        <w:t>392.3954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392.4012</w:t>
      </w:r>
      <w:r>
        <w:tab/>
        <w:t>3.111e0</w:t>
      </w:r>
    </w:p>
    <w:p w:rsidR="00354DF7" w:rsidRDefault="00354DF7" w:rsidP="00354DF7">
      <w:pPr>
        <w:tabs>
          <w:tab w:val="left" w:pos="6195"/>
        </w:tabs>
      </w:pPr>
      <w:r>
        <w:t>392.4149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392.4613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392.4648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392.4819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392.4885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392.5010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392.5069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392.5352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392.5520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392.5566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392.5620</w:t>
      </w:r>
      <w:r>
        <w:tab/>
        <w:t>2.911e0</w:t>
      </w:r>
    </w:p>
    <w:p w:rsidR="00354DF7" w:rsidRDefault="00354DF7" w:rsidP="00354DF7">
      <w:pPr>
        <w:tabs>
          <w:tab w:val="left" w:pos="6195"/>
        </w:tabs>
      </w:pPr>
      <w:r>
        <w:t>392.5983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392.6050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392.6157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392.6188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392.6465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392.6569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392.6584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392.6678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392.6738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392.6956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392.7023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392.7242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392.7260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392.7648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392.7690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392.7892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392.7998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392.8026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392.8360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392.8401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392.8599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392.8746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392.8835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392.8982</w:t>
      </w:r>
      <w:r>
        <w:tab/>
        <w:t>2.048e0</w:t>
      </w:r>
    </w:p>
    <w:p w:rsidR="00354DF7" w:rsidRDefault="00354DF7" w:rsidP="00354DF7">
      <w:pPr>
        <w:tabs>
          <w:tab w:val="left" w:pos="6195"/>
        </w:tabs>
      </w:pPr>
      <w:r>
        <w:t>392.9130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392.9505</w:t>
      </w:r>
      <w:r>
        <w:tab/>
        <w:t>2.953e0</w:t>
      </w:r>
    </w:p>
    <w:p w:rsidR="00354DF7" w:rsidRDefault="00354DF7" w:rsidP="00354DF7">
      <w:pPr>
        <w:tabs>
          <w:tab w:val="left" w:pos="6195"/>
        </w:tabs>
      </w:pPr>
      <w:r>
        <w:t>392.9565</w:t>
      </w:r>
      <w:r>
        <w:tab/>
        <w:t>1.196e0</w:t>
      </w:r>
    </w:p>
    <w:p w:rsidR="00354DF7" w:rsidRDefault="00354DF7" w:rsidP="00354DF7">
      <w:pPr>
        <w:tabs>
          <w:tab w:val="left" w:pos="6195"/>
        </w:tabs>
      </w:pPr>
      <w:r>
        <w:t>392.9688</w:t>
      </w:r>
      <w:r>
        <w:tab/>
        <w:t>4.870e0</w:t>
      </w:r>
    </w:p>
    <w:p w:rsidR="00354DF7" w:rsidRDefault="00354DF7" w:rsidP="00354DF7">
      <w:pPr>
        <w:tabs>
          <w:tab w:val="left" w:pos="6195"/>
        </w:tabs>
      </w:pPr>
      <w:r>
        <w:t>392.9885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392.9930</w:t>
      </w:r>
      <w:r>
        <w:tab/>
        <w:t>5.993e0</w:t>
      </w:r>
    </w:p>
    <w:p w:rsidR="00354DF7" w:rsidRDefault="00354DF7" w:rsidP="00354DF7">
      <w:pPr>
        <w:tabs>
          <w:tab w:val="left" w:pos="6195"/>
        </w:tabs>
      </w:pPr>
      <w:r>
        <w:t>393.0028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393.0206</w:t>
      </w:r>
      <w:r>
        <w:tab/>
        <w:t>3.064e0</w:t>
      </w:r>
    </w:p>
    <w:p w:rsidR="00354DF7" w:rsidRDefault="00354DF7" w:rsidP="00354DF7">
      <w:pPr>
        <w:tabs>
          <w:tab w:val="left" w:pos="6195"/>
        </w:tabs>
      </w:pPr>
      <w:r>
        <w:t>393.0431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393.0543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393.0625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393.0691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lastRenderedPageBreak/>
        <w:t>393.0796</w:t>
      </w:r>
      <w:r>
        <w:tab/>
        <w:t>1.618e0</w:t>
      </w:r>
    </w:p>
    <w:p w:rsidR="00354DF7" w:rsidRDefault="00354DF7" w:rsidP="00354DF7">
      <w:pPr>
        <w:tabs>
          <w:tab w:val="left" w:pos="6195"/>
        </w:tabs>
      </w:pPr>
      <w:r>
        <w:t>393.1141</w:t>
      </w:r>
      <w:r>
        <w:tab/>
        <w:t>2.941e0</w:t>
      </w:r>
    </w:p>
    <w:p w:rsidR="00354DF7" w:rsidRDefault="00354DF7" w:rsidP="00354DF7">
      <w:pPr>
        <w:tabs>
          <w:tab w:val="left" w:pos="6195"/>
        </w:tabs>
      </w:pPr>
      <w:r>
        <w:t>393.1201</w:t>
      </w:r>
      <w:r>
        <w:tab/>
        <w:t>2.631e0</w:t>
      </w:r>
    </w:p>
    <w:p w:rsidR="00354DF7" w:rsidRDefault="00354DF7" w:rsidP="00354DF7">
      <w:pPr>
        <w:tabs>
          <w:tab w:val="left" w:pos="6195"/>
        </w:tabs>
      </w:pPr>
      <w:r>
        <w:t>393.1296</w:t>
      </w:r>
      <w:r>
        <w:tab/>
        <w:t>6.831e0</w:t>
      </w:r>
    </w:p>
    <w:p w:rsidR="00354DF7" w:rsidRDefault="00354DF7" w:rsidP="00354DF7">
      <w:pPr>
        <w:tabs>
          <w:tab w:val="left" w:pos="6195"/>
        </w:tabs>
      </w:pPr>
      <w:r>
        <w:t>393.1364</w:t>
      </w:r>
      <w:r>
        <w:tab/>
        <w:t>1.538e1</w:t>
      </w:r>
    </w:p>
    <w:p w:rsidR="00354DF7" w:rsidRDefault="00354DF7" w:rsidP="00354DF7">
      <w:pPr>
        <w:tabs>
          <w:tab w:val="left" w:pos="6195"/>
        </w:tabs>
      </w:pPr>
      <w:r>
        <w:t>393.1477</w:t>
      </w:r>
      <w:r>
        <w:tab/>
        <w:t>6.421e0</w:t>
      </w:r>
    </w:p>
    <w:p w:rsidR="00354DF7" w:rsidRDefault="00354DF7" w:rsidP="00354DF7">
      <w:pPr>
        <w:tabs>
          <w:tab w:val="left" w:pos="6195"/>
        </w:tabs>
      </w:pPr>
      <w:r>
        <w:t>393.1595</w:t>
      </w:r>
      <w:r>
        <w:tab/>
        <w:t>7.820e0</w:t>
      </w:r>
    </w:p>
    <w:p w:rsidR="00354DF7" w:rsidRDefault="00354DF7" w:rsidP="00354DF7">
      <w:pPr>
        <w:tabs>
          <w:tab w:val="left" w:pos="6195"/>
        </w:tabs>
      </w:pPr>
      <w:r>
        <w:t>393.2014</w:t>
      </w:r>
      <w:r>
        <w:tab/>
        <w:t>5.344e0</w:t>
      </w:r>
    </w:p>
    <w:p w:rsidR="00354DF7" w:rsidRDefault="00354DF7" w:rsidP="00354DF7">
      <w:pPr>
        <w:tabs>
          <w:tab w:val="left" w:pos="6195"/>
        </w:tabs>
      </w:pPr>
      <w:r>
        <w:t>393.2039</w:t>
      </w:r>
      <w:r>
        <w:tab/>
        <w:t>2.941e1</w:t>
      </w:r>
    </w:p>
    <w:p w:rsidR="00354DF7" w:rsidRDefault="00354DF7" w:rsidP="00354DF7">
      <w:pPr>
        <w:tabs>
          <w:tab w:val="left" w:pos="6195"/>
        </w:tabs>
      </w:pPr>
      <w:r>
        <w:t>393.2088</w:t>
      </w:r>
      <w:r>
        <w:tab/>
        <w:t>5.212e0</w:t>
      </w:r>
    </w:p>
    <w:p w:rsidR="00354DF7" w:rsidRDefault="00354DF7" w:rsidP="00354DF7">
      <w:pPr>
        <w:tabs>
          <w:tab w:val="left" w:pos="6195"/>
        </w:tabs>
      </w:pPr>
      <w:r>
        <w:t>393.2158</w:t>
      </w:r>
      <w:r>
        <w:tab/>
        <w:t>6.261e0</w:t>
      </w:r>
    </w:p>
    <w:p w:rsidR="00354DF7" w:rsidRDefault="00354DF7" w:rsidP="00354DF7">
      <w:pPr>
        <w:tabs>
          <w:tab w:val="left" w:pos="6195"/>
        </w:tabs>
      </w:pPr>
      <w:r>
        <w:t>393.2182</w:t>
      </w:r>
      <w:r>
        <w:tab/>
        <w:t>8.841e0</w:t>
      </w:r>
    </w:p>
    <w:p w:rsidR="00354DF7" w:rsidRDefault="00354DF7" w:rsidP="00354DF7">
      <w:pPr>
        <w:tabs>
          <w:tab w:val="left" w:pos="6195"/>
        </w:tabs>
      </w:pPr>
      <w:r>
        <w:t>393.2666</w:t>
      </w:r>
      <w:r>
        <w:tab/>
        <w:t>7.165e0</w:t>
      </w:r>
    </w:p>
    <w:p w:rsidR="00354DF7" w:rsidRDefault="00354DF7" w:rsidP="00354DF7">
      <w:pPr>
        <w:tabs>
          <w:tab w:val="left" w:pos="6195"/>
        </w:tabs>
      </w:pPr>
      <w:r>
        <w:t>393.2728</w:t>
      </w:r>
      <w:r>
        <w:tab/>
        <w:t>4.931e0</w:t>
      </w:r>
    </w:p>
    <w:p w:rsidR="00354DF7" w:rsidRDefault="00354DF7" w:rsidP="00354DF7">
      <w:pPr>
        <w:tabs>
          <w:tab w:val="left" w:pos="6195"/>
        </w:tabs>
      </w:pPr>
      <w:r>
        <w:t>393.2853</w:t>
      </w:r>
      <w:r>
        <w:tab/>
        <w:t>1.557e0</w:t>
      </w:r>
    </w:p>
    <w:p w:rsidR="00354DF7" w:rsidRDefault="00354DF7" w:rsidP="00354DF7">
      <w:pPr>
        <w:tabs>
          <w:tab w:val="left" w:pos="6195"/>
        </w:tabs>
      </w:pPr>
      <w:r>
        <w:t>393.2874</w:t>
      </w:r>
      <w:r>
        <w:tab/>
        <w:t>5.685e0</w:t>
      </w:r>
    </w:p>
    <w:p w:rsidR="00354DF7" w:rsidRDefault="00354DF7" w:rsidP="00354DF7">
      <w:pPr>
        <w:tabs>
          <w:tab w:val="left" w:pos="6195"/>
        </w:tabs>
      </w:pPr>
      <w:r>
        <w:t>393.2909</w:t>
      </w:r>
      <w:r>
        <w:tab/>
        <w:t>7.651e0</w:t>
      </w:r>
    </w:p>
    <w:p w:rsidR="00354DF7" w:rsidRDefault="00354DF7" w:rsidP="00354DF7">
      <w:pPr>
        <w:tabs>
          <w:tab w:val="left" w:pos="6195"/>
        </w:tabs>
      </w:pPr>
      <w:r>
        <w:t>393.3034</w:t>
      </w:r>
      <w:r>
        <w:tab/>
        <w:t>3.122e0</w:t>
      </w:r>
    </w:p>
    <w:p w:rsidR="00354DF7" w:rsidRDefault="00354DF7" w:rsidP="00354DF7">
      <w:pPr>
        <w:tabs>
          <w:tab w:val="left" w:pos="6195"/>
        </w:tabs>
      </w:pPr>
      <w:r>
        <w:t>393.3217</w:t>
      </w:r>
      <w:r>
        <w:tab/>
        <w:t>2.110e0</w:t>
      </w:r>
    </w:p>
    <w:p w:rsidR="00354DF7" w:rsidRDefault="00354DF7" w:rsidP="00354DF7">
      <w:pPr>
        <w:tabs>
          <w:tab w:val="left" w:pos="6195"/>
        </w:tabs>
      </w:pPr>
      <w:r>
        <w:lastRenderedPageBreak/>
        <w:t>393.3656</w:t>
      </w:r>
      <w:r>
        <w:tab/>
        <w:t>1.715e0</w:t>
      </w:r>
    </w:p>
    <w:p w:rsidR="00354DF7" w:rsidRDefault="00354DF7" w:rsidP="00354DF7">
      <w:pPr>
        <w:tabs>
          <w:tab w:val="left" w:pos="6195"/>
        </w:tabs>
      </w:pPr>
      <w:r>
        <w:t>393.3797</w:t>
      </w:r>
      <w:r>
        <w:tab/>
        <w:t>2.004e0</w:t>
      </w:r>
    </w:p>
    <w:p w:rsidR="00354DF7" w:rsidRDefault="00354DF7" w:rsidP="00354DF7">
      <w:pPr>
        <w:tabs>
          <w:tab w:val="left" w:pos="6195"/>
        </w:tabs>
      </w:pPr>
      <w:r>
        <w:t>393.3851</w:t>
      </w:r>
      <w:r>
        <w:tab/>
        <w:t>2.474e0</w:t>
      </w:r>
    </w:p>
    <w:p w:rsidR="00354DF7" w:rsidRDefault="00354DF7" w:rsidP="00354DF7">
      <w:pPr>
        <w:tabs>
          <w:tab w:val="left" w:pos="6195"/>
        </w:tabs>
      </w:pPr>
      <w:r>
        <w:t>393.3956</w:t>
      </w:r>
      <w:r>
        <w:tab/>
        <w:t>1.599e0</w:t>
      </w:r>
    </w:p>
    <w:p w:rsidR="00354DF7" w:rsidRDefault="00354DF7" w:rsidP="00354DF7">
      <w:pPr>
        <w:tabs>
          <w:tab w:val="left" w:pos="6195"/>
        </w:tabs>
      </w:pPr>
      <w:r>
        <w:t>393.4119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393.4371</w:t>
      </w:r>
      <w:r>
        <w:tab/>
        <w:t>1.785e0</w:t>
      </w:r>
    </w:p>
    <w:p w:rsidR="00354DF7" w:rsidRDefault="00354DF7" w:rsidP="00354DF7">
      <w:pPr>
        <w:tabs>
          <w:tab w:val="left" w:pos="6195"/>
        </w:tabs>
      </w:pPr>
      <w:r>
        <w:t>393.4476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393.4936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393.4959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393.5109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393.5264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393.5373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393.5576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393.5630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393.5923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393.5944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393.6198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393.6276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393.6423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393.6697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393.6756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393.6807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393.6836</w:t>
      </w:r>
      <w:r>
        <w:tab/>
        <w:t>2.416e0</w:t>
      </w:r>
    </w:p>
    <w:p w:rsidR="00354DF7" w:rsidRDefault="00354DF7" w:rsidP="00354DF7">
      <w:pPr>
        <w:tabs>
          <w:tab w:val="left" w:pos="6195"/>
        </w:tabs>
      </w:pPr>
      <w:r>
        <w:t>393.7051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393.7260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393.7446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393.7646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393.7811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393.7854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393.7885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393.8026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393.8439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393.8712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393.8753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393.9003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393.9026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393.9270</w:t>
      </w:r>
      <w:r>
        <w:tab/>
        <w:t>2.820e0</w:t>
      </w:r>
    </w:p>
    <w:p w:rsidR="00354DF7" w:rsidRDefault="00354DF7" w:rsidP="00354DF7">
      <w:pPr>
        <w:tabs>
          <w:tab w:val="left" w:pos="6195"/>
        </w:tabs>
      </w:pPr>
      <w:r>
        <w:t>393.9353</w:t>
      </w:r>
      <w:r>
        <w:tab/>
        <w:t>3.074e0</w:t>
      </w:r>
    </w:p>
    <w:p w:rsidR="00354DF7" w:rsidRDefault="00354DF7" w:rsidP="00354DF7">
      <w:pPr>
        <w:tabs>
          <w:tab w:val="left" w:pos="6195"/>
        </w:tabs>
      </w:pPr>
      <w:r>
        <w:lastRenderedPageBreak/>
        <w:t>393.9466</w:t>
      </w:r>
      <w:r>
        <w:tab/>
        <w:t>1.030e0</w:t>
      </w:r>
    </w:p>
    <w:p w:rsidR="00354DF7" w:rsidRDefault="00354DF7" w:rsidP="00354DF7">
      <w:pPr>
        <w:tabs>
          <w:tab w:val="left" w:pos="6195"/>
        </w:tabs>
      </w:pPr>
      <w:r>
        <w:t>393.9489</w:t>
      </w:r>
      <w:r>
        <w:tab/>
        <w:t>1.940e0</w:t>
      </w:r>
    </w:p>
    <w:p w:rsidR="00354DF7" w:rsidRDefault="00354DF7" w:rsidP="00354DF7">
      <w:pPr>
        <w:tabs>
          <w:tab w:val="left" w:pos="6195"/>
        </w:tabs>
      </w:pPr>
      <w:r>
        <w:t>393.9728</w:t>
      </w:r>
      <w:r>
        <w:tab/>
        <w:t>2.452e0</w:t>
      </w:r>
    </w:p>
    <w:p w:rsidR="00354DF7" w:rsidRDefault="00354DF7" w:rsidP="00354DF7">
      <w:pPr>
        <w:tabs>
          <w:tab w:val="left" w:pos="6195"/>
        </w:tabs>
      </w:pPr>
      <w:r>
        <w:t>393.9823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394.0063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394.0267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394.0322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394.0396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394.0531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394.0678</w:t>
      </w:r>
      <w:r>
        <w:tab/>
        <w:t>1.242e0</w:t>
      </w:r>
    </w:p>
    <w:p w:rsidR="00354DF7" w:rsidRDefault="00354DF7" w:rsidP="00354DF7">
      <w:pPr>
        <w:tabs>
          <w:tab w:val="left" w:pos="6195"/>
        </w:tabs>
      </w:pPr>
      <w:r>
        <w:t>394.0834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394.0880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394.1169</w:t>
      </w:r>
      <w:r>
        <w:tab/>
        <w:t>4.930e0</w:t>
      </w:r>
    </w:p>
    <w:p w:rsidR="00354DF7" w:rsidRDefault="00354DF7" w:rsidP="00354DF7">
      <w:pPr>
        <w:tabs>
          <w:tab w:val="left" w:pos="6195"/>
        </w:tabs>
      </w:pPr>
      <w:r>
        <w:t>394.1324</w:t>
      </w:r>
      <w:r>
        <w:tab/>
        <w:t>3.913e0</w:t>
      </w:r>
    </w:p>
    <w:p w:rsidR="00354DF7" w:rsidRDefault="00354DF7" w:rsidP="00354DF7">
      <w:pPr>
        <w:tabs>
          <w:tab w:val="left" w:pos="6195"/>
        </w:tabs>
      </w:pPr>
      <w:r>
        <w:t>394.1832</w:t>
      </w:r>
      <w:r>
        <w:tab/>
        <w:t>1.661e2</w:t>
      </w:r>
    </w:p>
    <w:p w:rsidR="00354DF7" w:rsidRDefault="00354DF7" w:rsidP="00354DF7">
      <w:pPr>
        <w:tabs>
          <w:tab w:val="left" w:pos="6195"/>
        </w:tabs>
      </w:pPr>
      <w:r>
        <w:t>394.1879</w:t>
      </w:r>
      <w:r>
        <w:tab/>
        <w:t>1.489e1</w:t>
      </w:r>
    </w:p>
    <w:p w:rsidR="00354DF7" w:rsidRDefault="00354DF7" w:rsidP="00354DF7">
      <w:pPr>
        <w:tabs>
          <w:tab w:val="left" w:pos="6195"/>
        </w:tabs>
      </w:pPr>
      <w:r>
        <w:t>394.1891</w:t>
      </w:r>
      <w:r>
        <w:tab/>
        <w:t>1.224e2</w:t>
      </w:r>
    </w:p>
    <w:p w:rsidR="00354DF7" w:rsidRDefault="00354DF7" w:rsidP="00354DF7">
      <w:pPr>
        <w:tabs>
          <w:tab w:val="left" w:pos="6195"/>
        </w:tabs>
      </w:pPr>
      <w:r>
        <w:t>394.1922</w:t>
      </w:r>
      <w:r>
        <w:tab/>
        <w:t>1.861e1</w:t>
      </w:r>
    </w:p>
    <w:p w:rsidR="00354DF7" w:rsidRDefault="00354DF7" w:rsidP="00354DF7">
      <w:pPr>
        <w:tabs>
          <w:tab w:val="left" w:pos="6195"/>
        </w:tabs>
      </w:pPr>
      <w:r>
        <w:t>394.2263</w:t>
      </w:r>
      <w:r>
        <w:tab/>
        <w:t>4.541e0</w:t>
      </w:r>
    </w:p>
    <w:p w:rsidR="00354DF7" w:rsidRDefault="00354DF7" w:rsidP="00354DF7">
      <w:pPr>
        <w:tabs>
          <w:tab w:val="left" w:pos="6195"/>
        </w:tabs>
      </w:pPr>
      <w:r>
        <w:lastRenderedPageBreak/>
        <w:t>394.2482</w:t>
      </w:r>
      <w:r>
        <w:tab/>
        <w:t>5.967e0</w:t>
      </w:r>
    </w:p>
    <w:p w:rsidR="00354DF7" w:rsidRDefault="00354DF7" w:rsidP="00354DF7">
      <w:pPr>
        <w:tabs>
          <w:tab w:val="left" w:pos="6195"/>
        </w:tabs>
      </w:pPr>
      <w:r>
        <w:t>394.2791</w:t>
      </w:r>
      <w:r>
        <w:tab/>
        <w:t>2.337e0</w:t>
      </w:r>
    </w:p>
    <w:p w:rsidR="00354DF7" w:rsidRDefault="00354DF7" w:rsidP="00354DF7">
      <w:pPr>
        <w:tabs>
          <w:tab w:val="left" w:pos="6195"/>
        </w:tabs>
      </w:pPr>
      <w:r>
        <w:t>394.2870</w:t>
      </w:r>
      <w:r>
        <w:tab/>
        <w:t>2.461e0</w:t>
      </w:r>
    </w:p>
    <w:p w:rsidR="00354DF7" w:rsidRDefault="00354DF7" w:rsidP="00354DF7">
      <w:pPr>
        <w:tabs>
          <w:tab w:val="left" w:pos="6195"/>
        </w:tabs>
      </w:pPr>
      <w:r>
        <w:t>394.3329</w:t>
      </w:r>
      <w:r>
        <w:tab/>
        <w:t>5.021e0</w:t>
      </w:r>
    </w:p>
    <w:p w:rsidR="00354DF7" w:rsidRDefault="00354DF7" w:rsidP="00354DF7">
      <w:pPr>
        <w:tabs>
          <w:tab w:val="left" w:pos="6195"/>
        </w:tabs>
      </w:pPr>
      <w:r>
        <w:t>394.3390</w:t>
      </w:r>
      <w:r>
        <w:tab/>
        <w:t>1.478e0</w:t>
      </w:r>
    </w:p>
    <w:p w:rsidR="00354DF7" w:rsidRDefault="00354DF7" w:rsidP="00354DF7">
      <w:pPr>
        <w:tabs>
          <w:tab w:val="left" w:pos="6195"/>
        </w:tabs>
      </w:pPr>
      <w:r>
        <w:t>394.3415</w:t>
      </w:r>
      <w:r>
        <w:tab/>
        <w:t>8.804e0</w:t>
      </w:r>
    </w:p>
    <w:p w:rsidR="00354DF7" w:rsidRDefault="00354DF7" w:rsidP="00354DF7">
      <w:pPr>
        <w:tabs>
          <w:tab w:val="left" w:pos="6195"/>
        </w:tabs>
      </w:pPr>
      <w:r>
        <w:t>394.3430</w:t>
      </w:r>
      <w:r>
        <w:tab/>
        <w:t>2.665e0</w:t>
      </w:r>
    </w:p>
    <w:p w:rsidR="00354DF7" w:rsidRDefault="00354DF7" w:rsidP="00354DF7">
      <w:pPr>
        <w:tabs>
          <w:tab w:val="left" w:pos="6195"/>
        </w:tabs>
      </w:pPr>
      <w:r>
        <w:t>394.3501</w:t>
      </w:r>
      <w:r>
        <w:tab/>
        <w:t>2.656e0</w:t>
      </w:r>
    </w:p>
    <w:p w:rsidR="00354DF7" w:rsidRDefault="00354DF7" w:rsidP="00354DF7">
      <w:pPr>
        <w:tabs>
          <w:tab w:val="left" w:pos="6195"/>
        </w:tabs>
      </w:pPr>
      <w:r>
        <w:t>394.3773</w:t>
      </w:r>
      <w:r>
        <w:tab/>
        <w:t>2.234e0</w:t>
      </w:r>
    </w:p>
    <w:p w:rsidR="00354DF7" w:rsidRDefault="00354DF7" w:rsidP="00354DF7">
      <w:pPr>
        <w:tabs>
          <w:tab w:val="left" w:pos="6195"/>
        </w:tabs>
      </w:pPr>
      <w:r>
        <w:t>394.3794</w:t>
      </w:r>
      <w:r>
        <w:tab/>
        <w:t>4.648e0</w:t>
      </w:r>
    </w:p>
    <w:p w:rsidR="00354DF7" w:rsidRDefault="00354DF7" w:rsidP="00354DF7">
      <w:pPr>
        <w:tabs>
          <w:tab w:val="left" w:pos="6195"/>
        </w:tabs>
      </w:pPr>
      <w:r>
        <w:t>394.3863</w:t>
      </w:r>
      <w:r>
        <w:tab/>
        <w:t>6.244e0</w:t>
      </w:r>
    </w:p>
    <w:p w:rsidR="00354DF7" w:rsidRDefault="00354DF7" w:rsidP="00354DF7">
      <w:pPr>
        <w:tabs>
          <w:tab w:val="left" w:pos="6195"/>
        </w:tabs>
      </w:pPr>
      <w:r>
        <w:t>394.3961</w:t>
      </w:r>
      <w:r>
        <w:tab/>
        <w:t>4.584e0</w:t>
      </w:r>
    </w:p>
    <w:p w:rsidR="00354DF7" w:rsidRDefault="00354DF7" w:rsidP="00354DF7">
      <w:pPr>
        <w:tabs>
          <w:tab w:val="left" w:pos="6195"/>
        </w:tabs>
      </w:pPr>
      <w:r>
        <w:t>394.4398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394.4445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394.4539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394.4654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394.4777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394.4916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394.4933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394.4990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394.5029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394.5378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394.5731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394.5968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394.6255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394.6404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394.6577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394.6604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394.6665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394.6709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394.6830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394.7192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394.7298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394.7414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394.7511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394.7688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394.7724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394.8066</w:t>
      </w:r>
      <w:r>
        <w:tab/>
        <w:t>9.224e0</w:t>
      </w:r>
    </w:p>
    <w:p w:rsidR="00354DF7" w:rsidRDefault="00354DF7" w:rsidP="00354DF7">
      <w:pPr>
        <w:tabs>
          <w:tab w:val="left" w:pos="6195"/>
        </w:tabs>
      </w:pPr>
      <w:r>
        <w:lastRenderedPageBreak/>
        <w:t>394.8193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394.8261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394.8542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394.8716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394.8727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394.8749</w:t>
      </w:r>
      <w:r>
        <w:tab/>
        <w:t>2.344e0</w:t>
      </w:r>
    </w:p>
    <w:p w:rsidR="00354DF7" w:rsidRDefault="00354DF7" w:rsidP="00354DF7">
      <w:pPr>
        <w:tabs>
          <w:tab w:val="left" w:pos="6195"/>
        </w:tabs>
      </w:pPr>
      <w:r>
        <w:t>394.8784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394.9164</w:t>
      </w:r>
      <w:r>
        <w:tab/>
        <w:t>5.881e0</w:t>
      </w:r>
    </w:p>
    <w:p w:rsidR="00354DF7" w:rsidRDefault="00354DF7" w:rsidP="00354DF7">
      <w:pPr>
        <w:tabs>
          <w:tab w:val="left" w:pos="6195"/>
        </w:tabs>
      </w:pPr>
      <w:r>
        <w:t>394.9237</w:t>
      </w:r>
      <w:r>
        <w:tab/>
        <w:t>1.087e0</w:t>
      </w:r>
    </w:p>
    <w:p w:rsidR="00354DF7" w:rsidRDefault="00354DF7" w:rsidP="00354DF7">
      <w:pPr>
        <w:tabs>
          <w:tab w:val="left" w:pos="6195"/>
        </w:tabs>
      </w:pPr>
      <w:r>
        <w:t>394.9254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394.9272</w:t>
      </w:r>
      <w:r>
        <w:tab/>
        <w:t>1.659e0</w:t>
      </w:r>
    </w:p>
    <w:p w:rsidR="00354DF7" w:rsidRDefault="00354DF7" w:rsidP="00354DF7">
      <w:pPr>
        <w:tabs>
          <w:tab w:val="left" w:pos="6195"/>
        </w:tabs>
      </w:pPr>
      <w:r>
        <w:t>394.9381</w:t>
      </w:r>
      <w:r>
        <w:tab/>
        <w:t>2.744e0</w:t>
      </w:r>
    </w:p>
    <w:p w:rsidR="00354DF7" w:rsidRDefault="00354DF7" w:rsidP="00354DF7">
      <w:pPr>
        <w:tabs>
          <w:tab w:val="left" w:pos="6195"/>
        </w:tabs>
      </w:pPr>
      <w:r>
        <w:t>394.9683</w:t>
      </w:r>
      <w:r>
        <w:tab/>
        <w:t>6.160e0</w:t>
      </w:r>
    </w:p>
    <w:p w:rsidR="00354DF7" w:rsidRDefault="00354DF7" w:rsidP="00354DF7">
      <w:pPr>
        <w:tabs>
          <w:tab w:val="left" w:pos="6195"/>
        </w:tabs>
      </w:pPr>
      <w:r>
        <w:t>394.9883</w:t>
      </w:r>
      <w:r>
        <w:tab/>
        <w:t>3.685e0</w:t>
      </w:r>
    </w:p>
    <w:p w:rsidR="00354DF7" w:rsidRDefault="00354DF7" w:rsidP="00354DF7">
      <w:pPr>
        <w:tabs>
          <w:tab w:val="left" w:pos="6195"/>
        </w:tabs>
      </w:pPr>
      <w:r>
        <w:t>394.9895</w:t>
      </w:r>
      <w:r>
        <w:tab/>
        <w:t>1.952e0</w:t>
      </w:r>
    </w:p>
    <w:p w:rsidR="00354DF7" w:rsidRDefault="00354DF7" w:rsidP="00354DF7">
      <w:pPr>
        <w:tabs>
          <w:tab w:val="left" w:pos="6195"/>
        </w:tabs>
      </w:pPr>
      <w:r>
        <w:t>394.9972</w:t>
      </w:r>
      <w:r>
        <w:tab/>
        <w:t>4.868e0</w:t>
      </w:r>
    </w:p>
    <w:p w:rsidR="00354DF7" w:rsidRDefault="00354DF7" w:rsidP="00354DF7">
      <w:pPr>
        <w:tabs>
          <w:tab w:val="left" w:pos="6195"/>
        </w:tabs>
      </w:pPr>
      <w:r>
        <w:t>395.0103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395.0280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395.0624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395.0670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395.0710</w:t>
      </w:r>
      <w:r>
        <w:tab/>
        <w:t>8.399e0</w:t>
      </w:r>
    </w:p>
    <w:p w:rsidR="00354DF7" w:rsidRDefault="00354DF7" w:rsidP="00354DF7">
      <w:pPr>
        <w:tabs>
          <w:tab w:val="left" w:pos="6195"/>
        </w:tabs>
      </w:pPr>
      <w:r>
        <w:t>395.0840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395.1075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395.1143</w:t>
      </w:r>
      <w:r>
        <w:tab/>
        <w:t>3.501e0</w:t>
      </w:r>
    </w:p>
    <w:p w:rsidR="00354DF7" w:rsidRDefault="00354DF7" w:rsidP="00354DF7">
      <w:pPr>
        <w:tabs>
          <w:tab w:val="left" w:pos="6195"/>
        </w:tabs>
      </w:pPr>
      <w:r>
        <w:t>395.1544</w:t>
      </w:r>
      <w:r>
        <w:tab/>
        <w:t>5.085e0</w:t>
      </w:r>
    </w:p>
    <w:p w:rsidR="00354DF7" w:rsidRDefault="00354DF7" w:rsidP="00354DF7">
      <w:pPr>
        <w:tabs>
          <w:tab w:val="left" w:pos="6195"/>
        </w:tabs>
      </w:pPr>
      <w:r>
        <w:t>395.1761</w:t>
      </w:r>
      <w:r>
        <w:tab/>
        <w:t>2.048e1</w:t>
      </w:r>
    </w:p>
    <w:p w:rsidR="00354DF7" w:rsidRDefault="00354DF7" w:rsidP="00354DF7">
      <w:pPr>
        <w:tabs>
          <w:tab w:val="left" w:pos="6195"/>
        </w:tabs>
      </w:pPr>
      <w:r>
        <w:t>395.1775</w:t>
      </w:r>
      <w:r>
        <w:tab/>
        <w:t>1.835e1</w:t>
      </w:r>
    </w:p>
    <w:p w:rsidR="00354DF7" w:rsidRDefault="00354DF7" w:rsidP="00354DF7">
      <w:pPr>
        <w:tabs>
          <w:tab w:val="left" w:pos="6195"/>
        </w:tabs>
      </w:pPr>
      <w:r>
        <w:t>395.1836</w:t>
      </w:r>
      <w:r>
        <w:tab/>
        <w:t>4.106e1</w:t>
      </w:r>
    </w:p>
    <w:p w:rsidR="00354DF7" w:rsidRDefault="00354DF7" w:rsidP="00354DF7">
      <w:pPr>
        <w:tabs>
          <w:tab w:val="left" w:pos="6195"/>
        </w:tabs>
      </w:pPr>
      <w:r>
        <w:t>395.1880</w:t>
      </w:r>
      <w:r>
        <w:tab/>
        <w:t>9.452e1</w:t>
      </w:r>
    </w:p>
    <w:p w:rsidR="00354DF7" w:rsidRDefault="00354DF7" w:rsidP="00354DF7">
      <w:pPr>
        <w:tabs>
          <w:tab w:val="left" w:pos="6195"/>
        </w:tabs>
      </w:pPr>
      <w:r>
        <w:t>395.2267</w:t>
      </w:r>
      <w:r>
        <w:tab/>
        <w:t>5.532e0</w:t>
      </w:r>
    </w:p>
    <w:p w:rsidR="00354DF7" w:rsidRDefault="00354DF7" w:rsidP="00354DF7">
      <w:pPr>
        <w:tabs>
          <w:tab w:val="left" w:pos="6195"/>
        </w:tabs>
      </w:pPr>
      <w:r>
        <w:t>395.2366</w:t>
      </w:r>
      <w:r>
        <w:tab/>
        <w:t>2.962e0</w:t>
      </w:r>
    </w:p>
    <w:p w:rsidR="00354DF7" w:rsidRDefault="00354DF7" w:rsidP="00354DF7">
      <w:pPr>
        <w:tabs>
          <w:tab w:val="left" w:pos="6195"/>
        </w:tabs>
      </w:pPr>
      <w:r>
        <w:t>395.2528</w:t>
      </w:r>
      <w:r>
        <w:tab/>
        <w:t>3.464e0</w:t>
      </w:r>
    </w:p>
    <w:p w:rsidR="00354DF7" w:rsidRDefault="00354DF7" w:rsidP="00354DF7">
      <w:pPr>
        <w:tabs>
          <w:tab w:val="left" w:pos="6195"/>
        </w:tabs>
      </w:pPr>
      <w:r>
        <w:t>395.2653</w:t>
      </w:r>
      <w:r>
        <w:tab/>
        <w:t>4.619e0</w:t>
      </w:r>
    </w:p>
    <w:p w:rsidR="00354DF7" w:rsidRDefault="00354DF7" w:rsidP="00354DF7">
      <w:pPr>
        <w:tabs>
          <w:tab w:val="left" w:pos="6195"/>
        </w:tabs>
      </w:pPr>
      <w:r>
        <w:t>395.2855</w:t>
      </w:r>
      <w:r>
        <w:tab/>
        <w:t>1.643e0</w:t>
      </w:r>
    </w:p>
    <w:p w:rsidR="00354DF7" w:rsidRDefault="00354DF7" w:rsidP="00354DF7">
      <w:pPr>
        <w:tabs>
          <w:tab w:val="left" w:pos="6195"/>
        </w:tabs>
      </w:pPr>
      <w:r>
        <w:t>395.3200</w:t>
      </w:r>
      <w:r>
        <w:tab/>
        <w:t>1.600e0</w:t>
      </w:r>
    </w:p>
    <w:p w:rsidR="00354DF7" w:rsidRDefault="00354DF7" w:rsidP="00354DF7">
      <w:pPr>
        <w:tabs>
          <w:tab w:val="left" w:pos="6195"/>
        </w:tabs>
      </w:pPr>
      <w:r>
        <w:t>395.3476</w:t>
      </w:r>
      <w:r>
        <w:tab/>
        <w:t>5.878e0</w:t>
      </w:r>
    </w:p>
    <w:p w:rsidR="00354DF7" w:rsidRDefault="00354DF7" w:rsidP="00354DF7">
      <w:pPr>
        <w:tabs>
          <w:tab w:val="left" w:pos="6195"/>
        </w:tabs>
      </w:pPr>
      <w:r>
        <w:t>395.3535</w:t>
      </w:r>
      <w:r>
        <w:tab/>
        <w:t>1.568e0</w:t>
      </w:r>
    </w:p>
    <w:p w:rsidR="00354DF7" w:rsidRDefault="00354DF7" w:rsidP="00354DF7">
      <w:pPr>
        <w:tabs>
          <w:tab w:val="left" w:pos="6195"/>
        </w:tabs>
      </w:pPr>
      <w:r>
        <w:t>395.3898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395.3936</w:t>
      </w:r>
      <w:r>
        <w:tab/>
        <w:t>3.695e0</w:t>
      </w:r>
    </w:p>
    <w:p w:rsidR="00354DF7" w:rsidRDefault="00354DF7" w:rsidP="00354DF7">
      <w:pPr>
        <w:tabs>
          <w:tab w:val="left" w:pos="6195"/>
        </w:tabs>
      </w:pPr>
      <w:r>
        <w:t>395.3979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395.3996</w:t>
      </w:r>
      <w:r>
        <w:tab/>
        <w:t>4.584e0</w:t>
      </w:r>
    </w:p>
    <w:p w:rsidR="00354DF7" w:rsidRDefault="00354DF7" w:rsidP="00354DF7">
      <w:pPr>
        <w:tabs>
          <w:tab w:val="left" w:pos="6195"/>
        </w:tabs>
      </w:pPr>
      <w:r>
        <w:t>395.4034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395.4090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395.4364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395.4574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395.4770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395.4921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395.4941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395.4955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395.5280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395.5422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395.5522</w:t>
      </w:r>
      <w:r>
        <w:tab/>
        <w:t>1.802e0</w:t>
      </w:r>
    </w:p>
    <w:p w:rsidR="00354DF7" w:rsidRDefault="00354DF7" w:rsidP="00354DF7">
      <w:pPr>
        <w:tabs>
          <w:tab w:val="left" w:pos="6195"/>
        </w:tabs>
      </w:pPr>
      <w:r>
        <w:t>395.5636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395.5684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395.5806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395.5941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395.5972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395.6079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395.6152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395.6163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395.6464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395.6668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395.6788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395.6949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395.7108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395.7437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395.7571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395.7599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395.7727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395.7852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395.7998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395.8255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395.8285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395.8389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395.8451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395.8658</w:t>
      </w:r>
      <w:r>
        <w:tab/>
        <w:t>3.496e0</w:t>
      </w:r>
    </w:p>
    <w:p w:rsidR="00354DF7" w:rsidRDefault="00354DF7" w:rsidP="00354DF7">
      <w:pPr>
        <w:tabs>
          <w:tab w:val="left" w:pos="6195"/>
        </w:tabs>
      </w:pPr>
      <w:r>
        <w:lastRenderedPageBreak/>
        <w:t>395.8676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395.8755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395.8947</w:t>
      </w:r>
      <w:r>
        <w:tab/>
        <w:t>4.055e0</w:t>
      </w:r>
    </w:p>
    <w:p w:rsidR="00354DF7" w:rsidRDefault="00354DF7" w:rsidP="00354DF7">
      <w:pPr>
        <w:tabs>
          <w:tab w:val="left" w:pos="6195"/>
        </w:tabs>
      </w:pPr>
      <w:r>
        <w:t>395.9028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395.9044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395.9131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395.9351</w:t>
      </w:r>
      <w:r>
        <w:tab/>
        <w:t>2.156e0</w:t>
      </w:r>
    </w:p>
    <w:p w:rsidR="00354DF7" w:rsidRDefault="00354DF7" w:rsidP="00354DF7">
      <w:pPr>
        <w:tabs>
          <w:tab w:val="left" w:pos="6195"/>
        </w:tabs>
      </w:pPr>
      <w:r>
        <w:t>395.9433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395.9542</w:t>
      </w:r>
      <w:r>
        <w:tab/>
        <w:t>5.410e0</w:t>
      </w:r>
    </w:p>
    <w:p w:rsidR="00354DF7" w:rsidRDefault="00354DF7" w:rsidP="00354DF7">
      <w:pPr>
        <w:tabs>
          <w:tab w:val="left" w:pos="6195"/>
        </w:tabs>
      </w:pPr>
      <w:r>
        <w:t>395.9636</w:t>
      </w:r>
      <w:r>
        <w:tab/>
        <w:t>2.360e0</w:t>
      </w:r>
    </w:p>
    <w:p w:rsidR="00354DF7" w:rsidRDefault="00354DF7" w:rsidP="00354DF7">
      <w:pPr>
        <w:tabs>
          <w:tab w:val="left" w:pos="6195"/>
        </w:tabs>
      </w:pPr>
      <w:r>
        <w:t>395.9730</w:t>
      </w:r>
      <w:r>
        <w:tab/>
        <w:t>5.280e0</w:t>
      </w:r>
    </w:p>
    <w:p w:rsidR="00354DF7" w:rsidRDefault="00354DF7" w:rsidP="00354DF7">
      <w:pPr>
        <w:tabs>
          <w:tab w:val="left" w:pos="6195"/>
        </w:tabs>
      </w:pPr>
      <w:r>
        <w:t>395.9761</w:t>
      </w:r>
      <w:r>
        <w:tab/>
        <w:t>4.566e0</w:t>
      </w:r>
    </w:p>
    <w:p w:rsidR="00354DF7" w:rsidRDefault="00354DF7" w:rsidP="00354DF7">
      <w:pPr>
        <w:tabs>
          <w:tab w:val="left" w:pos="6195"/>
        </w:tabs>
      </w:pPr>
      <w:r>
        <w:t>395.9872</w:t>
      </w:r>
      <w:r>
        <w:tab/>
        <w:t>1.874e0</w:t>
      </w:r>
    </w:p>
    <w:p w:rsidR="00354DF7" w:rsidRDefault="00354DF7" w:rsidP="00354DF7">
      <w:pPr>
        <w:tabs>
          <w:tab w:val="left" w:pos="6195"/>
        </w:tabs>
      </w:pPr>
      <w:r>
        <w:t>396.0122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396.0316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396.0339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396.0608</w:t>
      </w:r>
      <w:r>
        <w:tab/>
        <w:t>4.950e0</w:t>
      </w:r>
    </w:p>
    <w:p w:rsidR="00354DF7" w:rsidRDefault="00354DF7" w:rsidP="00354DF7">
      <w:pPr>
        <w:tabs>
          <w:tab w:val="left" w:pos="6195"/>
        </w:tabs>
      </w:pPr>
      <w:r>
        <w:t>396.0627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396.0870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396.1069</w:t>
      </w:r>
      <w:r>
        <w:tab/>
        <w:t>2.927e0</w:t>
      </w:r>
    </w:p>
    <w:p w:rsidR="00354DF7" w:rsidRDefault="00354DF7" w:rsidP="00354DF7">
      <w:pPr>
        <w:tabs>
          <w:tab w:val="left" w:pos="6195"/>
        </w:tabs>
      </w:pPr>
      <w:r>
        <w:t>396.1288</w:t>
      </w:r>
      <w:r>
        <w:tab/>
        <w:t>2.966e0</w:t>
      </w:r>
    </w:p>
    <w:p w:rsidR="00354DF7" w:rsidRDefault="00354DF7" w:rsidP="00354DF7">
      <w:pPr>
        <w:tabs>
          <w:tab w:val="left" w:pos="6195"/>
        </w:tabs>
      </w:pPr>
      <w:r>
        <w:t>396.1368</w:t>
      </w:r>
      <w:r>
        <w:tab/>
        <w:t>2.478e0</w:t>
      </w:r>
    </w:p>
    <w:p w:rsidR="00354DF7" w:rsidRDefault="00354DF7" w:rsidP="00354DF7">
      <w:pPr>
        <w:tabs>
          <w:tab w:val="left" w:pos="6195"/>
        </w:tabs>
      </w:pPr>
      <w:r>
        <w:t>396.1705</w:t>
      </w:r>
      <w:r>
        <w:tab/>
        <w:t>1.437e1</w:t>
      </w:r>
    </w:p>
    <w:p w:rsidR="00354DF7" w:rsidRDefault="00354DF7" w:rsidP="00354DF7">
      <w:pPr>
        <w:tabs>
          <w:tab w:val="left" w:pos="6195"/>
        </w:tabs>
      </w:pPr>
      <w:r>
        <w:t>396.1796</w:t>
      </w:r>
      <w:r>
        <w:tab/>
        <w:t>6.005e0</w:t>
      </w:r>
    </w:p>
    <w:p w:rsidR="00354DF7" w:rsidRDefault="00354DF7" w:rsidP="00354DF7">
      <w:pPr>
        <w:tabs>
          <w:tab w:val="left" w:pos="6195"/>
        </w:tabs>
      </w:pPr>
      <w:r>
        <w:t>396.1821</w:t>
      </w:r>
      <w:r>
        <w:tab/>
        <w:t>1.595e1</w:t>
      </w:r>
    </w:p>
    <w:p w:rsidR="00354DF7" w:rsidRDefault="00354DF7" w:rsidP="00354DF7">
      <w:pPr>
        <w:tabs>
          <w:tab w:val="left" w:pos="6195"/>
        </w:tabs>
      </w:pPr>
      <w:r>
        <w:t>396.1920</w:t>
      </w:r>
      <w:r>
        <w:tab/>
        <w:t>4.159e0</w:t>
      </w:r>
    </w:p>
    <w:p w:rsidR="00354DF7" w:rsidRDefault="00354DF7" w:rsidP="00354DF7">
      <w:pPr>
        <w:tabs>
          <w:tab w:val="left" w:pos="6195"/>
        </w:tabs>
      </w:pPr>
      <w:r>
        <w:t>396.2404</w:t>
      </w:r>
      <w:r>
        <w:tab/>
        <w:t>1.239e0</w:t>
      </w:r>
    </w:p>
    <w:p w:rsidR="00354DF7" w:rsidRDefault="00354DF7" w:rsidP="00354DF7">
      <w:pPr>
        <w:tabs>
          <w:tab w:val="left" w:pos="6195"/>
        </w:tabs>
      </w:pPr>
      <w:r>
        <w:t>396.2553</w:t>
      </w:r>
      <w:r>
        <w:tab/>
        <w:t>1.668e0</w:t>
      </w:r>
    </w:p>
    <w:p w:rsidR="00354DF7" w:rsidRDefault="00354DF7" w:rsidP="00354DF7">
      <w:pPr>
        <w:tabs>
          <w:tab w:val="left" w:pos="6195"/>
        </w:tabs>
      </w:pPr>
      <w:r>
        <w:t>396.2852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396.3181</w:t>
      </w:r>
      <w:r>
        <w:tab/>
        <w:t>2.456e0</w:t>
      </w:r>
    </w:p>
    <w:p w:rsidR="00354DF7" w:rsidRDefault="00354DF7" w:rsidP="00354DF7">
      <w:pPr>
        <w:tabs>
          <w:tab w:val="left" w:pos="6195"/>
        </w:tabs>
      </w:pPr>
      <w:r>
        <w:t>396.3208</w:t>
      </w:r>
      <w:r>
        <w:tab/>
        <w:t>4.597e0</w:t>
      </w:r>
    </w:p>
    <w:p w:rsidR="00354DF7" w:rsidRDefault="00354DF7" w:rsidP="00354DF7">
      <w:pPr>
        <w:tabs>
          <w:tab w:val="left" w:pos="6195"/>
        </w:tabs>
      </w:pPr>
      <w:r>
        <w:t>396.3342</w:t>
      </w:r>
      <w:r>
        <w:tab/>
        <w:t>6.357e0</w:t>
      </w:r>
    </w:p>
    <w:p w:rsidR="00354DF7" w:rsidRDefault="00354DF7" w:rsidP="00354DF7">
      <w:pPr>
        <w:tabs>
          <w:tab w:val="left" w:pos="6195"/>
        </w:tabs>
      </w:pPr>
      <w:r>
        <w:t>396.3726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396.3833</w:t>
      </w:r>
      <w:r>
        <w:tab/>
        <w:t>1.066e0</w:t>
      </w:r>
    </w:p>
    <w:p w:rsidR="00354DF7" w:rsidRDefault="00354DF7" w:rsidP="00354DF7">
      <w:pPr>
        <w:tabs>
          <w:tab w:val="left" w:pos="6195"/>
        </w:tabs>
      </w:pPr>
      <w:r>
        <w:t>396.3961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396.4369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396.4472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396.4506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396.4540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396.4561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396.4580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396.4879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396.5019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396.5035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396.5363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396.5444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396.5645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396.5711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396.6025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396.6066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396.6423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396.6563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396.6633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396.6773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396.7019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396.7194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396.7229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396.7279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396.7289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396.7722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396.7826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396.7875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396.7897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396.8112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396.8247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396.8424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396.8509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396.8564</w:t>
      </w:r>
      <w:r>
        <w:tab/>
        <w:t>3.922e0</w:t>
      </w:r>
    </w:p>
    <w:p w:rsidR="00354DF7" w:rsidRDefault="00354DF7" w:rsidP="00354DF7">
      <w:pPr>
        <w:tabs>
          <w:tab w:val="left" w:pos="6195"/>
        </w:tabs>
      </w:pPr>
      <w:r>
        <w:t>396.8697</w:t>
      </w:r>
      <w:r>
        <w:tab/>
        <w:t>4.289e0</w:t>
      </w:r>
    </w:p>
    <w:p w:rsidR="00354DF7" w:rsidRDefault="00354DF7" w:rsidP="00354DF7">
      <w:pPr>
        <w:tabs>
          <w:tab w:val="left" w:pos="6195"/>
        </w:tabs>
      </w:pPr>
      <w:r>
        <w:t>396.8835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396.8879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396.9029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396.9386</w:t>
      </w:r>
      <w:r>
        <w:tab/>
        <w:t>3.409e0</w:t>
      </w:r>
    </w:p>
    <w:p w:rsidR="00354DF7" w:rsidRDefault="00354DF7" w:rsidP="00354DF7">
      <w:pPr>
        <w:tabs>
          <w:tab w:val="left" w:pos="6195"/>
        </w:tabs>
      </w:pPr>
      <w:r>
        <w:t>396.9400</w:t>
      </w:r>
      <w:r>
        <w:tab/>
        <w:t>2.135e0</w:t>
      </w:r>
    </w:p>
    <w:p w:rsidR="00354DF7" w:rsidRDefault="00354DF7" w:rsidP="00354DF7">
      <w:pPr>
        <w:tabs>
          <w:tab w:val="left" w:pos="6195"/>
        </w:tabs>
      </w:pPr>
      <w:r>
        <w:t>396.9496</w:t>
      </w:r>
      <w:r>
        <w:tab/>
        <w:t>3.521e0</w:t>
      </w:r>
    </w:p>
    <w:p w:rsidR="00354DF7" w:rsidRDefault="00354DF7" w:rsidP="00354DF7">
      <w:pPr>
        <w:tabs>
          <w:tab w:val="left" w:pos="6195"/>
        </w:tabs>
      </w:pPr>
      <w:r>
        <w:t>396.9566</w:t>
      </w:r>
      <w:r>
        <w:tab/>
        <w:t>1.164e1</w:t>
      </w:r>
    </w:p>
    <w:p w:rsidR="00354DF7" w:rsidRDefault="00354DF7" w:rsidP="00354DF7">
      <w:pPr>
        <w:tabs>
          <w:tab w:val="left" w:pos="6195"/>
        </w:tabs>
      </w:pPr>
      <w:r>
        <w:lastRenderedPageBreak/>
        <w:t>396.9703</w:t>
      </w:r>
      <w:r>
        <w:tab/>
        <w:t>6.940e0</w:t>
      </w:r>
    </w:p>
    <w:p w:rsidR="00354DF7" w:rsidRDefault="00354DF7" w:rsidP="00354DF7">
      <w:pPr>
        <w:tabs>
          <w:tab w:val="left" w:pos="6195"/>
        </w:tabs>
      </w:pPr>
      <w:r>
        <w:t>397.0042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397.0114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397.0173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397.0230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397.0424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397.0571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397.0858</w:t>
      </w:r>
      <w:r>
        <w:tab/>
        <w:t>1.463e0</w:t>
      </w:r>
    </w:p>
    <w:p w:rsidR="00354DF7" w:rsidRDefault="00354DF7" w:rsidP="00354DF7">
      <w:pPr>
        <w:tabs>
          <w:tab w:val="left" w:pos="6195"/>
        </w:tabs>
      </w:pPr>
      <w:r>
        <w:t>397.0914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397.1124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397.1166</w:t>
      </w:r>
      <w:r>
        <w:tab/>
        <w:t>2.854e0</w:t>
      </w:r>
    </w:p>
    <w:p w:rsidR="00354DF7" w:rsidRDefault="00354DF7" w:rsidP="00354DF7">
      <w:pPr>
        <w:tabs>
          <w:tab w:val="left" w:pos="6195"/>
        </w:tabs>
      </w:pPr>
      <w:r>
        <w:t>397.1182</w:t>
      </w:r>
      <w:r>
        <w:tab/>
        <w:t>2.289e0</w:t>
      </w:r>
    </w:p>
    <w:p w:rsidR="00354DF7" w:rsidRDefault="00354DF7" w:rsidP="00354DF7">
      <w:pPr>
        <w:tabs>
          <w:tab w:val="left" w:pos="6195"/>
        </w:tabs>
      </w:pPr>
      <w:r>
        <w:t>397.1422</w:t>
      </w:r>
      <w:r>
        <w:tab/>
        <w:t>3.564e0</w:t>
      </w:r>
    </w:p>
    <w:p w:rsidR="00354DF7" w:rsidRDefault="00354DF7" w:rsidP="00354DF7">
      <w:pPr>
        <w:tabs>
          <w:tab w:val="left" w:pos="6195"/>
        </w:tabs>
      </w:pPr>
      <w:r>
        <w:t>397.1651</w:t>
      </w:r>
      <w:r>
        <w:tab/>
        <w:t>5.111e0</w:t>
      </w:r>
    </w:p>
    <w:p w:rsidR="00354DF7" w:rsidRDefault="00354DF7" w:rsidP="00354DF7">
      <w:pPr>
        <w:tabs>
          <w:tab w:val="left" w:pos="6195"/>
        </w:tabs>
      </w:pPr>
      <w:r>
        <w:t>397.1681</w:t>
      </w:r>
      <w:r>
        <w:tab/>
        <w:t>1.657e0</w:t>
      </w:r>
    </w:p>
    <w:p w:rsidR="00354DF7" w:rsidRDefault="00354DF7" w:rsidP="00354DF7">
      <w:pPr>
        <w:tabs>
          <w:tab w:val="left" w:pos="6195"/>
        </w:tabs>
      </w:pPr>
      <w:r>
        <w:t>397.1736</w:t>
      </w:r>
      <w:r>
        <w:tab/>
        <w:t>4.709e0</w:t>
      </w:r>
    </w:p>
    <w:p w:rsidR="00354DF7" w:rsidRDefault="00354DF7" w:rsidP="00354DF7">
      <w:pPr>
        <w:tabs>
          <w:tab w:val="left" w:pos="6195"/>
        </w:tabs>
      </w:pPr>
      <w:r>
        <w:t>397.1920</w:t>
      </w:r>
      <w:r>
        <w:tab/>
        <w:t>5.290e0</w:t>
      </w:r>
    </w:p>
    <w:p w:rsidR="00354DF7" w:rsidRDefault="00354DF7" w:rsidP="00354DF7">
      <w:pPr>
        <w:tabs>
          <w:tab w:val="left" w:pos="6195"/>
        </w:tabs>
      </w:pPr>
      <w:r>
        <w:t>397.2185</w:t>
      </w:r>
      <w:r>
        <w:tab/>
        <w:t>2.917e0</w:t>
      </w:r>
    </w:p>
    <w:p w:rsidR="00354DF7" w:rsidRDefault="00354DF7" w:rsidP="00354DF7">
      <w:pPr>
        <w:tabs>
          <w:tab w:val="left" w:pos="6195"/>
        </w:tabs>
      </w:pPr>
      <w:r>
        <w:t>397.2488</w:t>
      </w:r>
      <w:r>
        <w:tab/>
        <w:t>1.117e0</w:t>
      </w:r>
    </w:p>
    <w:p w:rsidR="00354DF7" w:rsidRDefault="00354DF7" w:rsidP="00354DF7">
      <w:pPr>
        <w:tabs>
          <w:tab w:val="left" w:pos="6195"/>
        </w:tabs>
      </w:pPr>
      <w:r>
        <w:lastRenderedPageBreak/>
        <w:t>397.3188</w:t>
      </w:r>
      <w:r>
        <w:tab/>
        <w:t>3.582e0</w:t>
      </w:r>
    </w:p>
    <w:p w:rsidR="00354DF7" w:rsidRDefault="00354DF7" w:rsidP="00354DF7">
      <w:pPr>
        <w:tabs>
          <w:tab w:val="left" w:pos="6195"/>
        </w:tabs>
      </w:pPr>
      <w:r>
        <w:t>397.3290</w:t>
      </w:r>
      <w:r>
        <w:tab/>
        <w:t>1.113e0</w:t>
      </w:r>
    </w:p>
    <w:p w:rsidR="00354DF7" w:rsidRDefault="00354DF7" w:rsidP="00354DF7">
      <w:pPr>
        <w:tabs>
          <w:tab w:val="left" w:pos="6195"/>
        </w:tabs>
      </w:pPr>
      <w:r>
        <w:t>397.3469</w:t>
      </w:r>
      <w:r>
        <w:tab/>
        <w:t>1.689e0</w:t>
      </w:r>
    </w:p>
    <w:p w:rsidR="00354DF7" w:rsidRDefault="00354DF7" w:rsidP="00354DF7">
      <w:pPr>
        <w:tabs>
          <w:tab w:val="left" w:pos="6195"/>
        </w:tabs>
      </w:pPr>
      <w:r>
        <w:t>397.3712</w:t>
      </w:r>
      <w:r>
        <w:tab/>
        <w:t>1.152e0</w:t>
      </w:r>
    </w:p>
    <w:p w:rsidR="00354DF7" w:rsidRDefault="00354DF7" w:rsidP="00354DF7">
      <w:pPr>
        <w:tabs>
          <w:tab w:val="left" w:pos="6195"/>
        </w:tabs>
      </w:pPr>
      <w:r>
        <w:t>397.3871</w:t>
      </w:r>
      <w:r>
        <w:tab/>
        <w:t>2.997e0</w:t>
      </w:r>
    </w:p>
    <w:p w:rsidR="00354DF7" w:rsidRDefault="00354DF7" w:rsidP="00354DF7">
      <w:pPr>
        <w:tabs>
          <w:tab w:val="left" w:pos="6195"/>
        </w:tabs>
      </w:pPr>
      <w:r>
        <w:t>397.3883</w:t>
      </w:r>
      <w:r>
        <w:tab/>
        <w:t>5.650e0</w:t>
      </w:r>
    </w:p>
    <w:p w:rsidR="00354DF7" w:rsidRDefault="00354DF7" w:rsidP="00354DF7">
      <w:pPr>
        <w:tabs>
          <w:tab w:val="left" w:pos="6195"/>
        </w:tabs>
      </w:pPr>
      <w:r>
        <w:t>397.4034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397.4136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397.4236</w:t>
      </w:r>
      <w:r>
        <w:tab/>
        <w:t>2.371e0</w:t>
      </w:r>
    </w:p>
    <w:p w:rsidR="00354DF7" w:rsidRDefault="00354DF7" w:rsidP="00354DF7">
      <w:pPr>
        <w:tabs>
          <w:tab w:val="left" w:pos="6195"/>
        </w:tabs>
      </w:pPr>
      <w:r>
        <w:t>397.4335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397.4562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397.4602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397.4620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397.4810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397.4864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397.4992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397.5192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397.5272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397.5307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397.5620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397.5692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397.6159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397.6247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397.6335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397.6369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397.6603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397.6714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397.6746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397.6858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397.7069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397.7136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397.7231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397.7604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397.7664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397.7799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397.8064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397.8080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397.8204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397.8297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397.8367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397.8562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397.8573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397.8630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397.8802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397.8872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397.8895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397.9156</w:t>
      </w:r>
      <w:r>
        <w:tab/>
        <w:t>1.562e0</w:t>
      </w:r>
    </w:p>
    <w:p w:rsidR="00354DF7" w:rsidRDefault="00354DF7" w:rsidP="00354DF7">
      <w:pPr>
        <w:tabs>
          <w:tab w:val="left" w:pos="6195"/>
        </w:tabs>
      </w:pPr>
      <w:r>
        <w:t>397.9280</w:t>
      </w:r>
      <w:r>
        <w:tab/>
        <w:t>1.789e0</w:t>
      </w:r>
    </w:p>
    <w:p w:rsidR="00354DF7" w:rsidRDefault="00354DF7" w:rsidP="00354DF7">
      <w:pPr>
        <w:tabs>
          <w:tab w:val="left" w:pos="6195"/>
        </w:tabs>
      </w:pPr>
      <w:r>
        <w:t>397.9335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397.9363</w:t>
      </w:r>
      <w:r>
        <w:tab/>
        <w:t>2.783e0</w:t>
      </w:r>
    </w:p>
    <w:p w:rsidR="00354DF7" w:rsidRDefault="00354DF7" w:rsidP="00354DF7">
      <w:pPr>
        <w:tabs>
          <w:tab w:val="left" w:pos="6195"/>
        </w:tabs>
      </w:pPr>
      <w:r>
        <w:t>397.9557</w:t>
      </w:r>
      <w:r>
        <w:tab/>
        <w:t>3.574e0</w:t>
      </w:r>
    </w:p>
    <w:p w:rsidR="00354DF7" w:rsidRDefault="00354DF7" w:rsidP="00354DF7">
      <w:pPr>
        <w:tabs>
          <w:tab w:val="left" w:pos="6195"/>
        </w:tabs>
      </w:pPr>
      <w:r>
        <w:t>397.9589</w:t>
      </w:r>
      <w:r>
        <w:tab/>
        <w:t>2.224e0</w:t>
      </w:r>
    </w:p>
    <w:p w:rsidR="00354DF7" w:rsidRDefault="00354DF7" w:rsidP="00354DF7">
      <w:pPr>
        <w:tabs>
          <w:tab w:val="left" w:pos="6195"/>
        </w:tabs>
      </w:pPr>
      <w:r>
        <w:t>397.9815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397.9894</w:t>
      </w:r>
      <w:r>
        <w:tab/>
        <w:t>7.541e0</w:t>
      </w:r>
    </w:p>
    <w:p w:rsidR="00354DF7" w:rsidRDefault="00354DF7" w:rsidP="00354DF7">
      <w:pPr>
        <w:tabs>
          <w:tab w:val="left" w:pos="6195"/>
        </w:tabs>
      </w:pPr>
      <w:r>
        <w:t>398.0161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398.0221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398.0455</w:t>
      </w:r>
      <w:r>
        <w:tab/>
        <w:t>1.948e0</w:t>
      </w:r>
    </w:p>
    <w:p w:rsidR="00354DF7" w:rsidRDefault="00354DF7" w:rsidP="00354DF7">
      <w:pPr>
        <w:tabs>
          <w:tab w:val="left" w:pos="6195"/>
        </w:tabs>
      </w:pPr>
      <w:r>
        <w:lastRenderedPageBreak/>
        <w:t>398.0818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398.0897</w:t>
      </w:r>
      <w:r>
        <w:tab/>
        <w:t>2.832e0</w:t>
      </w:r>
    </w:p>
    <w:p w:rsidR="00354DF7" w:rsidRDefault="00354DF7" w:rsidP="00354DF7">
      <w:pPr>
        <w:tabs>
          <w:tab w:val="left" w:pos="6195"/>
        </w:tabs>
      </w:pPr>
      <w:r>
        <w:t>398.1198</w:t>
      </w:r>
      <w:r>
        <w:tab/>
        <w:t>1.831e0</w:t>
      </w:r>
    </w:p>
    <w:p w:rsidR="00354DF7" w:rsidRDefault="00354DF7" w:rsidP="00354DF7">
      <w:pPr>
        <w:tabs>
          <w:tab w:val="left" w:pos="6195"/>
        </w:tabs>
      </w:pPr>
      <w:r>
        <w:t>398.1261</w:t>
      </w:r>
      <w:r>
        <w:tab/>
        <w:t>1.945e0</w:t>
      </w:r>
    </w:p>
    <w:p w:rsidR="00354DF7" w:rsidRDefault="00354DF7" w:rsidP="00354DF7">
      <w:pPr>
        <w:tabs>
          <w:tab w:val="left" w:pos="6195"/>
        </w:tabs>
      </w:pPr>
      <w:r>
        <w:t>398.1580</w:t>
      </w:r>
      <w:r>
        <w:tab/>
        <w:t>3.052e0</w:t>
      </w:r>
    </w:p>
    <w:p w:rsidR="00354DF7" w:rsidRDefault="00354DF7" w:rsidP="00354DF7">
      <w:pPr>
        <w:tabs>
          <w:tab w:val="left" w:pos="6195"/>
        </w:tabs>
      </w:pPr>
      <w:r>
        <w:t>398.1766</w:t>
      </w:r>
      <w:r>
        <w:tab/>
        <w:t>1.228e0</w:t>
      </w:r>
    </w:p>
    <w:p w:rsidR="00354DF7" w:rsidRDefault="00354DF7" w:rsidP="00354DF7">
      <w:pPr>
        <w:tabs>
          <w:tab w:val="left" w:pos="6195"/>
        </w:tabs>
      </w:pPr>
      <w:r>
        <w:t>398.1841</w:t>
      </w:r>
      <w:r>
        <w:tab/>
        <w:t>2.118e0</w:t>
      </w:r>
    </w:p>
    <w:p w:rsidR="00354DF7" w:rsidRDefault="00354DF7" w:rsidP="00354DF7">
      <w:pPr>
        <w:tabs>
          <w:tab w:val="left" w:pos="6195"/>
        </w:tabs>
      </w:pPr>
      <w:r>
        <w:t>398.1989</w:t>
      </w:r>
      <w:r>
        <w:tab/>
        <w:t>1.748e0</w:t>
      </w:r>
    </w:p>
    <w:p w:rsidR="00354DF7" w:rsidRDefault="00354DF7" w:rsidP="00354DF7">
      <w:pPr>
        <w:tabs>
          <w:tab w:val="left" w:pos="6195"/>
        </w:tabs>
      </w:pPr>
      <w:r>
        <w:t>398.2383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398.2572</w:t>
      </w:r>
      <w:r>
        <w:tab/>
        <w:t>1.327e0</w:t>
      </w:r>
    </w:p>
    <w:p w:rsidR="00354DF7" w:rsidRDefault="00354DF7" w:rsidP="00354DF7">
      <w:pPr>
        <w:tabs>
          <w:tab w:val="left" w:pos="6195"/>
        </w:tabs>
      </w:pPr>
      <w:r>
        <w:t>398.2708</w:t>
      </w:r>
      <w:r>
        <w:tab/>
        <w:t>2.449e0</w:t>
      </w:r>
    </w:p>
    <w:p w:rsidR="00354DF7" w:rsidRDefault="00354DF7" w:rsidP="00354DF7">
      <w:pPr>
        <w:tabs>
          <w:tab w:val="left" w:pos="6195"/>
        </w:tabs>
      </w:pPr>
      <w:r>
        <w:t>398.2882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398.2911</w:t>
      </w:r>
      <w:r>
        <w:tab/>
        <w:t>1.850e0</w:t>
      </w:r>
    </w:p>
    <w:p w:rsidR="00354DF7" w:rsidRDefault="00354DF7" w:rsidP="00354DF7">
      <w:pPr>
        <w:tabs>
          <w:tab w:val="left" w:pos="6195"/>
        </w:tabs>
      </w:pPr>
      <w:r>
        <w:t>398.3021</w:t>
      </w:r>
      <w:r>
        <w:tab/>
        <w:t>1.946e0</w:t>
      </w:r>
    </w:p>
    <w:p w:rsidR="00354DF7" w:rsidRDefault="00354DF7" w:rsidP="00354DF7">
      <w:pPr>
        <w:tabs>
          <w:tab w:val="left" w:pos="6195"/>
        </w:tabs>
      </w:pPr>
      <w:r>
        <w:t>398.3529</w:t>
      </w:r>
      <w:r>
        <w:tab/>
        <w:t>8.167e0</w:t>
      </w:r>
    </w:p>
    <w:p w:rsidR="00354DF7" w:rsidRDefault="00354DF7" w:rsidP="00354DF7">
      <w:pPr>
        <w:tabs>
          <w:tab w:val="left" w:pos="6195"/>
        </w:tabs>
      </w:pPr>
      <w:r>
        <w:t>398.3573</w:t>
      </w:r>
      <w:r>
        <w:tab/>
        <w:t>2.086e0</w:t>
      </w:r>
    </w:p>
    <w:p w:rsidR="00354DF7" w:rsidRDefault="00354DF7" w:rsidP="00354DF7">
      <w:pPr>
        <w:tabs>
          <w:tab w:val="left" w:pos="6195"/>
        </w:tabs>
      </w:pPr>
      <w:r>
        <w:t>398.3616</w:t>
      </w:r>
      <w:r>
        <w:tab/>
        <w:t>1.225e1</w:t>
      </w:r>
    </w:p>
    <w:p w:rsidR="00354DF7" w:rsidRDefault="00354DF7" w:rsidP="00354DF7">
      <w:pPr>
        <w:tabs>
          <w:tab w:val="left" w:pos="6195"/>
        </w:tabs>
      </w:pPr>
      <w:r>
        <w:t>398.3683</w:t>
      </w:r>
      <w:r>
        <w:tab/>
        <w:t>1.593e1</w:t>
      </w:r>
    </w:p>
    <w:p w:rsidR="00354DF7" w:rsidRDefault="00354DF7" w:rsidP="00354DF7">
      <w:pPr>
        <w:tabs>
          <w:tab w:val="left" w:pos="6195"/>
        </w:tabs>
      </w:pPr>
      <w:r>
        <w:t>398.3761</w:t>
      </w:r>
      <w:r>
        <w:tab/>
        <w:t>7.196e0</w:t>
      </w:r>
    </w:p>
    <w:p w:rsidR="00354DF7" w:rsidRDefault="00354DF7" w:rsidP="00354DF7">
      <w:pPr>
        <w:tabs>
          <w:tab w:val="left" w:pos="6195"/>
        </w:tabs>
      </w:pPr>
      <w:r>
        <w:lastRenderedPageBreak/>
        <w:t>398.3776</w:t>
      </w:r>
      <w:r>
        <w:tab/>
        <w:t>7.389e0</w:t>
      </w:r>
    </w:p>
    <w:p w:rsidR="00354DF7" w:rsidRDefault="00354DF7" w:rsidP="00354DF7">
      <w:pPr>
        <w:tabs>
          <w:tab w:val="left" w:pos="6195"/>
        </w:tabs>
      </w:pPr>
      <w:r>
        <w:t>398.3893</w:t>
      </w:r>
      <w:r>
        <w:tab/>
        <w:t>3.345e0</w:t>
      </w:r>
    </w:p>
    <w:p w:rsidR="00354DF7" w:rsidRDefault="00354DF7" w:rsidP="00354DF7">
      <w:pPr>
        <w:tabs>
          <w:tab w:val="left" w:pos="6195"/>
        </w:tabs>
      </w:pPr>
      <w:r>
        <w:t>398.4365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398.4375</w:t>
      </w:r>
      <w:r>
        <w:tab/>
        <w:t>3.227e0</w:t>
      </w:r>
    </w:p>
    <w:p w:rsidR="00354DF7" w:rsidRDefault="00354DF7" w:rsidP="00354DF7">
      <w:pPr>
        <w:tabs>
          <w:tab w:val="left" w:pos="6195"/>
        </w:tabs>
      </w:pPr>
      <w:r>
        <w:t>398.4493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398.4534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398.4589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398.5093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398.5163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398.5226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398.5298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398.5547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398.5691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398.5761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398.5817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398.5862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398.5957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398.6136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398.6195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398.6390</w:t>
      </w:r>
      <w:r>
        <w:tab/>
        <w:t>4.648e0</w:t>
      </w:r>
    </w:p>
    <w:p w:rsidR="00354DF7" w:rsidRDefault="00354DF7" w:rsidP="00354DF7">
      <w:pPr>
        <w:tabs>
          <w:tab w:val="left" w:pos="6195"/>
        </w:tabs>
      </w:pPr>
      <w:r>
        <w:t>398.6466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398.6499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398.6918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398.6960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398.7031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398.7110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398.7420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398.7468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398.7720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398.7734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398.7757</w:t>
      </w:r>
      <w:r>
        <w:tab/>
        <w:t>3.058e0</w:t>
      </w:r>
    </w:p>
    <w:p w:rsidR="00354DF7" w:rsidRDefault="00354DF7" w:rsidP="00354DF7">
      <w:pPr>
        <w:tabs>
          <w:tab w:val="left" w:pos="6195"/>
        </w:tabs>
      </w:pPr>
      <w:r>
        <w:t>398.7879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398.8161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398.8172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398.8326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398.8481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398.8494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398.8772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398.8794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398.8815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398.9048</w:t>
      </w:r>
      <w:r>
        <w:tab/>
        <w:t>1.758e0</w:t>
      </w:r>
    </w:p>
    <w:p w:rsidR="00354DF7" w:rsidRDefault="00354DF7" w:rsidP="00354DF7">
      <w:pPr>
        <w:tabs>
          <w:tab w:val="left" w:pos="6195"/>
        </w:tabs>
      </w:pPr>
      <w:r>
        <w:t>398.9184</w:t>
      </w:r>
      <w:r>
        <w:tab/>
        <w:t>4.090e0</w:t>
      </w:r>
    </w:p>
    <w:p w:rsidR="00354DF7" w:rsidRDefault="00354DF7" w:rsidP="00354DF7">
      <w:pPr>
        <w:tabs>
          <w:tab w:val="left" w:pos="6195"/>
        </w:tabs>
      </w:pPr>
      <w:r>
        <w:t>398.9235</w:t>
      </w:r>
      <w:r>
        <w:tab/>
        <w:t>3.971e0</w:t>
      </w:r>
    </w:p>
    <w:p w:rsidR="00354DF7" w:rsidRDefault="00354DF7" w:rsidP="00354DF7">
      <w:pPr>
        <w:tabs>
          <w:tab w:val="left" w:pos="6195"/>
        </w:tabs>
      </w:pPr>
      <w:r>
        <w:t>398.9286</w:t>
      </w:r>
      <w:r>
        <w:tab/>
        <w:t>3.581e0</w:t>
      </w:r>
    </w:p>
    <w:p w:rsidR="00354DF7" w:rsidRDefault="00354DF7" w:rsidP="00354DF7">
      <w:pPr>
        <w:tabs>
          <w:tab w:val="left" w:pos="6195"/>
        </w:tabs>
      </w:pPr>
      <w:r>
        <w:t>398.9390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398.9552</w:t>
      </w:r>
      <w:r>
        <w:tab/>
        <w:t>5.526e0</w:t>
      </w:r>
    </w:p>
    <w:p w:rsidR="00354DF7" w:rsidRDefault="00354DF7" w:rsidP="00354DF7">
      <w:pPr>
        <w:tabs>
          <w:tab w:val="left" w:pos="6195"/>
        </w:tabs>
      </w:pPr>
      <w:r>
        <w:t>398.9730</w:t>
      </w:r>
      <w:r>
        <w:tab/>
        <w:t>1.708e0</w:t>
      </w:r>
    </w:p>
    <w:p w:rsidR="00354DF7" w:rsidRDefault="00354DF7" w:rsidP="00354DF7">
      <w:pPr>
        <w:tabs>
          <w:tab w:val="left" w:pos="6195"/>
        </w:tabs>
      </w:pPr>
      <w:r>
        <w:t>398.9767</w:t>
      </w:r>
      <w:r>
        <w:tab/>
        <w:t>7.678e0</w:t>
      </w:r>
    </w:p>
    <w:p w:rsidR="00354DF7" w:rsidRDefault="00354DF7" w:rsidP="00354DF7">
      <w:pPr>
        <w:tabs>
          <w:tab w:val="left" w:pos="6195"/>
        </w:tabs>
      </w:pPr>
      <w:r>
        <w:t>398.9894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398.9958</w:t>
      </w:r>
      <w:r>
        <w:tab/>
        <w:t>1.940e0</w:t>
      </w:r>
    </w:p>
    <w:p w:rsidR="00354DF7" w:rsidRDefault="00354DF7" w:rsidP="00354DF7">
      <w:pPr>
        <w:tabs>
          <w:tab w:val="left" w:pos="6195"/>
        </w:tabs>
      </w:pPr>
      <w:r>
        <w:t>399.0278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399.0398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399.0415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399.0448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399.0551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399.0703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399.0844</w:t>
      </w:r>
      <w:r>
        <w:tab/>
        <w:t>6.975e0</w:t>
      </w:r>
    </w:p>
    <w:p w:rsidR="00354DF7" w:rsidRDefault="00354DF7" w:rsidP="00354DF7">
      <w:pPr>
        <w:tabs>
          <w:tab w:val="left" w:pos="6195"/>
        </w:tabs>
      </w:pPr>
      <w:r>
        <w:lastRenderedPageBreak/>
        <w:t>399.1007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399.1124</w:t>
      </w:r>
      <w:r>
        <w:tab/>
        <w:t>2.729e0</w:t>
      </w:r>
    </w:p>
    <w:p w:rsidR="00354DF7" w:rsidRDefault="00354DF7" w:rsidP="00354DF7">
      <w:pPr>
        <w:tabs>
          <w:tab w:val="left" w:pos="6195"/>
        </w:tabs>
      </w:pPr>
      <w:r>
        <w:t>399.1385</w:t>
      </w:r>
      <w:r>
        <w:tab/>
        <w:t>3.152e0</w:t>
      </w:r>
    </w:p>
    <w:p w:rsidR="00354DF7" w:rsidRDefault="00354DF7" w:rsidP="00354DF7">
      <w:pPr>
        <w:tabs>
          <w:tab w:val="left" w:pos="6195"/>
        </w:tabs>
      </w:pPr>
      <w:r>
        <w:t>399.1645</w:t>
      </w:r>
      <w:r>
        <w:tab/>
        <w:t>1.435e0</w:t>
      </w:r>
    </w:p>
    <w:p w:rsidR="00354DF7" w:rsidRDefault="00354DF7" w:rsidP="00354DF7">
      <w:pPr>
        <w:tabs>
          <w:tab w:val="left" w:pos="6195"/>
        </w:tabs>
      </w:pPr>
      <w:r>
        <w:t>399.1785</w:t>
      </w:r>
      <w:r>
        <w:tab/>
        <w:t>3.427e0</w:t>
      </w:r>
    </w:p>
    <w:p w:rsidR="00354DF7" w:rsidRDefault="00354DF7" w:rsidP="00354DF7">
      <w:pPr>
        <w:tabs>
          <w:tab w:val="left" w:pos="6195"/>
        </w:tabs>
      </w:pPr>
      <w:r>
        <w:t>399.2183</w:t>
      </w:r>
      <w:r>
        <w:tab/>
        <w:t>4.564e0</w:t>
      </w:r>
    </w:p>
    <w:p w:rsidR="00354DF7" w:rsidRDefault="00354DF7" w:rsidP="00354DF7">
      <w:pPr>
        <w:tabs>
          <w:tab w:val="left" w:pos="6195"/>
        </w:tabs>
      </w:pPr>
      <w:r>
        <w:t>399.2227</w:t>
      </w:r>
      <w:r>
        <w:tab/>
        <w:t>3.804e0</w:t>
      </w:r>
    </w:p>
    <w:p w:rsidR="00354DF7" w:rsidRDefault="00354DF7" w:rsidP="00354DF7">
      <w:pPr>
        <w:tabs>
          <w:tab w:val="left" w:pos="6195"/>
        </w:tabs>
      </w:pPr>
      <w:r>
        <w:t>399.2391</w:t>
      </w:r>
      <w:r>
        <w:tab/>
        <w:t>3.176e0</w:t>
      </w:r>
    </w:p>
    <w:p w:rsidR="00354DF7" w:rsidRDefault="00354DF7" w:rsidP="00354DF7">
      <w:pPr>
        <w:tabs>
          <w:tab w:val="left" w:pos="6195"/>
        </w:tabs>
      </w:pPr>
      <w:r>
        <w:t>399.2551</w:t>
      </w:r>
      <w:r>
        <w:tab/>
        <w:t>2.512e0</w:t>
      </w:r>
    </w:p>
    <w:p w:rsidR="00354DF7" w:rsidRDefault="00354DF7" w:rsidP="00354DF7">
      <w:pPr>
        <w:tabs>
          <w:tab w:val="left" w:pos="6195"/>
        </w:tabs>
      </w:pPr>
      <w:r>
        <w:t>399.2617</w:t>
      </w:r>
      <w:r>
        <w:tab/>
        <w:t>1.311e0</w:t>
      </w:r>
    </w:p>
    <w:p w:rsidR="00354DF7" w:rsidRDefault="00354DF7" w:rsidP="00354DF7">
      <w:pPr>
        <w:tabs>
          <w:tab w:val="left" w:pos="6195"/>
        </w:tabs>
      </w:pPr>
      <w:r>
        <w:t>399.2970</w:t>
      </w:r>
      <w:r>
        <w:tab/>
        <w:t>6.859e0</w:t>
      </w:r>
    </w:p>
    <w:p w:rsidR="00354DF7" w:rsidRDefault="00354DF7" w:rsidP="00354DF7">
      <w:pPr>
        <w:tabs>
          <w:tab w:val="left" w:pos="6195"/>
        </w:tabs>
      </w:pPr>
      <w:r>
        <w:t>399.3004</w:t>
      </w:r>
      <w:r>
        <w:tab/>
        <w:t>2.344e0</w:t>
      </w:r>
    </w:p>
    <w:p w:rsidR="00354DF7" w:rsidRDefault="00354DF7" w:rsidP="00354DF7">
      <w:pPr>
        <w:tabs>
          <w:tab w:val="left" w:pos="6195"/>
        </w:tabs>
      </w:pPr>
      <w:r>
        <w:t>399.3257</w:t>
      </w:r>
      <w:r>
        <w:tab/>
        <w:t>7.813e0</w:t>
      </w:r>
    </w:p>
    <w:p w:rsidR="00354DF7" w:rsidRDefault="00354DF7" w:rsidP="00354DF7">
      <w:pPr>
        <w:tabs>
          <w:tab w:val="left" w:pos="6195"/>
        </w:tabs>
      </w:pPr>
      <w:r>
        <w:t>399.3406</w:t>
      </w:r>
      <w:r>
        <w:tab/>
        <w:t>3.773e0</w:t>
      </w:r>
    </w:p>
    <w:p w:rsidR="00354DF7" w:rsidRDefault="00354DF7" w:rsidP="00354DF7">
      <w:pPr>
        <w:tabs>
          <w:tab w:val="left" w:pos="6195"/>
        </w:tabs>
      </w:pPr>
      <w:r>
        <w:t>399.3531</w:t>
      </w:r>
      <w:r>
        <w:tab/>
        <w:t>3.719e0</w:t>
      </w:r>
    </w:p>
    <w:p w:rsidR="00354DF7" w:rsidRDefault="00354DF7" w:rsidP="00354DF7">
      <w:pPr>
        <w:tabs>
          <w:tab w:val="left" w:pos="6195"/>
        </w:tabs>
      </w:pPr>
      <w:r>
        <w:t>399.3643</w:t>
      </w:r>
      <w:r>
        <w:tab/>
        <w:t>8.023e0</w:t>
      </w:r>
    </w:p>
    <w:p w:rsidR="00354DF7" w:rsidRDefault="00354DF7" w:rsidP="00354DF7">
      <w:pPr>
        <w:tabs>
          <w:tab w:val="left" w:pos="6195"/>
        </w:tabs>
      </w:pPr>
      <w:r>
        <w:t>399.3685</w:t>
      </w:r>
      <w:r>
        <w:tab/>
        <w:t>1.813e0</w:t>
      </w:r>
    </w:p>
    <w:p w:rsidR="00354DF7" w:rsidRDefault="00354DF7" w:rsidP="00354DF7">
      <w:pPr>
        <w:tabs>
          <w:tab w:val="left" w:pos="6195"/>
        </w:tabs>
      </w:pPr>
      <w:r>
        <w:t>399.3808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399.4081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lastRenderedPageBreak/>
        <w:t>399.4285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399.4539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399.4710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399.4732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399.4965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399.5213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399.5349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399.5446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399.5781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399.5941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399.5956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399.5978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399.6007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399.6507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399.6623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399.6663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399.6770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399.6919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399.7188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399.7300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399.7520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399.7552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399.7624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399.7733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399.8039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399.8153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399.8342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399.8389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399.8568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399.8635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399.8944</w:t>
      </w:r>
      <w:r>
        <w:tab/>
        <w:t>3.281e0</w:t>
      </w:r>
    </w:p>
    <w:p w:rsidR="00354DF7" w:rsidRDefault="00354DF7" w:rsidP="00354DF7">
      <w:pPr>
        <w:tabs>
          <w:tab w:val="left" w:pos="6195"/>
        </w:tabs>
      </w:pPr>
      <w:r>
        <w:t>399.9030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399.9042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399.9208</w:t>
      </w:r>
      <w:r>
        <w:tab/>
        <w:t>3.109e0</w:t>
      </w:r>
    </w:p>
    <w:p w:rsidR="00354DF7" w:rsidRDefault="00354DF7" w:rsidP="00354DF7">
      <w:pPr>
        <w:tabs>
          <w:tab w:val="left" w:pos="6195"/>
        </w:tabs>
      </w:pPr>
      <w:r>
        <w:t>399.9489</w:t>
      </w:r>
      <w:r>
        <w:tab/>
        <w:t>5.461e0</w:t>
      </w:r>
    </w:p>
    <w:p w:rsidR="00354DF7" w:rsidRDefault="00354DF7" w:rsidP="00354DF7">
      <w:pPr>
        <w:tabs>
          <w:tab w:val="left" w:pos="6195"/>
        </w:tabs>
      </w:pPr>
      <w:r>
        <w:t>399.9570</w:t>
      </w:r>
      <w:r>
        <w:tab/>
        <w:t>5.125e0</w:t>
      </w:r>
    </w:p>
    <w:p w:rsidR="00354DF7" w:rsidRDefault="00354DF7" w:rsidP="00354DF7">
      <w:pPr>
        <w:tabs>
          <w:tab w:val="left" w:pos="6195"/>
        </w:tabs>
      </w:pPr>
      <w:r>
        <w:t>399.9830</w:t>
      </w:r>
      <w:r>
        <w:tab/>
        <w:t>1.792e0</w:t>
      </w:r>
    </w:p>
    <w:p w:rsidR="00354DF7" w:rsidRDefault="00354DF7" w:rsidP="00354DF7">
      <w:pPr>
        <w:tabs>
          <w:tab w:val="left" w:pos="6195"/>
        </w:tabs>
      </w:pPr>
      <w:r>
        <w:t>399.9881</w:t>
      </w:r>
      <w:r>
        <w:tab/>
        <w:t>5.691e0</w:t>
      </w:r>
    </w:p>
    <w:p w:rsidR="00354DF7" w:rsidRDefault="00354DF7" w:rsidP="00354DF7">
      <w:pPr>
        <w:tabs>
          <w:tab w:val="left" w:pos="6195"/>
        </w:tabs>
      </w:pPr>
      <w:r>
        <w:lastRenderedPageBreak/>
        <w:t>399.9906</w:t>
      </w:r>
      <w:r>
        <w:tab/>
        <w:t>2.976e0</w:t>
      </w:r>
    </w:p>
    <w:p w:rsidR="00354DF7" w:rsidRDefault="00354DF7" w:rsidP="00354DF7">
      <w:pPr>
        <w:tabs>
          <w:tab w:val="left" w:pos="6195"/>
        </w:tabs>
      </w:pPr>
      <w:r>
        <w:t>400.0497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400.0510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400.0812</w:t>
      </w:r>
      <w:r>
        <w:tab/>
        <w:t>2.624e0</w:t>
      </w:r>
    </w:p>
    <w:p w:rsidR="00354DF7" w:rsidRDefault="00354DF7" w:rsidP="00354DF7">
      <w:pPr>
        <w:tabs>
          <w:tab w:val="left" w:pos="6195"/>
        </w:tabs>
      </w:pPr>
      <w:r>
        <w:t>400.0834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400.1022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400.1325</w:t>
      </w:r>
      <w:r>
        <w:tab/>
        <w:t>3.570e0</w:t>
      </w:r>
    </w:p>
    <w:p w:rsidR="00354DF7" w:rsidRDefault="00354DF7" w:rsidP="00354DF7">
      <w:pPr>
        <w:tabs>
          <w:tab w:val="left" w:pos="6195"/>
        </w:tabs>
      </w:pPr>
      <w:r>
        <w:t>400.1491</w:t>
      </w:r>
      <w:r>
        <w:tab/>
        <w:t>4.803e0</w:t>
      </w:r>
    </w:p>
    <w:p w:rsidR="00354DF7" w:rsidRDefault="00354DF7" w:rsidP="00354DF7">
      <w:pPr>
        <w:tabs>
          <w:tab w:val="left" w:pos="6195"/>
        </w:tabs>
      </w:pPr>
      <w:r>
        <w:t>400.1535</w:t>
      </w:r>
      <w:r>
        <w:tab/>
        <w:t>6.794e0</w:t>
      </w:r>
    </w:p>
    <w:p w:rsidR="00354DF7" w:rsidRDefault="00354DF7" w:rsidP="00354DF7">
      <w:pPr>
        <w:tabs>
          <w:tab w:val="left" w:pos="6195"/>
        </w:tabs>
      </w:pPr>
      <w:r>
        <w:t>400.2311</w:t>
      </w:r>
      <w:r>
        <w:tab/>
        <w:t>2.183e0</w:t>
      </w:r>
    </w:p>
    <w:p w:rsidR="00354DF7" w:rsidRDefault="00354DF7" w:rsidP="00354DF7">
      <w:pPr>
        <w:tabs>
          <w:tab w:val="left" w:pos="6195"/>
        </w:tabs>
      </w:pPr>
      <w:r>
        <w:t>400.2383</w:t>
      </w:r>
      <w:r>
        <w:tab/>
        <w:t>1.735e1</w:t>
      </w:r>
    </w:p>
    <w:p w:rsidR="00354DF7" w:rsidRDefault="00354DF7" w:rsidP="00354DF7">
      <w:pPr>
        <w:tabs>
          <w:tab w:val="left" w:pos="6195"/>
        </w:tabs>
      </w:pPr>
      <w:r>
        <w:t>400.2415</w:t>
      </w:r>
      <w:r>
        <w:tab/>
        <w:t>1.535e1</w:t>
      </w:r>
    </w:p>
    <w:p w:rsidR="00354DF7" w:rsidRDefault="00354DF7" w:rsidP="00354DF7">
      <w:pPr>
        <w:tabs>
          <w:tab w:val="left" w:pos="6195"/>
        </w:tabs>
      </w:pPr>
      <w:r>
        <w:t>400.2535</w:t>
      </w:r>
      <w:r>
        <w:tab/>
        <w:t>1.560e1</w:t>
      </w:r>
    </w:p>
    <w:p w:rsidR="00354DF7" w:rsidRDefault="00354DF7" w:rsidP="00354DF7">
      <w:pPr>
        <w:tabs>
          <w:tab w:val="left" w:pos="6195"/>
        </w:tabs>
      </w:pPr>
      <w:r>
        <w:t>400.2566</w:t>
      </w:r>
      <w:r>
        <w:tab/>
        <w:t>5.735e0</w:t>
      </w:r>
    </w:p>
    <w:p w:rsidR="00354DF7" w:rsidRDefault="00354DF7" w:rsidP="00354DF7">
      <w:pPr>
        <w:tabs>
          <w:tab w:val="left" w:pos="6195"/>
        </w:tabs>
      </w:pPr>
      <w:r>
        <w:t>400.2897</w:t>
      </w:r>
      <w:r>
        <w:tab/>
        <w:t>4.851e0</w:t>
      </w:r>
    </w:p>
    <w:p w:rsidR="00354DF7" w:rsidRDefault="00354DF7" w:rsidP="00354DF7">
      <w:pPr>
        <w:tabs>
          <w:tab w:val="left" w:pos="6195"/>
        </w:tabs>
      </w:pPr>
      <w:r>
        <w:t>400.2912</w:t>
      </w:r>
      <w:r>
        <w:tab/>
        <w:t>7.857e0</w:t>
      </w:r>
    </w:p>
    <w:p w:rsidR="00354DF7" w:rsidRDefault="00354DF7" w:rsidP="00354DF7">
      <w:pPr>
        <w:tabs>
          <w:tab w:val="left" w:pos="6195"/>
        </w:tabs>
      </w:pPr>
      <w:r>
        <w:t>400.3053</w:t>
      </w:r>
      <w:r>
        <w:tab/>
        <w:t>7.842e0</w:t>
      </w:r>
    </w:p>
    <w:p w:rsidR="00354DF7" w:rsidRDefault="00354DF7" w:rsidP="00354DF7">
      <w:pPr>
        <w:tabs>
          <w:tab w:val="left" w:pos="6195"/>
        </w:tabs>
      </w:pPr>
      <w:r>
        <w:t>400.3725</w:t>
      </w:r>
      <w:r>
        <w:tab/>
        <w:t>2.784e1</w:t>
      </w:r>
    </w:p>
    <w:p w:rsidR="00354DF7" w:rsidRDefault="00354DF7" w:rsidP="00354DF7">
      <w:pPr>
        <w:tabs>
          <w:tab w:val="left" w:pos="6195"/>
        </w:tabs>
      </w:pPr>
      <w:r>
        <w:t>400.3801</w:t>
      </w:r>
      <w:r>
        <w:tab/>
        <w:t>1.320e2</w:t>
      </w:r>
    </w:p>
    <w:p w:rsidR="00354DF7" w:rsidRDefault="00354DF7" w:rsidP="00354DF7">
      <w:pPr>
        <w:tabs>
          <w:tab w:val="left" w:pos="6195"/>
        </w:tabs>
      </w:pPr>
      <w:r>
        <w:lastRenderedPageBreak/>
        <w:t>400.3816</w:t>
      </w:r>
      <w:r>
        <w:tab/>
        <w:t>1.415e2</w:t>
      </w:r>
    </w:p>
    <w:p w:rsidR="00354DF7" w:rsidRDefault="00354DF7" w:rsidP="00354DF7">
      <w:pPr>
        <w:tabs>
          <w:tab w:val="left" w:pos="6195"/>
        </w:tabs>
      </w:pPr>
      <w:r>
        <w:t>400.4661</w:t>
      </w:r>
      <w:r>
        <w:tab/>
        <w:t>3.247e0</w:t>
      </w:r>
    </w:p>
    <w:p w:rsidR="00354DF7" w:rsidRDefault="00354DF7" w:rsidP="00354DF7">
      <w:pPr>
        <w:tabs>
          <w:tab w:val="left" w:pos="6195"/>
        </w:tabs>
      </w:pPr>
      <w:r>
        <w:t>400.4695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400.4723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400.4897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400.4947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400.5215</w:t>
      </w:r>
      <w:r>
        <w:tab/>
        <w:t>4.037e0</w:t>
      </w:r>
    </w:p>
    <w:p w:rsidR="00354DF7" w:rsidRDefault="00354DF7" w:rsidP="00354DF7">
      <w:pPr>
        <w:tabs>
          <w:tab w:val="left" w:pos="6195"/>
        </w:tabs>
      </w:pPr>
      <w:r>
        <w:t>400.5393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400.5458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400.5532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400.5648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400.5692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400.5750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400.6052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400.6074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400.6187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400.6245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400.6497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400.6596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400.6779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400.6866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400.6885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400.7076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400.7158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400.7234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400.7292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400.7590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400.7735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400.7798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400.7823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400.7971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400.8046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400.8091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400.8249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400.8270</w:t>
      </w:r>
      <w:r>
        <w:tab/>
        <w:t>3.718e0</w:t>
      </w:r>
    </w:p>
    <w:p w:rsidR="00354DF7" w:rsidRDefault="00354DF7" w:rsidP="00354DF7">
      <w:pPr>
        <w:tabs>
          <w:tab w:val="left" w:pos="6195"/>
        </w:tabs>
      </w:pPr>
      <w:r>
        <w:t>400.8633</w:t>
      </w:r>
      <w:r>
        <w:tab/>
        <w:t>6.766e0</w:t>
      </w:r>
    </w:p>
    <w:p w:rsidR="00354DF7" w:rsidRDefault="00354DF7" w:rsidP="00354DF7">
      <w:pPr>
        <w:tabs>
          <w:tab w:val="left" w:pos="6195"/>
        </w:tabs>
      </w:pPr>
      <w:r>
        <w:t>400.8696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400.9085</w:t>
      </w:r>
      <w:r>
        <w:tab/>
        <w:t>4.709e0</w:t>
      </w:r>
    </w:p>
    <w:p w:rsidR="00354DF7" w:rsidRDefault="00354DF7" w:rsidP="00354DF7">
      <w:pPr>
        <w:tabs>
          <w:tab w:val="left" w:pos="6195"/>
        </w:tabs>
      </w:pPr>
      <w:r>
        <w:lastRenderedPageBreak/>
        <w:t>400.9147</w:t>
      </w:r>
      <w:r>
        <w:tab/>
        <w:t>3.319e0</w:t>
      </w:r>
    </w:p>
    <w:p w:rsidR="00354DF7" w:rsidRDefault="00354DF7" w:rsidP="00354DF7">
      <w:pPr>
        <w:tabs>
          <w:tab w:val="left" w:pos="6195"/>
        </w:tabs>
      </w:pPr>
      <w:r>
        <w:t>400.9232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400.9247</w:t>
      </w:r>
      <w:r>
        <w:tab/>
        <w:t>3.206e0</w:t>
      </w:r>
    </w:p>
    <w:p w:rsidR="00354DF7" w:rsidRDefault="00354DF7" w:rsidP="00354DF7">
      <w:pPr>
        <w:tabs>
          <w:tab w:val="left" w:pos="6195"/>
        </w:tabs>
      </w:pPr>
      <w:r>
        <w:t>400.9401</w:t>
      </w:r>
      <w:r>
        <w:tab/>
        <w:t>1.708e0</w:t>
      </w:r>
    </w:p>
    <w:p w:rsidR="00354DF7" w:rsidRDefault="00354DF7" w:rsidP="00354DF7">
      <w:pPr>
        <w:tabs>
          <w:tab w:val="left" w:pos="6195"/>
        </w:tabs>
      </w:pPr>
      <w:r>
        <w:t>400.9442</w:t>
      </w:r>
      <w:r>
        <w:tab/>
        <w:t>1.847e0</w:t>
      </w:r>
    </w:p>
    <w:p w:rsidR="00354DF7" w:rsidRDefault="00354DF7" w:rsidP="00354DF7">
      <w:pPr>
        <w:tabs>
          <w:tab w:val="left" w:pos="6195"/>
        </w:tabs>
      </w:pPr>
      <w:r>
        <w:t>400.9600</w:t>
      </w:r>
      <w:r>
        <w:tab/>
        <w:t>1.443e0</w:t>
      </w:r>
    </w:p>
    <w:p w:rsidR="00354DF7" w:rsidRDefault="00354DF7" w:rsidP="00354DF7">
      <w:pPr>
        <w:tabs>
          <w:tab w:val="left" w:pos="6195"/>
        </w:tabs>
      </w:pPr>
      <w:r>
        <w:t>400.9790</w:t>
      </w:r>
      <w:r>
        <w:tab/>
        <w:t>6.910e0</w:t>
      </w:r>
    </w:p>
    <w:p w:rsidR="00354DF7" w:rsidRDefault="00354DF7" w:rsidP="00354DF7">
      <w:pPr>
        <w:tabs>
          <w:tab w:val="left" w:pos="6195"/>
        </w:tabs>
      </w:pPr>
      <w:r>
        <w:t>401.0082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401.0122</w:t>
      </w:r>
      <w:r>
        <w:tab/>
        <w:t>4.984e0</w:t>
      </w:r>
    </w:p>
    <w:p w:rsidR="00354DF7" w:rsidRDefault="00354DF7" w:rsidP="00354DF7">
      <w:pPr>
        <w:tabs>
          <w:tab w:val="left" w:pos="6195"/>
        </w:tabs>
      </w:pPr>
      <w:r>
        <w:t>401.0228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401.0342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401.0439</w:t>
      </w:r>
      <w:r>
        <w:tab/>
        <w:t>4.909e0</w:t>
      </w:r>
    </w:p>
    <w:p w:rsidR="00354DF7" w:rsidRDefault="00354DF7" w:rsidP="00354DF7">
      <w:pPr>
        <w:tabs>
          <w:tab w:val="left" w:pos="6195"/>
        </w:tabs>
      </w:pPr>
      <w:r>
        <w:t>401.0999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401.1059</w:t>
      </w:r>
      <w:r>
        <w:tab/>
        <w:t>2.495e0</w:t>
      </w:r>
    </w:p>
    <w:p w:rsidR="00354DF7" w:rsidRDefault="00354DF7" w:rsidP="00354DF7">
      <w:pPr>
        <w:tabs>
          <w:tab w:val="left" w:pos="6195"/>
        </w:tabs>
      </w:pPr>
      <w:r>
        <w:t>401.1084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401.1153</w:t>
      </w:r>
      <w:r>
        <w:tab/>
        <w:t>3.091e0</w:t>
      </w:r>
    </w:p>
    <w:p w:rsidR="00354DF7" w:rsidRDefault="00354DF7" w:rsidP="00354DF7">
      <w:pPr>
        <w:tabs>
          <w:tab w:val="left" w:pos="6195"/>
        </w:tabs>
      </w:pPr>
      <w:r>
        <w:t>401.1566</w:t>
      </w:r>
      <w:r>
        <w:tab/>
        <w:t>5.199e0</w:t>
      </w:r>
    </w:p>
    <w:p w:rsidR="00354DF7" w:rsidRDefault="00354DF7" w:rsidP="00354DF7">
      <w:pPr>
        <w:tabs>
          <w:tab w:val="left" w:pos="6195"/>
        </w:tabs>
      </w:pPr>
      <w:r>
        <w:t>401.1697</w:t>
      </w:r>
      <w:r>
        <w:tab/>
        <w:t>2.716e0</w:t>
      </w:r>
    </w:p>
    <w:p w:rsidR="00354DF7" w:rsidRDefault="00354DF7" w:rsidP="00354DF7">
      <w:pPr>
        <w:tabs>
          <w:tab w:val="left" w:pos="6195"/>
        </w:tabs>
      </w:pPr>
      <w:r>
        <w:t>401.1905</w:t>
      </w:r>
      <w:r>
        <w:tab/>
        <w:t>3.044e0</w:t>
      </w:r>
    </w:p>
    <w:p w:rsidR="00354DF7" w:rsidRDefault="00354DF7" w:rsidP="00354DF7">
      <w:pPr>
        <w:tabs>
          <w:tab w:val="left" w:pos="6195"/>
        </w:tabs>
      </w:pPr>
      <w:r>
        <w:lastRenderedPageBreak/>
        <w:t>401.2352</w:t>
      </w:r>
      <w:r>
        <w:tab/>
        <w:t>1.793e1</w:t>
      </w:r>
    </w:p>
    <w:p w:rsidR="00354DF7" w:rsidRDefault="00354DF7" w:rsidP="00354DF7">
      <w:pPr>
        <w:tabs>
          <w:tab w:val="left" w:pos="6195"/>
        </w:tabs>
      </w:pPr>
      <w:r>
        <w:t>401.2525</w:t>
      </w:r>
      <w:r>
        <w:tab/>
        <w:t>5.990e0</w:t>
      </w:r>
    </w:p>
    <w:p w:rsidR="00354DF7" w:rsidRDefault="00354DF7" w:rsidP="00354DF7">
      <w:pPr>
        <w:tabs>
          <w:tab w:val="left" w:pos="6195"/>
        </w:tabs>
      </w:pPr>
      <w:r>
        <w:t>401.2588</w:t>
      </w:r>
      <w:r>
        <w:tab/>
        <w:t>2.771e1</w:t>
      </w:r>
    </w:p>
    <w:p w:rsidR="00354DF7" w:rsidRDefault="00354DF7" w:rsidP="00354DF7">
      <w:pPr>
        <w:tabs>
          <w:tab w:val="left" w:pos="6195"/>
        </w:tabs>
      </w:pPr>
      <w:r>
        <w:t>401.2603</w:t>
      </w:r>
      <w:r>
        <w:tab/>
        <w:t>2.347e1</w:t>
      </w:r>
    </w:p>
    <w:p w:rsidR="00354DF7" w:rsidRDefault="00354DF7" w:rsidP="00354DF7">
      <w:pPr>
        <w:tabs>
          <w:tab w:val="left" w:pos="6195"/>
        </w:tabs>
      </w:pPr>
      <w:r>
        <w:t>401.2683</w:t>
      </w:r>
      <w:r>
        <w:tab/>
        <w:t>2.540e1</w:t>
      </w:r>
    </w:p>
    <w:p w:rsidR="00354DF7" w:rsidRDefault="00354DF7" w:rsidP="00354DF7">
      <w:pPr>
        <w:tabs>
          <w:tab w:val="left" w:pos="6195"/>
        </w:tabs>
      </w:pPr>
      <w:r>
        <w:t>401.2717</w:t>
      </w:r>
      <w:r>
        <w:tab/>
        <w:t>2.524e1</w:t>
      </w:r>
    </w:p>
    <w:p w:rsidR="00354DF7" w:rsidRDefault="00354DF7" w:rsidP="00354DF7">
      <w:pPr>
        <w:tabs>
          <w:tab w:val="left" w:pos="6195"/>
        </w:tabs>
      </w:pPr>
      <w:r>
        <w:t>401.2883</w:t>
      </w:r>
      <w:r>
        <w:tab/>
        <w:t>1.927e1</w:t>
      </w:r>
    </w:p>
    <w:p w:rsidR="00354DF7" w:rsidRDefault="00354DF7" w:rsidP="00354DF7">
      <w:pPr>
        <w:tabs>
          <w:tab w:val="left" w:pos="6195"/>
        </w:tabs>
      </w:pPr>
      <w:r>
        <w:t>401.3776</w:t>
      </w:r>
      <w:r>
        <w:tab/>
        <w:t>3.644e1</w:t>
      </w:r>
    </w:p>
    <w:p w:rsidR="00354DF7" w:rsidRDefault="00354DF7" w:rsidP="00354DF7">
      <w:pPr>
        <w:tabs>
          <w:tab w:val="left" w:pos="6195"/>
        </w:tabs>
      </w:pPr>
      <w:r>
        <w:t>401.3786</w:t>
      </w:r>
      <w:r>
        <w:tab/>
        <w:t>1.132e1</w:t>
      </w:r>
    </w:p>
    <w:p w:rsidR="00354DF7" w:rsidRDefault="00354DF7" w:rsidP="00354DF7">
      <w:pPr>
        <w:tabs>
          <w:tab w:val="left" w:pos="6195"/>
        </w:tabs>
      </w:pPr>
      <w:r>
        <w:t>401.3797</w:t>
      </w:r>
      <w:r>
        <w:tab/>
        <w:t>2.571e1</w:t>
      </w:r>
    </w:p>
    <w:p w:rsidR="00354DF7" w:rsidRDefault="00354DF7" w:rsidP="00354DF7">
      <w:pPr>
        <w:tabs>
          <w:tab w:val="left" w:pos="6195"/>
        </w:tabs>
      </w:pPr>
      <w:r>
        <w:t>401.3839</w:t>
      </w:r>
      <w:r>
        <w:tab/>
        <w:t>2.380e1</w:t>
      </w:r>
    </w:p>
    <w:p w:rsidR="00354DF7" w:rsidRDefault="00354DF7" w:rsidP="00354DF7">
      <w:pPr>
        <w:tabs>
          <w:tab w:val="left" w:pos="6195"/>
        </w:tabs>
      </w:pPr>
      <w:r>
        <w:t>401.3935</w:t>
      </w:r>
      <w:r>
        <w:tab/>
        <w:t>1.729e1</w:t>
      </w:r>
    </w:p>
    <w:p w:rsidR="00354DF7" w:rsidRDefault="00354DF7" w:rsidP="00354DF7">
      <w:pPr>
        <w:tabs>
          <w:tab w:val="left" w:pos="6195"/>
        </w:tabs>
      </w:pPr>
      <w:r>
        <w:t>401.4332</w:t>
      </w:r>
      <w:r>
        <w:tab/>
        <w:t>5.698e0</w:t>
      </w:r>
    </w:p>
    <w:p w:rsidR="00354DF7" w:rsidRDefault="00354DF7" w:rsidP="00354DF7">
      <w:pPr>
        <w:tabs>
          <w:tab w:val="left" w:pos="6195"/>
        </w:tabs>
      </w:pPr>
      <w:r>
        <w:t>401.4342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401.4531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401.4628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401.4692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401.4960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401.5069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401.5150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401.5421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401.5468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401.5533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401.5562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401.5631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401.5683</w:t>
      </w:r>
      <w:r>
        <w:tab/>
        <w:t>1.484e0</w:t>
      </w:r>
    </w:p>
    <w:p w:rsidR="00354DF7" w:rsidRDefault="00354DF7" w:rsidP="00354DF7">
      <w:pPr>
        <w:tabs>
          <w:tab w:val="left" w:pos="6195"/>
        </w:tabs>
      </w:pPr>
      <w:r>
        <w:t>401.6057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401.6098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401.6196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401.6219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401.6238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401.6279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401.6699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401.6730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401.6742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401.6793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401.7066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401.7196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401.7308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401.7465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401.7547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401.7650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401.7734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401.7797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401.7897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401.8053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401.8110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401.8374</w:t>
      </w:r>
      <w:r>
        <w:tab/>
        <w:t>3.210e0</w:t>
      </w:r>
    </w:p>
    <w:p w:rsidR="00354DF7" w:rsidRDefault="00354DF7" w:rsidP="00354DF7">
      <w:pPr>
        <w:tabs>
          <w:tab w:val="left" w:pos="6195"/>
        </w:tabs>
      </w:pPr>
      <w:r>
        <w:t>401.8443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401.8556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401.8903</w:t>
      </w:r>
      <w:r>
        <w:tab/>
        <w:t>5.570e0</w:t>
      </w:r>
    </w:p>
    <w:p w:rsidR="00354DF7" w:rsidRDefault="00354DF7" w:rsidP="00354DF7">
      <w:pPr>
        <w:tabs>
          <w:tab w:val="left" w:pos="6195"/>
        </w:tabs>
      </w:pPr>
      <w:r>
        <w:t>401.8941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401.8982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401.9107</w:t>
      </w:r>
      <w:r>
        <w:tab/>
        <w:t>4.556e0</w:t>
      </w:r>
    </w:p>
    <w:p w:rsidR="00354DF7" w:rsidRDefault="00354DF7" w:rsidP="00354DF7">
      <w:pPr>
        <w:tabs>
          <w:tab w:val="left" w:pos="6195"/>
        </w:tabs>
      </w:pPr>
      <w:r>
        <w:t>401.9214</w:t>
      </w:r>
      <w:r>
        <w:tab/>
        <w:t>3.892e0</w:t>
      </w:r>
    </w:p>
    <w:p w:rsidR="00354DF7" w:rsidRDefault="00354DF7" w:rsidP="00354DF7">
      <w:pPr>
        <w:tabs>
          <w:tab w:val="left" w:pos="6195"/>
        </w:tabs>
      </w:pPr>
      <w:r>
        <w:t>401.9227</w:t>
      </w:r>
      <w:r>
        <w:tab/>
        <w:t>6.239e0</w:t>
      </w:r>
    </w:p>
    <w:p w:rsidR="00354DF7" w:rsidRDefault="00354DF7" w:rsidP="00354DF7">
      <w:pPr>
        <w:tabs>
          <w:tab w:val="left" w:pos="6195"/>
        </w:tabs>
      </w:pPr>
      <w:r>
        <w:t>401.9422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lastRenderedPageBreak/>
        <w:t>401.9435</w:t>
      </w:r>
      <w:r>
        <w:tab/>
        <w:t>4.723e0</w:t>
      </w:r>
    </w:p>
    <w:p w:rsidR="00354DF7" w:rsidRDefault="00354DF7" w:rsidP="00354DF7">
      <w:pPr>
        <w:tabs>
          <w:tab w:val="left" w:pos="6195"/>
        </w:tabs>
      </w:pPr>
      <w:r>
        <w:t>401.9606</w:t>
      </w:r>
      <w:r>
        <w:tab/>
        <w:t>9.646e0</w:t>
      </w:r>
    </w:p>
    <w:p w:rsidR="00354DF7" w:rsidRDefault="00354DF7" w:rsidP="00354DF7">
      <w:pPr>
        <w:tabs>
          <w:tab w:val="left" w:pos="6195"/>
        </w:tabs>
      </w:pPr>
      <w:r>
        <w:t>401.9769</w:t>
      </w:r>
      <w:r>
        <w:tab/>
        <w:t>1.294e1</w:t>
      </w:r>
    </w:p>
    <w:p w:rsidR="00354DF7" w:rsidRDefault="00354DF7" w:rsidP="00354DF7">
      <w:pPr>
        <w:tabs>
          <w:tab w:val="left" w:pos="6195"/>
        </w:tabs>
      </w:pPr>
      <w:r>
        <w:t>401.9807</w:t>
      </w:r>
      <w:r>
        <w:tab/>
        <w:t>3.643e0</w:t>
      </w:r>
    </w:p>
    <w:p w:rsidR="00354DF7" w:rsidRDefault="00354DF7" w:rsidP="00354DF7">
      <w:pPr>
        <w:tabs>
          <w:tab w:val="left" w:pos="6195"/>
        </w:tabs>
      </w:pPr>
      <w:r>
        <w:t>401.9818</w:t>
      </w:r>
      <w:r>
        <w:tab/>
        <w:t>6.982e0</w:t>
      </w:r>
    </w:p>
    <w:p w:rsidR="00354DF7" w:rsidRDefault="00354DF7" w:rsidP="00354DF7">
      <w:pPr>
        <w:tabs>
          <w:tab w:val="left" w:pos="6195"/>
        </w:tabs>
      </w:pPr>
      <w:r>
        <w:t>402.0303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402.0340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402.0433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402.0508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402.0846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402.0865</w:t>
      </w:r>
      <w:r>
        <w:tab/>
        <w:t>4.887e0</w:t>
      </w:r>
    </w:p>
    <w:p w:rsidR="00354DF7" w:rsidRDefault="00354DF7" w:rsidP="00354DF7">
      <w:pPr>
        <w:tabs>
          <w:tab w:val="left" w:pos="6195"/>
        </w:tabs>
      </w:pPr>
      <w:r>
        <w:t>402.0894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402.1069</w:t>
      </w:r>
      <w:r>
        <w:tab/>
        <w:t>4.891e0</w:t>
      </w:r>
    </w:p>
    <w:p w:rsidR="00354DF7" w:rsidRDefault="00354DF7" w:rsidP="00354DF7">
      <w:pPr>
        <w:tabs>
          <w:tab w:val="left" w:pos="6195"/>
        </w:tabs>
      </w:pPr>
      <w:r>
        <w:t>402.1292</w:t>
      </w:r>
      <w:r>
        <w:tab/>
        <w:t>3.300e0</w:t>
      </w:r>
    </w:p>
    <w:p w:rsidR="00354DF7" w:rsidRDefault="00354DF7" w:rsidP="00354DF7">
      <w:pPr>
        <w:tabs>
          <w:tab w:val="left" w:pos="6195"/>
        </w:tabs>
      </w:pPr>
      <w:r>
        <w:t>402.1618</w:t>
      </w:r>
      <w:r>
        <w:tab/>
        <w:t>2.348e0</w:t>
      </w:r>
    </w:p>
    <w:p w:rsidR="00354DF7" w:rsidRDefault="00354DF7" w:rsidP="00354DF7">
      <w:pPr>
        <w:tabs>
          <w:tab w:val="left" w:pos="6195"/>
        </w:tabs>
      </w:pPr>
      <w:r>
        <w:t>402.1685</w:t>
      </w:r>
      <w:r>
        <w:tab/>
        <w:t>4.763e0</w:t>
      </w:r>
    </w:p>
    <w:p w:rsidR="00354DF7" w:rsidRDefault="00354DF7" w:rsidP="00354DF7">
      <w:pPr>
        <w:tabs>
          <w:tab w:val="left" w:pos="6195"/>
        </w:tabs>
      </w:pPr>
      <w:r>
        <w:t>402.1727</w:t>
      </w:r>
      <w:r>
        <w:tab/>
        <w:t>3.430e0</w:t>
      </w:r>
    </w:p>
    <w:p w:rsidR="00354DF7" w:rsidRDefault="00354DF7" w:rsidP="00354DF7">
      <w:pPr>
        <w:tabs>
          <w:tab w:val="left" w:pos="6195"/>
        </w:tabs>
      </w:pPr>
      <w:r>
        <w:t>402.1919</w:t>
      </w:r>
      <w:r>
        <w:tab/>
        <w:t>1.642e0</w:t>
      </w:r>
    </w:p>
    <w:p w:rsidR="00354DF7" w:rsidRDefault="00354DF7" w:rsidP="00354DF7">
      <w:pPr>
        <w:tabs>
          <w:tab w:val="left" w:pos="6195"/>
        </w:tabs>
      </w:pPr>
      <w:r>
        <w:t>402.2174</w:t>
      </w:r>
      <w:r>
        <w:tab/>
        <w:t>3.174e0</w:t>
      </w:r>
    </w:p>
    <w:p w:rsidR="00354DF7" w:rsidRDefault="00354DF7" w:rsidP="00354DF7">
      <w:pPr>
        <w:tabs>
          <w:tab w:val="left" w:pos="6195"/>
        </w:tabs>
      </w:pPr>
      <w:r>
        <w:lastRenderedPageBreak/>
        <w:t>402.2461</w:t>
      </w:r>
      <w:r>
        <w:tab/>
        <w:t>2.227e0</w:t>
      </w:r>
    </w:p>
    <w:p w:rsidR="00354DF7" w:rsidRDefault="00354DF7" w:rsidP="00354DF7">
      <w:pPr>
        <w:tabs>
          <w:tab w:val="left" w:pos="6195"/>
        </w:tabs>
      </w:pPr>
      <w:r>
        <w:t>402.2472</w:t>
      </w:r>
      <w:r>
        <w:tab/>
        <w:t>1.165e1</w:t>
      </w:r>
    </w:p>
    <w:p w:rsidR="00354DF7" w:rsidRDefault="00354DF7" w:rsidP="00354DF7">
      <w:pPr>
        <w:tabs>
          <w:tab w:val="left" w:pos="6195"/>
        </w:tabs>
      </w:pPr>
      <w:r>
        <w:t>402.2498</w:t>
      </w:r>
      <w:r>
        <w:tab/>
        <w:t>3.844e0</w:t>
      </w:r>
    </w:p>
    <w:p w:rsidR="00354DF7" w:rsidRDefault="00354DF7" w:rsidP="00354DF7">
      <w:pPr>
        <w:tabs>
          <w:tab w:val="left" w:pos="6195"/>
        </w:tabs>
      </w:pPr>
      <w:r>
        <w:t>402.2558</w:t>
      </w:r>
      <w:r>
        <w:tab/>
        <w:t>1.797e0</w:t>
      </w:r>
    </w:p>
    <w:p w:rsidR="00354DF7" w:rsidRDefault="00354DF7" w:rsidP="00354DF7">
      <w:pPr>
        <w:tabs>
          <w:tab w:val="left" w:pos="6195"/>
        </w:tabs>
      </w:pPr>
      <w:r>
        <w:t>402.2607</w:t>
      </w:r>
      <w:r>
        <w:tab/>
        <w:t>1.329e0</w:t>
      </w:r>
    </w:p>
    <w:p w:rsidR="00354DF7" w:rsidRDefault="00354DF7" w:rsidP="00354DF7">
      <w:pPr>
        <w:tabs>
          <w:tab w:val="left" w:pos="6195"/>
        </w:tabs>
      </w:pPr>
      <w:r>
        <w:t>402.2640</w:t>
      </w:r>
      <w:r>
        <w:tab/>
        <w:t>9.336e0</w:t>
      </w:r>
    </w:p>
    <w:p w:rsidR="00354DF7" w:rsidRDefault="00354DF7" w:rsidP="00354DF7">
      <w:pPr>
        <w:tabs>
          <w:tab w:val="left" w:pos="6195"/>
        </w:tabs>
      </w:pPr>
      <w:r>
        <w:t>402.3037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402.3057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402.3143</w:t>
      </w:r>
      <w:r>
        <w:tab/>
        <w:t>1.680e0</w:t>
      </w:r>
    </w:p>
    <w:p w:rsidR="00354DF7" w:rsidRDefault="00354DF7" w:rsidP="00354DF7">
      <w:pPr>
        <w:tabs>
          <w:tab w:val="left" w:pos="6195"/>
        </w:tabs>
      </w:pPr>
      <w:r>
        <w:t>402.3154</w:t>
      </w:r>
      <w:r>
        <w:tab/>
        <w:t>1.761e0</w:t>
      </w:r>
    </w:p>
    <w:p w:rsidR="00354DF7" w:rsidRDefault="00354DF7" w:rsidP="00354DF7">
      <w:pPr>
        <w:tabs>
          <w:tab w:val="left" w:pos="6195"/>
        </w:tabs>
      </w:pPr>
      <w:r>
        <w:t>402.3311</w:t>
      </w:r>
      <w:r>
        <w:tab/>
        <w:t>5.057e0</w:t>
      </w:r>
    </w:p>
    <w:p w:rsidR="00354DF7" w:rsidRDefault="00354DF7" w:rsidP="00354DF7">
      <w:pPr>
        <w:tabs>
          <w:tab w:val="left" w:pos="6195"/>
        </w:tabs>
      </w:pPr>
      <w:r>
        <w:t>402.3536</w:t>
      </w:r>
      <w:r>
        <w:tab/>
        <w:t>5.099e0</w:t>
      </w:r>
    </w:p>
    <w:p w:rsidR="00354DF7" w:rsidRDefault="00354DF7" w:rsidP="00354DF7">
      <w:pPr>
        <w:tabs>
          <w:tab w:val="left" w:pos="6195"/>
        </w:tabs>
      </w:pPr>
      <w:r>
        <w:t>402.3557</w:t>
      </w:r>
      <w:r>
        <w:tab/>
        <w:t>9.711e0</w:t>
      </w:r>
    </w:p>
    <w:p w:rsidR="00354DF7" w:rsidRDefault="00354DF7" w:rsidP="00354DF7">
      <w:pPr>
        <w:tabs>
          <w:tab w:val="left" w:pos="6195"/>
        </w:tabs>
      </w:pPr>
      <w:r>
        <w:t>402.3661</w:t>
      </w:r>
      <w:r>
        <w:tab/>
        <w:t>1.361e0</w:t>
      </w:r>
    </w:p>
    <w:p w:rsidR="00354DF7" w:rsidRDefault="00354DF7" w:rsidP="00354DF7">
      <w:pPr>
        <w:tabs>
          <w:tab w:val="left" w:pos="6195"/>
        </w:tabs>
      </w:pPr>
      <w:r>
        <w:t>402.3783</w:t>
      </w:r>
      <w:r>
        <w:tab/>
        <w:t>3.924e0</w:t>
      </w:r>
    </w:p>
    <w:p w:rsidR="00354DF7" w:rsidRDefault="00354DF7" w:rsidP="00354DF7">
      <w:pPr>
        <w:tabs>
          <w:tab w:val="left" w:pos="6195"/>
        </w:tabs>
      </w:pPr>
      <w:r>
        <w:t>402.3844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402.3885</w:t>
      </w:r>
      <w:r>
        <w:tab/>
        <w:t>4.390e0</w:t>
      </w:r>
    </w:p>
    <w:p w:rsidR="00354DF7" w:rsidRDefault="00354DF7" w:rsidP="00354DF7">
      <w:pPr>
        <w:tabs>
          <w:tab w:val="left" w:pos="6195"/>
        </w:tabs>
      </w:pPr>
      <w:r>
        <w:t>402.4235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402.4308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402.4427</w:t>
      </w:r>
      <w:r>
        <w:tab/>
        <w:t>2.370e0</w:t>
      </w:r>
    </w:p>
    <w:p w:rsidR="00354DF7" w:rsidRDefault="00354DF7" w:rsidP="00354DF7">
      <w:pPr>
        <w:tabs>
          <w:tab w:val="left" w:pos="6195"/>
        </w:tabs>
      </w:pPr>
      <w:r>
        <w:t>402.4548</w:t>
      </w:r>
      <w:r>
        <w:tab/>
        <w:t>3.211e0</w:t>
      </w:r>
    </w:p>
    <w:p w:rsidR="00354DF7" w:rsidRDefault="00354DF7" w:rsidP="00354DF7">
      <w:pPr>
        <w:tabs>
          <w:tab w:val="left" w:pos="6195"/>
        </w:tabs>
      </w:pPr>
      <w:r>
        <w:t>402.4691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402.4768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402.4910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402.5044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402.5452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402.5471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402.5616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402.5692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402.5824</w:t>
      </w:r>
      <w:r>
        <w:tab/>
        <w:t>3.887e0</w:t>
      </w:r>
    </w:p>
    <w:p w:rsidR="00354DF7" w:rsidRDefault="00354DF7" w:rsidP="00354DF7">
      <w:pPr>
        <w:tabs>
          <w:tab w:val="left" w:pos="6195"/>
        </w:tabs>
      </w:pPr>
      <w:r>
        <w:t>402.5890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402.5996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402.6070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402.6344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402.6368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402.6401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402.6654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402.6990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402.7074</w:t>
      </w:r>
      <w:r>
        <w:tab/>
        <w:t>1.844e0</w:t>
      </w:r>
    </w:p>
    <w:p w:rsidR="00354DF7" w:rsidRDefault="00354DF7" w:rsidP="00354DF7">
      <w:pPr>
        <w:tabs>
          <w:tab w:val="left" w:pos="6195"/>
        </w:tabs>
      </w:pPr>
      <w:r>
        <w:t>402.7115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402.7207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402.7648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402.7702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402.7867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402.8250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402.8285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402.8396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402.8900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402.9149</w:t>
      </w:r>
      <w:r>
        <w:tab/>
        <w:t>3.425e0</w:t>
      </w:r>
    </w:p>
    <w:p w:rsidR="00354DF7" w:rsidRDefault="00354DF7" w:rsidP="00354DF7">
      <w:pPr>
        <w:tabs>
          <w:tab w:val="left" w:pos="6195"/>
        </w:tabs>
      </w:pPr>
      <w:r>
        <w:t>402.9454</w:t>
      </w:r>
      <w:r>
        <w:tab/>
        <w:t>2.491e0</w:t>
      </w:r>
    </w:p>
    <w:p w:rsidR="00354DF7" w:rsidRDefault="00354DF7" w:rsidP="00354DF7">
      <w:pPr>
        <w:tabs>
          <w:tab w:val="left" w:pos="6195"/>
        </w:tabs>
      </w:pPr>
      <w:r>
        <w:t>402.9489</w:t>
      </w:r>
      <w:r>
        <w:tab/>
        <w:t>6.533e0</w:t>
      </w:r>
    </w:p>
    <w:p w:rsidR="00354DF7" w:rsidRDefault="00354DF7" w:rsidP="00354DF7">
      <w:pPr>
        <w:tabs>
          <w:tab w:val="left" w:pos="6195"/>
        </w:tabs>
      </w:pPr>
      <w:r>
        <w:t>402.9540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402.9601</w:t>
      </w:r>
      <w:r>
        <w:tab/>
        <w:t>3.236e0</w:t>
      </w:r>
    </w:p>
    <w:p w:rsidR="00354DF7" w:rsidRDefault="00354DF7" w:rsidP="00354DF7">
      <w:pPr>
        <w:tabs>
          <w:tab w:val="left" w:pos="6195"/>
        </w:tabs>
      </w:pPr>
      <w:r>
        <w:t>402.9712</w:t>
      </w:r>
      <w:r>
        <w:tab/>
        <w:t>2.698e0</w:t>
      </w:r>
    </w:p>
    <w:p w:rsidR="00354DF7" w:rsidRDefault="00354DF7" w:rsidP="00354DF7">
      <w:pPr>
        <w:tabs>
          <w:tab w:val="left" w:pos="6195"/>
        </w:tabs>
      </w:pPr>
      <w:r>
        <w:t>402.9940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403.0224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403.0251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403.0424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403.0457</w:t>
      </w:r>
      <w:r>
        <w:tab/>
        <w:t>2.591e0</w:t>
      </w:r>
    </w:p>
    <w:p w:rsidR="00354DF7" w:rsidRDefault="00354DF7" w:rsidP="00354DF7">
      <w:pPr>
        <w:tabs>
          <w:tab w:val="left" w:pos="6195"/>
        </w:tabs>
      </w:pPr>
      <w:r>
        <w:t>403.0674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403.0735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403.0806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403.1383</w:t>
      </w:r>
      <w:r>
        <w:tab/>
        <w:t>1.719e1</w:t>
      </w:r>
    </w:p>
    <w:p w:rsidR="00354DF7" w:rsidRDefault="00354DF7" w:rsidP="00354DF7">
      <w:pPr>
        <w:tabs>
          <w:tab w:val="left" w:pos="6195"/>
        </w:tabs>
      </w:pPr>
      <w:r>
        <w:t>403.1423</w:t>
      </w:r>
      <w:r>
        <w:tab/>
        <w:t>1.178e2</w:t>
      </w:r>
    </w:p>
    <w:p w:rsidR="00354DF7" w:rsidRDefault="00354DF7" w:rsidP="00354DF7">
      <w:pPr>
        <w:tabs>
          <w:tab w:val="left" w:pos="6195"/>
        </w:tabs>
      </w:pPr>
      <w:r>
        <w:t>403.1438</w:t>
      </w:r>
      <w:r>
        <w:tab/>
        <w:t>1.719e1</w:t>
      </w:r>
    </w:p>
    <w:p w:rsidR="00354DF7" w:rsidRDefault="00354DF7" w:rsidP="00354DF7">
      <w:pPr>
        <w:tabs>
          <w:tab w:val="left" w:pos="6195"/>
        </w:tabs>
      </w:pPr>
      <w:r>
        <w:t>403.1498</w:t>
      </w:r>
      <w:r>
        <w:tab/>
        <w:t>1.330e2</w:t>
      </w:r>
    </w:p>
    <w:p w:rsidR="00354DF7" w:rsidRDefault="00354DF7" w:rsidP="00354DF7">
      <w:pPr>
        <w:tabs>
          <w:tab w:val="left" w:pos="6195"/>
        </w:tabs>
      </w:pPr>
      <w:r>
        <w:t>403.1518</w:t>
      </w:r>
      <w:r>
        <w:tab/>
        <w:t>2.918e1</w:t>
      </w:r>
    </w:p>
    <w:p w:rsidR="00354DF7" w:rsidRDefault="00354DF7" w:rsidP="00354DF7">
      <w:pPr>
        <w:tabs>
          <w:tab w:val="left" w:pos="6195"/>
        </w:tabs>
      </w:pPr>
      <w:r>
        <w:t>403.1789</w:t>
      </w:r>
      <w:r>
        <w:tab/>
        <w:t>5.997e0</w:t>
      </w:r>
    </w:p>
    <w:p w:rsidR="00354DF7" w:rsidRDefault="00354DF7" w:rsidP="00354DF7">
      <w:pPr>
        <w:tabs>
          <w:tab w:val="left" w:pos="6195"/>
        </w:tabs>
      </w:pPr>
      <w:r>
        <w:t>403.2282</w:t>
      </w:r>
      <w:r>
        <w:tab/>
        <w:t>3.544e0</w:t>
      </w:r>
    </w:p>
    <w:p w:rsidR="00354DF7" w:rsidRDefault="00354DF7" w:rsidP="00354DF7">
      <w:pPr>
        <w:tabs>
          <w:tab w:val="left" w:pos="6195"/>
        </w:tabs>
      </w:pPr>
      <w:r>
        <w:t>403.2300</w:t>
      </w:r>
      <w:r>
        <w:tab/>
        <w:t>5.299e0</w:t>
      </w:r>
    </w:p>
    <w:p w:rsidR="00354DF7" w:rsidRDefault="00354DF7" w:rsidP="00354DF7">
      <w:pPr>
        <w:tabs>
          <w:tab w:val="left" w:pos="6195"/>
        </w:tabs>
      </w:pPr>
      <w:r>
        <w:t>403.2316</w:t>
      </w:r>
      <w:r>
        <w:tab/>
        <w:t>2.125e1</w:t>
      </w:r>
    </w:p>
    <w:p w:rsidR="00354DF7" w:rsidRDefault="00354DF7" w:rsidP="00354DF7">
      <w:pPr>
        <w:tabs>
          <w:tab w:val="left" w:pos="6195"/>
        </w:tabs>
      </w:pPr>
      <w:r>
        <w:t>403.2400</w:t>
      </w:r>
      <w:r>
        <w:tab/>
        <w:t>1.312e1</w:t>
      </w:r>
    </w:p>
    <w:p w:rsidR="00354DF7" w:rsidRDefault="00354DF7" w:rsidP="00354DF7">
      <w:pPr>
        <w:tabs>
          <w:tab w:val="left" w:pos="6195"/>
        </w:tabs>
      </w:pPr>
      <w:r>
        <w:t>403.2457</w:t>
      </w:r>
      <w:r>
        <w:tab/>
        <w:t>9.754e0</w:t>
      </w:r>
    </w:p>
    <w:p w:rsidR="00354DF7" w:rsidRDefault="00354DF7" w:rsidP="00354DF7">
      <w:pPr>
        <w:tabs>
          <w:tab w:val="left" w:pos="6195"/>
        </w:tabs>
      </w:pPr>
      <w:r>
        <w:t>403.2498</w:t>
      </w:r>
      <w:r>
        <w:tab/>
        <w:t>1.276e0</w:t>
      </w:r>
    </w:p>
    <w:p w:rsidR="00354DF7" w:rsidRDefault="00354DF7" w:rsidP="00354DF7">
      <w:pPr>
        <w:tabs>
          <w:tab w:val="left" w:pos="6195"/>
        </w:tabs>
      </w:pPr>
      <w:r>
        <w:t>403.2701</w:t>
      </w:r>
      <w:r>
        <w:tab/>
        <w:t>4.250e0</w:t>
      </w:r>
    </w:p>
    <w:p w:rsidR="00354DF7" w:rsidRDefault="00354DF7" w:rsidP="00354DF7">
      <w:pPr>
        <w:tabs>
          <w:tab w:val="left" w:pos="6195"/>
        </w:tabs>
      </w:pPr>
      <w:r>
        <w:t>403.3040</w:t>
      </w:r>
      <w:r>
        <w:tab/>
        <w:t>1.978e0</w:t>
      </w:r>
    </w:p>
    <w:p w:rsidR="00354DF7" w:rsidRDefault="00354DF7" w:rsidP="00354DF7">
      <w:pPr>
        <w:tabs>
          <w:tab w:val="left" w:pos="6195"/>
        </w:tabs>
      </w:pPr>
      <w:r>
        <w:lastRenderedPageBreak/>
        <w:t>403.3074</w:t>
      </w:r>
      <w:r>
        <w:tab/>
        <w:t>8.879e0</w:t>
      </w:r>
    </w:p>
    <w:p w:rsidR="00354DF7" w:rsidRDefault="00354DF7" w:rsidP="00354DF7">
      <w:pPr>
        <w:tabs>
          <w:tab w:val="left" w:pos="6195"/>
        </w:tabs>
      </w:pPr>
      <w:r>
        <w:t>403.3131</w:t>
      </w:r>
      <w:r>
        <w:tab/>
        <w:t>4.897e0</w:t>
      </w:r>
    </w:p>
    <w:p w:rsidR="00354DF7" w:rsidRDefault="00354DF7" w:rsidP="00354DF7">
      <w:pPr>
        <w:tabs>
          <w:tab w:val="left" w:pos="6195"/>
        </w:tabs>
      </w:pPr>
      <w:r>
        <w:t>403.3532</w:t>
      </w:r>
      <w:r>
        <w:tab/>
        <w:t>4.905e0</w:t>
      </w:r>
    </w:p>
    <w:p w:rsidR="00354DF7" w:rsidRDefault="00354DF7" w:rsidP="00354DF7">
      <w:pPr>
        <w:tabs>
          <w:tab w:val="left" w:pos="6195"/>
        </w:tabs>
      </w:pPr>
      <w:r>
        <w:t>403.3727</w:t>
      </w:r>
      <w:r>
        <w:tab/>
        <w:t>2.447e0</w:t>
      </w:r>
    </w:p>
    <w:p w:rsidR="00354DF7" w:rsidRDefault="00354DF7" w:rsidP="00354DF7">
      <w:pPr>
        <w:tabs>
          <w:tab w:val="left" w:pos="6195"/>
        </w:tabs>
      </w:pPr>
      <w:r>
        <w:t>403.3742</w:t>
      </w:r>
      <w:r>
        <w:tab/>
        <w:t>1.911e0</w:t>
      </w:r>
    </w:p>
    <w:p w:rsidR="00354DF7" w:rsidRDefault="00354DF7" w:rsidP="00354DF7">
      <w:pPr>
        <w:tabs>
          <w:tab w:val="left" w:pos="6195"/>
        </w:tabs>
      </w:pPr>
      <w:r>
        <w:t>403.3819</w:t>
      </w:r>
      <w:r>
        <w:tab/>
        <w:t>5.284e0</w:t>
      </w:r>
    </w:p>
    <w:p w:rsidR="00354DF7" w:rsidRDefault="00354DF7" w:rsidP="00354DF7">
      <w:pPr>
        <w:tabs>
          <w:tab w:val="left" w:pos="6195"/>
        </w:tabs>
      </w:pPr>
      <w:r>
        <w:t>403.3938</w:t>
      </w:r>
      <w:r>
        <w:tab/>
        <w:t>1.543e0</w:t>
      </w:r>
    </w:p>
    <w:p w:rsidR="00354DF7" w:rsidRDefault="00354DF7" w:rsidP="00354DF7">
      <w:pPr>
        <w:tabs>
          <w:tab w:val="left" w:pos="6195"/>
        </w:tabs>
      </w:pPr>
      <w:r>
        <w:t>403.4306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403.4345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403.4440</w:t>
      </w:r>
      <w:r>
        <w:tab/>
        <w:t>3.686e0</w:t>
      </w:r>
    </w:p>
    <w:p w:rsidR="00354DF7" w:rsidRDefault="00354DF7" w:rsidP="00354DF7">
      <w:pPr>
        <w:tabs>
          <w:tab w:val="left" w:pos="6195"/>
        </w:tabs>
      </w:pPr>
      <w:r>
        <w:t>403.4520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403.4860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403.4960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403.5124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403.5179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403.5212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403.5325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403.5751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403.5797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403.5926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403.5959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403.6130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403.6195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403.6352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403.6391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403.6773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403.6944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403.7077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403.7200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403.7287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403.7475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403.7509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403.7651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403.7759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403.8008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403.8156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403.8390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403.8560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403.8582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403.8718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403.9017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403.9111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403.9159</w:t>
      </w:r>
      <w:r>
        <w:tab/>
        <w:t>1.946e0</w:t>
      </w:r>
    </w:p>
    <w:p w:rsidR="00354DF7" w:rsidRDefault="00354DF7" w:rsidP="00354DF7">
      <w:pPr>
        <w:tabs>
          <w:tab w:val="left" w:pos="6195"/>
        </w:tabs>
      </w:pPr>
      <w:r>
        <w:t>403.9371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403.9448</w:t>
      </w:r>
      <w:r>
        <w:tab/>
        <w:t>4.989e0</w:t>
      </w:r>
    </w:p>
    <w:p w:rsidR="00354DF7" w:rsidRDefault="00354DF7" w:rsidP="00354DF7">
      <w:pPr>
        <w:tabs>
          <w:tab w:val="left" w:pos="6195"/>
        </w:tabs>
      </w:pPr>
      <w:r>
        <w:t>403.9547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403.9896</w:t>
      </w:r>
      <w:r>
        <w:tab/>
        <w:t>3.840e0</w:t>
      </w:r>
    </w:p>
    <w:p w:rsidR="00354DF7" w:rsidRDefault="00354DF7" w:rsidP="00354DF7">
      <w:pPr>
        <w:tabs>
          <w:tab w:val="left" w:pos="6195"/>
        </w:tabs>
      </w:pPr>
      <w:r>
        <w:t>403.9937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404.0130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404.0421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404.0485</w:t>
      </w:r>
      <w:r>
        <w:tab/>
        <w:t>6.230e0</w:t>
      </w:r>
    </w:p>
    <w:p w:rsidR="00354DF7" w:rsidRDefault="00354DF7" w:rsidP="00354DF7">
      <w:pPr>
        <w:tabs>
          <w:tab w:val="left" w:pos="6195"/>
        </w:tabs>
      </w:pPr>
      <w:r>
        <w:t>404.0506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404.0577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404.0815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404.0847</w:t>
      </w:r>
      <w:r>
        <w:tab/>
        <w:t>4.576e0</w:t>
      </w:r>
    </w:p>
    <w:p w:rsidR="00354DF7" w:rsidRDefault="00354DF7" w:rsidP="00354DF7">
      <w:pPr>
        <w:tabs>
          <w:tab w:val="left" w:pos="6195"/>
        </w:tabs>
      </w:pPr>
      <w:r>
        <w:t>404.0977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404.1141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404.1424</w:t>
      </w:r>
      <w:r>
        <w:tab/>
        <w:t>9.004e0</w:t>
      </w:r>
    </w:p>
    <w:p w:rsidR="00354DF7" w:rsidRDefault="00354DF7" w:rsidP="00354DF7">
      <w:pPr>
        <w:tabs>
          <w:tab w:val="left" w:pos="6195"/>
        </w:tabs>
      </w:pPr>
      <w:r>
        <w:t>404.1461</w:t>
      </w:r>
      <w:r>
        <w:tab/>
        <w:t>6.270e0</w:t>
      </w:r>
    </w:p>
    <w:p w:rsidR="00354DF7" w:rsidRDefault="00354DF7" w:rsidP="00354DF7">
      <w:pPr>
        <w:tabs>
          <w:tab w:val="left" w:pos="6195"/>
        </w:tabs>
      </w:pPr>
      <w:r>
        <w:t>404.1493</w:t>
      </w:r>
      <w:r>
        <w:tab/>
        <w:t>2.139e1</w:t>
      </w:r>
    </w:p>
    <w:p w:rsidR="00354DF7" w:rsidRDefault="00354DF7" w:rsidP="00354DF7">
      <w:pPr>
        <w:tabs>
          <w:tab w:val="left" w:pos="6195"/>
        </w:tabs>
      </w:pPr>
      <w:r>
        <w:t>404.1539</w:t>
      </w:r>
      <w:r>
        <w:tab/>
        <w:t>3.927e1</w:t>
      </w:r>
    </w:p>
    <w:p w:rsidR="00354DF7" w:rsidRDefault="00354DF7" w:rsidP="00354DF7">
      <w:pPr>
        <w:tabs>
          <w:tab w:val="left" w:pos="6195"/>
        </w:tabs>
      </w:pPr>
      <w:r>
        <w:t>404.1620</w:t>
      </w:r>
      <w:r>
        <w:tab/>
        <w:t>5.114e0</w:t>
      </w:r>
    </w:p>
    <w:p w:rsidR="00354DF7" w:rsidRDefault="00354DF7" w:rsidP="00354DF7">
      <w:pPr>
        <w:tabs>
          <w:tab w:val="left" w:pos="6195"/>
        </w:tabs>
      </w:pPr>
      <w:r>
        <w:t>404.2133</w:t>
      </w:r>
      <w:r>
        <w:tab/>
        <w:t>4.995e0</w:t>
      </w:r>
    </w:p>
    <w:p w:rsidR="00354DF7" w:rsidRDefault="00354DF7" w:rsidP="00354DF7">
      <w:pPr>
        <w:tabs>
          <w:tab w:val="left" w:pos="6195"/>
        </w:tabs>
      </w:pPr>
      <w:r>
        <w:t>404.2261</w:t>
      </w:r>
      <w:r>
        <w:tab/>
        <w:t>1.737e0</w:t>
      </w:r>
    </w:p>
    <w:p w:rsidR="00354DF7" w:rsidRDefault="00354DF7" w:rsidP="00354DF7">
      <w:pPr>
        <w:tabs>
          <w:tab w:val="left" w:pos="6195"/>
        </w:tabs>
      </w:pPr>
      <w:r>
        <w:t>404.2437</w:t>
      </w:r>
      <w:r>
        <w:tab/>
        <w:t>4.357e0</w:t>
      </w:r>
    </w:p>
    <w:p w:rsidR="00354DF7" w:rsidRDefault="00354DF7" w:rsidP="00354DF7">
      <w:pPr>
        <w:tabs>
          <w:tab w:val="left" w:pos="6195"/>
        </w:tabs>
      </w:pPr>
      <w:r>
        <w:t>404.2494</w:t>
      </w:r>
      <w:r>
        <w:tab/>
        <w:t>1.679e0</w:t>
      </w:r>
    </w:p>
    <w:p w:rsidR="00354DF7" w:rsidRDefault="00354DF7" w:rsidP="00354DF7">
      <w:pPr>
        <w:tabs>
          <w:tab w:val="left" w:pos="6195"/>
        </w:tabs>
      </w:pPr>
      <w:r>
        <w:t>404.2543</w:t>
      </w:r>
      <w:r>
        <w:tab/>
        <w:t>3.042e0</w:t>
      </w:r>
    </w:p>
    <w:p w:rsidR="00354DF7" w:rsidRDefault="00354DF7" w:rsidP="00354DF7">
      <w:pPr>
        <w:tabs>
          <w:tab w:val="left" w:pos="6195"/>
        </w:tabs>
      </w:pPr>
      <w:r>
        <w:t>404.2701</w:t>
      </w:r>
      <w:r>
        <w:tab/>
        <w:t>1.973e0</w:t>
      </w:r>
    </w:p>
    <w:p w:rsidR="00354DF7" w:rsidRDefault="00354DF7" w:rsidP="00354DF7">
      <w:pPr>
        <w:tabs>
          <w:tab w:val="left" w:pos="6195"/>
        </w:tabs>
      </w:pPr>
      <w:r>
        <w:t>404.2826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404.2869</w:t>
      </w:r>
      <w:r>
        <w:tab/>
        <w:t>1.868e0</w:t>
      </w:r>
    </w:p>
    <w:p w:rsidR="00354DF7" w:rsidRDefault="00354DF7" w:rsidP="00354DF7">
      <w:pPr>
        <w:tabs>
          <w:tab w:val="left" w:pos="6195"/>
        </w:tabs>
      </w:pPr>
      <w:r>
        <w:t>404.3012</w:t>
      </w:r>
      <w:r>
        <w:tab/>
        <w:t>5.390e0</w:t>
      </w:r>
    </w:p>
    <w:p w:rsidR="00354DF7" w:rsidRDefault="00354DF7" w:rsidP="00354DF7">
      <w:pPr>
        <w:tabs>
          <w:tab w:val="left" w:pos="6195"/>
        </w:tabs>
      </w:pPr>
      <w:r>
        <w:t>404.3073</w:t>
      </w:r>
      <w:r>
        <w:tab/>
        <w:t>4.804e0</w:t>
      </w:r>
    </w:p>
    <w:p w:rsidR="00354DF7" w:rsidRDefault="00354DF7" w:rsidP="00354DF7">
      <w:pPr>
        <w:tabs>
          <w:tab w:val="left" w:pos="6195"/>
        </w:tabs>
      </w:pPr>
      <w:r>
        <w:t>404.3605</w:t>
      </w:r>
      <w:r>
        <w:tab/>
        <w:t>1.922e0</w:t>
      </w:r>
    </w:p>
    <w:p w:rsidR="00354DF7" w:rsidRDefault="00354DF7" w:rsidP="00354DF7">
      <w:pPr>
        <w:tabs>
          <w:tab w:val="left" w:pos="6195"/>
        </w:tabs>
      </w:pPr>
      <w:r>
        <w:t>404.3685</w:t>
      </w:r>
      <w:r>
        <w:tab/>
        <w:t>2.887e0</w:t>
      </w:r>
    </w:p>
    <w:p w:rsidR="00354DF7" w:rsidRDefault="00354DF7" w:rsidP="00354DF7">
      <w:pPr>
        <w:tabs>
          <w:tab w:val="left" w:pos="6195"/>
        </w:tabs>
      </w:pPr>
      <w:r>
        <w:t>404.4118</w:t>
      </w:r>
      <w:r>
        <w:tab/>
        <w:t>3.800e0</w:t>
      </w:r>
    </w:p>
    <w:p w:rsidR="00354DF7" w:rsidRDefault="00354DF7" w:rsidP="00354DF7">
      <w:pPr>
        <w:tabs>
          <w:tab w:val="left" w:pos="6195"/>
        </w:tabs>
      </w:pPr>
      <w:r>
        <w:t>404.4310</w:t>
      </w:r>
      <w:r>
        <w:tab/>
        <w:t>1.668e0</w:t>
      </w:r>
    </w:p>
    <w:p w:rsidR="00354DF7" w:rsidRDefault="00354DF7" w:rsidP="00354DF7">
      <w:pPr>
        <w:tabs>
          <w:tab w:val="left" w:pos="6195"/>
        </w:tabs>
      </w:pPr>
      <w:r>
        <w:lastRenderedPageBreak/>
        <w:t>404.4529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404.4717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404.4761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404.4848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404.4879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404.5146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404.5495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404.5524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404.5732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404.5865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404.5988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404.6017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404.6043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404.6275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404.6357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404.6806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404.6954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404.6973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404.7130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404.7295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404.7540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404.7810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404.7895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404.7968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404.7980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404.8049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404.8238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404.8367</w:t>
      </w:r>
      <w:r>
        <w:tab/>
        <w:t>1.169e0</w:t>
      </w:r>
    </w:p>
    <w:p w:rsidR="00354DF7" w:rsidRDefault="00354DF7" w:rsidP="00354DF7">
      <w:pPr>
        <w:tabs>
          <w:tab w:val="left" w:pos="6195"/>
        </w:tabs>
      </w:pPr>
      <w:r>
        <w:t>404.8539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404.8613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404.8644</w:t>
      </w:r>
      <w:r>
        <w:tab/>
        <w:t>1.987e0</w:t>
      </w:r>
    </w:p>
    <w:p w:rsidR="00354DF7" w:rsidRDefault="00354DF7" w:rsidP="00354DF7">
      <w:pPr>
        <w:tabs>
          <w:tab w:val="left" w:pos="6195"/>
        </w:tabs>
      </w:pPr>
      <w:r>
        <w:t>404.8942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404.9003</w:t>
      </w:r>
      <w:r>
        <w:tab/>
        <w:t>2.199e0</w:t>
      </w:r>
    </w:p>
    <w:p w:rsidR="00354DF7" w:rsidRDefault="00354DF7" w:rsidP="00354DF7">
      <w:pPr>
        <w:tabs>
          <w:tab w:val="left" w:pos="6195"/>
        </w:tabs>
      </w:pPr>
      <w:r>
        <w:t>404.9046</w:t>
      </w:r>
      <w:r>
        <w:tab/>
        <w:t>3.156e0</w:t>
      </w:r>
    </w:p>
    <w:p w:rsidR="00354DF7" w:rsidRDefault="00354DF7" w:rsidP="00354DF7">
      <w:pPr>
        <w:tabs>
          <w:tab w:val="left" w:pos="6195"/>
        </w:tabs>
      </w:pPr>
      <w:r>
        <w:t>404.9543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404.9572</w:t>
      </w:r>
      <w:r>
        <w:tab/>
        <w:t>1.384e0</w:t>
      </w:r>
    </w:p>
    <w:p w:rsidR="00354DF7" w:rsidRDefault="00354DF7" w:rsidP="00354DF7">
      <w:pPr>
        <w:tabs>
          <w:tab w:val="left" w:pos="6195"/>
        </w:tabs>
      </w:pPr>
      <w:r>
        <w:t>404.9785</w:t>
      </w:r>
      <w:r>
        <w:tab/>
        <w:t>2.375e0</w:t>
      </w:r>
    </w:p>
    <w:p w:rsidR="00354DF7" w:rsidRDefault="00354DF7" w:rsidP="00354DF7">
      <w:pPr>
        <w:tabs>
          <w:tab w:val="left" w:pos="6195"/>
        </w:tabs>
      </w:pPr>
      <w:r>
        <w:t>404.9878</w:t>
      </w:r>
      <w:r>
        <w:tab/>
        <w:t>3.723e0</w:t>
      </w:r>
    </w:p>
    <w:p w:rsidR="00354DF7" w:rsidRDefault="00354DF7" w:rsidP="00354DF7">
      <w:pPr>
        <w:tabs>
          <w:tab w:val="left" w:pos="6195"/>
        </w:tabs>
      </w:pPr>
      <w:r>
        <w:lastRenderedPageBreak/>
        <w:t>405.0210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405.0236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405.0286</w:t>
      </w:r>
      <w:r>
        <w:tab/>
        <w:t>3.872e0</w:t>
      </w:r>
    </w:p>
    <w:p w:rsidR="00354DF7" w:rsidRDefault="00354DF7" w:rsidP="00354DF7">
      <w:pPr>
        <w:tabs>
          <w:tab w:val="left" w:pos="6195"/>
        </w:tabs>
      </w:pPr>
      <w:r>
        <w:t>405.0323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405.0727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405.0981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405.1003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405.1037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405.1114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405.1525</w:t>
      </w:r>
      <w:r>
        <w:tab/>
        <w:t>9.598e0</w:t>
      </w:r>
    </w:p>
    <w:p w:rsidR="00354DF7" w:rsidRDefault="00354DF7" w:rsidP="00354DF7">
      <w:pPr>
        <w:tabs>
          <w:tab w:val="left" w:pos="6195"/>
        </w:tabs>
      </w:pPr>
      <w:r>
        <w:t>405.1541</w:t>
      </w:r>
      <w:r>
        <w:tab/>
        <w:t>1.056e1</w:t>
      </w:r>
    </w:p>
    <w:p w:rsidR="00354DF7" w:rsidRDefault="00354DF7" w:rsidP="00354DF7">
      <w:pPr>
        <w:tabs>
          <w:tab w:val="left" w:pos="6195"/>
        </w:tabs>
      </w:pPr>
      <w:r>
        <w:t>405.1594</w:t>
      </w:r>
      <w:r>
        <w:tab/>
        <w:t>7.066e0</w:t>
      </w:r>
    </w:p>
    <w:p w:rsidR="00354DF7" w:rsidRDefault="00354DF7" w:rsidP="00354DF7">
      <w:pPr>
        <w:tabs>
          <w:tab w:val="left" w:pos="6195"/>
        </w:tabs>
      </w:pPr>
      <w:r>
        <w:t>405.1663</w:t>
      </w:r>
      <w:r>
        <w:tab/>
        <w:t>4.546e0</w:t>
      </w:r>
    </w:p>
    <w:p w:rsidR="00354DF7" w:rsidRDefault="00354DF7" w:rsidP="00354DF7">
      <w:pPr>
        <w:tabs>
          <w:tab w:val="left" w:pos="6195"/>
        </w:tabs>
      </w:pPr>
      <w:r>
        <w:t>405.2019</w:t>
      </w:r>
      <w:r>
        <w:tab/>
        <w:t>2.362e0</w:t>
      </w:r>
    </w:p>
    <w:p w:rsidR="00354DF7" w:rsidRDefault="00354DF7" w:rsidP="00354DF7">
      <w:pPr>
        <w:tabs>
          <w:tab w:val="left" w:pos="6195"/>
        </w:tabs>
      </w:pPr>
      <w:r>
        <w:t>405.2092</w:t>
      </w:r>
      <w:r>
        <w:tab/>
        <w:t>6.252e0</w:t>
      </w:r>
    </w:p>
    <w:p w:rsidR="00354DF7" w:rsidRDefault="00354DF7" w:rsidP="00354DF7">
      <w:pPr>
        <w:tabs>
          <w:tab w:val="left" w:pos="6195"/>
        </w:tabs>
      </w:pPr>
      <w:r>
        <w:t>405.2247</w:t>
      </w:r>
      <w:r>
        <w:tab/>
        <w:t>1.597e0</w:t>
      </w:r>
    </w:p>
    <w:p w:rsidR="00354DF7" w:rsidRDefault="00354DF7" w:rsidP="00354DF7">
      <w:pPr>
        <w:tabs>
          <w:tab w:val="left" w:pos="6195"/>
        </w:tabs>
      </w:pPr>
      <w:r>
        <w:t>405.2372</w:t>
      </w:r>
      <w:r>
        <w:tab/>
        <w:t>1.215e0</w:t>
      </w:r>
    </w:p>
    <w:p w:rsidR="00354DF7" w:rsidRDefault="00354DF7" w:rsidP="00354DF7">
      <w:pPr>
        <w:tabs>
          <w:tab w:val="left" w:pos="6195"/>
        </w:tabs>
      </w:pPr>
      <w:r>
        <w:t>405.2484</w:t>
      </w:r>
      <w:r>
        <w:tab/>
        <w:t>3.984e0</w:t>
      </w:r>
    </w:p>
    <w:p w:rsidR="00354DF7" w:rsidRDefault="00354DF7" w:rsidP="00354DF7">
      <w:pPr>
        <w:tabs>
          <w:tab w:val="left" w:pos="6195"/>
        </w:tabs>
      </w:pPr>
      <w:r>
        <w:t>405.2671</w:t>
      </w:r>
      <w:r>
        <w:tab/>
        <w:t>5.391e0</w:t>
      </w:r>
    </w:p>
    <w:p w:rsidR="00354DF7" w:rsidRDefault="00354DF7" w:rsidP="00354DF7">
      <w:pPr>
        <w:tabs>
          <w:tab w:val="left" w:pos="6195"/>
        </w:tabs>
      </w:pPr>
      <w:r>
        <w:lastRenderedPageBreak/>
        <w:t>405.2911</w:t>
      </w:r>
      <w:r>
        <w:tab/>
        <w:t>3.013e0</w:t>
      </w:r>
    </w:p>
    <w:p w:rsidR="00354DF7" w:rsidRDefault="00354DF7" w:rsidP="00354DF7">
      <w:pPr>
        <w:tabs>
          <w:tab w:val="left" w:pos="6195"/>
        </w:tabs>
      </w:pPr>
      <w:r>
        <w:t>405.2939</w:t>
      </w:r>
      <w:r>
        <w:tab/>
        <w:t>5.142e0</w:t>
      </w:r>
    </w:p>
    <w:p w:rsidR="00354DF7" w:rsidRDefault="00354DF7" w:rsidP="00354DF7">
      <w:pPr>
        <w:tabs>
          <w:tab w:val="left" w:pos="6195"/>
        </w:tabs>
      </w:pPr>
      <w:r>
        <w:t>405.2950</w:t>
      </w:r>
      <w:r>
        <w:tab/>
        <w:t>2.430e0</w:t>
      </w:r>
    </w:p>
    <w:p w:rsidR="00354DF7" w:rsidRDefault="00354DF7" w:rsidP="00354DF7">
      <w:pPr>
        <w:tabs>
          <w:tab w:val="left" w:pos="6195"/>
        </w:tabs>
      </w:pPr>
      <w:r>
        <w:t>405.3071</w:t>
      </w:r>
      <w:r>
        <w:tab/>
        <w:t>4.897e0</w:t>
      </w:r>
    </w:p>
    <w:p w:rsidR="00354DF7" w:rsidRDefault="00354DF7" w:rsidP="00354DF7">
      <w:pPr>
        <w:tabs>
          <w:tab w:val="left" w:pos="6195"/>
        </w:tabs>
      </w:pPr>
      <w:r>
        <w:t>405.3114</w:t>
      </w:r>
      <w:r>
        <w:tab/>
        <w:t>1.948e0</w:t>
      </w:r>
    </w:p>
    <w:p w:rsidR="00354DF7" w:rsidRDefault="00354DF7" w:rsidP="00354DF7">
      <w:pPr>
        <w:tabs>
          <w:tab w:val="left" w:pos="6195"/>
        </w:tabs>
      </w:pPr>
      <w:r>
        <w:t>405.3384</w:t>
      </w:r>
      <w:r>
        <w:tab/>
        <w:t>2.734e0</w:t>
      </w:r>
    </w:p>
    <w:p w:rsidR="00354DF7" w:rsidRDefault="00354DF7" w:rsidP="00354DF7">
      <w:pPr>
        <w:tabs>
          <w:tab w:val="left" w:pos="6195"/>
        </w:tabs>
      </w:pPr>
      <w:r>
        <w:t>405.3968</w:t>
      </w:r>
      <w:r>
        <w:tab/>
        <w:t>2.325e0</w:t>
      </w:r>
    </w:p>
    <w:p w:rsidR="00354DF7" w:rsidRDefault="00354DF7" w:rsidP="00354DF7">
      <w:pPr>
        <w:tabs>
          <w:tab w:val="left" w:pos="6195"/>
        </w:tabs>
      </w:pPr>
      <w:r>
        <w:t>405.4222</w:t>
      </w:r>
      <w:r>
        <w:tab/>
        <w:t>3.217e0</w:t>
      </w:r>
    </w:p>
    <w:p w:rsidR="00354DF7" w:rsidRDefault="00354DF7" w:rsidP="00354DF7">
      <w:pPr>
        <w:tabs>
          <w:tab w:val="left" w:pos="6195"/>
        </w:tabs>
      </w:pPr>
      <w:r>
        <w:t>405.4328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405.4450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405.4519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405.4646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405.4800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405.4868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405.5054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405.5155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405.5301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405.5445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405.5669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405.5909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405.5919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405.6009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405.6127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405.6297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405.6493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405.6656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405.6983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405.7078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405.7097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405.7108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405.7189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405.7521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405.7591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405.7613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405.7741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405.7885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405.8043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405.8106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405.8143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405.8290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405.8362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405.8529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405.8676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405.8801</w:t>
      </w:r>
      <w:r>
        <w:tab/>
        <w:t>3.989e0</w:t>
      </w:r>
    </w:p>
    <w:p w:rsidR="00354DF7" w:rsidRDefault="00354DF7" w:rsidP="00354DF7">
      <w:pPr>
        <w:tabs>
          <w:tab w:val="left" w:pos="6195"/>
        </w:tabs>
      </w:pPr>
      <w:r>
        <w:t>405.8959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405.9153</w:t>
      </w:r>
      <w:r>
        <w:tab/>
        <w:t>5.154e0</w:t>
      </w:r>
    </w:p>
    <w:p w:rsidR="00354DF7" w:rsidRDefault="00354DF7" w:rsidP="00354DF7">
      <w:pPr>
        <w:tabs>
          <w:tab w:val="left" w:pos="6195"/>
        </w:tabs>
      </w:pPr>
      <w:r>
        <w:t>405.9187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405.9201</w:t>
      </w:r>
      <w:r>
        <w:tab/>
        <w:t>9.787e0</w:t>
      </w:r>
    </w:p>
    <w:p w:rsidR="00354DF7" w:rsidRDefault="00354DF7" w:rsidP="00354DF7">
      <w:pPr>
        <w:tabs>
          <w:tab w:val="left" w:pos="6195"/>
        </w:tabs>
      </w:pPr>
      <w:r>
        <w:t>405.9330</w:t>
      </w:r>
      <w:r>
        <w:tab/>
        <w:t>3.416e0</w:t>
      </w:r>
    </w:p>
    <w:p w:rsidR="00354DF7" w:rsidRDefault="00354DF7" w:rsidP="00354DF7">
      <w:pPr>
        <w:tabs>
          <w:tab w:val="left" w:pos="6195"/>
        </w:tabs>
      </w:pPr>
      <w:r>
        <w:t>405.9391</w:t>
      </w:r>
      <w:r>
        <w:tab/>
        <w:t>1.641e0</w:t>
      </w:r>
    </w:p>
    <w:p w:rsidR="00354DF7" w:rsidRDefault="00354DF7" w:rsidP="00354DF7">
      <w:pPr>
        <w:tabs>
          <w:tab w:val="left" w:pos="6195"/>
        </w:tabs>
      </w:pPr>
      <w:r>
        <w:t>405.9526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405.9736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405.9835</w:t>
      </w:r>
      <w:r>
        <w:tab/>
        <w:t>2.653e0</w:t>
      </w:r>
    </w:p>
    <w:p w:rsidR="00354DF7" w:rsidRDefault="00354DF7" w:rsidP="00354DF7">
      <w:pPr>
        <w:tabs>
          <w:tab w:val="left" w:pos="6195"/>
        </w:tabs>
      </w:pPr>
      <w:r>
        <w:t>406.0044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406.0348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406.0608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406.0702</w:t>
      </w:r>
      <w:r>
        <w:tab/>
        <w:t>4.011e0</w:t>
      </w:r>
    </w:p>
    <w:p w:rsidR="00354DF7" w:rsidRDefault="00354DF7" w:rsidP="00354DF7">
      <w:pPr>
        <w:tabs>
          <w:tab w:val="left" w:pos="6195"/>
        </w:tabs>
      </w:pPr>
      <w:r>
        <w:lastRenderedPageBreak/>
        <w:t>406.0787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406.0924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406.0968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406.1105</w:t>
      </w:r>
      <w:r>
        <w:tab/>
        <w:t>8.280e0</w:t>
      </w:r>
    </w:p>
    <w:p w:rsidR="00354DF7" w:rsidRDefault="00354DF7" w:rsidP="00354DF7">
      <w:pPr>
        <w:tabs>
          <w:tab w:val="left" w:pos="6195"/>
        </w:tabs>
      </w:pPr>
      <w:r>
        <w:t>406.1389</w:t>
      </w:r>
      <w:r>
        <w:tab/>
        <w:t>3.591e0</w:t>
      </w:r>
    </w:p>
    <w:p w:rsidR="00354DF7" w:rsidRDefault="00354DF7" w:rsidP="00354DF7">
      <w:pPr>
        <w:tabs>
          <w:tab w:val="left" w:pos="6195"/>
        </w:tabs>
      </w:pPr>
      <w:r>
        <w:t>406.1737</w:t>
      </w:r>
      <w:r>
        <w:tab/>
        <w:t>1.055e1</w:t>
      </w:r>
    </w:p>
    <w:p w:rsidR="00354DF7" w:rsidRDefault="00354DF7" w:rsidP="00354DF7">
      <w:pPr>
        <w:tabs>
          <w:tab w:val="left" w:pos="6195"/>
        </w:tabs>
      </w:pPr>
      <w:r>
        <w:t>406.1854</w:t>
      </w:r>
      <w:r>
        <w:tab/>
        <w:t>4.799e0</w:t>
      </w:r>
    </w:p>
    <w:p w:rsidR="00354DF7" w:rsidRDefault="00354DF7" w:rsidP="00354DF7">
      <w:pPr>
        <w:tabs>
          <w:tab w:val="left" w:pos="6195"/>
        </w:tabs>
      </w:pPr>
      <w:r>
        <w:t>406.2101</w:t>
      </w:r>
      <w:r>
        <w:tab/>
        <w:t>4.294e0</w:t>
      </w:r>
    </w:p>
    <w:p w:rsidR="00354DF7" w:rsidRDefault="00354DF7" w:rsidP="00354DF7">
      <w:pPr>
        <w:tabs>
          <w:tab w:val="left" w:pos="6195"/>
        </w:tabs>
      </w:pPr>
      <w:r>
        <w:t>406.2179</w:t>
      </w:r>
      <w:r>
        <w:tab/>
        <w:t>1.023e0</w:t>
      </w:r>
    </w:p>
    <w:p w:rsidR="00354DF7" w:rsidRDefault="00354DF7" w:rsidP="00354DF7">
      <w:pPr>
        <w:tabs>
          <w:tab w:val="left" w:pos="6195"/>
        </w:tabs>
      </w:pPr>
      <w:r>
        <w:t>406.2423</w:t>
      </w:r>
      <w:r>
        <w:tab/>
        <w:t>6.153e0</w:t>
      </w:r>
    </w:p>
    <w:p w:rsidR="00354DF7" w:rsidRDefault="00354DF7" w:rsidP="00354DF7">
      <w:pPr>
        <w:tabs>
          <w:tab w:val="left" w:pos="6195"/>
        </w:tabs>
      </w:pPr>
      <w:r>
        <w:t>406.2437</w:t>
      </w:r>
      <w:r>
        <w:tab/>
        <w:t>5.944e0</w:t>
      </w:r>
    </w:p>
    <w:p w:rsidR="00354DF7" w:rsidRDefault="00354DF7" w:rsidP="00354DF7">
      <w:pPr>
        <w:tabs>
          <w:tab w:val="left" w:pos="6195"/>
        </w:tabs>
      </w:pPr>
      <w:r>
        <w:t>406.2472</w:t>
      </w:r>
      <w:r>
        <w:tab/>
        <w:t>1.701e0</w:t>
      </w:r>
    </w:p>
    <w:p w:rsidR="00354DF7" w:rsidRDefault="00354DF7" w:rsidP="00354DF7">
      <w:pPr>
        <w:tabs>
          <w:tab w:val="left" w:pos="6195"/>
        </w:tabs>
      </w:pPr>
      <w:r>
        <w:t>406.2509</w:t>
      </w:r>
      <w:r>
        <w:tab/>
        <w:t>3.792e0</w:t>
      </w:r>
    </w:p>
    <w:p w:rsidR="00354DF7" w:rsidRDefault="00354DF7" w:rsidP="00354DF7">
      <w:pPr>
        <w:tabs>
          <w:tab w:val="left" w:pos="6195"/>
        </w:tabs>
      </w:pPr>
      <w:r>
        <w:t>406.2869</w:t>
      </w:r>
      <w:r>
        <w:tab/>
        <w:t>2.271e0</w:t>
      </w:r>
    </w:p>
    <w:p w:rsidR="00354DF7" w:rsidRDefault="00354DF7" w:rsidP="00354DF7">
      <w:pPr>
        <w:tabs>
          <w:tab w:val="left" w:pos="6195"/>
        </w:tabs>
      </w:pPr>
      <w:r>
        <w:t>406.2902</w:t>
      </w:r>
      <w:r>
        <w:tab/>
        <w:t>3.995e0</w:t>
      </w:r>
    </w:p>
    <w:p w:rsidR="00354DF7" w:rsidRDefault="00354DF7" w:rsidP="00354DF7">
      <w:pPr>
        <w:tabs>
          <w:tab w:val="left" w:pos="6195"/>
        </w:tabs>
      </w:pPr>
      <w:r>
        <w:t>406.3022</w:t>
      </w:r>
      <w:r>
        <w:tab/>
        <w:t>2.347e0</w:t>
      </w:r>
    </w:p>
    <w:p w:rsidR="00354DF7" w:rsidRDefault="00354DF7" w:rsidP="00354DF7">
      <w:pPr>
        <w:tabs>
          <w:tab w:val="left" w:pos="6195"/>
        </w:tabs>
      </w:pPr>
      <w:r>
        <w:t>406.3046</w:t>
      </w:r>
      <w:r>
        <w:tab/>
        <w:t>1.982e0</w:t>
      </w:r>
    </w:p>
    <w:p w:rsidR="00354DF7" w:rsidRDefault="00354DF7" w:rsidP="00354DF7">
      <w:pPr>
        <w:tabs>
          <w:tab w:val="left" w:pos="6195"/>
        </w:tabs>
      </w:pPr>
      <w:r>
        <w:t>406.3300</w:t>
      </w:r>
      <w:r>
        <w:tab/>
        <w:t>4.431e0</w:t>
      </w:r>
    </w:p>
    <w:p w:rsidR="00354DF7" w:rsidRDefault="00354DF7" w:rsidP="00354DF7">
      <w:pPr>
        <w:tabs>
          <w:tab w:val="left" w:pos="6195"/>
        </w:tabs>
      </w:pPr>
      <w:r>
        <w:t>406.3331</w:t>
      </w:r>
      <w:r>
        <w:tab/>
        <w:t>1.119e0</w:t>
      </w:r>
    </w:p>
    <w:p w:rsidR="00354DF7" w:rsidRDefault="00354DF7" w:rsidP="00354DF7">
      <w:pPr>
        <w:tabs>
          <w:tab w:val="left" w:pos="6195"/>
        </w:tabs>
      </w:pPr>
      <w:r>
        <w:lastRenderedPageBreak/>
        <w:t>406.3477</w:t>
      </w:r>
      <w:r>
        <w:tab/>
        <w:t>3.084e0</w:t>
      </w:r>
    </w:p>
    <w:p w:rsidR="00354DF7" w:rsidRDefault="00354DF7" w:rsidP="00354DF7">
      <w:pPr>
        <w:tabs>
          <w:tab w:val="left" w:pos="6195"/>
        </w:tabs>
      </w:pPr>
      <w:r>
        <w:t>406.3499</w:t>
      </w:r>
      <w:r>
        <w:tab/>
        <w:t>3.418e0</w:t>
      </w:r>
    </w:p>
    <w:p w:rsidR="00354DF7" w:rsidRDefault="00354DF7" w:rsidP="00354DF7">
      <w:pPr>
        <w:tabs>
          <w:tab w:val="left" w:pos="6195"/>
        </w:tabs>
      </w:pPr>
      <w:r>
        <w:t>406.3558</w:t>
      </w:r>
      <w:r>
        <w:tab/>
        <w:t>4.166e0</w:t>
      </w:r>
    </w:p>
    <w:p w:rsidR="00354DF7" w:rsidRDefault="00354DF7" w:rsidP="00354DF7">
      <w:pPr>
        <w:tabs>
          <w:tab w:val="left" w:pos="6195"/>
        </w:tabs>
      </w:pPr>
      <w:r>
        <w:t>406.3622</w:t>
      </w:r>
      <w:r>
        <w:tab/>
        <w:t>6.204e0</w:t>
      </w:r>
    </w:p>
    <w:p w:rsidR="00354DF7" w:rsidRDefault="00354DF7" w:rsidP="00354DF7">
      <w:pPr>
        <w:tabs>
          <w:tab w:val="left" w:pos="6195"/>
        </w:tabs>
      </w:pPr>
      <w:r>
        <w:t>406.3644</w:t>
      </w:r>
      <w:r>
        <w:tab/>
        <w:t>4.232e0</w:t>
      </w:r>
    </w:p>
    <w:p w:rsidR="00354DF7" w:rsidRDefault="00354DF7" w:rsidP="00354DF7">
      <w:pPr>
        <w:tabs>
          <w:tab w:val="left" w:pos="6195"/>
        </w:tabs>
      </w:pPr>
      <w:r>
        <w:t>406.3829</w:t>
      </w:r>
      <w:r>
        <w:tab/>
        <w:t>1.695e0</w:t>
      </w:r>
    </w:p>
    <w:p w:rsidR="00354DF7" w:rsidRDefault="00354DF7" w:rsidP="00354DF7">
      <w:pPr>
        <w:tabs>
          <w:tab w:val="left" w:pos="6195"/>
        </w:tabs>
      </w:pPr>
      <w:r>
        <w:t>406.3860</w:t>
      </w:r>
      <w:r>
        <w:tab/>
        <w:t>4.777e0</w:t>
      </w:r>
    </w:p>
    <w:p w:rsidR="00354DF7" w:rsidRDefault="00354DF7" w:rsidP="00354DF7">
      <w:pPr>
        <w:tabs>
          <w:tab w:val="left" w:pos="6195"/>
        </w:tabs>
      </w:pPr>
      <w:r>
        <w:t>406.4086</w:t>
      </w:r>
      <w:r>
        <w:tab/>
        <w:t>2.189e0</w:t>
      </w:r>
    </w:p>
    <w:p w:rsidR="00354DF7" w:rsidRDefault="00354DF7" w:rsidP="00354DF7">
      <w:pPr>
        <w:tabs>
          <w:tab w:val="left" w:pos="6195"/>
        </w:tabs>
      </w:pPr>
      <w:r>
        <w:t>406.4152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406.4265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406.4283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406.4409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406.4723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406.4734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406.4911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406.4948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406.5013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406.5449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406.5505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406.5579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406.5768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406.5887</w:t>
      </w:r>
      <w:r>
        <w:tab/>
        <w:t>3.698e0</w:t>
      </w:r>
    </w:p>
    <w:p w:rsidR="00354DF7" w:rsidRDefault="00354DF7" w:rsidP="00354DF7">
      <w:pPr>
        <w:tabs>
          <w:tab w:val="left" w:pos="6195"/>
        </w:tabs>
      </w:pPr>
      <w:r>
        <w:t>406.5897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406.5934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406.6002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406.6310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406.6412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406.6777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406.6827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406.6891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406.6997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406.7147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406.7417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406.7590</w:t>
      </w:r>
      <w:r>
        <w:tab/>
        <w:t>1.476e0</w:t>
      </w:r>
    </w:p>
    <w:p w:rsidR="00354DF7" w:rsidRDefault="00354DF7" w:rsidP="00354DF7">
      <w:pPr>
        <w:tabs>
          <w:tab w:val="left" w:pos="6195"/>
        </w:tabs>
      </w:pPr>
      <w:r>
        <w:t>406.7633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406.7662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406.7699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406.8026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406.8042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406.8143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406.8500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406.8521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406.8583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406.8741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406.8808</w:t>
      </w:r>
      <w:r>
        <w:tab/>
        <w:t>3.959e0</w:t>
      </w:r>
    </w:p>
    <w:p w:rsidR="00354DF7" w:rsidRDefault="00354DF7" w:rsidP="00354DF7">
      <w:pPr>
        <w:tabs>
          <w:tab w:val="left" w:pos="6195"/>
        </w:tabs>
      </w:pPr>
      <w:r>
        <w:t>406.8846</w:t>
      </w:r>
      <w:r>
        <w:tab/>
        <w:t>2.716e0</w:t>
      </w:r>
    </w:p>
    <w:p w:rsidR="00354DF7" w:rsidRDefault="00354DF7" w:rsidP="00354DF7">
      <w:pPr>
        <w:tabs>
          <w:tab w:val="left" w:pos="6195"/>
        </w:tabs>
      </w:pPr>
      <w:r>
        <w:t>406.9096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406.9170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406.9321</w:t>
      </w:r>
      <w:r>
        <w:tab/>
        <w:t>3.796e0</w:t>
      </w:r>
    </w:p>
    <w:p w:rsidR="00354DF7" w:rsidRDefault="00354DF7" w:rsidP="00354DF7">
      <w:pPr>
        <w:tabs>
          <w:tab w:val="left" w:pos="6195"/>
        </w:tabs>
      </w:pPr>
      <w:r>
        <w:t>406.9355</w:t>
      </w:r>
      <w:r>
        <w:tab/>
        <w:t>5.025e0</w:t>
      </w:r>
    </w:p>
    <w:p w:rsidR="00354DF7" w:rsidRDefault="00354DF7" w:rsidP="00354DF7">
      <w:pPr>
        <w:tabs>
          <w:tab w:val="left" w:pos="6195"/>
        </w:tabs>
      </w:pPr>
      <w:r>
        <w:t>406.9563</w:t>
      </w:r>
      <w:r>
        <w:tab/>
        <w:t>2.561e0</w:t>
      </w:r>
    </w:p>
    <w:p w:rsidR="00354DF7" w:rsidRDefault="00354DF7" w:rsidP="00354DF7">
      <w:pPr>
        <w:tabs>
          <w:tab w:val="left" w:pos="6195"/>
        </w:tabs>
      </w:pPr>
      <w:r>
        <w:t>406.9721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406.9828</w:t>
      </w:r>
      <w:r>
        <w:tab/>
        <w:t>5.056e0</w:t>
      </w:r>
    </w:p>
    <w:p w:rsidR="00354DF7" w:rsidRDefault="00354DF7" w:rsidP="00354DF7">
      <w:pPr>
        <w:tabs>
          <w:tab w:val="left" w:pos="6195"/>
        </w:tabs>
      </w:pPr>
      <w:r>
        <w:t>407.0182</w:t>
      </w:r>
      <w:r>
        <w:tab/>
        <w:t>8.458e0</w:t>
      </w:r>
    </w:p>
    <w:p w:rsidR="00354DF7" w:rsidRDefault="00354DF7" w:rsidP="00354DF7">
      <w:pPr>
        <w:tabs>
          <w:tab w:val="left" w:pos="6195"/>
        </w:tabs>
      </w:pPr>
      <w:r>
        <w:t>407.0330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407.0378</w:t>
      </w:r>
      <w:r>
        <w:tab/>
        <w:t>2.740e0</w:t>
      </w:r>
    </w:p>
    <w:p w:rsidR="00354DF7" w:rsidRDefault="00354DF7" w:rsidP="00354DF7">
      <w:pPr>
        <w:tabs>
          <w:tab w:val="left" w:pos="6195"/>
        </w:tabs>
      </w:pPr>
      <w:r>
        <w:t>407.0420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407.0609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407.0696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407.0863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407.0953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407.1102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407.1255</w:t>
      </w:r>
      <w:r>
        <w:tab/>
        <w:t>1.877e0</w:t>
      </w:r>
    </w:p>
    <w:p w:rsidR="00354DF7" w:rsidRDefault="00354DF7" w:rsidP="00354DF7">
      <w:pPr>
        <w:tabs>
          <w:tab w:val="left" w:pos="6195"/>
        </w:tabs>
      </w:pPr>
      <w:r>
        <w:t>407.1436</w:t>
      </w:r>
      <w:r>
        <w:tab/>
        <w:t>2.813e0</w:t>
      </w:r>
    </w:p>
    <w:p w:rsidR="00354DF7" w:rsidRDefault="00354DF7" w:rsidP="00354DF7">
      <w:pPr>
        <w:tabs>
          <w:tab w:val="left" w:pos="6195"/>
        </w:tabs>
      </w:pPr>
      <w:r>
        <w:t>407.1555</w:t>
      </w:r>
      <w:r>
        <w:tab/>
        <w:t>2.928e0</w:t>
      </w:r>
    </w:p>
    <w:p w:rsidR="00354DF7" w:rsidRDefault="00354DF7" w:rsidP="00354DF7">
      <w:pPr>
        <w:tabs>
          <w:tab w:val="left" w:pos="6195"/>
        </w:tabs>
      </w:pPr>
      <w:r>
        <w:t>407.1567</w:t>
      </w:r>
      <w:r>
        <w:tab/>
        <w:t>5.593e0</w:t>
      </w:r>
    </w:p>
    <w:p w:rsidR="00354DF7" w:rsidRDefault="00354DF7" w:rsidP="00354DF7">
      <w:pPr>
        <w:tabs>
          <w:tab w:val="left" w:pos="6195"/>
        </w:tabs>
      </w:pPr>
      <w:r>
        <w:t>407.1694</w:t>
      </w:r>
      <w:r>
        <w:tab/>
        <w:t>3.159e0</w:t>
      </w:r>
    </w:p>
    <w:p w:rsidR="00354DF7" w:rsidRDefault="00354DF7" w:rsidP="00354DF7">
      <w:pPr>
        <w:tabs>
          <w:tab w:val="left" w:pos="6195"/>
        </w:tabs>
      </w:pPr>
      <w:r>
        <w:t>407.2005</w:t>
      </w:r>
      <w:r>
        <w:tab/>
        <w:t>8.474e0</w:t>
      </w:r>
    </w:p>
    <w:p w:rsidR="00354DF7" w:rsidRDefault="00354DF7" w:rsidP="00354DF7">
      <w:pPr>
        <w:tabs>
          <w:tab w:val="left" w:pos="6195"/>
        </w:tabs>
      </w:pPr>
      <w:r>
        <w:t>407.2042</w:t>
      </w:r>
      <w:r>
        <w:tab/>
        <w:t>6.010e0</w:t>
      </w:r>
    </w:p>
    <w:p w:rsidR="00354DF7" w:rsidRDefault="00354DF7" w:rsidP="00354DF7">
      <w:pPr>
        <w:tabs>
          <w:tab w:val="left" w:pos="6195"/>
        </w:tabs>
      </w:pPr>
      <w:r>
        <w:t>407.2067</w:t>
      </w:r>
      <w:r>
        <w:tab/>
        <w:t>4.641e0</w:t>
      </w:r>
    </w:p>
    <w:p w:rsidR="00354DF7" w:rsidRDefault="00354DF7" w:rsidP="00354DF7">
      <w:pPr>
        <w:tabs>
          <w:tab w:val="left" w:pos="6195"/>
        </w:tabs>
      </w:pPr>
      <w:r>
        <w:t>407.2157</w:t>
      </w:r>
      <w:r>
        <w:tab/>
        <w:t>3.056e0</w:t>
      </w:r>
    </w:p>
    <w:p w:rsidR="00354DF7" w:rsidRDefault="00354DF7" w:rsidP="00354DF7">
      <w:pPr>
        <w:tabs>
          <w:tab w:val="left" w:pos="6195"/>
        </w:tabs>
      </w:pPr>
      <w:r>
        <w:t>407.2406</w:t>
      </w:r>
      <w:r>
        <w:tab/>
        <w:t>4.581e0</w:t>
      </w:r>
    </w:p>
    <w:p w:rsidR="00354DF7" w:rsidRDefault="00354DF7" w:rsidP="00354DF7">
      <w:pPr>
        <w:tabs>
          <w:tab w:val="left" w:pos="6195"/>
        </w:tabs>
      </w:pPr>
      <w:r>
        <w:t>407.2538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407.2617</w:t>
      </w:r>
      <w:r>
        <w:tab/>
        <w:t>4.000e0</w:t>
      </w:r>
    </w:p>
    <w:p w:rsidR="00354DF7" w:rsidRDefault="00354DF7" w:rsidP="00354DF7">
      <w:pPr>
        <w:tabs>
          <w:tab w:val="left" w:pos="6195"/>
        </w:tabs>
      </w:pPr>
      <w:r>
        <w:t>407.2654</w:t>
      </w:r>
      <w:r>
        <w:tab/>
        <w:t>1.443e0</w:t>
      </w:r>
    </w:p>
    <w:p w:rsidR="00354DF7" w:rsidRDefault="00354DF7" w:rsidP="00354DF7">
      <w:pPr>
        <w:tabs>
          <w:tab w:val="left" w:pos="6195"/>
        </w:tabs>
      </w:pPr>
      <w:r>
        <w:t>407.2742</w:t>
      </w:r>
      <w:r>
        <w:tab/>
        <w:t>6.116e0</w:t>
      </w:r>
    </w:p>
    <w:p w:rsidR="00354DF7" w:rsidRDefault="00354DF7" w:rsidP="00354DF7">
      <w:pPr>
        <w:tabs>
          <w:tab w:val="left" w:pos="6195"/>
        </w:tabs>
      </w:pPr>
      <w:r>
        <w:lastRenderedPageBreak/>
        <w:t>407.2835</w:t>
      </w:r>
      <w:r>
        <w:tab/>
        <w:t>2.514e0</w:t>
      </w:r>
    </w:p>
    <w:p w:rsidR="00354DF7" w:rsidRDefault="00354DF7" w:rsidP="00354DF7">
      <w:pPr>
        <w:tabs>
          <w:tab w:val="left" w:pos="6195"/>
        </w:tabs>
      </w:pPr>
      <w:r>
        <w:t>407.2959</w:t>
      </w:r>
      <w:r>
        <w:tab/>
        <w:t>3.408e0</w:t>
      </w:r>
    </w:p>
    <w:p w:rsidR="00354DF7" w:rsidRDefault="00354DF7" w:rsidP="00354DF7">
      <w:pPr>
        <w:tabs>
          <w:tab w:val="left" w:pos="6195"/>
        </w:tabs>
      </w:pPr>
      <w:r>
        <w:t>407.3327</w:t>
      </w:r>
      <w:r>
        <w:tab/>
        <w:t>1.189e1</w:t>
      </w:r>
    </w:p>
    <w:p w:rsidR="00354DF7" w:rsidRDefault="00354DF7" w:rsidP="00354DF7">
      <w:pPr>
        <w:tabs>
          <w:tab w:val="left" w:pos="6195"/>
        </w:tabs>
      </w:pPr>
      <w:r>
        <w:t>407.3390</w:t>
      </w:r>
      <w:r>
        <w:tab/>
        <w:t>4.106e0</w:t>
      </w:r>
    </w:p>
    <w:p w:rsidR="00354DF7" w:rsidRDefault="00354DF7" w:rsidP="00354DF7">
      <w:pPr>
        <w:tabs>
          <w:tab w:val="left" w:pos="6195"/>
        </w:tabs>
      </w:pPr>
      <w:r>
        <w:t>407.3454</w:t>
      </w:r>
      <w:r>
        <w:tab/>
        <w:t>4.882e0</w:t>
      </w:r>
    </w:p>
    <w:p w:rsidR="00354DF7" w:rsidRDefault="00354DF7" w:rsidP="00354DF7">
      <w:pPr>
        <w:tabs>
          <w:tab w:val="left" w:pos="6195"/>
        </w:tabs>
      </w:pPr>
      <w:r>
        <w:t>407.3594</w:t>
      </w:r>
      <w:r>
        <w:tab/>
        <w:t>2.050e0</w:t>
      </w:r>
    </w:p>
    <w:p w:rsidR="00354DF7" w:rsidRDefault="00354DF7" w:rsidP="00354DF7">
      <w:pPr>
        <w:tabs>
          <w:tab w:val="left" w:pos="6195"/>
        </w:tabs>
      </w:pPr>
      <w:r>
        <w:t>407.3796</w:t>
      </w:r>
      <w:r>
        <w:tab/>
        <w:t>2.534e0</w:t>
      </w:r>
    </w:p>
    <w:p w:rsidR="00354DF7" w:rsidRDefault="00354DF7" w:rsidP="00354DF7">
      <w:pPr>
        <w:tabs>
          <w:tab w:val="left" w:pos="6195"/>
        </w:tabs>
      </w:pPr>
      <w:r>
        <w:t>407.3977</w:t>
      </w:r>
      <w:r>
        <w:tab/>
        <w:t>4.897e0</w:t>
      </w:r>
    </w:p>
    <w:p w:rsidR="00354DF7" w:rsidRDefault="00354DF7" w:rsidP="00354DF7">
      <w:pPr>
        <w:tabs>
          <w:tab w:val="left" w:pos="6195"/>
        </w:tabs>
      </w:pPr>
      <w:r>
        <w:t>407.4081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407.4289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407.4319</w:t>
      </w:r>
      <w:r>
        <w:tab/>
        <w:t>4.147e0</w:t>
      </w:r>
    </w:p>
    <w:p w:rsidR="00354DF7" w:rsidRDefault="00354DF7" w:rsidP="00354DF7">
      <w:pPr>
        <w:tabs>
          <w:tab w:val="left" w:pos="6195"/>
        </w:tabs>
      </w:pPr>
      <w:r>
        <w:t>407.4500</w:t>
      </w:r>
      <w:r>
        <w:tab/>
        <w:t>1.884e0</w:t>
      </w:r>
    </w:p>
    <w:p w:rsidR="00354DF7" w:rsidRDefault="00354DF7" w:rsidP="00354DF7">
      <w:pPr>
        <w:tabs>
          <w:tab w:val="left" w:pos="6195"/>
        </w:tabs>
      </w:pPr>
      <w:r>
        <w:t>407.4716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407.4788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407.4932</w:t>
      </w:r>
      <w:r>
        <w:tab/>
        <w:t>3.609e0</w:t>
      </w:r>
    </w:p>
    <w:p w:rsidR="00354DF7" w:rsidRDefault="00354DF7" w:rsidP="00354DF7">
      <w:pPr>
        <w:tabs>
          <w:tab w:val="left" w:pos="6195"/>
        </w:tabs>
      </w:pPr>
      <w:r>
        <w:t>407.5039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407.5399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407.5437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407.5717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407.5873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407.5902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407.6046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407.6113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407.6658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407.6873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407.6893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407.6914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407.7141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407.7277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407.7373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407.7444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407.7461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407.7693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407.7980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407.8102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407.8156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407.8205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407.8235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407.8287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407.8541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407.8623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407.9125</w:t>
      </w:r>
      <w:r>
        <w:tab/>
        <w:t>7.037e0</w:t>
      </w:r>
    </w:p>
    <w:p w:rsidR="00354DF7" w:rsidRDefault="00354DF7" w:rsidP="00354DF7">
      <w:pPr>
        <w:tabs>
          <w:tab w:val="left" w:pos="6195"/>
        </w:tabs>
      </w:pPr>
      <w:r>
        <w:t>407.9148</w:t>
      </w:r>
      <w:r>
        <w:tab/>
        <w:t>7.942e0</w:t>
      </w:r>
    </w:p>
    <w:p w:rsidR="00354DF7" w:rsidRDefault="00354DF7" w:rsidP="00354DF7">
      <w:pPr>
        <w:tabs>
          <w:tab w:val="left" w:pos="6195"/>
        </w:tabs>
      </w:pPr>
      <w:r>
        <w:t>407.9213</w:t>
      </w:r>
      <w:r>
        <w:tab/>
        <w:t>3.842e0</w:t>
      </w:r>
    </w:p>
    <w:p w:rsidR="00354DF7" w:rsidRDefault="00354DF7" w:rsidP="00354DF7">
      <w:pPr>
        <w:tabs>
          <w:tab w:val="left" w:pos="6195"/>
        </w:tabs>
      </w:pPr>
      <w:r>
        <w:t>407.9281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407.9385</w:t>
      </w:r>
      <w:r>
        <w:tab/>
        <w:t>4.773e0</w:t>
      </w:r>
    </w:p>
    <w:p w:rsidR="00354DF7" w:rsidRDefault="00354DF7" w:rsidP="00354DF7">
      <w:pPr>
        <w:tabs>
          <w:tab w:val="left" w:pos="6195"/>
        </w:tabs>
      </w:pPr>
      <w:r>
        <w:t>407.9783</w:t>
      </w:r>
      <w:r>
        <w:tab/>
        <w:t>3.833e0</w:t>
      </w:r>
    </w:p>
    <w:p w:rsidR="00354DF7" w:rsidRDefault="00354DF7" w:rsidP="00354DF7">
      <w:pPr>
        <w:tabs>
          <w:tab w:val="left" w:pos="6195"/>
        </w:tabs>
      </w:pPr>
      <w:r>
        <w:t>407.9800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407.9820</w:t>
      </w:r>
      <w:r>
        <w:tab/>
        <w:t>4.842e0</w:t>
      </w:r>
    </w:p>
    <w:p w:rsidR="00354DF7" w:rsidRDefault="00354DF7" w:rsidP="00354DF7">
      <w:pPr>
        <w:tabs>
          <w:tab w:val="left" w:pos="6195"/>
        </w:tabs>
      </w:pPr>
      <w:r>
        <w:t>407.9945</w:t>
      </w:r>
      <w:r>
        <w:tab/>
        <w:t>3.029e0</w:t>
      </w:r>
    </w:p>
    <w:p w:rsidR="00354DF7" w:rsidRDefault="00354DF7" w:rsidP="00354DF7">
      <w:pPr>
        <w:tabs>
          <w:tab w:val="left" w:pos="6195"/>
        </w:tabs>
      </w:pPr>
      <w:r>
        <w:t>408.0025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408.0292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408.0394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408.0408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408.0506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408.0829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408.0841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408.0893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408.0942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408.1483</w:t>
      </w:r>
      <w:r>
        <w:tab/>
        <w:t>4.256e0</w:t>
      </w:r>
    </w:p>
    <w:p w:rsidR="00354DF7" w:rsidRDefault="00354DF7" w:rsidP="00354DF7">
      <w:pPr>
        <w:tabs>
          <w:tab w:val="left" w:pos="6195"/>
        </w:tabs>
      </w:pPr>
      <w:r>
        <w:t>408.1509</w:t>
      </w:r>
      <w:r>
        <w:tab/>
        <w:t>3.047e0</w:t>
      </w:r>
    </w:p>
    <w:p w:rsidR="00354DF7" w:rsidRDefault="00354DF7" w:rsidP="00354DF7">
      <w:pPr>
        <w:tabs>
          <w:tab w:val="left" w:pos="6195"/>
        </w:tabs>
      </w:pPr>
      <w:r>
        <w:t>408.1596</w:t>
      </w:r>
      <w:r>
        <w:tab/>
        <w:t>2.384e0</w:t>
      </w:r>
    </w:p>
    <w:p w:rsidR="00354DF7" w:rsidRDefault="00354DF7" w:rsidP="00354DF7">
      <w:pPr>
        <w:tabs>
          <w:tab w:val="left" w:pos="6195"/>
        </w:tabs>
      </w:pPr>
      <w:r>
        <w:t>408.1996</w:t>
      </w:r>
      <w:r>
        <w:tab/>
        <w:t>6.413e0</w:t>
      </w:r>
    </w:p>
    <w:p w:rsidR="00354DF7" w:rsidRDefault="00354DF7" w:rsidP="00354DF7">
      <w:pPr>
        <w:tabs>
          <w:tab w:val="left" w:pos="6195"/>
        </w:tabs>
      </w:pPr>
      <w:r>
        <w:t>408.2016</w:t>
      </w:r>
      <w:r>
        <w:tab/>
        <w:t>9.492e0</w:t>
      </w:r>
    </w:p>
    <w:p w:rsidR="00354DF7" w:rsidRDefault="00354DF7" w:rsidP="00354DF7">
      <w:pPr>
        <w:tabs>
          <w:tab w:val="left" w:pos="6195"/>
        </w:tabs>
      </w:pPr>
      <w:r>
        <w:t>408.2043</w:t>
      </w:r>
      <w:r>
        <w:tab/>
        <w:t>9.926e0</w:t>
      </w:r>
    </w:p>
    <w:p w:rsidR="00354DF7" w:rsidRDefault="00354DF7" w:rsidP="00354DF7">
      <w:pPr>
        <w:tabs>
          <w:tab w:val="left" w:pos="6195"/>
        </w:tabs>
      </w:pPr>
      <w:r>
        <w:t>408.2083</w:t>
      </w:r>
      <w:r>
        <w:tab/>
        <w:t>2.299e1</w:t>
      </w:r>
    </w:p>
    <w:p w:rsidR="00354DF7" w:rsidRDefault="00354DF7" w:rsidP="00354DF7">
      <w:pPr>
        <w:tabs>
          <w:tab w:val="left" w:pos="6195"/>
        </w:tabs>
      </w:pPr>
      <w:r>
        <w:t>408.2163</w:t>
      </w:r>
      <w:r>
        <w:tab/>
        <w:t>1.213e1</w:t>
      </w:r>
    </w:p>
    <w:p w:rsidR="00354DF7" w:rsidRDefault="00354DF7" w:rsidP="00354DF7">
      <w:pPr>
        <w:tabs>
          <w:tab w:val="left" w:pos="6195"/>
        </w:tabs>
      </w:pPr>
      <w:r>
        <w:t>408.2384</w:t>
      </w:r>
      <w:r>
        <w:tab/>
        <w:t>4.884e0</w:t>
      </w:r>
    </w:p>
    <w:p w:rsidR="00354DF7" w:rsidRDefault="00354DF7" w:rsidP="00354DF7">
      <w:pPr>
        <w:tabs>
          <w:tab w:val="left" w:pos="6195"/>
        </w:tabs>
      </w:pPr>
      <w:r>
        <w:t>408.2780</w:t>
      </w:r>
      <w:r>
        <w:tab/>
        <w:t>2.171e0</w:t>
      </w:r>
    </w:p>
    <w:p w:rsidR="00354DF7" w:rsidRDefault="00354DF7" w:rsidP="00354DF7">
      <w:pPr>
        <w:tabs>
          <w:tab w:val="left" w:pos="6195"/>
        </w:tabs>
      </w:pPr>
      <w:r>
        <w:t>408.2972</w:t>
      </w:r>
      <w:r>
        <w:tab/>
        <w:t>4.306e0</w:t>
      </w:r>
    </w:p>
    <w:p w:rsidR="00354DF7" w:rsidRDefault="00354DF7" w:rsidP="00354DF7">
      <w:pPr>
        <w:tabs>
          <w:tab w:val="left" w:pos="6195"/>
        </w:tabs>
      </w:pPr>
      <w:r>
        <w:t>408.2983</w:t>
      </w:r>
      <w:r>
        <w:tab/>
        <w:t>3.766e0</w:t>
      </w:r>
    </w:p>
    <w:p w:rsidR="00354DF7" w:rsidRDefault="00354DF7" w:rsidP="00354DF7">
      <w:pPr>
        <w:tabs>
          <w:tab w:val="left" w:pos="6195"/>
        </w:tabs>
      </w:pPr>
      <w:r>
        <w:t>408.3017</w:t>
      </w:r>
      <w:r>
        <w:tab/>
        <w:t>2.077e0</w:t>
      </w:r>
    </w:p>
    <w:p w:rsidR="00354DF7" w:rsidRDefault="00354DF7" w:rsidP="00354DF7">
      <w:pPr>
        <w:tabs>
          <w:tab w:val="left" w:pos="6195"/>
        </w:tabs>
      </w:pPr>
      <w:r>
        <w:t>408.3232</w:t>
      </w:r>
      <w:r>
        <w:tab/>
        <w:t>9.491e0</w:t>
      </w:r>
    </w:p>
    <w:p w:rsidR="00354DF7" w:rsidRDefault="00354DF7" w:rsidP="00354DF7">
      <w:pPr>
        <w:tabs>
          <w:tab w:val="left" w:pos="6195"/>
        </w:tabs>
      </w:pPr>
      <w:r>
        <w:t>408.3578</w:t>
      </w:r>
      <w:r>
        <w:tab/>
        <w:t>1.867e1</w:t>
      </w:r>
    </w:p>
    <w:p w:rsidR="00354DF7" w:rsidRDefault="00354DF7" w:rsidP="00354DF7">
      <w:pPr>
        <w:tabs>
          <w:tab w:val="left" w:pos="6195"/>
        </w:tabs>
      </w:pPr>
      <w:r>
        <w:t>408.3627</w:t>
      </w:r>
      <w:r>
        <w:tab/>
        <w:t>3.008e1</w:t>
      </w:r>
    </w:p>
    <w:p w:rsidR="00354DF7" w:rsidRDefault="00354DF7" w:rsidP="00354DF7">
      <w:pPr>
        <w:tabs>
          <w:tab w:val="left" w:pos="6195"/>
        </w:tabs>
      </w:pPr>
      <w:r>
        <w:t>408.3668</w:t>
      </w:r>
      <w:r>
        <w:tab/>
        <w:t>1.889e1</w:t>
      </w:r>
    </w:p>
    <w:p w:rsidR="00354DF7" w:rsidRDefault="00354DF7" w:rsidP="00354DF7">
      <w:pPr>
        <w:tabs>
          <w:tab w:val="left" w:pos="6195"/>
        </w:tabs>
      </w:pPr>
      <w:r>
        <w:lastRenderedPageBreak/>
        <w:t>408.3724</w:t>
      </w:r>
      <w:r>
        <w:tab/>
        <w:t>4.472e1</w:t>
      </w:r>
    </w:p>
    <w:p w:rsidR="00354DF7" w:rsidRDefault="00354DF7" w:rsidP="00354DF7">
      <w:pPr>
        <w:tabs>
          <w:tab w:val="left" w:pos="6195"/>
        </w:tabs>
      </w:pPr>
      <w:r>
        <w:t>408.3781</w:t>
      </w:r>
      <w:r>
        <w:tab/>
        <w:t>2.799e1</w:t>
      </w:r>
    </w:p>
    <w:p w:rsidR="00354DF7" w:rsidRDefault="00354DF7" w:rsidP="00354DF7">
      <w:pPr>
        <w:tabs>
          <w:tab w:val="left" w:pos="6195"/>
        </w:tabs>
      </w:pPr>
      <w:r>
        <w:t>408.4471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408.4614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408.4753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408.5018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408.5071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408.5083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408.5253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408.5534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408.5546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408.5912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408.6056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408.6179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408.6306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408.6462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408.6475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408.6683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408.6785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408.6824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408.6849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408.7211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408.7281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408.7384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408.7434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408.7614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408.7774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408.7823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408.8072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408.8452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408.8633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408.8672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408.8791</w:t>
      </w:r>
      <w:r>
        <w:tab/>
        <w:t>1.810e0</w:t>
      </w:r>
    </w:p>
    <w:p w:rsidR="00354DF7" w:rsidRDefault="00354DF7" w:rsidP="00354DF7">
      <w:pPr>
        <w:tabs>
          <w:tab w:val="left" w:pos="6195"/>
        </w:tabs>
      </w:pPr>
      <w:r>
        <w:t>408.9147</w:t>
      </w:r>
      <w:r>
        <w:tab/>
        <w:t>5.343e0</w:t>
      </w:r>
    </w:p>
    <w:p w:rsidR="00354DF7" w:rsidRDefault="00354DF7" w:rsidP="00354DF7">
      <w:pPr>
        <w:tabs>
          <w:tab w:val="left" w:pos="6195"/>
        </w:tabs>
      </w:pPr>
      <w:r>
        <w:t>408.9175</w:t>
      </w:r>
      <w:r>
        <w:tab/>
        <w:t>8.339e0</w:t>
      </w:r>
    </w:p>
    <w:p w:rsidR="00354DF7" w:rsidRDefault="00354DF7" w:rsidP="00354DF7">
      <w:pPr>
        <w:tabs>
          <w:tab w:val="left" w:pos="6195"/>
        </w:tabs>
      </w:pPr>
      <w:r>
        <w:t>408.9591</w:t>
      </w:r>
      <w:r>
        <w:tab/>
        <w:t>7.588e0</w:t>
      </w:r>
    </w:p>
    <w:p w:rsidR="00354DF7" w:rsidRDefault="00354DF7" w:rsidP="00354DF7">
      <w:pPr>
        <w:tabs>
          <w:tab w:val="left" w:pos="6195"/>
        </w:tabs>
      </w:pPr>
      <w:r>
        <w:t>408.9695</w:t>
      </w:r>
      <w:r>
        <w:tab/>
        <w:t>3.991e0</w:t>
      </w:r>
    </w:p>
    <w:p w:rsidR="00354DF7" w:rsidRDefault="00354DF7" w:rsidP="00354DF7">
      <w:pPr>
        <w:tabs>
          <w:tab w:val="left" w:pos="6195"/>
        </w:tabs>
      </w:pPr>
      <w:r>
        <w:t>408.9806</w:t>
      </w:r>
      <w:r>
        <w:tab/>
        <w:t>4.948e0</w:t>
      </w:r>
    </w:p>
    <w:p w:rsidR="00354DF7" w:rsidRDefault="00354DF7" w:rsidP="00354DF7">
      <w:pPr>
        <w:tabs>
          <w:tab w:val="left" w:pos="6195"/>
        </w:tabs>
      </w:pPr>
      <w:r>
        <w:lastRenderedPageBreak/>
        <w:t>409.0023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409.0154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409.0535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409.0587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409.0622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409.0769</w:t>
      </w:r>
      <w:r>
        <w:tab/>
        <w:t>2.920e0</w:t>
      </w:r>
    </w:p>
    <w:p w:rsidR="00354DF7" w:rsidRDefault="00354DF7" w:rsidP="00354DF7">
      <w:pPr>
        <w:tabs>
          <w:tab w:val="left" w:pos="6195"/>
        </w:tabs>
      </w:pPr>
      <w:r>
        <w:t>409.1091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409.1120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409.1249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409.1819</w:t>
      </w:r>
      <w:r>
        <w:tab/>
        <w:t>2.593e1</w:t>
      </w:r>
    </w:p>
    <w:p w:rsidR="00354DF7" w:rsidRDefault="00354DF7" w:rsidP="00354DF7">
      <w:pPr>
        <w:tabs>
          <w:tab w:val="left" w:pos="6195"/>
        </w:tabs>
      </w:pPr>
      <w:r>
        <w:t>409.1832</w:t>
      </w:r>
      <w:r>
        <w:tab/>
        <w:t>1.623e1</w:t>
      </w:r>
    </w:p>
    <w:p w:rsidR="00354DF7" w:rsidRDefault="00354DF7" w:rsidP="00354DF7">
      <w:pPr>
        <w:tabs>
          <w:tab w:val="left" w:pos="6195"/>
        </w:tabs>
      </w:pPr>
      <w:r>
        <w:t>409.1859</w:t>
      </w:r>
      <w:r>
        <w:tab/>
        <w:t>3.620e1</w:t>
      </w:r>
    </w:p>
    <w:p w:rsidR="00354DF7" w:rsidRDefault="00354DF7" w:rsidP="00354DF7">
      <w:pPr>
        <w:tabs>
          <w:tab w:val="left" w:pos="6195"/>
        </w:tabs>
      </w:pPr>
      <w:r>
        <w:t>409.1945</w:t>
      </w:r>
      <w:r>
        <w:tab/>
        <w:t>2.971e1</w:t>
      </w:r>
    </w:p>
    <w:p w:rsidR="00354DF7" w:rsidRDefault="00354DF7" w:rsidP="00354DF7">
      <w:pPr>
        <w:tabs>
          <w:tab w:val="left" w:pos="6195"/>
        </w:tabs>
      </w:pPr>
      <w:r>
        <w:t>409.2621</w:t>
      </w:r>
      <w:r>
        <w:tab/>
        <w:t>2.590e0</w:t>
      </w:r>
    </w:p>
    <w:p w:rsidR="00354DF7" w:rsidRDefault="00354DF7" w:rsidP="00354DF7">
      <w:pPr>
        <w:tabs>
          <w:tab w:val="left" w:pos="6195"/>
        </w:tabs>
      </w:pPr>
      <w:r>
        <w:t>409.2650</w:t>
      </w:r>
      <w:r>
        <w:tab/>
        <w:t>1.971e1</w:t>
      </w:r>
    </w:p>
    <w:p w:rsidR="00354DF7" w:rsidRDefault="00354DF7" w:rsidP="00354DF7">
      <w:pPr>
        <w:tabs>
          <w:tab w:val="left" w:pos="6195"/>
        </w:tabs>
      </w:pPr>
      <w:r>
        <w:t>409.2923</w:t>
      </w:r>
      <w:r>
        <w:tab/>
        <w:t>2.962e0</w:t>
      </w:r>
    </w:p>
    <w:p w:rsidR="00354DF7" w:rsidRDefault="00354DF7" w:rsidP="00354DF7">
      <w:pPr>
        <w:tabs>
          <w:tab w:val="left" w:pos="6195"/>
        </w:tabs>
      </w:pPr>
      <w:r>
        <w:t>409.3019</w:t>
      </w:r>
      <w:r>
        <w:tab/>
        <w:t>4.226e0</w:t>
      </w:r>
    </w:p>
    <w:p w:rsidR="00354DF7" w:rsidRDefault="00354DF7" w:rsidP="00354DF7">
      <w:pPr>
        <w:tabs>
          <w:tab w:val="left" w:pos="6195"/>
        </w:tabs>
      </w:pPr>
      <w:r>
        <w:t>409.3078</w:t>
      </w:r>
      <w:r>
        <w:tab/>
        <w:t>2.265e0</w:t>
      </w:r>
    </w:p>
    <w:p w:rsidR="00354DF7" w:rsidRDefault="00354DF7" w:rsidP="00354DF7">
      <w:pPr>
        <w:tabs>
          <w:tab w:val="left" w:pos="6195"/>
        </w:tabs>
      </w:pPr>
      <w:r>
        <w:t>409.3130</w:t>
      </w:r>
      <w:r>
        <w:tab/>
        <w:t>5.023e0</w:t>
      </w:r>
    </w:p>
    <w:p w:rsidR="00354DF7" w:rsidRDefault="00354DF7" w:rsidP="00354DF7">
      <w:pPr>
        <w:tabs>
          <w:tab w:val="left" w:pos="6195"/>
        </w:tabs>
      </w:pPr>
      <w:r>
        <w:lastRenderedPageBreak/>
        <w:t>409.3216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409.3569</w:t>
      </w:r>
      <w:r>
        <w:tab/>
        <w:t>5.631e0</w:t>
      </w:r>
    </w:p>
    <w:p w:rsidR="00354DF7" w:rsidRDefault="00354DF7" w:rsidP="00354DF7">
      <w:pPr>
        <w:tabs>
          <w:tab w:val="left" w:pos="6195"/>
        </w:tabs>
      </w:pPr>
      <w:r>
        <w:t>409.3607</w:t>
      </w:r>
      <w:r>
        <w:tab/>
        <w:t>4.025e0</w:t>
      </w:r>
    </w:p>
    <w:p w:rsidR="00354DF7" w:rsidRDefault="00354DF7" w:rsidP="00354DF7">
      <w:pPr>
        <w:tabs>
          <w:tab w:val="left" w:pos="6195"/>
        </w:tabs>
      </w:pPr>
      <w:r>
        <w:t>409.3646</w:t>
      </w:r>
      <w:r>
        <w:tab/>
        <w:t>4.644e0</w:t>
      </w:r>
    </w:p>
    <w:p w:rsidR="00354DF7" w:rsidRDefault="00354DF7" w:rsidP="00354DF7">
      <w:pPr>
        <w:tabs>
          <w:tab w:val="left" w:pos="6195"/>
        </w:tabs>
      </w:pPr>
      <w:r>
        <w:t>409.3765</w:t>
      </w:r>
      <w:r>
        <w:tab/>
        <w:t>7.794e0</w:t>
      </w:r>
    </w:p>
    <w:p w:rsidR="00354DF7" w:rsidRDefault="00354DF7" w:rsidP="00354DF7">
      <w:pPr>
        <w:tabs>
          <w:tab w:val="left" w:pos="6195"/>
        </w:tabs>
      </w:pPr>
      <w:r>
        <w:t>409.3895</w:t>
      </w:r>
      <w:r>
        <w:tab/>
        <w:t>1.063e1</w:t>
      </w:r>
    </w:p>
    <w:p w:rsidR="00354DF7" w:rsidRDefault="00354DF7" w:rsidP="00354DF7">
      <w:pPr>
        <w:tabs>
          <w:tab w:val="left" w:pos="6195"/>
        </w:tabs>
      </w:pPr>
      <w:r>
        <w:t>409.3952</w:t>
      </w:r>
      <w:r>
        <w:tab/>
        <w:t>1.162e1</w:t>
      </w:r>
    </w:p>
    <w:p w:rsidR="00354DF7" w:rsidRDefault="00354DF7" w:rsidP="00354DF7">
      <w:pPr>
        <w:tabs>
          <w:tab w:val="left" w:pos="6195"/>
        </w:tabs>
      </w:pPr>
      <w:r>
        <w:t>409.4014</w:t>
      </w:r>
      <w:r>
        <w:tab/>
        <w:t>1.081e1</w:t>
      </w:r>
    </w:p>
    <w:p w:rsidR="00354DF7" w:rsidRDefault="00354DF7" w:rsidP="00354DF7">
      <w:pPr>
        <w:tabs>
          <w:tab w:val="left" w:pos="6195"/>
        </w:tabs>
      </w:pPr>
      <w:r>
        <w:t>409.4093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409.4667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409.4696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409.4840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409.5053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409.5148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409.5301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409.5361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409.6044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409.6154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409.6483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409.6538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409.6743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409.6808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409.7103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409.7236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409.7355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409.7470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409.7675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409.7711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409.7876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409.8008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409.8095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409.8498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409.8581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409.8690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409.8930</w:t>
      </w:r>
      <w:r>
        <w:tab/>
        <w:t>3.300e0</w:t>
      </w:r>
    </w:p>
    <w:p w:rsidR="00354DF7" w:rsidRDefault="00354DF7" w:rsidP="00354DF7">
      <w:pPr>
        <w:tabs>
          <w:tab w:val="left" w:pos="6195"/>
        </w:tabs>
      </w:pPr>
      <w:r>
        <w:t>409.8996</w:t>
      </w:r>
      <w:r>
        <w:tab/>
        <w:t>4.033e0</w:t>
      </w:r>
    </w:p>
    <w:p w:rsidR="00354DF7" w:rsidRDefault="00354DF7" w:rsidP="00354DF7">
      <w:pPr>
        <w:tabs>
          <w:tab w:val="left" w:pos="6195"/>
        </w:tabs>
      </w:pPr>
      <w:r>
        <w:t>409.9377</w:t>
      </w:r>
      <w:r>
        <w:tab/>
        <w:t>9.937e0</w:t>
      </w:r>
    </w:p>
    <w:p w:rsidR="00354DF7" w:rsidRDefault="00354DF7" w:rsidP="00354DF7">
      <w:pPr>
        <w:tabs>
          <w:tab w:val="left" w:pos="6195"/>
        </w:tabs>
      </w:pPr>
      <w:r>
        <w:t>409.9488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lastRenderedPageBreak/>
        <w:t>409.9606</w:t>
      </w:r>
      <w:r>
        <w:tab/>
        <w:t>2.813e0</w:t>
      </w:r>
    </w:p>
    <w:p w:rsidR="00354DF7" w:rsidRDefault="00354DF7" w:rsidP="00354DF7">
      <w:pPr>
        <w:tabs>
          <w:tab w:val="left" w:pos="6195"/>
        </w:tabs>
      </w:pPr>
      <w:r>
        <w:t>409.9898</w:t>
      </w:r>
      <w:r>
        <w:tab/>
        <w:t>4.777e0</w:t>
      </w:r>
    </w:p>
    <w:p w:rsidR="00354DF7" w:rsidRDefault="00354DF7" w:rsidP="00354DF7">
      <w:pPr>
        <w:tabs>
          <w:tab w:val="left" w:pos="6195"/>
        </w:tabs>
      </w:pPr>
      <w:r>
        <w:t>409.9963</w:t>
      </w:r>
      <w:r>
        <w:tab/>
        <w:t>1.899e0</w:t>
      </w:r>
    </w:p>
    <w:p w:rsidR="00354DF7" w:rsidRDefault="00354DF7" w:rsidP="00354DF7">
      <w:pPr>
        <w:tabs>
          <w:tab w:val="left" w:pos="6195"/>
        </w:tabs>
      </w:pPr>
      <w:r>
        <w:t>410.0096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410.0130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410.0398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410.0452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410.0728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410.0822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410.0993</w:t>
      </w:r>
      <w:r>
        <w:tab/>
        <w:t>1.673e0</w:t>
      </w:r>
    </w:p>
    <w:p w:rsidR="00354DF7" w:rsidRDefault="00354DF7" w:rsidP="00354DF7">
      <w:pPr>
        <w:tabs>
          <w:tab w:val="left" w:pos="6195"/>
        </w:tabs>
      </w:pPr>
      <w:r>
        <w:t>410.1129</w:t>
      </w:r>
      <w:r>
        <w:tab/>
        <w:t>4.885e0</w:t>
      </w:r>
    </w:p>
    <w:p w:rsidR="00354DF7" w:rsidRDefault="00354DF7" w:rsidP="00354DF7">
      <w:pPr>
        <w:tabs>
          <w:tab w:val="left" w:pos="6195"/>
        </w:tabs>
      </w:pPr>
      <w:r>
        <w:t>410.1232</w:t>
      </w:r>
      <w:r>
        <w:tab/>
        <w:t>1.419e0</w:t>
      </w:r>
    </w:p>
    <w:p w:rsidR="00354DF7" w:rsidRDefault="00354DF7" w:rsidP="00354DF7">
      <w:pPr>
        <w:tabs>
          <w:tab w:val="left" w:pos="6195"/>
        </w:tabs>
      </w:pPr>
      <w:r>
        <w:t>410.1320</w:t>
      </w:r>
      <w:r>
        <w:tab/>
        <w:t>4.037e0</w:t>
      </w:r>
    </w:p>
    <w:p w:rsidR="00354DF7" w:rsidRDefault="00354DF7" w:rsidP="00354DF7">
      <w:pPr>
        <w:tabs>
          <w:tab w:val="left" w:pos="6195"/>
        </w:tabs>
      </w:pPr>
      <w:r>
        <w:t>410.1757</w:t>
      </w:r>
      <w:r>
        <w:tab/>
        <w:t>2.059e0</w:t>
      </w:r>
    </w:p>
    <w:p w:rsidR="00354DF7" w:rsidRDefault="00354DF7" w:rsidP="00354DF7">
      <w:pPr>
        <w:tabs>
          <w:tab w:val="left" w:pos="6195"/>
        </w:tabs>
      </w:pPr>
      <w:r>
        <w:t>410.1805</w:t>
      </w:r>
      <w:r>
        <w:tab/>
        <w:t>3.940e0</w:t>
      </w:r>
    </w:p>
    <w:p w:rsidR="00354DF7" w:rsidRDefault="00354DF7" w:rsidP="00354DF7">
      <w:pPr>
        <w:tabs>
          <w:tab w:val="left" w:pos="6195"/>
        </w:tabs>
      </w:pPr>
      <w:r>
        <w:t>410.1823</w:t>
      </w:r>
      <w:r>
        <w:tab/>
        <w:t>3.100e0</w:t>
      </w:r>
    </w:p>
    <w:p w:rsidR="00354DF7" w:rsidRDefault="00354DF7" w:rsidP="00354DF7">
      <w:pPr>
        <w:tabs>
          <w:tab w:val="left" w:pos="6195"/>
        </w:tabs>
      </w:pPr>
      <w:r>
        <w:t>410.1909</w:t>
      </w:r>
      <w:r>
        <w:tab/>
        <w:t>5.251e0</w:t>
      </w:r>
    </w:p>
    <w:p w:rsidR="00354DF7" w:rsidRDefault="00354DF7" w:rsidP="00354DF7">
      <w:pPr>
        <w:tabs>
          <w:tab w:val="left" w:pos="6195"/>
        </w:tabs>
      </w:pPr>
      <w:r>
        <w:t>410.2141</w:t>
      </w:r>
      <w:r>
        <w:tab/>
        <w:t>1.680e1</w:t>
      </w:r>
    </w:p>
    <w:p w:rsidR="00354DF7" w:rsidRDefault="00354DF7" w:rsidP="00354DF7">
      <w:pPr>
        <w:tabs>
          <w:tab w:val="left" w:pos="6195"/>
        </w:tabs>
      </w:pPr>
      <w:r>
        <w:t>410.2157</w:t>
      </w:r>
      <w:r>
        <w:tab/>
        <w:t>4.829e0</w:t>
      </w:r>
    </w:p>
    <w:p w:rsidR="00354DF7" w:rsidRDefault="00354DF7" w:rsidP="00354DF7">
      <w:pPr>
        <w:tabs>
          <w:tab w:val="left" w:pos="6195"/>
        </w:tabs>
      </w:pPr>
      <w:r>
        <w:lastRenderedPageBreak/>
        <w:t>410.2279</w:t>
      </w:r>
      <w:r>
        <w:tab/>
        <w:t>3.965e0</w:t>
      </w:r>
    </w:p>
    <w:p w:rsidR="00354DF7" w:rsidRDefault="00354DF7" w:rsidP="00354DF7">
      <w:pPr>
        <w:tabs>
          <w:tab w:val="left" w:pos="6195"/>
        </w:tabs>
      </w:pPr>
      <w:r>
        <w:t>410.2514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410.2584</w:t>
      </w:r>
      <w:r>
        <w:tab/>
        <w:t>5.379e0</w:t>
      </w:r>
    </w:p>
    <w:p w:rsidR="00354DF7" w:rsidRDefault="00354DF7" w:rsidP="00354DF7">
      <w:pPr>
        <w:tabs>
          <w:tab w:val="left" w:pos="6195"/>
        </w:tabs>
      </w:pPr>
      <w:r>
        <w:t>410.2858</w:t>
      </w:r>
      <w:r>
        <w:tab/>
        <w:t>5.490e0</w:t>
      </w:r>
    </w:p>
    <w:p w:rsidR="00354DF7" w:rsidRDefault="00354DF7" w:rsidP="00354DF7">
      <w:pPr>
        <w:tabs>
          <w:tab w:val="left" w:pos="6195"/>
        </w:tabs>
      </w:pPr>
      <w:r>
        <w:t>410.2904</w:t>
      </w:r>
      <w:r>
        <w:tab/>
        <w:t>2.331e0</w:t>
      </w:r>
    </w:p>
    <w:p w:rsidR="00354DF7" w:rsidRDefault="00354DF7" w:rsidP="00354DF7">
      <w:pPr>
        <w:tabs>
          <w:tab w:val="left" w:pos="6195"/>
        </w:tabs>
      </w:pPr>
      <w:r>
        <w:t>410.3042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410.3454</w:t>
      </w:r>
      <w:r>
        <w:tab/>
        <w:t>5.212e0</w:t>
      </w:r>
    </w:p>
    <w:p w:rsidR="00354DF7" w:rsidRDefault="00354DF7" w:rsidP="00354DF7">
      <w:pPr>
        <w:tabs>
          <w:tab w:val="left" w:pos="6195"/>
        </w:tabs>
      </w:pPr>
      <w:r>
        <w:t>410.3488</w:t>
      </w:r>
      <w:r>
        <w:tab/>
        <w:t>3.779e0</w:t>
      </w:r>
    </w:p>
    <w:p w:rsidR="00354DF7" w:rsidRDefault="00354DF7" w:rsidP="00354DF7">
      <w:pPr>
        <w:tabs>
          <w:tab w:val="left" w:pos="6195"/>
        </w:tabs>
      </w:pPr>
      <w:r>
        <w:t>410.3565</w:t>
      </w:r>
      <w:r>
        <w:tab/>
        <w:t>5.489e0</w:t>
      </w:r>
    </w:p>
    <w:p w:rsidR="00354DF7" w:rsidRDefault="00354DF7" w:rsidP="00354DF7">
      <w:pPr>
        <w:tabs>
          <w:tab w:val="left" w:pos="6195"/>
        </w:tabs>
      </w:pPr>
      <w:r>
        <w:t>410.3593</w:t>
      </w:r>
      <w:r>
        <w:tab/>
        <w:t>3.172e0</w:t>
      </w:r>
    </w:p>
    <w:p w:rsidR="00354DF7" w:rsidRDefault="00354DF7" w:rsidP="00354DF7">
      <w:pPr>
        <w:tabs>
          <w:tab w:val="left" w:pos="6195"/>
        </w:tabs>
      </w:pPr>
      <w:r>
        <w:t>410.3692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410.3943</w:t>
      </w:r>
      <w:r>
        <w:tab/>
        <w:t>4.881e0</w:t>
      </w:r>
    </w:p>
    <w:p w:rsidR="00354DF7" w:rsidRDefault="00354DF7" w:rsidP="00354DF7">
      <w:pPr>
        <w:tabs>
          <w:tab w:val="left" w:pos="6195"/>
        </w:tabs>
      </w:pPr>
      <w:r>
        <w:t>410.4038</w:t>
      </w:r>
      <w:r>
        <w:tab/>
        <w:t>3.734e0</w:t>
      </w:r>
    </w:p>
    <w:p w:rsidR="00354DF7" w:rsidRDefault="00354DF7" w:rsidP="00354DF7">
      <w:pPr>
        <w:tabs>
          <w:tab w:val="left" w:pos="6195"/>
        </w:tabs>
      </w:pPr>
      <w:r>
        <w:t>410.4089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410.4109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410.4346</w:t>
      </w:r>
      <w:r>
        <w:tab/>
        <w:t>4.024e0</w:t>
      </w:r>
    </w:p>
    <w:p w:rsidR="00354DF7" w:rsidRDefault="00354DF7" w:rsidP="00354DF7">
      <w:pPr>
        <w:tabs>
          <w:tab w:val="left" w:pos="6195"/>
        </w:tabs>
      </w:pPr>
      <w:r>
        <w:t>410.4402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410.4761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410.4847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410.4911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410.5309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410.5362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410.5378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410.5715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410.5998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410.6218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410.6398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410.6415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410.6432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410.6627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410.6812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410.6859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410.6973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410.7078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410.7142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410.7244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410.7287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410.7419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410.7569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410.7866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410.7926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410.7999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410.8059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410.8193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410.8336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410.8348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410.8741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410.8802</w:t>
      </w:r>
      <w:r>
        <w:tab/>
        <w:t>3.824e0</w:t>
      </w:r>
    </w:p>
    <w:p w:rsidR="00354DF7" w:rsidRDefault="00354DF7" w:rsidP="00354DF7">
      <w:pPr>
        <w:tabs>
          <w:tab w:val="left" w:pos="6195"/>
        </w:tabs>
      </w:pPr>
      <w:r>
        <w:t>410.9090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410.9117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410.9128</w:t>
      </w:r>
      <w:r>
        <w:tab/>
        <w:t>2.663e0</w:t>
      </w:r>
    </w:p>
    <w:p w:rsidR="00354DF7" w:rsidRDefault="00354DF7" w:rsidP="00354DF7">
      <w:pPr>
        <w:tabs>
          <w:tab w:val="left" w:pos="6195"/>
        </w:tabs>
      </w:pPr>
      <w:r>
        <w:t>410.9185</w:t>
      </w:r>
      <w:r>
        <w:tab/>
        <w:t>1.788e0</w:t>
      </w:r>
    </w:p>
    <w:p w:rsidR="00354DF7" w:rsidRDefault="00354DF7" w:rsidP="00354DF7">
      <w:pPr>
        <w:tabs>
          <w:tab w:val="left" w:pos="6195"/>
        </w:tabs>
      </w:pPr>
      <w:r>
        <w:t>410.9503</w:t>
      </w:r>
      <w:r>
        <w:tab/>
        <w:t>3.799e0</w:t>
      </w:r>
    </w:p>
    <w:p w:rsidR="00354DF7" w:rsidRDefault="00354DF7" w:rsidP="00354DF7">
      <w:pPr>
        <w:tabs>
          <w:tab w:val="left" w:pos="6195"/>
        </w:tabs>
      </w:pPr>
      <w:r>
        <w:t>410.9821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410.9864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410.9967</w:t>
      </w:r>
      <w:r>
        <w:tab/>
        <w:t>2.748e0</w:t>
      </w:r>
    </w:p>
    <w:p w:rsidR="00354DF7" w:rsidRDefault="00354DF7" w:rsidP="00354DF7">
      <w:pPr>
        <w:tabs>
          <w:tab w:val="left" w:pos="6195"/>
        </w:tabs>
      </w:pPr>
      <w:r>
        <w:t>410.9989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411.0328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411.0406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411.0526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411.0601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411.0689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411.0783</w:t>
      </w:r>
      <w:r>
        <w:tab/>
        <w:t>1.864e0</w:t>
      </w:r>
    </w:p>
    <w:p w:rsidR="00354DF7" w:rsidRDefault="00354DF7" w:rsidP="00354DF7">
      <w:pPr>
        <w:tabs>
          <w:tab w:val="left" w:pos="6195"/>
        </w:tabs>
      </w:pPr>
      <w:r>
        <w:t>411.0846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411.0903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411.1128</w:t>
      </w:r>
      <w:r>
        <w:tab/>
        <w:t>3.515e0</w:t>
      </w:r>
    </w:p>
    <w:p w:rsidR="00354DF7" w:rsidRDefault="00354DF7" w:rsidP="00354DF7">
      <w:pPr>
        <w:tabs>
          <w:tab w:val="left" w:pos="6195"/>
        </w:tabs>
      </w:pPr>
      <w:r>
        <w:t>411.1262</w:t>
      </w:r>
      <w:r>
        <w:tab/>
        <w:t>2.669e0</w:t>
      </w:r>
    </w:p>
    <w:p w:rsidR="00354DF7" w:rsidRDefault="00354DF7" w:rsidP="00354DF7">
      <w:pPr>
        <w:tabs>
          <w:tab w:val="left" w:pos="6195"/>
        </w:tabs>
      </w:pPr>
      <w:r>
        <w:t>411.1320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411.1495</w:t>
      </w:r>
      <w:r>
        <w:tab/>
        <w:t>1.997e0</w:t>
      </w:r>
    </w:p>
    <w:p w:rsidR="00354DF7" w:rsidRDefault="00354DF7" w:rsidP="00354DF7">
      <w:pPr>
        <w:tabs>
          <w:tab w:val="left" w:pos="6195"/>
        </w:tabs>
      </w:pPr>
      <w:r>
        <w:t>411.1833</w:t>
      </w:r>
      <w:r>
        <w:tab/>
        <w:t>3.916e0</w:t>
      </w:r>
    </w:p>
    <w:p w:rsidR="00354DF7" w:rsidRDefault="00354DF7" w:rsidP="00354DF7">
      <w:pPr>
        <w:tabs>
          <w:tab w:val="left" w:pos="6195"/>
        </w:tabs>
      </w:pPr>
      <w:r>
        <w:t>411.1854</w:t>
      </w:r>
      <w:r>
        <w:tab/>
        <w:t>3.904e0</w:t>
      </w:r>
    </w:p>
    <w:p w:rsidR="00354DF7" w:rsidRDefault="00354DF7" w:rsidP="00354DF7">
      <w:pPr>
        <w:tabs>
          <w:tab w:val="left" w:pos="6195"/>
        </w:tabs>
      </w:pPr>
      <w:r>
        <w:t>411.2025</w:t>
      </w:r>
      <w:r>
        <w:tab/>
        <w:t>3.223e0</w:t>
      </w:r>
    </w:p>
    <w:p w:rsidR="00354DF7" w:rsidRDefault="00354DF7" w:rsidP="00354DF7">
      <w:pPr>
        <w:tabs>
          <w:tab w:val="left" w:pos="6195"/>
        </w:tabs>
      </w:pPr>
      <w:r>
        <w:t>411.2083</w:t>
      </w:r>
      <w:r>
        <w:tab/>
        <w:t>3.214e0</w:t>
      </w:r>
    </w:p>
    <w:p w:rsidR="00354DF7" w:rsidRDefault="00354DF7" w:rsidP="00354DF7">
      <w:pPr>
        <w:tabs>
          <w:tab w:val="left" w:pos="6195"/>
        </w:tabs>
      </w:pPr>
      <w:r>
        <w:t>411.2222</w:t>
      </w:r>
      <w:r>
        <w:tab/>
        <w:t>2.170e0</w:t>
      </w:r>
    </w:p>
    <w:p w:rsidR="00354DF7" w:rsidRDefault="00354DF7" w:rsidP="00354DF7">
      <w:pPr>
        <w:tabs>
          <w:tab w:val="left" w:pos="6195"/>
        </w:tabs>
      </w:pPr>
      <w:r>
        <w:t>411.2318</w:t>
      </w:r>
      <w:r>
        <w:tab/>
        <w:t>2.895e0</w:t>
      </w:r>
    </w:p>
    <w:p w:rsidR="00354DF7" w:rsidRDefault="00354DF7" w:rsidP="00354DF7">
      <w:pPr>
        <w:tabs>
          <w:tab w:val="left" w:pos="6195"/>
        </w:tabs>
      </w:pPr>
      <w:r>
        <w:t>411.2617</w:t>
      </w:r>
      <w:r>
        <w:tab/>
        <w:t>3.428e0</w:t>
      </w:r>
    </w:p>
    <w:p w:rsidR="00354DF7" w:rsidRDefault="00354DF7" w:rsidP="00354DF7">
      <w:pPr>
        <w:tabs>
          <w:tab w:val="left" w:pos="6195"/>
        </w:tabs>
      </w:pPr>
      <w:r>
        <w:lastRenderedPageBreak/>
        <w:t>411.2753</w:t>
      </w:r>
      <w:r>
        <w:tab/>
        <w:t>3.769e0</w:t>
      </w:r>
    </w:p>
    <w:p w:rsidR="00354DF7" w:rsidRDefault="00354DF7" w:rsidP="00354DF7">
      <w:pPr>
        <w:tabs>
          <w:tab w:val="left" w:pos="6195"/>
        </w:tabs>
      </w:pPr>
      <w:r>
        <w:t>411.2947</w:t>
      </w:r>
      <w:r>
        <w:tab/>
        <w:t>3.278e0</w:t>
      </w:r>
    </w:p>
    <w:p w:rsidR="00354DF7" w:rsidRDefault="00354DF7" w:rsidP="00354DF7">
      <w:pPr>
        <w:tabs>
          <w:tab w:val="left" w:pos="6195"/>
        </w:tabs>
      </w:pPr>
      <w:r>
        <w:t>411.3231</w:t>
      </w:r>
      <w:r>
        <w:tab/>
        <w:t>1.291e0</w:t>
      </w:r>
    </w:p>
    <w:p w:rsidR="00354DF7" w:rsidRDefault="00354DF7" w:rsidP="00354DF7">
      <w:pPr>
        <w:tabs>
          <w:tab w:val="left" w:pos="6195"/>
        </w:tabs>
      </w:pPr>
      <w:r>
        <w:t>411.3399</w:t>
      </w:r>
      <w:r>
        <w:tab/>
        <w:t>5.279e0</w:t>
      </w:r>
    </w:p>
    <w:p w:rsidR="00354DF7" w:rsidRDefault="00354DF7" w:rsidP="00354DF7">
      <w:pPr>
        <w:tabs>
          <w:tab w:val="left" w:pos="6195"/>
        </w:tabs>
      </w:pPr>
      <w:r>
        <w:t>411.3414</w:t>
      </w:r>
      <w:r>
        <w:tab/>
        <w:t>2.743e0</w:t>
      </w:r>
    </w:p>
    <w:p w:rsidR="00354DF7" w:rsidRDefault="00354DF7" w:rsidP="00354DF7">
      <w:pPr>
        <w:tabs>
          <w:tab w:val="left" w:pos="6195"/>
        </w:tabs>
      </w:pPr>
      <w:r>
        <w:t>411.3680</w:t>
      </w:r>
      <w:r>
        <w:tab/>
        <w:t>4.020e0</w:t>
      </w:r>
    </w:p>
    <w:p w:rsidR="00354DF7" w:rsidRDefault="00354DF7" w:rsidP="00354DF7">
      <w:pPr>
        <w:tabs>
          <w:tab w:val="left" w:pos="6195"/>
        </w:tabs>
      </w:pPr>
      <w:r>
        <w:t>411.3970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411.4120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411.4291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411.4478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411.4692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411.4768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411.4986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411.5008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411.5114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411.5276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411.5529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411.5639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411.5652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411.5711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411.5791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411.5967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411.6015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411.6147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411.6206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411.6655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411.6792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411.6829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411.7062</w:t>
      </w:r>
      <w:r>
        <w:tab/>
        <w:t>3.468e0</w:t>
      </w:r>
    </w:p>
    <w:p w:rsidR="00354DF7" w:rsidRDefault="00354DF7" w:rsidP="00354DF7">
      <w:pPr>
        <w:tabs>
          <w:tab w:val="left" w:pos="6195"/>
        </w:tabs>
      </w:pPr>
      <w:r>
        <w:t>411.7187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411.7251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411.7308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411.7432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411.7470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411.7599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411.8028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411.8078</w:t>
      </w:r>
      <w:r>
        <w:tab/>
        <w:t>2.531e0</w:t>
      </w:r>
    </w:p>
    <w:p w:rsidR="00354DF7" w:rsidRDefault="00354DF7" w:rsidP="00354DF7">
      <w:pPr>
        <w:tabs>
          <w:tab w:val="left" w:pos="6195"/>
        </w:tabs>
      </w:pPr>
      <w:r>
        <w:t>411.8091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411.8167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411.8693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411.8723</w:t>
      </w:r>
      <w:r>
        <w:tab/>
        <w:t>5.025e0</w:t>
      </w:r>
    </w:p>
    <w:p w:rsidR="00354DF7" w:rsidRDefault="00354DF7" w:rsidP="00354DF7">
      <w:pPr>
        <w:tabs>
          <w:tab w:val="left" w:pos="6195"/>
        </w:tabs>
      </w:pPr>
      <w:r>
        <w:t>411.9179</w:t>
      </w:r>
      <w:r>
        <w:tab/>
        <w:t>3.796e0</w:t>
      </w:r>
    </w:p>
    <w:p w:rsidR="00354DF7" w:rsidRDefault="00354DF7" w:rsidP="00354DF7">
      <w:pPr>
        <w:tabs>
          <w:tab w:val="left" w:pos="6195"/>
        </w:tabs>
      </w:pPr>
      <w:r>
        <w:t>411.9358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411.9410</w:t>
      </w:r>
      <w:r>
        <w:tab/>
        <w:t>2.458e0</w:t>
      </w:r>
    </w:p>
    <w:p w:rsidR="00354DF7" w:rsidRDefault="00354DF7" w:rsidP="00354DF7">
      <w:pPr>
        <w:tabs>
          <w:tab w:val="left" w:pos="6195"/>
        </w:tabs>
      </w:pPr>
      <w:r>
        <w:t>411.9555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411.9590</w:t>
      </w:r>
      <w:r>
        <w:tab/>
        <w:t>2.575e0</w:t>
      </w:r>
    </w:p>
    <w:p w:rsidR="00354DF7" w:rsidRDefault="00354DF7" w:rsidP="00354DF7">
      <w:pPr>
        <w:tabs>
          <w:tab w:val="left" w:pos="6195"/>
        </w:tabs>
      </w:pPr>
      <w:r>
        <w:t>411.9768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411.9850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411.9916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412.0329</w:t>
      </w:r>
      <w:r>
        <w:tab/>
        <w:t>1.956e0</w:t>
      </w:r>
    </w:p>
    <w:p w:rsidR="00354DF7" w:rsidRDefault="00354DF7" w:rsidP="00354DF7">
      <w:pPr>
        <w:tabs>
          <w:tab w:val="left" w:pos="6195"/>
        </w:tabs>
      </w:pPr>
      <w:r>
        <w:t>412.0381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412.0455</w:t>
      </w:r>
      <w:r>
        <w:tab/>
        <w:t>7.373e0</w:t>
      </w:r>
    </w:p>
    <w:p w:rsidR="00354DF7" w:rsidRDefault="00354DF7" w:rsidP="00354DF7">
      <w:pPr>
        <w:tabs>
          <w:tab w:val="left" w:pos="6195"/>
        </w:tabs>
      </w:pPr>
      <w:r>
        <w:t>412.0573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412.0613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412.0844</w:t>
      </w:r>
      <w:r>
        <w:tab/>
        <w:t>3.001e0</w:t>
      </w:r>
    </w:p>
    <w:p w:rsidR="00354DF7" w:rsidRDefault="00354DF7" w:rsidP="00354DF7">
      <w:pPr>
        <w:tabs>
          <w:tab w:val="left" w:pos="6195"/>
        </w:tabs>
      </w:pPr>
      <w:r>
        <w:t>412.0961</w:t>
      </w:r>
      <w:r>
        <w:tab/>
        <w:t>3.767e0</w:t>
      </w:r>
    </w:p>
    <w:p w:rsidR="00354DF7" w:rsidRDefault="00354DF7" w:rsidP="00354DF7">
      <w:pPr>
        <w:tabs>
          <w:tab w:val="left" w:pos="6195"/>
        </w:tabs>
      </w:pPr>
      <w:r>
        <w:t>412.1098</w:t>
      </w:r>
      <w:r>
        <w:tab/>
        <w:t>4.500e0</w:t>
      </w:r>
    </w:p>
    <w:p w:rsidR="00354DF7" w:rsidRDefault="00354DF7" w:rsidP="00354DF7">
      <w:pPr>
        <w:tabs>
          <w:tab w:val="left" w:pos="6195"/>
        </w:tabs>
      </w:pPr>
      <w:r>
        <w:lastRenderedPageBreak/>
        <w:t>412.1120</w:t>
      </w:r>
      <w:r>
        <w:tab/>
        <w:t>1.986e0</w:t>
      </w:r>
    </w:p>
    <w:p w:rsidR="00354DF7" w:rsidRDefault="00354DF7" w:rsidP="00354DF7">
      <w:pPr>
        <w:tabs>
          <w:tab w:val="left" w:pos="6195"/>
        </w:tabs>
      </w:pPr>
      <w:r>
        <w:t>412.1145</w:t>
      </w:r>
      <w:r>
        <w:tab/>
        <w:t>3.184e0</w:t>
      </w:r>
    </w:p>
    <w:p w:rsidR="00354DF7" w:rsidRDefault="00354DF7" w:rsidP="00354DF7">
      <w:pPr>
        <w:tabs>
          <w:tab w:val="left" w:pos="6195"/>
        </w:tabs>
      </w:pPr>
      <w:r>
        <w:t>412.1333</w:t>
      </w:r>
      <w:r>
        <w:tab/>
        <w:t>1.780e0</w:t>
      </w:r>
    </w:p>
    <w:p w:rsidR="00354DF7" w:rsidRDefault="00354DF7" w:rsidP="00354DF7">
      <w:pPr>
        <w:tabs>
          <w:tab w:val="left" w:pos="6195"/>
        </w:tabs>
      </w:pPr>
      <w:r>
        <w:t>412.1498</w:t>
      </w:r>
      <w:r>
        <w:tab/>
        <w:t>1.479e0</w:t>
      </w:r>
    </w:p>
    <w:p w:rsidR="00354DF7" w:rsidRDefault="00354DF7" w:rsidP="00354DF7">
      <w:pPr>
        <w:tabs>
          <w:tab w:val="left" w:pos="6195"/>
        </w:tabs>
      </w:pPr>
      <w:r>
        <w:t>412.1739</w:t>
      </w:r>
      <w:r>
        <w:tab/>
        <w:t>2.660e0</w:t>
      </w:r>
    </w:p>
    <w:p w:rsidR="00354DF7" w:rsidRDefault="00354DF7" w:rsidP="00354DF7">
      <w:pPr>
        <w:tabs>
          <w:tab w:val="left" w:pos="6195"/>
        </w:tabs>
      </w:pPr>
      <w:r>
        <w:t>412.1758</w:t>
      </w:r>
      <w:r>
        <w:tab/>
        <w:t>1.268e1</w:t>
      </w:r>
    </w:p>
    <w:p w:rsidR="00354DF7" w:rsidRDefault="00354DF7" w:rsidP="00354DF7">
      <w:pPr>
        <w:tabs>
          <w:tab w:val="left" w:pos="6195"/>
        </w:tabs>
      </w:pPr>
      <w:r>
        <w:t>412.1834</w:t>
      </w:r>
      <w:r>
        <w:tab/>
        <w:t>1.301e0</w:t>
      </w:r>
    </w:p>
    <w:p w:rsidR="00354DF7" w:rsidRDefault="00354DF7" w:rsidP="00354DF7">
      <w:pPr>
        <w:tabs>
          <w:tab w:val="left" w:pos="6195"/>
        </w:tabs>
      </w:pPr>
      <w:r>
        <w:t>412.1918</w:t>
      </w:r>
      <w:r>
        <w:tab/>
        <w:t>2.798e0</w:t>
      </w:r>
    </w:p>
    <w:p w:rsidR="00354DF7" w:rsidRDefault="00354DF7" w:rsidP="00354DF7">
      <w:pPr>
        <w:tabs>
          <w:tab w:val="left" w:pos="6195"/>
        </w:tabs>
      </w:pPr>
      <w:r>
        <w:t>412.1958</w:t>
      </w:r>
      <w:r>
        <w:tab/>
        <w:t>3.666e0</w:t>
      </w:r>
    </w:p>
    <w:p w:rsidR="00354DF7" w:rsidRDefault="00354DF7" w:rsidP="00354DF7">
      <w:pPr>
        <w:tabs>
          <w:tab w:val="left" w:pos="6195"/>
        </w:tabs>
      </w:pPr>
      <w:r>
        <w:t>412.2134</w:t>
      </w:r>
      <w:r>
        <w:tab/>
        <w:t>4.648e0</w:t>
      </w:r>
    </w:p>
    <w:p w:rsidR="00354DF7" w:rsidRDefault="00354DF7" w:rsidP="00354DF7">
      <w:pPr>
        <w:tabs>
          <w:tab w:val="left" w:pos="6195"/>
        </w:tabs>
      </w:pPr>
      <w:r>
        <w:t>412.2489</w:t>
      </w:r>
      <w:r>
        <w:tab/>
        <w:t>1.471e0</w:t>
      </w:r>
    </w:p>
    <w:p w:rsidR="00354DF7" w:rsidRDefault="00354DF7" w:rsidP="00354DF7">
      <w:pPr>
        <w:tabs>
          <w:tab w:val="left" w:pos="6195"/>
        </w:tabs>
      </w:pPr>
      <w:r>
        <w:t>412.2535</w:t>
      </w:r>
      <w:r>
        <w:tab/>
        <w:t>1.454e0</w:t>
      </w:r>
    </w:p>
    <w:p w:rsidR="00354DF7" w:rsidRDefault="00354DF7" w:rsidP="00354DF7">
      <w:pPr>
        <w:tabs>
          <w:tab w:val="left" w:pos="6195"/>
        </w:tabs>
      </w:pPr>
      <w:r>
        <w:t>412.2813</w:t>
      </w:r>
      <w:r>
        <w:tab/>
        <w:t>1.722e0</w:t>
      </w:r>
    </w:p>
    <w:p w:rsidR="00354DF7" w:rsidRDefault="00354DF7" w:rsidP="00354DF7">
      <w:pPr>
        <w:tabs>
          <w:tab w:val="left" w:pos="6195"/>
        </w:tabs>
      </w:pPr>
      <w:r>
        <w:t>412.2839</w:t>
      </w:r>
      <w:r>
        <w:tab/>
        <w:t>4.009e0</w:t>
      </w:r>
    </w:p>
    <w:p w:rsidR="00354DF7" w:rsidRDefault="00354DF7" w:rsidP="00354DF7">
      <w:pPr>
        <w:tabs>
          <w:tab w:val="left" w:pos="6195"/>
        </w:tabs>
      </w:pPr>
      <w:r>
        <w:t>412.2851</w:t>
      </w:r>
      <w:r>
        <w:tab/>
        <w:t>3.977e0</w:t>
      </w:r>
    </w:p>
    <w:p w:rsidR="00354DF7" w:rsidRDefault="00354DF7" w:rsidP="00354DF7">
      <w:pPr>
        <w:tabs>
          <w:tab w:val="left" w:pos="6195"/>
        </w:tabs>
      </w:pPr>
      <w:r>
        <w:t>412.2940</w:t>
      </w:r>
      <w:r>
        <w:tab/>
        <w:t>1.871e0</w:t>
      </w:r>
    </w:p>
    <w:p w:rsidR="00354DF7" w:rsidRDefault="00354DF7" w:rsidP="00354DF7">
      <w:pPr>
        <w:tabs>
          <w:tab w:val="left" w:pos="6195"/>
        </w:tabs>
      </w:pPr>
      <w:r>
        <w:t>412.3047</w:t>
      </w:r>
      <w:r>
        <w:tab/>
        <w:t>2.055e0</w:t>
      </w:r>
    </w:p>
    <w:p w:rsidR="00354DF7" w:rsidRDefault="00354DF7" w:rsidP="00354DF7">
      <w:pPr>
        <w:tabs>
          <w:tab w:val="left" w:pos="6195"/>
        </w:tabs>
      </w:pPr>
      <w:r>
        <w:t>412.3597</w:t>
      </w:r>
      <w:r>
        <w:tab/>
        <w:t>3.652e0</w:t>
      </w:r>
    </w:p>
    <w:p w:rsidR="00354DF7" w:rsidRDefault="00354DF7" w:rsidP="00354DF7">
      <w:pPr>
        <w:tabs>
          <w:tab w:val="left" w:pos="6195"/>
        </w:tabs>
      </w:pPr>
      <w:r>
        <w:t>412.3847</w:t>
      </w:r>
      <w:r>
        <w:tab/>
        <w:t>4.030e0</w:t>
      </w:r>
    </w:p>
    <w:p w:rsidR="00354DF7" w:rsidRDefault="00354DF7" w:rsidP="00354DF7">
      <w:pPr>
        <w:tabs>
          <w:tab w:val="left" w:pos="6195"/>
        </w:tabs>
      </w:pPr>
      <w:r>
        <w:lastRenderedPageBreak/>
        <w:t>412.4204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412.4305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412.4467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412.4555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412.5014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412.5061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412.5233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412.5389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412.5446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412.5537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412.5762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412.5891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412.5923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412.6349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412.6481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412.6656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412.6669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412.6698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412.6805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412.7054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412.7120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412.7164</w:t>
      </w:r>
      <w:r>
        <w:tab/>
        <w:t>2.246e0</w:t>
      </w:r>
    </w:p>
    <w:p w:rsidR="00354DF7" w:rsidRDefault="00354DF7" w:rsidP="00354DF7">
      <w:pPr>
        <w:tabs>
          <w:tab w:val="left" w:pos="6195"/>
        </w:tabs>
      </w:pPr>
      <w:r>
        <w:t>412.7186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412.7556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412.7690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412.7708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412.8148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412.8197</w:t>
      </w:r>
      <w:r>
        <w:tab/>
        <w:t>2.769e0</w:t>
      </w:r>
    </w:p>
    <w:p w:rsidR="00354DF7" w:rsidRDefault="00354DF7" w:rsidP="00354DF7">
      <w:pPr>
        <w:tabs>
          <w:tab w:val="left" w:pos="6195"/>
        </w:tabs>
      </w:pPr>
      <w:r>
        <w:t>412.8438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412.8520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412.8579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412.8647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412.8967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412.9065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412.9110</w:t>
      </w:r>
      <w:r>
        <w:tab/>
        <w:t>2.823e0</w:t>
      </w:r>
    </w:p>
    <w:p w:rsidR="00354DF7" w:rsidRDefault="00354DF7" w:rsidP="00354DF7">
      <w:pPr>
        <w:tabs>
          <w:tab w:val="left" w:pos="6195"/>
        </w:tabs>
      </w:pPr>
      <w:r>
        <w:t>412.9513</w:t>
      </w:r>
      <w:r>
        <w:tab/>
        <w:t>3.341e0</w:t>
      </w:r>
    </w:p>
    <w:p w:rsidR="00354DF7" w:rsidRDefault="00354DF7" w:rsidP="00354DF7">
      <w:pPr>
        <w:tabs>
          <w:tab w:val="left" w:pos="6195"/>
        </w:tabs>
      </w:pPr>
      <w:r>
        <w:t>412.9565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412.9727</w:t>
      </w:r>
      <w:r>
        <w:tab/>
        <w:t>6.467e0</w:t>
      </w:r>
    </w:p>
    <w:p w:rsidR="00354DF7" w:rsidRDefault="00354DF7" w:rsidP="00354DF7">
      <w:pPr>
        <w:tabs>
          <w:tab w:val="left" w:pos="6195"/>
        </w:tabs>
      </w:pPr>
      <w:r>
        <w:lastRenderedPageBreak/>
        <w:t>412.9817</w:t>
      </w:r>
      <w:r>
        <w:tab/>
        <w:t>3.840e0</w:t>
      </w:r>
    </w:p>
    <w:p w:rsidR="00354DF7" w:rsidRDefault="00354DF7" w:rsidP="00354DF7">
      <w:pPr>
        <w:tabs>
          <w:tab w:val="left" w:pos="6195"/>
        </w:tabs>
      </w:pPr>
      <w:r>
        <w:t>412.9975</w:t>
      </w:r>
      <w:r>
        <w:tab/>
        <w:t>1.877e0</w:t>
      </w:r>
    </w:p>
    <w:p w:rsidR="00354DF7" w:rsidRDefault="00354DF7" w:rsidP="00354DF7">
      <w:pPr>
        <w:tabs>
          <w:tab w:val="left" w:pos="6195"/>
        </w:tabs>
      </w:pPr>
      <w:r>
        <w:t>413.0135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413.0170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413.0334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413.0590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413.0722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413.0846</w:t>
      </w:r>
      <w:r>
        <w:tab/>
        <w:t>6.899e0</w:t>
      </w:r>
    </w:p>
    <w:p w:rsidR="00354DF7" w:rsidRDefault="00354DF7" w:rsidP="00354DF7">
      <w:pPr>
        <w:tabs>
          <w:tab w:val="left" w:pos="6195"/>
        </w:tabs>
      </w:pPr>
      <w:r>
        <w:t>413.0949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413.1006</w:t>
      </w:r>
      <w:r>
        <w:tab/>
        <w:t>2.555e0</w:t>
      </w:r>
    </w:p>
    <w:p w:rsidR="00354DF7" w:rsidRDefault="00354DF7" w:rsidP="00354DF7">
      <w:pPr>
        <w:tabs>
          <w:tab w:val="left" w:pos="6195"/>
        </w:tabs>
      </w:pPr>
      <w:r>
        <w:t>413.1055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413.1139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413.1436</w:t>
      </w:r>
      <w:r>
        <w:tab/>
        <w:t>1.294e0</w:t>
      </w:r>
    </w:p>
    <w:p w:rsidR="00354DF7" w:rsidRDefault="00354DF7" w:rsidP="00354DF7">
      <w:pPr>
        <w:tabs>
          <w:tab w:val="left" w:pos="6195"/>
        </w:tabs>
      </w:pPr>
      <w:r>
        <w:t>413.1979</w:t>
      </w:r>
      <w:r>
        <w:tab/>
        <w:t>2.664e0</w:t>
      </w:r>
    </w:p>
    <w:p w:rsidR="00354DF7" w:rsidRDefault="00354DF7" w:rsidP="00354DF7">
      <w:pPr>
        <w:tabs>
          <w:tab w:val="left" w:pos="6195"/>
        </w:tabs>
      </w:pPr>
      <w:r>
        <w:t>413.2433</w:t>
      </w:r>
      <w:r>
        <w:tab/>
        <w:t>1.702e0</w:t>
      </w:r>
    </w:p>
    <w:p w:rsidR="00354DF7" w:rsidRDefault="00354DF7" w:rsidP="00354DF7">
      <w:pPr>
        <w:tabs>
          <w:tab w:val="left" w:pos="6195"/>
        </w:tabs>
      </w:pPr>
      <w:r>
        <w:t>413.2453</w:t>
      </w:r>
      <w:r>
        <w:tab/>
        <w:t>2.807e0</w:t>
      </w:r>
    </w:p>
    <w:p w:rsidR="00354DF7" w:rsidRDefault="00354DF7" w:rsidP="00354DF7">
      <w:pPr>
        <w:tabs>
          <w:tab w:val="left" w:pos="6195"/>
        </w:tabs>
      </w:pPr>
      <w:r>
        <w:t>413.2682</w:t>
      </w:r>
      <w:r>
        <w:tab/>
        <w:t>2.562e0</w:t>
      </w:r>
    </w:p>
    <w:p w:rsidR="00354DF7" w:rsidRDefault="00354DF7" w:rsidP="00354DF7">
      <w:pPr>
        <w:tabs>
          <w:tab w:val="left" w:pos="6195"/>
        </w:tabs>
      </w:pPr>
      <w:r>
        <w:t>413.3128</w:t>
      </w:r>
      <w:r>
        <w:tab/>
        <w:t>1.034e1</w:t>
      </w:r>
    </w:p>
    <w:p w:rsidR="00354DF7" w:rsidRDefault="00354DF7" w:rsidP="00354DF7">
      <w:pPr>
        <w:tabs>
          <w:tab w:val="left" w:pos="6195"/>
        </w:tabs>
      </w:pPr>
      <w:r>
        <w:t>413.3141</w:t>
      </w:r>
      <w:r>
        <w:tab/>
        <w:t>1.827e1</w:t>
      </w:r>
    </w:p>
    <w:p w:rsidR="00354DF7" w:rsidRDefault="00354DF7" w:rsidP="00354DF7">
      <w:pPr>
        <w:tabs>
          <w:tab w:val="left" w:pos="6195"/>
        </w:tabs>
      </w:pPr>
      <w:r>
        <w:lastRenderedPageBreak/>
        <w:t>413.3167</w:t>
      </w:r>
      <w:r>
        <w:tab/>
        <w:t>1.393e1</w:t>
      </w:r>
    </w:p>
    <w:p w:rsidR="00354DF7" w:rsidRDefault="00354DF7" w:rsidP="00354DF7">
      <w:pPr>
        <w:tabs>
          <w:tab w:val="left" w:pos="6195"/>
        </w:tabs>
      </w:pPr>
      <w:r>
        <w:t>413.3235</w:t>
      </w:r>
      <w:r>
        <w:tab/>
        <w:t>6.502e0</w:t>
      </w:r>
    </w:p>
    <w:p w:rsidR="00354DF7" w:rsidRDefault="00354DF7" w:rsidP="00354DF7">
      <w:pPr>
        <w:tabs>
          <w:tab w:val="left" w:pos="6195"/>
        </w:tabs>
      </w:pPr>
      <w:r>
        <w:t>413.3249</w:t>
      </w:r>
      <w:r>
        <w:tab/>
        <w:t>2.872e1</w:t>
      </w:r>
    </w:p>
    <w:p w:rsidR="00354DF7" w:rsidRDefault="00354DF7" w:rsidP="00354DF7">
      <w:pPr>
        <w:tabs>
          <w:tab w:val="left" w:pos="6195"/>
        </w:tabs>
      </w:pPr>
      <w:r>
        <w:t>413.3325</w:t>
      </w:r>
      <w:r>
        <w:tab/>
        <w:t>1.360e1</w:t>
      </w:r>
    </w:p>
    <w:p w:rsidR="00354DF7" w:rsidRDefault="00354DF7" w:rsidP="00354DF7">
      <w:pPr>
        <w:tabs>
          <w:tab w:val="left" w:pos="6195"/>
        </w:tabs>
      </w:pPr>
      <w:r>
        <w:t>413.3776</w:t>
      </w:r>
      <w:r>
        <w:tab/>
        <w:t>2.010e0</w:t>
      </w:r>
    </w:p>
    <w:p w:rsidR="00354DF7" w:rsidRDefault="00354DF7" w:rsidP="00354DF7">
      <w:pPr>
        <w:tabs>
          <w:tab w:val="left" w:pos="6195"/>
        </w:tabs>
      </w:pPr>
      <w:r>
        <w:t>413.3913</w:t>
      </w:r>
      <w:r>
        <w:tab/>
        <w:t>2.567e0</w:t>
      </w:r>
    </w:p>
    <w:p w:rsidR="00354DF7" w:rsidRDefault="00354DF7" w:rsidP="00354DF7">
      <w:pPr>
        <w:tabs>
          <w:tab w:val="left" w:pos="6195"/>
        </w:tabs>
      </w:pPr>
      <w:r>
        <w:t>413.3929</w:t>
      </w:r>
      <w:r>
        <w:tab/>
        <w:t>1.877e0</w:t>
      </w:r>
    </w:p>
    <w:p w:rsidR="00354DF7" w:rsidRDefault="00354DF7" w:rsidP="00354DF7">
      <w:pPr>
        <w:tabs>
          <w:tab w:val="left" w:pos="6195"/>
        </w:tabs>
      </w:pPr>
      <w:r>
        <w:t>413.4036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413.4178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413.4666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413.4888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413.4975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413.5022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413.5065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413.5175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413.5347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413.5493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413.5854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413.6099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413.6183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413.6544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413.6702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413.6739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413.6911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413.7129</w:t>
      </w:r>
      <w:r>
        <w:tab/>
        <w:t>3.619e0</w:t>
      </w:r>
    </w:p>
    <w:p w:rsidR="00354DF7" w:rsidRDefault="00354DF7" w:rsidP="00354DF7">
      <w:pPr>
        <w:tabs>
          <w:tab w:val="left" w:pos="6195"/>
        </w:tabs>
      </w:pPr>
      <w:r>
        <w:t>413.7191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413.7373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413.7571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413.7602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413.7788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413.8050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413.8093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413.8483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413.8636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413.8718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413.8857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413.8888</w:t>
      </w:r>
      <w:r>
        <w:tab/>
        <w:t>1.933e0</w:t>
      </w:r>
    </w:p>
    <w:p w:rsidR="00354DF7" w:rsidRDefault="00354DF7" w:rsidP="00354DF7">
      <w:pPr>
        <w:tabs>
          <w:tab w:val="left" w:pos="6195"/>
        </w:tabs>
      </w:pPr>
      <w:r>
        <w:t>413.8962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413.9243</w:t>
      </w:r>
      <w:r>
        <w:tab/>
        <w:t>1.981e0</w:t>
      </w:r>
    </w:p>
    <w:p w:rsidR="00354DF7" w:rsidRDefault="00354DF7" w:rsidP="00354DF7">
      <w:pPr>
        <w:tabs>
          <w:tab w:val="left" w:pos="6195"/>
        </w:tabs>
      </w:pPr>
      <w:r>
        <w:t>413.9439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413.9554</w:t>
      </w:r>
      <w:r>
        <w:tab/>
        <w:t>6.954e0</w:t>
      </w:r>
    </w:p>
    <w:p w:rsidR="00354DF7" w:rsidRDefault="00354DF7" w:rsidP="00354DF7">
      <w:pPr>
        <w:tabs>
          <w:tab w:val="left" w:pos="6195"/>
        </w:tabs>
      </w:pPr>
      <w:r>
        <w:t>413.9681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413.9779</w:t>
      </w:r>
      <w:r>
        <w:tab/>
        <w:t>2.780e0</w:t>
      </w:r>
    </w:p>
    <w:p w:rsidR="00354DF7" w:rsidRDefault="00354DF7" w:rsidP="00354DF7">
      <w:pPr>
        <w:tabs>
          <w:tab w:val="left" w:pos="6195"/>
        </w:tabs>
      </w:pPr>
      <w:r>
        <w:t>414.0046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414.0154</w:t>
      </w:r>
      <w:r>
        <w:tab/>
        <w:t>5.000e0</w:t>
      </w:r>
    </w:p>
    <w:p w:rsidR="00354DF7" w:rsidRDefault="00354DF7" w:rsidP="00354DF7">
      <w:pPr>
        <w:tabs>
          <w:tab w:val="left" w:pos="6195"/>
        </w:tabs>
      </w:pPr>
      <w:r>
        <w:t>414.0176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414.0485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414.0628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414.0666</w:t>
      </w:r>
      <w:r>
        <w:tab/>
        <w:t>3.268e0</w:t>
      </w:r>
    </w:p>
    <w:p w:rsidR="00354DF7" w:rsidRDefault="00354DF7" w:rsidP="00354DF7">
      <w:pPr>
        <w:tabs>
          <w:tab w:val="left" w:pos="6195"/>
        </w:tabs>
      </w:pPr>
      <w:r>
        <w:t>414.0778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414.0805</w:t>
      </w:r>
      <w:r>
        <w:tab/>
        <w:t>4.116e0</w:t>
      </w:r>
    </w:p>
    <w:p w:rsidR="00354DF7" w:rsidRDefault="00354DF7" w:rsidP="00354DF7">
      <w:pPr>
        <w:tabs>
          <w:tab w:val="left" w:pos="6195"/>
        </w:tabs>
      </w:pPr>
      <w:r>
        <w:t>414.0981</w:t>
      </w:r>
      <w:r>
        <w:tab/>
        <w:t>2.972e0</w:t>
      </w:r>
    </w:p>
    <w:p w:rsidR="00354DF7" w:rsidRDefault="00354DF7" w:rsidP="00354DF7">
      <w:pPr>
        <w:tabs>
          <w:tab w:val="left" w:pos="6195"/>
        </w:tabs>
      </w:pPr>
      <w:r>
        <w:t>414.1122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414.1237</w:t>
      </w:r>
      <w:r>
        <w:tab/>
        <w:t>7.921e0</w:t>
      </w:r>
    </w:p>
    <w:p w:rsidR="00354DF7" w:rsidRDefault="00354DF7" w:rsidP="00354DF7">
      <w:pPr>
        <w:tabs>
          <w:tab w:val="left" w:pos="6195"/>
        </w:tabs>
      </w:pPr>
      <w:r>
        <w:t>414.1591</w:t>
      </w:r>
      <w:r>
        <w:tab/>
        <w:t>2.953e0</w:t>
      </w:r>
    </w:p>
    <w:p w:rsidR="00354DF7" w:rsidRDefault="00354DF7" w:rsidP="00354DF7">
      <w:pPr>
        <w:tabs>
          <w:tab w:val="left" w:pos="6195"/>
        </w:tabs>
      </w:pPr>
      <w:r>
        <w:t>414.1642</w:t>
      </w:r>
      <w:r>
        <w:tab/>
        <w:t>1.753e0</w:t>
      </w:r>
    </w:p>
    <w:p w:rsidR="00354DF7" w:rsidRDefault="00354DF7" w:rsidP="00354DF7">
      <w:pPr>
        <w:tabs>
          <w:tab w:val="left" w:pos="6195"/>
        </w:tabs>
      </w:pPr>
      <w:r>
        <w:t>414.1724</w:t>
      </w:r>
      <w:r>
        <w:tab/>
        <w:t>3.753e0</w:t>
      </w:r>
    </w:p>
    <w:p w:rsidR="00354DF7" w:rsidRDefault="00354DF7" w:rsidP="00354DF7">
      <w:pPr>
        <w:tabs>
          <w:tab w:val="left" w:pos="6195"/>
        </w:tabs>
      </w:pPr>
      <w:r>
        <w:lastRenderedPageBreak/>
        <w:t>414.2291</w:t>
      </w:r>
      <w:r>
        <w:tab/>
        <w:t>6.428e0</w:t>
      </w:r>
    </w:p>
    <w:p w:rsidR="00354DF7" w:rsidRDefault="00354DF7" w:rsidP="00354DF7">
      <w:pPr>
        <w:tabs>
          <w:tab w:val="left" w:pos="6195"/>
        </w:tabs>
      </w:pPr>
      <w:r>
        <w:t>414.2704</w:t>
      </w:r>
      <w:r>
        <w:tab/>
        <w:t>1.980e0</w:t>
      </w:r>
    </w:p>
    <w:p w:rsidR="00354DF7" w:rsidRDefault="00354DF7" w:rsidP="00354DF7">
      <w:pPr>
        <w:tabs>
          <w:tab w:val="left" w:pos="6195"/>
        </w:tabs>
      </w:pPr>
      <w:r>
        <w:t>414.3012</w:t>
      </w:r>
      <w:r>
        <w:tab/>
        <w:t>9.583e0</w:t>
      </w:r>
    </w:p>
    <w:p w:rsidR="00354DF7" w:rsidRDefault="00354DF7" w:rsidP="00354DF7">
      <w:pPr>
        <w:tabs>
          <w:tab w:val="left" w:pos="6195"/>
        </w:tabs>
      </w:pPr>
      <w:r>
        <w:t>414.3085</w:t>
      </w:r>
      <w:r>
        <w:tab/>
        <w:t>2.308e0</w:t>
      </w:r>
    </w:p>
    <w:p w:rsidR="00354DF7" w:rsidRDefault="00354DF7" w:rsidP="00354DF7">
      <w:pPr>
        <w:tabs>
          <w:tab w:val="left" w:pos="6195"/>
        </w:tabs>
      </w:pPr>
      <w:r>
        <w:t>414.3191</w:t>
      </w:r>
      <w:r>
        <w:tab/>
        <w:t>1.668e1</w:t>
      </w:r>
    </w:p>
    <w:p w:rsidR="00354DF7" w:rsidRDefault="00354DF7" w:rsidP="00354DF7">
      <w:pPr>
        <w:tabs>
          <w:tab w:val="left" w:pos="6195"/>
        </w:tabs>
      </w:pPr>
      <w:r>
        <w:t>414.3327</w:t>
      </w:r>
      <w:r>
        <w:tab/>
        <w:t>7.137e0</w:t>
      </w:r>
    </w:p>
    <w:p w:rsidR="00354DF7" w:rsidRDefault="00354DF7" w:rsidP="00354DF7">
      <w:pPr>
        <w:tabs>
          <w:tab w:val="left" w:pos="6195"/>
        </w:tabs>
      </w:pPr>
      <w:r>
        <w:t>414.3637</w:t>
      </w:r>
      <w:r>
        <w:tab/>
        <w:t>5.079e0</w:t>
      </w:r>
    </w:p>
    <w:p w:rsidR="00354DF7" w:rsidRDefault="00354DF7" w:rsidP="00354DF7">
      <w:pPr>
        <w:tabs>
          <w:tab w:val="left" w:pos="6195"/>
        </w:tabs>
      </w:pPr>
      <w:r>
        <w:t>414.3781</w:t>
      </w:r>
      <w:r>
        <w:tab/>
        <w:t>2.353e0</w:t>
      </w:r>
    </w:p>
    <w:p w:rsidR="00354DF7" w:rsidRDefault="00354DF7" w:rsidP="00354DF7">
      <w:pPr>
        <w:tabs>
          <w:tab w:val="left" w:pos="6195"/>
        </w:tabs>
      </w:pPr>
      <w:r>
        <w:t>414.3812</w:t>
      </w:r>
      <w:r>
        <w:tab/>
        <w:t>6.709e0</w:t>
      </w:r>
    </w:p>
    <w:p w:rsidR="00354DF7" w:rsidRDefault="00354DF7" w:rsidP="00354DF7">
      <w:pPr>
        <w:tabs>
          <w:tab w:val="left" w:pos="6195"/>
        </w:tabs>
      </w:pPr>
      <w:r>
        <w:t>414.3881</w:t>
      </w:r>
      <w:r>
        <w:tab/>
        <w:t>5.338e0</w:t>
      </w:r>
    </w:p>
    <w:p w:rsidR="00354DF7" w:rsidRDefault="00354DF7" w:rsidP="00354DF7">
      <w:pPr>
        <w:tabs>
          <w:tab w:val="left" w:pos="6195"/>
        </w:tabs>
      </w:pPr>
      <w:r>
        <w:t>414.4158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414.4276</w:t>
      </w:r>
      <w:r>
        <w:tab/>
        <w:t>5.707e0</w:t>
      </w:r>
    </w:p>
    <w:p w:rsidR="00354DF7" w:rsidRDefault="00354DF7" w:rsidP="00354DF7">
      <w:pPr>
        <w:tabs>
          <w:tab w:val="left" w:pos="6195"/>
        </w:tabs>
      </w:pPr>
      <w:r>
        <w:t>414.4327</w:t>
      </w:r>
      <w:r>
        <w:tab/>
        <w:t>6.595e0</w:t>
      </w:r>
    </w:p>
    <w:p w:rsidR="00354DF7" w:rsidRDefault="00354DF7" w:rsidP="00354DF7">
      <w:pPr>
        <w:tabs>
          <w:tab w:val="left" w:pos="6195"/>
        </w:tabs>
      </w:pPr>
      <w:r>
        <w:t>414.4427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414.4480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414.4582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414.4620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414.4919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414.5211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414.5285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414.5360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414.5399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414.5807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414.5855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414.6288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414.6458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414.6585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414.6799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414.6966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414.7035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414.7243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414.7356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414.7693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414.7716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414.7822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414.8061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414.8207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414.8376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414.8603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414.8640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414.8792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414.8831</w:t>
      </w:r>
      <w:r>
        <w:tab/>
        <w:t>5.962e0</w:t>
      </w:r>
    </w:p>
    <w:p w:rsidR="00354DF7" w:rsidRDefault="00354DF7" w:rsidP="00354DF7">
      <w:pPr>
        <w:tabs>
          <w:tab w:val="left" w:pos="6195"/>
        </w:tabs>
      </w:pPr>
      <w:r>
        <w:t>414.8936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414.8997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414.9324</w:t>
      </w:r>
      <w:r>
        <w:tab/>
        <w:t>2.848e0</w:t>
      </w:r>
    </w:p>
    <w:p w:rsidR="00354DF7" w:rsidRDefault="00354DF7" w:rsidP="00354DF7">
      <w:pPr>
        <w:tabs>
          <w:tab w:val="left" w:pos="6195"/>
        </w:tabs>
      </w:pPr>
      <w:r>
        <w:t>414.9379</w:t>
      </w:r>
      <w:r>
        <w:tab/>
        <w:t>3.805e0</w:t>
      </w:r>
    </w:p>
    <w:p w:rsidR="00354DF7" w:rsidRDefault="00354DF7" w:rsidP="00354DF7">
      <w:pPr>
        <w:tabs>
          <w:tab w:val="left" w:pos="6195"/>
        </w:tabs>
      </w:pPr>
      <w:r>
        <w:t>414.9400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414.9500</w:t>
      </w:r>
      <w:r>
        <w:tab/>
        <w:t>2.780e0</w:t>
      </w:r>
    </w:p>
    <w:p w:rsidR="00354DF7" w:rsidRDefault="00354DF7" w:rsidP="00354DF7">
      <w:pPr>
        <w:tabs>
          <w:tab w:val="left" w:pos="6195"/>
        </w:tabs>
      </w:pPr>
      <w:r>
        <w:t>414.9747</w:t>
      </w:r>
      <w:r>
        <w:tab/>
        <w:t>2.948e0</w:t>
      </w:r>
    </w:p>
    <w:p w:rsidR="00354DF7" w:rsidRDefault="00354DF7" w:rsidP="00354DF7">
      <w:pPr>
        <w:tabs>
          <w:tab w:val="left" w:pos="6195"/>
        </w:tabs>
      </w:pPr>
      <w:r>
        <w:t>414.9774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414.9950</w:t>
      </w:r>
      <w:r>
        <w:tab/>
        <w:t>6.568e0</w:t>
      </w:r>
    </w:p>
    <w:p w:rsidR="00354DF7" w:rsidRDefault="00354DF7" w:rsidP="00354DF7">
      <w:pPr>
        <w:tabs>
          <w:tab w:val="left" w:pos="6195"/>
        </w:tabs>
      </w:pPr>
      <w:r>
        <w:t>414.9996</w:t>
      </w:r>
      <w:r>
        <w:tab/>
        <w:t>6.501e0</w:t>
      </w:r>
    </w:p>
    <w:p w:rsidR="00354DF7" w:rsidRDefault="00354DF7" w:rsidP="00354DF7">
      <w:pPr>
        <w:tabs>
          <w:tab w:val="left" w:pos="6195"/>
        </w:tabs>
      </w:pPr>
      <w:r>
        <w:t>415.0192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415.0240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415.0256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415.0356</w:t>
      </w:r>
      <w:r>
        <w:tab/>
        <w:t>6.653e0</w:t>
      </w:r>
    </w:p>
    <w:p w:rsidR="00354DF7" w:rsidRDefault="00354DF7" w:rsidP="00354DF7">
      <w:pPr>
        <w:tabs>
          <w:tab w:val="left" w:pos="6195"/>
        </w:tabs>
      </w:pPr>
      <w:r>
        <w:t>415.0670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415.0697</w:t>
      </w:r>
      <w:r>
        <w:tab/>
        <w:t>2.848e0</w:t>
      </w:r>
    </w:p>
    <w:p w:rsidR="00354DF7" w:rsidRDefault="00354DF7" w:rsidP="00354DF7">
      <w:pPr>
        <w:tabs>
          <w:tab w:val="left" w:pos="6195"/>
        </w:tabs>
      </w:pPr>
      <w:r>
        <w:t>415.1016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415.1067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415.1191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415.1277</w:t>
      </w:r>
      <w:r>
        <w:tab/>
        <w:t>4.779e0</w:t>
      </w:r>
    </w:p>
    <w:p w:rsidR="00354DF7" w:rsidRDefault="00354DF7" w:rsidP="00354DF7">
      <w:pPr>
        <w:tabs>
          <w:tab w:val="left" w:pos="6195"/>
        </w:tabs>
      </w:pPr>
      <w:r>
        <w:t>415.1633</w:t>
      </w:r>
      <w:r>
        <w:tab/>
        <w:t>3.225e0</w:t>
      </w:r>
    </w:p>
    <w:p w:rsidR="00354DF7" w:rsidRDefault="00354DF7" w:rsidP="00354DF7">
      <w:pPr>
        <w:tabs>
          <w:tab w:val="left" w:pos="6195"/>
        </w:tabs>
      </w:pPr>
      <w:r>
        <w:t>415.1684</w:t>
      </w:r>
      <w:r>
        <w:tab/>
        <w:t>2.484e0</w:t>
      </w:r>
    </w:p>
    <w:p w:rsidR="00354DF7" w:rsidRDefault="00354DF7" w:rsidP="00354DF7">
      <w:pPr>
        <w:tabs>
          <w:tab w:val="left" w:pos="6195"/>
        </w:tabs>
      </w:pPr>
      <w:r>
        <w:t>415.1778</w:t>
      </w:r>
      <w:r>
        <w:tab/>
        <w:t>2.314e0</w:t>
      </w:r>
    </w:p>
    <w:p w:rsidR="00354DF7" w:rsidRDefault="00354DF7" w:rsidP="00354DF7">
      <w:pPr>
        <w:tabs>
          <w:tab w:val="left" w:pos="6195"/>
        </w:tabs>
      </w:pPr>
      <w:r>
        <w:t>415.2052</w:t>
      </w:r>
      <w:r>
        <w:tab/>
        <w:t>1.730e0</w:t>
      </w:r>
    </w:p>
    <w:p w:rsidR="00354DF7" w:rsidRDefault="00354DF7" w:rsidP="00354DF7">
      <w:pPr>
        <w:tabs>
          <w:tab w:val="left" w:pos="6195"/>
        </w:tabs>
      </w:pPr>
      <w:r>
        <w:t>415.2511</w:t>
      </w:r>
      <w:r>
        <w:tab/>
        <w:t>3.460e0</w:t>
      </w:r>
    </w:p>
    <w:p w:rsidR="00354DF7" w:rsidRDefault="00354DF7" w:rsidP="00354DF7">
      <w:pPr>
        <w:tabs>
          <w:tab w:val="left" w:pos="6195"/>
        </w:tabs>
      </w:pPr>
      <w:r>
        <w:t>415.2594</w:t>
      </w:r>
      <w:r>
        <w:tab/>
        <w:t>3.163e0</w:t>
      </w:r>
    </w:p>
    <w:p w:rsidR="00354DF7" w:rsidRDefault="00354DF7" w:rsidP="00354DF7">
      <w:pPr>
        <w:tabs>
          <w:tab w:val="left" w:pos="6195"/>
        </w:tabs>
      </w:pPr>
      <w:r>
        <w:t>415.2664</w:t>
      </w:r>
      <w:r>
        <w:tab/>
        <w:t>5.381e0</w:t>
      </w:r>
    </w:p>
    <w:p w:rsidR="00354DF7" w:rsidRDefault="00354DF7" w:rsidP="00354DF7">
      <w:pPr>
        <w:tabs>
          <w:tab w:val="left" w:pos="6195"/>
        </w:tabs>
      </w:pPr>
      <w:r>
        <w:t>415.2733</w:t>
      </w:r>
      <w:r>
        <w:tab/>
        <w:t>1.944e0</w:t>
      </w:r>
    </w:p>
    <w:p w:rsidR="00354DF7" w:rsidRDefault="00354DF7" w:rsidP="00354DF7">
      <w:pPr>
        <w:tabs>
          <w:tab w:val="left" w:pos="6195"/>
        </w:tabs>
      </w:pPr>
      <w:r>
        <w:t>415.2975</w:t>
      </w:r>
      <w:r>
        <w:tab/>
        <w:t>5.155e0</w:t>
      </w:r>
    </w:p>
    <w:p w:rsidR="00354DF7" w:rsidRDefault="00354DF7" w:rsidP="00354DF7">
      <w:pPr>
        <w:tabs>
          <w:tab w:val="left" w:pos="6195"/>
        </w:tabs>
      </w:pPr>
      <w:r>
        <w:t>415.3008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415.3245</w:t>
      </w:r>
      <w:r>
        <w:tab/>
        <w:t>3.590e0</w:t>
      </w:r>
    </w:p>
    <w:p w:rsidR="00354DF7" w:rsidRDefault="00354DF7" w:rsidP="00354DF7">
      <w:pPr>
        <w:tabs>
          <w:tab w:val="left" w:pos="6195"/>
        </w:tabs>
      </w:pPr>
      <w:r>
        <w:t>415.3484</w:t>
      </w:r>
      <w:r>
        <w:tab/>
        <w:t>4.687e0</w:t>
      </w:r>
    </w:p>
    <w:p w:rsidR="00354DF7" w:rsidRDefault="00354DF7" w:rsidP="00354DF7">
      <w:pPr>
        <w:tabs>
          <w:tab w:val="left" w:pos="6195"/>
        </w:tabs>
      </w:pPr>
      <w:r>
        <w:t>415.3780</w:t>
      </w:r>
      <w:r>
        <w:tab/>
        <w:t>4.066e0</w:t>
      </w:r>
    </w:p>
    <w:p w:rsidR="00354DF7" w:rsidRDefault="00354DF7" w:rsidP="00354DF7">
      <w:pPr>
        <w:tabs>
          <w:tab w:val="left" w:pos="6195"/>
        </w:tabs>
      </w:pPr>
      <w:r>
        <w:t>415.3872</w:t>
      </w:r>
      <w:r>
        <w:tab/>
        <w:t>2.231e0</w:t>
      </w:r>
    </w:p>
    <w:p w:rsidR="00354DF7" w:rsidRDefault="00354DF7" w:rsidP="00354DF7">
      <w:pPr>
        <w:tabs>
          <w:tab w:val="left" w:pos="6195"/>
        </w:tabs>
      </w:pPr>
      <w:r>
        <w:lastRenderedPageBreak/>
        <w:t>415.3933</w:t>
      </w:r>
      <w:r>
        <w:tab/>
        <w:t>1.560e0</w:t>
      </w:r>
    </w:p>
    <w:p w:rsidR="00354DF7" w:rsidRDefault="00354DF7" w:rsidP="00354DF7">
      <w:pPr>
        <w:tabs>
          <w:tab w:val="left" w:pos="6195"/>
        </w:tabs>
      </w:pPr>
      <w:r>
        <w:t>415.4094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415.4468</w:t>
      </w:r>
      <w:r>
        <w:tab/>
        <w:t>5.640e0</w:t>
      </w:r>
    </w:p>
    <w:p w:rsidR="00354DF7" w:rsidRDefault="00354DF7" w:rsidP="00354DF7">
      <w:pPr>
        <w:tabs>
          <w:tab w:val="left" w:pos="6195"/>
        </w:tabs>
      </w:pPr>
      <w:r>
        <w:t>415.4528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415.4882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415.4993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415.5215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415.5536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415.5649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415.5801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415.5948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415.6119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415.6184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415.6309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415.6339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415.6672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415.6706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415.6826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415.6943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415.6979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415.7192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415.7359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415.7438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415.7632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415.7705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415.7794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415.8083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415.8272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415.8291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415.8483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415.8578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415.8835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415.8976</w:t>
      </w:r>
      <w:r>
        <w:tab/>
        <w:t>2.362e0</w:t>
      </w:r>
    </w:p>
    <w:p w:rsidR="00354DF7" w:rsidRDefault="00354DF7" w:rsidP="00354DF7">
      <w:pPr>
        <w:tabs>
          <w:tab w:val="left" w:pos="6195"/>
        </w:tabs>
      </w:pPr>
      <w:r>
        <w:t>415.9028</w:t>
      </w:r>
      <w:r>
        <w:tab/>
        <w:t>1.835e0</w:t>
      </w:r>
    </w:p>
    <w:p w:rsidR="00354DF7" w:rsidRDefault="00354DF7" w:rsidP="00354DF7">
      <w:pPr>
        <w:tabs>
          <w:tab w:val="left" w:pos="6195"/>
        </w:tabs>
      </w:pPr>
      <w:r>
        <w:t>415.9143</w:t>
      </w:r>
      <w:r>
        <w:tab/>
        <w:t>5.000e0</w:t>
      </w:r>
    </w:p>
    <w:p w:rsidR="00354DF7" w:rsidRDefault="00354DF7" w:rsidP="00354DF7">
      <w:pPr>
        <w:tabs>
          <w:tab w:val="left" w:pos="6195"/>
        </w:tabs>
      </w:pPr>
      <w:r>
        <w:t>415.9222</w:t>
      </w:r>
      <w:r>
        <w:tab/>
        <w:t>2.358e0</w:t>
      </w:r>
    </w:p>
    <w:p w:rsidR="00354DF7" w:rsidRDefault="00354DF7" w:rsidP="00354DF7">
      <w:pPr>
        <w:tabs>
          <w:tab w:val="left" w:pos="6195"/>
        </w:tabs>
      </w:pPr>
      <w:r>
        <w:t>415.9238</w:t>
      </w:r>
      <w:r>
        <w:tab/>
        <w:t>1.862e0</w:t>
      </w:r>
    </w:p>
    <w:p w:rsidR="00354DF7" w:rsidRDefault="00354DF7" w:rsidP="00354DF7">
      <w:pPr>
        <w:tabs>
          <w:tab w:val="left" w:pos="6195"/>
        </w:tabs>
      </w:pPr>
      <w:r>
        <w:t>415.9362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415.9438</w:t>
      </w:r>
      <w:r>
        <w:tab/>
        <w:t>1.987e0</w:t>
      </w:r>
    </w:p>
    <w:p w:rsidR="00354DF7" w:rsidRDefault="00354DF7" w:rsidP="00354DF7">
      <w:pPr>
        <w:tabs>
          <w:tab w:val="left" w:pos="6195"/>
        </w:tabs>
      </w:pPr>
      <w:r>
        <w:t>415.9669</w:t>
      </w:r>
      <w:r>
        <w:tab/>
        <w:t>4.912e0</w:t>
      </w:r>
    </w:p>
    <w:p w:rsidR="00354DF7" w:rsidRDefault="00354DF7" w:rsidP="00354DF7">
      <w:pPr>
        <w:tabs>
          <w:tab w:val="left" w:pos="6195"/>
        </w:tabs>
      </w:pPr>
      <w:r>
        <w:t>415.9717</w:t>
      </w:r>
      <w:r>
        <w:tab/>
        <w:t>2.739e0</w:t>
      </w:r>
    </w:p>
    <w:p w:rsidR="00354DF7" w:rsidRDefault="00354DF7" w:rsidP="00354DF7">
      <w:pPr>
        <w:tabs>
          <w:tab w:val="left" w:pos="6195"/>
        </w:tabs>
      </w:pPr>
      <w:r>
        <w:t>415.9731</w:t>
      </w:r>
      <w:r>
        <w:tab/>
        <w:t>3.991e0</w:t>
      </w:r>
    </w:p>
    <w:p w:rsidR="00354DF7" w:rsidRDefault="00354DF7" w:rsidP="00354DF7">
      <w:pPr>
        <w:tabs>
          <w:tab w:val="left" w:pos="6195"/>
        </w:tabs>
      </w:pPr>
      <w:r>
        <w:t>415.9751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415.9962</w:t>
      </w:r>
      <w:r>
        <w:tab/>
        <w:t>4.874e0</w:t>
      </w:r>
    </w:p>
    <w:p w:rsidR="00354DF7" w:rsidRDefault="00354DF7" w:rsidP="00354DF7">
      <w:pPr>
        <w:tabs>
          <w:tab w:val="left" w:pos="6195"/>
        </w:tabs>
      </w:pPr>
      <w:r>
        <w:t>416.0108</w:t>
      </w:r>
      <w:r>
        <w:tab/>
        <w:t>1.962e0</w:t>
      </w:r>
    </w:p>
    <w:p w:rsidR="00354DF7" w:rsidRDefault="00354DF7" w:rsidP="00354DF7">
      <w:pPr>
        <w:tabs>
          <w:tab w:val="left" w:pos="6195"/>
        </w:tabs>
      </w:pPr>
      <w:r>
        <w:t>416.0123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416.0447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416.0654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416.0951</w:t>
      </w:r>
      <w:r>
        <w:tab/>
        <w:t>1.784e0</w:t>
      </w:r>
    </w:p>
    <w:p w:rsidR="00354DF7" w:rsidRDefault="00354DF7" w:rsidP="00354DF7">
      <w:pPr>
        <w:tabs>
          <w:tab w:val="left" w:pos="6195"/>
        </w:tabs>
      </w:pPr>
      <w:r>
        <w:t>416.0982</w:t>
      </w:r>
      <w:r>
        <w:tab/>
        <w:t>3.928e0</w:t>
      </w:r>
    </w:p>
    <w:p w:rsidR="00354DF7" w:rsidRDefault="00354DF7" w:rsidP="00354DF7">
      <w:pPr>
        <w:tabs>
          <w:tab w:val="left" w:pos="6195"/>
        </w:tabs>
      </w:pPr>
      <w:r>
        <w:t>416.1038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416.1248</w:t>
      </w:r>
      <w:r>
        <w:tab/>
        <w:t>6.793e0</w:t>
      </w:r>
    </w:p>
    <w:p w:rsidR="00354DF7" w:rsidRDefault="00354DF7" w:rsidP="00354DF7">
      <w:pPr>
        <w:tabs>
          <w:tab w:val="left" w:pos="6195"/>
        </w:tabs>
      </w:pPr>
      <w:r>
        <w:t>416.1334</w:t>
      </w:r>
      <w:r>
        <w:tab/>
        <w:t>5.395e0</w:t>
      </w:r>
    </w:p>
    <w:p w:rsidR="00354DF7" w:rsidRDefault="00354DF7" w:rsidP="00354DF7">
      <w:pPr>
        <w:tabs>
          <w:tab w:val="left" w:pos="6195"/>
        </w:tabs>
      </w:pPr>
      <w:r>
        <w:t>416.1705</w:t>
      </w:r>
      <w:r>
        <w:tab/>
        <w:t>4.527e0</w:t>
      </w:r>
    </w:p>
    <w:p w:rsidR="00354DF7" w:rsidRDefault="00354DF7" w:rsidP="00354DF7">
      <w:pPr>
        <w:tabs>
          <w:tab w:val="left" w:pos="6195"/>
        </w:tabs>
      </w:pPr>
      <w:r>
        <w:t>416.1722</w:t>
      </w:r>
      <w:r>
        <w:tab/>
        <w:t>3.927e0</w:t>
      </w:r>
    </w:p>
    <w:p w:rsidR="00354DF7" w:rsidRDefault="00354DF7" w:rsidP="00354DF7">
      <w:pPr>
        <w:tabs>
          <w:tab w:val="left" w:pos="6195"/>
        </w:tabs>
      </w:pPr>
      <w:r>
        <w:t>416.1800</w:t>
      </w:r>
      <w:r>
        <w:tab/>
        <w:t>4.704e0</w:t>
      </w:r>
    </w:p>
    <w:p w:rsidR="00354DF7" w:rsidRDefault="00354DF7" w:rsidP="00354DF7">
      <w:pPr>
        <w:tabs>
          <w:tab w:val="left" w:pos="6195"/>
        </w:tabs>
      </w:pPr>
      <w:r>
        <w:t>416.2391</w:t>
      </w:r>
      <w:r>
        <w:tab/>
        <w:t>6.777e0</w:t>
      </w:r>
    </w:p>
    <w:p w:rsidR="00354DF7" w:rsidRDefault="00354DF7" w:rsidP="00354DF7">
      <w:pPr>
        <w:tabs>
          <w:tab w:val="left" w:pos="6195"/>
        </w:tabs>
      </w:pPr>
      <w:r>
        <w:lastRenderedPageBreak/>
        <w:t>416.2578</w:t>
      </w:r>
      <w:r>
        <w:tab/>
        <w:t>8.281e0</w:t>
      </w:r>
    </w:p>
    <w:p w:rsidR="00354DF7" w:rsidRDefault="00354DF7" w:rsidP="00354DF7">
      <w:pPr>
        <w:tabs>
          <w:tab w:val="left" w:pos="6195"/>
        </w:tabs>
      </w:pPr>
      <w:r>
        <w:t>416.2630</w:t>
      </w:r>
      <w:r>
        <w:tab/>
        <w:t>4.441e0</w:t>
      </w:r>
    </w:p>
    <w:p w:rsidR="00354DF7" w:rsidRDefault="00354DF7" w:rsidP="00354DF7">
      <w:pPr>
        <w:tabs>
          <w:tab w:val="left" w:pos="6195"/>
        </w:tabs>
      </w:pPr>
      <w:r>
        <w:t>416.2816</w:t>
      </w:r>
      <w:r>
        <w:tab/>
        <w:t>2.861e0</w:t>
      </w:r>
    </w:p>
    <w:p w:rsidR="00354DF7" w:rsidRDefault="00354DF7" w:rsidP="00354DF7">
      <w:pPr>
        <w:tabs>
          <w:tab w:val="left" w:pos="6195"/>
        </w:tabs>
      </w:pPr>
      <w:r>
        <w:t>416.2984</w:t>
      </w:r>
      <w:r>
        <w:tab/>
        <w:t>1.707e0</w:t>
      </w:r>
    </w:p>
    <w:p w:rsidR="00354DF7" w:rsidRDefault="00354DF7" w:rsidP="00354DF7">
      <w:pPr>
        <w:tabs>
          <w:tab w:val="left" w:pos="6195"/>
        </w:tabs>
      </w:pPr>
      <w:r>
        <w:t>416.3077</w:t>
      </w:r>
      <w:r>
        <w:tab/>
        <w:t>1.295e0</w:t>
      </w:r>
    </w:p>
    <w:p w:rsidR="00354DF7" w:rsidRDefault="00354DF7" w:rsidP="00354DF7">
      <w:pPr>
        <w:tabs>
          <w:tab w:val="left" w:pos="6195"/>
        </w:tabs>
      </w:pPr>
      <w:r>
        <w:t>416.3121</w:t>
      </w:r>
      <w:r>
        <w:tab/>
        <w:t>8.395e0</w:t>
      </w:r>
    </w:p>
    <w:p w:rsidR="00354DF7" w:rsidRDefault="00354DF7" w:rsidP="00354DF7">
      <w:pPr>
        <w:tabs>
          <w:tab w:val="left" w:pos="6195"/>
        </w:tabs>
      </w:pPr>
      <w:r>
        <w:t>416.3288</w:t>
      </w:r>
      <w:r>
        <w:tab/>
        <w:t>2.149e0</w:t>
      </w:r>
    </w:p>
    <w:p w:rsidR="00354DF7" w:rsidRDefault="00354DF7" w:rsidP="00354DF7">
      <w:pPr>
        <w:tabs>
          <w:tab w:val="left" w:pos="6195"/>
        </w:tabs>
      </w:pPr>
      <w:r>
        <w:t>416.3604</w:t>
      </w:r>
      <w:r>
        <w:tab/>
        <w:t>3.788e0</w:t>
      </w:r>
    </w:p>
    <w:p w:rsidR="00354DF7" w:rsidRDefault="00354DF7" w:rsidP="00354DF7">
      <w:pPr>
        <w:tabs>
          <w:tab w:val="left" w:pos="6195"/>
        </w:tabs>
      </w:pPr>
      <w:r>
        <w:t>416.3716</w:t>
      </w:r>
      <w:r>
        <w:tab/>
        <w:t>1.389e0</w:t>
      </w:r>
    </w:p>
    <w:p w:rsidR="00354DF7" w:rsidRDefault="00354DF7" w:rsidP="00354DF7">
      <w:pPr>
        <w:tabs>
          <w:tab w:val="left" w:pos="6195"/>
        </w:tabs>
      </w:pPr>
      <w:r>
        <w:t>416.3745</w:t>
      </w:r>
      <w:r>
        <w:tab/>
        <w:t>2.974e0</w:t>
      </w:r>
    </w:p>
    <w:p w:rsidR="00354DF7" w:rsidRDefault="00354DF7" w:rsidP="00354DF7">
      <w:pPr>
        <w:tabs>
          <w:tab w:val="left" w:pos="6195"/>
        </w:tabs>
      </w:pPr>
      <w:r>
        <w:t>416.4098</w:t>
      </w:r>
      <w:r>
        <w:tab/>
        <w:t>1.834e0</w:t>
      </w:r>
    </w:p>
    <w:p w:rsidR="00354DF7" w:rsidRDefault="00354DF7" w:rsidP="00354DF7">
      <w:pPr>
        <w:tabs>
          <w:tab w:val="left" w:pos="6195"/>
        </w:tabs>
      </w:pPr>
      <w:r>
        <w:t>416.4126</w:t>
      </w:r>
      <w:r>
        <w:tab/>
        <w:t>1.972e0</w:t>
      </w:r>
    </w:p>
    <w:p w:rsidR="00354DF7" w:rsidRDefault="00354DF7" w:rsidP="00354DF7">
      <w:pPr>
        <w:tabs>
          <w:tab w:val="left" w:pos="6195"/>
        </w:tabs>
      </w:pPr>
      <w:r>
        <w:t>416.4536</w:t>
      </w:r>
      <w:r>
        <w:tab/>
        <w:t>2.016e0</w:t>
      </w:r>
    </w:p>
    <w:p w:rsidR="00354DF7" w:rsidRDefault="00354DF7" w:rsidP="00354DF7">
      <w:pPr>
        <w:tabs>
          <w:tab w:val="left" w:pos="6195"/>
        </w:tabs>
      </w:pPr>
      <w:r>
        <w:t>416.4554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416.4612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416.4938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416.5110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416.5121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416.5203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416.5549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416.5582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416.5607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416.5909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416.5927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416.6057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416.6205</w:t>
      </w:r>
      <w:r>
        <w:tab/>
        <w:t>6.337e0</w:t>
      </w:r>
    </w:p>
    <w:p w:rsidR="00354DF7" w:rsidRDefault="00354DF7" w:rsidP="00354DF7">
      <w:pPr>
        <w:tabs>
          <w:tab w:val="left" w:pos="6195"/>
        </w:tabs>
      </w:pPr>
      <w:r>
        <w:t>416.6497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416.6576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416.6853</w:t>
      </w:r>
      <w:r>
        <w:tab/>
        <w:t>4.134e0</w:t>
      </w:r>
    </w:p>
    <w:p w:rsidR="00354DF7" w:rsidRDefault="00354DF7" w:rsidP="00354DF7">
      <w:pPr>
        <w:tabs>
          <w:tab w:val="left" w:pos="6195"/>
        </w:tabs>
      </w:pPr>
      <w:r>
        <w:t>416.7025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416.7130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416.7318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416.7877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416.7897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416.7921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416.8118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416.8325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416.8359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416.8423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416.8781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416.8795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416.8821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416.8882</w:t>
      </w:r>
      <w:r>
        <w:tab/>
        <w:t>2.924e0</w:t>
      </w:r>
    </w:p>
    <w:p w:rsidR="00354DF7" w:rsidRDefault="00354DF7" w:rsidP="00354DF7">
      <w:pPr>
        <w:tabs>
          <w:tab w:val="left" w:pos="6195"/>
        </w:tabs>
      </w:pPr>
      <w:r>
        <w:t>416.8916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416.9176</w:t>
      </w:r>
      <w:r>
        <w:tab/>
        <w:t>3.836e0</w:t>
      </w:r>
    </w:p>
    <w:p w:rsidR="00354DF7" w:rsidRDefault="00354DF7" w:rsidP="00354DF7">
      <w:pPr>
        <w:tabs>
          <w:tab w:val="left" w:pos="6195"/>
        </w:tabs>
      </w:pPr>
      <w:r>
        <w:t>416.9206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416.9311</w:t>
      </w:r>
      <w:r>
        <w:tab/>
        <w:t>2.003e0</w:t>
      </w:r>
    </w:p>
    <w:p w:rsidR="00354DF7" w:rsidRDefault="00354DF7" w:rsidP="00354DF7">
      <w:pPr>
        <w:tabs>
          <w:tab w:val="left" w:pos="6195"/>
        </w:tabs>
      </w:pPr>
      <w:r>
        <w:t>416.9558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416.9785</w:t>
      </w:r>
      <w:r>
        <w:tab/>
        <w:t>2.926e0</w:t>
      </w:r>
    </w:p>
    <w:p w:rsidR="00354DF7" w:rsidRDefault="00354DF7" w:rsidP="00354DF7">
      <w:pPr>
        <w:tabs>
          <w:tab w:val="left" w:pos="6195"/>
        </w:tabs>
      </w:pPr>
      <w:r>
        <w:t>416.9918</w:t>
      </w:r>
      <w:r>
        <w:tab/>
        <w:t>2.906e0</w:t>
      </w:r>
    </w:p>
    <w:p w:rsidR="00354DF7" w:rsidRDefault="00354DF7" w:rsidP="00354DF7">
      <w:pPr>
        <w:tabs>
          <w:tab w:val="left" w:pos="6195"/>
        </w:tabs>
      </w:pPr>
      <w:r>
        <w:t>416.9949</w:t>
      </w:r>
      <w:r>
        <w:tab/>
        <w:t>3.975e0</w:t>
      </w:r>
    </w:p>
    <w:p w:rsidR="00354DF7" w:rsidRDefault="00354DF7" w:rsidP="00354DF7">
      <w:pPr>
        <w:tabs>
          <w:tab w:val="left" w:pos="6195"/>
        </w:tabs>
      </w:pPr>
      <w:r>
        <w:t>417.0315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417.0513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417.0541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417.0610</w:t>
      </w:r>
      <w:r>
        <w:tab/>
        <w:t>4.128e0</w:t>
      </w:r>
    </w:p>
    <w:p w:rsidR="00354DF7" w:rsidRDefault="00354DF7" w:rsidP="00354DF7">
      <w:pPr>
        <w:tabs>
          <w:tab w:val="left" w:pos="6195"/>
        </w:tabs>
      </w:pPr>
      <w:r>
        <w:t>417.0675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417.1092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417.1174</w:t>
      </w:r>
      <w:r>
        <w:tab/>
        <w:t>6.958e0</w:t>
      </w:r>
    </w:p>
    <w:p w:rsidR="00354DF7" w:rsidRDefault="00354DF7" w:rsidP="00354DF7">
      <w:pPr>
        <w:tabs>
          <w:tab w:val="left" w:pos="6195"/>
        </w:tabs>
      </w:pPr>
      <w:r>
        <w:t>417.1196</w:t>
      </w:r>
      <w:r>
        <w:tab/>
        <w:t>6.766e0</w:t>
      </w:r>
    </w:p>
    <w:p w:rsidR="00354DF7" w:rsidRDefault="00354DF7" w:rsidP="00354DF7">
      <w:pPr>
        <w:tabs>
          <w:tab w:val="left" w:pos="6195"/>
        </w:tabs>
      </w:pPr>
      <w:r>
        <w:t>417.1690</w:t>
      </w:r>
      <w:r>
        <w:tab/>
        <w:t>7.654e0</w:t>
      </w:r>
    </w:p>
    <w:p w:rsidR="00354DF7" w:rsidRDefault="00354DF7" w:rsidP="00354DF7">
      <w:pPr>
        <w:tabs>
          <w:tab w:val="left" w:pos="6195"/>
        </w:tabs>
      </w:pPr>
      <w:r>
        <w:t>417.1747</w:t>
      </w:r>
      <w:r>
        <w:tab/>
        <w:t>1.617e0</w:t>
      </w:r>
    </w:p>
    <w:p w:rsidR="00354DF7" w:rsidRDefault="00354DF7" w:rsidP="00354DF7">
      <w:pPr>
        <w:tabs>
          <w:tab w:val="left" w:pos="6195"/>
        </w:tabs>
      </w:pPr>
      <w:r>
        <w:t>417.1831</w:t>
      </w:r>
      <w:r>
        <w:tab/>
        <w:t>5.414e0</w:t>
      </w:r>
    </w:p>
    <w:p w:rsidR="00354DF7" w:rsidRDefault="00354DF7" w:rsidP="00354DF7">
      <w:pPr>
        <w:tabs>
          <w:tab w:val="left" w:pos="6195"/>
        </w:tabs>
      </w:pPr>
      <w:r>
        <w:t>417.1934</w:t>
      </w:r>
      <w:r>
        <w:tab/>
        <w:t>3.468e0</w:t>
      </w:r>
    </w:p>
    <w:p w:rsidR="00354DF7" w:rsidRDefault="00354DF7" w:rsidP="00354DF7">
      <w:pPr>
        <w:tabs>
          <w:tab w:val="left" w:pos="6195"/>
        </w:tabs>
      </w:pPr>
      <w:r>
        <w:t>417.2273</w:t>
      </w:r>
      <w:r>
        <w:tab/>
        <w:t>2.236e0</w:t>
      </w:r>
    </w:p>
    <w:p w:rsidR="00354DF7" w:rsidRDefault="00354DF7" w:rsidP="00354DF7">
      <w:pPr>
        <w:tabs>
          <w:tab w:val="left" w:pos="6195"/>
        </w:tabs>
      </w:pPr>
      <w:r>
        <w:t>417.2475</w:t>
      </w:r>
      <w:r>
        <w:tab/>
        <w:t>3.767e0</w:t>
      </w:r>
    </w:p>
    <w:p w:rsidR="00354DF7" w:rsidRDefault="00354DF7" w:rsidP="00354DF7">
      <w:pPr>
        <w:tabs>
          <w:tab w:val="left" w:pos="6195"/>
        </w:tabs>
      </w:pPr>
      <w:r>
        <w:t>417.2507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417.2658</w:t>
      </w:r>
      <w:r>
        <w:tab/>
        <w:t>3.544e0</w:t>
      </w:r>
    </w:p>
    <w:p w:rsidR="00354DF7" w:rsidRDefault="00354DF7" w:rsidP="00354DF7">
      <w:pPr>
        <w:tabs>
          <w:tab w:val="left" w:pos="6195"/>
        </w:tabs>
      </w:pPr>
      <w:r>
        <w:t>417.2739</w:t>
      </w:r>
      <w:r>
        <w:tab/>
        <w:t>4.234e0</w:t>
      </w:r>
    </w:p>
    <w:p w:rsidR="00354DF7" w:rsidRDefault="00354DF7" w:rsidP="00354DF7">
      <w:pPr>
        <w:tabs>
          <w:tab w:val="left" w:pos="6195"/>
        </w:tabs>
      </w:pPr>
      <w:r>
        <w:t>417.3196</w:t>
      </w:r>
      <w:r>
        <w:tab/>
        <w:t>3.122e0</w:t>
      </w:r>
    </w:p>
    <w:p w:rsidR="00354DF7" w:rsidRDefault="00354DF7" w:rsidP="00354DF7">
      <w:pPr>
        <w:tabs>
          <w:tab w:val="left" w:pos="6195"/>
        </w:tabs>
      </w:pPr>
      <w:r>
        <w:t>417.3366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417.3393</w:t>
      </w:r>
      <w:r>
        <w:tab/>
        <w:t>1.157e0</w:t>
      </w:r>
    </w:p>
    <w:p w:rsidR="00354DF7" w:rsidRDefault="00354DF7" w:rsidP="00354DF7">
      <w:pPr>
        <w:tabs>
          <w:tab w:val="left" w:pos="6195"/>
        </w:tabs>
      </w:pPr>
      <w:r>
        <w:t>417.3467</w:t>
      </w:r>
      <w:r>
        <w:tab/>
        <w:t>2.111e0</w:t>
      </w:r>
    </w:p>
    <w:p w:rsidR="00354DF7" w:rsidRDefault="00354DF7" w:rsidP="00354DF7">
      <w:pPr>
        <w:tabs>
          <w:tab w:val="left" w:pos="6195"/>
        </w:tabs>
      </w:pPr>
      <w:r>
        <w:t>417.3673</w:t>
      </w:r>
      <w:r>
        <w:tab/>
        <w:t>1.939e0</w:t>
      </w:r>
    </w:p>
    <w:p w:rsidR="00354DF7" w:rsidRDefault="00354DF7" w:rsidP="00354DF7">
      <w:pPr>
        <w:tabs>
          <w:tab w:val="left" w:pos="6195"/>
        </w:tabs>
      </w:pPr>
      <w:r>
        <w:t>417.3889</w:t>
      </w:r>
      <w:r>
        <w:tab/>
        <w:t>1.638e0</w:t>
      </w:r>
    </w:p>
    <w:p w:rsidR="00354DF7" w:rsidRDefault="00354DF7" w:rsidP="00354DF7">
      <w:pPr>
        <w:tabs>
          <w:tab w:val="left" w:pos="6195"/>
        </w:tabs>
      </w:pPr>
      <w:r>
        <w:t>417.4068</w:t>
      </w:r>
      <w:r>
        <w:tab/>
        <w:t>1.181e0</w:t>
      </w:r>
    </w:p>
    <w:p w:rsidR="00354DF7" w:rsidRDefault="00354DF7" w:rsidP="00354DF7">
      <w:pPr>
        <w:tabs>
          <w:tab w:val="left" w:pos="6195"/>
        </w:tabs>
      </w:pPr>
      <w:r>
        <w:t>417.4323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417.4362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417.4406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417.4650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417.4834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417.4950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417.5081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417.5232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417.5391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417.5402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417.5459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417.5538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417.5869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417.5904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417.6065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417.6126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417.6341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417.6568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417.6587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417.6624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417.6904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417.7184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417.7252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417.7476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417.7597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417.7613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417.7728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417.8040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417.8107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417.8346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417.8485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417.8516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417.8584</w:t>
      </w:r>
      <w:r>
        <w:tab/>
        <w:t>5.039e0</w:t>
      </w:r>
    </w:p>
    <w:p w:rsidR="00354DF7" w:rsidRDefault="00354DF7" w:rsidP="00354DF7">
      <w:pPr>
        <w:tabs>
          <w:tab w:val="left" w:pos="6195"/>
        </w:tabs>
      </w:pPr>
      <w:r>
        <w:t>417.8781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417.8983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417.9029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417.9245</w:t>
      </w:r>
      <w:r>
        <w:tab/>
        <w:t>2.928e0</w:t>
      </w:r>
    </w:p>
    <w:p w:rsidR="00354DF7" w:rsidRDefault="00354DF7" w:rsidP="00354DF7">
      <w:pPr>
        <w:tabs>
          <w:tab w:val="left" w:pos="6195"/>
        </w:tabs>
      </w:pPr>
      <w:r>
        <w:t>417.9302</w:t>
      </w:r>
      <w:r>
        <w:tab/>
        <w:t>5.923e0</w:t>
      </w:r>
    </w:p>
    <w:p w:rsidR="00354DF7" w:rsidRDefault="00354DF7" w:rsidP="00354DF7">
      <w:pPr>
        <w:tabs>
          <w:tab w:val="left" w:pos="6195"/>
        </w:tabs>
      </w:pPr>
      <w:r>
        <w:t>417.9377</w:t>
      </w:r>
      <w:r>
        <w:tab/>
        <w:t>1.980e0</w:t>
      </w:r>
    </w:p>
    <w:p w:rsidR="00354DF7" w:rsidRDefault="00354DF7" w:rsidP="00354DF7">
      <w:pPr>
        <w:tabs>
          <w:tab w:val="left" w:pos="6195"/>
        </w:tabs>
      </w:pPr>
      <w:r>
        <w:lastRenderedPageBreak/>
        <w:t>417.9467</w:t>
      </w:r>
      <w:r>
        <w:tab/>
        <w:t>3.483e0</w:t>
      </w:r>
    </w:p>
    <w:p w:rsidR="00354DF7" w:rsidRDefault="00354DF7" w:rsidP="00354DF7">
      <w:pPr>
        <w:tabs>
          <w:tab w:val="left" w:pos="6195"/>
        </w:tabs>
      </w:pPr>
      <w:r>
        <w:t>417.9534</w:t>
      </w:r>
      <w:r>
        <w:tab/>
        <w:t>2.722e0</w:t>
      </w:r>
    </w:p>
    <w:p w:rsidR="00354DF7" w:rsidRDefault="00354DF7" w:rsidP="00354DF7">
      <w:pPr>
        <w:tabs>
          <w:tab w:val="left" w:pos="6195"/>
        </w:tabs>
      </w:pPr>
      <w:r>
        <w:t>417.9740</w:t>
      </w:r>
      <w:r>
        <w:tab/>
        <w:t>1.936e0</w:t>
      </w:r>
    </w:p>
    <w:p w:rsidR="00354DF7" w:rsidRDefault="00354DF7" w:rsidP="00354DF7">
      <w:pPr>
        <w:tabs>
          <w:tab w:val="left" w:pos="6195"/>
        </w:tabs>
      </w:pPr>
      <w:r>
        <w:t>417.9942</w:t>
      </w:r>
      <w:r>
        <w:tab/>
        <w:t>5.559e0</w:t>
      </w:r>
    </w:p>
    <w:p w:rsidR="00354DF7" w:rsidRDefault="00354DF7" w:rsidP="00354DF7">
      <w:pPr>
        <w:tabs>
          <w:tab w:val="left" w:pos="6195"/>
        </w:tabs>
      </w:pPr>
      <w:r>
        <w:t>418.0093</w:t>
      </w:r>
      <w:r>
        <w:tab/>
        <w:t>1.074e0</w:t>
      </w:r>
    </w:p>
    <w:p w:rsidR="00354DF7" w:rsidRDefault="00354DF7" w:rsidP="00354DF7">
      <w:pPr>
        <w:tabs>
          <w:tab w:val="left" w:pos="6195"/>
        </w:tabs>
      </w:pPr>
      <w:r>
        <w:t>418.0136</w:t>
      </w:r>
      <w:r>
        <w:tab/>
        <w:t>5.975e0</w:t>
      </w:r>
    </w:p>
    <w:p w:rsidR="00354DF7" w:rsidRDefault="00354DF7" w:rsidP="00354DF7">
      <w:pPr>
        <w:tabs>
          <w:tab w:val="left" w:pos="6195"/>
        </w:tabs>
      </w:pPr>
      <w:r>
        <w:t>418.0224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418.0471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418.0609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418.0651</w:t>
      </w:r>
      <w:r>
        <w:tab/>
        <w:t>1.836e0</w:t>
      </w:r>
    </w:p>
    <w:p w:rsidR="00354DF7" w:rsidRDefault="00354DF7" w:rsidP="00354DF7">
      <w:pPr>
        <w:tabs>
          <w:tab w:val="left" w:pos="6195"/>
        </w:tabs>
      </w:pPr>
      <w:r>
        <w:t>418.0922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418.1196</w:t>
      </w:r>
      <w:r>
        <w:tab/>
        <w:t>3.502e0</w:t>
      </w:r>
    </w:p>
    <w:p w:rsidR="00354DF7" w:rsidRDefault="00354DF7" w:rsidP="00354DF7">
      <w:pPr>
        <w:tabs>
          <w:tab w:val="left" w:pos="6195"/>
        </w:tabs>
      </w:pPr>
      <w:r>
        <w:t>418.1279</w:t>
      </w:r>
      <w:r>
        <w:tab/>
        <w:t>2.892e0</w:t>
      </w:r>
    </w:p>
    <w:p w:rsidR="00354DF7" w:rsidRDefault="00354DF7" w:rsidP="00354DF7">
      <w:pPr>
        <w:tabs>
          <w:tab w:val="left" w:pos="6195"/>
        </w:tabs>
      </w:pPr>
      <w:r>
        <w:t>418.1600</w:t>
      </w:r>
      <w:r>
        <w:tab/>
        <w:t>1.722e1</w:t>
      </w:r>
    </w:p>
    <w:p w:rsidR="00354DF7" w:rsidRDefault="00354DF7" w:rsidP="00354DF7">
      <w:pPr>
        <w:tabs>
          <w:tab w:val="left" w:pos="6195"/>
        </w:tabs>
      </w:pPr>
      <w:r>
        <w:t>418.1618</w:t>
      </w:r>
      <w:r>
        <w:tab/>
        <w:t>2.602e0</w:t>
      </w:r>
    </w:p>
    <w:p w:rsidR="00354DF7" w:rsidRDefault="00354DF7" w:rsidP="00354DF7">
      <w:pPr>
        <w:tabs>
          <w:tab w:val="left" w:pos="6195"/>
        </w:tabs>
      </w:pPr>
      <w:r>
        <w:t>418.1765</w:t>
      </w:r>
      <w:r>
        <w:tab/>
        <w:t>2.984e0</w:t>
      </w:r>
    </w:p>
    <w:p w:rsidR="00354DF7" w:rsidRDefault="00354DF7" w:rsidP="00354DF7">
      <w:pPr>
        <w:tabs>
          <w:tab w:val="left" w:pos="6195"/>
        </w:tabs>
      </w:pPr>
      <w:r>
        <w:t>418.2420</w:t>
      </w:r>
      <w:r>
        <w:tab/>
        <w:t>2.344e0</w:t>
      </w:r>
    </w:p>
    <w:p w:rsidR="00354DF7" w:rsidRDefault="00354DF7" w:rsidP="00354DF7">
      <w:pPr>
        <w:tabs>
          <w:tab w:val="left" w:pos="6195"/>
        </w:tabs>
      </w:pPr>
      <w:r>
        <w:t>418.2524</w:t>
      </w:r>
      <w:r>
        <w:tab/>
        <w:t>2.590e0</w:t>
      </w:r>
    </w:p>
    <w:p w:rsidR="00354DF7" w:rsidRDefault="00354DF7" w:rsidP="00354DF7">
      <w:pPr>
        <w:tabs>
          <w:tab w:val="left" w:pos="6195"/>
        </w:tabs>
      </w:pPr>
      <w:r>
        <w:t>418.2599</w:t>
      </w:r>
      <w:r>
        <w:tab/>
        <w:t>8.356e0</w:t>
      </w:r>
    </w:p>
    <w:p w:rsidR="00354DF7" w:rsidRDefault="00354DF7" w:rsidP="00354DF7">
      <w:pPr>
        <w:tabs>
          <w:tab w:val="left" w:pos="6195"/>
        </w:tabs>
      </w:pPr>
      <w:r>
        <w:lastRenderedPageBreak/>
        <w:t>418.3040</w:t>
      </w:r>
      <w:r>
        <w:tab/>
        <w:t>2.081e0</w:t>
      </w:r>
    </w:p>
    <w:p w:rsidR="00354DF7" w:rsidRDefault="00354DF7" w:rsidP="00354DF7">
      <w:pPr>
        <w:tabs>
          <w:tab w:val="left" w:pos="6195"/>
        </w:tabs>
      </w:pPr>
      <w:r>
        <w:t>418.3150</w:t>
      </w:r>
      <w:r>
        <w:tab/>
        <w:t>1.637e0</w:t>
      </w:r>
    </w:p>
    <w:p w:rsidR="00354DF7" w:rsidRDefault="00354DF7" w:rsidP="00354DF7">
      <w:pPr>
        <w:tabs>
          <w:tab w:val="left" w:pos="6195"/>
        </w:tabs>
      </w:pPr>
      <w:r>
        <w:t>418.3408</w:t>
      </w:r>
      <w:r>
        <w:tab/>
        <w:t>3.672e0</w:t>
      </w:r>
    </w:p>
    <w:p w:rsidR="00354DF7" w:rsidRDefault="00354DF7" w:rsidP="00354DF7">
      <w:pPr>
        <w:tabs>
          <w:tab w:val="left" w:pos="6195"/>
        </w:tabs>
      </w:pPr>
      <w:r>
        <w:t>418.3562</w:t>
      </w:r>
      <w:r>
        <w:tab/>
        <w:t>3.427e0</w:t>
      </w:r>
    </w:p>
    <w:p w:rsidR="00354DF7" w:rsidRDefault="00354DF7" w:rsidP="00354DF7">
      <w:pPr>
        <w:tabs>
          <w:tab w:val="left" w:pos="6195"/>
        </w:tabs>
      </w:pPr>
      <w:r>
        <w:t>418.3674</w:t>
      </w:r>
      <w:r>
        <w:tab/>
        <w:t>1.084e0</w:t>
      </w:r>
    </w:p>
    <w:p w:rsidR="00354DF7" w:rsidRDefault="00354DF7" w:rsidP="00354DF7">
      <w:pPr>
        <w:tabs>
          <w:tab w:val="left" w:pos="6195"/>
        </w:tabs>
      </w:pPr>
      <w:r>
        <w:t>418.3691</w:t>
      </w:r>
      <w:r>
        <w:tab/>
        <w:t>1.256e0</w:t>
      </w:r>
    </w:p>
    <w:p w:rsidR="00354DF7" w:rsidRDefault="00354DF7" w:rsidP="00354DF7">
      <w:pPr>
        <w:tabs>
          <w:tab w:val="left" w:pos="6195"/>
        </w:tabs>
      </w:pPr>
      <w:r>
        <w:t>418.3947</w:t>
      </w:r>
      <w:r>
        <w:tab/>
        <w:t>1.206e0</w:t>
      </w:r>
    </w:p>
    <w:p w:rsidR="00354DF7" w:rsidRDefault="00354DF7" w:rsidP="00354DF7">
      <w:pPr>
        <w:tabs>
          <w:tab w:val="left" w:pos="6195"/>
        </w:tabs>
      </w:pPr>
      <w:r>
        <w:t>418.4149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418.4424</w:t>
      </w:r>
      <w:r>
        <w:tab/>
        <w:t>1.867e0</w:t>
      </w:r>
    </w:p>
    <w:p w:rsidR="00354DF7" w:rsidRDefault="00354DF7" w:rsidP="00354DF7">
      <w:pPr>
        <w:tabs>
          <w:tab w:val="left" w:pos="6195"/>
        </w:tabs>
      </w:pPr>
      <w:r>
        <w:t>418.4518</w:t>
      </w:r>
      <w:r>
        <w:tab/>
        <w:t>1.989e0</w:t>
      </w:r>
    </w:p>
    <w:p w:rsidR="00354DF7" w:rsidRDefault="00354DF7" w:rsidP="00354DF7">
      <w:pPr>
        <w:tabs>
          <w:tab w:val="left" w:pos="6195"/>
        </w:tabs>
      </w:pPr>
      <w:r>
        <w:t>418.4613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418.4654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418.4844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418.4878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418.5255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418.5391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418.5641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418.5770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418.5826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418.5855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418.6132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418.6238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418.6801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418.6858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418.7145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418.7161</w:t>
      </w:r>
      <w:r>
        <w:tab/>
        <w:t>2.840e0</w:t>
      </w:r>
    </w:p>
    <w:p w:rsidR="00354DF7" w:rsidRDefault="00354DF7" w:rsidP="00354DF7">
      <w:pPr>
        <w:tabs>
          <w:tab w:val="left" w:pos="6195"/>
        </w:tabs>
      </w:pPr>
      <w:r>
        <w:t>418.7171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418.7245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418.7539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418.7613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418.7679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418.7836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418.7982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418.8138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418.8277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418.8357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418.8571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418.8598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418.8834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418.8974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418.8996</w:t>
      </w:r>
      <w:r>
        <w:tab/>
        <w:t>1.903e0</w:t>
      </w:r>
    </w:p>
    <w:p w:rsidR="00354DF7" w:rsidRDefault="00354DF7" w:rsidP="00354DF7">
      <w:pPr>
        <w:tabs>
          <w:tab w:val="left" w:pos="6195"/>
        </w:tabs>
      </w:pPr>
      <w:r>
        <w:t>418.9342</w:t>
      </w:r>
      <w:r>
        <w:tab/>
        <w:t>1.906e0</w:t>
      </w:r>
    </w:p>
    <w:p w:rsidR="00354DF7" w:rsidRDefault="00354DF7" w:rsidP="00354DF7">
      <w:pPr>
        <w:tabs>
          <w:tab w:val="left" w:pos="6195"/>
        </w:tabs>
      </w:pPr>
      <w:r>
        <w:t>418.9427</w:t>
      </w:r>
      <w:r>
        <w:tab/>
        <w:t>4.496e0</w:t>
      </w:r>
    </w:p>
    <w:p w:rsidR="00354DF7" w:rsidRDefault="00354DF7" w:rsidP="00354DF7">
      <w:pPr>
        <w:tabs>
          <w:tab w:val="left" w:pos="6195"/>
        </w:tabs>
      </w:pPr>
      <w:r>
        <w:t>418.9542</w:t>
      </w:r>
      <w:r>
        <w:tab/>
        <w:t>2.489e0</w:t>
      </w:r>
    </w:p>
    <w:p w:rsidR="00354DF7" w:rsidRDefault="00354DF7" w:rsidP="00354DF7">
      <w:pPr>
        <w:tabs>
          <w:tab w:val="left" w:pos="6195"/>
        </w:tabs>
      </w:pPr>
      <w:r>
        <w:t>418.9561</w:t>
      </w:r>
      <w:r>
        <w:tab/>
        <w:t>3.007e0</w:t>
      </w:r>
    </w:p>
    <w:p w:rsidR="00354DF7" w:rsidRDefault="00354DF7" w:rsidP="00354DF7">
      <w:pPr>
        <w:tabs>
          <w:tab w:val="left" w:pos="6195"/>
        </w:tabs>
      </w:pPr>
      <w:r>
        <w:t>418.9594</w:t>
      </w:r>
      <w:r>
        <w:tab/>
        <w:t>3.735e0</w:t>
      </w:r>
    </w:p>
    <w:p w:rsidR="00354DF7" w:rsidRDefault="00354DF7" w:rsidP="00354DF7">
      <w:pPr>
        <w:tabs>
          <w:tab w:val="left" w:pos="6195"/>
        </w:tabs>
      </w:pPr>
      <w:r>
        <w:t>418.9820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419.0074</w:t>
      </w:r>
      <w:r>
        <w:tab/>
        <w:t>3.954e0</w:t>
      </w:r>
    </w:p>
    <w:p w:rsidR="00354DF7" w:rsidRDefault="00354DF7" w:rsidP="00354DF7">
      <w:pPr>
        <w:tabs>
          <w:tab w:val="left" w:pos="6195"/>
        </w:tabs>
      </w:pPr>
      <w:r>
        <w:t>419.0106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419.0219</w:t>
      </w:r>
      <w:r>
        <w:tab/>
        <w:t>1.410e0</w:t>
      </w:r>
    </w:p>
    <w:p w:rsidR="00354DF7" w:rsidRDefault="00354DF7" w:rsidP="00354DF7">
      <w:pPr>
        <w:tabs>
          <w:tab w:val="left" w:pos="6195"/>
        </w:tabs>
      </w:pPr>
      <w:r>
        <w:t>419.0244</w:t>
      </w:r>
      <w:r>
        <w:tab/>
        <w:t>3.795e0</w:t>
      </w:r>
    </w:p>
    <w:p w:rsidR="00354DF7" w:rsidRDefault="00354DF7" w:rsidP="00354DF7">
      <w:pPr>
        <w:tabs>
          <w:tab w:val="left" w:pos="6195"/>
        </w:tabs>
      </w:pPr>
      <w:r>
        <w:t>419.0255</w:t>
      </w:r>
      <w:r>
        <w:tab/>
        <w:t>3.763e0</w:t>
      </w:r>
    </w:p>
    <w:p w:rsidR="00354DF7" w:rsidRDefault="00354DF7" w:rsidP="00354DF7">
      <w:pPr>
        <w:tabs>
          <w:tab w:val="left" w:pos="6195"/>
        </w:tabs>
      </w:pPr>
      <w:r>
        <w:t>419.0295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419.0665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419.0757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419.0887</w:t>
      </w:r>
      <w:r>
        <w:tab/>
        <w:t>3.809e0</w:t>
      </w:r>
    </w:p>
    <w:p w:rsidR="00354DF7" w:rsidRDefault="00354DF7" w:rsidP="00354DF7">
      <w:pPr>
        <w:tabs>
          <w:tab w:val="left" w:pos="6195"/>
        </w:tabs>
      </w:pPr>
      <w:r>
        <w:t>419.1020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419.1062</w:t>
      </w:r>
      <w:r>
        <w:tab/>
        <w:t>5.025e0</w:t>
      </w:r>
    </w:p>
    <w:p w:rsidR="00354DF7" w:rsidRDefault="00354DF7" w:rsidP="00354DF7">
      <w:pPr>
        <w:tabs>
          <w:tab w:val="left" w:pos="6195"/>
        </w:tabs>
      </w:pPr>
      <w:r>
        <w:t>419.1263</w:t>
      </w:r>
      <w:r>
        <w:tab/>
        <w:t>4.703e0</w:t>
      </w:r>
    </w:p>
    <w:p w:rsidR="00354DF7" w:rsidRDefault="00354DF7" w:rsidP="00354DF7">
      <w:pPr>
        <w:tabs>
          <w:tab w:val="left" w:pos="6195"/>
        </w:tabs>
      </w:pPr>
      <w:r>
        <w:t>419.1281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419.1301</w:t>
      </w:r>
      <w:r>
        <w:tab/>
        <w:t>2.672e0</w:t>
      </w:r>
    </w:p>
    <w:p w:rsidR="00354DF7" w:rsidRDefault="00354DF7" w:rsidP="00354DF7">
      <w:pPr>
        <w:tabs>
          <w:tab w:val="left" w:pos="6195"/>
        </w:tabs>
      </w:pPr>
      <w:r>
        <w:t>419.1347</w:t>
      </w:r>
      <w:r>
        <w:tab/>
        <w:t>2.199e0</w:t>
      </w:r>
    </w:p>
    <w:p w:rsidR="00354DF7" w:rsidRDefault="00354DF7" w:rsidP="00354DF7">
      <w:pPr>
        <w:tabs>
          <w:tab w:val="left" w:pos="6195"/>
        </w:tabs>
      </w:pPr>
      <w:r>
        <w:t>419.1546</w:t>
      </w:r>
      <w:r>
        <w:tab/>
        <w:t>1.343e0</w:t>
      </w:r>
    </w:p>
    <w:p w:rsidR="00354DF7" w:rsidRDefault="00354DF7" w:rsidP="00354DF7">
      <w:pPr>
        <w:tabs>
          <w:tab w:val="left" w:pos="6195"/>
        </w:tabs>
      </w:pPr>
      <w:r>
        <w:t>419.1700</w:t>
      </w:r>
      <w:r>
        <w:tab/>
        <w:t>1.289e0</w:t>
      </w:r>
    </w:p>
    <w:p w:rsidR="00354DF7" w:rsidRDefault="00354DF7" w:rsidP="00354DF7">
      <w:pPr>
        <w:tabs>
          <w:tab w:val="left" w:pos="6195"/>
        </w:tabs>
      </w:pPr>
      <w:r>
        <w:t>419.1976</w:t>
      </w:r>
      <w:r>
        <w:tab/>
        <w:t>4.777e0</w:t>
      </w:r>
    </w:p>
    <w:p w:rsidR="00354DF7" w:rsidRDefault="00354DF7" w:rsidP="00354DF7">
      <w:pPr>
        <w:tabs>
          <w:tab w:val="left" w:pos="6195"/>
        </w:tabs>
      </w:pPr>
      <w:r>
        <w:t>419.2056</w:t>
      </w:r>
      <w:r>
        <w:tab/>
        <w:t>1.201e0</w:t>
      </w:r>
    </w:p>
    <w:p w:rsidR="00354DF7" w:rsidRDefault="00354DF7" w:rsidP="00354DF7">
      <w:pPr>
        <w:tabs>
          <w:tab w:val="left" w:pos="6195"/>
        </w:tabs>
      </w:pPr>
      <w:r>
        <w:t>419.2122</w:t>
      </w:r>
      <w:r>
        <w:tab/>
        <w:t>7.056e0</w:t>
      </w:r>
    </w:p>
    <w:p w:rsidR="00354DF7" w:rsidRDefault="00354DF7" w:rsidP="00354DF7">
      <w:pPr>
        <w:tabs>
          <w:tab w:val="left" w:pos="6195"/>
        </w:tabs>
      </w:pPr>
      <w:r>
        <w:t>419.2339</w:t>
      </w:r>
      <w:r>
        <w:tab/>
        <w:t>2.118e0</w:t>
      </w:r>
    </w:p>
    <w:p w:rsidR="00354DF7" w:rsidRDefault="00354DF7" w:rsidP="00354DF7">
      <w:pPr>
        <w:tabs>
          <w:tab w:val="left" w:pos="6195"/>
        </w:tabs>
      </w:pPr>
      <w:r>
        <w:t>419.2570</w:t>
      </w:r>
      <w:r>
        <w:tab/>
        <w:t>3.135e0</w:t>
      </w:r>
    </w:p>
    <w:p w:rsidR="00354DF7" w:rsidRDefault="00354DF7" w:rsidP="00354DF7">
      <w:pPr>
        <w:tabs>
          <w:tab w:val="left" w:pos="6195"/>
        </w:tabs>
      </w:pPr>
      <w:r>
        <w:t>419.2783</w:t>
      </w:r>
      <w:r>
        <w:tab/>
        <w:t>1.840e0</w:t>
      </w:r>
    </w:p>
    <w:p w:rsidR="00354DF7" w:rsidRDefault="00354DF7" w:rsidP="00354DF7">
      <w:pPr>
        <w:tabs>
          <w:tab w:val="left" w:pos="6195"/>
        </w:tabs>
      </w:pPr>
      <w:r>
        <w:t>419.3077</w:t>
      </w:r>
      <w:r>
        <w:tab/>
        <w:t>8.141e0</w:t>
      </w:r>
    </w:p>
    <w:p w:rsidR="00354DF7" w:rsidRDefault="00354DF7" w:rsidP="00354DF7">
      <w:pPr>
        <w:tabs>
          <w:tab w:val="left" w:pos="6195"/>
        </w:tabs>
      </w:pPr>
      <w:r>
        <w:t>419.3091</w:t>
      </w:r>
      <w:r>
        <w:tab/>
        <w:t>8.694e0</w:t>
      </w:r>
    </w:p>
    <w:p w:rsidR="00354DF7" w:rsidRDefault="00354DF7" w:rsidP="00354DF7">
      <w:pPr>
        <w:tabs>
          <w:tab w:val="left" w:pos="6195"/>
        </w:tabs>
      </w:pPr>
      <w:r>
        <w:t>419.3159</w:t>
      </w:r>
      <w:r>
        <w:tab/>
        <w:t>8.878e0</w:t>
      </w:r>
    </w:p>
    <w:p w:rsidR="00354DF7" w:rsidRDefault="00354DF7" w:rsidP="00354DF7">
      <w:pPr>
        <w:tabs>
          <w:tab w:val="left" w:pos="6195"/>
        </w:tabs>
      </w:pPr>
      <w:r>
        <w:t>419.3183</w:t>
      </w:r>
      <w:r>
        <w:tab/>
        <w:t>6.888e0</w:t>
      </w:r>
    </w:p>
    <w:p w:rsidR="00354DF7" w:rsidRDefault="00354DF7" w:rsidP="00354DF7">
      <w:pPr>
        <w:tabs>
          <w:tab w:val="left" w:pos="6195"/>
        </w:tabs>
      </w:pPr>
      <w:r>
        <w:t>419.3383</w:t>
      </w:r>
      <w:r>
        <w:tab/>
        <w:t>8.608e0</w:t>
      </w:r>
    </w:p>
    <w:p w:rsidR="00354DF7" w:rsidRDefault="00354DF7" w:rsidP="00354DF7">
      <w:pPr>
        <w:tabs>
          <w:tab w:val="left" w:pos="6195"/>
        </w:tabs>
      </w:pPr>
      <w:r>
        <w:t>419.3455</w:t>
      </w:r>
      <w:r>
        <w:tab/>
        <w:t>4.140e0</w:t>
      </w:r>
    </w:p>
    <w:p w:rsidR="00354DF7" w:rsidRDefault="00354DF7" w:rsidP="00354DF7">
      <w:pPr>
        <w:tabs>
          <w:tab w:val="left" w:pos="6195"/>
        </w:tabs>
      </w:pPr>
      <w:r>
        <w:lastRenderedPageBreak/>
        <w:t>419.3896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419.4276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419.4318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419.4464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419.4521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419.4812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419.4875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419.4909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419.5132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419.5348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419.5624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419.5943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419.6028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419.6166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419.6315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419.6373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419.6422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419.6650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419.6704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419.6842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419.6970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419.7240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419.7386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419.7571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419.7581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419.7663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419.7725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419.8095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419.8380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419.8527</w:t>
      </w:r>
      <w:r>
        <w:tab/>
        <w:t>3.503e0</w:t>
      </w:r>
    </w:p>
    <w:p w:rsidR="00354DF7" w:rsidRDefault="00354DF7" w:rsidP="00354DF7">
      <w:pPr>
        <w:tabs>
          <w:tab w:val="left" w:pos="6195"/>
        </w:tabs>
      </w:pPr>
      <w:r>
        <w:t>419.8558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419.8676</w:t>
      </w:r>
      <w:r>
        <w:tab/>
        <w:t>4.815e0</w:t>
      </w:r>
    </w:p>
    <w:p w:rsidR="00354DF7" w:rsidRDefault="00354DF7" w:rsidP="00354DF7">
      <w:pPr>
        <w:tabs>
          <w:tab w:val="left" w:pos="6195"/>
        </w:tabs>
      </w:pPr>
      <w:r>
        <w:t>419.8788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419.9049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419.9156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419.9409</w:t>
      </w:r>
      <w:r>
        <w:tab/>
        <w:t>7.993e0</w:t>
      </w:r>
    </w:p>
    <w:p w:rsidR="00354DF7" w:rsidRDefault="00354DF7" w:rsidP="00354DF7">
      <w:pPr>
        <w:tabs>
          <w:tab w:val="left" w:pos="6195"/>
        </w:tabs>
      </w:pPr>
      <w:r>
        <w:t>419.9479</w:t>
      </w:r>
      <w:r>
        <w:tab/>
        <w:t>5.962e0</w:t>
      </w:r>
    </w:p>
    <w:p w:rsidR="00354DF7" w:rsidRDefault="00354DF7" w:rsidP="00354DF7">
      <w:pPr>
        <w:tabs>
          <w:tab w:val="left" w:pos="6195"/>
        </w:tabs>
      </w:pPr>
      <w:r>
        <w:t>419.9586</w:t>
      </w:r>
      <w:r>
        <w:tab/>
        <w:t>2.967e0</w:t>
      </w:r>
    </w:p>
    <w:p w:rsidR="00354DF7" w:rsidRDefault="00354DF7" w:rsidP="00354DF7">
      <w:pPr>
        <w:tabs>
          <w:tab w:val="left" w:pos="6195"/>
        </w:tabs>
      </w:pPr>
      <w:r>
        <w:lastRenderedPageBreak/>
        <w:t>419.9738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419.9824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420.0399</w:t>
      </w:r>
      <w:r>
        <w:tab/>
        <w:t>4.872e0</w:t>
      </w:r>
    </w:p>
    <w:p w:rsidR="00354DF7" w:rsidRDefault="00354DF7" w:rsidP="00354DF7">
      <w:pPr>
        <w:tabs>
          <w:tab w:val="left" w:pos="6195"/>
        </w:tabs>
      </w:pPr>
      <w:r>
        <w:t>420.0620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420.0670</w:t>
      </w:r>
      <w:r>
        <w:tab/>
        <w:t>2.963e0</w:t>
      </w:r>
    </w:p>
    <w:p w:rsidR="00354DF7" w:rsidRDefault="00354DF7" w:rsidP="00354DF7">
      <w:pPr>
        <w:tabs>
          <w:tab w:val="left" w:pos="6195"/>
        </w:tabs>
      </w:pPr>
      <w:r>
        <w:t>420.0748</w:t>
      </w:r>
      <w:r>
        <w:tab/>
        <w:t>2.958e0</w:t>
      </w:r>
    </w:p>
    <w:p w:rsidR="00354DF7" w:rsidRDefault="00354DF7" w:rsidP="00354DF7">
      <w:pPr>
        <w:tabs>
          <w:tab w:val="left" w:pos="6195"/>
        </w:tabs>
      </w:pPr>
      <w:r>
        <w:t>420.0773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420.0903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420.1057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420.1141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420.1226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420.1586</w:t>
      </w:r>
      <w:r>
        <w:tab/>
        <w:t>5.125e0</w:t>
      </w:r>
    </w:p>
    <w:p w:rsidR="00354DF7" w:rsidRDefault="00354DF7" w:rsidP="00354DF7">
      <w:pPr>
        <w:tabs>
          <w:tab w:val="left" w:pos="6195"/>
        </w:tabs>
      </w:pPr>
      <w:r>
        <w:t>420.1612</w:t>
      </w:r>
      <w:r>
        <w:tab/>
        <w:t>2.497e0</w:t>
      </w:r>
    </w:p>
    <w:p w:rsidR="00354DF7" w:rsidRDefault="00354DF7" w:rsidP="00354DF7">
      <w:pPr>
        <w:tabs>
          <w:tab w:val="left" w:pos="6195"/>
        </w:tabs>
      </w:pPr>
      <w:r>
        <w:t>420.1862</w:t>
      </w:r>
      <w:r>
        <w:tab/>
        <w:t>1.607e0</w:t>
      </w:r>
    </w:p>
    <w:p w:rsidR="00354DF7" w:rsidRDefault="00354DF7" w:rsidP="00354DF7">
      <w:pPr>
        <w:tabs>
          <w:tab w:val="left" w:pos="6195"/>
        </w:tabs>
      </w:pPr>
      <w:r>
        <w:t>420.2036</w:t>
      </w:r>
      <w:r>
        <w:tab/>
        <w:t>1.662e0</w:t>
      </w:r>
    </w:p>
    <w:p w:rsidR="00354DF7" w:rsidRDefault="00354DF7" w:rsidP="00354DF7">
      <w:pPr>
        <w:tabs>
          <w:tab w:val="left" w:pos="6195"/>
        </w:tabs>
      </w:pPr>
      <w:r>
        <w:t>420.2512</w:t>
      </w:r>
      <w:r>
        <w:tab/>
        <w:t>4.874e0</w:t>
      </w:r>
    </w:p>
    <w:p w:rsidR="00354DF7" w:rsidRDefault="00354DF7" w:rsidP="00354DF7">
      <w:pPr>
        <w:tabs>
          <w:tab w:val="left" w:pos="6195"/>
        </w:tabs>
      </w:pPr>
      <w:r>
        <w:t>420.2544</w:t>
      </w:r>
      <w:r>
        <w:tab/>
        <w:t>2.573e0</w:t>
      </w:r>
    </w:p>
    <w:p w:rsidR="00354DF7" w:rsidRDefault="00354DF7" w:rsidP="00354DF7">
      <w:pPr>
        <w:tabs>
          <w:tab w:val="left" w:pos="6195"/>
        </w:tabs>
      </w:pPr>
      <w:r>
        <w:t>420.2584</w:t>
      </w:r>
      <w:r>
        <w:tab/>
        <w:t>1.881e0</w:t>
      </w:r>
    </w:p>
    <w:p w:rsidR="00354DF7" w:rsidRDefault="00354DF7" w:rsidP="00354DF7">
      <w:pPr>
        <w:tabs>
          <w:tab w:val="left" w:pos="6195"/>
        </w:tabs>
      </w:pPr>
      <w:r>
        <w:t>420.2604</w:t>
      </w:r>
      <w:r>
        <w:tab/>
        <w:t>6.622e0</w:t>
      </w:r>
    </w:p>
    <w:p w:rsidR="00354DF7" w:rsidRDefault="00354DF7" w:rsidP="00354DF7">
      <w:pPr>
        <w:tabs>
          <w:tab w:val="left" w:pos="6195"/>
        </w:tabs>
      </w:pPr>
      <w:r>
        <w:lastRenderedPageBreak/>
        <w:t>420.2669</w:t>
      </w:r>
      <w:r>
        <w:tab/>
        <w:t>1.525e1</w:t>
      </w:r>
    </w:p>
    <w:p w:rsidR="00354DF7" w:rsidRDefault="00354DF7" w:rsidP="00354DF7">
      <w:pPr>
        <w:tabs>
          <w:tab w:val="left" w:pos="6195"/>
        </w:tabs>
      </w:pPr>
      <w:r>
        <w:t>420.3028</w:t>
      </w:r>
      <w:r>
        <w:tab/>
        <w:t>3.106e0</w:t>
      </w:r>
    </w:p>
    <w:p w:rsidR="00354DF7" w:rsidRDefault="00354DF7" w:rsidP="00354DF7">
      <w:pPr>
        <w:tabs>
          <w:tab w:val="left" w:pos="6195"/>
        </w:tabs>
      </w:pPr>
      <w:r>
        <w:t>420.3125</w:t>
      </w:r>
      <w:r>
        <w:tab/>
        <w:t>3.746e0</w:t>
      </w:r>
    </w:p>
    <w:p w:rsidR="00354DF7" w:rsidRDefault="00354DF7" w:rsidP="00354DF7">
      <w:pPr>
        <w:tabs>
          <w:tab w:val="left" w:pos="6195"/>
        </w:tabs>
      </w:pPr>
      <w:r>
        <w:t>420.3170</w:t>
      </w:r>
      <w:r>
        <w:tab/>
        <w:t>3.544e0</w:t>
      </w:r>
    </w:p>
    <w:p w:rsidR="00354DF7" w:rsidRDefault="00354DF7" w:rsidP="00354DF7">
      <w:pPr>
        <w:tabs>
          <w:tab w:val="left" w:pos="6195"/>
        </w:tabs>
      </w:pPr>
      <w:r>
        <w:t>420.3294</w:t>
      </w:r>
      <w:r>
        <w:tab/>
        <w:t>5.962e0</w:t>
      </w:r>
    </w:p>
    <w:p w:rsidR="00354DF7" w:rsidRDefault="00354DF7" w:rsidP="00354DF7">
      <w:pPr>
        <w:tabs>
          <w:tab w:val="left" w:pos="6195"/>
        </w:tabs>
      </w:pPr>
      <w:r>
        <w:t>420.3945</w:t>
      </w:r>
      <w:r>
        <w:tab/>
        <w:t>1.633e0</w:t>
      </w:r>
    </w:p>
    <w:p w:rsidR="00354DF7" w:rsidRDefault="00354DF7" w:rsidP="00354DF7">
      <w:pPr>
        <w:tabs>
          <w:tab w:val="left" w:pos="6195"/>
        </w:tabs>
      </w:pPr>
      <w:r>
        <w:t>420.3997</w:t>
      </w:r>
      <w:r>
        <w:tab/>
        <w:t>1.729e0</w:t>
      </w:r>
    </w:p>
    <w:p w:rsidR="00354DF7" w:rsidRDefault="00354DF7" w:rsidP="00354DF7">
      <w:pPr>
        <w:tabs>
          <w:tab w:val="left" w:pos="6195"/>
        </w:tabs>
      </w:pPr>
      <w:r>
        <w:t>420.4019</w:t>
      </w:r>
      <w:r>
        <w:tab/>
        <w:t>8.360e0</w:t>
      </w:r>
    </w:p>
    <w:p w:rsidR="00354DF7" w:rsidRDefault="00354DF7" w:rsidP="00354DF7">
      <w:pPr>
        <w:tabs>
          <w:tab w:val="left" w:pos="6195"/>
        </w:tabs>
      </w:pPr>
      <w:r>
        <w:t>420.4034</w:t>
      </w:r>
      <w:r>
        <w:tab/>
        <w:t>3.523e0</w:t>
      </w:r>
    </w:p>
    <w:p w:rsidR="00354DF7" w:rsidRDefault="00354DF7" w:rsidP="00354DF7">
      <w:pPr>
        <w:tabs>
          <w:tab w:val="left" w:pos="6195"/>
        </w:tabs>
      </w:pPr>
      <w:r>
        <w:t>420.4078</w:t>
      </w:r>
      <w:r>
        <w:tab/>
        <w:t>3.645e0</w:t>
      </w:r>
    </w:p>
    <w:p w:rsidR="00354DF7" w:rsidRDefault="00354DF7" w:rsidP="00354DF7">
      <w:pPr>
        <w:tabs>
          <w:tab w:val="left" w:pos="6195"/>
        </w:tabs>
      </w:pPr>
      <w:r>
        <w:t>420.4490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420.4608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420.5075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420.5097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420.5193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420.5367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420.5589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420.5816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420.5878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420.5946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420.6053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420.6137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420.6276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420.6511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420.6695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420.6816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420.6866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420.7153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420.7209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420.7456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420.7759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420.7784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420.8228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420.8388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420.8623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420.8815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420.8873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420.9006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420.9139</w:t>
      </w:r>
      <w:r>
        <w:tab/>
        <w:t>1.841e0</w:t>
      </w:r>
    </w:p>
    <w:p w:rsidR="00354DF7" w:rsidRDefault="00354DF7" w:rsidP="00354DF7">
      <w:pPr>
        <w:tabs>
          <w:tab w:val="left" w:pos="6195"/>
        </w:tabs>
      </w:pPr>
      <w:r>
        <w:t>420.9257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420.9268</w:t>
      </w:r>
      <w:r>
        <w:tab/>
        <w:t>5.037e0</w:t>
      </w:r>
    </w:p>
    <w:p w:rsidR="00354DF7" w:rsidRDefault="00354DF7" w:rsidP="00354DF7">
      <w:pPr>
        <w:tabs>
          <w:tab w:val="left" w:pos="6195"/>
        </w:tabs>
      </w:pPr>
      <w:r>
        <w:t>420.9305</w:t>
      </w:r>
      <w:r>
        <w:tab/>
        <w:t>3.328e0</w:t>
      </w:r>
    </w:p>
    <w:p w:rsidR="00354DF7" w:rsidRDefault="00354DF7" w:rsidP="00354DF7">
      <w:pPr>
        <w:tabs>
          <w:tab w:val="left" w:pos="6195"/>
        </w:tabs>
      </w:pPr>
      <w:r>
        <w:t>420.9338</w:t>
      </w:r>
      <w:r>
        <w:tab/>
        <w:t>2.901e0</w:t>
      </w:r>
    </w:p>
    <w:p w:rsidR="00354DF7" w:rsidRDefault="00354DF7" w:rsidP="00354DF7">
      <w:pPr>
        <w:tabs>
          <w:tab w:val="left" w:pos="6195"/>
        </w:tabs>
      </w:pPr>
      <w:r>
        <w:t>420.9586</w:t>
      </w:r>
      <w:r>
        <w:tab/>
        <w:t>2.926e0</w:t>
      </w:r>
    </w:p>
    <w:p w:rsidR="00354DF7" w:rsidRDefault="00354DF7" w:rsidP="00354DF7">
      <w:pPr>
        <w:tabs>
          <w:tab w:val="left" w:pos="6195"/>
        </w:tabs>
      </w:pPr>
      <w:r>
        <w:t>420.9969</w:t>
      </w:r>
      <w:r>
        <w:tab/>
        <w:t>4.844e0</w:t>
      </w:r>
    </w:p>
    <w:p w:rsidR="00354DF7" w:rsidRDefault="00354DF7" w:rsidP="00354DF7">
      <w:pPr>
        <w:tabs>
          <w:tab w:val="left" w:pos="6195"/>
        </w:tabs>
      </w:pPr>
      <w:r>
        <w:t>420.9984</w:t>
      </w:r>
      <w:r>
        <w:tab/>
        <w:t>5.356e0</w:t>
      </w:r>
    </w:p>
    <w:p w:rsidR="00354DF7" w:rsidRDefault="00354DF7" w:rsidP="00354DF7">
      <w:pPr>
        <w:tabs>
          <w:tab w:val="left" w:pos="6195"/>
        </w:tabs>
      </w:pPr>
      <w:r>
        <w:t>421.0014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421.0120</w:t>
      </w:r>
      <w:r>
        <w:tab/>
        <w:t>2.941e0</w:t>
      </w:r>
    </w:p>
    <w:p w:rsidR="00354DF7" w:rsidRDefault="00354DF7" w:rsidP="00354DF7">
      <w:pPr>
        <w:tabs>
          <w:tab w:val="left" w:pos="6195"/>
        </w:tabs>
      </w:pPr>
      <w:r>
        <w:t>421.0249</w:t>
      </w:r>
      <w:r>
        <w:tab/>
        <w:t>2.694e0</w:t>
      </w:r>
    </w:p>
    <w:p w:rsidR="00354DF7" w:rsidRDefault="00354DF7" w:rsidP="00354DF7">
      <w:pPr>
        <w:tabs>
          <w:tab w:val="left" w:pos="6195"/>
        </w:tabs>
      </w:pPr>
      <w:r>
        <w:t>421.0448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421.0573</w:t>
      </w:r>
      <w:r>
        <w:tab/>
        <w:t>2.639e0</w:t>
      </w:r>
    </w:p>
    <w:p w:rsidR="00354DF7" w:rsidRDefault="00354DF7" w:rsidP="00354DF7">
      <w:pPr>
        <w:tabs>
          <w:tab w:val="left" w:pos="6195"/>
        </w:tabs>
      </w:pPr>
      <w:r>
        <w:t>421.0882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421.0901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421.0915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421.1034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421.1146</w:t>
      </w:r>
      <w:r>
        <w:tab/>
        <w:t>3.623e0</w:t>
      </w:r>
    </w:p>
    <w:p w:rsidR="00354DF7" w:rsidRDefault="00354DF7" w:rsidP="00354DF7">
      <w:pPr>
        <w:tabs>
          <w:tab w:val="left" w:pos="6195"/>
        </w:tabs>
      </w:pPr>
      <w:r>
        <w:t>421.1366</w:t>
      </w:r>
      <w:r>
        <w:tab/>
        <w:t>3.042e0</w:t>
      </w:r>
    </w:p>
    <w:p w:rsidR="00354DF7" w:rsidRDefault="00354DF7" w:rsidP="00354DF7">
      <w:pPr>
        <w:tabs>
          <w:tab w:val="left" w:pos="6195"/>
        </w:tabs>
      </w:pPr>
      <w:r>
        <w:lastRenderedPageBreak/>
        <w:t>421.1595</w:t>
      </w:r>
      <w:r>
        <w:tab/>
        <w:t>8.539e0</w:t>
      </w:r>
    </w:p>
    <w:p w:rsidR="00354DF7" w:rsidRDefault="00354DF7" w:rsidP="00354DF7">
      <w:pPr>
        <w:tabs>
          <w:tab w:val="left" w:pos="6195"/>
        </w:tabs>
      </w:pPr>
      <w:r>
        <w:t>421.1667</w:t>
      </w:r>
      <w:r>
        <w:tab/>
        <w:t>8.090e0</w:t>
      </w:r>
    </w:p>
    <w:p w:rsidR="00354DF7" w:rsidRDefault="00354DF7" w:rsidP="00354DF7">
      <w:pPr>
        <w:tabs>
          <w:tab w:val="left" w:pos="6195"/>
        </w:tabs>
      </w:pPr>
      <w:r>
        <w:t>421.1779</w:t>
      </w:r>
      <w:r>
        <w:tab/>
        <w:t>1.261e1</w:t>
      </w:r>
    </w:p>
    <w:p w:rsidR="00354DF7" w:rsidRDefault="00354DF7" w:rsidP="00354DF7">
      <w:pPr>
        <w:tabs>
          <w:tab w:val="left" w:pos="6195"/>
        </w:tabs>
      </w:pPr>
      <w:r>
        <w:t>421.1796</w:t>
      </w:r>
      <w:r>
        <w:tab/>
        <w:t>5.250e0</w:t>
      </w:r>
    </w:p>
    <w:p w:rsidR="00354DF7" w:rsidRDefault="00354DF7" w:rsidP="00354DF7">
      <w:pPr>
        <w:tabs>
          <w:tab w:val="left" w:pos="6195"/>
        </w:tabs>
      </w:pPr>
      <w:r>
        <w:t>421.1844</w:t>
      </w:r>
      <w:r>
        <w:tab/>
        <w:t>1.793e1</w:t>
      </w:r>
    </w:p>
    <w:p w:rsidR="00354DF7" w:rsidRDefault="00354DF7" w:rsidP="00354DF7">
      <w:pPr>
        <w:tabs>
          <w:tab w:val="left" w:pos="6195"/>
        </w:tabs>
      </w:pPr>
      <w:r>
        <w:t>421.2193</w:t>
      </w:r>
      <w:r>
        <w:tab/>
        <w:t>6.221e0</w:t>
      </w:r>
    </w:p>
    <w:p w:rsidR="00354DF7" w:rsidRDefault="00354DF7" w:rsidP="00354DF7">
      <w:pPr>
        <w:tabs>
          <w:tab w:val="left" w:pos="6195"/>
        </w:tabs>
      </w:pPr>
      <w:r>
        <w:t>421.2234</w:t>
      </w:r>
      <w:r>
        <w:tab/>
        <w:t>4.165e0</w:t>
      </w:r>
    </w:p>
    <w:p w:rsidR="00354DF7" w:rsidRDefault="00354DF7" w:rsidP="00354DF7">
      <w:pPr>
        <w:tabs>
          <w:tab w:val="left" w:pos="6195"/>
        </w:tabs>
      </w:pPr>
      <w:r>
        <w:t>421.2551</w:t>
      </w:r>
      <w:r>
        <w:tab/>
        <w:t>2.499e0</w:t>
      </w:r>
    </w:p>
    <w:p w:rsidR="00354DF7" w:rsidRDefault="00354DF7" w:rsidP="00354DF7">
      <w:pPr>
        <w:tabs>
          <w:tab w:val="left" w:pos="6195"/>
        </w:tabs>
      </w:pPr>
      <w:r>
        <w:t>421.2895</w:t>
      </w:r>
      <w:r>
        <w:tab/>
        <w:t>5.510e0</w:t>
      </w:r>
    </w:p>
    <w:p w:rsidR="00354DF7" w:rsidRDefault="00354DF7" w:rsidP="00354DF7">
      <w:pPr>
        <w:tabs>
          <w:tab w:val="left" w:pos="6195"/>
        </w:tabs>
      </w:pPr>
      <w:r>
        <w:t>421.3158</w:t>
      </w:r>
      <w:r>
        <w:tab/>
        <w:t>9.324e0</w:t>
      </w:r>
    </w:p>
    <w:p w:rsidR="00354DF7" w:rsidRDefault="00354DF7" w:rsidP="00354DF7">
      <w:pPr>
        <w:tabs>
          <w:tab w:val="left" w:pos="6195"/>
        </w:tabs>
      </w:pPr>
      <w:r>
        <w:t>421.3239</w:t>
      </w:r>
      <w:r>
        <w:tab/>
        <w:t>5.401e0</w:t>
      </w:r>
    </w:p>
    <w:p w:rsidR="00354DF7" w:rsidRDefault="00354DF7" w:rsidP="00354DF7">
      <w:pPr>
        <w:tabs>
          <w:tab w:val="left" w:pos="6195"/>
        </w:tabs>
      </w:pPr>
      <w:r>
        <w:t>421.3264</w:t>
      </w:r>
      <w:r>
        <w:tab/>
        <w:t>1.177e1</w:t>
      </w:r>
    </w:p>
    <w:p w:rsidR="00354DF7" w:rsidRDefault="00354DF7" w:rsidP="00354DF7">
      <w:pPr>
        <w:tabs>
          <w:tab w:val="left" w:pos="6195"/>
        </w:tabs>
      </w:pPr>
      <w:r>
        <w:t>421.3472</w:t>
      </w:r>
      <w:r>
        <w:tab/>
        <w:t>3.560e0</w:t>
      </w:r>
    </w:p>
    <w:p w:rsidR="00354DF7" w:rsidRDefault="00354DF7" w:rsidP="00354DF7">
      <w:pPr>
        <w:tabs>
          <w:tab w:val="left" w:pos="6195"/>
        </w:tabs>
      </w:pPr>
      <w:r>
        <w:t>421.3543</w:t>
      </w:r>
      <w:r>
        <w:tab/>
        <w:t>9.191e0</w:t>
      </w:r>
    </w:p>
    <w:p w:rsidR="00354DF7" w:rsidRDefault="00354DF7" w:rsidP="00354DF7">
      <w:pPr>
        <w:tabs>
          <w:tab w:val="left" w:pos="6195"/>
        </w:tabs>
      </w:pPr>
      <w:r>
        <w:t>421.3625</w:t>
      </w:r>
      <w:r>
        <w:tab/>
        <w:t>2.416e0</w:t>
      </w:r>
    </w:p>
    <w:p w:rsidR="00354DF7" w:rsidRDefault="00354DF7" w:rsidP="00354DF7">
      <w:pPr>
        <w:tabs>
          <w:tab w:val="left" w:pos="6195"/>
        </w:tabs>
      </w:pPr>
      <w:r>
        <w:t>421.3898</w:t>
      </w:r>
      <w:r>
        <w:tab/>
        <w:t>1.555e0</w:t>
      </w:r>
    </w:p>
    <w:p w:rsidR="00354DF7" w:rsidRDefault="00354DF7" w:rsidP="00354DF7">
      <w:pPr>
        <w:tabs>
          <w:tab w:val="left" w:pos="6195"/>
        </w:tabs>
      </w:pPr>
      <w:r>
        <w:t>421.4105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421.4156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421.4348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421.4582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421.4764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421.4807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421.4993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421.5029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421.5232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421.5255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421.5674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421.5802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421.6066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421.6111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421.6153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421.6308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421.6450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421.6689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421.6705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421.7124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421.7216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421.7290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421.7687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421.7702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421.7727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421.7782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421.7866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421.8165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421.8271</w:t>
      </w:r>
      <w:r>
        <w:tab/>
        <w:t>4.441e0</w:t>
      </w:r>
    </w:p>
    <w:p w:rsidR="00354DF7" w:rsidRDefault="00354DF7" w:rsidP="00354DF7">
      <w:pPr>
        <w:tabs>
          <w:tab w:val="left" w:pos="6195"/>
        </w:tabs>
      </w:pPr>
      <w:r>
        <w:t>421.8294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421.8374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421.8401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421.8758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421.8795</w:t>
      </w:r>
      <w:r>
        <w:tab/>
        <w:t>7.051e0</w:t>
      </w:r>
    </w:p>
    <w:p w:rsidR="00354DF7" w:rsidRDefault="00354DF7" w:rsidP="00354DF7">
      <w:pPr>
        <w:tabs>
          <w:tab w:val="left" w:pos="6195"/>
        </w:tabs>
      </w:pPr>
      <w:r>
        <w:t>421.8840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421.9302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421.9369</w:t>
      </w:r>
      <w:r>
        <w:tab/>
        <w:t>2.299e0</w:t>
      </w:r>
    </w:p>
    <w:p w:rsidR="00354DF7" w:rsidRDefault="00354DF7" w:rsidP="00354DF7">
      <w:pPr>
        <w:tabs>
          <w:tab w:val="left" w:pos="6195"/>
        </w:tabs>
      </w:pPr>
      <w:r>
        <w:t>421.9406</w:t>
      </w:r>
      <w:r>
        <w:tab/>
        <w:t>2.924e0</w:t>
      </w:r>
    </w:p>
    <w:p w:rsidR="00354DF7" w:rsidRDefault="00354DF7" w:rsidP="00354DF7">
      <w:pPr>
        <w:tabs>
          <w:tab w:val="left" w:pos="6195"/>
        </w:tabs>
      </w:pPr>
      <w:r>
        <w:t>421.9420</w:t>
      </w:r>
      <w:r>
        <w:tab/>
        <w:t>2.470e0</w:t>
      </w:r>
    </w:p>
    <w:p w:rsidR="00354DF7" w:rsidRDefault="00354DF7" w:rsidP="00354DF7">
      <w:pPr>
        <w:tabs>
          <w:tab w:val="left" w:pos="6195"/>
        </w:tabs>
      </w:pPr>
      <w:r>
        <w:t>421.9430</w:t>
      </w:r>
      <w:r>
        <w:tab/>
        <w:t>5.118e0</w:t>
      </w:r>
    </w:p>
    <w:p w:rsidR="00354DF7" w:rsidRDefault="00354DF7" w:rsidP="00354DF7">
      <w:pPr>
        <w:tabs>
          <w:tab w:val="left" w:pos="6195"/>
        </w:tabs>
      </w:pPr>
      <w:r>
        <w:t>421.9494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421.9852</w:t>
      </w:r>
      <w:r>
        <w:tab/>
        <w:t>3.960e0</w:t>
      </w:r>
    </w:p>
    <w:p w:rsidR="00354DF7" w:rsidRDefault="00354DF7" w:rsidP="00354DF7">
      <w:pPr>
        <w:tabs>
          <w:tab w:val="left" w:pos="6195"/>
        </w:tabs>
      </w:pPr>
      <w:r>
        <w:t>421.9961</w:t>
      </w:r>
      <w:r>
        <w:tab/>
        <w:t>9.695e0</w:t>
      </w:r>
    </w:p>
    <w:p w:rsidR="00354DF7" w:rsidRDefault="00354DF7" w:rsidP="00354DF7">
      <w:pPr>
        <w:tabs>
          <w:tab w:val="left" w:pos="6195"/>
        </w:tabs>
      </w:pPr>
      <w:r>
        <w:t>422.0331</w:t>
      </w:r>
      <w:r>
        <w:tab/>
        <w:t>4.928e0</w:t>
      </w:r>
    </w:p>
    <w:p w:rsidR="00354DF7" w:rsidRDefault="00354DF7" w:rsidP="00354DF7">
      <w:pPr>
        <w:tabs>
          <w:tab w:val="left" w:pos="6195"/>
        </w:tabs>
      </w:pPr>
      <w:r>
        <w:t>422.0584</w:t>
      </w:r>
      <w:r>
        <w:tab/>
        <w:t>4.956e0</w:t>
      </w:r>
    </w:p>
    <w:p w:rsidR="00354DF7" w:rsidRDefault="00354DF7" w:rsidP="00354DF7">
      <w:pPr>
        <w:tabs>
          <w:tab w:val="left" w:pos="6195"/>
        </w:tabs>
      </w:pPr>
      <w:r>
        <w:t>422.0618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422.0806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422.0827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422.1075</w:t>
      </w:r>
      <w:r>
        <w:tab/>
        <w:t>1.512e0</w:t>
      </w:r>
    </w:p>
    <w:p w:rsidR="00354DF7" w:rsidRDefault="00354DF7" w:rsidP="00354DF7">
      <w:pPr>
        <w:tabs>
          <w:tab w:val="left" w:pos="6195"/>
        </w:tabs>
      </w:pPr>
      <w:r>
        <w:t>422.1161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422.1236</w:t>
      </w:r>
      <w:r>
        <w:tab/>
        <w:t>1.665e0</w:t>
      </w:r>
    </w:p>
    <w:p w:rsidR="00354DF7" w:rsidRDefault="00354DF7" w:rsidP="00354DF7">
      <w:pPr>
        <w:tabs>
          <w:tab w:val="left" w:pos="6195"/>
        </w:tabs>
      </w:pPr>
      <w:r>
        <w:t>422.1537</w:t>
      </w:r>
      <w:r>
        <w:tab/>
        <w:t>2.492e0</w:t>
      </w:r>
    </w:p>
    <w:p w:rsidR="00354DF7" w:rsidRDefault="00354DF7" w:rsidP="00354DF7">
      <w:pPr>
        <w:tabs>
          <w:tab w:val="left" w:pos="6195"/>
        </w:tabs>
      </w:pPr>
      <w:r>
        <w:t>422.1583</w:t>
      </w:r>
      <w:r>
        <w:tab/>
        <w:t>3.824e0</w:t>
      </w:r>
    </w:p>
    <w:p w:rsidR="00354DF7" w:rsidRDefault="00354DF7" w:rsidP="00354DF7">
      <w:pPr>
        <w:tabs>
          <w:tab w:val="left" w:pos="6195"/>
        </w:tabs>
      </w:pPr>
      <w:r>
        <w:t>422.1840</w:t>
      </w:r>
      <w:r>
        <w:tab/>
        <w:t>6.308e0</w:t>
      </w:r>
    </w:p>
    <w:p w:rsidR="00354DF7" w:rsidRDefault="00354DF7" w:rsidP="00354DF7">
      <w:pPr>
        <w:tabs>
          <w:tab w:val="left" w:pos="6195"/>
        </w:tabs>
      </w:pPr>
      <w:r>
        <w:t>422.1963</w:t>
      </w:r>
      <w:r>
        <w:tab/>
        <w:t>5.336e0</w:t>
      </w:r>
    </w:p>
    <w:p w:rsidR="00354DF7" w:rsidRDefault="00354DF7" w:rsidP="00354DF7">
      <w:pPr>
        <w:tabs>
          <w:tab w:val="left" w:pos="6195"/>
        </w:tabs>
      </w:pPr>
      <w:r>
        <w:t>422.2074</w:t>
      </w:r>
      <w:r>
        <w:tab/>
        <w:t>4.483e0</w:t>
      </w:r>
    </w:p>
    <w:p w:rsidR="00354DF7" w:rsidRDefault="00354DF7" w:rsidP="00354DF7">
      <w:pPr>
        <w:tabs>
          <w:tab w:val="left" w:pos="6195"/>
        </w:tabs>
      </w:pPr>
      <w:r>
        <w:t>422.2267</w:t>
      </w:r>
      <w:r>
        <w:tab/>
        <w:t>7.714e0</w:t>
      </w:r>
    </w:p>
    <w:p w:rsidR="00354DF7" w:rsidRDefault="00354DF7" w:rsidP="00354DF7">
      <w:pPr>
        <w:tabs>
          <w:tab w:val="left" w:pos="6195"/>
        </w:tabs>
      </w:pPr>
      <w:r>
        <w:t>422.2300</w:t>
      </w:r>
      <w:r>
        <w:tab/>
        <w:t>2.232e0</w:t>
      </w:r>
    </w:p>
    <w:p w:rsidR="00354DF7" w:rsidRDefault="00354DF7" w:rsidP="00354DF7">
      <w:pPr>
        <w:tabs>
          <w:tab w:val="left" w:pos="6195"/>
        </w:tabs>
      </w:pPr>
      <w:r>
        <w:t>422.2371</w:t>
      </w:r>
      <w:r>
        <w:tab/>
        <w:t>2.043e0</w:t>
      </w:r>
    </w:p>
    <w:p w:rsidR="00354DF7" w:rsidRDefault="00354DF7" w:rsidP="00354DF7">
      <w:pPr>
        <w:tabs>
          <w:tab w:val="left" w:pos="6195"/>
        </w:tabs>
      </w:pPr>
      <w:r>
        <w:t>422.2460</w:t>
      </w:r>
      <w:r>
        <w:tab/>
        <w:t>3.331e0</w:t>
      </w:r>
    </w:p>
    <w:p w:rsidR="00354DF7" w:rsidRDefault="00354DF7" w:rsidP="00354DF7">
      <w:pPr>
        <w:tabs>
          <w:tab w:val="left" w:pos="6195"/>
        </w:tabs>
      </w:pPr>
      <w:r>
        <w:lastRenderedPageBreak/>
        <w:t>422.2725</w:t>
      </w:r>
      <w:r>
        <w:tab/>
        <w:t>2.168e0</w:t>
      </w:r>
    </w:p>
    <w:p w:rsidR="00354DF7" w:rsidRDefault="00354DF7" w:rsidP="00354DF7">
      <w:pPr>
        <w:tabs>
          <w:tab w:val="left" w:pos="6195"/>
        </w:tabs>
      </w:pPr>
      <w:r>
        <w:t>422.2938</w:t>
      </w:r>
      <w:r>
        <w:tab/>
        <w:t>2.439e0</w:t>
      </w:r>
    </w:p>
    <w:p w:rsidR="00354DF7" w:rsidRDefault="00354DF7" w:rsidP="00354DF7">
      <w:pPr>
        <w:tabs>
          <w:tab w:val="left" w:pos="6195"/>
        </w:tabs>
      </w:pPr>
      <w:r>
        <w:t>422.3218</w:t>
      </w:r>
      <w:r>
        <w:tab/>
        <w:t>1.544e0</w:t>
      </w:r>
    </w:p>
    <w:p w:rsidR="00354DF7" w:rsidRDefault="00354DF7" w:rsidP="00354DF7">
      <w:pPr>
        <w:tabs>
          <w:tab w:val="left" w:pos="6195"/>
        </w:tabs>
      </w:pPr>
      <w:r>
        <w:t>422.3293</w:t>
      </w:r>
      <w:r>
        <w:tab/>
        <w:t>6.974e0</w:t>
      </w:r>
    </w:p>
    <w:p w:rsidR="00354DF7" w:rsidRDefault="00354DF7" w:rsidP="00354DF7">
      <w:pPr>
        <w:tabs>
          <w:tab w:val="left" w:pos="6195"/>
        </w:tabs>
      </w:pPr>
      <w:r>
        <w:t>422.3313</w:t>
      </w:r>
      <w:r>
        <w:tab/>
        <w:t>1.437e0</w:t>
      </w:r>
    </w:p>
    <w:p w:rsidR="00354DF7" w:rsidRDefault="00354DF7" w:rsidP="00354DF7">
      <w:pPr>
        <w:tabs>
          <w:tab w:val="left" w:pos="6195"/>
        </w:tabs>
      </w:pPr>
      <w:r>
        <w:t>422.3355</w:t>
      </w:r>
      <w:r>
        <w:tab/>
        <w:t>5.005e0</w:t>
      </w:r>
    </w:p>
    <w:p w:rsidR="00354DF7" w:rsidRDefault="00354DF7" w:rsidP="00354DF7">
      <w:pPr>
        <w:tabs>
          <w:tab w:val="left" w:pos="6195"/>
        </w:tabs>
      </w:pPr>
      <w:r>
        <w:t>422.3487</w:t>
      </w:r>
      <w:r>
        <w:tab/>
        <w:t>2.133e0</w:t>
      </w:r>
    </w:p>
    <w:p w:rsidR="00354DF7" w:rsidRDefault="00354DF7" w:rsidP="00354DF7">
      <w:pPr>
        <w:tabs>
          <w:tab w:val="left" w:pos="6195"/>
        </w:tabs>
      </w:pPr>
      <w:r>
        <w:t>422.3778</w:t>
      </w:r>
      <w:r>
        <w:tab/>
        <w:t>3.651e0</w:t>
      </w:r>
    </w:p>
    <w:p w:rsidR="00354DF7" w:rsidRDefault="00354DF7" w:rsidP="00354DF7">
      <w:pPr>
        <w:tabs>
          <w:tab w:val="left" w:pos="6195"/>
        </w:tabs>
      </w:pPr>
      <w:r>
        <w:t>422.3871</w:t>
      </w:r>
      <w:r>
        <w:tab/>
        <w:t>2.569e0</w:t>
      </w:r>
    </w:p>
    <w:p w:rsidR="00354DF7" w:rsidRDefault="00354DF7" w:rsidP="00354DF7">
      <w:pPr>
        <w:tabs>
          <w:tab w:val="left" w:pos="6195"/>
        </w:tabs>
      </w:pPr>
      <w:r>
        <w:t>422.3908</w:t>
      </w:r>
      <w:r>
        <w:tab/>
        <w:t>7.492e0</w:t>
      </w:r>
    </w:p>
    <w:p w:rsidR="00354DF7" w:rsidRDefault="00354DF7" w:rsidP="00354DF7">
      <w:pPr>
        <w:tabs>
          <w:tab w:val="left" w:pos="6195"/>
        </w:tabs>
      </w:pPr>
      <w:r>
        <w:t>422.3951</w:t>
      </w:r>
      <w:r>
        <w:tab/>
        <w:t>2.440e0</w:t>
      </w:r>
    </w:p>
    <w:p w:rsidR="00354DF7" w:rsidRDefault="00354DF7" w:rsidP="00354DF7">
      <w:pPr>
        <w:tabs>
          <w:tab w:val="left" w:pos="6195"/>
        </w:tabs>
      </w:pPr>
      <w:r>
        <w:t>422.4191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422.4394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422.4488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422.4624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422.4659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422.4754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422.4906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422.5174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422.5213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422.5322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422.5543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422.5927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422.6019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422.6111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422.6156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422.6458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422.6843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422.6928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422.7195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422.7784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422.7895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422.7920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422.7970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422.8067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422.8458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422.8490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422.8605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422.8928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422.9130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422.9303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422.9395</w:t>
      </w:r>
      <w:r>
        <w:tab/>
        <w:t>4.866e0</w:t>
      </w:r>
    </w:p>
    <w:p w:rsidR="00354DF7" w:rsidRDefault="00354DF7" w:rsidP="00354DF7">
      <w:pPr>
        <w:tabs>
          <w:tab w:val="left" w:pos="6195"/>
        </w:tabs>
      </w:pPr>
      <w:r>
        <w:t>422.9701</w:t>
      </w:r>
      <w:r>
        <w:tab/>
        <w:t>4.800e0</w:t>
      </w:r>
    </w:p>
    <w:p w:rsidR="00354DF7" w:rsidRDefault="00354DF7" w:rsidP="00354DF7">
      <w:pPr>
        <w:tabs>
          <w:tab w:val="left" w:pos="6195"/>
        </w:tabs>
      </w:pPr>
      <w:r>
        <w:t>422.9842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422.9890</w:t>
      </w:r>
      <w:r>
        <w:tab/>
        <w:t>1.958e0</w:t>
      </w:r>
    </w:p>
    <w:p w:rsidR="00354DF7" w:rsidRDefault="00354DF7" w:rsidP="00354DF7">
      <w:pPr>
        <w:tabs>
          <w:tab w:val="left" w:pos="6195"/>
        </w:tabs>
      </w:pPr>
      <w:r>
        <w:t>422.9972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423.0071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423.0291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423.0419</w:t>
      </w:r>
      <w:r>
        <w:tab/>
        <w:t>3.888e0</w:t>
      </w:r>
    </w:p>
    <w:p w:rsidR="00354DF7" w:rsidRDefault="00354DF7" w:rsidP="00354DF7">
      <w:pPr>
        <w:tabs>
          <w:tab w:val="left" w:pos="6195"/>
        </w:tabs>
      </w:pPr>
      <w:r>
        <w:t>423.0468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423.0498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423.0767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423.0847</w:t>
      </w:r>
      <w:r>
        <w:tab/>
        <w:t>2.886e0</w:t>
      </w:r>
    </w:p>
    <w:p w:rsidR="00354DF7" w:rsidRDefault="00354DF7" w:rsidP="00354DF7">
      <w:pPr>
        <w:tabs>
          <w:tab w:val="left" w:pos="6195"/>
        </w:tabs>
      </w:pPr>
      <w:r>
        <w:t>423.0928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423.1009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423.1279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423.1491</w:t>
      </w:r>
      <w:r>
        <w:tab/>
        <w:t>5.791e0</w:t>
      </w:r>
    </w:p>
    <w:p w:rsidR="00354DF7" w:rsidRDefault="00354DF7" w:rsidP="00354DF7">
      <w:pPr>
        <w:tabs>
          <w:tab w:val="left" w:pos="6195"/>
        </w:tabs>
      </w:pPr>
      <w:r>
        <w:lastRenderedPageBreak/>
        <w:t>423.1533</w:t>
      </w:r>
      <w:r>
        <w:tab/>
        <w:t>1.620e0</w:t>
      </w:r>
    </w:p>
    <w:p w:rsidR="00354DF7" w:rsidRDefault="00354DF7" w:rsidP="00354DF7">
      <w:pPr>
        <w:tabs>
          <w:tab w:val="left" w:pos="6195"/>
        </w:tabs>
      </w:pPr>
      <w:r>
        <w:t>423.1575</w:t>
      </w:r>
      <w:r>
        <w:tab/>
        <w:t>2.763e0</w:t>
      </w:r>
    </w:p>
    <w:p w:rsidR="00354DF7" w:rsidRDefault="00354DF7" w:rsidP="00354DF7">
      <w:pPr>
        <w:tabs>
          <w:tab w:val="left" w:pos="6195"/>
        </w:tabs>
      </w:pPr>
      <w:r>
        <w:t>423.1679</w:t>
      </w:r>
      <w:r>
        <w:tab/>
        <w:t>2.588e0</w:t>
      </w:r>
    </w:p>
    <w:p w:rsidR="00354DF7" w:rsidRDefault="00354DF7" w:rsidP="00354DF7">
      <w:pPr>
        <w:tabs>
          <w:tab w:val="left" w:pos="6195"/>
        </w:tabs>
      </w:pPr>
      <w:r>
        <w:t>423.1989</w:t>
      </w:r>
      <w:r>
        <w:tab/>
        <w:t>1.973e0</w:t>
      </w:r>
    </w:p>
    <w:p w:rsidR="00354DF7" w:rsidRDefault="00354DF7" w:rsidP="00354DF7">
      <w:pPr>
        <w:tabs>
          <w:tab w:val="left" w:pos="6195"/>
        </w:tabs>
      </w:pPr>
      <w:r>
        <w:t>423.2037</w:t>
      </w:r>
      <w:r>
        <w:tab/>
        <w:t>2.643e0</w:t>
      </w:r>
    </w:p>
    <w:p w:rsidR="00354DF7" w:rsidRDefault="00354DF7" w:rsidP="00354DF7">
      <w:pPr>
        <w:tabs>
          <w:tab w:val="left" w:pos="6195"/>
        </w:tabs>
      </w:pPr>
      <w:r>
        <w:t>423.2062</w:t>
      </w:r>
      <w:r>
        <w:tab/>
        <w:t>2.094e0</w:t>
      </w:r>
    </w:p>
    <w:p w:rsidR="00354DF7" w:rsidRDefault="00354DF7" w:rsidP="00354DF7">
      <w:pPr>
        <w:tabs>
          <w:tab w:val="left" w:pos="6195"/>
        </w:tabs>
      </w:pPr>
      <w:r>
        <w:t>423.2113</w:t>
      </w:r>
      <w:r>
        <w:tab/>
        <w:t>2.805e0</w:t>
      </w:r>
    </w:p>
    <w:p w:rsidR="00354DF7" w:rsidRDefault="00354DF7" w:rsidP="00354DF7">
      <w:pPr>
        <w:tabs>
          <w:tab w:val="left" w:pos="6195"/>
        </w:tabs>
      </w:pPr>
      <w:r>
        <w:t>423.2140</w:t>
      </w:r>
      <w:r>
        <w:tab/>
        <w:t>6.840e0</w:t>
      </w:r>
    </w:p>
    <w:p w:rsidR="00354DF7" w:rsidRDefault="00354DF7" w:rsidP="00354DF7">
      <w:pPr>
        <w:tabs>
          <w:tab w:val="left" w:pos="6195"/>
        </w:tabs>
      </w:pPr>
      <w:r>
        <w:t>423.2280</w:t>
      </w:r>
      <w:r>
        <w:tab/>
        <w:t>2.998e0</w:t>
      </w:r>
    </w:p>
    <w:p w:rsidR="00354DF7" w:rsidRDefault="00354DF7" w:rsidP="00354DF7">
      <w:pPr>
        <w:tabs>
          <w:tab w:val="left" w:pos="6195"/>
        </w:tabs>
      </w:pPr>
      <w:r>
        <w:t>423.2601</w:t>
      </w:r>
      <w:r>
        <w:tab/>
        <w:t>6.334e0</w:t>
      </w:r>
    </w:p>
    <w:p w:rsidR="00354DF7" w:rsidRDefault="00354DF7" w:rsidP="00354DF7">
      <w:pPr>
        <w:tabs>
          <w:tab w:val="left" w:pos="6195"/>
        </w:tabs>
      </w:pPr>
      <w:r>
        <w:t>423.2752</w:t>
      </w:r>
      <w:r>
        <w:tab/>
        <w:t>6.691e0</w:t>
      </w:r>
    </w:p>
    <w:p w:rsidR="00354DF7" w:rsidRDefault="00354DF7" w:rsidP="00354DF7">
      <w:pPr>
        <w:tabs>
          <w:tab w:val="left" w:pos="6195"/>
        </w:tabs>
      </w:pPr>
      <w:r>
        <w:t>423.2806</w:t>
      </w:r>
      <w:r>
        <w:tab/>
        <w:t>2.999e0</w:t>
      </w:r>
    </w:p>
    <w:p w:rsidR="00354DF7" w:rsidRDefault="00354DF7" w:rsidP="00354DF7">
      <w:pPr>
        <w:tabs>
          <w:tab w:val="left" w:pos="6195"/>
        </w:tabs>
      </w:pPr>
      <w:r>
        <w:t>423.2876</w:t>
      </w:r>
      <w:r>
        <w:tab/>
        <w:t>2.136e0</w:t>
      </w:r>
    </w:p>
    <w:p w:rsidR="00354DF7" w:rsidRDefault="00354DF7" w:rsidP="00354DF7">
      <w:pPr>
        <w:tabs>
          <w:tab w:val="left" w:pos="6195"/>
        </w:tabs>
      </w:pPr>
      <w:r>
        <w:t>423.3466</w:t>
      </w:r>
      <w:r>
        <w:tab/>
        <w:t>2.102e0</w:t>
      </w:r>
    </w:p>
    <w:p w:rsidR="00354DF7" w:rsidRDefault="00354DF7" w:rsidP="00354DF7">
      <w:pPr>
        <w:tabs>
          <w:tab w:val="left" w:pos="6195"/>
        </w:tabs>
      </w:pPr>
      <w:r>
        <w:t>423.3605</w:t>
      </w:r>
      <w:r>
        <w:tab/>
        <w:t>1.339e0</w:t>
      </w:r>
    </w:p>
    <w:p w:rsidR="00354DF7" w:rsidRDefault="00354DF7" w:rsidP="00354DF7">
      <w:pPr>
        <w:tabs>
          <w:tab w:val="left" w:pos="6195"/>
        </w:tabs>
      </w:pPr>
      <w:r>
        <w:t>423.3622</w:t>
      </w:r>
      <w:r>
        <w:tab/>
        <w:t>1.396e0</w:t>
      </w:r>
    </w:p>
    <w:p w:rsidR="00354DF7" w:rsidRDefault="00354DF7" w:rsidP="00354DF7">
      <w:pPr>
        <w:tabs>
          <w:tab w:val="left" w:pos="6195"/>
        </w:tabs>
      </w:pPr>
      <w:r>
        <w:t>423.3961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423.3990</w:t>
      </w:r>
      <w:r>
        <w:tab/>
        <w:t>5.890e0</w:t>
      </w:r>
    </w:p>
    <w:p w:rsidR="00354DF7" w:rsidRDefault="00354DF7" w:rsidP="00354DF7">
      <w:pPr>
        <w:tabs>
          <w:tab w:val="left" w:pos="6195"/>
        </w:tabs>
      </w:pPr>
      <w:r>
        <w:t>423.4007</w:t>
      </w:r>
      <w:r>
        <w:tab/>
        <w:t>3.167e0</w:t>
      </w:r>
    </w:p>
    <w:p w:rsidR="00354DF7" w:rsidRDefault="00354DF7" w:rsidP="00354DF7">
      <w:pPr>
        <w:tabs>
          <w:tab w:val="left" w:pos="6195"/>
        </w:tabs>
      </w:pPr>
      <w:r>
        <w:lastRenderedPageBreak/>
        <w:t>423.4087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423.4242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423.4445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423.4612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423.4942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423.4960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423.5127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423.5141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423.5320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423.5610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423.5667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423.5715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423.5929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423.6264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423.6468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423.6487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423.6656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423.6798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423.6855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423.7061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423.7291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423.7754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423.7986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423.8021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423.8394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423.8492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423.8527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423.8542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423.8620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423.9140</w:t>
      </w:r>
      <w:r>
        <w:tab/>
        <w:t>5.959e0</w:t>
      </w:r>
    </w:p>
    <w:p w:rsidR="00354DF7" w:rsidRDefault="00354DF7" w:rsidP="00354DF7">
      <w:pPr>
        <w:tabs>
          <w:tab w:val="left" w:pos="6195"/>
        </w:tabs>
      </w:pPr>
      <w:r>
        <w:t>423.9169</w:t>
      </w:r>
      <w:r>
        <w:tab/>
        <w:t>4.836e0</w:t>
      </w:r>
    </w:p>
    <w:p w:rsidR="00354DF7" w:rsidRDefault="00354DF7" w:rsidP="00354DF7">
      <w:pPr>
        <w:tabs>
          <w:tab w:val="left" w:pos="6195"/>
        </w:tabs>
      </w:pPr>
      <w:r>
        <w:t>423.9355</w:t>
      </w:r>
      <w:r>
        <w:tab/>
        <w:t>3.578e0</w:t>
      </w:r>
    </w:p>
    <w:p w:rsidR="00354DF7" w:rsidRDefault="00354DF7" w:rsidP="00354DF7">
      <w:pPr>
        <w:tabs>
          <w:tab w:val="left" w:pos="6195"/>
        </w:tabs>
      </w:pPr>
      <w:r>
        <w:t>423.9500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423.9550</w:t>
      </w:r>
      <w:r>
        <w:tab/>
        <w:t>5.012e0</w:t>
      </w:r>
    </w:p>
    <w:p w:rsidR="00354DF7" w:rsidRDefault="00354DF7" w:rsidP="00354DF7">
      <w:pPr>
        <w:tabs>
          <w:tab w:val="left" w:pos="6195"/>
        </w:tabs>
      </w:pPr>
      <w:r>
        <w:t>423.9986</w:t>
      </w:r>
      <w:r>
        <w:tab/>
        <w:t>5.900e0</w:t>
      </w:r>
    </w:p>
    <w:p w:rsidR="00354DF7" w:rsidRDefault="00354DF7" w:rsidP="00354DF7">
      <w:pPr>
        <w:tabs>
          <w:tab w:val="left" w:pos="6195"/>
        </w:tabs>
      </w:pPr>
      <w:r>
        <w:t>424.0164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424.0344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424.0681</w:t>
      </w:r>
      <w:r>
        <w:tab/>
        <w:t>1.939e0</w:t>
      </w:r>
    </w:p>
    <w:p w:rsidR="00354DF7" w:rsidRDefault="00354DF7" w:rsidP="00354DF7">
      <w:pPr>
        <w:tabs>
          <w:tab w:val="left" w:pos="6195"/>
        </w:tabs>
      </w:pPr>
      <w:r>
        <w:lastRenderedPageBreak/>
        <w:t>424.0873</w:t>
      </w:r>
      <w:r>
        <w:tab/>
        <w:t>7.101e0</w:t>
      </w:r>
    </w:p>
    <w:p w:rsidR="00354DF7" w:rsidRDefault="00354DF7" w:rsidP="00354DF7">
      <w:pPr>
        <w:tabs>
          <w:tab w:val="left" w:pos="6195"/>
        </w:tabs>
      </w:pPr>
      <w:r>
        <w:t>424.1147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424.1221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424.1243</w:t>
      </w:r>
      <w:r>
        <w:tab/>
        <w:t>5.403e0</w:t>
      </w:r>
    </w:p>
    <w:p w:rsidR="00354DF7" w:rsidRDefault="00354DF7" w:rsidP="00354DF7">
      <w:pPr>
        <w:tabs>
          <w:tab w:val="left" w:pos="6195"/>
        </w:tabs>
      </w:pPr>
      <w:r>
        <w:t>424.1576</w:t>
      </w:r>
      <w:r>
        <w:tab/>
        <w:t>1.350e0</w:t>
      </w:r>
    </w:p>
    <w:p w:rsidR="00354DF7" w:rsidRDefault="00354DF7" w:rsidP="00354DF7">
      <w:pPr>
        <w:tabs>
          <w:tab w:val="left" w:pos="6195"/>
        </w:tabs>
      </w:pPr>
      <w:r>
        <w:t>424.1740</w:t>
      </w:r>
      <w:r>
        <w:tab/>
        <w:t>4.744e0</w:t>
      </w:r>
    </w:p>
    <w:p w:rsidR="00354DF7" w:rsidRDefault="00354DF7" w:rsidP="00354DF7">
      <w:pPr>
        <w:tabs>
          <w:tab w:val="left" w:pos="6195"/>
        </w:tabs>
      </w:pPr>
      <w:r>
        <w:t>424.1859</w:t>
      </w:r>
      <w:r>
        <w:tab/>
        <w:t>9.421e0</w:t>
      </w:r>
    </w:p>
    <w:p w:rsidR="00354DF7" w:rsidRDefault="00354DF7" w:rsidP="00354DF7">
      <w:pPr>
        <w:tabs>
          <w:tab w:val="left" w:pos="6195"/>
        </w:tabs>
      </w:pPr>
      <w:r>
        <w:t>424.1988</w:t>
      </w:r>
      <w:r>
        <w:tab/>
        <w:t>8.855e0</w:t>
      </w:r>
    </w:p>
    <w:p w:rsidR="00354DF7" w:rsidRDefault="00354DF7" w:rsidP="00354DF7">
      <w:pPr>
        <w:tabs>
          <w:tab w:val="left" w:pos="6195"/>
        </w:tabs>
      </w:pPr>
      <w:r>
        <w:t>424.2010</w:t>
      </w:r>
      <w:r>
        <w:tab/>
        <w:t>9.035e0</w:t>
      </w:r>
    </w:p>
    <w:p w:rsidR="00354DF7" w:rsidRDefault="00354DF7" w:rsidP="00354DF7">
      <w:pPr>
        <w:tabs>
          <w:tab w:val="left" w:pos="6195"/>
        </w:tabs>
      </w:pPr>
      <w:r>
        <w:t>424.2057</w:t>
      </w:r>
      <w:r>
        <w:tab/>
        <w:t>2.055e0</w:t>
      </w:r>
    </w:p>
    <w:p w:rsidR="00354DF7" w:rsidRDefault="00354DF7" w:rsidP="00354DF7">
      <w:pPr>
        <w:tabs>
          <w:tab w:val="left" w:pos="6195"/>
        </w:tabs>
      </w:pPr>
      <w:r>
        <w:t>424.2396</w:t>
      </w:r>
      <w:r>
        <w:tab/>
        <w:t>3.513e0</w:t>
      </w:r>
    </w:p>
    <w:p w:rsidR="00354DF7" w:rsidRDefault="00354DF7" w:rsidP="00354DF7">
      <w:pPr>
        <w:tabs>
          <w:tab w:val="left" w:pos="6195"/>
        </w:tabs>
      </w:pPr>
      <w:r>
        <w:t>424.2411</w:t>
      </w:r>
      <w:r>
        <w:tab/>
        <w:t>3.731e0</w:t>
      </w:r>
    </w:p>
    <w:p w:rsidR="00354DF7" w:rsidRDefault="00354DF7" w:rsidP="00354DF7">
      <w:pPr>
        <w:tabs>
          <w:tab w:val="left" w:pos="6195"/>
        </w:tabs>
      </w:pPr>
      <w:r>
        <w:t>424.2608</w:t>
      </w:r>
      <w:r>
        <w:tab/>
        <w:t>1.745e0</w:t>
      </w:r>
    </w:p>
    <w:p w:rsidR="00354DF7" w:rsidRDefault="00354DF7" w:rsidP="00354DF7">
      <w:pPr>
        <w:tabs>
          <w:tab w:val="left" w:pos="6195"/>
        </w:tabs>
      </w:pPr>
      <w:r>
        <w:t>424.2838</w:t>
      </w:r>
      <w:r>
        <w:tab/>
        <w:t>5.163e0</w:t>
      </w:r>
    </w:p>
    <w:p w:rsidR="00354DF7" w:rsidRDefault="00354DF7" w:rsidP="00354DF7">
      <w:pPr>
        <w:tabs>
          <w:tab w:val="left" w:pos="6195"/>
        </w:tabs>
      </w:pPr>
      <w:r>
        <w:t>424.3594</w:t>
      </w:r>
      <w:r>
        <w:tab/>
        <w:t>5.146e1</w:t>
      </w:r>
    </w:p>
    <w:p w:rsidR="00354DF7" w:rsidRDefault="00354DF7" w:rsidP="00354DF7">
      <w:pPr>
        <w:tabs>
          <w:tab w:val="left" w:pos="6195"/>
        </w:tabs>
      </w:pPr>
      <w:r>
        <w:t>424.3648</w:t>
      </w:r>
      <w:r>
        <w:tab/>
        <w:t>1.442e2</w:t>
      </w:r>
    </w:p>
    <w:p w:rsidR="00354DF7" w:rsidRDefault="00354DF7" w:rsidP="00354DF7">
      <w:pPr>
        <w:tabs>
          <w:tab w:val="left" w:pos="6195"/>
        </w:tabs>
      </w:pPr>
      <w:r>
        <w:t>424.3665</w:t>
      </w:r>
      <w:r>
        <w:tab/>
        <w:t>1.334e2</w:t>
      </w:r>
    </w:p>
    <w:p w:rsidR="00354DF7" w:rsidRDefault="00354DF7" w:rsidP="00354DF7">
      <w:pPr>
        <w:tabs>
          <w:tab w:val="left" w:pos="6195"/>
        </w:tabs>
      </w:pPr>
      <w:r>
        <w:t>424.4689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424.4771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424.4872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424.5257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424.5369</w:t>
      </w:r>
      <w:r>
        <w:tab/>
        <w:t>5.056e0</w:t>
      </w:r>
    </w:p>
    <w:p w:rsidR="00354DF7" w:rsidRDefault="00354DF7" w:rsidP="00354DF7">
      <w:pPr>
        <w:tabs>
          <w:tab w:val="left" w:pos="6195"/>
        </w:tabs>
      </w:pPr>
      <w:r>
        <w:t>424.5395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424.5549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424.5624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424.5681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424.6106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424.6293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424.6358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424.6409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424.6451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424.6470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424.6824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424.6933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424.7358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424.7726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424.7818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424.8154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424.8243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424.8294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424.8417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424.8965</w:t>
      </w:r>
      <w:r>
        <w:tab/>
        <w:t>2.735e0</w:t>
      </w:r>
    </w:p>
    <w:p w:rsidR="00354DF7" w:rsidRDefault="00354DF7" w:rsidP="00354DF7">
      <w:pPr>
        <w:tabs>
          <w:tab w:val="left" w:pos="6195"/>
        </w:tabs>
      </w:pPr>
      <w:r>
        <w:t>424.8992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424.9042</w:t>
      </w:r>
      <w:r>
        <w:tab/>
        <w:t>3.803e0</w:t>
      </w:r>
    </w:p>
    <w:p w:rsidR="00354DF7" w:rsidRDefault="00354DF7" w:rsidP="00354DF7">
      <w:pPr>
        <w:tabs>
          <w:tab w:val="left" w:pos="6195"/>
        </w:tabs>
      </w:pPr>
      <w:r>
        <w:t>424.9126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424.9185</w:t>
      </w:r>
      <w:r>
        <w:tab/>
        <w:t>5.739e0</w:t>
      </w:r>
    </w:p>
    <w:p w:rsidR="00354DF7" w:rsidRDefault="00354DF7" w:rsidP="00354DF7">
      <w:pPr>
        <w:tabs>
          <w:tab w:val="left" w:pos="6195"/>
        </w:tabs>
      </w:pPr>
      <w:r>
        <w:t>424.9326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424.9434</w:t>
      </w:r>
      <w:r>
        <w:tab/>
        <w:t>2.603e0</w:t>
      </w:r>
    </w:p>
    <w:p w:rsidR="00354DF7" w:rsidRDefault="00354DF7" w:rsidP="00354DF7">
      <w:pPr>
        <w:tabs>
          <w:tab w:val="left" w:pos="6195"/>
        </w:tabs>
      </w:pPr>
      <w:r>
        <w:t>424.9720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424.9747</w:t>
      </w:r>
      <w:r>
        <w:tab/>
        <w:t>3.938e0</w:t>
      </w:r>
    </w:p>
    <w:p w:rsidR="00354DF7" w:rsidRDefault="00354DF7" w:rsidP="00354DF7">
      <w:pPr>
        <w:tabs>
          <w:tab w:val="left" w:pos="6195"/>
        </w:tabs>
      </w:pPr>
      <w:r>
        <w:t>424.9775</w:t>
      </w:r>
      <w:r>
        <w:tab/>
        <w:t>3.243e0</w:t>
      </w:r>
    </w:p>
    <w:p w:rsidR="00354DF7" w:rsidRDefault="00354DF7" w:rsidP="00354DF7">
      <w:pPr>
        <w:tabs>
          <w:tab w:val="left" w:pos="6195"/>
        </w:tabs>
      </w:pPr>
      <w:r>
        <w:t>425.0101</w:t>
      </w:r>
      <w:r>
        <w:tab/>
        <w:t>4.773e0</w:t>
      </w:r>
    </w:p>
    <w:p w:rsidR="00354DF7" w:rsidRDefault="00354DF7" w:rsidP="00354DF7">
      <w:pPr>
        <w:tabs>
          <w:tab w:val="left" w:pos="6195"/>
        </w:tabs>
      </w:pPr>
      <w:r>
        <w:t>425.0271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425.0303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425.0391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425.0599</w:t>
      </w:r>
      <w:r>
        <w:tab/>
        <w:t>3.102e0</w:t>
      </w:r>
    </w:p>
    <w:p w:rsidR="00354DF7" w:rsidRDefault="00354DF7" w:rsidP="00354DF7">
      <w:pPr>
        <w:tabs>
          <w:tab w:val="left" w:pos="6195"/>
        </w:tabs>
      </w:pPr>
      <w:r>
        <w:t>425.0771</w:t>
      </w:r>
      <w:r>
        <w:tab/>
        <w:t>2.966e0</w:t>
      </w:r>
    </w:p>
    <w:p w:rsidR="00354DF7" w:rsidRDefault="00354DF7" w:rsidP="00354DF7">
      <w:pPr>
        <w:tabs>
          <w:tab w:val="left" w:pos="6195"/>
        </w:tabs>
      </w:pPr>
      <w:r>
        <w:lastRenderedPageBreak/>
        <w:t>425.0866</w:t>
      </w:r>
      <w:r>
        <w:tab/>
        <w:t>6.996e0</w:t>
      </w:r>
    </w:p>
    <w:p w:rsidR="00354DF7" w:rsidRDefault="00354DF7" w:rsidP="00354DF7">
      <w:pPr>
        <w:tabs>
          <w:tab w:val="left" w:pos="6195"/>
        </w:tabs>
      </w:pPr>
      <w:r>
        <w:t>425.0931</w:t>
      </w:r>
      <w:r>
        <w:tab/>
        <w:t>1.683e0</w:t>
      </w:r>
    </w:p>
    <w:p w:rsidR="00354DF7" w:rsidRDefault="00354DF7" w:rsidP="00354DF7">
      <w:pPr>
        <w:tabs>
          <w:tab w:val="left" w:pos="6195"/>
        </w:tabs>
      </w:pPr>
      <w:r>
        <w:t>425.1110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425.1148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425.1338</w:t>
      </w:r>
      <w:r>
        <w:tab/>
        <w:t>3.780e0</w:t>
      </w:r>
    </w:p>
    <w:p w:rsidR="00354DF7" w:rsidRDefault="00354DF7" w:rsidP="00354DF7">
      <w:pPr>
        <w:tabs>
          <w:tab w:val="left" w:pos="6195"/>
        </w:tabs>
      </w:pPr>
      <w:r>
        <w:t>425.1619</w:t>
      </w:r>
      <w:r>
        <w:tab/>
        <w:t>3.268e0</w:t>
      </w:r>
    </w:p>
    <w:p w:rsidR="00354DF7" w:rsidRDefault="00354DF7" w:rsidP="00354DF7">
      <w:pPr>
        <w:tabs>
          <w:tab w:val="left" w:pos="6195"/>
        </w:tabs>
      </w:pPr>
      <w:r>
        <w:t>425.1852</w:t>
      </w:r>
      <w:r>
        <w:tab/>
        <w:t>2.803e0</w:t>
      </w:r>
    </w:p>
    <w:p w:rsidR="00354DF7" w:rsidRDefault="00354DF7" w:rsidP="00354DF7">
      <w:pPr>
        <w:tabs>
          <w:tab w:val="left" w:pos="6195"/>
        </w:tabs>
      </w:pPr>
      <w:r>
        <w:t>425.1959</w:t>
      </w:r>
      <w:r>
        <w:tab/>
        <w:t>1.075e1</w:t>
      </w:r>
    </w:p>
    <w:p w:rsidR="00354DF7" w:rsidRDefault="00354DF7" w:rsidP="00354DF7">
      <w:pPr>
        <w:tabs>
          <w:tab w:val="left" w:pos="6195"/>
        </w:tabs>
      </w:pPr>
      <w:r>
        <w:t>425.2167</w:t>
      </w:r>
      <w:r>
        <w:tab/>
        <w:t>6.479e0</w:t>
      </w:r>
    </w:p>
    <w:p w:rsidR="00354DF7" w:rsidRDefault="00354DF7" w:rsidP="00354DF7">
      <w:pPr>
        <w:tabs>
          <w:tab w:val="left" w:pos="6195"/>
        </w:tabs>
      </w:pPr>
      <w:r>
        <w:t>425.2202</w:t>
      </w:r>
      <w:r>
        <w:tab/>
        <w:t>5.904e0</w:t>
      </w:r>
    </w:p>
    <w:p w:rsidR="00354DF7" w:rsidRDefault="00354DF7" w:rsidP="00354DF7">
      <w:pPr>
        <w:tabs>
          <w:tab w:val="left" w:pos="6195"/>
        </w:tabs>
      </w:pPr>
      <w:r>
        <w:t>425.2810</w:t>
      </w:r>
      <w:r>
        <w:tab/>
        <w:t>1.392e0</w:t>
      </w:r>
    </w:p>
    <w:p w:rsidR="00354DF7" w:rsidRDefault="00354DF7" w:rsidP="00354DF7">
      <w:pPr>
        <w:tabs>
          <w:tab w:val="left" w:pos="6195"/>
        </w:tabs>
      </w:pPr>
      <w:r>
        <w:t>425.3577</w:t>
      </w:r>
      <w:r>
        <w:tab/>
        <w:t>2.001e1</w:t>
      </w:r>
    </w:p>
    <w:p w:rsidR="00354DF7" w:rsidRDefault="00354DF7" w:rsidP="00354DF7">
      <w:pPr>
        <w:tabs>
          <w:tab w:val="left" w:pos="6195"/>
        </w:tabs>
      </w:pPr>
      <w:r>
        <w:t>425.3601</w:t>
      </w:r>
      <w:r>
        <w:tab/>
        <w:t>2.071e1</w:t>
      </w:r>
    </w:p>
    <w:p w:rsidR="00354DF7" w:rsidRDefault="00354DF7" w:rsidP="00354DF7">
      <w:pPr>
        <w:tabs>
          <w:tab w:val="left" w:pos="6195"/>
        </w:tabs>
      </w:pPr>
      <w:r>
        <w:t>425.3635</w:t>
      </w:r>
      <w:r>
        <w:tab/>
        <w:t>2.903e1</w:t>
      </w:r>
    </w:p>
    <w:p w:rsidR="00354DF7" w:rsidRDefault="00354DF7" w:rsidP="00354DF7">
      <w:pPr>
        <w:tabs>
          <w:tab w:val="left" w:pos="6195"/>
        </w:tabs>
      </w:pPr>
      <w:r>
        <w:t>425.3674</w:t>
      </w:r>
      <w:r>
        <w:tab/>
        <w:t>5.886e1</w:t>
      </w:r>
    </w:p>
    <w:p w:rsidR="00354DF7" w:rsidRDefault="00354DF7" w:rsidP="00354DF7">
      <w:pPr>
        <w:tabs>
          <w:tab w:val="left" w:pos="6195"/>
        </w:tabs>
      </w:pPr>
      <w:r>
        <w:t>425.4353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425.4385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425.4448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425.4488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425.4821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425.4951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425.4966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425.5024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425.5084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425.5364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425.5512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425.5562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425.5714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425.5906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425.5935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425.5972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425.6159</w:t>
      </w:r>
      <w:r>
        <w:tab/>
        <w:t>5.841e0</w:t>
      </w:r>
    </w:p>
    <w:p w:rsidR="00354DF7" w:rsidRDefault="00354DF7" w:rsidP="00354DF7">
      <w:pPr>
        <w:tabs>
          <w:tab w:val="left" w:pos="6195"/>
        </w:tabs>
      </w:pPr>
      <w:r>
        <w:t>425.6237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425.6257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425.6393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425.6617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425.6641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425.6692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425.6757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425.7008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425.7291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425.7377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425.7394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425.7677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425.7704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425.7848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425.8188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425.8249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425.8357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425.8483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425.8563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425.8667</w:t>
      </w:r>
      <w:r>
        <w:tab/>
        <w:t>5.060e0</w:t>
      </w:r>
    </w:p>
    <w:p w:rsidR="00354DF7" w:rsidRDefault="00354DF7" w:rsidP="00354DF7">
      <w:pPr>
        <w:tabs>
          <w:tab w:val="left" w:pos="6195"/>
        </w:tabs>
      </w:pPr>
      <w:r>
        <w:t>425.9081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425.9199</w:t>
      </w:r>
      <w:r>
        <w:tab/>
        <w:t>6.102e0</w:t>
      </w:r>
    </w:p>
    <w:p w:rsidR="00354DF7" w:rsidRDefault="00354DF7" w:rsidP="00354DF7">
      <w:pPr>
        <w:tabs>
          <w:tab w:val="left" w:pos="6195"/>
        </w:tabs>
      </w:pPr>
      <w:r>
        <w:t>425.9239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425.9312</w:t>
      </w:r>
      <w:r>
        <w:tab/>
        <w:t>1.703e0</w:t>
      </w:r>
    </w:p>
    <w:p w:rsidR="00354DF7" w:rsidRDefault="00354DF7" w:rsidP="00354DF7">
      <w:pPr>
        <w:tabs>
          <w:tab w:val="left" w:pos="6195"/>
        </w:tabs>
      </w:pPr>
      <w:r>
        <w:t>425.9511</w:t>
      </w:r>
      <w:r>
        <w:tab/>
        <w:t>5.941e0</w:t>
      </w:r>
    </w:p>
    <w:p w:rsidR="00354DF7" w:rsidRDefault="00354DF7" w:rsidP="00354DF7">
      <w:pPr>
        <w:tabs>
          <w:tab w:val="left" w:pos="6195"/>
        </w:tabs>
      </w:pPr>
      <w:r>
        <w:lastRenderedPageBreak/>
        <w:t>425.9597</w:t>
      </w:r>
      <w:r>
        <w:tab/>
        <w:t>1.421e0</w:t>
      </w:r>
    </w:p>
    <w:p w:rsidR="00354DF7" w:rsidRDefault="00354DF7" w:rsidP="00354DF7">
      <w:pPr>
        <w:tabs>
          <w:tab w:val="left" w:pos="6195"/>
        </w:tabs>
      </w:pPr>
      <w:r>
        <w:t>425.9669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425.9761</w:t>
      </w:r>
      <w:r>
        <w:tab/>
        <w:t>2.647e0</w:t>
      </w:r>
    </w:p>
    <w:p w:rsidR="00354DF7" w:rsidRDefault="00354DF7" w:rsidP="00354DF7">
      <w:pPr>
        <w:tabs>
          <w:tab w:val="left" w:pos="6195"/>
        </w:tabs>
      </w:pPr>
      <w:r>
        <w:t>425.9986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426.0227</w:t>
      </w:r>
      <w:r>
        <w:tab/>
        <w:t>6.395e0</w:t>
      </w:r>
    </w:p>
    <w:p w:rsidR="00354DF7" w:rsidRDefault="00354DF7" w:rsidP="00354DF7">
      <w:pPr>
        <w:tabs>
          <w:tab w:val="left" w:pos="6195"/>
        </w:tabs>
      </w:pPr>
      <w:r>
        <w:t>426.0258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426.0463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426.0504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426.0595</w:t>
      </w:r>
      <w:r>
        <w:tab/>
        <w:t>7.661e0</w:t>
      </w:r>
    </w:p>
    <w:p w:rsidR="00354DF7" w:rsidRDefault="00354DF7" w:rsidP="00354DF7">
      <w:pPr>
        <w:tabs>
          <w:tab w:val="left" w:pos="6195"/>
        </w:tabs>
      </w:pPr>
      <w:r>
        <w:t>426.0885</w:t>
      </w:r>
      <w:r>
        <w:tab/>
        <w:t>3.492e0</w:t>
      </w:r>
    </w:p>
    <w:p w:rsidR="00354DF7" w:rsidRDefault="00354DF7" w:rsidP="00354DF7">
      <w:pPr>
        <w:tabs>
          <w:tab w:val="left" w:pos="6195"/>
        </w:tabs>
      </w:pPr>
      <w:r>
        <w:t>426.1029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426.1115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426.1295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426.1409</w:t>
      </w:r>
      <w:r>
        <w:tab/>
        <w:t>2.948e0</w:t>
      </w:r>
    </w:p>
    <w:p w:rsidR="00354DF7" w:rsidRDefault="00354DF7" w:rsidP="00354DF7">
      <w:pPr>
        <w:tabs>
          <w:tab w:val="left" w:pos="6195"/>
        </w:tabs>
      </w:pPr>
      <w:r>
        <w:t>426.1573</w:t>
      </w:r>
      <w:r>
        <w:tab/>
        <w:t>2.426e0</w:t>
      </w:r>
    </w:p>
    <w:p w:rsidR="00354DF7" w:rsidRDefault="00354DF7" w:rsidP="00354DF7">
      <w:pPr>
        <w:tabs>
          <w:tab w:val="left" w:pos="6195"/>
        </w:tabs>
      </w:pPr>
      <w:r>
        <w:t>426.1744</w:t>
      </w:r>
      <w:r>
        <w:tab/>
        <w:t>6.957e0</w:t>
      </w:r>
    </w:p>
    <w:p w:rsidR="00354DF7" w:rsidRDefault="00354DF7" w:rsidP="00354DF7">
      <w:pPr>
        <w:tabs>
          <w:tab w:val="left" w:pos="6195"/>
        </w:tabs>
      </w:pPr>
      <w:r>
        <w:t>426.1792</w:t>
      </w:r>
      <w:r>
        <w:tab/>
        <w:t>5.669e0</w:t>
      </w:r>
    </w:p>
    <w:p w:rsidR="00354DF7" w:rsidRDefault="00354DF7" w:rsidP="00354DF7">
      <w:pPr>
        <w:tabs>
          <w:tab w:val="left" w:pos="6195"/>
        </w:tabs>
      </w:pPr>
      <w:r>
        <w:t>426.1953</w:t>
      </w:r>
      <w:r>
        <w:tab/>
        <w:t>5.524e0</w:t>
      </w:r>
    </w:p>
    <w:p w:rsidR="00354DF7" w:rsidRDefault="00354DF7" w:rsidP="00354DF7">
      <w:pPr>
        <w:tabs>
          <w:tab w:val="left" w:pos="6195"/>
        </w:tabs>
      </w:pPr>
      <w:r>
        <w:t>426.2296</w:t>
      </w:r>
      <w:r>
        <w:tab/>
        <w:t>1.277e0</w:t>
      </w:r>
    </w:p>
    <w:p w:rsidR="00354DF7" w:rsidRDefault="00354DF7" w:rsidP="00354DF7">
      <w:pPr>
        <w:tabs>
          <w:tab w:val="left" w:pos="6195"/>
        </w:tabs>
      </w:pPr>
      <w:r>
        <w:lastRenderedPageBreak/>
        <w:t>426.2312</w:t>
      </w:r>
      <w:r>
        <w:tab/>
        <w:t>1.934e0</w:t>
      </w:r>
    </w:p>
    <w:p w:rsidR="00354DF7" w:rsidRDefault="00354DF7" w:rsidP="00354DF7">
      <w:pPr>
        <w:tabs>
          <w:tab w:val="left" w:pos="6195"/>
        </w:tabs>
      </w:pPr>
      <w:r>
        <w:t>426.2333</w:t>
      </w:r>
      <w:r>
        <w:tab/>
        <w:t>3.684e0</w:t>
      </w:r>
    </w:p>
    <w:p w:rsidR="00354DF7" w:rsidRDefault="00354DF7" w:rsidP="00354DF7">
      <w:pPr>
        <w:tabs>
          <w:tab w:val="left" w:pos="6195"/>
        </w:tabs>
      </w:pPr>
      <w:r>
        <w:t>426.2645</w:t>
      </w:r>
      <w:r>
        <w:tab/>
        <w:t>8.050e0</w:t>
      </w:r>
    </w:p>
    <w:p w:rsidR="00354DF7" w:rsidRDefault="00354DF7" w:rsidP="00354DF7">
      <w:pPr>
        <w:tabs>
          <w:tab w:val="left" w:pos="6195"/>
        </w:tabs>
      </w:pPr>
      <w:r>
        <w:t>426.2709</w:t>
      </w:r>
      <w:r>
        <w:tab/>
        <w:t>4.230e0</w:t>
      </w:r>
    </w:p>
    <w:p w:rsidR="00354DF7" w:rsidRDefault="00354DF7" w:rsidP="00354DF7">
      <w:pPr>
        <w:tabs>
          <w:tab w:val="left" w:pos="6195"/>
        </w:tabs>
      </w:pPr>
      <w:r>
        <w:t>426.2831</w:t>
      </w:r>
      <w:r>
        <w:tab/>
        <w:t>6.403e0</w:t>
      </w:r>
    </w:p>
    <w:p w:rsidR="00354DF7" w:rsidRDefault="00354DF7" w:rsidP="00354DF7">
      <w:pPr>
        <w:tabs>
          <w:tab w:val="left" w:pos="6195"/>
        </w:tabs>
      </w:pPr>
      <w:r>
        <w:t>426.3336</w:t>
      </w:r>
      <w:r>
        <w:tab/>
        <w:t>2.475e0</w:t>
      </w:r>
    </w:p>
    <w:p w:rsidR="00354DF7" w:rsidRDefault="00354DF7" w:rsidP="00354DF7">
      <w:pPr>
        <w:tabs>
          <w:tab w:val="left" w:pos="6195"/>
        </w:tabs>
      </w:pPr>
      <w:r>
        <w:t>426.3421</w:t>
      </w:r>
      <w:r>
        <w:tab/>
        <w:t>3.558e0</w:t>
      </w:r>
    </w:p>
    <w:p w:rsidR="00354DF7" w:rsidRDefault="00354DF7" w:rsidP="00354DF7">
      <w:pPr>
        <w:tabs>
          <w:tab w:val="left" w:pos="6195"/>
        </w:tabs>
      </w:pPr>
      <w:r>
        <w:t>426.3438</w:t>
      </w:r>
      <w:r>
        <w:tab/>
        <w:t>2.372e0</w:t>
      </w:r>
    </w:p>
    <w:p w:rsidR="00354DF7" w:rsidRDefault="00354DF7" w:rsidP="00354DF7">
      <w:pPr>
        <w:tabs>
          <w:tab w:val="left" w:pos="6195"/>
        </w:tabs>
      </w:pPr>
      <w:r>
        <w:t>426.3557</w:t>
      </w:r>
      <w:r>
        <w:tab/>
        <w:t>9.076e0</w:t>
      </w:r>
    </w:p>
    <w:p w:rsidR="00354DF7" w:rsidRDefault="00354DF7" w:rsidP="00354DF7">
      <w:pPr>
        <w:tabs>
          <w:tab w:val="left" w:pos="6195"/>
        </w:tabs>
      </w:pPr>
      <w:r>
        <w:t>426.3571</w:t>
      </w:r>
      <w:r>
        <w:tab/>
        <w:t>3.459e0</w:t>
      </w:r>
    </w:p>
    <w:p w:rsidR="00354DF7" w:rsidRDefault="00354DF7" w:rsidP="00354DF7">
      <w:pPr>
        <w:tabs>
          <w:tab w:val="left" w:pos="6195"/>
        </w:tabs>
      </w:pPr>
      <w:r>
        <w:t>426.3688</w:t>
      </w:r>
      <w:r>
        <w:tab/>
        <w:t>6.048e0</w:t>
      </w:r>
    </w:p>
    <w:p w:rsidR="00354DF7" w:rsidRDefault="00354DF7" w:rsidP="00354DF7">
      <w:pPr>
        <w:tabs>
          <w:tab w:val="left" w:pos="6195"/>
        </w:tabs>
      </w:pPr>
      <w:r>
        <w:t>426.3859</w:t>
      </w:r>
      <w:r>
        <w:tab/>
        <w:t>7.453e0</w:t>
      </w:r>
    </w:p>
    <w:p w:rsidR="00354DF7" w:rsidRDefault="00354DF7" w:rsidP="00354DF7">
      <w:pPr>
        <w:tabs>
          <w:tab w:val="left" w:pos="6195"/>
        </w:tabs>
      </w:pPr>
      <w:r>
        <w:t>426.3989</w:t>
      </w:r>
      <w:r>
        <w:tab/>
        <w:t>6.545e0</w:t>
      </w:r>
    </w:p>
    <w:p w:rsidR="00354DF7" w:rsidRDefault="00354DF7" w:rsidP="00354DF7">
      <w:pPr>
        <w:tabs>
          <w:tab w:val="left" w:pos="6195"/>
        </w:tabs>
      </w:pPr>
      <w:r>
        <w:t>426.4028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426.4048</w:t>
      </w:r>
      <w:r>
        <w:tab/>
        <w:t>3.533e0</w:t>
      </w:r>
    </w:p>
    <w:p w:rsidR="00354DF7" w:rsidRDefault="00354DF7" w:rsidP="00354DF7">
      <w:pPr>
        <w:tabs>
          <w:tab w:val="left" w:pos="6195"/>
        </w:tabs>
      </w:pPr>
      <w:r>
        <w:t>426.4597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426.4706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426.4760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426.4988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426.5231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426.5326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426.5368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426.5428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426.5619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426.5675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426.5814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426.5906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426.6227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426.6244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426.6312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426.6350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426.6917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426.7006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426.7067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426.7167</w:t>
      </w:r>
      <w:r>
        <w:tab/>
        <w:t>3.084e0</w:t>
      </w:r>
    </w:p>
    <w:p w:rsidR="00354DF7" w:rsidRDefault="00354DF7" w:rsidP="00354DF7">
      <w:pPr>
        <w:tabs>
          <w:tab w:val="left" w:pos="6195"/>
        </w:tabs>
      </w:pPr>
      <w:r>
        <w:t>426.7262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426.7406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426.7706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426.7744</w:t>
      </w:r>
      <w:r>
        <w:tab/>
        <w:t>4.134e0</w:t>
      </w:r>
    </w:p>
    <w:p w:rsidR="00354DF7" w:rsidRDefault="00354DF7" w:rsidP="00354DF7">
      <w:pPr>
        <w:tabs>
          <w:tab w:val="left" w:pos="6195"/>
        </w:tabs>
      </w:pPr>
      <w:r>
        <w:t>426.7814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426.7834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426.7931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426.8112</w:t>
      </w:r>
      <w:r>
        <w:tab/>
        <w:t>3.325e0</w:t>
      </w:r>
    </w:p>
    <w:p w:rsidR="00354DF7" w:rsidRDefault="00354DF7" w:rsidP="00354DF7">
      <w:pPr>
        <w:tabs>
          <w:tab w:val="left" w:pos="6195"/>
        </w:tabs>
      </w:pPr>
      <w:r>
        <w:t>426.8291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426.8399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426.8479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426.8756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426.8894</w:t>
      </w:r>
      <w:r>
        <w:tab/>
        <w:t>1.859e0</w:t>
      </w:r>
    </w:p>
    <w:p w:rsidR="00354DF7" w:rsidRDefault="00354DF7" w:rsidP="00354DF7">
      <w:pPr>
        <w:tabs>
          <w:tab w:val="left" w:pos="6195"/>
        </w:tabs>
      </w:pPr>
      <w:r>
        <w:t>426.8912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426.8928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426.8981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426.9344</w:t>
      </w:r>
      <w:r>
        <w:tab/>
        <w:t>1.806e0</w:t>
      </w:r>
    </w:p>
    <w:p w:rsidR="00354DF7" w:rsidRDefault="00354DF7" w:rsidP="00354DF7">
      <w:pPr>
        <w:tabs>
          <w:tab w:val="left" w:pos="6195"/>
        </w:tabs>
      </w:pPr>
      <w:r>
        <w:t>426.9356</w:t>
      </w:r>
      <w:r>
        <w:tab/>
        <w:t>5.763e0</w:t>
      </w:r>
    </w:p>
    <w:p w:rsidR="00354DF7" w:rsidRDefault="00354DF7" w:rsidP="00354DF7">
      <w:pPr>
        <w:tabs>
          <w:tab w:val="left" w:pos="6195"/>
        </w:tabs>
      </w:pPr>
      <w:r>
        <w:t>426.9489</w:t>
      </w:r>
      <w:r>
        <w:tab/>
        <w:t>1.287e0</w:t>
      </w:r>
    </w:p>
    <w:p w:rsidR="00354DF7" w:rsidRDefault="00354DF7" w:rsidP="00354DF7">
      <w:pPr>
        <w:tabs>
          <w:tab w:val="left" w:pos="6195"/>
        </w:tabs>
      </w:pPr>
      <w:r>
        <w:t>426.9612</w:t>
      </w:r>
      <w:r>
        <w:tab/>
        <w:t>3.916e0</w:t>
      </w:r>
    </w:p>
    <w:p w:rsidR="00354DF7" w:rsidRDefault="00354DF7" w:rsidP="00354DF7">
      <w:pPr>
        <w:tabs>
          <w:tab w:val="left" w:pos="6195"/>
        </w:tabs>
      </w:pPr>
      <w:r>
        <w:t>426.9991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427.0047</w:t>
      </w:r>
      <w:r>
        <w:tab/>
        <w:t>4.855e0</w:t>
      </w:r>
    </w:p>
    <w:p w:rsidR="00354DF7" w:rsidRDefault="00354DF7" w:rsidP="00354DF7">
      <w:pPr>
        <w:tabs>
          <w:tab w:val="left" w:pos="6195"/>
        </w:tabs>
      </w:pPr>
      <w:r>
        <w:lastRenderedPageBreak/>
        <w:t>427.0176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427.0375</w:t>
      </w:r>
      <w:r>
        <w:tab/>
        <w:t>1.653e0</w:t>
      </w:r>
    </w:p>
    <w:p w:rsidR="00354DF7" w:rsidRDefault="00354DF7" w:rsidP="00354DF7">
      <w:pPr>
        <w:tabs>
          <w:tab w:val="left" w:pos="6195"/>
        </w:tabs>
      </w:pPr>
      <w:r>
        <w:t>427.0632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427.0667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427.0746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427.1007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427.1028</w:t>
      </w:r>
      <w:r>
        <w:tab/>
        <w:t>2.665e0</w:t>
      </w:r>
    </w:p>
    <w:p w:rsidR="00354DF7" w:rsidRDefault="00354DF7" w:rsidP="00354DF7">
      <w:pPr>
        <w:tabs>
          <w:tab w:val="left" w:pos="6195"/>
        </w:tabs>
      </w:pPr>
      <w:r>
        <w:t>427.1142</w:t>
      </w:r>
      <w:r>
        <w:tab/>
        <w:t>1.716e0</w:t>
      </w:r>
    </w:p>
    <w:p w:rsidR="00354DF7" w:rsidRDefault="00354DF7" w:rsidP="00354DF7">
      <w:pPr>
        <w:tabs>
          <w:tab w:val="left" w:pos="6195"/>
        </w:tabs>
      </w:pPr>
      <w:r>
        <w:t>427.1342</w:t>
      </w:r>
      <w:r>
        <w:tab/>
        <w:t>1.935e0</w:t>
      </w:r>
    </w:p>
    <w:p w:rsidR="00354DF7" w:rsidRDefault="00354DF7" w:rsidP="00354DF7">
      <w:pPr>
        <w:tabs>
          <w:tab w:val="left" w:pos="6195"/>
        </w:tabs>
      </w:pPr>
      <w:r>
        <w:t>427.1469</w:t>
      </w:r>
      <w:r>
        <w:tab/>
        <w:t>1.218e0</w:t>
      </w:r>
    </w:p>
    <w:p w:rsidR="00354DF7" w:rsidRDefault="00354DF7" w:rsidP="00354DF7">
      <w:pPr>
        <w:tabs>
          <w:tab w:val="left" w:pos="6195"/>
        </w:tabs>
      </w:pPr>
      <w:r>
        <w:t>427.1649</w:t>
      </w:r>
      <w:r>
        <w:tab/>
        <w:t>3.855e0</w:t>
      </w:r>
    </w:p>
    <w:p w:rsidR="00354DF7" w:rsidRDefault="00354DF7" w:rsidP="00354DF7">
      <w:pPr>
        <w:tabs>
          <w:tab w:val="left" w:pos="6195"/>
        </w:tabs>
      </w:pPr>
      <w:r>
        <w:t>427.1757</w:t>
      </w:r>
      <w:r>
        <w:tab/>
        <w:t>1.295e0</w:t>
      </w:r>
    </w:p>
    <w:p w:rsidR="00354DF7" w:rsidRDefault="00354DF7" w:rsidP="00354DF7">
      <w:pPr>
        <w:tabs>
          <w:tab w:val="left" w:pos="6195"/>
        </w:tabs>
      </w:pPr>
      <w:r>
        <w:t>427.1880</w:t>
      </w:r>
      <w:r>
        <w:tab/>
        <w:t>5.640e0</w:t>
      </w:r>
    </w:p>
    <w:p w:rsidR="00354DF7" w:rsidRDefault="00354DF7" w:rsidP="00354DF7">
      <w:pPr>
        <w:tabs>
          <w:tab w:val="left" w:pos="6195"/>
        </w:tabs>
      </w:pPr>
      <w:r>
        <w:t>427.1984</w:t>
      </w:r>
      <w:r>
        <w:tab/>
        <w:t>3.093e0</w:t>
      </w:r>
    </w:p>
    <w:p w:rsidR="00354DF7" w:rsidRDefault="00354DF7" w:rsidP="00354DF7">
      <w:pPr>
        <w:tabs>
          <w:tab w:val="left" w:pos="6195"/>
        </w:tabs>
      </w:pPr>
      <w:r>
        <w:t>427.2114</w:t>
      </w:r>
      <w:r>
        <w:tab/>
        <w:t>3.308e0</w:t>
      </w:r>
    </w:p>
    <w:p w:rsidR="00354DF7" w:rsidRDefault="00354DF7" w:rsidP="00354DF7">
      <w:pPr>
        <w:tabs>
          <w:tab w:val="left" w:pos="6195"/>
        </w:tabs>
      </w:pPr>
      <w:r>
        <w:t>427.2143</w:t>
      </w:r>
      <w:r>
        <w:tab/>
        <w:t>2.470e0</w:t>
      </w:r>
    </w:p>
    <w:p w:rsidR="00354DF7" w:rsidRDefault="00354DF7" w:rsidP="00354DF7">
      <w:pPr>
        <w:tabs>
          <w:tab w:val="left" w:pos="6195"/>
        </w:tabs>
      </w:pPr>
      <w:r>
        <w:t>427.2582</w:t>
      </w:r>
      <w:r>
        <w:tab/>
        <w:t>2.713e0</w:t>
      </w:r>
    </w:p>
    <w:p w:rsidR="00354DF7" w:rsidRDefault="00354DF7" w:rsidP="00354DF7">
      <w:pPr>
        <w:tabs>
          <w:tab w:val="left" w:pos="6195"/>
        </w:tabs>
      </w:pPr>
      <w:r>
        <w:t>427.2873</w:t>
      </w:r>
      <w:r>
        <w:tab/>
        <w:t>1.356e0</w:t>
      </w:r>
    </w:p>
    <w:p w:rsidR="00354DF7" w:rsidRDefault="00354DF7" w:rsidP="00354DF7">
      <w:pPr>
        <w:tabs>
          <w:tab w:val="left" w:pos="6195"/>
        </w:tabs>
      </w:pPr>
      <w:r>
        <w:t>427.2892</w:t>
      </w:r>
      <w:r>
        <w:tab/>
        <w:t>1.139e1</w:t>
      </w:r>
    </w:p>
    <w:p w:rsidR="00354DF7" w:rsidRDefault="00354DF7" w:rsidP="00354DF7">
      <w:pPr>
        <w:tabs>
          <w:tab w:val="left" w:pos="6195"/>
        </w:tabs>
      </w:pPr>
      <w:r>
        <w:lastRenderedPageBreak/>
        <w:t>427.3162</w:t>
      </w:r>
      <w:r>
        <w:tab/>
        <w:t>2.489e0</w:t>
      </w:r>
    </w:p>
    <w:p w:rsidR="00354DF7" w:rsidRDefault="00354DF7" w:rsidP="00354DF7">
      <w:pPr>
        <w:tabs>
          <w:tab w:val="left" w:pos="6195"/>
        </w:tabs>
      </w:pPr>
      <w:r>
        <w:t>427.3771</w:t>
      </w:r>
      <w:r>
        <w:tab/>
        <w:t>6.261e1</w:t>
      </w:r>
    </w:p>
    <w:p w:rsidR="00354DF7" w:rsidRDefault="00354DF7" w:rsidP="00354DF7">
      <w:pPr>
        <w:tabs>
          <w:tab w:val="left" w:pos="6195"/>
        </w:tabs>
      </w:pPr>
      <w:r>
        <w:t>427.3819</w:t>
      </w:r>
      <w:r>
        <w:tab/>
        <w:t>4.660e1</w:t>
      </w:r>
    </w:p>
    <w:p w:rsidR="00354DF7" w:rsidRDefault="00354DF7" w:rsidP="00354DF7">
      <w:pPr>
        <w:tabs>
          <w:tab w:val="left" w:pos="6195"/>
        </w:tabs>
      </w:pPr>
      <w:r>
        <w:t>427.3867</w:t>
      </w:r>
      <w:r>
        <w:tab/>
        <w:t>2.138e1</w:t>
      </w:r>
    </w:p>
    <w:p w:rsidR="00354DF7" w:rsidRDefault="00354DF7" w:rsidP="00354DF7">
      <w:pPr>
        <w:tabs>
          <w:tab w:val="left" w:pos="6195"/>
        </w:tabs>
      </w:pPr>
      <w:r>
        <w:t>427.3895</w:t>
      </w:r>
      <w:r>
        <w:tab/>
        <w:t>2.090e1</w:t>
      </w:r>
    </w:p>
    <w:p w:rsidR="00354DF7" w:rsidRDefault="00354DF7" w:rsidP="00354DF7">
      <w:pPr>
        <w:tabs>
          <w:tab w:val="left" w:pos="6195"/>
        </w:tabs>
      </w:pPr>
      <w:r>
        <w:t>427.4444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427.4626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427.4663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427.4838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427.5282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427.5358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427.5514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427.5702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427.5865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427.6019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427.6190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427.6386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427.6443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427.6487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427.6664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427.6729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427.7017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427.7092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427.7219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427.7313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427.7392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427.7873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427.7899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427.8115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427.8136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427.8159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427.8499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427.8727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427.8747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427.8908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427.9021</w:t>
      </w:r>
      <w:r>
        <w:tab/>
        <w:t>2.790e0</w:t>
      </w:r>
    </w:p>
    <w:p w:rsidR="00354DF7" w:rsidRDefault="00354DF7" w:rsidP="00354DF7">
      <w:pPr>
        <w:tabs>
          <w:tab w:val="left" w:pos="6195"/>
        </w:tabs>
      </w:pPr>
      <w:r>
        <w:t>427.9224</w:t>
      </w:r>
      <w:r>
        <w:tab/>
        <w:t>5.677e0</w:t>
      </w:r>
    </w:p>
    <w:p w:rsidR="00354DF7" w:rsidRDefault="00354DF7" w:rsidP="00354DF7">
      <w:pPr>
        <w:tabs>
          <w:tab w:val="left" w:pos="6195"/>
        </w:tabs>
      </w:pPr>
      <w:r>
        <w:t>427.9449</w:t>
      </w:r>
      <w:r>
        <w:tab/>
        <w:t>5.747e0</w:t>
      </w:r>
    </w:p>
    <w:p w:rsidR="00354DF7" w:rsidRDefault="00354DF7" w:rsidP="00354DF7">
      <w:pPr>
        <w:tabs>
          <w:tab w:val="left" w:pos="6195"/>
        </w:tabs>
      </w:pPr>
      <w:r>
        <w:lastRenderedPageBreak/>
        <w:t>427.9491</w:t>
      </w:r>
      <w:r>
        <w:tab/>
        <w:t>3.545e0</w:t>
      </w:r>
    </w:p>
    <w:p w:rsidR="00354DF7" w:rsidRDefault="00354DF7" w:rsidP="00354DF7">
      <w:pPr>
        <w:tabs>
          <w:tab w:val="left" w:pos="6195"/>
        </w:tabs>
      </w:pPr>
      <w:r>
        <w:t>427.9508</w:t>
      </w:r>
      <w:r>
        <w:tab/>
        <w:t>2.969e0</w:t>
      </w:r>
    </w:p>
    <w:p w:rsidR="00354DF7" w:rsidRDefault="00354DF7" w:rsidP="00354DF7">
      <w:pPr>
        <w:tabs>
          <w:tab w:val="left" w:pos="6195"/>
        </w:tabs>
      </w:pPr>
      <w:r>
        <w:t>427.9625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427.9731</w:t>
      </w:r>
      <w:r>
        <w:tab/>
        <w:t>2.414e0</w:t>
      </w:r>
    </w:p>
    <w:p w:rsidR="00354DF7" w:rsidRDefault="00354DF7" w:rsidP="00354DF7">
      <w:pPr>
        <w:tabs>
          <w:tab w:val="left" w:pos="6195"/>
        </w:tabs>
      </w:pPr>
      <w:r>
        <w:t>427.9982</w:t>
      </w:r>
      <w:r>
        <w:tab/>
        <w:t>1.827e0</w:t>
      </w:r>
    </w:p>
    <w:p w:rsidR="00354DF7" w:rsidRDefault="00354DF7" w:rsidP="00354DF7">
      <w:pPr>
        <w:tabs>
          <w:tab w:val="left" w:pos="6195"/>
        </w:tabs>
      </w:pPr>
      <w:r>
        <w:t>428.0106</w:t>
      </w:r>
      <w:r>
        <w:tab/>
        <w:t>2.934e0</w:t>
      </w:r>
    </w:p>
    <w:p w:rsidR="00354DF7" w:rsidRDefault="00354DF7" w:rsidP="00354DF7">
      <w:pPr>
        <w:tabs>
          <w:tab w:val="left" w:pos="6195"/>
        </w:tabs>
      </w:pPr>
      <w:r>
        <w:t>428.0234</w:t>
      </w:r>
      <w:r>
        <w:tab/>
        <w:t>4.966e0</w:t>
      </w:r>
    </w:p>
    <w:p w:rsidR="00354DF7" w:rsidRDefault="00354DF7" w:rsidP="00354DF7">
      <w:pPr>
        <w:tabs>
          <w:tab w:val="left" w:pos="6195"/>
        </w:tabs>
      </w:pPr>
      <w:r>
        <w:t>428.0272</w:t>
      </w:r>
      <w:r>
        <w:tab/>
        <w:t>3.024e0</w:t>
      </w:r>
    </w:p>
    <w:p w:rsidR="00354DF7" w:rsidRDefault="00354DF7" w:rsidP="00354DF7">
      <w:pPr>
        <w:tabs>
          <w:tab w:val="left" w:pos="6195"/>
        </w:tabs>
      </w:pPr>
      <w:r>
        <w:t>428.0561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428.0601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428.0665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428.0727</w:t>
      </w:r>
      <w:r>
        <w:tab/>
        <w:t>3.031e0</w:t>
      </w:r>
    </w:p>
    <w:p w:rsidR="00354DF7" w:rsidRDefault="00354DF7" w:rsidP="00354DF7">
      <w:pPr>
        <w:tabs>
          <w:tab w:val="left" w:pos="6195"/>
        </w:tabs>
      </w:pPr>
      <w:r>
        <w:t>428.0765</w:t>
      </w:r>
      <w:r>
        <w:tab/>
        <w:t>2.966e0</w:t>
      </w:r>
    </w:p>
    <w:p w:rsidR="00354DF7" w:rsidRDefault="00354DF7" w:rsidP="00354DF7">
      <w:pPr>
        <w:tabs>
          <w:tab w:val="left" w:pos="6195"/>
        </w:tabs>
      </w:pPr>
      <w:r>
        <w:t>428.1077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428.1178</w:t>
      </w:r>
      <w:r>
        <w:tab/>
        <w:t>1.783e0</w:t>
      </w:r>
    </w:p>
    <w:p w:rsidR="00354DF7" w:rsidRDefault="00354DF7" w:rsidP="00354DF7">
      <w:pPr>
        <w:tabs>
          <w:tab w:val="left" w:pos="6195"/>
        </w:tabs>
      </w:pPr>
      <w:r>
        <w:t>428.1461</w:t>
      </w:r>
      <w:r>
        <w:tab/>
        <w:t>3.083e0</w:t>
      </w:r>
    </w:p>
    <w:p w:rsidR="00354DF7" w:rsidRDefault="00354DF7" w:rsidP="00354DF7">
      <w:pPr>
        <w:tabs>
          <w:tab w:val="left" w:pos="6195"/>
        </w:tabs>
      </w:pPr>
      <w:r>
        <w:t>428.1524</w:t>
      </w:r>
      <w:r>
        <w:tab/>
        <w:t>1.751e0</w:t>
      </w:r>
    </w:p>
    <w:p w:rsidR="00354DF7" w:rsidRDefault="00354DF7" w:rsidP="00354DF7">
      <w:pPr>
        <w:tabs>
          <w:tab w:val="left" w:pos="6195"/>
        </w:tabs>
      </w:pPr>
      <w:r>
        <w:t>428.1725</w:t>
      </w:r>
      <w:r>
        <w:tab/>
        <w:t>2.683e0</w:t>
      </w:r>
    </w:p>
    <w:p w:rsidR="00354DF7" w:rsidRDefault="00354DF7" w:rsidP="00354DF7">
      <w:pPr>
        <w:tabs>
          <w:tab w:val="left" w:pos="6195"/>
        </w:tabs>
      </w:pPr>
      <w:r>
        <w:t>428.1789</w:t>
      </w:r>
      <w:r>
        <w:tab/>
        <w:t>9.624e0</w:t>
      </w:r>
    </w:p>
    <w:p w:rsidR="00354DF7" w:rsidRDefault="00354DF7" w:rsidP="00354DF7">
      <w:pPr>
        <w:tabs>
          <w:tab w:val="left" w:pos="6195"/>
        </w:tabs>
      </w:pPr>
      <w:r>
        <w:lastRenderedPageBreak/>
        <w:t>428.1888</w:t>
      </w:r>
      <w:r>
        <w:tab/>
        <w:t>2.760e0</w:t>
      </w:r>
    </w:p>
    <w:p w:rsidR="00354DF7" w:rsidRDefault="00354DF7" w:rsidP="00354DF7">
      <w:pPr>
        <w:tabs>
          <w:tab w:val="left" w:pos="6195"/>
        </w:tabs>
      </w:pPr>
      <w:r>
        <w:t>428.1928</w:t>
      </w:r>
      <w:r>
        <w:tab/>
        <w:t>2.979e0</w:t>
      </w:r>
    </w:p>
    <w:p w:rsidR="00354DF7" w:rsidRDefault="00354DF7" w:rsidP="00354DF7">
      <w:pPr>
        <w:tabs>
          <w:tab w:val="left" w:pos="6195"/>
        </w:tabs>
      </w:pPr>
      <w:r>
        <w:t>428.2045</w:t>
      </w:r>
      <w:r>
        <w:tab/>
        <w:t>5.274e0</w:t>
      </w:r>
    </w:p>
    <w:p w:rsidR="00354DF7" w:rsidRDefault="00354DF7" w:rsidP="00354DF7">
      <w:pPr>
        <w:tabs>
          <w:tab w:val="left" w:pos="6195"/>
        </w:tabs>
      </w:pPr>
      <w:r>
        <w:t>428.2079</w:t>
      </w:r>
      <w:r>
        <w:tab/>
        <w:t>4.221e0</w:t>
      </w:r>
    </w:p>
    <w:p w:rsidR="00354DF7" w:rsidRDefault="00354DF7" w:rsidP="00354DF7">
      <w:pPr>
        <w:tabs>
          <w:tab w:val="left" w:pos="6195"/>
        </w:tabs>
      </w:pPr>
      <w:r>
        <w:t>428.2545</w:t>
      </w:r>
      <w:r>
        <w:tab/>
        <w:t>2.893e0</w:t>
      </w:r>
    </w:p>
    <w:p w:rsidR="00354DF7" w:rsidRDefault="00354DF7" w:rsidP="00354DF7">
      <w:pPr>
        <w:tabs>
          <w:tab w:val="left" w:pos="6195"/>
        </w:tabs>
      </w:pPr>
      <w:r>
        <w:t>428.2637</w:t>
      </w:r>
      <w:r>
        <w:tab/>
        <w:t>3.799e0</w:t>
      </w:r>
    </w:p>
    <w:p w:rsidR="00354DF7" w:rsidRDefault="00354DF7" w:rsidP="00354DF7">
      <w:pPr>
        <w:tabs>
          <w:tab w:val="left" w:pos="6195"/>
        </w:tabs>
      </w:pPr>
      <w:r>
        <w:t>428.2764</w:t>
      </w:r>
      <w:r>
        <w:tab/>
        <w:t>1.228e0</w:t>
      </w:r>
    </w:p>
    <w:p w:rsidR="00354DF7" w:rsidRDefault="00354DF7" w:rsidP="00354DF7">
      <w:pPr>
        <w:tabs>
          <w:tab w:val="left" w:pos="6195"/>
        </w:tabs>
      </w:pPr>
      <w:r>
        <w:t>428.2978</w:t>
      </w:r>
      <w:r>
        <w:tab/>
        <w:t>2.257e0</w:t>
      </w:r>
    </w:p>
    <w:p w:rsidR="00354DF7" w:rsidRDefault="00354DF7" w:rsidP="00354DF7">
      <w:pPr>
        <w:tabs>
          <w:tab w:val="left" w:pos="6195"/>
        </w:tabs>
      </w:pPr>
      <w:r>
        <w:t>428.3011</w:t>
      </w:r>
      <w:r>
        <w:tab/>
        <w:t>6.185e0</w:t>
      </w:r>
    </w:p>
    <w:p w:rsidR="00354DF7" w:rsidRDefault="00354DF7" w:rsidP="00354DF7">
      <w:pPr>
        <w:tabs>
          <w:tab w:val="left" w:pos="6195"/>
        </w:tabs>
      </w:pPr>
      <w:r>
        <w:t>428.3709</w:t>
      </w:r>
      <w:r>
        <w:tab/>
        <w:t>8.150e0</w:t>
      </w:r>
    </w:p>
    <w:p w:rsidR="00354DF7" w:rsidRDefault="00354DF7" w:rsidP="00354DF7">
      <w:pPr>
        <w:tabs>
          <w:tab w:val="left" w:pos="6195"/>
        </w:tabs>
      </w:pPr>
      <w:r>
        <w:t>428.3813</w:t>
      </w:r>
      <w:r>
        <w:tab/>
        <w:t>5.336e0</w:t>
      </w:r>
    </w:p>
    <w:p w:rsidR="00354DF7" w:rsidRDefault="00354DF7" w:rsidP="00354DF7">
      <w:pPr>
        <w:tabs>
          <w:tab w:val="left" w:pos="6195"/>
        </w:tabs>
      </w:pPr>
      <w:r>
        <w:t>428.3835</w:t>
      </w:r>
      <w:r>
        <w:tab/>
        <w:t>7.093e0</w:t>
      </w:r>
    </w:p>
    <w:p w:rsidR="00354DF7" w:rsidRDefault="00354DF7" w:rsidP="00354DF7">
      <w:pPr>
        <w:tabs>
          <w:tab w:val="left" w:pos="6195"/>
        </w:tabs>
      </w:pPr>
      <w:r>
        <w:t>428.3867</w:t>
      </w:r>
      <w:r>
        <w:tab/>
        <w:t>8.819e0</w:t>
      </w:r>
    </w:p>
    <w:p w:rsidR="00354DF7" w:rsidRDefault="00354DF7" w:rsidP="00354DF7">
      <w:pPr>
        <w:tabs>
          <w:tab w:val="left" w:pos="6195"/>
        </w:tabs>
      </w:pPr>
      <w:r>
        <w:t>428.3890</w:t>
      </w:r>
      <w:r>
        <w:tab/>
        <w:t>1.169e1</w:t>
      </w:r>
    </w:p>
    <w:p w:rsidR="00354DF7" w:rsidRDefault="00354DF7" w:rsidP="00354DF7">
      <w:pPr>
        <w:tabs>
          <w:tab w:val="left" w:pos="6195"/>
        </w:tabs>
      </w:pPr>
      <w:r>
        <w:t>428.3907</w:t>
      </w:r>
      <w:r>
        <w:tab/>
        <w:t>4.424e0</w:t>
      </w:r>
    </w:p>
    <w:p w:rsidR="00354DF7" w:rsidRDefault="00354DF7" w:rsidP="00354DF7">
      <w:pPr>
        <w:tabs>
          <w:tab w:val="left" w:pos="6195"/>
        </w:tabs>
      </w:pPr>
      <w:r>
        <w:t>428.4258</w:t>
      </w:r>
      <w:r>
        <w:tab/>
        <w:t>4.340e0</w:t>
      </w:r>
    </w:p>
    <w:p w:rsidR="00354DF7" w:rsidRDefault="00354DF7" w:rsidP="00354DF7">
      <w:pPr>
        <w:tabs>
          <w:tab w:val="left" w:pos="6195"/>
        </w:tabs>
      </w:pPr>
      <w:r>
        <w:t>428.4435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428.4478</w:t>
      </w:r>
      <w:r>
        <w:tab/>
        <w:t>1.869e0</w:t>
      </w:r>
    </w:p>
    <w:p w:rsidR="00354DF7" w:rsidRDefault="00354DF7" w:rsidP="00354DF7">
      <w:pPr>
        <w:tabs>
          <w:tab w:val="left" w:pos="6195"/>
        </w:tabs>
      </w:pPr>
      <w:r>
        <w:t>428.4782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428.4985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428.5001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428.5178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428.5306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428.5404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428.5518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428.5643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428.5671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428.6072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428.6292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428.6346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428.6409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428.6497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428.6674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428.6947</w:t>
      </w:r>
      <w:r>
        <w:tab/>
        <w:t>6.269e0</w:t>
      </w:r>
    </w:p>
    <w:p w:rsidR="00354DF7" w:rsidRDefault="00354DF7" w:rsidP="00354DF7">
      <w:pPr>
        <w:tabs>
          <w:tab w:val="left" w:pos="6195"/>
        </w:tabs>
      </w:pPr>
      <w:r>
        <w:t>428.7015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428.7319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428.7511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428.7587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428.7638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428.7852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428.7918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428.7969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428.8028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428.8116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428.8560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428.8598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428.8633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428.8963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428.9113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428.9154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428.9292</w:t>
      </w:r>
      <w:r>
        <w:tab/>
        <w:t>3.687e0</w:t>
      </w:r>
    </w:p>
    <w:p w:rsidR="00354DF7" w:rsidRDefault="00354DF7" w:rsidP="00354DF7">
      <w:pPr>
        <w:tabs>
          <w:tab w:val="left" w:pos="6195"/>
        </w:tabs>
      </w:pPr>
      <w:r>
        <w:t>428.9471</w:t>
      </w:r>
      <w:r>
        <w:tab/>
        <w:t>2.725e0</w:t>
      </w:r>
    </w:p>
    <w:p w:rsidR="00354DF7" w:rsidRDefault="00354DF7" w:rsidP="00354DF7">
      <w:pPr>
        <w:tabs>
          <w:tab w:val="left" w:pos="6195"/>
        </w:tabs>
      </w:pPr>
      <w:r>
        <w:t>428.9513</w:t>
      </w:r>
      <w:r>
        <w:tab/>
        <w:t>1.786e0</w:t>
      </w:r>
    </w:p>
    <w:p w:rsidR="00354DF7" w:rsidRDefault="00354DF7" w:rsidP="00354DF7">
      <w:pPr>
        <w:tabs>
          <w:tab w:val="left" w:pos="6195"/>
        </w:tabs>
      </w:pPr>
      <w:r>
        <w:t>428.9602</w:t>
      </w:r>
      <w:r>
        <w:tab/>
        <w:t>2.645e0</w:t>
      </w:r>
    </w:p>
    <w:p w:rsidR="00354DF7" w:rsidRDefault="00354DF7" w:rsidP="00354DF7">
      <w:pPr>
        <w:tabs>
          <w:tab w:val="left" w:pos="6195"/>
        </w:tabs>
      </w:pPr>
      <w:r>
        <w:t>428.9841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429.0004</w:t>
      </w:r>
      <w:r>
        <w:tab/>
        <w:t>7.042e0</w:t>
      </w:r>
    </w:p>
    <w:p w:rsidR="00354DF7" w:rsidRDefault="00354DF7" w:rsidP="00354DF7">
      <w:pPr>
        <w:tabs>
          <w:tab w:val="left" w:pos="6195"/>
        </w:tabs>
      </w:pPr>
      <w:r>
        <w:t>429.0215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429.0252</w:t>
      </w:r>
      <w:r>
        <w:tab/>
        <w:t>7.074e0</w:t>
      </w:r>
    </w:p>
    <w:p w:rsidR="00354DF7" w:rsidRDefault="00354DF7" w:rsidP="00354DF7">
      <w:pPr>
        <w:tabs>
          <w:tab w:val="left" w:pos="6195"/>
        </w:tabs>
      </w:pPr>
      <w:r>
        <w:t>429.0484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429.0715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429.0752</w:t>
      </w:r>
      <w:r>
        <w:tab/>
        <w:t>6.021e0</w:t>
      </w:r>
    </w:p>
    <w:p w:rsidR="00354DF7" w:rsidRDefault="00354DF7" w:rsidP="00354DF7">
      <w:pPr>
        <w:tabs>
          <w:tab w:val="left" w:pos="6195"/>
        </w:tabs>
      </w:pPr>
      <w:r>
        <w:t>429.0783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429.1045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429.1082</w:t>
      </w:r>
      <w:r>
        <w:tab/>
        <w:t>4.902e0</w:t>
      </w:r>
    </w:p>
    <w:p w:rsidR="00354DF7" w:rsidRDefault="00354DF7" w:rsidP="00354DF7">
      <w:pPr>
        <w:tabs>
          <w:tab w:val="left" w:pos="6195"/>
        </w:tabs>
      </w:pPr>
      <w:r>
        <w:t>429.1592</w:t>
      </w:r>
      <w:r>
        <w:tab/>
        <w:t>1.468e0</w:t>
      </w:r>
    </w:p>
    <w:p w:rsidR="00354DF7" w:rsidRDefault="00354DF7" w:rsidP="00354DF7">
      <w:pPr>
        <w:tabs>
          <w:tab w:val="left" w:pos="6195"/>
        </w:tabs>
      </w:pPr>
      <w:r>
        <w:t>429.1843</w:t>
      </w:r>
      <w:r>
        <w:tab/>
        <w:t>5.650e0</w:t>
      </w:r>
    </w:p>
    <w:p w:rsidR="00354DF7" w:rsidRDefault="00354DF7" w:rsidP="00354DF7">
      <w:pPr>
        <w:tabs>
          <w:tab w:val="left" w:pos="6195"/>
        </w:tabs>
      </w:pPr>
      <w:r>
        <w:t>429.1899</w:t>
      </w:r>
      <w:r>
        <w:tab/>
        <w:t>3.773e0</w:t>
      </w:r>
    </w:p>
    <w:p w:rsidR="00354DF7" w:rsidRDefault="00354DF7" w:rsidP="00354DF7">
      <w:pPr>
        <w:tabs>
          <w:tab w:val="left" w:pos="6195"/>
        </w:tabs>
      </w:pPr>
      <w:r>
        <w:t>429.1914</w:t>
      </w:r>
      <w:r>
        <w:tab/>
        <w:t>5.444e0</w:t>
      </w:r>
    </w:p>
    <w:p w:rsidR="00354DF7" w:rsidRDefault="00354DF7" w:rsidP="00354DF7">
      <w:pPr>
        <w:tabs>
          <w:tab w:val="left" w:pos="6195"/>
        </w:tabs>
      </w:pPr>
      <w:r>
        <w:t>429.1955</w:t>
      </w:r>
      <w:r>
        <w:tab/>
        <w:t>1.459e0</w:t>
      </w:r>
    </w:p>
    <w:p w:rsidR="00354DF7" w:rsidRDefault="00354DF7" w:rsidP="00354DF7">
      <w:pPr>
        <w:tabs>
          <w:tab w:val="left" w:pos="6195"/>
        </w:tabs>
      </w:pPr>
      <w:r>
        <w:t>429.2324</w:t>
      </w:r>
      <w:r>
        <w:tab/>
        <w:t>1.393e0</w:t>
      </w:r>
    </w:p>
    <w:p w:rsidR="00354DF7" w:rsidRDefault="00354DF7" w:rsidP="00354DF7">
      <w:pPr>
        <w:tabs>
          <w:tab w:val="left" w:pos="6195"/>
        </w:tabs>
      </w:pPr>
      <w:r>
        <w:t>429.2396</w:t>
      </w:r>
      <w:r>
        <w:tab/>
        <w:t>8.368e0</w:t>
      </w:r>
    </w:p>
    <w:p w:rsidR="00354DF7" w:rsidRDefault="00354DF7" w:rsidP="00354DF7">
      <w:pPr>
        <w:tabs>
          <w:tab w:val="left" w:pos="6195"/>
        </w:tabs>
      </w:pPr>
      <w:r>
        <w:t>429.2490</w:t>
      </w:r>
      <w:r>
        <w:tab/>
        <w:t>3.957e0</w:t>
      </w:r>
    </w:p>
    <w:p w:rsidR="00354DF7" w:rsidRDefault="00354DF7" w:rsidP="00354DF7">
      <w:pPr>
        <w:tabs>
          <w:tab w:val="left" w:pos="6195"/>
        </w:tabs>
      </w:pPr>
      <w:r>
        <w:t>429.2817</w:t>
      </w:r>
      <w:r>
        <w:tab/>
        <w:t>1.018e1</w:t>
      </w:r>
    </w:p>
    <w:p w:rsidR="00354DF7" w:rsidRDefault="00354DF7" w:rsidP="00354DF7">
      <w:pPr>
        <w:tabs>
          <w:tab w:val="left" w:pos="6195"/>
        </w:tabs>
      </w:pPr>
      <w:r>
        <w:t>429.3117</w:t>
      </w:r>
      <w:r>
        <w:tab/>
        <w:t>2.886e1</w:t>
      </w:r>
    </w:p>
    <w:p w:rsidR="00354DF7" w:rsidRDefault="00354DF7" w:rsidP="00354DF7">
      <w:pPr>
        <w:tabs>
          <w:tab w:val="left" w:pos="6195"/>
        </w:tabs>
      </w:pPr>
      <w:r>
        <w:t>429.3132</w:t>
      </w:r>
      <w:r>
        <w:tab/>
        <w:t>3.890e1</w:t>
      </w:r>
    </w:p>
    <w:p w:rsidR="00354DF7" w:rsidRDefault="00354DF7" w:rsidP="00354DF7">
      <w:pPr>
        <w:tabs>
          <w:tab w:val="left" w:pos="6195"/>
        </w:tabs>
      </w:pPr>
      <w:r>
        <w:t>429.3172</w:t>
      </w:r>
      <w:r>
        <w:tab/>
        <w:t>7.642e1</w:t>
      </w:r>
    </w:p>
    <w:p w:rsidR="00354DF7" w:rsidRDefault="00354DF7" w:rsidP="00354DF7">
      <w:pPr>
        <w:tabs>
          <w:tab w:val="left" w:pos="6195"/>
        </w:tabs>
      </w:pPr>
      <w:r>
        <w:lastRenderedPageBreak/>
        <w:t>429.3193</w:t>
      </w:r>
      <w:r>
        <w:tab/>
        <w:t>5.142e1</w:t>
      </w:r>
    </w:p>
    <w:p w:rsidR="00354DF7" w:rsidRDefault="00354DF7" w:rsidP="00354DF7">
      <w:pPr>
        <w:tabs>
          <w:tab w:val="left" w:pos="6195"/>
        </w:tabs>
      </w:pPr>
      <w:r>
        <w:t>429.3239</w:t>
      </w:r>
      <w:r>
        <w:tab/>
        <w:t>1.343e1</w:t>
      </w:r>
    </w:p>
    <w:p w:rsidR="00354DF7" w:rsidRDefault="00354DF7" w:rsidP="00354DF7">
      <w:pPr>
        <w:tabs>
          <w:tab w:val="left" w:pos="6195"/>
        </w:tabs>
      </w:pPr>
      <w:r>
        <w:t>429.3930</w:t>
      </w:r>
      <w:r>
        <w:tab/>
        <w:t>3.238e0</w:t>
      </w:r>
    </w:p>
    <w:p w:rsidR="00354DF7" w:rsidRDefault="00354DF7" w:rsidP="00354DF7">
      <w:pPr>
        <w:tabs>
          <w:tab w:val="left" w:pos="6195"/>
        </w:tabs>
      </w:pPr>
      <w:r>
        <w:t>429.3997</w:t>
      </w:r>
      <w:r>
        <w:tab/>
        <w:t>1.080e0</w:t>
      </w:r>
    </w:p>
    <w:p w:rsidR="00354DF7" w:rsidRDefault="00354DF7" w:rsidP="00354DF7">
      <w:pPr>
        <w:tabs>
          <w:tab w:val="left" w:pos="6195"/>
        </w:tabs>
      </w:pPr>
      <w:r>
        <w:t>429.4291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429.4450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429.4472</w:t>
      </w:r>
      <w:r>
        <w:tab/>
        <w:t>4.692e0</w:t>
      </w:r>
    </w:p>
    <w:p w:rsidR="00354DF7" w:rsidRDefault="00354DF7" w:rsidP="00354DF7">
      <w:pPr>
        <w:tabs>
          <w:tab w:val="left" w:pos="6195"/>
        </w:tabs>
      </w:pPr>
      <w:r>
        <w:t>429.4864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429.4943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429.5026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429.5245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429.5256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429.5588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429.5885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429.5927</w:t>
      </w:r>
      <w:r>
        <w:tab/>
        <w:t>4.211e0</w:t>
      </w:r>
    </w:p>
    <w:p w:rsidR="00354DF7" w:rsidRDefault="00354DF7" w:rsidP="00354DF7">
      <w:pPr>
        <w:tabs>
          <w:tab w:val="left" w:pos="6195"/>
        </w:tabs>
      </w:pPr>
      <w:r>
        <w:t>429.6147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429.6222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429.6323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429.6391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429.6708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429.6902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429.7044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429.7060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429.7144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429.7290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429.7580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429.7991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429.8062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429.8138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429.8179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429.8511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429.8612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429.8657</w:t>
      </w:r>
      <w:r>
        <w:tab/>
        <w:t>2.769e0</w:t>
      </w:r>
    </w:p>
    <w:p w:rsidR="00354DF7" w:rsidRDefault="00354DF7" w:rsidP="00354DF7">
      <w:pPr>
        <w:tabs>
          <w:tab w:val="left" w:pos="6195"/>
        </w:tabs>
      </w:pPr>
      <w:r>
        <w:t>429.8865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429.8930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429.8987</w:t>
      </w:r>
      <w:r>
        <w:tab/>
        <w:t>4.821e0</w:t>
      </w:r>
    </w:p>
    <w:p w:rsidR="00354DF7" w:rsidRDefault="00354DF7" w:rsidP="00354DF7">
      <w:pPr>
        <w:tabs>
          <w:tab w:val="left" w:pos="6195"/>
        </w:tabs>
      </w:pPr>
      <w:r>
        <w:t>429.9115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429.9136</w:t>
      </w:r>
      <w:r>
        <w:tab/>
        <w:t>2.925e0</w:t>
      </w:r>
    </w:p>
    <w:p w:rsidR="00354DF7" w:rsidRDefault="00354DF7" w:rsidP="00354DF7">
      <w:pPr>
        <w:tabs>
          <w:tab w:val="left" w:pos="6195"/>
        </w:tabs>
      </w:pPr>
      <w:r>
        <w:lastRenderedPageBreak/>
        <w:t>429.9154</w:t>
      </w:r>
      <w:r>
        <w:tab/>
        <w:t>3.007e0</w:t>
      </w:r>
    </w:p>
    <w:p w:rsidR="00354DF7" w:rsidRDefault="00354DF7" w:rsidP="00354DF7">
      <w:pPr>
        <w:tabs>
          <w:tab w:val="left" w:pos="6195"/>
        </w:tabs>
      </w:pPr>
      <w:r>
        <w:t>429.9619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429.9846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429.9917</w:t>
      </w:r>
      <w:r>
        <w:tab/>
        <w:t>3.875e0</w:t>
      </w:r>
    </w:p>
    <w:p w:rsidR="00354DF7" w:rsidRDefault="00354DF7" w:rsidP="00354DF7">
      <w:pPr>
        <w:tabs>
          <w:tab w:val="left" w:pos="6195"/>
        </w:tabs>
      </w:pPr>
      <w:r>
        <w:t>430.0047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430.0107</w:t>
      </w:r>
      <w:r>
        <w:tab/>
        <w:t>2.730e0</w:t>
      </w:r>
    </w:p>
    <w:p w:rsidR="00354DF7" w:rsidRDefault="00354DF7" w:rsidP="00354DF7">
      <w:pPr>
        <w:tabs>
          <w:tab w:val="left" w:pos="6195"/>
        </w:tabs>
      </w:pPr>
      <w:r>
        <w:t>430.0180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430.0244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430.0359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430.0565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430.0775</w:t>
      </w:r>
      <w:r>
        <w:tab/>
        <w:t>7.743e0</w:t>
      </w:r>
    </w:p>
    <w:p w:rsidR="00354DF7" w:rsidRDefault="00354DF7" w:rsidP="00354DF7">
      <w:pPr>
        <w:tabs>
          <w:tab w:val="left" w:pos="6195"/>
        </w:tabs>
      </w:pPr>
      <w:r>
        <w:t>430.0844</w:t>
      </w:r>
      <w:r>
        <w:tab/>
        <w:t>1.998e0</w:t>
      </w:r>
    </w:p>
    <w:p w:rsidR="00354DF7" w:rsidRDefault="00354DF7" w:rsidP="00354DF7">
      <w:pPr>
        <w:tabs>
          <w:tab w:val="left" w:pos="6195"/>
        </w:tabs>
      </w:pPr>
      <w:r>
        <w:t>430.1044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430.1098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430.1166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430.1257</w:t>
      </w:r>
      <w:r>
        <w:tab/>
        <w:t>5.914e0</w:t>
      </w:r>
    </w:p>
    <w:p w:rsidR="00354DF7" w:rsidRDefault="00354DF7" w:rsidP="00354DF7">
      <w:pPr>
        <w:tabs>
          <w:tab w:val="left" w:pos="6195"/>
        </w:tabs>
      </w:pPr>
      <w:r>
        <w:t>430.1658</w:t>
      </w:r>
      <w:r>
        <w:tab/>
        <w:t>2.062e0</w:t>
      </w:r>
    </w:p>
    <w:p w:rsidR="00354DF7" w:rsidRDefault="00354DF7" w:rsidP="00354DF7">
      <w:pPr>
        <w:tabs>
          <w:tab w:val="left" w:pos="6195"/>
        </w:tabs>
      </w:pPr>
      <w:r>
        <w:t>430.1695</w:t>
      </w:r>
      <w:r>
        <w:tab/>
        <w:t>2.787e0</w:t>
      </w:r>
    </w:p>
    <w:p w:rsidR="00354DF7" w:rsidRDefault="00354DF7" w:rsidP="00354DF7">
      <w:pPr>
        <w:tabs>
          <w:tab w:val="left" w:pos="6195"/>
        </w:tabs>
      </w:pPr>
      <w:r>
        <w:t>430.1716</w:t>
      </w:r>
      <w:r>
        <w:tab/>
        <w:t>4.682e0</w:t>
      </w:r>
    </w:p>
    <w:p w:rsidR="00354DF7" w:rsidRDefault="00354DF7" w:rsidP="00354DF7">
      <w:pPr>
        <w:tabs>
          <w:tab w:val="left" w:pos="6195"/>
        </w:tabs>
      </w:pPr>
      <w:r>
        <w:lastRenderedPageBreak/>
        <w:t>430.1771</w:t>
      </w:r>
      <w:r>
        <w:tab/>
        <w:t>3.120e0</w:t>
      </w:r>
    </w:p>
    <w:p w:rsidR="00354DF7" w:rsidRDefault="00354DF7" w:rsidP="00354DF7">
      <w:pPr>
        <w:tabs>
          <w:tab w:val="left" w:pos="6195"/>
        </w:tabs>
      </w:pPr>
      <w:r>
        <w:t>430.2214</w:t>
      </w:r>
      <w:r>
        <w:tab/>
        <w:t>1.557e0</w:t>
      </w:r>
    </w:p>
    <w:p w:rsidR="00354DF7" w:rsidRDefault="00354DF7" w:rsidP="00354DF7">
      <w:pPr>
        <w:tabs>
          <w:tab w:val="left" w:pos="6195"/>
        </w:tabs>
      </w:pPr>
      <w:r>
        <w:t>430.2226</w:t>
      </w:r>
      <w:r>
        <w:tab/>
        <w:t>3.542e0</w:t>
      </w:r>
    </w:p>
    <w:p w:rsidR="00354DF7" w:rsidRDefault="00354DF7" w:rsidP="00354DF7">
      <w:pPr>
        <w:tabs>
          <w:tab w:val="left" w:pos="6195"/>
        </w:tabs>
      </w:pPr>
      <w:r>
        <w:t>430.2467</w:t>
      </w:r>
      <w:r>
        <w:tab/>
        <w:t>4.540e0</w:t>
      </w:r>
    </w:p>
    <w:p w:rsidR="00354DF7" w:rsidRDefault="00354DF7" w:rsidP="00354DF7">
      <w:pPr>
        <w:tabs>
          <w:tab w:val="left" w:pos="6195"/>
        </w:tabs>
      </w:pPr>
      <w:r>
        <w:t>430.2555</w:t>
      </w:r>
      <w:r>
        <w:tab/>
        <w:t>4.901e0</w:t>
      </w:r>
    </w:p>
    <w:p w:rsidR="00354DF7" w:rsidRDefault="00354DF7" w:rsidP="00354DF7">
      <w:pPr>
        <w:tabs>
          <w:tab w:val="left" w:pos="6195"/>
        </w:tabs>
      </w:pPr>
      <w:r>
        <w:t>430.2652</w:t>
      </w:r>
      <w:r>
        <w:tab/>
        <w:t>1.173e1</w:t>
      </w:r>
    </w:p>
    <w:p w:rsidR="00354DF7" w:rsidRDefault="00354DF7" w:rsidP="00354DF7">
      <w:pPr>
        <w:tabs>
          <w:tab w:val="left" w:pos="6195"/>
        </w:tabs>
      </w:pPr>
      <w:r>
        <w:t>430.2975</w:t>
      </w:r>
      <w:r>
        <w:tab/>
        <w:t>2.337e0</w:t>
      </w:r>
    </w:p>
    <w:p w:rsidR="00354DF7" w:rsidRDefault="00354DF7" w:rsidP="00354DF7">
      <w:pPr>
        <w:tabs>
          <w:tab w:val="left" w:pos="6195"/>
        </w:tabs>
      </w:pPr>
      <w:r>
        <w:t>430.3123</w:t>
      </w:r>
      <w:r>
        <w:tab/>
        <w:t>9.917e0</w:t>
      </w:r>
    </w:p>
    <w:p w:rsidR="00354DF7" w:rsidRDefault="00354DF7" w:rsidP="00354DF7">
      <w:pPr>
        <w:tabs>
          <w:tab w:val="left" w:pos="6195"/>
        </w:tabs>
      </w:pPr>
      <w:r>
        <w:t>430.3154</w:t>
      </w:r>
      <w:r>
        <w:tab/>
        <w:t>2.476e1</w:t>
      </w:r>
    </w:p>
    <w:p w:rsidR="00354DF7" w:rsidRDefault="00354DF7" w:rsidP="00354DF7">
      <w:pPr>
        <w:tabs>
          <w:tab w:val="left" w:pos="6195"/>
        </w:tabs>
      </w:pPr>
      <w:r>
        <w:t>430.3323</w:t>
      </w:r>
      <w:r>
        <w:tab/>
        <w:t>1.007e1</w:t>
      </w:r>
    </w:p>
    <w:p w:rsidR="00354DF7" w:rsidRDefault="00354DF7" w:rsidP="00354DF7">
      <w:pPr>
        <w:tabs>
          <w:tab w:val="left" w:pos="6195"/>
        </w:tabs>
      </w:pPr>
      <w:r>
        <w:t>430.3384</w:t>
      </w:r>
      <w:r>
        <w:tab/>
        <w:t>2.589e0</w:t>
      </w:r>
    </w:p>
    <w:p w:rsidR="00354DF7" w:rsidRDefault="00354DF7" w:rsidP="00354DF7">
      <w:pPr>
        <w:tabs>
          <w:tab w:val="left" w:pos="6195"/>
        </w:tabs>
      </w:pPr>
      <w:r>
        <w:t>430.3948</w:t>
      </w:r>
      <w:r>
        <w:tab/>
        <w:t>1.388e0</w:t>
      </w:r>
    </w:p>
    <w:p w:rsidR="00354DF7" w:rsidRDefault="00354DF7" w:rsidP="00354DF7">
      <w:pPr>
        <w:tabs>
          <w:tab w:val="left" w:pos="6195"/>
        </w:tabs>
      </w:pPr>
      <w:r>
        <w:t>430.4055</w:t>
      </w:r>
      <w:r>
        <w:tab/>
        <w:t>1.402e0</w:t>
      </w:r>
    </w:p>
    <w:p w:rsidR="00354DF7" w:rsidRDefault="00354DF7" w:rsidP="00354DF7">
      <w:pPr>
        <w:tabs>
          <w:tab w:val="left" w:pos="6195"/>
        </w:tabs>
      </w:pPr>
      <w:r>
        <w:t>430.4423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430.4621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430.4742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430.4821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430.4837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430.5015</w:t>
      </w:r>
      <w:r>
        <w:tab/>
        <w:t>7.424e0</w:t>
      </w:r>
    </w:p>
    <w:p w:rsidR="00354DF7" w:rsidRDefault="00354DF7" w:rsidP="00354DF7">
      <w:pPr>
        <w:tabs>
          <w:tab w:val="left" w:pos="6195"/>
        </w:tabs>
      </w:pPr>
      <w:r>
        <w:lastRenderedPageBreak/>
        <w:t>430.5130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430.5751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430.5767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430.5814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430.5944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430.6042</w:t>
      </w:r>
      <w:r>
        <w:tab/>
        <w:t>5.912e0</w:t>
      </w:r>
    </w:p>
    <w:p w:rsidR="00354DF7" w:rsidRDefault="00354DF7" w:rsidP="00354DF7">
      <w:pPr>
        <w:tabs>
          <w:tab w:val="left" w:pos="6195"/>
        </w:tabs>
      </w:pPr>
      <w:r>
        <w:t>430.6164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430.6195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430.6338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430.6497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430.6666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430.6775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430.7178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430.7222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430.7254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430.7503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430.7632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430.7733</w:t>
      </w:r>
      <w:r>
        <w:tab/>
        <w:t>2.037e0</w:t>
      </w:r>
    </w:p>
    <w:p w:rsidR="00354DF7" w:rsidRDefault="00354DF7" w:rsidP="00354DF7">
      <w:pPr>
        <w:tabs>
          <w:tab w:val="left" w:pos="6195"/>
        </w:tabs>
      </w:pPr>
      <w:r>
        <w:t>430.7840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430.8010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430.8054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430.8313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430.8435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430.8646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430.8795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430.8823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430.9290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430.9372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430.9627</w:t>
      </w:r>
      <w:r>
        <w:tab/>
        <w:t>1.825e0</w:t>
      </w:r>
    </w:p>
    <w:p w:rsidR="00354DF7" w:rsidRDefault="00354DF7" w:rsidP="00354DF7">
      <w:pPr>
        <w:tabs>
          <w:tab w:val="left" w:pos="6195"/>
        </w:tabs>
      </w:pPr>
      <w:r>
        <w:t>430.9765</w:t>
      </w:r>
      <w:r>
        <w:tab/>
        <w:t>2.711e0</w:t>
      </w:r>
    </w:p>
    <w:p w:rsidR="00354DF7" w:rsidRDefault="00354DF7" w:rsidP="00354DF7">
      <w:pPr>
        <w:tabs>
          <w:tab w:val="left" w:pos="6195"/>
        </w:tabs>
      </w:pPr>
      <w:r>
        <w:t>430.9796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430.9817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430.9958</w:t>
      </w:r>
      <w:r>
        <w:tab/>
        <w:t>1.948e0</w:t>
      </w:r>
    </w:p>
    <w:p w:rsidR="00354DF7" w:rsidRDefault="00354DF7" w:rsidP="00354DF7">
      <w:pPr>
        <w:tabs>
          <w:tab w:val="left" w:pos="6195"/>
        </w:tabs>
      </w:pPr>
      <w:r>
        <w:t>431.0069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431.0199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431.0317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431.0658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431.0725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431.0811</w:t>
      </w:r>
      <w:r>
        <w:tab/>
        <w:t>2.019e0</w:t>
      </w:r>
    </w:p>
    <w:p w:rsidR="00354DF7" w:rsidRDefault="00354DF7" w:rsidP="00354DF7">
      <w:pPr>
        <w:tabs>
          <w:tab w:val="left" w:pos="6195"/>
        </w:tabs>
      </w:pPr>
      <w:r>
        <w:t>431.0919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431.0937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431.1012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431.1189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431.1221</w:t>
      </w:r>
      <w:r>
        <w:tab/>
        <w:t>3.894e0</w:t>
      </w:r>
    </w:p>
    <w:p w:rsidR="00354DF7" w:rsidRDefault="00354DF7" w:rsidP="00354DF7">
      <w:pPr>
        <w:tabs>
          <w:tab w:val="left" w:pos="6195"/>
        </w:tabs>
      </w:pPr>
      <w:r>
        <w:t>431.1539</w:t>
      </w:r>
      <w:r>
        <w:tab/>
        <w:t>2.488e0</w:t>
      </w:r>
    </w:p>
    <w:p w:rsidR="00354DF7" w:rsidRDefault="00354DF7" w:rsidP="00354DF7">
      <w:pPr>
        <w:tabs>
          <w:tab w:val="left" w:pos="6195"/>
        </w:tabs>
      </w:pPr>
      <w:r>
        <w:t>431.1812</w:t>
      </w:r>
      <w:r>
        <w:tab/>
        <w:t>1.676e0</w:t>
      </w:r>
    </w:p>
    <w:p w:rsidR="00354DF7" w:rsidRDefault="00354DF7" w:rsidP="00354DF7">
      <w:pPr>
        <w:tabs>
          <w:tab w:val="left" w:pos="6195"/>
        </w:tabs>
      </w:pPr>
      <w:r>
        <w:t>431.1873</w:t>
      </w:r>
      <w:r>
        <w:tab/>
        <w:t>3.952e0</w:t>
      </w:r>
    </w:p>
    <w:p w:rsidR="00354DF7" w:rsidRDefault="00354DF7" w:rsidP="00354DF7">
      <w:pPr>
        <w:tabs>
          <w:tab w:val="left" w:pos="6195"/>
        </w:tabs>
      </w:pPr>
      <w:r>
        <w:t>431.1914</w:t>
      </w:r>
      <w:r>
        <w:tab/>
        <w:t>1.828e0</w:t>
      </w:r>
    </w:p>
    <w:p w:rsidR="00354DF7" w:rsidRDefault="00354DF7" w:rsidP="00354DF7">
      <w:pPr>
        <w:tabs>
          <w:tab w:val="left" w:pos="6195"/>
        </w:tabs>
      </w:pPr>
      <w:r>
        <w:t>431.2155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431.2216</w:t>
      </w:r>
      <w:r>
        <w:tab/>
        <w:t>2.391e0</w:t>
      </w:r>
    </w:p>
    <w:p w:rsidR="00354DF7" w:rsidRDefault="00354DF7" w:rsidP="00354DF7">
      <w:pPr>
        <w:tabs>
          <w:tab w:val="left" w:pos="6195"/>
        </w:tabs>
      </w:pPr>
      <w:r>
        <w:t>431.2402</w:t>
      </w:r>
      <w:r>
        <w:tab/>
        <w:t>4.019e0</w:t>
      </w:r>
    </w:p>
    <w:p w:rsidR="00354DF7" w:rsidRDefault="00354DF7" w:rsidP="00354DF7">
      <w:pPr>
        <w:tabs>
          <w:tab w:val="left" w:pos="6195"/>
        </w:tabs>
      </w:pPr>
      <w:r>
        <w:t>431.2451</w:t>
      </w:r>
      <w:r>
        <w:tab/>
        <w:t>3.788e0</w:t>
      </w:r>
    </w:p>
    <w:p w:rsidR="00354DF7" w:rsidRDefault="00354DF7" w:rsidP="00354DF7">
      <w:pPr>
        <w:tabs>
          <w:tab w:val="left" w:pos="6195"/>
        </w:tabs>
      </w:pPr>
      <w:r>
        <w:t>431.2611</w:t>
      </w:r>
      <w:r>
        <w:tab/>
        <w:t>1.378e0</w:t>
      </w:r>
    </w:p>
    <w:p w:rsidR="00354DF7" w:rsidRDefault="00354DF7" w:rsidP="00354DF7">
      <w:pPr>
        <w:tabs>
          <w:tab w:val="left" w:pos="6195"/>
        </w:tabs>
      </w:pPr>
      <w:r>
        <w:t>431.2688</w:t>
      </w:r>
      <w:r>
        <w:tab/>
        <w:t>5.267e0</w:t>
      </w:r>
    </w:p>
    <w:p w:rsidR="00354DF7" w:rsidRDefault="00354DF7" w:rsidP="00354DF7">
      <w:pPr>
        <w:tabs>
          <w:tab w:val="left" w:pos="6195"/>
        </w:tabs>
      </w:pPr>
      <w:r>
        <w:t>431.2865</w:t>
      </w:r>
      <w:r>
        <w:tab/>
        <w:t>3.805e0</w:t>
      </w:r>
    </w:p>
    <w:p w:rsidR="00354DF7" w:rsidRDefault="00354DF7" w:rsidP="00354DF7">
      <w:pPr>
        <w:tabs>
          <w:tab w:val="left" w:pos="6195"/>
        </w:tabs>
      </w:pPr>
      <w:r>
        <w:t>431.2887</w:t>
      </w:r>
      <w:r>
        <w:tab/>
        <w:t>1.426e1</w:t>
      </w:r>
    </w:p>
    <w:p w:rsidR="00354DF7" w:rsidRDefault="00354DF7" w:rsidP="00354DF7">
      <w:pPr>
        <w:tabs>
          <w:tab w:val="left" w:pos="6195"/>
        </w:tabs>
      </w:pPr>
      <w:r>
        <w:t>431.2907</w:t>
      </w:r>
      <w:r>
        <w:tab/>
        <w:t>1.763e0</w:t>
      </w:r>
    </w:p>
    <w:p w:rsidR="00354DF7" w:rsidRDefault="00354DF7" w:rsidP="00354DF7">
      <w:pPr>
        <w:tabs>
          <w:tab w:val="left" w:pos="6195"/>
        </w:tabs>
      </w:pPr>
      <w:r>
        <w:lastRenderedPageBreak/>
        <w:t>431.3271</w:t>
      </w:r>
      <w:r>
        <w:tab/>
        <w:t>1.369e0</w:t>
      </w:r>
    </w:p>
    <w:p w:rsidR="00354DF7" w:rsidRDefault="00354DF7" w:rsidP="00354DF7">
      <w:pPr>
        <w:tabs>
          <w:tab w:val="left" w:pos="6195"/>
        </w:tabs>
      </w:pPr>
      <w:r>
        <w:t>431.3938</w:t>
      </w:r>
      <w:r>
        <w:tab/>
        <w:t>1.679e0</w:t>
      </w:r>
    </w:p>
    <w:p w:rsidR="00354DF7" w:rsidRDefault="00354DF7" w:rsidP="00354DF7">
      <w:pPr>
        <w:tabs>
          <w:tab w:val="left" w:pos="6195"/>
        </w:tabs>
      </w:pPr>
      <w:r>
        <w:t>431.3973</w:t>
      </w:r>
      <w:r>
        <w:tab/>
        <w:t>1.755e0</w:t>
      </w:r>
    </w:p>
    <w:p w:rsidR="00354DF7" w:rsidRDefault="00354DF7" w:rsidP="00354DF7">
      <w:pPr>
        <w:tabs>
          <w:tab w:val="left" w:pos="6195"/>
        </w:tabs>
      </w:pPr>
      <w:r>
        <w:t>431.4120</w:t>
      </w:r>
      <w:r>
        <w:tab/>
        <w:t>3.281e0</w:t>
      </w:r>
    </w:p>
    <w:p w:rsidR="00354DF7" w:rsidRDefault="00354DF7" w:rsidP="00354DF7">
      <w:pPr>
        <w:tabs>
          <w:tab w:val="left" w:pos="6195"/>
        </w:tabs>
      </w:pPr>
      <w:r>
        <w:t>431.4149</w:t>
      </w:r>
      <w:r>
        <w:tab/>
        <w:t>1.780e0</w:t>
      </w:r>
    </w:p>
    <w:p w:rsidR="00354DF7" w:rsidRDefault="00354DF7" w:rsidP="00354DF7">
      <w:pPr>
        <w:tabs>
          <w:tab w:val="left" w:pos="6195"/>
        </w:tabs>
      </w:pPr>
      <w:r>
        <w:t>431.4388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431.4515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431.4585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431.4664</w:t>
      </w:r>
      <w:r>
        <w:tab/>
        <w:t>1.976e0</w:t>
      </w:r>
    </w:p>
    <w:p w:rsidR="00354DF7" w:rsidRDefault="00354DF7" w:rsidP="00354DF7">
      <w:pPr>
        <w:tabs>
          <w:tab w:val="left" w:pos="6195"/>
        </w:tabs>
      </w:pPr>
      <w:r>
        <w:t>431.4890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431.5180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431.5279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431.5389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431.5717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431.5734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431.5757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431.5814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431.5886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431.6113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431.6433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431.6633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431.6668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431.6761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431.6792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431.6912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431.7219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431.7292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431.7432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431.7644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431.7835</w:t>
      </w:r>
      <w:r>
        <w:tab/>
        <w:t>1.003e1</w:t>
      </w:r>
    </w:p>
    <w:p w:rsidR="00354DF7" w:rsidRDefault="00354DF7" w:rsidP="00354DF7">
      <w:pPr>
        <w:tabs>
          <w:tab w:val="left" w:pos="6195"/>
        </w:tabs>
      </w:pPr>
      <w:r>
        <w:t>431.7848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431.8250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431.8429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431.8585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431.8760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431.8876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431.9202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431.9323</w:t>
      </w:r>
      <w:r>
        <w:tab/>
        <w:t>4.988e0</w:t>
      </w:r>
    </w:p>
    <w:p w:rsidR="00354DF7" w:rsidRDefault="00354DF7" w:rsidP="00354DF7">
      <w:pPr>
        <w:tabs>
          <w:tab w:val="left" w:pos="6195"/>
        </w:tabs>
      </w:pPr>
      <w:r>
        <w:lastRenderedPageBreak/>
        <w:t>431.9494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431.9716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431.9860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431.9877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432.0146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432.0244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432.0601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432.1011</w:t>
      </w:r>
      <w:r>
        <w:tab/>
        <w:t>5.061e0</w:t>
      </w:r>
    </w:p>
    <w:p w:rsidR="00354DF7" w:rsidRDefault="00354DF7" w:rsidP="00354DF7">
      <w:pPr>
        <w:tabs>
          <w:tab w:val="left" w:pos="6195"/>
        </w:tabs>
      </w:pPr>
      <w:r>
        <w:t>432.1118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432.1146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432.1236</w:t>
      </w:r>
      <w:r>
        <w:tab/>
        <w:t>6.765e0</w:t>
      </w:r>
    </w:p>
    <w:p w:rsidR="00354DF7" w:rsidRDefault="00354DF7" w:rsidP="00354DF7">
      <w:pPr>
        <w:tabs>
          <w:tab w:val="left" w:pos="6195"/>
        </w:tabs>
      </w:pPr>
      <w:r>
        <w:t>432.1302</w:t>
      </w:r>
      <w:r>
        <w:tab/>
        <w:t>4.536e0</w:t>
      </w:r>
    </w:p>
    <w:p w:rsidR="00354DF7" w:rsidRDefault="00354DF7" w:rsidP="00354DF7">
      <w:pPr>
        <w:tabs>
          <w:tab w:val="left" w:pos="6195"/>
        </w:tabs>
      </w:pPr>
      <w:r>
        <w:t>432.1588</w:t>
      </w:r>
      <w:r>
        <w:tab/>
        <w:t>2.918e0</w:t>
      </w:r>
    </w:p>
    <w:p w:rsidR="00354DF7" w:rsidRDefault="00354DF7" w:rsidP="00354DF7">
      <w:pPr>
        <w:tabs>
          <w:tab w:val="left" w:pos="6195"/>
        </w:tabs>
      </w:pPr>
      <w:r>
        <w:t>432.1758</w:t>
      </w:r>
      <w:r>
        <w:tab/>
        <w:t>4.394e0</w:t>
      </w:r>
    </w:p>
    <w:p w:rsidR="00354DF7" w:rsidRDefault="00354DF7" w:rsidP="00354DF7">
      <w:pPr>
        <w:tabs>
          <w:tab w:val="left" w:pos="6195"/>
        </w:tabs>
      </w:pPr>
      <w:r>
        <w:t>432.1820</w:t>
      </w:r>
      <w:r>
        <w:tab/>
        <w:t>2.433e0</w:t>
      </w:r>
    </w:p>
    <w:p w:rsidR="00354DF7" w:rsidRDefault="00354DF7" w:rsidP="00354DF7">
      <w:pPr>
        <w:tabs>
          <w:tab w:val="left" w:pos="6195"/>
        </w:tabs>
      </w:pPr>
      <w:r>
        <w:t>432.1900</w:t>
      </w:r>
      <w:r>
        <w:tab/>
        <w:t>3.445e0</w:t>
      </w:r>
    </w:p>
    <w:p w:rsidR="00354DF7" w:rsidRDefault="00354DF7" w:rsidP="00354DF7">
      <w:pPr>
        <w:tabs>
          <w:tab w:val="left" w:pos="6195"/>
        </w:tabs>
      </w:pPr>
      <w:r>
        <w:t>432.2346</w:t>
      </w:r>
      <w:r>
        <w:tab/>
        <w:t>4.557e0</w:t>
      </w:r>
    </w:p>
    <w:p w:rsidR="00354DF7" w:rsidRDefault="00354DF7" w:rsidP="00354DF7">
      <w:pPr>
        <w:tabs>
          <w:tab w:val="left" w:pos="6195"/>
        </w:tabs>
      </w:pPr>
      <w:r>
        <w:t>432.2762</w:t>
      </w:r>
      <w:r>
        <w:tab/>
        <w:t>3.510e1</w:t>
      </w:r>
    </w:p>
    <w:p w:rsidR="00354DF7" w:rsidRDefault="00354DF7" w:rsidP="00354DF7">
      <w:pPr>
        <w:tabs>
          <w:tab w:val="left" w:pos="6195"/>
        </w:tabs>
      </w:pPr>
      <w:r>
        <w:t>432.2820</w:t>
      </w:r>
      <w:r>
        <w:tab/>
        <w:t>2.132e1</w:t>
      </w:r>
    </w:p>
    <w:p w:rsidR="00354DF7" w:rsidRDefault="00354DF7" w:rsidP="00354DF7">
      <w:pPr>
        <w:tabs>
          <w:tab w:val="left" w:pos="6195"/>
        </w:tabs>
      </w:pPr>
      <w:r>
        <w:lastRenderedPageBreak/>
        <w:t>432.2840</w:t>
      </w:r>
      <w:r>
        <w:tab/>
        <w:t>2.607e1</w:t>
      </w:r>
    </w:p>
    <w:p w:rsidR="00354DF7" w:rsidRDefault="00354DF7" w:rsidP="00354DF7">
      <w:pPr>
        <w:tabs>
          <w:tab w:val="left" w:pos="6195"/>
        </w:tabs>
      </w:pPr>
      <w:r>
        <w:t>432.2870</w:t>
      </w:r>
      <w:r>
        <w:tab/>
        <w:t>2.117e1</w:t>
      </w:r>
    </w:p>
    <w:p w:rsidR="00354DF7" w:rsidRDefault="00354DF7" w:rsidP="00354DF7">
      <w:pPr>
        <w:tabs>
          <w:tab w:val="left" w:pos="6195"/>
        </w:tabs>
      </w:pPr>
      <w:r>
        <w:t>432.2938</w:t>
      </w:r>
      <w:r>
        <w:tab/>
        <w:t>2.220e1</w:t>
      </w:r>
    </w:p>
    <w:p w:rsidR="00354DF7" w:rsidRDefault="00354DF7" w:rsidP="00354DF7">
      <w:pPr>
        <w:tabs>
          <w:tab w:val="left" w:pos="6195"/>
        </w:tabs>
      </w:pPr>
      <w:r>
        <w:t>432.4113</w:t>
      </w:r>
      <w:r>
        <w:tab/>
        <w:t>2.719e0</w:t>
      </w:r>
    </w:p>
    <w:p w:rsidR="00354DF7" w:rsidRDefault="00354DF7" w:rsidP="00354DF7">
      <w:pPr>
        <w:tabs>
          <w:tab w:val="left" w:pos="6195"/>
        </w:tabs>
      </w:pPr>
      <w:r>
        <w:t>432.4152</w:t>
      </w:r>
      <w:r>
        <w:tab/>
        <w:t>1.675e0</w:t>
      </w:r>
    </w:p>
    <w:p w:rsidR="00354DF7" w:rsidRDefault="00354DF7" w:rsidP="00354DF7">
      <w:pPr>
        <w:tabs>
          <w:tab w:val="left" w:pos="6195"/>
        </w:tabs>
      </w:pPr>
      <w:r>
        <w:t>432.4451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432.4541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432.4573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432.4767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432.5012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432.5514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432.5668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432.5786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432.5894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432.6173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432.6204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432.6784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432.6828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432.6865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432.7045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432.7146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432.7495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432.7507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432.7557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432.7599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432.7992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432.8161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432.8206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432.8305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432.8330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432.8588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432.8666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432.8711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432.8909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432.9364</w:t>
      </w:r>
      <w:r>
        <w:tab/>
        <w:t>1.948e0</w:t>
      </w:r>
    </w:p>
    <w:p w:rsidR="00354DF7" w:rsidRDefault="00354DF7" w:rsidP="00354DF7">
      <w:pPr>
        <w:tabs>
          <w:tab w:val="left" w:pos="6195"/>
        </w:tabs>
      </w:pPr>
      <w:r>
        <w:t>432.9479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432.9494</w:t>
      </w:r>
      <w:r>
        <w:tab/>
        <w:t>4.911e0</w:t>
      </w:r>
    </w:p>
    <w:p w:rsidR="00354DF7" w:rsidRDefault="00354DF7" w:rsidP="00354DF7">
      <w:pPr>
        <w:tabs>
          <w:tab w:val="left" w:pos="6195"/>
        </w:tabs>
      </w:pPr>
      <w:r>
        <w:t>432.9760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432.9883</w:t>
      </w:r>
      <w:r>
        <w:tab/>
        <w:t>1.870e0</w:t>
      </w:r>
    </w:p>
    <w:p w:rsidR="00354DF7" w:rsidRDefault="00354DF7" w:rsidP="00354DF7">
      <w:pPr>
        <w:tabs>
          <w:tab w:val="left" w:pos="6195"/>
        </w:tabs>
      </w:pPr>
      <w:r>
        <w:t>433.0039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433.0073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433.0420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433.0463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433.0535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433.0603</w:t>
      </w:r>
      <w:r>
        <w:tab/>
        <w:t>3.642e0</w:t>
      </w:r>
    </w:p>
    <w:p w:rsidR="00354DF7" w:rsidRDefault="00354DF7" w:rsidP="00354DF7">
      <w:pPr>
        <w:tabs>
          <w:tab w:val="left" w:pos="6195"/>
        </w:tabs>
      </w:pPr>
      <w:r>
        <w:t>433.0976</w:t>
      </w:r>
      <w:r>
        <w:tab/>
        <w:t>2.834e0</w:t>
      </w:r>
    </w:p>
    <w:p w:rsidR="00354DF7" w:rsidRDefault="00354DF7" w:rsidP="00354DF7">
      <w:pPr>
        <w:tabs>
          <w:tab w:val="left" w:pos="6195"/>
        </w:tabs>
      </w:pPr>
      <w:r>
        <w:t>433.0991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433.1068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433.1186</w:t>
      </w:r>
      <w:r>
        <w:tab/>
        <w:t>1.869e0</w:t>
      </w:r>
    </w:p>
    <w:p w:rsidR="00354DF7" w:rsidRDefault="00354DF7" w:rsidP="00354DF7">
      <w:pPr>
        <w:tabs>
          <w:tab w:val="left" w:pos="6195"/>
        </w:tabs>
      </w:pPr>
      <w:r>
        <w:t>433.1281</w:t>
      </w:r>
      <w:r>
        <w:tab/>
        <w:t>5.029e0</w:t>
      </w:r>
    </w:p>
    <w:p w:rsidR="00354DF7" w:rsidRDefault="00354DF7" w:rsidP="00354DF7">
      <w:pPr>
        <w:tabs>
          <w:tab w:val="left" w:pos="6195"/>
        </w:tabs>
      </w:pPr>
      <w:r>
        <w:t>433.1486</w:t>
      </w:r>
      <w:r>
        <w:tab/>
        <w:t>2.648e0</w:t>
      </w:r>
    </w:p>
    <w:p w:rsidR="00354DF7" w:rsidRDefault="00354DF7" w:rsidP="00354DF7">
      <w:pPr>
        <w:tabs>
          <w:tab w:val="left" w:pos="6195"/>
        </w:tabs>
      </w:pPr>
      <w:r>
        <w:t>433.1581</w:t>
      </w:r>
      <w:r>
        <w:tab/>
        <w:t>5.806e0</w:t>
      </w:r>
    </w:p>
    <w:p w:rsidR="00354DF7" w:rsidRDefault="00354DF7" w:rsidP="00354DF7">
      <w:pPr>
        <w:tabs>
          <w:tab w:val="left" w:pos="6195"/>
        </w:tabs>
      </w:pPr>
      <w:r>
        <w:t>433.1627</w:t>
      </w:r>
      <w:r>
        <w:tab/>
        <w:t>1.982e0</w:t>
      </w:r>
    </w:p>
    <w:p w:rsidR="00354DF7" w:rsidRDefault="00354DF7" w:rsidP="00354DF7">
      <w:pPr>
        <w:tabs>
          <w:tab w:val="left" w:pos="6195"/>
        </w:tabs>
      </w:pPr>
      <w:r>
        <w:t>433.1928</w:t>
      </w:r>
      <w:r>
        <w:tab/>
        <w:t>5.490e0</w:t>
      </w:r>
    </w:p>
    <w:p w:rsidR="00354DF7" w:rsidRDefault="00354DF7" w:rsidP="00354DF7">
      <w:pPr>
        <w:tabs>
          <w:tab w:val="left" w:pos="6195"/>
        </w:tabs>
      </w:pPr>
      <w:r>
        <w:t>433.2091</w:t>
      </w:r>
      <w:r>
        <w:tab/>
        <w:t>5.325e0</w:t>
      </w:r>
    </w:p>
    <w:p w:rsidR="00354DF7" w:rsidRDefault="00354DF7" w:rsidP="00354DF7">
      <w:pPr>
        <w:tabs>
          <w:tab w:val="left" w:pos="6195"/>
        </w:tabs>
      </w:pPr>
      <w:r>
        <w:t>433.2303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433.2787</w:t>
      </w:r>
      <w:r>
        <w:tab/>
        <w:t>7.961e0</w:t>
      </w:r>
    </w:p>
    <w:p w:rsidR="00354DF7" w:rsidRDefault="00354DF7" w:rsidP="00354DF7">
      <w:pPr>
        <w:tabs>
          <w:tab w:val="left" w:pos="6195"/>
        </w:tabs>
      </w:pPr>
      <w:r>
        <w:lastRenderedPageBreak/>
        <w:t>433.2838</w:t>
      </w:r>
      <w:r>
        <w:tab/>
        <w:t>1.483e0</w:t>
      </w:r>
    </w:p>
    <w:p w:rsidR="00354DF7" w:rsidRDefault="00354DF7" w:rsidP="00354DF7">
      <w:pPr>
        <w:tabs>
          <w:tab w:val="left" w:pos="6195"/>
        </w:tabs>
      </w:pPr>
      <w:r>
        <w:t>433.2854</w:t>
      </w:r>
      <w:r>
        <w:tab/>
        <w:t>3.173e0</w:t>
      </w:r>
    </w:p>
    <w:p w:rsidR="00354DF7" w:rsidRDefault="00354DF7" w:rsidP="00354DF7">
      <w:pPr>
        <w:tabs>
          <w:tab w:val="left" w:pos="6195"/>
        </w:tabs>
      </w:pPr>
      <w:r>
        <w:t>433.2925</w:t>
      </w:r>
      <w:r>
        <w:tab/>
        <w:t>2.521e0</w:t>
      </w:r>
    </w:p>
    <w:p w:rsidR="00354DF7" w:rsidRDefault="00354DF7" w:rsidP="00354DF7">
      <w:pPr>
        <w:tabs>
          <w:tab w:val="left" w:pos="6195"/>
        </w:tabs>
      </w:pPr>
      <w:r>
        <w:t>433.2943</w:t>
      </w:r>
      <w:r>
        <w:tab/>
        <w:t>6.381e0</w:t>
      </w:r>
    </w:p>
    <w:p w:rsidR="00354DF7" w:rsidRDefault="00354DF7" w:rsidP="00354DF7">
      <w:pPr>
        <w:tabs>
          <w:tab w:val="left" w:pos="6195"/>
        </w:tabs>
      </w:pPr>
      <w:r>
        <w:t>433.2972</w:t>
      </w:r>
      <w:r>
        <w:tab/>
        <w:t>6.847e0</w:t>
      </w:r>
    </w:p>
    <w:p w:rsidR="00354DF7" w:rsidRDefault="00354DF7" w:rsidP="00354DF7">
      <w:pPr>
        <w:tabs>
          <w:tab w:val="left" w:pos="6195"/>
        </w:tabs>
      </w:pPr>
      <w:r>
        <w:t>433.3471</w:t>
      </w:r>
      <w:r>
        <w:tab/>
        <w:t>3.197e0</w:t>
      </w:r>
    </w:p>
    <w:p w:rsidR="00354DF7" w:rsidRDefault="00354DF7" w:rsidP="00354DF7">
      <w:pPr>
        <w:tabs>
          <w:tab w:val="left" w:pos="6195"/>
        </w:tabs>
      </w:pPr>
      <w:r>
        <w:t>433.4127</w:t>
      </w:r>
      <w:r>
        <w:tab/>
        <w:t>2.397e0</w:t>
      </w:r>
    </w:p>
    <w:p w:rsidR="00354DF7" w:rsidRDefault="00354DF7" w:rsidP="00354DF7">
      <w:pPr>
        <w:tabs>
          <w:tab w:val="left" w:pos="6195"/>
        </w:tabs>
      </w:pPr>
      <w:r>
        <w:t>433.4208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433.4410</w:t>
      </w:r>
      <w:r>
        <w:tab/>
        <w:t>3.737e0</w:t>
      </w:r>
    </w:p>
    <w:p w:rsidR="00354DF7" w:rsidRDefault="00354DF7" w:rsidP="00354DF7">
      <w:pPr>
        <w:tabs>
          <w:tab w:val="left" w:pos="6195"/>
        </w:tabs>
      </w:pPr>
      <w:r>
        <w:t>433.4642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433.4714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433.4970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433.5022</w:t>
      </w:r>
      <w:r>
        <w:tab/>
        <w:t>1.194e0</w:t>
      </w:r>
    </w:p>
    <w:p w:rsidR="00354DF7" w:rsidRDefault="00354DF7" w:rsidP="00354DF7">
      <w:pPr>
        <w:tabs>
          <w:tab w:val="left" w:pos="6195"/>
        </w:tabs>
      </w:pPr>
      <w:r>
        <w:t>433.5135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433.5424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433.5564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433.5682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433.5724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433.5898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433.6091</w:t>
      </w:r>
      <w:r>
        <w:tab/>
        <w:t>1.570e0</w:t>
      </w:r>
    </w:p>
    <w:p w:rsidR="00354DF7" w:rsidRDefault="00354DF7" w:rsidP="00354DF7">
      <w:pPr>
        <w:tabs>
          <w:tab w:val="left" w:pos="6195"/>
        </w:tabs>
      </w:pPr>
      <w:r>
        <w:t>433.6124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433.6223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433.6621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433.6732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433.6782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433.6864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433.7077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433.7092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433.7255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433.7534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433.7550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433.7695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433.7791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433.7831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433.8300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433.8326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433.8361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433.8440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lastRenderedPageBreak/>
        <w:t>433.8933</w:t>
      </w:r>
      <w:r>
        <w:tab/>
        <w:t>1.873e0</w:t>
      </w:r>
    </w:p>
    <w:p w:rsidR="00354DF7" w:rsidRDefault="00354DF7" w:rsidP="00354DF7">
      <w:pPr>
        <w:tabs>
          <w:tab w:val="left" w:pos="6195"/>
        </w:tabs>
      </w:pPr>
      <w:r>
        <w:t>433.8960</w:t>
      </w:r>
      <w:r>
        <w:tab/>
        <w:t>3.020e0</w:t>
      </w:r>
    </w:p>
    <w:p w:rsidR="00354DF7" w:rsidRDefault="00354DF7" w:rsidP="00354DF7">
      <w:pPr>
        <w:tabs>
          <w:tab w:val="left" w:pos="6195"/>
        </w:tabs>
      </w:pPr>
      <w:r>
        <w:t>433.8976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433.9125</w:t>
      </w:r>
      <w:r>
        <w:tab/>
        <w:t>4.784e0</w:t>
      </w:r>
    </w:p>
    <w:p w:rsidR="00354DF7" w:rsidRDefault="00354DF7" w:rsidP="00354DF7">
      <w:pPr>
        <w:tabs>
          <w:tab w:val="left" w:pos="6195"/>
        </w:tabs>
      </w:pPr>
      <w:r>
        <w:t>433.9529</w:t>
      </w:r>
      <w:r>
        <w:tab/>
        <w:t>2.517e0</w:t>
      </w:r>
    </w:p>
    <w:p w:rsidR="00354DF7" w:rsidRDefault="00354DF7" w:rsidP="00354DF7">
      <w:pPr>
        <w:tabs>
          <w:tab w:val="left" w:pos="6195"/>
        </w:tabs>
      </w:pPr>
      <w:r>
        <w:t>433.9540</w:t>
      </w:r>
      <w:r>
        <w:tab/>
        <w:t>2.583e0</w:t>
      </w:r>
    </w:p>
    <w:p w:rsidR="00354DF7" w:rsidRDefault="00354DF7" w:rsidP="00354DF7">
      <w:pPr>
        <w:tabs>
          <w:tab w:val="left" w:pos="6195"/>
        </w:tabs>
      </w:pPr>
      <w:r>
        <w:t>433.9593</w:t>
      </w:r>
      <w:r>
        <w:tab/>
        <w:t>3.529e0</w:t>
      </w:r>
    </w:p>
    <w:p w:rsidR="00354DF7" w:rsidRDefault="00354DF7" w:rsidP="00354DF7">
      <w:pPr>
        <w:tabs>
          <w:tab w:val="left" w:pos="6195"/>
        </w:tabs>
      </w:pPr>
      <w:r>
        <w:t>433.9626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433.9737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434.0019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434.0194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434.0271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434.0521</w:t>
      </w:r>
      <w:r>
        <w:tab/>
        <w:t>2.800e0</w:t>
      </w:r>
    </w:p>
    <w:p w:rsidR="00354DF7" w:rsidRDefault="00354DF7" w:rsidP="00354DF7">
      <w:pPr>
        <w:tabs>
          <w:tab w:val="left" w:pos="6195"/>
        </w:tabs>
      </w:pPr>
      <w:r>
        <w:t>434.0733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434.0815</w:t>
      </w:r>
      <w:r>
        <w:tab/>
        <w:t>4.771e0</w:t>
      </w:r>
    </w:p>
    <w:p w:rsidR="00354DF7" w:rsidRDefault="00354DF7" w:rsidP="00354DF7">
      <w:pPr>
        <w:tabs>
          <w:tab w:val="left" w:pos="6195"/>
        </w:tabs>
      </w:pPr>
      <w:r>
        <w:t>434.0927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434.0981</w:t>
      </w:r>
      <w:r>
        <w:tab/>
        <w:t>1.945e0</w:t>
      </w:r>
    </w:p>
    <w:p w:rsidR="00354DF7" w:rsidRDefault="00354DF7" w:rsidP="00354DF7">
      <w:pPr>
        <w:tabs>
          <w:tab w:val="left" w:pos="6195"/>
        </w:tabs>
      </w:pPr>
      <w:r>
        <w:t>434.1165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434.1225</w:t>
      </w:r>
      <w:r>
        <w:tab/>
        <w:t>2.412e0</w:t>
      </w:r>
    </w:p>
    <w:p w:rsidR="00354DF7" w:rsidRDefault="00354DF7" w:rsidP="00354DF7">
      <w:pPr>
        <w:tabs>
          <w:tab w:val="left" w:pos="6195"/>
        </w:tabs>
      </w:pPr>
      <w:r>
        <w:lastRenderedPageBreak/>
        <w:t>434.1420</w:t>
      </w:r>
      <w:r>
        <w:tab/>
        <w:t>9.271e0</w:t>
      </w:r>
    </w:p>
    <w:p w:rsidR="00354DF7" w:rsidRDefault="00354DF7" w:rsidP="00354DF7">
      <w:pPr>
        <w:tabs>
          <w:tab w:val="left" w:pos="6195"/>
        </w:tabs>
      </w:pPr>
      <w:r>
        <w:t>434.1743</w:t>
      </w:r>
      <w:r>
        <w:tab/>
        <w:t>3.639e0</w:t>
      </w:r>
    </w:p>
    <w:p w:rsidR="00354DF7" w:rsidRDefault="00354DF7" w:rsidP="00354DF7">
      <w:pPr>
        <w:tabs>
          <w:tab w:val="left" w:pos="6195"/>
        </w:tabs>
      </w:pPr>
      <w:r>
        <w:t>434.1794</w:t>
      </w:r>
      <w:r>
        <w:tab/>
        <w:t>1.261e0</w:t>
      </w:r>
    </w:p>
    <w:p w:rsidR="00354DF7" w:rsidRDefault="00354DF7" w:rsidP="00354DF7">
      <w:pPr>
        <w:tabs>
          <w:tab w:val="left" w:pos="6195"/>
        </w:tabs>
      </w:pPr>
      <w:r>
        <w:t>434.2147</w:t>
      </w:r>
      <w:r>
        <w:tab/>
        <w:t>2.663e0</w:t>
      </w:r>
    </w:p>
    <w:p w:rsidR="00354DF7" w:rsidRDefault="00354DF7" w:rsidP="00354DF7">
      <w:pPr>
        <w:tabs>
          <w:tab w:val="left" w:pos="6195"/>
        </w:tabs>
      </w:pPr>
      <w:r>
        <w:t>434.2396</w:t>
      </w:r>
      <w:r>
        <w:tab/>
        <w:t>2.761e0</w:t>
      </w:r>
    </w:p>
    <w:p w:rsidR="00354DF7" w:rsidRDefault="00354DF7" w:rsidP="00354DF7">
      <w:pPr>
        <w:tabs>
          <w:tab w:val="left" w:pos="6195"/>
        </w:tabs>
      </w:pPr>
      <w:r>
        <w:t>434.2621</w:t>
      </w:r>
      <w:r>
        <w:tab/>
        <w:t>9.839e0</w:t>
      </w:r>
    </w:p>
    <w:p w:rsidR="00354DF7" w:rsidRDefault="00354DF7" w:rsidP="00354DF7">
      <w:pPr>
        <w:tabs>
          <w:tab w:val="left" w:pos="6195"/>
        </w:tabs>
      </w:pPr>
      <w:r>
        <w:t>434.2703</w:t>
      </w:r>
      <w:r>
        <w:tab/>
        <w:t>7.372e0</w:t>
      </w:r>
    </w:p>
    <w:p w:rsidR="00354DF7" w:rsidRDefault="00354DF7" w:rsidP="00354DF7">
      <w:pPr>
        <w:tabs>
          <w:tab w:val="left" w:pos="6195"/>
        </w:tabs>
      </w:pPr>
      <w:r>
        <w:t>434.2763</w:t>
      </w:r>
      <w:r>
        <w:tab/>
        <w:t>4.610e0</w:t>
      </w:r>
    </w:p>
    <w:p w:rsidR="00354DF7" w:rsidRDefault="00354DF7" w:rsidP="00354DF7">
      <w:pPr>
        <w:tabs>
          <w:tab w:val="left" w:pos="6195"/>
        </w:tabs>
      </w:pPr>
      <w:r>
        <w:t>434.2800</w:t>
      </w:r>
      <w:r>
        <w:tab/>
        <w:t>1.478e1</w:t>
      </w:r>
    </w:p>
    <w:p w:rsidR="00354DF7" w:rsidRDefault="00354DF7" w:rsidP="00354DF7">
      <w:pPr>
        <w:tabs>
          <w:tab w:val="left" w:pos="6195"/>
        </w:tabs>
      </w:pPr>
      <w:r>
        <w:t>434.2863</w:t>
      </w:r>
      <w:r>
        <w:tab/>
        <w:t>3.774e0</w:t>
      </w:r>
    </w:p>
    <w:p w:rsidR="00354DF7" w:rsidRDefault="00354DF7" w:rsidP="00354DF7">
      <w:pPr>
        <w:tabs>
          <w:tab w:val="left" w:pos="6195"/>
        </w:tabs>
      </w:pPr>
      <w:r>
        <w:t>434.3241</w:t>
      </w:r>
      <w:r>
        <w:tab/>
        <w:t>5.643e0</w:t>
      </w:r>
    </w:p>
    <w:p w:rsidR="00354DF7" w:rsidRDefault="00354DF7" w:rsidP="00354DF7">
      <w:pPr>
        <w:tabs>
          <w:tab w:val="left" w:pos="6195"/>
        </w:tabs>
      </w:pPr>
      <w:r>
        <w:t>434.3262</w:t>
      </w:r>
      <w:r>
        <w:tab/>
        <w:t>8.749e0</w:t>
      </w:r>
    </w:p>
    <w:p w:rsidR="00354DF7" w:rsidRDefault="00354DF7" w:rsidP="00354DF7">
      <w:pPr>
        <w:tabs>
          <w:tab w:val="left" w:pos="6195"/>
        </w:tabs>
      </w:pPr>
      <w:r>
        <w:t>434.3309</w:t>
      </w:r>
      <w:r>
        <w:tab/>
        <w:t>1.206e1</w:t>
      </w:r>
    </w:p>
    <w:p w:rsidR="00354DF7" w:rsidRDefault="00354DF7" w:rsidP="00354DF7">
      <w:pPr>
        <w:tabs>
          <w:tab w:val="left" w:pos="6195"/>
        </w:tabs>
      </w:pPr>
      <w:r>
        <w:t>434.3679</w:t>
      </w:r>
      <w:r>
        <w:tab/>
        <w:t>3.996e0</w:t>
      </w:r>
    </w:p>
    <w:p w:rsidR="00354DF7" w:rsidRDefault="00354DF7" w:rsidP="00354DF7">
      <w:pPr>
        <w:tabs>
          <w:tab w:val="left" w:pos="6195"/>
        </w:tabs>
      </w:pPr>
      <w:r>
        <w:t>434.3933</w:t>
      </w:r>
      <w:r>
        <w:tab/>
        <w:t>5.030e0</w:t>
      </w:r>
    </w:p>
    <w:p w:rsidR="00354DF7" w:rsidRDefault="00354DF7" w:rsidP="00354DF7">
      <w:pPr>
        <w:tabs>
          <w:tab w:val="left" w:pos="6195"/>
        </w:tabs>
      </w:pPr>
      <w:r>
        <w:t>434.4201</w:t>
      </w:r>
      <w:r>
        <w:tab/>
        <w:t>1.694e0</w:t>
      </w:r>
    </w:p>
    <w:p w:rsidR="00354DF7" w:rsidRDefault="00354DF7" w:rsidP="00354DF7">
      <w:pPr>
        <w:tabs>
          <w:tab w:val="left" w:pos="6195"/>
        </w:tabs>
      </w:pPr>
      <w:r>
        <w:t>434.4328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434.4409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434.4549</w:t>
      </w:r>
      <w:r>
        <w:tab/>
        <w:t>1.927e0</w:t>
      </w:r>
    </w:p>
    <w:p w:rsidR="00354DF7" w:rsidRDefault="00354DF7" w:rsidP="00354DF7">
      <w:pPr>
        <w:tabs>
          <w:tab w:val="left" w:pos="6195"/>
        </w:tabs>
      </w:pPr>
      <w:r>
        <w:lastRenderedPageBreak/>
        <w:t>434.4772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434.4807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434.5206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434.5320</w:t>
      </w:r>
      <w:r>
        <w:tab/>
        <w:t>2.223e0</w:t>
      </w:r>
    </w:p>
    <w:p w:rsidR="00354DF7" w:rsidRDefault="00354DF7" w:rsidP="00354DF7">
      <w:pPr>
        <w:tabs>
          <w:tab w:val="left" w:pos="6195"/>
        </w:tabs>
      </w:pPr>
      <w:r>
        <w:t>434.5341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434.5688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434.6010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434.6031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434.6120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434.6298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434.6429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434.6612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434.6679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434.6978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434.7027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434.7284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434.7309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434.7433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434.7607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434.8065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434.8184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434.8320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434.8399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434.8584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434.8613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434.9180</w:t>
      </w:r>
      <w:r>
        <w:tab/>
        <w:t>1.720e0</w:t>
      </w:r>
    </w:p>
    <w:p w:rsidR="00354DF7" w:rsidRDefault="00354DF7" w:rsidP="00354DF7">
      <w:pPr>
        <w:tabs>
          <w:tab w:val="left" w:pos="6195"/>
        </w:tabs>
      </w:pPr>
      <w:r>
        <w:t>434.9314</w:t>
      </w:r>
      <w:r>
        <w:tab/>
        <w:t>5.735e0</w:t>
      </w:r>
    </w:p>
    <w:p w:rsidR="00354DF7" w:rsidRDefault="00354DF7" w:rsidP="00354DF7">
      <w:pPr>
        <w:tabs>
          <w:tab w:val="left" w:pos="6195"/>
        </w:tabs>
      </w:pPr>
      <w:r>
        <w:t>434.9386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434.9572</w:t>
      </w:r>
      <w:r>
        <w:tab/>
        <w:t>2.620e0</w:t>
      </w:r>
    </w:p>
    <w:p w:rsidR="00354DF7" w:rsidRDefault="00354DF7" w:rsidP="00354DF7">
      <w:pPr>
        <w:tabs>
          <w:tab w:val="left" w:pos="6195"/>
        </w:tabs>
      </w:pPr>
      <w:r>
        <w:t>434.9677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434.9695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434.9946</w:t>
      </w:r>
      <w:r>
        <w:tab/>
        <w:t>2.725e0</w:t>
      </w:r>
    </w:p>
    <w:p w:rsidR="00354DF7" w:rsidRDefault="00354DF7" w:rsidP="00354DF7">
      <w:pPr>
        <w:tabs>
          <w:tab w:val="left" w:pos="6195"/>
        </w:tabs>
      </w:pPr>
      <w:r>
        <w:t>434.9963</w:t>
      </w:r>
      <w:r>
        <w:tab/>
        <w:t>5.929e0</w:t>
      </w:r>
    </w:p>
    <w:p w:rsidR="00354DF7" w:rsidRDefault="00354DF7" w:rsidP="00354DF7">
      <w:pPr>
        <w:tabs>
          <w:tab w:val="left" w:pos="6195"/>
        </w:tabs>
      </w:pPr>
      <w:r>
        <w:t>435.0033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435.0065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435.0579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435.0614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435.1019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435.1127</w:t>
      </w:r>
      <w:r>
        <w:tab/>
        <w:t>3.462e0</w:t>
      </w:r>
    </w:p>
    <w:p w:rsidR="00354DF7" w:rsidRDefault="00354DF7" w:rsidP="00354DF7">
      <w:pPr>
        <w:tabs>
          <w:tab w:val="left" w:pos="6195"/>
        </w:tabs>
      </w:pPr>
      <w:r>
        <w:t>435.1145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435.1204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435.1472</w:t>
      </w:r>
      <w:r>
        <w:tab/>
        <w:t>1.167e0</w:t>
      </w:r>
    </w:p>
    <w:p w:rsidR="00354DF7" w:rsidRDefault="00354DF7" w:rsidP="00354DF7">
      <w:pPr>
        <w:tabs>
          <w:tab w:val="left" w:pos="6195"/>
        </w:tabs>
      </w:pPr>
      <w:r>
        <w:t>435.1639</w:t>
      </w:r>
      <w:r>
        <w:tab/>
        <w:t>6.440e0</w:t>
      </w:r>
    </w:p>
    <w:p w:rsidR="00354DF7" w:rsidRDefault="00354DF7" w:rsidP="00354DF7">
      <w:pPr>
        <w:tabs>
          <w:tab w:val="left" w:pos="6195"/>
        </w:tabs>
      </w:pPr>
      <w:r>
        <w:t>435.1960</w:t>
      </w:r>
      <w:r>
        <w:tab/>
        <w:t>3.375e0</w:t>
      </w:r>
    </w:p>
    <w:p w:rsidR="00354DF7" w:rsidRDefault="00354DF7" w:rsidP="00354DF7">
      <w:pPr>
        <w:tabs>
          <w:tab w:val="left" w:pos="6195"/>
        </w:tabs>
      </w:pPr>
      <w:r>
        <w:t>435.2243</w:t>
      </w:r>
      <w:r>
        <w:tab/>
        <w:t>1.483e0</w:t>
      </w:r>
    </w:p>
    <w:p w:rsidR="00354DF7" w:rsidRDefault="00354DF7" w:rsidP="00354DF7">
      <w:pPr>
        <w:tabs>
          <w:tab w:val="left" w:pos="6195"/>
        </w:tabs>
      </w:pPr>
      <w:r>
        <w:t>435.2283</w:t>
      </w:r>
      <w:r>
        <w:tab/>
        <w:t>1.832e0</w:t>
      </w:r>
    </w:p>
    <w:p w:rsidR="00354DF7" w:rsidRDefault="00354DF7" w:rsidP="00354DF7">
      <w:pPr>
        <w:tabs>
          <w:tab w:val="left" w:pos="6195"/>
        </w:tabs>
      </w:pPr>
      <w:r>
        <w:t>435.2533</w:t>
      </w:r>
      <w:r>
        <w:tab/>
        <w:t>4.938e0</w:t>
      </w:r>
    </w:p>
    <w:p w:rsidR="00354DF7" w:rsidRDefault="00354DF7" w:rsidP="00354DF7">
      <w:pPr>
        <w:tabs>
          <w:tab w:val="left" w:pos="6195"/>
        </w:tabs>
      </w:pPr>
      <w:r>
        <w:t>435.2659</w:t>
      </w:r>
      <w:r>
        <w:tab/>
        <w:t>4.120e0</w:t>
      </w:r>
    </w:p>
    <w:p w:rsidR="00354DF7" w:rsidRDefault="00354DF7" w:rsidP="00354DF7">
      <w:pPr>
        <w:tabs>
          <w:tab w:val="left" w:pos="6195"/>
        </w:tabs>
      </w:pPr>
      <w:r>
        <w:t>435.2909</w:t>
      </w:r>
      <w:r>
        <w:tab/>
        <w:t>3.272e0</w:t>
      </w:r>
    </w:p>
    <w:p w:rsidR="00354DF7" w:rsidRDefault="00354DF7" w:rsidP="00354DF7">
      <w:pPr>
        <w:tabs>
          <w:tab w:val="left" w:pos="6195"/>
        </w:tabs>
      </w:pPr>
      <w:r>
        <w:t>435.3115</w:t>
      </w:r>
      <w:r>
        <w:tab/>
        <w:t>4.367e0</w:t>
      </w:r>
    </w:p>
    <w:p w:rsidR="00354DF7" w:rsidRDefault="00354DF7" w:rsidP="00354DF7">
      <w:pPr>
        <w:tabs>
          <w:tab w:val="left" w:pos="6195"/>
        </w:tabs>
      </w:pPr>
      <w:r>
        <w:t>435.3199</w:t>
      </w:r>
      <w:r>
        <w:tab/>
        <w:t>4.562e0</w:t>
      </w:r>
    </w:p>
    <w:p w:rsidR="00354DF7" w:rsidRDefault="00354DF7" w:rsidP="00354DF7">
      <w:pPr>
        <w:tabs>
          <w:tab w:val="left" w:pos="6195"/>
        </w:tabs>
      </w:pPr>
      <w:r>
        <w:t>435.3370</w:t>
      </w:r>
      <w:r>
        <w:tab/>
        <w:t>1.640e1</w:t>
      </w:r>
    </w:p>
    <w:p w:rsidR="00354DF7" w:rsidRDefault="00354DF7" w:rsidP="00354DF7">
      <w:pPr>
        <w:tabs>
          <w:tab w:val="left" w:pos="6195"/>
        </w:tabs>
      </w:pPr>
      <w:r>
        <w:t>435.3403</w:t>
      </w:r>
      <w:r>
        <w:tab/>
        <w:t>1.649e1</w:t>
      </w:r>
    </w:p>
    <w:p w:rsidR="00354DF7" w:rsidRDefault="00354DF7" w:rsidP="00354DF7">
      <w:pPr>
        <w:tabs>
          <w:tab w:val="left" w:pos="6195"/>
        </w:tabs>
      </w:pPr>
      <w:r>
        <w:t>435.3447</w:t>
      </w:r>
      <w:r>
        <w:tab/>
        <w:t>1.468e1</w:t>
      </w:r>
    </w:p>
    <w:p w:rsidR="00354DF7" w:rsidRDefault="00354DF7" w:rsidP="00354DF7">
      <w:pPr>
        <w:tabs>
          <w:tab w:val="left" w:pos="6195"/>
        </w:tabs>
      </w:pPr>
      <w:r>
        <w:t>435.3591</w:t>
      </w:r>
      <w:r>
        <w:tab/>
        <w:t>2.420e0</w:t>
      </w:r>
    </w:p>
    <w:p w:rsidR="00354DF7" w:rsidRDefault="00354DF7" w:rsidP="00354DF7">
      <w:pPr>
        <w:tabs>
          <w:tab w:val="left" w:pos="6195"/>
        </w:tabs>
      </w:pPr>
      <w:r>
        <w:t>435.3651</w:t>
      </w:r>
      <w:r>
        <w:tab/>
        <w:t>1.509e1</w:t>
      </w:r>
    </w:p>
    <w:p w:rsidR="00354DF7" w:rsidRDefault="00354DF7" w:rsidP="00354DF7">
      <w:pPr>
        <w:tabs>
          <w:tab w:val="left" w:pos="6195"/>
        </w:tabs>
      </w:pPr>
      <w:r>
        <w:t>435.3903</w:t>
      </w:r>
      <w:r>
        <w:tab/>
        <w:t>5.814e0</w:t>
      </w:r>
    </w:p>
    <w:p w:rsidR="00354DF7" w:rsidRDefault="00354DF7" w:rsidP="00354DF7">
      <w:pPr>
        <w:tabs>
          <w:tab w:val="left" w:pos="6195"/>
        </w:tabs>
      </w:pPr>
      <w:r>
        <w:lastRenderedPageBreak/>
        <w:t>435.4118</w:t>
      </w:r>
      <w:r>
        <w:tab/>
        <w:t>4.107e0</w:t>
      </w:r>
    </w:p>
    <w:p w:rsidR="00354DF7" w:rsidRDefault="00354DF7" w:rsidP="00354DF7">
      <w:pPr>
        <w:tabs>
          <w:tab w:val="left" w:pos="6195"/>
        </w:tabs>
      </w:pPr>
      <w:r>
        <w:t>435.4129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435.4659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435.4725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435.4738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435.4797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435.4892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435.5397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435.5460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435.5537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435.5721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435.5816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435.5866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435.6243</w:t>
      </w:r>
      <w:r>
        <w:tab/>
        <w:t>1.994e0</w:t>
      </w:r>
    </w:p>
    <w:p w:rsidR="00354DF7" w:rsidRDefault="00354DF7" w:rsidP="00354DF7">
      <w:pPr>
        <w:tabs>
          <w:tab w:val="left" w:pos="6195"/>
        </w:tabs>
      </w:pPr>
      <w:r>
        <w:t>435.6343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435.6570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435.6672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435.6851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435.6864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435.6930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435.7155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435.7218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435.7344</w:t>
      </w:r>
      <w:r>
        <w:tab/>
        <w:t>2.477e0</w:t>
      </w:r>
    </w:p>
    <w:p w:rsidR="00354DF7" w:rsidRDefault="00354DF7" w:rsidP="00354DF7">
      <w:pPr>
        <w:tabs>
          <w:tab w:val="left" w:pos="6195"/>
        </w:tabs>
      </w:pPr>
      <w:r>
        <w:t>435.7641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435.7779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435.7794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435.8108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435.8192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435.8274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435.8404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435.8505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435.8676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435.8725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435.9028</w:t>
      </w:r>
      <w:r>
        <w:tab/>
        <w:t>2.854e0</w:t>
      </w:r>
    </w:p>
    <w:p w:rsidR="00354DF7" w:rsidRDefault="00354DF7" w:rsidP="00354DF7">
      <w:pPr>
        <w:tabs>
          <w:tab w:val="left" w:pos="6195"/>
        </w:tabs>
      </w:pPr>
      <w:r>
        <w:t>435.9264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435.9306</w:t>
      </w:r>
      <w:r>
        <w:tab/>
        <w:t>3.972e0</w:t>
      </w:r>
    </w:p>
    <w:p w:rsidR="00354DF7" w:rsidRDefault="00354DF7" w:rsidP="00354DF7">
      <w:pPr>
        <w:tabs>
          <w:tab w:val="left" w:pos="6195"/>
        </w:tabs>
      </w:pPr>
      <w:r>
        <w:t>435.9741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435.9814</w:t>
      </w:r>
      <w:r>
        <w:tab/>
        <w:t>1.503e0</w:t>
      </w:r>
    </w:p>
    <w:p w:rsidR="00354DF7" w:rsidRDefault="00354DF7" w:rsidP="00354DF7">
      <w:pPr>
        <w:tabs>
          <w:tab w:val="left" w:pos="6195"/>
        </w:tabs>
      </w:pPr>
      <w:r>
        <w:lastRenderedPageBreak/>
        <w:t>435.9966</w:t>
      </w:r>
      <w:r>
        <w:tab/>
        <w:t>2.802e0</w:t>
      </w:r>
    </w:p>
    <w:p w:rsidR="00354DF7" w:rsidRDefault="00354DF7" w:rsidP="00354DF7">
      <w:pPr>
        <w:tabs>
          <w:tab w:val="left" w:pos="6195"/>
        </w:tabs>
      </w:pPr>
      <w:r>
        <w:t>435.9998</w:t>
      </w:r>
      <w:r>
        <w:tab/>
        <w:t>3.826e0</w:t>
      </w:r>
    </w:p>
    <w:p w:rsidR="00354DF7" w:rsidRDefault="00354DF7" w:rsidP="00354DF7">
      <w:pPr>
        <w:tabs>
          <w:tab w:val="left" w:pos="6195"/>
        </w:tabs>
      </w:pPr>
      <w:r>
        <w:t>436.0397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436.0479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436.0771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436.1002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436.1080</w:t>
      </w:r>
      <w:r>
        <w:tab/>
        <w:t>3.024e0</w:t>
      </w:r>
    </w:p>
    <w:p w:rsidR="00354DF7" w:rsidRDefault="00354DF7" w:rsidP="00354DF7">
      <w:pPr>
        <w:tabs>
          <w:tab w:val="left" w:pos="6195"/>
        </w:tabs>
      </w:pPr>
      <w:r>
        <w:t>436.1263</w:t>
      </w:r>
      <w:r>
        <w:tab/>
        <w:t>3.760e0</w:t>
      </w:r>
    </w:p>
    <w:p w:rsidR="00354DF7" w:rsidRDefault="00354DF7" w:rsidP="00354DF7">
      <w:pPr>
        <w:tabs>
          <w:tab w:val="left" w:pos="6195"/>
        </w:tabs>
      </w:pPr>
      <w:r>
        <w:t>436.1367</w:t>
      </w:r>
      <w:r>
        <w:tab/>
        <w:t>1.588e0</w:t>
      </w:r>
    </w:p>
    <w:p w:rsidR="00354DF7" w:rsidRDefault="00354DF7" w:rsidP="00354DF7">
      <w:pPr>
        <w:tabs>
          <w:tab w:val="left" w:pos="6195"/>
        </w:tabs>
      </w:pPr>
      <w:r>
        <w:t>436.1483</w:t>
      </w:r>
      <w:r>
        <w:tab/>
        <w:t>1.126e0</w:t>
      </w:r>
    </w:p>
    <w:p w:rsidR="00354DF7" w:rsidRDefault="00354DF7" w:rsidP="00354DF7">
      <w:pPr>
        <w:tabs>
          <w:tab w:val="left" w:pos="6195"/>
        </w:tabs>
      </w:pPr>
      <w:r>
        <w:t>436.1533</w:t>
      </w:r>
      <w:r>
        <w:tab/>
        <w:t>4.300e0</w:t>
      </w:r>
    </w:p>
    <w:p w:rsidR="00354DF7" w:rsidRDefault="00354DF7" w:rsidP="00354DF7">
      <w:pPr>
        <w:tabs>
          <w:tab w:val="left" w:pos="6195"/>
        </w:tabs>
      </w:pPr>
      <w:r>
        <w:t>436.1721</w:t>
      </w:r>
      <w:r>
        <w:tab/>
        <w:t>2.717e0</w:t>
      </w:r>
    </w:p>
    <w:p w:rsidR="00354DF7" w:rsidRDefault="00354DF7" w:rsidP="00354DF7">
      <w:pPr>
        <w:tabs>
          <w:tab w:val="left" w:pos="6195"/>
        </w:tabs>
      </w:pPr>
      <w:r>
        <w:t>436.1778</w:t>
      </w:r>
      <w:r>
        <w:tab/>
        <w:t>3.452e0</w:t>
      </w:r>
    </w:p>
    <w:p w:rsidR="00354DF7" w:rsidRDefault="00354DF7" w:rsidP="00354DF7">
      <w:pPr>
        <w:tabs>
          <w:tab w:val="left" w:pos="6195"/>
        </w:tabs>
      </w:pPr>
      <w:r>
        <w:t>436.2200</w:t>
      </w:r>
      <w:r>
        <w:tab/>
        <w:t>2.656e0</w:t>
      </w:r>
    </w:p>
    <w:p w:rsidR="00354DF7" w:rsidRDefault="00354DF7" w:rsidP="00354DF7">
      <w:pPr>
        <w:tabs>
          <w:tab w:val="left" w:pos="6195"/>
        </w:tabs>
      </w:pPr>
      <w:r>
        <w:t>436.2413</w:t>
      </w:r>
      <w:r>
        <w:tab/>
        <w:t>1.471e0</w:t>
      </w:r>
    </w:p>
    <w:p w:rsidR="00354DF7" w:rsidRDefault="00354DF7" w:rsidP="00354DF7">
      <w:pPr>
        <w:tabs>
          <w:tab w:val="left" w:pos="6195"/>
        </w:tabs>
      </w:pPr>
      <w:r>
        <w:t>436.2496</w:t>
      </w:r>
      <w:r>
        <w:tab/>
        <w:t>1.126e0</w:t>
      </w:r>
    </w:p>
    <w:p w:rsidR="00354DF7" w:rsidRDefault="00354DF7" w:rsidP="00354DF7">
      <w:pPr>
        <w:tabs>
          <w:tab w:val="left" w:pos="6195"/>
        </w:tabs>
      </w:pPr>
      <w:r>
        <w:t>436.2644</w:t>
      </w:r>
      <w:r>
        <w:tab/>
        <w:t>1.265e0</w:t>
      </w:r>
    </w:p>
    <w:p w:rsidR="00354DF7" w:rsidRDefault="00354DF7" w:rsidP="00354DF7">
      <w:pPr>
        <w:tabs>
          <w:tab w:val="left" w:pos="6195"/>
        </w:tabs>
      </w:pPr>
      <w:r>
        <w:t>436.2885</w:t>
      </w:r>
      <w:r>
        <w:tab/>
        <w:t>1.203e0</w:t>
      </w:r>
    </w:p>
    <w:p w:rsidR="00354DF7" w:rsidRDefault="00354DF7" w:rsidP="00354DF7">
      <w:pPr>
        <w:tabs>
          <w:tab w:val="left" w:pos="6195"/>
        </w:tabs>
      </w:pPr>
      <w:r>
        <w:t>436.3153</w:t>
      </w:r>
      <w:r>
        <w:tab/>
        <w:t>1.017e1</w:t>
      </w:r>
    </w:p>
    <w:p w:rsidR="00354DF7" w:rsidRDefault="00354DF7" w:rsidP="00354DF7">
      <w:pPr>
        <w:tabs>
          <w:tab w:val="left" w:pos="6195"/>
        </w:tabs>
      </w:pPr>
      <w:r>
        <w:lastRenderedPageBreak/>
        <w:t>436.3233</w:t>
      </w:r>
      <w:r>
        <w:tab/>
        <w:t>5.730e0</w:t>
      </w:r>
    </w:p>
    <w:p w:rsidR="00354DF7" w:rsidRDefault="00354DF7" w:rsidP="00354DF7">
      <w:pPr>
        <w:tabs>
          <w:tab w:val="left" w:pos="6195"/>
        </w:tabs>
      </w:pPr>
      <w:r>
        <w:t>436.3340</w:t>
      </w:r>
      <w:r>
        <w:tab/>
        <w:t>7.602e0</w:t>
      </w:r>
    </w:p>
    <w:p w:rsidR="00354DF7" w:rsidRDefault="00354DF7" w:rsidP="00354DF7">
      <w:pPr>
        <w:tabs>
          <w:tab w:val="left" w:pos="6195"/>
        </w:tabs>
      </w:pPr>
      <w:r>
        <w:t>436.3362</w:t>
      </w:r>
      <w:r>
        <w:tab/>
        <w:t>4.013e0</w:t>
      </w:r>
    </w:p>
    <w:p w:rsidR="00354DF7" w:rsidRDefault="00354DF7" w:rsidP="00354DF7">
      <w:pPr>
        <w:tabs>
          <w:tab w:val="left" w:pos="6195"/>
        </w:tabs>
      </w:pPr>
      <w:r>
        <w:t>436.3538</w:t>
      </w:r>
      <w:r>
        <w:tab/>
        <w:t>7.142e0</w:t>
      </w:r>
    </w:p>
    <w:p w:rsidR="00354DF7" w:rsidRDefault="00354DF7" w:rsidP="00354DF7">
      <w:pPr>
        <w:tabs>
          <w:tab w:val="left" w:pos="6195"/>
        </w:tabs>
      </w:pPr>
      <w:r>
        <w:t>436.4008</w:t>
      </w:r>
      <w:r>
        <w:tab/>
        <w:t>8.487e0</w:t>
      </w:r>
    </w:p>
    <w:p w:rsidR="00354DF7" w:rsidRDefault="00354DF7" w:rsidP="00354DF7">
      <w:pPr>
        <w:tabs>
          <w:tab w:val="left" w:pos="6195"/>
        </w:tabs>
      </w:pPr>
      <w:r>
        <w:t>436.4042</w:t>
      </w:r>
      <w:r>
        <w:tab/>
        <w:t>1.234e1</w:t>
      </w:r>
    </w:p>
    <w:p w:rsidR="00354DF7" w:rsidRDefault="00354DF7" w:rsidP="00354DF7">
      <w:pPr>
        <w:tabs>
          <w:tab w:val="left" w:pos="6195"/>
        </w:tabs>
      </w:pPr>
      <w:r>
        <w:t>436.4186</w:t>
      </w:r>
      <w:r>
        <w:tab/>
        <w:t>1.519e1</w:t>
      </w:r>
    </w:p>
    <w:p w:rsidR="00354DF7" w:rsidRDefault="00354DF7" w:rsidP="00354DF7">
      <w:pPr>
        <w:tabs>
          <w:tab w:val="left" w:pos="6195"/>
        </w:tabs>
      </w:pPr>
      <w:r>
        <w:t>436.4448</w:t>
      </w:r>
      <w:r>
        <w:tab/>
        <w:t>1.872e0</w:t>
      </w:r>
    </w:p>
    <w:p w:rsidR="00354DF7" w:rsidRDefault="00354DF7" w:rsidP="00354DF7">
      <w:pPr>
        <w:tabs>
          <w:tab w:val="left" w:pos="6195"/>
        </w:tabs>
      </w:pPr>
      <w:r>
        <w:t>436.4622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436.4643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436.4713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436.4992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436.5272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436.5556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436.5658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436.5771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436.5968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436.6025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436.6267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436.6294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436.6400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436.6476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436.6780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436.6846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436.6997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436.7304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436.7320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436.7347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436.7516</w:t>
      </w:r>
      <w:r>
        <w:tab/>
        <w:t>4.262e0</w:t>
      </w:r>
    </w:p>
    <w:p w:rsidR="00354DF7" w:rsidRDefault="00354DF7" w:rsidP="00354DF7">
      <w:pPr>
        <w:tabs>
          <w:tab w:val="left" w:pos="6195"/>
        </w:tabs>
      </w:pPr>
      <w:r>
        <w:t>436.7639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436.7688</w:t>
      </w:r>
      <w:r>
        <w:tab/>
        <w:t>4.748e0</w:t>
      </w:r>
    </w:p>
    <w:p w:rsidR="00354DF7" w:rsidRDefault="00354DF7" w:rsidP="00354DF7">
      <w:pPr>
        <w:tabs>
          <w:tab w:val="left" w:pos="6195"/>
        </w:tabs>
      </w:pPr>
      <w:r>
        <w:t>436.7778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436.7850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436.8009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436.8165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436.8432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436.8584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436.8595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436.8616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436.8708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436.8995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436.9197</w:t>
      </w:r>
      <w:r>
        <w:tab/>
        <w:t>3.617e0</w:t>
      </w:r>
    </w:p>
    <w:p w:rsidR="00354DF7" w:rsidRDefault="00354DF7" w:rsidP="00354DF7">
      <w:pPr>
        <w:tabs>
          <w:tab w:val="left" w:pos="6195"/>
        </w:tabs>
      </w:pPr>
      <w:r>
        <w:t>436.9236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436.9338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436.9663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436.9954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437.0011</w:t>
      </w:r>
      <w:r>
        <w:tab/>
        <w:t>1.875e0</w:t>
      </w:r>
    </w:p>
    <w:p w:rsidR="00354DF7" w:rsidRDefault="00354DF7" w:rsidP="00354DF7">
      <w:pPr>
        <w:tabs>
          <w:tab w:val="left" w:pos="6195"/>
        </w:tabs>
      </w:pPr>
      <w:r>
        <w:t>437.0023</w:t>
      </w:r>
      <w:r>
        <w:tab/>
        <w:t>1.845e0</w:t>
      </w:r>
    </w:p>
    <w:p w:rsidR="00354DF7" w:rsidRDefault="00354DF7" w:rsidP="00354DF7">
      <w:pPr>
        <w:tabs>
          <w:tab w:val="left" w:pos="6195"/>
        </w:tabs>
      </w:pPr>
      <w:r>
        <w:t>437.0195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437.0385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437.0539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437.0658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437.0695</w:t>
      </w:r>
      <w:r>
        <w:tab/>
        <w:t>7.048e0</w:t>
      </w:r>
    </w:p>
    <w:p w:rsidR="00354DF7" w:rsidRDefault="00354DF7" w:rsidP="00354DF7">
      <w:pPr>
        <w:tabs>
          <w:tab w:val="left" w:pos="6195"/>
        </w:tabs>
      </w:pPr>
      <w:r>
        <w:t>437.1152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437.1335</w:t>
      </w:r>
      <w:r>
        <w:tab/>
        <w:t>2.816e0</w:t>
      </w:r>
    </w:p>
    <w:p w:rsidR="00354DF7" w:rsidRDefault="00354DF7" w:rsidP="00354DF7">
      <w:pPr>
        <w:tabs>
          <w:tab w:val="left" w:pos="6195"/>
        </w:tabs>
      </w:pPr>
      <w:r>
        <w:t>437.1351</w:t>
      </w:r>
      <w:r>
        <w:tab/>
        <w:t>3.429e0</w:t>
      </w:r>
    </w:p>
    <w:p w:rsidR="00354DF7" w:rsidRDefault="00354DF7" w:rsidP="00354DF7">
      <w:pPr>
        <w:tabs>
          <w:tab w:val="left" w:pos="6195"/>
        </w:tabs>
      </w:pPr>
      <w:r>
        <w:t>437.1416</w:t>
      </w:r>
      <w:r>
        <w:tab/>
        <w:t>2.522e0</w:t>
      </w:r>
    </w:p>
    <w:p w:rsidR="00354DF7" w:rsidRDefault="00354DF7" w:rsidP="00354DF7">
      <w:pPr>
        <w:tabs>
          <w:tab w:val="left" w:pos="6195"/>
        </w:tabs>
      </w:pPr>
      <w:r>
        <w:lastRenderedPageBreak/>
        <w:t>437.1630</w:t>
      </w:r>
      <w:r>
        <w:tab/>
        <w:t>3.629e0</w:t>
      </w:r>
    </w:p>
    <w:p w:rsidR="00354DF7" w:rsidRDefault="00354DF7" w:rsidP="00354DF7">
      <w:pPr>
        <w:tabs>
          <w:tab w:val="left" w:pos="6195"/>
        </w:tabs>
      </w:pPr>
      <w:r>
        <w:t>437.1850</w:t>
      </w:r>
      <w:r>
        <w:tab/>
        <w:t>3.275e0</w:t>
      </w:r>
    </w:p>
    <w:p w:rsidR="00354DF7" w:rsidRDefault="00354DF7" w:rsidP="00354DF7">
      <w:pPr>
        <w:tabs>
          <w:tab w:val="left" w:pos="6195"/>
        </w:tabs>
      </w:pPr>
      <w:r>
        <w:t>437.1891</w:t>
      </w:r>
      <w:r>
        <w:tab/>
        <w:t>4.867e0</w:t>
      </w:r>
    </w:p>
    <w:p w:rsidR="00354DF7" w:rsidRDefault="00354DF7" w:rsidP="00354DF7">
      <w:pPr>
        <w:tabs>
          <w:tab w:val="left" w:pos="6195"/>
        </w:tabs>
      </w:pPr>
      <w:r>
        <w:t>437.1919</w:t>
      </w:r>
      <w:r>
        <w:tab/>
        <w:t>1.608e1</w:t>
      </w:r>
    </w:p>
    <w:p w:rsidR="00354DF7" w:rsidRDefault="00354DF7" w:rsidP="00354DF7">
      <w:pPr>
        <w:tabs>
          <w:tab w:val="left" w:pos="6195"/>
        </w:tabs>
      </w:pPr>
      <w:r>
        <w:t>437.2058</w:t>
      </w:r>
      <w:r>
        <w:tab/>
        <w:t>4.160e0</w:t>
      </w:r>
    </w:p>
    <w:p w:rsidR="00354DF7" w:rsidRDefault="00354DF7" w:rsidP="00354DF7">
      <w:pPr>
        <w:tabs>
          <w:tab w:val="left" w:pos="6195"/>
        </w:tabs>
      </w:pPr>
      <w:r>
        <w:t>437.2356</w:t>
      </w:r>
      <w:r>
        <w:tab/>
        <w:t>1.209e1</w:t>
      </w:r>
    </w:p>
    <w:p w:rsidR="00354DF7" w:rsidRDefault="00354DF7" w:rsidP="00354DF7">
      <w:pPr>
        <w:tabs>
          <w:tab w:val="left" w:pos="6195"/>
        </w:tabs>
      </w:pPr>
      <w:r>
        <w:t>437.2376</w:t>
      </w:r>
      <w:r>
        <w:tab/>
        <w:t>1.449e1</w:t>
      </w:r>
    </w:p>
    <w:p w:rsidR="00354DF7" w:rsidRDefault="00354DF7" w:rsidP="00354DF7">
      <w:pPr>
        <w:tabs>
          <w:tab w:val="left" w:pos="6195"/>
        </w:tabs>
      </w:pPr>
      <w:r>
        <w:t>437.2425</w:t>
      </w:r>
      <w:r>
        <w:tab/>
        <w:t>9.734e0</w:t>
      </w:r>
    </w:p>
    <w:p w:rsidR="00354DF7" w:rsidRDefault="00354DF7" w:rsidP="00354DF7">
      <w:pPr>
        <w:tabs>
          <w:tab w:val="left" w:pos="6195"/>
        </w:tabs>
      </w:pPr>
      <w:r>
        <w:t>437.2504</w:t>
      </w:r>
      <w:r>
        <w:tab/>
        <w:t>1.404e0</w:t>
      </w:r>
    </w:p>
    <w:p w:rsidR="00354DF7" w:rsidRDefault="00354DF7" w:rsidP="00354DF7">
      <w:pPr>
        <w:tabs>
          <w:tab w:val="left" w:pos="6195"/>
        </w:tabs>
      </w:pPr>
      <w:r>
        <w:t>437.2578</w:t>
      </w:r>
      <w:r>
        <w:tab/>
        <w:t>3.958e0</w:t>
      </w:r>
    </w:p>
    <w:p w:rsidR="00354DF7" w:rsidRDefault="00354DF7" w:rsidP="00354DF7">
      <w:pPr>
        <w:tabs>
          <w:tab w:val="left" w:pos="6195"/>
        </w:tabs>
      </w:pPr>
      <w:r>
        <w:t>437.2668</w:t>
      </w:r>
      <w:r>
        <w:tab/>
        <w:t>6.643e0</w:t>
      </w:r>
    </w:p>
    <w:p w:rsidR="00354DF7" w:rsidRDefault="00354DF7" w:rsidP="00354DF7">
      <w:pPr>
        <w:tabs>
          <w:tab w:val="left" w:pos="6195"/>
        </w:tabs>
      </w:pPr>
      <w:r>
        <w:t>437.3941</w:t>
      </w:r>
      <w:r>
        <w:tab/>
        <w:t>1.290e0</w:t>
      </w:r>
    </w:p>
    <w:p w:rsidR="00354DF7" w:rsidRDefault="00354DF7" w:rsidP="00354DF7">
      <w:pPr>
        <w:tabs>
          <w:tab w:val="left" w:pos="6195"/>
        </w:tabs>
      </w:pPr>
      <w:r>
        <w:t>437.3969</w:t>
      </w:r>
      <w:r>
        <w:tab/>
        <w:t>3.307e0</w:t>
      </w:r>
    </w:p>
    <w:p w:rsidR="00354DF7" w:rsidRDefault="00354DF7" w:rsidP="00354DF7">
      <w:pPr>
        <w:tabs>
          <w:tab w:val="left" w:pos="6195"/>
        </w:tabs>
      </w:pPr>
      <w:r>
        <w:t>437.3993</w:t>
      </w:r>
      <w:r>
        <w:tab/>
        <w:t>2.831e0</w:t>
      </w:r>
    </w:p>
    <w:p w:rsidR="00354DF7" w:rsidRDefault="00354DF7" w:rsidP="00354DF7">
      <w:pPr>
        <w:tabs>
          <w:tab w:val="left" w:pos="6195"/>
        </w:tabs>
      </w:pPr>
      <w:r>
        <w:t>437.4078</w:t>
      </w:r>
      <w:r>
        <w:tab/>
        <w:t>1.498e0</w:t>
      </w:r>
    </w:p>
    <w:p w:rsidR="00354DF7" w:rsidRDefault="00354DF7" w:rsidP="00354DF7">
      <w:pPr>
        <w:tabs>
          <w:tab w:val="left" w:pos="6195"/>
        </w:tabs>
      </w:pPr>
      <w:r>
        <w:t>437.4373</w:t>
      </w:r>
      <w:r>
        <w:tab/>
        <w:t>2.361e0</w:t>
      </w:r>
    </w:p>
    <w:p w:rsidR="00354DF7" w:rsidRDefault="00354DF7" w:rsidP="00354DF7">
      <w:pPr>
        <w:tabs>
          <w:tab w:val="left" w:pos="6195"/>
        </w:tabs>
      </w:pPr>
      <w:r>
        <w:t>437.4418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437.4510</w:t>
      </w:r>
      <w:r>
        <w:tab/>
        <w:t>6.229e0</w:t>
      </w:r>
    </w:p>
    <w:p w:rsidR="00354DF7" w:rsidRDefault="00354DF7" w:rsidP="00354DF7">
      <w:pPr>
        <w:tabs>
          <w:tab w:val="left" w:pos="6195"/>
        </w:tabs>
      </w:pPr>
      <w:r>
        <w:t>437.4938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437.5049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437.5064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437.5439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437.5621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437.5641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437.5768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437.5941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437.5981</w:t>
      </w:r>
      <w:r>
        <w:tab/>
        <w:t>6.055e0</w:t>
      </w:r>
    </w:p>
    <w:p w:rsidR="00354DF7" w:rsidRDefault="00354DF7" w:rsidP="00354DF7">
      <w:pPr>
        <w:tabs>
          <w:tab w:val="left" w:pos="6195"/>
        </w:tabs>
      </w:pPr>
      <w:r>
        <w:t>437.6271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437.6825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437.6991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437.7125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437.7344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437.7374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437.7933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437.8060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437.8165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437.8378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437.8399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437.8436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437.8826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437.8957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437.9400</w:t>
      </w:r>
      <w:r>
        <w:tab/>
        <w:t>4.859e0</w:t>
      </w:r>
    </w:p>
    <w:p w:rsidR="00354DF7" w:rsidRDefault="00354DF7" w:rsidP="00354DF7">
      <w:pPr>
        <w:tabs>
          <w:tab w:val="left" w:pos="6195"/>
        </w:tabs>
      </w:pPr>
      <w:r>
        <w:t>437.9469</w:t>
      </w:r>
      <w:r>
        <w:tab/>
        <w:t>7.946e0</w:t>
      </w:r>
    </w:p>
    <w:p w:rsidR="00354DF7" w:rsidRDefault="00354DF7" w:rsidP="00354DF7">
      <w:pPr>
        <w:tabs>
          <w:tab w:val="left" w:pos="6195"/>
        </w:tabs>
      </w:pPr>
      <w:r>
        <w:t>437.9509</w:t>
      </w:r>
      <w:r>
        <w:tab/>
        <w:t>4.749e0</w:t>
      </w:r>
    </w:p>
    <w:p w:rsidR="00354DF7" w:rsidRDefault="00354DF7" w:rsidP="00354DF7">
      <w:pPr>
        <w:tabs>
          <w:tab w:val="left" w:pos="6195"/>
        </w:tabs>
      </w:pPr>
      <w:r>
        <w:t>437.9613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437.9768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438.0049</w:t>
      </w:r>
      <w:r>
        <w:tab/>
        <w:t>2.833e0</w:t>
      </w:r>
    </w:p>
    <w:p w:rsidR="00354DF7" w:rsidRDefault="00354DF7" w:rsidP="00354DF7">
      <w:pPr>
        <w:tabs>
          <w:tab w:val="left" w:pos="6195"/>
        </w:tabs>
      </w:pPr>
      <w:r>
        <w:t>438.0125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438.0170</w:t>
      </w:r>
      <w:r>
        <w:tab/>
        <w:t>1.773e0</w:t>
      </w:r>
    </w:p>
    <w:p w:rsidR="00354DF7" w:rsidRDefault="00354DF7" w:rsidP="00354DF7">
      <w:pPr>
        <w:tabs>
          <w:tab w:val="left" w:pos="6195"/>
        </w:tabs>
      </w:pPr>
      <w:r>
        <w:t>438.0255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438.0336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438.0402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438.0982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438.1010</w:t>
      </w:r>
      <w:r>
        <w:tab/>
        <w:t>1.904e0</w:t>
      </w:r>
    </w:p>
    <w:p w:rsidR="00354DF7" w:rsidRDefault="00354DF7" w:rsidP="00354DF7">
      <w:pPr>
        <w:tabs>
          <w:tab w:val="left" w:pos="6195"/>
        </w:tabs>
      </w:pPr>
      <w:r>
        <w:t>438.1060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438.1090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438.1195</w:t>
      </w:r>
      <w:r>
        <w:tab/>
        <w:t>3.552e0</w:t>
      </w:r>
    </w:p>
    <w:p w:rsidR="00354DF7" w:rsidRDefault="00354DF7" w:rsidP="00354DF7">
      <w:pPr>
        <w:tabs>
          <w:tab w:val="left" w:pos="6195"/>
        </w:tabs>
      </w:pPr>
      <w:r>
        <w:lastRenderedPageBreak/>
        <w:t>438.1324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438.1749</w:t>
      </w:r>
      <w:r>
        <w:tab/>
        <w:t>2.911e0</w:t>
      </w:r>
    </w:p>
    <w:p w:rsidR="00354DF7" w:rsidRDefault="00354DF7" w:rsidP="00354DF7">
      <w:pPr>
        <w:tabs>
          <w:tab w:val="left" w:pos="6195"/>
        </w:tabs>
      </w:pPr>
      <w:r>
        <w:t>438.2068</w:t>
      </w:r>
      <w:r>
        <w:tab/>
        <w:t>1.264e1</w:t>
      </w:r>
    </w:p>
    <w:p w:rsidR="00354DF7" w:rsidRDefault="00354DF7" w:rsidP="00354DF7">
      <w:pPr>
        <w:tabs>
          <w:tab w:val="left" w:pos="6195"/>
        </w:tabs>
      </w:pPr>
      <w:r>
        <w:t>438.2093</w:t>
      </w:r>
      <w:r>
        <w:tab/>
        <w:t>1.248e1</w:t>
      </w:r>
    </w:p>
    <w:p w:rsidR="00354DF7" w:rsidRDefault="00354DF7" w:rsidP="00354DF7">
      <w:pPr>
        <w:tabs>
          <w:tab w:val="left" w:pos="6195"/>
        </w:tabs>
      </w:pPr>
      <w:r>
        <w:t>438.2124</w:t>
      </w:r>
      <w:r>
        <w:tab/>
        <w:t>9.833e0</w:t>
      </w:r>
    </w:p>
    <w:p w:rsidR="00354DF7" w:rsidRDefault="00354DF7" w:rsidP="00354DF7">
      <w:pPr>
        <w:tabs>
          <w:tab w:val="left" w:pos="6195"/>
        </w:tabs>
      </w:pPr>
      <w:r>
        <w:t>438.2156</w:t>
      </w:r>
      <w:r>
        <w:tab/>
        <w:t>1.051e1</w:t>
      </w:r>
    </w:p>
    <w:p w:rsidR="00354DF7" w:rsidRDefault="00354DF7" w:rsidP="00354DF7">
      <w:pPr>
        <w:tabs>
          <w:tab w:val="left" w:pos="6195"/>
        </w:tabs>
      </w:pPr>
      <w:r>
        <w:t>438.2208</w:t>
      </w:r>
      <w:r>
        <w:tab/>
        <w:t>1.350e1</w:t>
      </w:r>
    </w:p>
    <w:p w:rsidR="00354DF7" w:rsidRDefault="00354DF7" w:rsidP="00354DF7">
      <w:pPr>
        <w:tabs>
          <w:tab w:val="left" w:pos="6195"/>
        </w:tabs>
      </w:pPr>
      <w:r>
        <w:t>438.2368</w:t>
      </w:r>
      <w:r>
        <w:tab/>
        <w:t>1.057e1</w:t>
      </w:r>
    </w:p>
    <w:p w:rsidR="00354DF7" w:rsidRDefault="00354DF7" w:rsidP="00354DF7">
      <w:pPr>
        <w:tabs>
          <w:tab w:val="left" w:pos="6195"/>
        </w:tabs>
      </w:pPr>
      <w:r>
        <w:t>438.2661</w:t>
      </w:r>
      <w:r>
        <w:tab/>
        <w:t>1.187e0</w:t>
      </w:r>
    </w:p>
    <w:p w:rsidR="00354DF7" w:rsidRDefault="00354DF7" w:rsidP="00354DF7">
      <w:pPr>
        <w:tabs>
          <w:tab w:val="left" w:pos="6195"/>
        </w:tabs>
      </w:pPr>
      <w:r>
        <w:t>438.2752</w:t>
      </w:r>
      <w:r>
        <w:tab/>
        <w:t>2.961e0</w:t>
      </w:r>
    </w:p>
    <w:p w:rsidR="00354DF7" w:rsidRDefault="00354DF7" w:rsidP="00354DF7">
      <w:pPr>
        <w:tabs>
          <w:tab w:val="left" w:pos="6195"/>
        </w:tabs>
      </w:pPr>
      <w:r>
        <w:t>438.3013</w:t>
      </w:r>
      <w:r>
        <w:tab/>
        <w:t>2.296e0</w:t>
      </w:r>
    </w:p>
    <w:p w:rsidR="00354DF7" w:rsidRDefault="00354DF7" w:rsidP="00354DF7">
      <w:pPr>
        <w:tabs>
          <w:tab w:val="left" w:pos="6195"/>
        </w:tabs>
      </w:pPr>
      <w:r>
        <w:t>438.3119</w:t>
      </w:r>
      <w:r>
        <w:tab/>
        <w:t>1.271e0</w:t>
      </w:r>
    </w:p>
    <w:p w:rsidR="00354DF7" w:rsidRDefault="00354DF7" w:rsidP="00354DF7">
      <w:pPr>
        <w:tabs>
          <w:tab w:val="left" w:pos="6195"/>
        </w:tabs>
      </w:pPr>
      <w:r>
        <w:t>438.3657</w:t>
      </w:r>
      <w:r>
        <w:tab/>
        <w:t>9.038e0</w:t>
      </w:r>
    </w:p>
    <w:p w:rsidR="00354DF7" w:rsidRDefault="00354DF7" w:rsidP="00354DF7">
      <w:pPr>
        <w:tabs>
          <w:tab w:val="left" w:pos="6195"/>
        </w:tabs>
      </w:pPr>
      <w:r>
        <w:t>438.3727</w:t>
      </w:r>
      <w:r>
        <w:tab/>
        <w:t>3.640e0</w:t>
      </w:r>
    </w:p>
    <w:p w:rsidR="00354DF7" w:rsidRDefault="00354DF7" w:rsidP="00354DF7">
      <w:pPr>
        <w:tabs>
          <w:tab w:val="left" w:pos="6195"/>
        </w:tabs>
      </w:pPr>
      <w:r>
        <w:t>438.3741</w:t>
      </w:r>
      <w:r>
        <w:tab/>
        <w:t>5.522e0</w:t>
      </w:r>
    </w:p>
    <w:p w:rsidR="00354DF7" w:rsidRDefault="00354DF7" w:rsidP="00354DF7">
      <w:pPr>
        <w:tabs>
          <w:tab w:val="left" w:pos="6195"/>
        </w:tabs>
      </w:pPr>
      <w:r>
        <w:t>438.3824</w:t>
      </w:r>
      <w:r>
        <w:tab/>
        <w:t>1.432e1</w:t>
      </w:r>
    </w:p>
    <w:p w:rsidR="00354DF7" w:rsidRDefault="00354DF7" w:rsidP="00354DF7">
      <w:pPr>
        <w:tabs>
          <w:tab w:val="left" w:pos="6195"/>
        </w:tabs>
      </w:pPr>
      <w:r>
        <w:t>438.3849</w:t>
      </w:r>
      <w:r>
        <w:tab/>
        <w:t>1.133e1</w:t>
      </w:r>
    </w:p>
    <w:p w:rsidR="00354DF7" w:rsidRDefault="00354DF7" w:rsidP="00354DF7">
      <w:pPr>
        <w:tabs>
          <w:tab w:val="left" w:pos="6195"/>
        </w:tabs>
      </w:pPr>
      <w:r>
        <w:t>438.3964</w:t>
      </w:r>
      <w:r>
        <w:tab/>
        <w:t>8.138e0</w:t>
      </w:r>
    </w:p>
    <w:p w:rsidR="00354DF7" w:rsidRDefault="00354DF7" w:rsidP="00354DF7">
      <w:pPr>
        <w:tabs>
          <w:tab w:val="left" w:pos="6195"/>
        </w:tabs>
      </w:pPr>
      <w:r>
        <w:t>438.4317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438.4409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438.4799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438.4829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438.5099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438.5375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438.5560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438.5967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438.5998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438.6018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438.6205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438.6421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438.6448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438.6588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438.6915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438.7157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438.7237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438.7289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438.7819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438.7847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438.7882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438.7896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438.7986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438.8456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438.8521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438.8589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438.8629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438.8949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438.9000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438.9020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438.9037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438.9467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438.9510</w:t>
      </w:r>
      <w:r>
        <w:tab/>
        <w:t>4.592e0</w:t>
      </w:r>
    </w:p>
    <w:p w:rsidR="00354DF7" w:rsidRDefault="00354DF7" w:rsidP="00354DF7">
      <w:pPr>
        <w:tabs>
          <w:tab w:val="left" w:pos="6195"/>
        </w:tabs>
      </w:pPr>
      <w:r>
        <w:t>438.9743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438.9761</w:t>
      </w:r>
      <w:r>
        <w:tab/>
        <w:t>5.360e0</w:t>
      </w:r>
    </w:p>
    <w:p w:rsidR="00354DF7" w:rsidRDefault="00354DF7" w:rsidP="00354DF7">
      <w:pPr>
        <w:tabs>
          <w:tab w:val="left" w:pos="6195"/>
        </w:tabs>
      </w:pPr>
      <w:r>
        <w:t>439.0034</w:t>
      </w:r>
      <w:r>
        <w:tab/>
        <w:t>3.780e0</w:t>
      </w:r>
    </w:p>
    <w:p w:rsidR="00354DF7" w:rsidRDefault="00354DF7" w:rsidP="00354DF7">
      <w:pPr>
        <w:tabs>
          <w:tab w:val="left" w:pos="6195"/>
        </w:tabs>
      </w:pPr>
      <w:r>
        <w:t>439.0141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439.0496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439.0668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439.0738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439.0821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439.0962</w:t>
      </w:r>
      <w:r>
        <w:tab/>
        <w:t>2.957e0</w:t>
      </w:r>
    </w:p>
    <w:p w:rsidR="00354DF7" w:rsidRDefault="00354DF7" w:rsidP="00354DF7">
      <w:pPr>
        <w:tabs>
          <w:tab w:val="left" w:pos="6195"/>
        </w:tabs>
      </w:pPr>
      <w:r>
        <w:t>439.1350</w:t>
      </w:r>
      <w:r>
        <w:tab/>
        <w:t>2.569e0</w:t>
      </w:r>
    </w:p>
    <w:p w:rsidR="00354DF7" w:rsidRDefault="00354DF7" w:rsidP="00354DF7">
      <w:pPr>
        <w:tabs>
          <w:tab w:val="left" w:pos="6195"/>
        </w:tabs>
      </w:pPr>
      <w:r>
        <w:t>439.1597</w:t>
      </w:r>
      <w:r>
        <w:tab/>
        <w:t>3.093e0</w:t>
      </w:r>
    </w:p>
    <w:p w:rsidR="00354DF7" w:rsidRDefault="00354DF7" w:rsidP="00354DF7">
      <w:pPr>
        <w:tabs>
          <w:tab w:val="left" w:pos="6195"/>
        </w:tabs>
      </w:pPr>
      <w:r>
        <w:t>439.1754</w:t>
      </w:r>
      <w:r>
        <w:tab/>
        <w:t>3.826e0</w:t>
      </w:r>
    </w:p>
    <w:p w:rsidR="00354DF7" w:rsidRDefault="00354DF7" w:rsidP="00354DF7">
      <w:pPr>
        <w:tabs>
          <w:tab w:val="left" w:pos="6195"/>
        </w:tabs>
      </w:pPr>
      <w:r>
        <w:t>439.1983</w:t>
      </w:r>
      <w:r>
        <w:tab/>
        <w:t>2.994e0</w:t>
      </w:r>
    </w:p>
    <w:p w:rsidR="00354DF7" w:rsidRDefault="00354DF7" w:rsidP="00354DF7">
      <w:pPr>
        <w:tabs>
          <w:tab w:val="left" w:pos="6195"/>
        </w:tabs>
      </w:pPr>
      <w:r>
        <w:t>439.2032</w:t>
      </w:r>
      <w:r>
        <w:tab/>
        <w:t>3.159e0</w:t>
      </w:r>
    </w:p>
    <w:p w:rsidR="00354DF7" w:rsidRDefault="00354DF7" w:rsidP="00354DF7">
      <w:pPr>
        <w:tabs>
          <w:tab w:val="left" w:pos="6195"/>
        </w:tabs>
      </w:pPr>
      <w:r>
        <w:t>439.2064</w:t>
      </w:r>
      <w:r>
        <w:tab/>
        <w:t>4.951e0</w:t>
      </w:r>
    </w:p>
    <w:p w:rsidR="00354DF7" w:rsidRDefault="00354DF7" w:rsidP="00354DF7">
      <w:pPr>
        <w:tabs>
          <w:tab w:val="left" w:pos="6195"/>
        </w:tabs>
      </w:pPr>
      <w:r>
        <w:t>439.2413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439.3150</w:t>
      </w:r>
      <w:r>
        <w:tab/>
        <w:t>2.286e0</w:t>
      </w:r>
    </w:p>
    <w:p w:rsidR="00354DF7" w:rsidRDefault="00354DF7" w:rsidP="00354DF7">
      <w:pPr>
        <w:tabs>
          <w:tab w:val="left" w:pos="6195"/>
        </w:tabs>
      </w:pPr>
      <w:r>
        <w:t>439.3514</w:t>
      </w:r>
      <w:r>
        <w:tab/>
        <w:t>1.440e0</w:t>
      </w:r>
    </w:p>
    <w:p w:rsidR="00354DF7" w:rsidRDefault="00354DF7" w:rsidP="00354DF7">
      <w:pPr>
        <w:tabs>
          <w:tab w:val="left" w:pos="6195"/>
        </w:tabs>
      </w:pPr>
      <w:r>
        <w:t>439.3745</w:t>
      </w:r>
      <w:r>
        <w:tab/>
        <w:t>3.442e0</w:t>
      </w:r>
    </w:p>
    <w:p w:rsidR="00354DF7" w:rsidRDefault="00354DF7" w:rsidP="00354DF7">
      <w:pPr>
        <w:tabs>
          <w:tab w:val="left" w:pos="6195"/>
        </w:tabs>
      </w:pPr>
      <w:r>
        <w:t>439.3839</w:t>
      </w:r>
      <w:r>
        <w:tab/>
        <w:t>2.891e0</w:t>
      </w:r>
    </w:p>
    <w:p w:rsidR="00354DF7" w:rsidRDefault="00354DF7" w:rsidP="00354DF7">
      <w:pPr>
        <w:tabs>
          <w:tab w:val="left" w:pos="6195"/>
        </w:tabs>
      </w:pPr>
      <w:r>
        <w:t>439.3917</w:t>
      </w:r>
      <w:r>
        <w:tab/>
        <w:t>4.212e0</w:t>
      </w:r>
    </w:p>
    <w:p w:rsidR="00354DF7" w:rsidRDefault="00354DF7" w:rsidP="00354DF7">
      <w:pPr>
        <w:tabs>
          <w:tab w:val="left" w:pos="6195"/>
        </w:tabs>
      </w:pPr>
      <w:r>
        <w:t>439.3929</w:t>
      </w:r>
      <w:r>
        <w:tab/>
        <w:t>2.146e0</w:t>
      </w:r>
    </w:p>
    <w:p w:rsidR="00354DF7" w:rsidRDefault="00354DF7" w:rsidP="00354DF7">
      <w:pPr>
        <w:tabs>
          <w:tab w:val="left" w:pos="6195"/>
        </w:tabs>
      </w:pPr>
      <w:r>
        <w:t>439.4033</w:t>
      </w:r>
      <w:r>
        <w:tab/>
        <w:t>3.803e0</w:t>
      </w:r>
    </w:p>
    <w:p w:rsidR="00354DF7" w:rsidRDefault="00354DF7" w:rsidP="00354DF7">
      <w:pPr>
        <w:tabs>
          <w:tab w:val="left" w:pos="6195"/>
        </w:tabs>
      </w:pPr>
      <w:r>
        <w:t>439.4293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439.4339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439.4556</w:t>
      </w:r>
      <w:r>
        <w:tab/>
        <w:t>1.914e0</w:t>
      </w:r>
    </w:p>
    <w:p w:rsidR="00354DF7" w:rsidRDefault="00354DF7" w:rsidP="00354DF7">
      <w:pPr>
        <w:tabs>
          <w:tab w:val="left" w:pos="6195"/>
        </w:tabs>
      </w:pPr>
      <w:r>
        <w:t>439.4658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439.4907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439.5143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439.5188</w:t>
      </w:r>
      <w:r>
        <w:tab/>
        <w:t>2.203e0</w:t>
      </w:r>
    </w:p>
    <w:p w:rsidR="00354DF7" w:rsidRDefault="00354DF7" w:rsidP="00354DF7">
      <w:pPr>
        <w:tabs>
          <w:tab w:val="left" w:pos="6195"/>
        </w:tabs>
      </w:pPr>
      <w:r>
        <w:t>439.5289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439.5366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439.5751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439.5876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439.5976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439.6365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439.6593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439.6809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439.6909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439.7125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439.7145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439.7164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439.7334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439.7526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439.7619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439.7826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439.7874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439.8141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439.8212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439.8279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439.8679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439.8704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439.9001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439.9274</w:t>
      </w:r>
      <w:r>
        <w:tab/>
        <w:t>4.959e0</w:t>
      </w:r>
    </w:p>
    <w:p w:rsidR="00354DF7" w:rsidRDefault="00354DF7" w:rsidP="00354DF7">
      <w:pPr>
        <w:tabs>
          <w:tab w:val="left" w:pos="6195"/>
        </w:tabs>
      </w:pPr>
      <w:r>
        <w:t>439.9385</w:t>
      </w:r>
      <w:r>
        <w:tab/>
        <w:t>1.845e0</w:t>
      </w:r>
    </w:p>
    <w:p w:rsidR="00354DF7" w:rsidRDefault="00354DF7" w:rsidP="00354DF7">
      <w:pPr>
        <w:tabs>
          <w:tab w:val="left" w:pos="6195"/>
        </w:tabs>
      </w:pPr>
      <w:r>
        <w:t>439.9450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439.9817</w:t>
      </w:r>
      <w:r>
        <w:tab/>
        <w:t>2.842e0</w:t>
      </w:r>
    </w:p>
    <w:p w:rsidR="00354DF7" w:rsidRDefault="00354DF7" w:rsidP="00354DF7">
      <w:pPr>
        <w:tabs>
          <w:tab w:val="left" w:pos="6195"/>
        </w:tabs>
      </w:pPr>
      <w:r>
        <w:t>440.0002</w:t>
      </w:r>
      <w:r>
        <w:tab/>
        <w:t>3.450e0</w:t>
      </w:r>
    </w:p>
    <w:p w:rsidR="00354DF7" w:rsidRDefault="00354DF7" w:rsidP="00354DF7">
      <w:pPr>
        <w:tabs>
          <w:tab w:val="left" w:pos="6195"/>
        </w:tabs>
      </w:pPr>
      <w:r>
        <w:t>440.0256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440.0270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440.0570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440.0741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440.0789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440.0942</w:t>
      </w:r>
      <w:r>
        <w:tab/>
        <w:t>1.874e0</w:t>
      </w:r>
    </w:p>
    <w:p w:rsidR="00354DF7" w:rsidRDefault="00354DF7" w:rsidP="00354DF7">
      <w:pPr>
        <w:tabs>
          <w:tab w:val="left" w:pos="6195"/>
        </w:tabs>
      </w:pPr>
      <w:r>
        <w:t>440.1215</w:t>
      </w:r>
      <w:r>
        <w:tab/>
        <w:t>4.432e0</w:t>
      </w:r>
    </w:p>
    <w:p w:rsidR="00354DF7" w:rsidRDefault="00354DF7" w:rsidP="00354DF7">
      <w:pPr>
        <w:tabs>
          <w:tab w:val="left" w:pos="6195"/>
        </w:tabs>
      </w:pPr>
      <w:r>
        <w:t>440.1591</w:t>
      </w:r>
      <w:r>
        <w:tab/>
        <w:t>1.332e0</w:t>
      </w:r>
    </w:p>
    <w:p w:rsidR="00354DF7" w:rsidRDefault="00354DF7" w:rsidP="00354DF7">
      <w:pPr>
        <w:tabs>
          <w:tab w:val="left" w:pos="6195"/>
        </w:tabs>
      </w:pPr>
      <w:r>
        <w:t>440.1893</w:t>
      </w:r>
      <w:r>
        <w:tab/>
        <w:t>8.125e0</w:t>
      </w:r>
    </w:p>
    <w:p w:rsidR="00354DF7" w:rsidRDefault="00354DF7" w:rsidP="00354DF7">
      <w:pPr>
        <w:tabs>
          <w:tab w:val="left" w:pos="6195"/>
        </w:tabs>
      </w:pPr>
      <w:r>
        <w:t>440.1908</w:t>
      </w:r>
      <w:r>
        <w:tab/>
        <w:t>7.355e0</w:t>
      </w:r>
    </w:p>
    <w:p w:rsidR="00354DF7" w:rsidRDefault="00354DF7" w:rsidP="00354DF7">
      <w:pPr>
        <w:tabs>
          <w:tab w:val="left" w:pos="6195"/>
        </w:tabs>
      </w:pPr>
      <w:r>
        <w:t>440.1962</w:t>
      </w:r>
      <w:r>
        <w:tab/>
        <w:t>1.214e1</w:t>
      </w:r>
    </w:p>
    <w:p w:rsidR="00354DF7" w:rsidRDefault="00354DF7" w:rsidP="00354DF7">
      <w:pPr>
        <w:tabs>
          <w:tab w:val="left" w:pos="6195"/>
        </w:tabs>
      </w:pPr>
      <w:r>
        <w:t>440.2116</w:t>
      </w:r>
      <w:r>
        <w:tab/>
        <w:t>1.228e1</w:t>
      </w:r>
    </w:p>
    <w:p w:rsidR="00354DF7" w:rsidRDefault="00354DF7" w:rsidP="00354DF7">
      <w:pPr>
        <w:tabs>
          <w:tab w:val="left" w:pos="6195"/>
        </w:tabs>
      </w:pPr>
      <w:r>
        <w:t>440.2535</w:t>
      </w:r>
      <w:r>
        <w:tab/>
        <w:t>3.651e0</w:t>
      </w:r>
    </w:p>
    <w:p w:rsidR="00354DF7" w:rsidRDefault="00354DF7" w:rsidP="00354DF7">
      <w:pPr>
        <w:tabs>
          <w:tab w:val="left" w:pos="6195"/>
        </w:tabs>
      </w:pPr>
      <w:r>
        <w:t>440.2704</w:t>
      </w:r>
      <w:r>
        <w:tab/>
        <w:t>1.075e0</w:t>
      </w:r>
    </w:p>
    <w:p w:rsidR="00354DF7" w:rsidRDefault="00354DF7" w:rsidP="00354DF7">
      <w:pPr>
        <w:tabs>
          <w:tab w:val="left" w:pos="6195"/>
        </w:tabs>
      </w:pPr>
      <w:r>
        <w:t>440.2820</w:t>
      </w:r>
      <w:r>
        <w:tab/>
        <w:t>3.576e0</w:t>
      </w:r>
    </w:p>
    <w:p w:rsidR="00354DF7" w:rsidRDefault="00354DF7" w:rsidP="00354DF7">
      <w:pPr>
        <w:tabs>
          <w:tab w:val="left" w:pos="6195"/>
        </w:tabs>
      </w:pPr>
      <w:r>
        <w:t>440.3060</w:t>
      </w:r>
      <w:r>
        <w:tab/>
        <w:t>2.854e0</w:t>
      </w:r>
    </w:p>
    <w:p w:rsidR="00354DF7" w:rsidRDefault="00354DF7" w:rsidP="00354DF7">
      <w:pPr>
        <w:tabs>
          <w:tab w:val="left" w:pos="6195"/>
        </w:tabs>
      </w:pPr>
      <w:r>
        <w:t>440.3226</w:t>
      </w:r>
      <w:r>
        <w:tab/>
        <w:t>1.021e0</w:t>
      </w:r>
    </w:p>
    <w:p w:rsidR="00354DF7" w:rsidRDefault="00354DF7" w:rsidP="00354DF7">
      <w:pPr>
        <w:tabs>
          <w:tab w:val="left" w:pos="6195"/>
        </w:tabs>
      </w:pPr>
      <w:r>
        <w:t>440.3490</w:t>
      </w:r>
      <w:r>
        <w:tab/>
        <w:t>6.287e0</w:t>
      </w:r>
    </w:p>
    <w:p w:rsidR="00354DF7" w:rsidRDefault="00354DF7" w:rsidP="00354DF7">
      <w:pPr>
        <w:tabs>
          <w:tab w:val="left" w:pos="6195"/>
        </w:tabs>
      </w:pPr>
      <w:r>
        <w:t>440.3554</w:t>
      </w:r>
      <w:r>
        <w:tab/>
        <w:t>2.569e0</w:t>
      </w:r>
    </w:p>
    <w:p w:rsidR="00354DF7" w:rsidRDefault="00354DF7" w:rsidP="00354DF7">
      <w:pPr>
        <w:tabs>
          <w:tab w:val="left" w:pos="6195"/>
        </w:tabs>
      </w:pPr>
      <w:r>
        <w:t>440.3606</w:t>
      </w:r>
      <w:r>
        <w:tab/>
        <w:t>2.128e0</w:t>
      </w:r>
    </w:p>
    <w:p w:rsidR="00354DF7" w:rsidRDefault="00354DF7" w:rsidP="00354DF7">
      <w:pPr>
        <w:tabs>
          <w:tab w:val="left" w:pos="6195"/>
        </w:tabs>
      </w:pPr>
      <w:r>
        <w:t>440.3834</w:t>
      </w:r>
      <w:r>
        <w:tab/>
        <w:t>3.370e0</w:t>
      </w:r>
    </w:p>
    <w:p w:rsidR="00354DF7" w:rsidRDefault="00354DF7" w:rsidP="00354DF7">
      <w:pPr>
        <w:tabs>
          <w:tab w:val="left" w:pos="6195"/>
        </w:tabs>
      </w:pPr>
      <w:r>
        <w:t>440.3858</w:t>
      </w:r>
      <w:r>
        <w:tab/>
        <w:t>5.696e0</w:t>
      </w:r>
    </w:p>
    <w:p w:rsidR="00354DF7" w:rsidRDefault="00354DF7" w:rsidP="00354DF7">
      <w:pPr>
        <w:tabs>
          <w:tab w:val="left" w:pos="6195"/>
        </w:tabs>
      </w:pPr>
      <w:r>
        <w:t>440.3886</w:t>
      </w:r>
      <w:r>
        <w:tab/>
        <w:t>7.428e0</w:t>
      </w:r>
    </w:p>
    <w:p w:rsidR="00354DF7" w:rsidRDefault="00354DF7" w:rsidP="00354DF7">
      <w:pPr>
        <w:tabs>
          <w:tab w:val="left" w:pos="6195"/>
        </w:tabs>
      </w:pPr>
      <w:r>
        <w:t>440.4167</w:t>
      </w:r>
      <w:r>
        <w:tab/>
        <w:t>2.063e0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440.4379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440.4583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440.4840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440.4896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440.4949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440.5219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440.5472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440.5540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440.5860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440.6031</w:t>
      </w:r>
      <w:r>
        <w:tab/>
        <w:t>5.917e0</w:t>
      </w:r>
    </w:p>
    <w:p w:rsidR="00354DF7" w:rsidRDefault="00354DF7" w:rsidP="00354DF7">
      <w:pPr>
        <w:tabs>
          <w:tab w:val="left" w:pos="6195"/>
        </w:tabs>
      </w:pPr>
      <w:r>
        <w:t>440.6449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440.6526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440.6814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440.6862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440.7068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440.7249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440.7412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440.7441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440.7716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440.7835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440.7877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440.8015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440.8175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440.8262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440.8357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440.8469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440.8535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440.8639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440.8796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440.9037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440.9057</w:t>
      </w:r>
      <w:r>
        <w:tab/>
        <w:t>6.000e0</w:t>
      </w:r>
    </w:p>
    <w:p w:rsidR="00354DF7" w:rsidRDefault="00354DF7" w:rsidP="00354DF7">
      <w:pPr>
        <w:tabs>
          <w:tab w:val="left" w:pos="6195"/>
        </w:tabs>
      </w:pPr>
      <w:r>
        <w:t>440.9202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440.9263</w:t>
      </w:r>
      <w:r>
        <w:tab/>
        <w:t>4.820e0</w:t>
      </w:r>
    </w:p>
    <w:p w:rsidR="00354DF7" w:rsidRDefault="00354DF7" w:rsidP="00354DF7">
      <w:pPr>
        <w:tabs>
          <w:tab w:val="left" w:pos="6195"/>
        </w:tabs>
      </w:pPr>
      <w:r>
        <w:t>440.9604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440.9673</w:t>
      </w:r>
      <w:r>
        <w:tab/>
        <w:t>1.799e0</w:t>
      </w:r>
    </w:p>
    <w:p w:rsidR="00354DF7" w:rsidRDefault="00354DF7" w:rsidP="00354DF7">
      <w:pPr>
        <w:tabs>
          <w:tab w:val="left" w:pos="6195"/>
        </w:tabs>
      </w:pPr>
      <w:r>
        <w:t>440.9688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440.9713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440.9928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441.0081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441.0293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441.0337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441.0525</w:t>
      </w:r>
      <w:r>
        <w:tab/>
        <w:t>5.620e0</w:t>
      </w:r>
    </w:p>
    <w:p w:rsidR="00354DF7" w:rsidRDefault="00354DF7" w:rsidP="00354DF7">
      <w:pPr>
        <w:tabs>
          <w:tab w:val="left" w:pos="6195"/>
        </w:tabs>
      </w:pPr>
      <w:r>
        <w:t>441.0544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441.0599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441.0679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441.1069</w:t>
      </w:r>
      <w:r>
        <w:tab/>
        <w:t>2.934e0</w:t>
      </w:r>
    </w:p>
    <w:p w:rsidR="00354DF7" w:rsidRDefault="00354DF7" w:rsidP="00354DF7">
      <w:pPr>
        <w:tabs>
          <w:tab w:val="left" w:pos="6195"/>
        </w:tabs>
      </w:pPr>
      <w:r>
        <w:t>441.1214</w:t>
      </w:r>
      <w:r>
        <w:tab/>
        <w:t>4.022e0</w:t>
      </w:r>
    </w:p>
    <w:p w:rsidR="00354DF7" w:rsidRDefault="00354DF7" w:rsidP="00354DF7">
      <w:pPr>
        <w:tabs>
          <w:tab w:val="left" w:pos="6195"/>
        </w:tabs>
      </w:pPr>
      <w:r>
        <w:t>441.1383</w:t>
      </w:r>
      <w:r>
        <w:tab/>
        <w:t>2.836e0</w:t>
      </w:r>
    </w:p>
    <w:p w:rsidR="00354DF7" w:rsidRDefault="00354DF7" w:rsidP="00354DF7">
      <w:pPr>
        <w:tabs>
          <w:tab w:val="left" w:pos="6195"/>
        </w:tabs>
      </w:pPr>
      <w:r>
        <w:t>441.1739</w:t>
      </w:r>
      <w:r>
        <w:tab/>
        <w:t>5.961e0</w:t>
      </w:r>
    </w:p>
    <w:p w:rsidR="00354DF7" w:rsidRDefault="00354DF7" w:rsidP="00354DF7">
      <w:pPr>
        <w:tabs>
          <w:tab w:val="left" w:pos="6195"/>
        </w:tabs>
      </w:pPr>
      <w:r>
        <w:t>441.1866</w:t>
      </w:r>
      <w:r>
        <w:tab/>
        <w:t>3.493e0</w:t>
      </w:r>
    </w:p>
    <w:p w:rsidR="00354DF7" w:rsidRDefault="00354DF7" w:rsidP="00354DF7">
      <w:pPr>
        <w:tabs>
          <w:tab w:val="left" w:pos="6195"/>
        </w:tabs>
      </w:pPr>
      <w:r>
        <w:t>441.1885</w:t>
      </w:r>
      <w:r>
        <w:tab/>
        <w:t>5.156e0</w:t>
      </w:r>
    </w:p>
    <w:p w:rsidR="00354DF7" w:rsidRDefault="00354DF7" w:rsidP="00354DF7">
      <w:pPr>
        <w:tabs>
          <w:tab w:val="left" w:pos="6195"/>
        </w:tabs>
      </w:pPr>
      <w:r>
        <w:t>441.1976</w:t>
      </w:r>
      <w:r>
        <w:tab/>
        <w:t>2.189e0</w:t>
      </w:r>
    </w:p>
    <w:p w:rsidR="00354DF7" w:rsidRDefault="00354DF7" w:rsidP="00354DF7">
      <w:pPr>
        <w:tabs>
          <w:tab w:val="left" w:pos="6195"/>
        </w:tabs>
      </w:pPr>
      <w:r>
        <w:t>441.2347</w:t>
      </w:r>
      <w:r>
        <w:tab/>
        <w:t>2.271e0</w:t>
      </w:r>
    </w:p>
    <w:p w:rsidR="00354DF7" w:rsidRDefault="00354DF7" w:rsidP="00354DF7">
      <w:pPr>
        <w:tabs>
          <w:tab w:val="left" w:pos="6195"/>
        </w:tabs>
      </w:pPr>
      <w:r>
        <w:t>441.2442</w:t>
      </w:r>
      <w:r>
        <w:tab/>
        <w:t>1.916e0</w:t>
      </w:r>
    </w:p>
    <w:p w:rsidR="00354DF7" w:rsidRDefault="00354DF7" w:rsidP="00354DF7">
      <w:pPr>
        <w:tabs>
          <w:tab w:val="left" w:pos="6195"/>
        </w:tabs>
      </w:pPr>
      <w:r>
        <w:t>441.2461</w:t>
      </w:r>
      <w:r>
        <w:tab/>
        <w:t>4.492e0</w:t>
      </w:r>
    </w:p>
    <w:p w:rsidR="00354DF7" w:rsidRDefault="00354DF7" w:rsidP="00354DF7">
      <w:pPr>
        <w:tabs>
          <w:tab w:val="left" w:pos="6195"/>
        </w:tabs>
      </w:pPr>
      <w:r>
        <w:t>441.2487</w:t>
      </w:r>
      <w:r>
        <w:tab/>
        <w:t>1.440e0</w:t>
      </w:r>
    </w:p>
    <w:p w:rsidR="00354DF7" w:rsidRDefault="00354DF7" w:rsidP="00354DF7">
      <w:pPr>
        <w:tabs>
          <w:tab w:val="left" w:pos="6195"/>
        </w:tabs>
      </w:pPr>
      <w:r>
        <w:t>441.2840</w:t>
      </w:r>
      <w:r>
        <w:tab/>
        <w:t>1.468e0</w:t>
      </w:r>
    </w:p>
    <w:p w:rsidR="00354DF7" w:rsidRDefault="00354DF7" w:rsidP="00354DF7">
      <w:pPr>
        <w:tabs>
          <w:tab w:val="left" w:pos="6195"/>
        </w:tabs>
      </w:pPr>
      <w:r>
        <w:lastRenderedPageBreak/>
        <w:t>441.2961</w:t>
      </w:r>
      <w:r>
        <w:tab/>
        <w:t>4.126e0</w:t>
      </w:r>
    </w:p>
    <w:p w:rsidR="00354DF7" w:rsidRDefault="00354DF7" w:rsidP="00354DF7">
      <w:pPr>
        <w:tabs>
          <w:tab w:val="left" w:pos="6195"/>
        </w:tabs>
      </w:pPr>
      <w:r>
        <w:t>441.3415</w:t>
      </w:r>
      <w:r>
        <w:tab/>
        <w:t>1.655e0</w:t>
      </w:r>
    </w:p>
    <w:p w:rsidR="00354DF7" w:rsidRDefault="00354DF7" w:rsidP="00354DF7">
      <w:pPr>
        <w:tabs>
          <w:tab w:val="left" w:pos="6195"/>
        </w:tabs>
      </w:pPr>
      <w:r>
        <w:t>441.3446</w:t>
      </w:r>
      <w:r>
        <w:tab/>
        <w:t>3.860e0</w:t>
      </w:r>
    </w:p>
    <w:p w:rsidR="00354DF7" w:rsidRDefault="00354DF7" w:rsidP="00354DF7">
      <w:pPr>
        <w:tabs>
          <w:tab w:val="left" w:pos="6195"/>
        </w:tabs>
      </w:pPr>
      <w:r>
        <w:t>441.3542</w:t>
      </w:r>
      <w:r>
        <w:tab/>
        <w:t>7.632e0</w:t>
      </w:r>
    </w:p>
    <w:p w:rsidR="00354DF7" w:rsidRDefault="00354DF7" w:rsidP="00354DF7">
      <w:pPr>
        <w:tabs>
          <w:tab w:val="left" w:pos="6195"/>
        </w:tabs>
      </w:pPr>
      <w:r>
        <w:t>441.3956</w:t>
      </w:r>
      <w:r>
        <w:tab/>
        <w:t>1.456e0</w:t>
      </w:r>
    </w:p>
    <w:p w:rsidR="00354DF7" w:rsidRDefault="00354DF7" w:rsidP="00354DF7">
      <w:pPr>
        <w:tabs>
          <w:tab w:val="left" w:pos="6195"/>
        </w:tabs>
      </w:pPr>
      <w:r>
        <w:t>441.4012</w:t>
      </w:r>
      <w:r>
        <w:tab/>
        <w:t>3.336e0</w:t>
      </w:r>
    </w:p>
    <w:p w:rsidR="00354DF7" w:rsidRDefault="00354DF7" w:rsidP="00354DF7">
      <w:pPr>
        <w:tabs>
          <w:tab w:val="left" w:pos="6195"/>
        </w:tabs>
      </w:pPr>
      <w:r>
        <w:t>441.4043</w:t>
      </w:r>
      <w:r>
        <w:tab/>
        <w:t>1.154e0</w:t>
      </w:r>
    </w:p>
    <w:p w:rsidR="00354DF7" w:rsidRDefault="00354DF7" w:rsidP="00354DF7">
      <w:pPr>
        <w:tabs>
          <w:tab w:val="left" w:pos="6195"/>
        </w:tabs>
      </w:pPr>
      <w:r>
        <w:t>441.4070</w:t>
      </w:r>
      <w:r>
        <w:tab/>
        <w:t>4.722e0</w:t>
      </w:r>
    </w:p>
    <w:p w:rsidR="00354DF7" w:rsidRDefault="00354DF7" w:rsidP="00354DF7">
      <w:pPr>
        <w:tabs>
          <w:tab w:val="left" w:pos="6195"/>
        </w:tabs>
      </w:pPr>
      <w:r>
        <w:t>441.4381</w:t>
      </w:r>
      <w:r>
        <w:tab/>
        <w:t>1.749e0</w:t>
      </w:r>
    </w:p>
    <w:p w:rsidR="00354DF7" w:rsidRDefault="00354DF7" w:rsidP="00354DF7">
      <w:pPr>
        <w:tabs>
          <w:tab w:val="left" w:pos="6195"/>
        </w:tabs>
      </w:pPr>
      <w:r>
        <w:t>441.4482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441.4565</w:t>
      </w:r>
      <w:r>
        <w:tab/>
        <w:t>2.940e0</w:t>
      </w:r>
    </w:p>
    <w:p w:rsidR="00354DF7" w:rsidRDefault="00354DF7" w:rsidP="00354DF7">
      <w:pPr>
        <w:tabs>
          <w:tab w:val="left" w:pos="6195"/>
        </w:tabs>
      </w:pPr>
      <w:r>
        <w:t>441.4658</w:t>
      </w:r>
      <w:r>
        <w:tab/>
        <w:t>2.934e0</w:t>
      </w:r>
    </w:p>
    <w:p w:rsidR="00354DF7" w:rsidRDefault="00354DF7" w:rsidP="00354DF7">
      <w:pPr>
        <w:tabs>
          <w:tab w:val="left" w:pos="6195"/>
        </w:tabs>
      </w:pPr>
      <w:r>
        <w:t>441.4822</w:t>
      </w:r>
      <w:r>
        <w:tab/>
        <w:t>6.027e0</w:t>
      </w:r>
    </w:p>
    <w:p w:rsidR="00354DF7" w:rsidRDefault="00354DF7" w:rsidP="00354DF7">
      <w:pPr>
        <w:tabs>
          <w:tab w:val="left" w:pos="6195"/>
        </w:tabs>
      </w:pPr>
      <w:r>
        <w:t>441.4937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441.5172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441.5398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441.5565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441.5712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441.5831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441.6127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441.6283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441.6355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441.6450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441.6530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441.6630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441.6725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441.6915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441.7282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441.7296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441.7484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441.7529</w:t>
      </w:r>
      <w:r>
        <w:tab/>
        <w:t>3.101e0</w:t>
      </w:r>
    </w:p>
    <w:p w:rsidR="00354DF7" w:rsidRDefault="00354DF7" w:rsidP="00354DF7">
      <w:pPr>
        <w:tabs>
          <w:tab w:val="left" w:pos="6195"/>
        </w:tabs>
      </w:pPr>
      <w:r>
        <w:t>441.7689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441.7921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441.8105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441.8351</w:t>
      </w:r>
      <w:r>
        <w:tab/>
        <w:t>2.995e0</w:t>
      </w:r>
    </w:p>
    <w:p w:rsidR="00354DF7" w:rsidRDefault="00354DF7" w:rsidP="00354DF7">
      <w:pPr>
        <w:tabs>
          <w:tab w:val="left" w:pos="6195"/>
        </w:tabs>
      </w:pPr>
      <w:r>
        <w:t>441.8535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441.8673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441.8737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441.8911</w:t>
      </w:r>
      <w:r>
        <w:tab/>
        <w:t>3.020e0</w:t>
      </w:r>
    </w:p>
    <w:p w:rsidR="00354DF7" w:rsidRDefault="00354DF7" w:rsidP="00354DF7">
      <w:pPr>
        <w:tabs>
          <w:tab w:val="left" w:pos="6195"/>
        </w:tabs>
      </w:pPr>
      <w:r>
        <w:t>441.8928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441.9038</w:t>
      </w:r>
      <w:r>
        <w:tab/>
        <w:t>1.982e0</w:t>
      </w:r>
    </w:p>
    <w:p w:rsidR="00354DF7" w:rsidRDefault="00354DF7" w:rsidP="00354DF7">
      <w:pPr>
        <w:tabs>
          <w:tab w:val="left" w:pos="6195"/>
        </w:tabs>
      </w:pPr>
      <w:r>
        <w:t>441.9313</w:t>
      </w:r>
      <w:r>
        <w:tab/>
        <w:t>4.425e0</w:t>
      </w:r>
    </w:p>
    <w:p w:rsidR="00354DF7" w:rsidRDefault="00354DF7" w:rsidP="00354DF7">
      <w:pPr>
        <w:tabs>
          <w:tab w:val="left" w:pos="6195"/>
        </w:tabs>
      </w:pPr>
      <w:r>
        <w:t>441.9538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441.9641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441.9663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441.9724</w:t>
      </w:r>
      <w:r>
        <w:tab/>
        <w:t>2.588e0</w:t>
      </w:r>
    </w:p>
    <w:p w:rsidR="00354DF7" w:rsidRDefault="00354DF7" w:rsidP="00354DF7">
      <w:pPr>
        <w:tabs>
          <w:tab w:val="left" w:pos="6195"/>
        </w:tabs>
      </w:pPr>
      <w:r>
        <w:t>441.9867</w:t>
      </w:r>
      <w:r>
        <w:tab/>
        <w:t>2.723e0</w:t>
      </w:r>
    </w:p>
    <w:p w:rsidR="00354DF7" w:rsidRDefault="00354DF7" w:rsidP="00354DF7">
      <w:pPr>
        <w:tabs>
          <w:tab w:val="left" w:pos="6195"/>
        </w:tabs>
      </w:pPr>
      <w:r>
        <w:t>441.9914</w:t>
      </w:r>
      <w:r>
        <w:tab/>
        <w:t>5.554e0</w:t>
      </w:r>
    </w:p>
    <w:p w:rsidR="00354DF7" w:rsidRDefault="00354DF7" w:rsidP="00354DF7">
      <w:pPr>
        <w:tabs>
          <w:tab w:val="left" w:pos="6195"/>
        </w:tabs>
      </w:pPr>
      <w:r>
        <w:t>442.0244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442.0342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442.0425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442.0585</w:t>
      </w:r>
      <w:r>
        <w:tab/>
        <w:t>3.751e0</w:t>
      </w:r>
    </w:p>
    <w:p w:rsidR="00354DF7" w:rsidRDefault="00354DF7" w:rsidP="00354DF7">
      <w:pPr>
        <w:tabs>
          <w:tab w:val="left" w:pos="6195"/>
        </w:tabs>
      </w:pPr>
      <w:r>
        <w:t>442.0639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442.0995</w:t>
      </w:r>
      <w:r>
        <w:tab/>
        <w:t>2.811e0</w:t>
      </w:r>
    </w:p>
    <w:p w:rsidR="00354DF7" w:rsidRDefault="00354DF7" w:rsidP="00354DF7">
      <w:pPr>
        <w:tabs>
          <w:tab w:val="left" w:pos="6195"/>
        </w:tabs>
      </w:pPr>
      <w:r>
        <w:t>442.1208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442.1395</w:t>
      </w:r>
      <w:r>
        <w:tab/>
        <w:t>1.573e0</w:t>
      </w:r>
    </w:p>
    <w:p w:rsidR="00354DF7" w:rsidRDefault="00354DF7" w:rsidP="00354DF7">
      <w:pPr>
        <w:tabs>
          <w:tab w:val="left" w:pos="6195"/>
        </w:tabs>
      </w:pPr>
      <w:r>
        <w:t>442.1448</w:t>
      </w:r>
      <w:r>
        <w:tab/>
        <w:t>2.419e0</w:t>
      </w:r>
    </w:p>
    <w:p w:rsidR="00354DF7" w:rsidRDefault="00354DF7" w:rsidP="00354DF7">
      <w:pPr>
        <w:tabs>
          <w:tab w:val="left" w:pos="6195"/>
        </w:tabs>
      </w:pPr>
      <w:r>
        <w:lastRenderedPageBreak/>
        <w:t>442.1650</w:t>
      </w:r>
      <w:r>
        <w:tab/>
        <w:t>4.078e0</w:t>
      </w:r>
    </w:p>
    <w:p w:rsidR="00354DF7" w:rsidRDefault="00354DF7" w:rsidP="00354DF7">
      <w:pPr>
        <w:tabs>
          <w:tab w:val="left" w:pos="6195"/>
        </w:tabs>
      </w:pPr>
      <w:r>
        <w:t>442.1703</w:t>
      </w:r>
      <w:r>
        <w:tab/>
        <w:t>1.045e0</w:t>
      </w:r>
    </w:p>
    <w:p w:rsidR="00354DF7" w:rsidRDefault="00354DF7" w:rsidP="00354DF7">
      <w:pPr>
        <w:tabs>
          <w:tab w:val="left" w:pos="6195"/>
        </w:tabs>
      </w:pPr>
      <w:r>
        <w:t>442.1825</w:t>
      </w:r>
      <w:r>
        <w:tab/>
        <w:t>3.333e0</w:t>
      </w:r>
    </w:p>
    <w:p w:rsidR="00354DF7" w:rsidRDefault="00354DF7" w:rsidP="00354DF7">
      <w:pPr>
        <w:tabs>
          <w:tab w:val="left" w:pos="6195"/>
        </w:tabs>
      </w:pPr>
      <w:r>
        <w:t>442.1842</w:t>
      </w:r>
      <w:r>
        <w:tab/>
        <w:t>4.974e0</w:t>
      </w:r>
    </w:p>
    <w:p w:rsidR="00354DF7" w:rsidRDefault="00354DF7" w:rsidP="00354DF7">
      <w:pPr>
        <w:tabs>
          <w:tab w:val="left" w:pos="6195"/>
        </w:tabs>
      </w:pPr>
      <w:r>
        <w:t>442.1873</w:t>
      </w:r>
      <w:r>
        <w:tab/>
        <w:t>1.549e0</w:t>
      </w:r>
    </w:p>
    <w:p w:rsidR="00354DF7" w:rsidRDefault="00354DF7" w:rsidP="00354DF7">
      <w:pPr>
        <w:tabs>
          <w:tab w:val="left" w:pos="6195"/>
        </w:tabs>
      </w:pPr>
      <w:r>
        <w:t>442.2431</w:t>
      </w:r>
      <w:r>
        <w:tab/>
        <w:t>3.362e0</w:t>
      </w:r>
    </w:p>
    <w:p w:rsidR="00354DF7" w:rsidRDefault="00354DF7" w:rsidP="00354DF7">
      <w:pPr>
        <w:tabs>
          <w:tab w:val="left" w:pos="6195"/>
        </w:tabs>
      </w:pPr>
      <w:r>
        <w:t>442.2468</w:t>
      </w:r>
      <w:r>
        <w:tab/>
        <w:t>3.134e0</w:t>
      </w:r>
    </w:p>
    <w:p w:rsidR="00354DF7" w:rsidRDefault="00354DF7" w:rsidP="00354DF7">
      <w:pPr>
        <w:tabs>
          <w:tab w:val="left" w:pos="6195"/>
        </w:tabs>
      </w:pPr>
      <w:r>
        <w:t>442.2563</w:t>
      </w:r>
      <w:r>
        <w:tab/>
        <w:t>4.121e0</w:t>
      </w:r>
    </w:p>
    <w:p w:rsidR="00354DF7" w:rsidRDefault="00354DF7" w:rsidP="00354DF7">
      <w:pPr>
        <w:tabs>
          <w:tab w:val="left" w:pos="6195"/>
        </w:tabs>
      </w:pPr>
      <w:r>
        <w:t>442.2837</w:t>
      </w:r>
      <w:r>
        <w:tab/>
        <w:t>3.362e0</w:t>
      </w:r>
    </w:p>
    <w:p w:rsidR="00354DF7" w:rsidRDefault="00354DF7" w:rsidP="00354DF7">
      <w:pPr>
        <w:tabs>
          <w:tab w:val="left" w:pos="6195"/>
        </w:tabs>
      </w:pPr>
      <w:r>
        <w:t>442.3019</w:t>
      </w:r>
      <w:r>
        <w:tab/>
        <w:t>2.932e0</w:t>
      </w:r>
    </w:p>
    <w:p w:rsidR="00354DF7" w:rsidRDefault="00354DF7" w:rsidP="00354DF7">
      <w:pPr>
        <w:tabs>
          <w:tab w:val="left" w:pos="6195"/>
        </w:tabs>
      </w:pPr>
      <w:r>
        <w:t>442.3071</w:t>
      </w:r>
      <w:r>
        <w:tab/>
        <w:t>3.213e0</w:t>
      </w:r>
    </w:p>
    <w:p w:rsidR="00354DF7" w:rsidRDefault="00354DF7" w:rsidP="00354DF7">
      <w:pPr>
        <w:tabs>
          <w:tab w:val="left" w:pos="6195"/>
        </w:tabs>
      </w:pPr>
      <w:r>
        <w:t>442.3292</w:t>
      </w:r>
      <w:r>
        <w:tab/>
        <w:t>7.262e0</w:t>
      </w:r>
    </w:p>
    <w:p w:rsidR="00354DF7" w:rsidRDefault="00354DF7" w:rsidP="00354DF7">
      <w:pPr>
        <w:tabs>
          <w:tab w:val="left" w:pos="6195"/>
        </w:tabs>
      </w:pPr>
      <w:r>
        <w:t>442.3587</w:t>
      </w:r>
      <w:r>
        <w:tab/>
        <w:t>8.330e0</w:t>
      </w:r>
    </w:p>
    <w:p w:rsidR="00354DF7" w:rsidRDefault="00354DF7" w:rsidP="00354DF7">
      <w:pPr>
        <w:tabs>
          <w:tab w:val="left" w:pos="6195"/>
        </w:tabs>
      </w:pPr>
      <w:r>
        <w:t>442.3631</w:t>
      </w:r>
      <w:r>
        <w:tab/>
        <w:t>2.459e1</w:t>
      </w:r>
    </w:p>
    <w:p w:rsidR="00354DF7" w:rsidRDefault="00354DF7" w:rsidP="00354DF7">
      <w:pPr>
        <w:tabs>
          <w:tab w:val="left" w:pos="6195"/>
        </w:tabs>
      </w:pPr>
      <w:r>
        <w:t>442.3701</w:t>
      </w:r>
      <w:r>
        <w:tab/>
        <w:t>2.345e1</w:t>
      </w:r>
    </w:p>
    <w:p w:rsidR="00354DF7" w:rsidRDefault="00354DF7" w:rsidP="00354DF7">
      <w:pPr>
        <w:tabs>
          <w:tab w:val="left" w:pos="6195"/>
        </w:tabs>
      </w:pPr>
      <w:r>
        <w:t>442.3739</w:t>
      </w:r>
      <w:r>
        <w:tab/>
        <w:t>2.781e1</w:t>
      </w:r>
    </w:p>
    <w:p w:rsidR="00354DF7" w:rsidRDefault="00354DF7" w:rsidP="00354DF7">
      <w:pPr>
        <w:tabs>
          <w:tab w:val="left" w:pos="6195"/>
        </w:tabs>
      </w:pPr>
      <w:r>
        <w:t>442.3795</w:t>
      </w:r>
      <w:r>
        <w:tab/>
        <w:t>1.865e1</w:t>
      </w:r>
    </w:p>
    <w:p w:rsidR="00354DF7" w:rsidRDefault="00354DF7" w:rsidP="00354DF7">
      <w:pPr>
        <w:tabs>
          <w:tab w:val="left" w:pos="6195"/>
        </w:tabs>
      </w:pPr>
      <w:r>
        <w:t>442.4028</w:t>
      </w:r>
      <w:r>
        <w:tab/>
        <w:t>8.893e0</w:t>
      </w:r>
    </w:p>
    <w:p w:rsidR="00354DF7" w:rsidRDefault="00354DF7" w:rsidP="00354DF7">
      <w:pPr>
        <w:tabs>
          <w:tab w:val="left" w:pos="6195"/>
        </w:tabs>
      </w:pPr>
      <w:r>
        <w:t>442.4293</w:t>
      </w:r>
      <w:r>
        <w:tab/>
        <w:t>4.162e0</w:t>
      </w:r>
    </w:p>
    <w:p w:rsidR="00354DF7" w:rsidRDefault="00354DF7" w:rsidP="00354DF7">
      <w:pPr>
        <w:tabs>
          <w:tab w:val="left" w:pos="6195"/>
        </w:tabs>
      </w:pPr>
      <w:r>
        <w:lastRenderedPageBreak/>
        <w:t>442.4733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442.4754</w:t>
      </w:r>
      <w:r>
        <w:tab/>
        <w:t>5.907e0</w:t>
      </w:r>
    </w:p>
    <w:p w:rsidR="00354DF7" w:rsidRDefault="00354DF7" w:rsidP="00354DF7">
      <w:pPr>
        <w:tabs>
          <w:tab w:val="left" w:pos="6195"/>
        </w:tabs>
      </w:pPr>
      <w:r>
        <w:t>442.4967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442.5033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442.5325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442.5423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442.5437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442.5583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442.5594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442.5756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442.5825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442.6220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442.6391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442.6465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442.6795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442.7060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442.7101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442.7190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442.7292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442.7371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442.7465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442.7950</w:t>
      </w:r>
      <w:r>
        <w:tab/>
        <w:t>1.966e0</w:t>
      </w:r>
    </w:p>
    <w:p w:rsidR="00354DF7" w:rsidRDefault="00354DF7" w:rsidP="00354DF7">
      <w:pPr>
        <w:tabs>
          <w:tab w:val="left" w:pos="6195"/>
        </w:tabs>
      </w:pPr>
      <w:r>
        <w:t>442.8046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442.8075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442.8228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442.8643</w:t>
      </w:r>
      <w:r>
        <w:tab/>
        <w:t>2.949e0</w:t>
      </w:r>
    </w:p>
    <w:p w:rsidR="00354DF7" w:rsidRDefault="00354DF7" w:rsidP="00354DF7">
      <w:pPr>
        <w:tabs>
          <w:tab w:val="left" w:pos="6195"/>
        </w:tabs>
      </w:pPr>
      <w:r>
        <w:t>442.8697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442.8969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442.9055</w:t>
      </w:r>
      <w:r>
        <w:tab/>
        <w:t>5.344e0</w:t>
      </w:r>
    </w:p>
    <w:p w:rsidR="00354DF7" w:rsidRDefault="00354DF7" w:rsidP="00354DF7">
      <w:pPr>
        <w:tabs>
          <w:tab w:val="left" w:pos="6195"/>
        </w:tabs>
      </w:pPr>
      <w:r>
        <w:t>442.9235</w:t>
      </w:r>
      <w:r>
        <w:tab/>
        <w:t>5.026e0</w:t>
      </w:r>
    </w:p>
    <w:p w:rsidR="00354DF7" w:rsidRDefault="00354DF7" w:rsidP="00354DF7">
      <w:pPr>
        <w:tabs>
          <w:tab w:val="left" w:pos="6195"/>
        </w:tabs>
      </w:pPr>
      <w:r>
        <w:t>442.9466</w:t>
      </w:r>
      <w:r>
        <w:tab/>
        <w:t>1.936e0</w:t>
      </w:r>
    </w:p>
    <w:p w:rsidR="00354DF7" w:rsidRDefault="00354DF7" w:rsidP="00354DF7">
      <w:pPr>
        <w:tabs>
          <w:tab w:val="left" w:pos="6195"/>
        </w:tabs>
      </w:pPr>
      <w:r>
        <w:t>442.9491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442.9555</w:t>
      </w:r>
      <w:r>
        <w:tab/>
        <w:t>4.783e0</w:t>
      </w:r>
    </w:p>
    <w:p w:rsidR="00354DF7" w:rsidRDefault="00354DF7" w:rsidP="00354DF7">
      <w:pPr>
        <w:tabs>
          <w:tab w:val="left" w:pos="6195"/>
        </w:tabs>
      </w:pPr>
      <w:r>
        <w:t>442.9590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443.0124</w:t>
      </w:r>
      <w:r>
        <w:tab/>
        <w:t>1.923e0</w:t>
      </w:r>
    </w:p>
    <w:p w:rsidR="00354DF7" w:rsidRDefault="00354DF7" w:rsidP="00354DF7">
      <w:pPr>
        <w:tabs>
          <w:tab w:val="left" w:pos="6195"/>
        </w:tabs>
      </w:pPr>
      <w:r>
        <w:t>443.0161</w:t>
      </w:r>
      <w:r>
        <w:tab/>
        <w:t>6.169e0</w:t>
      </w:r>
    </w:p>
    <w:p w:rsidR="00354DF7" w:rsidRDefault="00354DF7" w:rsidP="00354DF7">
      <w:pPr>
        <w:tabs>
          <w:tab w:val="left" w:pos="6195"/>
        </w:tabs>
      </w:pPr>
      <w:r>
        <w:t>443.0180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443.0312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443.0412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443.0557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443.0714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443.0777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443.1157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443.1254</w:t>
      </w:r>
      <w:r>
        <w:tab/>
        <w:t>4.609e0</w:t>
      </w:r>
    </w:p>
    <w:p w:rsidR="00354DF7" w:rsidRDefault="00354DF7" w:rsidP="00354DF7">
      <w:pPr>
        <w:tabs>
          <w:tab w:val="left" w:pos="6195"/>
        </w:tabs>
      </w:pPr>
      <w:r>
        <w:t>443.1486</w:t>
      </w:r>
      <w:r>
        <w:tab/>
        <w:t>2.962e0</w:t>
      </w:r>
    </w:p>
    <w:p w:rsidR="00354DF7" w:rsidRDefault="00354DF7" w:rsidP="00354DF7">
      <w:pPr>
        <w:tabs>
          <w:tab w:val="left" w:pos="6195"/>
        </w:tabs>
      </w:pPr>
      <w:r>
        <w:t>443.1692</w:t>
      </w:r>
      <w:r>
        <w:tab/>
        <w:t>4.360e0</w:t>
      </w:r>
    </w:p>
    <w:p w:rsidR="00354DF7" w:rsidRDefault="00354DF7" w:rsidP="00354DF7">
      <w:pPr>
        <w:tabs>
          <w:tab w:val="left" w:pos="6195"/>
        </w:tabs>
      </w:pPr>
      <w:r>
        <w:t>443.1926</w:t>
      </w:r>
      <w:r>
        <w:tab/>
        <w:t>7.000e0</w:t>
      </w:r>
    </w:p>
    <w:p w:rsidR="00354DF7" w:rsidRDefault="00354DF7" w:rsidP="00354DF7">
      <w:pPr>
        <w:tabs>
          <w:tab w:val="left" w:pos="6195"/>
        </w:tabs>
      </w:pPr>
      <w:r>
        <w:t>443.2097</w:t>
      </w:r>
      <w:r>
        <w:tab/>
        <w:t>1.535e0</w:t>
      </w:r>
    </w:p>
    <w:p w:rsidR="00354DF7" w:rsidRDefault="00354DF7" w:rsidP="00354DF7">
      <w:pPr>
        <w:tabs>
          <w:tab w:val="left" w:pos="6195"/>
        </w:tabs>
      </w:pPr>
      <w:r>
        <w:t>443.2173</w:t>
      </w:r>
      <w:r>
        <w:tab/>
        <w:t>4.660e0</w:t>
      </w:r>
    </w:p>
    <w:p w:rsidR="00354DF7" w:rsidRDefault="00354DF7" w:rsidP="00354DF7">
      <w:pPr>
        <w:tabs>
          <w:tab w:val="left" w:pos="6195"/>
        </w:tabs>
      </w:pPr>
      <w:r>
        <w:t>443.2400</w:t>
      </w:r>
      <w:r>
        <w:tab/>
        <w:t>3.776e0</w:t>
      </w:r>
    </w:p>
    <w:p w:rsidR="00354DF7" w:rsidRDefault="00354DF7" w:rsidP="00354DF7">
      <w:pPr>
        <w:tabs>
          <w:tab w:val="left" w:pos="6195"/>
        </w:tabs>
      </w:pPr>
      <w:r>
        <w:t>443.2775</w:t>
      </w:r>
      <w:r>
        <w:tab/>
        <w:t>2.034e0</w:t>
      </w:r>
    </w:p>
    <w:p w:rsidR="00354DF7" w:rsidRDefault="00354DF7" w:rsidP="00354DF7">
      <w:pPr>
        <w:tabs>
          <w:tab w:val="left" w:pos="6195"/>
        </w:tabs>
      </w:pPr>
      <w:r>
        <w:t>443.3022</w:t>
      </w:r>
      <w:r>
        <w:tab/>
        <w:t>1.532e0</w:t>
      </w:r>
    </w:p>
    <w:p w:rsidR="00354DF7" w:rsidRDefault="00354DF7" w:rsidP="00354DF7">
      <w:pPr>
        <w:tabs>
          <w:tab w:val="left" w:pos="6195"/>
        </w:tabs>
      </w:pPr>
      <w:r>
        <w:t>443.3033</w:t>
      </w:r>
      <w:r>
        <w:tab/>
        <w:t>8.473e0</w:t>
      </w:r>
    </w:p>
    <w:p w:rsidR="00354DF7" w:rsidRDefault="00354DF7" w:rsidP="00354DF7">
      <w:pPr>
        <w:tabs>
          <w:tab w:val="left" w:pos="6195"/>
        </w:tabs>
      </w:pPr>
      <w:r>
        <w:t>443.3215</w:t>
      </w:r>
      <w:r>
        <w:tab/>
        <w:t>6.210e0</w:t>
      </w:r>
    </w:p>
    <w:p w:rsidR="00354DF7" w:rsidRDefault="00354DF7" w:rsidP="00354DF7">
      <w:pPr>
        <w:tabs>
          <w:tab w:val="left" w:pos="6195"/>
        </w:tabs>
      </w:pPr>
      <w:r>
        <w:t>443.3262</w:t>
      </w:r>
      <w:r>
        <w:tab/>
        <w:t>7.349e0</w:t>
      </w:r>
    </w:p>
    <w:p w:rsidR="00354DF7" w:rsidRDefault="00354DF7" w:rsidP="00354DF7">
      <w:pPr>
        <w:tabs>
          <w:tab w:val="left" w:pos="6195"/>
        </w:tabs>
      </w:pPr>
      <w:r>
        <w:t>443.3326</w:t>
      </w:r>
      <w:r>
        <w:tab/>
        <w:t>5.059e0</w:t>
      </w:r>
    </w:p>
    <w:p w:rsidR="00354DF7" w:rsidRDefault="00354DF7" w:rsidP="00354DF7">
      <w:pPr>
        <w:tabs>
          <w:tab w:val="left" w:pos="6195"/>
        </w:tabs>
      </w:pPr>
      <w:r>
        <w:t>443.3705</w:t>
      </w:r>
      <w:r>
        <w:tab/>
        <w:t>7.504e0</w:t>
      </w:r>
    </w:p>
    <w:p w:rsidR="00354DF7" w:rsidRDefault="00354DF7" w:rsidP="00354DF7">
      <w:pPr>
        <w:tabs>
          <w:tab w:val="left" w:pos="6195"/>
        </w:tabs>
      </w:pPr>
      <w:r>
        <w:lastRenderedPageBreak/>
        <w:t>443.3891</w:t>
      </w:r>
      <w:r>
        <w:tab/>
        <w:t>1.125e0</w:t>
      </w:r>
    </w:p>
    <w:p w:rsidR="00354DF7" w:rsidRDefault="00354DF7" w:rsidP="00354DF7">
      <w:pPr>
        <w:tabs>
          <w:tab w:val="left" w:pos="6195"/>
        </w:tabs>
      </w:pPr>
      <w:r>
        <w:t>443.4084</w:t>
      </w:r>
      <w:r>
        <w:tab/>
        <w:t>2.307e0</w:t>
      </w:r>
    </w:p>
    <w:p w:rsidR="00354DF7" w:rsidRDefault="00354DF7" w:rsidP="00354DF7">
      <w:pPr>
        <w:tabs>
          <w:tab w:val="left" w:pos="6195"/>
        </w:tabs>
      </w:pPr>
      <w:r>
        <w:t>443.4098</w:t>
      </w:r>
      <w:r>
        <w:tab/>
        <w:t>6.674e0</w:t>
      </w:r>
    </w:p>
    <w:p w:rsidR="00354DF7" w:rsidRDefault="00354DF7" w:rsidP="00354DF7">
      <w:pPr>
        <w:tabs>
          <w:tab w:val="left" w:pos="6195"/>
        </w:tabs>
      </w:pPr>
      <w:r>
        <w:t>443.4208</w:t>
      </w:r>
      <w:r>
        <w:tab/>
        <w:t>1.924e0</w:t>
      </w:r>
    </w:p>
    <w:p w:rsidR="00354DF7" w:rsidRDefault="00354DF7" w:rsidP="00354DF7">
      <w:pPr>
        <w:tabs>
          <w:tab w:val="left" w:pos="6195"/>
        </w:tabs>
      </w:pPr>
      <w:r>
        <w:t>443.4454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443.4595</w:t>
      </w:r>
      <w:r>
        <w:tab/>
        <w:t>1.890e0</w:t>
      </w:r>
    </w:p>
    <w:p w:rsidR="00354DF7" w:rsidRDefault="00354DF7" w:rsidP="00354DF7">
      <w:pPr>
        <w:tabs>
          <w:tab w:val="left" w:pos="6195"/>
        </w:tabs>
      </w:pPr>
      <w:r>
        <w:t>443.4686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443.4798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443.4831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443.5191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443.5245</w:t>
      </w:r>
      <w:r>
        <w:tab/>
        <w:t>2.004e0</w:t>
      </w:r>
    </w:p>
    <w:p w:rsidR="00354DF7" w:rsidRDefault="00354DF7" w:rsidP="00354DF7">
      <w:pPr>
        <w:tabs>
          <w:tab w:val="left" w:pos="6195"/>
        </w:tabs>
      </w:pPr>
      <w:r>
        <w:t>443.5256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443.5632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443.5762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443.5833</w:t>
      </w:r>
      <w:r>
        <w:tab/>
        <w:t>3.338e0</w:t>
      </w:r>
    </w:p>
    <w:p w:rsidR="00354DF7" w:rsidRDefault="00354DF7" w:rsidP="00354DF7">
      <w:pPr>
        <w:tabs>
          <w:tab w:val="left" w:pos="6195"/>
        </w:tabs>
      </w:pPr>
      <w:r>
        <w:t>443.6013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443.6197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443.6277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443.6379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443.6566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443.6813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443.6928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443.7054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443.7202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443.7233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443.7357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443.7526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443.7544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443.7807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443.7903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443.7932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443.8172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443.8218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443.8293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443.8434</w:t>
      </w:r>
      <w:r>
        <w:tab/>
        <w:t>5.208e0</w:t>
      </w:r>
    </w:p>
    <w:p w:rsidR="00354DF7" w:rsidRDefault="00354DF7" w:rsidP="00354DF7">
      <w:pPr>
        <w:tabs>
          <w:tab w:val="left" w:pos="6195"/>
        </w:tabs>
      </w:pPr>
      <w:r>
        <w:t>443.8799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443.8812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443.9031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443.9221</w:t>
      </w:r>
      <w:r>
        <w:tab/>
        <w:t>1.009e1</w:t>
      </w:r>
    </w:p>
    <w:p w:rsidR="00354DF7" w:rsidRDefault="00354DF7" w:rsidP="00354DF7">
      <w:pPr>
        <w:tabs>
          <w:tab w:val="left" w:pos="6195"/>
        </w:tabs>
      </w:pPr>
      <w:r>
        <w:t>443.9249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443.9655</w:t>
      </w:r>
      <w:r>
        <w:tab/>
        <w:t>2.516e0</w:t>
      </w:r>
    </w:p>
    <w:p w:rsidR="00354DF7" w:rsidRDefault="00354DF7" w:rsidP="00354DF7">
      <w:pPr>
        <w:tabs>
          <w:tab w:val="left" w:pos="6195"/>
        </w:tabs>
      </w:pPr>
      <w:r>
        <w:t>443.9721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443.9794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443.9979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444.0008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444.0076</w:t>
      </w:r>
      <w:r>
        <w:tab/>
        <w:t>1.817e0</w:t>
      </w:r>
    </w:p>
    <w:p w:rsidR="00354DF7" w:rsidRDefault="00354DF7" w:rsidP="00354DF7">
      <w:pPr>
        <w:tabs>
          <w:tab w:val="left" w:pos="6195"/>
        </w:tabs>
      </w:pPr>
      <w:r>
        <w:t>444.0266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444.0547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444.0827</w:t>
      </w:r>
      <w:r>
        <w:tab/>
        <w:t>4.960e0</w:t>
      </w:r>
    </w:p>
    <w:p w:rsidR="00354DF7" w:rsidRDefault="00354DF7" w:rsidP="00354DF7">
      <w:pPr>
        <w:tabs>
          <w:tab w:val="left" w:pos="6195"/>
        </w:tabs>
      </w:pPr>
      <w:r>
        <w:t>444.0845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444.0858</w:t>
      </w:r>
      <w:r>
        <w:tab/>
        <w:t>4.934e0</w:t>
      </w:r>
    </w:p>
    <w:p w:rsidR="00354DF7" w:rsidRDefault="00354DF7" w:rsidP="00354DF7">
      <w:pPr>
        <w:tabs>
          <w:tab w:val="left" w:pos="6195"/>
        </w:tabs>
      </w:pPr>
      <w:r>
        <w:t>444.0889</w:t>
      </w:r>
      <w:r>
        <w:tab/>
        <w:t>1.927e0</w:t>
      </w:r>
    </w:p>
    <w:p w:rsidR="00354DF7" w:rsidRDefault="00354DF7" w:rsidP="00354DF7">
      <w:pPr>
        <w:tabs>
          <w:tab w:val="left" w:pos="6195"/>
        </w:tabs>
      </w:pPr>
      <w:r>
        <w:t>444.1327</w:t>
      </w:r>
      <w:r>
        <w:tab/>
        <w:t>1.408e0</w:t>
      </w:r>
    </w:p>
    <w:p w:rsidR="00354DF7" w:rsidRDefault="00354DF7" w:rsidP="00354DF7">
      <w:pPr>
        <w:tabs>
          <w:tab w:val="left" w:pos="6195"/>
        </w:tabs>
      </w:pPr>
      <w:r>
        <w:t>444.1404</w:t>
      </w:r>
      <w:r>
        <w:tab/>
        <w:t>5.959e0</w:t>
      </w:r>
    </w:p>
    <w:p w:rsidR="00354DF7" w:rsidRDefault="00354DF7" w:rsidP="00354DF7">
      <w:pPr>
        <w:tabs>
          <w:tab w:val="left" w:pos="6195"/>
        </w:tabs>
      </w:pPr>
      <w:r>
        <w:t>444.1632</w:t>
      </w:r>
      <w:r>
        <w:tab/>
        <w:t>1.232e1</w:t>
      </w:r>
    </w:p>
    <w:p w:rsidR="00354DF7" w:rsidRDefault="00354DF7" w:rsidP="00354DF7">
      <w:pPr>
        <w:tabs>
          <w:tab w:val="left" w:pos="6195"/>
        </w:tabs>
      </w:pPr>
      <w:r>
        <w:t>444.1718</w:t>
      </w:r>
      <w:r>
        <w:tab/>
        <w:t>1.065e0</w:t>
      </w:r>
    </w:p>
    <w:p w:rsidR="00354DF7" w:rsidRDefault="00354DF7" w:rsidP="00354DF7">
      <w:pPr>
        <w:tabs>
          <w:tab w:val="left" w:pos="6195"/>
        </w:tabs>
      </w:pPr>
      <w:r>
        <w:t>444.1737</w:t>
      </w:r>
      <w:r>
        <w:tab/>
        <w:t>1.045e0</w:t>
      </w:r>
    </w:p>
    <w:p w:rsidR="00354DF7" w:rsidRDefault="00354DF7" w:rsidP="00354DF7">
      <w:pPr>
        <w:tabs>
          <w:tab w:val="left" w:pos="6195"/>
        </w:tabs>
      </w:pPr>
      <w:r>
        <w:lastRenderedPageBreak/>
        <w:t>444.1768</w:t>
      </w:r>
      <w:r>
        <w:tab/>
        <w:t>4.048e0</w:t>
      </w:r>
    </w:p>
    <w:p w:rsidR="00354DF7" w:rsidRDefault="00354DF7" w:rsidP="00354DF7">
      <w:pPr>
        <w:tabs>
          <w:tab w:val="left" w:pos="6195"/>
        </w:tabs>
      </w:pPr>
      <w:r>
        <w:t>444.1796</w:t>
      </w:r>
      <w:r>
        <w:tab/>
        <w:t>7.125e0</w:t>
      </w:r>
    </w:p>
    <w:p w:rsidR="00354DF7" w:rsidRDefault="00354DF7" w:rsidP="00354DF7">
      <w:pPr>
        <w:tabs>
          <w:tab w:val="left" w:pos="6195"/>
        </w:tabs>
      </w:pPr>
      <w:r>
        <w:t>444.2179</w:t>
      </w:r>
      <w:r>
        <w:tab/>
        <w:t>2.735e0</w:t>
      </w:r>
    </w:p>
    <w:p w:rsidR="00354DF7" w:rsidRDefault="00354DF7" w:rsidP="00354DF7">
      <w:pPr>
        <w:tabs>
          <w:tab w:val="left" w:pos="6195"/>
        </w:tabs>
      </w:pPr>
      <w:r>
        <w:t>444.2328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444.2348</w:t>
      </w:r>
      <w:r>
        <w:tab/>
        <w:t>4.107e0</w:t>
      </w:r>
    </w:p>
    <w:p w:rsidR="00354DF7" w:rsidRDefault="00354DF7" w:rsidP="00354DF7">
      <w:pPr>
        <w:tabs>
          <w:tab w:val="left" w:pos="6195"/>
        </w:tabs>
      </w:pPr>
      <w:r>
        <w:t>444.2398</w:t>
      </w:r>
      <w:r>
        <w:tab/>
        <w:t>2.216e0</w:t>
      </w:r>
    </w:p>
    <w:p w:rsidR="00354DF7" w:rsidRDefault="00354DF7" w:rsidP="00354DF7">
      <w:pPr>
        <w:tabs>
          <w:tab w:val="left" w:pos="6195"/>
        </w:tabs>
      </w:pPr>
      <w:r>
        <w:t>444.2833</w:t>
      </w:r>
      <w:r>
        <w:tab/>
        <w:t>1.276e0</w:t>
      </w:r>
    </w:p>
    <w:p w:rsidR="00354DF7" w:rsidRDefault="00354DF7" w:rsidP="00354DF7">
      <w:pPr>
        <w:tabs>
          <w:tab w:val="left" w:pos="6195"/>
        </w:tabs>
      </w:pPr>
      <w:r>
        <w:t>444.3001</w:t>
      </w:r>
      <w:r>
        <w:tab/>
        <w:t>3.160e0</w:t>
      </w:r>
    </w:p>
    <w:p w:rsidR="00354DF7" w:rsidRDefault="00354DF7" w:rsidP="00354DF7">
      <w:pPr>
        <w:tabs>
          <w:tab w:val="left" w:pos="6195"/>
        </w:tabs>
      </w:pPr>
      <w:r>
        <w:t>444.3135</w:t>
      </w:r>
      <w:r>
        <w:tab/>
        <w:t>3.203e0</w:t>
      </w:r>
    </w:p>
    <w:p w:rsidR="00354DF7" w:rsidRDefault="00354DF7" w:rsidP="00354DF7">
      <w:pPr>
        <w:tabs>
          <w:tab w:val="left" w:pos="6195"/>
        </w:tabs>
      </w:pPr>
      <w:r>
        <w:t>444.3268</w:t>
      </w:r>
      <w:r>
        <w:tab/>
        <w:t>6.589e0</w:t>
      </w:r>
    </w:p>
    <w:p w:rsidR="00354DF7" w:rsidRDefault="00354DF7" w:rsidP="00354DF7">
      <w:pPr>
        <w:tabs>
          <w:tab w:val="left" w:pos="6195"/>
        </w:tabs>
      </w:pPr>
      <w:r>
        <w:t>444.3969</w:t>
      </w:r>
      <w:r>
        <w:tab/>
        <w:t>7.065e0</w:t>
      </w:r>
    </w:p>
    <w:p w:rsidR="00354DF7" w:rsidRDefault="00354DF7" w:rsidP="00354DF7">
      <w:pPr>
        <w:tabs>
          <w:tab w:val="left" w:pos="6195"/>
        </w:tabs>
      </w:pPr>
      <w:r>
        <w:t>444.4013</w:t>
      </w:r>
      <w:r>
        <w:tab/>
        <w:t>3.447e1</w:t>
      </w:r>
    </w:p>
    <w:p w:rsidR="00354DF7" w:rsidRDefault="00354DF7" w:rsidP="00354DF7">
      <w:pPr>
        <w:tabs>
          <w:tab w:val="left" w:pos="6195"/>
        </w:tabs>
      </w:pPr>
      <w:r>
        <w:t>444.4052</w:t>
      </w:r>
      <w:r>
        <w:tab/>
        <w:t>1.823e1</w:t>
      </w:r>
    </w:p>
    <w:p w:rsidR="00354DF7" w:rsidRDefault="00354DF7" w:rsidP="00354DF7">
      <w:pPr>
        <w:tabs>
          <w:tab w:val="left" w:pos="6195"/>
        </w:tabs>
      </w:pPr>
      <w:r>
        <w:t>444.4073</w:t>
      </w:r>
      <w:r>
        <w:tab/>
        <w:t>1.549e1</w:t>
      </w:r>
    </w:p>
    <w:p w:rsidR="00354DF7" w:rsidRDefault="00354DF7" w:rsidP="00354DF7">
      <w:pPr>
        <w:tabs>
          <w:tab w:val="left" w:pos="6195"/>
        </w:tabs>
      </w:pPr>
      <w:r>
        <w:t>444.4671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444.4701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444.4937</w:t>
      </w:r>
      <w:r>
        <w:tab/>
        <w:t>3.213e0</w:t>
      </w:r>
    </w:p>
    <w:p w:rsidR="00354DF7" w:rsidRDefault="00354DF7" w:rsidP="00354DF7">
      <w:pPr>
        <w:tabs>
          <w:tab w:val="left" w:pos="6195"/>
        </w:tabs>
      </w:pPr>
      <w:r>
        <w:t>444.5096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444.5281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444.5309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444.5545</w:t>
      </w:r>
      <w:r>
        <w:tab/>
        <w:t>3.027e0</w:t>
      </w:r>
    </w:p>
    <w:p w:rsidR="00354DF7" w:rsidRDefault="00354DF7" w:rsidP="00354DF7">
      <w:pPr>
        <w:tabs>
          <w:tab w:val="left" w:pos="6195"/>
        </w:tabs>
      </w:pPr>
      <w:r>
        <w:t>444.5714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444.5912</w:t>
      </w:r>
      <w:r>
        <w:tab/>
        <w:t>3.035e0</w:t>
      </w:r>
    </w:p>
    <w:p w:rsidR="00354DF7" w:rsidRDefault="00354DF7" w:rsidP="00354DF7">
      <w:pPr>
        <w:tabs>
          <w:tab w:val="left" w:pos="6195"/>
        </w:tabs>
      </w:pPr>
      <w:r>
        <w:t>444.6078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444.6207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444.6230</w:t>
      </w:r>
      <w:r>
        <w:tab/>
        <w:t>6.408e0</w:t>
      </w:r>
    </w:p>
    <w:p w:rsidR="00354DF7" w:rsidRDefault="00354DF7" w:rsidP="00354DF7">
      <w:pPr>
        <w:tabs>
          <w:tab w:val="left" w:pos="6195"/>
        </w:tabs>
      </w:pPr>
      <w:r>
        <w:t>444.6265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444.6613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444.7014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444.7182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444.7218</w:t>
      </w:r>
      <w:r>
        <w:tab/>
        <w:t>7.958e0</w:t>
      </w:r>
    </w:p>
    <w:p w:rsidR="00354DF7" w:rsidRDefault="00354DF7" w:rsidP="00354DF7">
      <w:pPr>
        <w:tabs>
          <w:tab w:val="left" w:pos="6195"/>
        </w:tabs>
      </w:pPr>
      <w:r>
        <w:t>444.7422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444.7661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444.7721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444.7734</w:t>
      </w:r>
      <w:r>
        <w:tab/>
        <w:t>2.169e0</w:t>
      </w:r>
    </w:p>
    <w:p w:rsidR="00354DF7" w:rsidRDefault="00354DF7" w:rsidP="00354DF7">
      <w:pPr>
        <w:tabs>
          <w:tab w:val="left" w:pos="6195"/>
        </w:tabs>
      </w:pPr>
      <w:r>
        <w:t>444.8108</w:t>
      </w:r>
      <w:r>
        <w:tab/>
        <w:t>1.918e0</w:t>
      </w:r>
    </w:p>
    <w:p w:rsidR="00354DF7" w:rsidRDefault="00354DF7" w:rsidP="00354DF7">
      <w:pPr>
        <w:tabs>
          <w:tab w:val="left" w:pos="6195"/>
        </w:tabs>
      </w:pPr>
      <w:r>
        <w:t>444.8228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444.8446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444.8775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444.8874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444.8899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444.9163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444.9374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444.9515</w:t>
      </w:r>
      <w:r>
        <w:tab/>
        <w:t>8.202e0</w:t>
      </w:r>
    </w:p>
    <w:p w:rsidR="00354DF7" w:rsidRDefault="00354DF7" w:rsidP="00354DF7">
      <w:pPr>
        <w:tabs>
          <w:tab w:val="left" w:pos="6195"/>
        </w:tabs>
      </w:pPr>
      <w:r>
        <w:t>444.9638</w:t>
      </w:r>
      <w:r>
        <w:tab/>
        <w:t>2.438e0</w:t>
      </w:r>
    </w:p>
    <w:p w:rsidR="00354DF7" w:rsidRDefault="00354DF7" w:rsidP="00354DF7">
      <w:pPr>
        <w:tabs>
          <w:tab w:val="left" w:pos="6195"/>
        </w:tabs>
      </w:pPr>
      <w:r>
        <w:t>444.9893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445.0042</w:t>
      </w:r>
      <w:r>
        <w:tab/>
        <w:t>3.952e0</w:t>
      </w:r>
    </w:p>
    <w:p w:rsidR="00354DF7" w:rsidRDefault="00354DF7" w:rsidP="00354DF7">
      <w:pPr>
        <w:tabs>
          <w:tab w:val="left" w:pos="6195"/>
        </w:tabs>
      </w:pPr>
      <w:r>
        <w:t>445.0061</w:t>
      </w:r>
      <w:r>
        <w:tab/>
        <w:t>2.960e0</w:t>
      </w:r>
    </w:p>
    <w:p w:rsidR="00354DF7" w:rsidRDefault="00354DF7" w:rsidP="00354DF7">
      <w:pPr>
        <w:tabs>
          <w:tab w:val="left" w:pos="6195"/>
        </w:tabs>
      </w:pPr>
      <w:r>
        <w:t>445.0154</w:t>
      </w:r>
      <w:r>
        <w:tab/>
        <w:t>3.335e0</w:t>
      </w:r>
    </w:p>
    <w:p w:rsidR="00354DF7" w:rsidRDefault="00354DF7" w:rsidP="00354DF7">
      <w:pPr>
        <w:tabs>
          <w:tab w:val="left" w:pos="6195"/>
        </w:tabs>
      </w:pPr>
      <w:r>
        <w:t>445.0350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445.0550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445.0646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445.0674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445.0706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445.0838</w:t>
      </w:r>
      <w:r>
        <w:tab/>
        <w:t>2.786e0</w:t>
      </w:r>
    </w:p>
    <w:p w:rsidR="00354DF7" w:rsidRDefault="00354DF7" w:rsidP="00354DF7">
      <w:pPr>
        <w:tabs>
          <w:tab w:val="left" w:pos="6195"/>
        </w:tabs>
      </w:pPr>
      <w:r>
        <w:t>445.0862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445.1079</w:t>
      </w:r>
      <w:r>
        <w:tab/>
        <w:t>2.855e0</w:t>
      </w:r>
    </w:p>
    <w:p w:rsidR="00354DF7" w:rsidRDefault="00354DF7" w:rsidP="00354DF7">
      <w:pPr>
        <w:tabs>
          <w:tab w:val="left" w:pos="6195"/>
        </w:tabs>
      </w:pPr>
      <w:r>
        <w:lastRenderedPageBreak/>
        <w:t>445.1211</w:t>
      </w:r>
      <w:r>
        <w:tab/>
        <w:t>3.315e0</w:t>
      </w:r>
    </w:p>
    <w:p w:rsidR="00354DF7" w:rsidRDefault="00354DF7" w:rsidP="00354DF7">
      <w:pPr>
        <w:tabs>
          <w:tab w:val="left" w:pos="6195"/>
        </w:tabs>
      </w:pPr>
      <w:r>
        <w:t>445.1346</w:t>
      </w:r>
      <w:r>
        <w:tab/>
        <w:t>1.535e0</w:t>
      </w:r>
    </w:p>
    <w:p w:rsidR="00354DF7" w:rsidRDefault="00354DF7" w:rsidP="00354DF7">
      <w:pPr>
        <w:tabs>
          <w:tab w:val="left" w:pos="6195"/>
        </w:tabs>
      </w:pPr>
      <w:r>
        <w:t>445.1508</w:t>
      </w:r>
      <w:r>
        <w:tab/>
        <w:t>1.368e1</w:t>
      </w:r>
    </w:p>
    <w:p w:rsidR="00354DF7" w:rsidRDefault="00354DF7" w:rsidP="00354DF7">
      <w:pPr>
        <w:tabs>
          <w:tab w:val="left" w:pos="6195"/>
        </w:tabs>
      </w:pPr>
      <w:r>
        <w:t>445.1543</w:t>
      </w:r>
      <w:r>
        <w:tab/>
        <w:t>3.544e0</w:t>
      </w:r>
    </w:p>
    <w:p w:rsidR="00354DF7" w:rsidRDefault="00354DF7" w:rsidP="00354DF7">
      <w:pPr>
        <w:tabs>
          <w:tab w:val="left" w:pos="6195"/>
        </w:tabs>
      </w:pPr>
      <w:r>
        <w:t>445.1591</w:t>
      </w:r>
      <w:r>
        <w:tab/>
        <w:t>2.154e1</w:t>
      </w:r>
    </w:p>
    <w:p w:rsidR="00354DF7" w:rsidRDefault="00354DF7" w:rsidP="00354DF7">
      <w:pPr>
        <w:tabs>
          <w:tab w:val="left" w:pos="6195"/>
        </w:tabs>
      </w:pPr>
      <w:r>
        <w:t>445.1609</w:t>
      </w:r>
      <w:r>
        <w:tab/>
        <w:t>8.652e0</w:t>
      </w:r>
    </w:p>
    <w:p w:rsidR="00354DF7" w:rsidRDefault="00354DF7" w:rsidP="00354DF7">
      <w:pPr>
        <w:tabs>
          <w:tab w:val="left" w:pos="6195"/>
        </w:tabs>
      </w:pPr>
      <w:r>
        <w:t>445.1694</w:t>
      </w:r>
      <w:r>
        <w:tab/>
        <w:t>8.099e0</w:t>
      </w:r>
    </w:p>
    <w:p w:rsidR="00354DF7" w:rsidRDefault="00354DF7" w:rsidP="00354DF7">
      <w:pPr>
        <w:tabs>
          <w:tab w:val="left" w:pos="6195"/>
        </w:tabs>
      </w:pPr>
      <w:r>
        <w:t>445.2270</w:t>
      </w:r>
      <w:r>
        <w:tab/>
        <w:t>7.448e0</w:t>
      </w:r>
    </w:p>
    <w:p w:rsidR="00354DF7" w:rsidRDefault="00354DF7" w:rsidP="00354DF7">
      <w:pPr>
        <w:tabs>
          <w:tab w:val="left" w:pos="6195"/>
        </w:tabs>
      </w:pPr>
      <w:r>
        <w:t>445.2282</w:t>
      </w:r>
      <w:r>
        <w:tab/>
        <w:t>1.226e0</w:t>
      </w:r>
    </w:p>
    <w:p w:rsidR="00354DF7" w:rsidRDefault="00354DF7" w:rsidP="00354DF7">
      <w:pPr>
        <w:tabs>
          <w:tab w:val="left" w:pos="6195"/>
        </w:tabs>
      </w:pPr>
      <w:r>
        <w:t>445.2912</w:t>
      </w:r>
      <w:r>
        <w:tab/>
        <w:t>7.442e1</w:t>
      </w:r>
    </w:p>
    <w:p w:rsidR="00354DF7" w:rsidRDefault="00354DF7" w:rsidP="00354DF7">
      <w:pPr>
        <w:tabs>
          <w:tab w:val="left" w:pos="6195"/>
        </w:tabs>
      </w:pPr>
      <w:r>
        <w:t>445.2982</w:t>
      </w:r>
      <w:r>
        <w:tab/>
        <w:t>3.448e1</w:t>
      </w:r>
    </w:p>
    <w:p w:rsidR="00354DF7" w:rsidRDefault="00354DF7" w:rsidP="00354DF7">
      <w:pPr>
        <w:tabs>
          <w:tab w:val="left" w:pos="6195"/>
        </w:tabs>
      </w:pPr>
      <w:r>
        <w:t>445.3054</w:t>
      </w:r>
      <w:r>
        <w:tab/>
        <w:t>2.010e1</w:t>
      </w:r>
    </w:p>
    <w:p w:rsidR="00354DF7" w:rsidRDefault="00354DF7" w:rsidP="00354DF7">
      <w:pPr>
        <w:tabs>
          <w:tab w:val="left" w:pos="6195"/>
        </w:tabs>
      </w:pPr>
      <w:r>
        <w:t>445.3979</w:t>
      </w:r>
      <w:r>
        <w:tab/>
        <w:t>3.281e0</w:t>
      </w:r>
    </w:p>
    <w:p w:rsidR="00354DF7" w:rsidRDefault="00354DF7" w:rsidP="00354DF7">
      <w:pPr>
        <w:tabs>
          <w:tab w:val="left" w:pos="6195"/>
        </w:tabs>
      </w:pPr>
      <w:r>
        <w:t>445.4166</w:t>
      </w:r>
      <w:r>
        <w:tab/>
        <w:t>2.176e0</w:t>
      </w:r>
    </w:p>
    <w:p w:rsidR="00354DF7" w:rsidRDefault="00354DF7" w:rsidP="00354DF7">
      <w:pPr>
        <w:tabs>
          <w:tab w:val="left" w:pos="6195"/>
        </w:tabs>
      </w:pPr>
      <w:r>
        <w:t>445.4295</w:t>
      </w:r>
      <w:r>
        <w:tab/>
        <w:t>9.775e0</w:t>
      </w:r>
    </w:p>
    <w:p w:rsidR="00354DF7" w:rsidRDefault="00354DF7" w:rsidP="00354DF7">
      <w:pPr>
        <w:tabs>
          <w:tab w:val="left" w:pos="6195"/>
        </w:tabs>
      </w:pPr>
      <w:r>
        <w:t>445.4375</w:t>
      </w:r>
      <w:r>
        <w:tab/>
        <w:t>7.562e0</w:t>
      </w:r>
    </w:p>
    <w:p w:rsidR="00354DF7" w:rsidRDefault="00354DF7" w:rsidP="00354DF7">
      <w:pPr>
        <w:tabs>
          <w:tab w:val="left" w:pos="6195"/>
        </w:tabs>
      </w:pPr>
      <w:r>
        <w:t>445.4494</w:t>
      </w:r>
      <w:r>
        <w:tab/>
        <w:t>5.670e0</w:t>
      </w:r>
    </w:p>
    <w:p w:rsidR="00354DF7" w:rsidRDefault="00354DF7" w:rsidP="00354DF7">
      <w:pPr>
        <w:tabs>
          <w:tab w:val="left" w:pos="6195"/>
        </w:tabs>
      </w:pPr>
      <w:r>
        <w:t>445.4910</w:t>
      </w:r>
      <w:r>
        <w:tab/>
        <w:t>1.239e0</w:t>
      </w:r>
    </w:p>
    <w:p w:rsidR="00354DF7" w:rsidRDefault="00354DF7" w:rsidP="00354DF7">
      <w:pPr>
        <w:tabs>
          <w:tab w:val="left" w:pos="6195"/>
        </w:tabs>
      </w:pPr>
      <w:r>
        <w:t>445.4995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445.5151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445.5494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445.5577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445.5620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445.5815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445.6207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445.6229</w:t>
      </w:r>
      <w:r>
        <w:tab/>
        <w:t>3.032e0</w:t>
      </w:r>
    </w:p>
    <w:p w:rsidR="00354DF7" w:rsidRDefault="00354DF7" w:rsidP="00354DF7">
      <w:pPr>
        <w:tabs>
          <w:tab w:val="left" w:pos="6195"/>
        </w:tabs>
      </w:pPr>
      <w:r>
        <w:t>445.6313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445.6402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445.6445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445.6590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445.6838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445.6961</w:t>
      </w:r>
      <w:r>
        <w:tab/>
        <w:t>1.306e0</w:t>
      </w:r>
    </w:p>
    <w:p w:rsidR="00354DF7" w:rsidRDefault="00354DF7" w:rsidP="00354DF7">
      <w:pPr>
        <w:tabs>
          <w:tab w:val="left" w:pos="6195"/>
        </w:tabs>
      </w:pPr>
      <w:r>
        <w:t>445.6985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445.7010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445.7485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445.7543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445.7631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445.7824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445.8090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445.8117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445.8334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445.8357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445.8409</w:t>
      </w:r>
      <w:r>
        <w:tab/>
        <w:t>2.759e0</w:t>
      </w:r>
    </w:p>
    <w:p w:rsidR="00354DF7" w:rsidRDefault="00354DF7" w:rsidP="00354DF7">
      <w:pPr>
        <w:tabs>
          <w:tab w:val="left" w:pos="6195"/>
        </w:tabs>
      </w:pPr>
      <w:r>
        <w:t>445.8524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445.8764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445.8955</w:t>
      </w:r>
      <w:r>
        <w:tab/>
        <w:t>1.512e1</w:t>
      </w:r>
    </w:p>
    <w:p w:rsidR="00354DF7" w:rsidRDefault="00354DF7" w:rsidP="00354DF7">
      <w:pPr>
        <w:tabs>
          <w:tab w:val="left" w:pos="6195"/>
        </w:tabs>
      </w:pPr>
      <w:r>
        <w:t>445.9048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445.9154</w:t>
      </w:r>
      <w:r>
        <w:tab/>
        <w:t>2.745e0</w:t>
      </w:r>
    </w:p>
    <w:p w:rsidR="00354DF7" w:rsidRDefault="00354DF7" w:rsidP="00354DF7">
      <w:pPr>
        <w:tabs>
          <w:tab w:val="left" w:pos="6195"/>
        </w:tabs>
      </w:pPr>
      <w:r>
        <w:t>445.9425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445.9460</w:t>
      </w:r>
      <w:r>
        <w:tab/>
        <w:t>2.829e0</w:t>
      </w:r>
    </w:p>
    <w:p w:rsidR="00354DF7" w:rsidRDefault="00354DF7" w:rsidP="00354DF7">
      <w:pPr>
        <w:tabs>
          <w:tab w:val="left" w:pos="6195"/>
        </w:tabs>
      </w:pPr>
      <w:r>
        <w:t>445.9644</w:t>
      </w:r>
      <w:r>
        <w:tab/>
        <w:t>8.098e0</w:t>
      </w:r>
    </w:p>
    <w:p w:rsidR="00354DF7" w:rsidRDefault="00354DF7" w:rsidP="00354DF7">
      <w:pPr>
        <w:tabs>
          <w:tab w:val="left" w:pos="6195"/>
        </w:tabs>
      </w:pPr>
      <w:r>
        <w:t>445.9696</w:t>
      </w:r>
      <w:r>
        <w:tab/>
        <w:t>4.020e0</w:t>
      </w:r>
    </w:p>
    <w:p w:rsidR="00354DF7" w:rsidRDefault="00354DF7" w:rsidP="00354DF7">
      <w:pPr>
        <w:tabs>
          <w:tab w:val="left" w:pos="6195"/>
        </w:tabs>
      </w:pPr>
      <w:r>
        <w:t>445.9930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445.9978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446.0142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446.0226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446.0396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446.0564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446.0728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446.0814</w:t>
      </w:r>
      <w:r>
        <w:tab/>
        <w:t>3.955e0</w:t>
      </w:r>
    </w:p>
    <w:p w:rsidR="00354DF7" w:rsidRDefault="00354DF7" w:rsidP="00354DF7">
      <w:pPr>
        <w:tabs>
          <w:tab w:val="left" w:pos="6195"/>
        </w:tabs>
      </w:pPr>
      <w:r>
        <w:t>446.0903</w:t>
      </w:r>
      <w:r>
        <w:tab/>
        <w:t>3.698e0</w:t>
      </w:r>
    </w:p>
    <w:p w:rsidR="00354DF7" w:rsidRDefault="00354DF7" w:rsidP="00354DF7">
      <w:pPr>
        <w:tabs>
          <w:tab w:val="left" w:pos="6195"/>
        </w:tabs>
      </w:pPr>
      <w:r>
        <w:t>446.1235</w:t>
      </w:r>
      <w:r>
        <w:tab/>
        <w:t>1.129e0</w:t>
      </w:r>
    </w:p>
    <w:p w:rsidR="00354DF7" w:rsidRDefault="00354DF7" w:rsidP="00354DF7">
      <w:pPr>
        <w:tabs>
          <w:tab w:val="left" w:pos="6195"/>
        </w:tabs>
      </w:pPr>
      <w:r>
        <w:t>446.1468</w:t>
      </w:r>
      <w:r>
        <w:tab/>
        <w:t>7.021e0</w:t>
      </w:r>
    </w:p>
    <w:p w:rsidR="00354DF7" w:rsidRDefault="00354DF7" w:rsidP="00354DF7">
      <w:pPr>
        <w:tabs>
          <w:tab w:val="left" w:pos="6195"/>
        </w:tabs>
      </w:pPr>
      <w:r>
        <w:t>446.1521</w:t>
      </w:r>
      <w:r>
        <w:tab/>
        <w:t>6.096e0</w:t>
      </w:r>
    </w:p>
    <w:p w:rsidR="00354DF7" w:rsidRDefault="00354DF7" w:rsidP="00354DF7">
      <w:pPr>
        <w:tabs>
          <w:tab w:val="left" w:pos="6195"/>
        </w:tabs>
      </w:pPr>
      <w:r>
        <w:t>446.1579</w:t>
      </w:r>
      <w:r>
        <w:tab/>
        <w:t>3.832e0</w:t>
      </w:r>
    </w:p>
    <w:p w:rsidR="00354DF7" w:rsidRDefault="00354DF7" w:rsidP="00354DF7">
      <w:pPr>
        <w:tabs>
          <w:tab w:val="left" w:pos="6195"/>
        </w:tabs>
      </w:pPr>
      <w:r>
        <w:t>446.1823</w:t>
      </w:r>
      <w:r>
        <w:tab/>
        <w:t>5.173e0</w:t>
      </w:r>
    </w:p>
    <w:p w:rsidR="00354DF7" w:rsidRDefault="00354DF7" w:rsidP="00354DF7">
      <w:pPr>
        <w:tabs>
          <w:tab w:val="left" w:pos="6195"/>
        </w:tabs>
      </w:pPr>
      <w:r>
        <w:t>446.1850</w:t>
      </w:r>
      <w:r>
        <w:tab/>
        <w:t>3.719e0</w:t>
      </w:r>
    </w:p>
    <w:p w:rsidR="00354DF7" w:rsidRDefault="00354DF7" w:rsidP="00354DF7">
      <w:pPr>
        <w:tabs>
          <w:tab w:val="left" w:pos="6195"/>
        </w:tabs>
      </w:pPr>
      <w:r>
        <w:t>446.1874</w:t>
      </w:r>
      <w:r>
        <w:tab/>
        <w:t>1.839e0</w:t>
      </w:r>
    </w:p>
    <w:p w:rsidR="00354DF7" w:rsidRDefault="00354DF7" w:rsidP="00354DF7">
      <w:pPr>
        <w:tabs>
          <w:tab w:val="left" w:pos="6195"/>
        </w:tabs>
      </w:pPr>
      <w:r>
        <w:t>446.1911</w:t>
      </w:r>
      <w:r>
        <w:tab/>
        <w:t>4.067e0</w:t>
      </w:r>
    </w:p>
    <w:p w:rsidR="00354DF7" w:rsidRDefault="00354DF7" w:rsidP="00354DF7">
      <w:pPr>
        <w:tabs>
          <w:tab w:val="left" w:pos="6195"/>
        </w:tabs>
      </w:pPr>
      <w:r>
        <w:t>446.2095</w:t>
      </w:r>
      <w:r>
        <w:tab/>
        <w:t>4.512e0</w:t>
      </w:r>
    </w:p>
    <w:p w:rsidR="00354DF7" w:rsidRDefault="00354DF7" w:rsidP="00354DF7">
      <w:pPr>
        <w:tabs>
          <w:tab w:val="left" w:pos="6195"/>
        </w:tabs>
      </w:pPr>
      <w:r>
        <w:t>446.2319</w:t>
      </w:r>
      <w:r>
        <w:tab/>
        <w:t>8.358e0</w:t>
      </w:r>
    </w:p>
    <w:p w:rsidR="00354DF7" w:rsidRDefault="00354DF7" w:rsidP="00354DF7">
      <w:pPr>
        <w:tabs>
          <w:tab w:val="left" w:pos="6195"/>
        </w:tabs>
      </w:pPr>
      <w:r>
        <w:t>446.2468</w:t>
      </w:r>
      <w:r>
        <w:tab/>
        <w:t>4.573e0</w:t>
      </w:r>
    </w:p>
    <w:p w:rsidR="00354DF7" w:rsidRDefault="00354DF7" w:rsidP="00354DF7">
      <w:pPr>
        <w:tabs>
          <w:tab w:val="left" w:pos="6195"/>
        </w:tabs>
      </w:pPr>
      <w:r>
        <w:t>446.2575</w:t>
      </w:r>
      <w:r>
        <w:tab/>
        <w:t>7.815e0</w:t>
      </w:r>
    </w:p>
    <w:p w:rsidR="00354DF7" w:rsidRDefault="00354DF7" w:rsidP="00354DF7">
      <w:pPr>
        <w:tabs>
          <w:tab w:val="left" w:pos="6195"/>
        </w:tabs>
      </w:pPr>
      <w:r>
        <w:t>446.2804</w:t>
      </w:r>
      <w:r>
        <w:tab/>
        <w:t>6.016e0</w:t>
      </w:r>
    </w:p>
    <w:p w:rsidR="00354DF7" w:rsidRDefault="00354DF7" w:rsidP="00354DF7">
      <w:pPr>
        <w:tabs>
          <w:tab w:val="left" w:pos="6195"/>
        </w:tabs>
      </w:pPr>
      <w:r>
        <w:t>446.2822</w:t>
      </w:r>
      <w:r>
        <w:tab/>
        <w:t>4.513e0</w:t>
      </w:r>
    </w:p>
    <w:p w:rsidR="00354DF7" w:rsidRDefault="00354DF7" w:rsidP="00354DF7">
      <w:pPr>
        <w:tabs>
          <w:tab w:val="left" w:pos="6195"/>
        </w:tabs>
      </w:pPr>
      <w:r>
        <w:t>446.2838</w:t>
      </w:r>
      <w:r>
        <w:tab/>
        <w:t>6.381e0</w:t>
      </w:r>
    </w:p>
    <w:p w:rsidR="00354DF7" w:rsidRDefault="00354DF7" w:rsidP="00354DF7">
      <w:pPr>
        <w:tabs>
          <w:tab w:val="left" w:pos="6195"/>
        </w:tabs>
      </w:pPr>
      <w:r>
        <w:lastRenderedPageBreak/>
        <w:t>446.2914</w:t>
      </w:r>
      <w:r>
        <w:tab/>
        <w:t>1.234e1</w:t>
      </w:r>
    </w:p>
    <w:p w:rsidR="00354DF7" w:rsidRDefault="00354DF7" w:rsidP="00354DF7">
      <w:pPr>
        <w:tabs>
          <w:tab w:val="left" w:pos="6195"/>
        </w:tabs>
      </w:pPr>
      <w:r>
        <w:t>446.3133</w:t>
      </w:r>
      <w:r>
        <w:tab/>
        <w:t>7.721e0</w:t>
      </w:r>
    </w:p>
    <w:p w:rsidR="00354DF7" w:rsidRDefault="00354DF7" w:rsidP="00354DF7">
      <w:pPr>
        <w:tabs>
          <w:tab w:val="left" w:pos="6195"/>
        </w:tabs>
      </w:pPr>
      <w:r>
        <w:t>446.3314</w:t>
      </w:r>
      <w:r>
        <w:tab/>
        <w:t>5.202e0</w:t>
      </w:r>
    </w:p>
    <w:p w:rsidR="00354DF7" w:rsidRDefault="00354DF7" w:rsidP="00354DF7">
      <w:pPr>
        <w:tabs>
          <w:tab w:val="left" w:pos="6195"/>
        </w:tabs>
      </w:pPr>
      <w:r>
        <w:t>446.3398</w:t>
      </w:r>
      <w:r>
        <w:tab/>
        <w:t>3.009e0</w:t>
      </w:r>
    </w:p>
    <w:p w:rsidR="00354DF7" w:rsidRDefault="00354DF7" w:rsidP="00354DF7">
      <w:pPr>
        <w:tabs>
          <w:tab w:val="left" w:pos="6195"/>
        </w:tabs>
      </w:pPr>
      <w:r>
        <w:t>446.3532</w:t>
      </w:r>
      <w:r>
        <w:tab/>
        <w:t>1.555e0</w:t>
      </w:r>
    </w:p>
    <w:p w:rsidR="00354DF7" w:rsidRDefault="00354DF7" w:rsidP="00354DF7">
      <w:pPr>
        <w:tabs>
          <w:tab w:val="left" w:pos="6195"/>
        </w:tabs>
      </w:pPr>
      <w:r>
        <w:t>446.3933</w:t>
      </w:r>
      <w:r>
        <w:tab/>
        <w:t>1.629e0</w:t>
      </w:r>
    </w:p>
    <w:p w:rsidR="00354DF7" w:rsidRDefault="00354DF7" w:rsidP="00354DF7">
      <w:pPr>
        <w:tabs>
          <w:tab w:val="left" w:pos="6195"/>
        </w:tabs>
      </w:pPr>
      <w:r>
        <w:t>446.4012</w:t>
      </w:r>
      <w:r>
        <w:tab/>
        <w:t>5.544e0</w:t>
      </w:r>
    </w:p>
    <w:p w:rsidR="00354DF7" w:rsidRDefault="00354DF7" w:rsidP="00354DF7">
      <w:pPr>
        <w:tabs>
          <w:tab w:val="left" w:pos="6195"/>
        </w:tabs>
      </w:pPr>
      <w:r>
        <w:t>446.4058</w:t>
      </w:r>
      <w:r>
        <w:tab/>
        <w:t>5.716e0</w:t>
      </w:r>
    </w:p>
    <w:p w:rsidR="00354DF7" w:rsidRDefault="00354DF7" w:rsidP="00354DF7">
      <w:pPr>
        <w:tabs>
          <w:tab w:val="left" w:pos="6195"/>
        </w:tabs>
      </w:pPr>
      <w:r>
        <w:t>446.4201</w:t>
      </w:r>
      <w:r>
        <w:tab/>
        <w:t>1.649e0</w:t>
      </w:r>
    </w:p>
    <w:p w:rsidR="00354DF7" w:rsidRDefault="00354DF7" w:rsidP="00354DF7">
      <w:pPr>
        <w:tabs>
          <w:tab w:val="left" w:pos="6195"/>
        </w:tabs>
      </w:pPr>
      <w:r>
        <w:t>446.4772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446.4792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446.4943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446.5295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446.5515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446.5635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446.5710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446.5809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446.6009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446.6202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446.6237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446.6276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446.6635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446.6698</w:t>
      </w:r>
      <w:r>
        <w:tab/>
        <w:t>3.033e0</w:t>
      </w:r>
    </w:p>
    <w:p w:rsidR="00354DF7" w:rsidRDefault="00354DF7" w:rsidP="00354DF7">
      <w:pPr>
        <w:tabs>
          <w:tab w:val="left" w:pos="6195"/>
        </w:tabs>
      </w:pPr>
      <w:r>
        <w:t>446.6801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446.7069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446.7213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446.7480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446.7602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446.7645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446.7722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446.7886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446.8148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446.8427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446.8495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446.8509</w:t>
      </w:r>
      <w:r>
        <w:tab/>
        <w:t>3.341e0</w:t>
      </w:r>
    </w:p>
    <w:p w:rsidR="00354DF7" w:rsidRDefault="00354DF7" w:rsidP="00354DF7">
      <w:pPr>
        <w:tabs>
          <w:tab w:val="left" w:pos="6195"/>
        </w:tabs>
      </w:pPr>
      <w:r>
        <w:t>446.8549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446.8626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446.8929</w:t>
      </w:r>
      <w:r>
        <w:tab/>
        <w:t>3.748e0</w:t>
      </w:r>
    </w:p>
    <w:p w:rsidR="00354DF7" w:rsidRDefault="00354DF7" w:rsidP="00354DF7">
      <w:pPr>
        <w:tabs>
          <w:tab w:val="left" w:pos="6195"/>
        </w:tabs>
      </w:pPr>
      <w:r>
        <w:lastRenderedPageBreak/>
        <w:t>446.9154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446.9227</w:t>
      </w:r>
      <w:r>
        <w:tab/>
        <w:t>1.934e0</w:t>
      </w:r>
    </w:p>
    <w:p w:rsidR="00354DF7" w:rsidRDefault="00354DF7" w:rsidP="00354DF7">
      <w:pPr>
        <w:tabs>
          <w:tab w:val="left" w:pos="6195"/>
        </w:tabs>
      </w:pPr>
      <w:r>
        <w:t>446.9294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446.9403</w:t>
      </w:r>
      <w:r>
        <w:tab/>
        <w:t>6.220e0</w:t>
      </w:r>
    </w:p>
    <w:p w:rsidR="00354DF7" w:rsidRDefault="00354DF7" w:rsidP="00354DF7">
      <w:pPr>
        <w:tabs>
          <w:tab w:val="left" w:pos="6195"/>
        </w:tabs>
      </w:pPr>
      <w:r>
        <w:t>446.9729</w:t>
      </w:r>
      <w:r>
        <w:tab/>
        <w:t>4.936e0</w:t>
      </w:r>
    </w:p>
    <w:p w:rsidR="00354DF7" w:rsidRDefault="00354DF7" w:rsidP="00354DF7">
      <w:pPr>
        <w:tabs>
          <w:tab w:val="left" w:pos="6195"/>
        </w:tabs>
      </w:pPr>
      <w:r>
        <w:t>446.9761</w:t>
      </w:r>
      <w:r>
        <w:tab/>
        <w:t>1.481e0</w:t>
      </w:r>
    </w:p>
    <w:p w:rsidR="00354DF7" w:rsidRDefault="00354DF7" w:rsidP="00354DF7">
      <w:pPr>
        <w:tabs>
          <w:tab w:val="left" w:pos="6195"/>
        </w:tabs>
      </w:pPr>
      <w:r>
        <w:t>447.0016</w:t>
      </w:r>
      <w:r>
        <w:tab/>
        <w:t>3.195e0</w:t>
      </w:r>
    </w:p>
    <w:p w:rsidR="00354DF7" w:rsidRDefault="00354DF7" w:rsidP="00354DF7">
      <w:pPr>
        <w:tabs>
          <w:tab w:val="left" w:pos="6195"/>
        </w:tabs>
      </w:pPr>
      <w:r>
        <w:t>447.0291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447.0312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447.0442</w:t>
      </w:r>
      <w:r>
        <w:tab/>
        <w:t>1.753e0</w:t>
      </w:r>
    </w:p>
    <w:p w:rsidR="00354DF7" w:rsidRDefault="00354DF7" w:rsidP="00354DF7">
      <w:pPr>
        <w:tabs>
          <w:tab w:val="left" w:pos="6195"/>
        </w:tabs>
      </w:pPr>
      <w:r>
        <w:t>447.0674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447.0692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447.1323</w:t>
      </w:r>
      <w:r>
        <w:tab/>
        <w:t>5.181e0</w:t>
      </w:r>
    </w:p>
    <w:p w:rsidR="00354DF7" w:rsidRDefault="00354DF7" w:rsidP="00354DF7">
      <w:pPr>
        <w:tabs>
          <w:tab w:val="left" w:pos="6195"/>
        </w:tabs>
      </w:pPr>
      <w:r>
        <w:t>447.1412</w:t>
      </w:r>
      <w:r>
        <w:tab/>
        <w:t>5.371e0</w:t>
      </w:r>
    </w:p>
    <w:p w:rsidR="00354DF7" w:rsidRDefault="00354DF7" w:rsidP="00354DF7">
      <w:pPr>
        <w:tabs>
          <w:tab w:val="left" w:pos="6195"/>
        </w:tabs>
      </w:pPr>
      <w:r>
        <w:t>447.1458</w:t>
      </w:r>
      <w:r>
        <w:tab/>
        <w:t>5.247e0</w:t>
      </w:r>
    </w:p>
    <w:p w:rsidR="00354DF7" w:rsidRDefault="00354DF7" w:rsidP="00354DF7">
      <w:pPr>
        <w:tabs>
          <w:tab w:val="left" w:pos="6195"/>
        </w:tabs>
      </w:pPr>
      <w:r>
        <w:t>447.1526</w:t>
      </w:r>
      <w:r>
        <w:tab/>
        <w:t>1.599e0</w:t>
      </w:r>
    </w:p>
    <w:p w:rsidR="00354DF7" w:rsidRDefault="00354DF7" w:rsidP="00354DF7">
      <w:pPr>
        <w:tabs>
          <w:tab w:val="left" w:pos="6195"/>
        </w:tabs>
      </w:pPr>
      <w:r>
        <w:t>447.1770</w:t>
      </w:r>
      <w:r>
        <w:tab/>
        <w:t>5.153e0</w:t>
      </w:r>
    </w:p>
    <w:p w:rsidR="00354DF7" w:rsidRDefault="00354DF7" w:rsidP="00354DF7">
      <w:pPr>
        <w:tabs>
          <w:tab w:val="left" w:pos="6195"/>
        </w:tabs>
      </w:pPr>
      <w:r>
        <w:t>447.1881</w:t>
      </w:r>
      <w:r>
        <w:tab/>
        <w:t>4.011e0</w:t>
      </w:r>
    </w:p>
    <w:p w:rsidR="00354DF7" w:rsidRDefault="00354DF7" w:rsidP="00354DF7">
      <w:pPr>
        <w:tabs>
          <w:tab w:val="left" w:pos="6195"/>
        </w:tabs>
      </w:pPr>
      <w:r>
        <w:t>447.2013</w:t>
      </w:r>
      <w:r>
        <w:tab/>
        <w:t>6.058e0</w:t>
      </w:r>
    </w:p>
    <w:p w:rsidR="00354DF7" w:rsidRDefault="00354DF7" w:rsidP="00354DF7">
      <w:pPr>
        <w:tabs>
          <w:tab w:val="left" w:pos="6195"/>
        </w:tabs>
      </w:pPr>
      <w:r>
        <w:lastRenderedPageBreak/>
        <w:t>447.2205</w:t>
      </w:r>
      <w:r>
        <w:tab/>
        <w:t>2.742e0</w:t>
      </w:r>
    </w:p>
    <w:p w:rsidR="00354DF7" w:rsidRDefault="00354DF7" w:rsidP="00354DF7">
      <w:pPr>
        <w:tabs>
          <w:tab w:val="left" w:pos="6195"/>
        </w:tabs>
      </w:pPr>
      <w:r>
        <w:t>447.2578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447.2746</w:t>
      </w:r>
      <w:r>
        <w:tab/>
        <w:t>6.831e0</w:t>
      </w:r>
    </w:p>
    <w:p w:rsidR="00354DF7" w:rsidRDefault="00354DF7" w:rsidP="00354DF7">
      <w:pPr>
        <w:tabs>
          <w:tab w:val="left" w:pos="6195"/>
        </w:tabs>
      </w:pPr>
      <w:r>
        <w:t>447.2765</w:t>
      </w:r>
      <w:r>
        <w:tab/>
        <w:t>9.657e0</w:t>
      </w:r>
    </w:p>
    <w:p w:rsidR="00354DF7" w:rsidRDefault="00354DF7" w:rsidP="00354DF7">
      <w:pPr>
        <w:tabs>
          <w:tab w:val="left" w:pos="6195"/>
        </w:tabs>
      </w:pPr>
      <w:r>
        <w:t>447.2838</w:t>
      </w:r>
      <w:r>
        <w:tab/>
        <w:t>4.146e0</w:t>
      </w:r>
    </w:p>
    <w:p w:rsidR="00354DF7" w:rsidRDefault="00354DF7" w:rsidP="00354DF7">
      <w:pPr>
        <w:tabs>
          <w:tab w:val="left" w:pos="6195"/>
        </w:tabs>
      </w:pPr>
      <w:r>
        <w:t>447.2943</w:t>
      </w:r>
      <w:r>
        <w:tab/>
        <w:t>5.383e0</w:t>
      </w:r>
    </w:p>
    <w:p w:rsidR="00354DF7" w:rsidRDefault="00354DF7" w:rsidP="00354DF7">
      <w:pPr>
        <w:tabs>
          <w:tab w:val="left" w:pos="6195"/>
        </w:tabs>
      </w:pPr>
      <w:r>
        <w:t>447.3397</w:t>
      </w:r>
      <w:r>
        <w:tab/>
        <w:t>5.366e0</w:t>
      </w:r>
    </w:p>
    <w:p w:rsidR="00354DF7" w:rsidRDefault="00354DF7" w:rsidP="00354DF7">
      <w:pPr>
        <w:tabs>
          <w:tab w:val="left" w:pos="6195"/>
        </w:tabs>
      </w:pPr>
      <w:r>
        <w:t>447.3424</w:t>
      </w:r>
      <w:r>
        <w:tab/>
        <w:t>7.935e0</w:t>
      </w:r>
    </w:p>
    <w:p w:rsidR="00354DF7" w:rsidRDefault="00354DF7" w:rsidP="00354DF7">
      <w:pPr>
        <w:tabs>
          <w:tab w:val="left" w:pos="6195"/>
        </w:tabs>
      </w:pPr>
      <w:r>
        <w:t>447.3511</w:t>
      </w:r>
      <w:r>
        <w:tab/>
        <w:t>5.374e0</w:t>
      </w:r>
    </w:p>
    <w:p w:rsidR="00354DF7" w:rsidRDefault="00354DF7" w:rsidP="00354DF7">
      <w:pPr>
        <w:tabs>
          <w:tab w:val="left" w:pos="6195"/>
        </w:tabs>
      </w:pPr>
      <w:r>
        <w:t>447.3546</w:t>
      </w:r>
      <w:r>
        <w:tab/>
        <w:t>5.735e0</w:t>
      </w:r>
    </w:p>
    <w:p w:rsidR="00354DF7" w:rsidRDefault="00354DF7" w:rsidP="00354DF7">
      <w:pPr>
        <w:tabs>
          <w:tab w:val="left" w:pos="6195"/>
        </w:tabs>
      </w:pPr>
      <w:r>
        <w:t>447.3623</w:t>
      </w:r>
      <w:r>
        <w:tab/>
        <w:t>2.458e0</w:t>
      </w:r>
    </w:p>
    <w:p w:rsidR="00354DF7" w:rsidRDefault="00354DF7" w:rsidP="00354DF7">
      <w:pPr>
        <w:tabs>
          <w:tab w:val="left" w:pos="6195"/>
        </w:tabs>
      </w:pPr>
      <w:r>
        <w:t>447.4171</w:t>
      </w:r>
      <w:r>
        <w:tab/>
        <w:t>1.615e0</w:t>
      </w:r>
    </w:p>
    <w:p w:rsidR="00354DF7" w:rsidRDefault="00354DF7" w:rsidP="00354DF7">
      <w:pPr>
        <w:tabs>
          <w:tab w:val="left" w:pos="6195"/>
        </w:tabs>
      </w:pPr>
      <w:r>
        <w:t>447.4284</w:t>
      </w:r>
      <w:r>
        <w:tab/>
        <w:t>1.561e0</w:t>
      </w:r>
    </w:p>
    <w:p w:rsidR="00354DF7" w:rsidRDefault="00354DF7" w:rsidP="00354DF7">
      <w:pPr>
        <w:tabs>
          <w:tab w:val="left" w:pos="6195"/>
        </w:tabs>
      </w:pPr>
      <w:r>
        <w:t>447.4477</w:t>
      </w:r>
      <w:r>
        <w:tab/>
        <w:t>3.843e0</w:t>
      </w:r>
    </w:p>
    <w:p w:rsidR="00354DF7" w:rsidRDefault="00354DF7" w:rsidP="00354DF7">
      <w:pPr>
        <w:tabs>
          <w:tab w:val="left" w:pos="6195"/>
        </w:tabs>
      </w:pPr>
      <w:r>
        <w:t>447.4614</w:t>
      </w:r>
      <w:r>
        <w:tab/>
        <w:t>2.882e0</w:t>
      </w:r>
    </w:p>
    <w:p w:rsidR="00354DF7" w:rsidRDefault="00354DF7" w:rsidP="00354DF7">
      <w:pPr>
        <w:tabs>
          <w:tab w:val="left" w:pos="6195"/>
        </w:tabs>
      </w:pPr>
      <w:r>
        <w:t>447.4637</w:t>
      </w:r>
      <w:r>
        <w:tab/>
        <w:t>1.779e0</w:t>
      </w:r>
    </w:p>
    <w:p w:rsidR="00354DF7" w:rsidRDefault="00354DF7" w:rsidP="00354DF7">
      <w:pPr>
        <w:tabs>
          <w:tab w:val="left" w:pos="6195"/>
        </w:tabs>
      </w:pPr>
      <w:r>
        <w:t>447.4870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447.5009</w:t>
      </w:r>
      <w:r>
        <w:tab/>
        <w:t>2.064e0</w:t>
      </w:r>
    </w:p>
    <w:p w:rsidR="00354DF7" w:rsidRDefault="00354DF7" w:rsidP="00354DF7">
      <w:pPr>
        <w:tabs>
          <w:tab w:val="left" w:pos="6195"/>
        </w:tabs>
      </w:pPr>
      <w:r>
        <w:t>447.5102</w:t>
      </w:r>
      <w:r>
        <w:tab/>
        <w:t>3.149e0</w:t>
      </w:r>
    </w:p>
    <w:p w:rsidR="00354DF7" w:rsidRDefault="00354DF7" w:rsidP="00354DF7">
      <w:pPr>
        <w:tabs>
          <w:tab w:val="left" w:pos="6195"/>
        </w:tabs>
      </w:pPr>
      <w:r>
        <w:lastRenderedPageBreak/>
        <w:t>447.5147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447.5167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447.5354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447.5637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447.5731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447.5771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447.5908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447.6257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447.6309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447.6321</w:t>
      </w:r>
      <w:r>
        <w:tab/>
        <w:t>3.032e0</w:t>
      </w:r>
    </w:p>
    <w:p w:rsidR="00354DF7" w:rsidRDefault="00354DF7" w:rsidP="00354DF7">
      <w:pPr>
        <w:tabs>
          <w:tab w:val="left" w:pos="6195"/>
        </w:tabs>
      </w:pPr>
      <w:r>
        <w:t>447.6649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447.6704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447.6738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447.6915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447.7155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447.7274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447.7361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447.7557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447.7704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447.7926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447.8060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447.8138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447.8192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447.8214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447.8501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447.8722</w:t>
      </w:r>
      <w:r>
        <w:tab/>
        <w:t>4.893e0</w:t>
      </w:r>
    </w:p>
    <w:p w:rsidR="00354DF7" w:rsidRDefault="00354DF7" w:rsidP="00354DF7">
      <w:pPr>
        <w:tabs>
          <w:tab w:val="left" w:pos="6195"/>
        </w:tabs>
      </w:pPr>
      <w:r>
        <w:t>447.8778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447.8876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447.8886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447.9035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447.9351</w:t>
      </w:r>
      <w:r>
        <w:tab/>
        <w:t>4.436e0</w:t>
      </w:r>
    </w:p>
    <w:p w:rsidR="00354DF7" w:rsidRDefault="00354DF7" w:rsidP="00354DF7">
      <w:pPr>
        <w:tabs>
          <w:tab w:val="left" w:pos="6195"/>
        </w:tabs>
      </w:pPr>
      <w:r>
        <w:t>447.9449</w:t>
      </w:r>
      <w:r>
        <w:tab/>
        <w:t>3.990e0</w:t>
      </w:r>
    </w:p>
    <w:p w:rsidR="00354DF7" w:rsidRDefault="00354DF7" w:rsidP="00354DF7">
      <w:pPr>
        <w:tabs>
          <w:tab w:val="left" w:pos="6195"/>
        </w:tabs>
      </w:pPr>
      <w:r>
        <w:t>447.9642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447.9919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448.0341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448.0482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448.0603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448.0674</w:t>
      </w:r>
      <w:r>
        <w:tab/>
        <w:t>2.720e0</w:t>
      </w:r>
    </w:p>
    <w:p w:rsidR="00354DF7" w:rsidRDefault="00354DF7" w:rsidP="00354DF7">
      <w:pPr>
        <w:tabs>
          <w:tab w:val="left" w:pos="6195"/>
        </w:tabs>
      </w:pPr>
      <w:r>
        <w:lastRenderedPageBreak/>
        <w:t>448.0693</w:t>
      </w:r>
      <w:r>
        <w:tab/>
        <w:t>3.119e0</w:t>
      </w:r>
    </w:p>
    <w:p w:rsidR="00354DF7" w:rsidRDefault="00354DF7" w:rsidP="00354DF7">
      <w:pPr>
        <w:tabs>
          <w:tab w:val="left" w:pos="6195"/>
        </w:tabs>
      </w:pPr>
      <w:r>
        <w:t>448.1153</w:t>
      </w:r>
      <w:r>
        <w:tab/>
        <w:t>1.568e0</w:t>
      </w:r>
    </w:p>
    <w:p w:rsidR="00354DF7" w:rsidRDefault="00354DF7" w:rsidP="00354DF7">
      <w:pPr>
        <w:tabs>
          <w:tab w:val="left" w:pos="6195"/>
        </w:tabs>
      </w:pPr>
      <w:r>
        <w:t>448.1353</w:t>
      </w:r>
      <w:r>
        <w:tab/>
        <w:t>2.982e0</w:t>
      </w:r>
    </w:p>
    <w:p w:rsidR="00354DF7" w:rsidRDefault="00354DF7" w:rsidP="00354DF7">
      <w:pPr>
        <w:tabs>
          <w:tab w:val="left" w:pos="6195"/>
        </w:tabs>
      </w:pPr>
      <w:r>
        <w:t>448.1400</w:t>
      </w:r>
      <w:r>
        <w:tab/>
        <w:t>1.298e1</w:t>
      </w:r>
    </w:p>
    <w:p w:rsidR="00354DF7" w:rsidRDefault="00354DF7" w:rsidP="00354DF7">
      <w:pPr>
        <w:tabs>
          <w:tab w:val="left" w:pos="6195"/>
        </w:tabs>
      </w:pPr>
      <w:r>
        <w:t>448.1422</w:t>
      </w:r>
      <w:r>
        <w:tab/>
        <w:t>1.657e0</w:t>
      </w:r>
    </w:p>
    <w:p w:rsidR="00354DF7" w:rsidRDefault="00354DF7" w:rsidP="00354DF7">
      <w:pPr>
        <w:tabs>
          <w:tab w:val="left" w:pos="6195"/>
        </w:tabs>
      </w:pPr>
      <w:r>
        <w:t>448.1677</w:t>
      </w:r>
      <w:r>
        <w:tab/>
        <w:t>2.922e0</w:t>
      </w:r>
    </w:p>
    <w:p w:rsidR="00354DF7" w:rsidRDefault="00354DF7" w:rsidP="00354DF7">
      <w:pPr>
        <w:tabs>
          <w:tab w:val="left" w:pos="6195"/>
        </w:tabs>
      </w:pPr>
      <w:r>
        <w:t>448.1816</w:t>
      </w:r>
      <w:r>
        <w:tab/>
        <w:t>2.126e0</w:t>
      </w:r>
    </w:p>
    <w:p w:rsidR="00354DF7" w:rsidRDefault="00354DF7" w:rsidP="00354DF7">
      <w:pPr>
        <w:tabs>
          <w:tab w:val="left" w:pos="6195"/>
        </w:tabs>
      </w:pPr>
      <w:r>
        <w:t>448.2054</w:t>
      </w:r>
      <w:r>
        <w:tab/>
        <w:t>1.703e0</w:t>
      </w:r>
    </w:p>
    <w:p w:rsidR="00354DF7" w:rsidRDefault="00354DF7" w:rsidP="00354DF7">
      <w:pPr>
        <w:tabs>
          <w:tab w:val="left" w:pos="6195"/>
        </w:tabs>
      </w:pPr>
      <w:r>
        <w:t>448.2371</w:t>
      </w:r>
      <w:r>
        <w:tab/>
        <w:t>3.595e0</w:t>
      </w:r>
    </w:p>
    <w:p w:rsidR="00354DF7" w:rsidRDefault="00354DF7" w:rsidP="00354DF7">
      <w:pPr>
        <w:tabs>
          <w:tab w:val="left" w:pos="6195"/>
        </w:tabs>
      </w:pPr>
      <w:r>
        <w:t>448.2794</w:t>
      </w:r>
      <w:r>
        <w:tab/>
        <w:t>7.520e0</w:t>
      </w:r>
    </w:p>
    <w:p w:rsidR="00354DF7" w:rsidRDefault="00354DF7" w:rsidP="00354DF7">
      <w:pPr>
        <w:tabs>
          <w:tab w:val="left" w:pos="6195"/>
        </w:tabs>
      </w:pPr>
      <w:r>
        <w:t>448.2834</w:t>
      </w:r>
      <w:r>
        <w:tab/>
        <w:t>2.492e0</w:t>
      </w:r>
    </w:p>
    <w:p w:rsidR="00354DF7" w:rsidRDefault="00354DF7" w:rsidP="00354DF7">
      <w:pPr>
        <w:tabs>
          <w:tab w:val="left" w:pos="6195"/>
        </w:tabs>
      </w:pPr>
      <w:r>
        <w:t>448.2870</w:t>
      </w:r>
      <w:r>
        <w:tab/>
        <w:t>4.915e0</w:t>
      </w:r>
    </w:p>
    <w:p w:rsidR="00354DF7" w:rsidRDefault="00354DF7" w:rsidP="00354DF7">
      <w:pPr>
        <w:tabs>
          <w:tab w:val="left" w:pos="6195"/>
        </w:tabs>
      </w:pPr>
      <w:r>
        <w:t>448.2903</w:t>
      </w:r>
      <w:r>
        <w:tab/>
        <w:t>7.205e0</w:t>
      </w:r>
    </w:p>
    <w:p w:rsidR="00354DF7" w:rsidRDefault="00354DF7" w:rsidP="00354DF7">
      <w:pPr>
        <w:tabs>
          <w:tab w:val="left" w:pos="6195"/>
        </w:tabs>
      </w:pPr>
      <w:r>
        <w:t>448.3140</w:t>
      </w:r>
      <w:r>
        <w:tab/>
        <w:t>7.337e0</w:t>
      </w:r>
    </w:p>
    <w:p w:rsidR="00354DF7" w:rsidRDefault="00354DF7" w:rsidP="00354DF7">
      <w:pPr>
        <w:tabs>
          <w:tab w:val="left" w:pos="6195"/>
        </w:tabs>
      </w:pPr>
      <w:r>
        <w:t>448.3495</w:t>
      </w:r>
      <w:r>
        <w:tab/>
        <w:t>3.671e0</w:t>
      </w:r>
    </w:p>
    <w:p w:rsidR="00354DF7" w:rsidRDefault="00354DF7" w:rsidP="00354DF7">
      <w:pPr>
        <w:tabs>
          <w:tab w:val="left" w:pos="6195"/>
        </w:tabs>
      </w:pPr>
      <w:r>
        <w:t>448.3563</w:t>
      </w:r>
      <w:r>
        <w:tab/>
        <w:t>2.798e0</w:t>
      </w:r>
    </w:p>
    <w:p w:rsidR="00354DF7" w:rsidRDefault="00354DF7" w:rsidP="00354DF7">
      <w:pPr>
        <w:tabs>
          <w:tab w:val="left" w:pos="6195"/>
        </w:tabs>
      </w:pPr>
      <w:r>
        <w:t>448.3720</w:t>
      </w:r>
      <w:r>
        <w:tab/>
        <w:t>1.645e0</w:t>
      </w:r>
    </w:p>
    <w:p w:rsidR="00354DF7" w:rsidRDefault="00354DF7" w:rsidP="00354DF7">
      <w:pPr>
        <w:tabs>
          <w:tab w:val="left" w:pos="6195"/>
        </w:tabs>
      </w:pPr>
      <w:r>
        <w:t>448.4240</w:t>
      </w:r>
      <w:r>
        <w:tab/>
        <w:t>1.480e0</w:t>
      </w:r>
    </w:p>
    <w:p w:rsidR="00354DF7" w:rsidRDefault="00354DF7" w:rsidP="00354DF7">
      <w:pPr>
        <w:tabs>
          <w:tab w:val="left" w:pos="6195"/>
        </w:tabs>
      </w:pPr>
      <w:r>
        <w:t>448.4301</w:t>
      </w:r>
      <w:r>
        <w:tab/>
        <w:t>5.292e0</w:t>
      </w:r>
    </w:p>
    <w:p w:rsidR="00354DF7" w:rsidRDefault="00354DF7" w:rsidP="00354DF7">
      <w:pPr>
        <w:tabs>
          <w:tab w:val="left" w:pos="6195"/>
        </w:tabs>
      </w:pPr>
      <w:r>
        <w:lastRenderedPageBreak/>
        <w:t>448.4350</w:t>
      </w:r>
      <w:r>
        <w:tab/>
        <w:t>1.413e0</w:t>
      </w:r>
    </w:p>
    <w:p w:rsidR="00354DF7" w:rsidRDefault="00354DF7" w:rsidP="00354DF7">
      <w:pPr>
        <w:tabs>
          <w:tab w:val="left" w:pos="6195"/>
        </w:tabs>
      </w:pPr>
      <w:r>
        <w:t>448.4861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448.4886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448.5013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448.5111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448.5192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448.5250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448.5633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448.5875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448.6079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448.6106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448.6342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448.6478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448.6500</w:t>
      </w:r>
      <w:r>
        <w:tab/>
        <w:t>2.022e0</w:t>
      </w:r>
    </w:p>
    <w:p w:rsidR="00354DF7" w:rsidRDefault="00354DF7" w:rsidP="00354DF7">
      <w:pPr>
        <w:tabs>
          <w:tab w:val="left" w:pos="6195"/>
        </w:tabs>
      </w:pPr>
      <w:r>
        <w:t>448.6619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448.6658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448.6927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448.6957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448.7234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448.7444</w:t>
      </w:r>
      <w:r>
        <w:tab/>
        <w:t>2.667e0</w:t>
      </w:r>
    </w:p>
    <w:p w:rsidR="00354DF7" w:rsidRDefault="00354DF7" w:rsidP="00354DF7">
      <w:pPr>
        <w:tabs>
          <w:tab w:val="left" w:pos="6195"/>
        </w:tabs>
      </w:pPr>
      <w:r>
        <w:t>448.7561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448.7630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448.7804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448.7985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448.8183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448.8631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448.8779</w:t>
      </w:r>
      <w:r>
        <w:tab/>
        <w:t>2.383e0</w:t>
      </w:r>
    </w:p>
    <w:p w:rsidR="00354DF7" w:rsidRDefault="00354DF7" w:rsidP="00354DF7">
      <w:pPr>
        <w:tabs>
          <w:tab w:val="left" w:pos="6195"/>
        </w:tabs>
      </w:pPr>
      <w:r>
        <w:t>448.8995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448.9090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448.9246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448.9269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448.9519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448.9644</w:t>
      </w:r>
      <w:r>
        <w:tab/>
        <w:t>1.699e0</w:t>
      </w:r>
    </w:p>
    <w:p w:rsidR="00354DF7" w:rsidRDefault="00354DF7" w:rsidP="00354DF7">
      <w:pPr>
        <w:tabs>
          <w:tab w:val="left" w:pos="6195"/>
        </w:tabs>
      </w:pPr>
      <w:r>
        <w:t>448.9783</w:t>
      </w:r>
      <w:r>
        <w:tab/>
        <w:t>1.675e0</w:t>
      </w:r>
    </w:p>
    <w:p w:rsidR="00354DF7" w:rsidRDefault="00354DF7" w:rsidP="00354DF7">
      <w:pPr>
        <w:tabs>
          <w:tab w:val="left" w:pos="6195"/>
        </w:tabs>
      </w:pPr>
      <w:r>
        <w:t>448.9912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448.9929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449.0012</w:t>
      </w:r>
      <w:r>
        <w:tab/>
        <w:t>1.808e0</w:t>
      </w:r>
    </w:p>
    <w:p w:rsidR="00354DF7" w:rsidRDefault="00354DF7" w:rsidP="00354DF7">
      <w:pPr>
        <w:tabs>
          <w:tab w:val="left" w:pos="6195"/>
        </w:tabs>
      </w:pPr>
      <w:r>
        <w:t>449.0149</w:t>
      </w:r>
      <w:r>
        <w:tab/>
        <w:t>4.544e0</w:t>
      </w:r>
    </w:p>
    <w:p w:rsidR="00354DF7" w:rsidRDefault="00354DF7" w:rsidP="00354DF7">
      <w:pPr>
        <w:tabs>
          <w:tab w:val="left" w:pos="6195"/>
        </w:tabs>
      </w:pPr>
      <w:r>
        <w:lastRenderedPageBreak/>
        <w:t>449.0172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449.0383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449.0468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449.0588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449.0929</w:t>
      </w:r>
      <w:r>
        <w:tab/>
        <w:t>3.027e0</w:t>
      </w:r>
    </w:p>
    <w:p w:rsidR="00354DF7" w:rsidRDefault="00354DF7" w:rsidP="00354DF7">
      <w:pPr>
        <w:tabs>
          <w:tab w:val="left" w:pos="6195"/>
        </w:tabs>
      </w:pPr>
      <w:r>
        <w:t>449.0966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449.1012</w:t>
      </w:r>
      <w:r>
        <w:tab/>
        <w:t>1.457e0</w:t>
      </w:r>
    </w:p>
    <w:p w:rsidR="00354DF7" w:rsidRDefault="00354DF7" w:rsidP="00354DF7">
      <w:pPr>
        <w:tabs>
          <w:tab w:val="left" w:pos="6195"/>
        </w:tabs>
      </w:pPr>
      <w:r>
        <w:t>449.1090</w:t>
      </w:r>
      <w:r>
        <w:tab/>
        <w:t>1.751e0</w:t>
      </w:r>
    </w:p>
    <w:p w:rsidR="00354DF7" w:rsidRDefault="00354DF7" w:rsidP="00354DF7">
      <w:pPr>
        <w:tabs>
          <w:tab w:val="left" w:pos="6195"/>
        </w:tabs>
      </w:pPr>
      <w:r>
        <w:t>449.1135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449.1411</w:t>
      </w:r>
      <w:r>
        <w:tab/>
        <w:t>1.616e0</w:t>
      </w:r>
    </w:p>
    <w:p w:rsidR="00354DF7" w:rsidRDefault="00354DF7" w:rsidP="00354DF7">
      <w:pPr>
        <w:tabs>
          <w:tab w:val="left" w:pos="6195"/>
        </w:tabs>
      </w:pPr>
      <w:r>
        <w:t>449.1435</w:t>
      </w:r>
      <w:r>
        <w:tab/>
        <w:t>6.891e0</w:t>
      </w:r>
    </w:p>
    <w:p w:rsidR="00354DF7" w:rsidRDefault="00354DF7" w:rsidP="00354DF7">
      <w:pPr>
        <w:tabs>
          <w:tab w:val="left" w:pos="6195"/>
        </w:tabs>
      </w:pPr>
      <w:r>
        <w:t>449.1487</w:t>
      </w:r>
      <w:r>
        <w:tab/>
        <w:t>1.306e0</w:t>
      </w:r>
    </w:p>
    <w:p w:rsidR="00354DF7" w:rsidRDefault="00354DF7" w:rsidP="00354DF7">
      <w:pPr>
        <w:tabs>
          <w:tab w:val="left" w:pos="6195"/>
        </w:tabs>
      </w:pPr>
      <w:r>
        <w:t>449.2032</w:t>
      </w:r>
      <w:r>
        <w:tab/>
        <w:t>1.251e0</w:t>
      </w:r>
    </w:p>
    <w:p w:rsidR="00354DF7" w:rsidRDefault="00354DF7" w:rsidP="00354DF7">
      <w:pPr>
        <w:tabs>
          <w:tab w:val="left" w:pos="6195"/>
        </w:tabs>
      </w:pPr>
      <w:r>
        <w:t>449.2309</w:t>
      </w:r>
      <w:r>
        <w:tab/>
        <w:t>5.175e0</w:t>
      </w:r>
    </w:p>
    <w:p w:rsidR="00354DF7" w:rsidRDefault="00354DF7" w:rsidP="00354DF7">
      <w:pPr>
        <w:tabs>
          <w:tab w:val="left" w:pos="6195"/>
        </w:tabs>
      </w:pPr>
      <w:r>
        <w:t>449.2340</w:t>
      </w:r>
      <w:r>
        <w:tab/>
        <w:t>1.680e0</w:t>
      </w:r>
    </w:p>
    <w:p w:rsidR="00354DF7" w:rsidRDefault="00354DF7" w:rsidP="00354DF7">
      <w:pPr>
        <w:tabs>
          <w:tab w:val="left" w:pos="6195"/>
        </w:tabs>
      </w:pPr>
      <w:r>
        <w:t>449.2461</w:t>
      </w:r>
      <w:r>
        <w:tab/>
        <w:t>2.143e0</w:t>
      </w:r>
    </w:p>
    <w:p w:rsidR="00354DF7" w:rsidRDefault="00354DF7" w:rsidP="00354DF7">
      <w:pPr>
        <w:tabs>
          <w:tab w:val="left" w:pos="6195"/>
        </w:tabs>
      </w:pPr>
      <w:r>
        <w:t>449.2515</w:t>
      </w:r>
      <w:r>
        <w:tab/>
        <w:t>7.430e0</w:t>
      </w:r>
    </w:p>
    <w:p w:rsidR="00354DF7" w:rsidRDefault="00354DF7" w:rsidP="00354DF7">
      <w:pPr>
        <w:tabs>
          <w:tab w:val="left" w:pos="6195"/>
        </w:tabs>
      </w:pPr>
      <w:r>
        <w:t>449.2863</w:t>
      </w:r>
      <w:r>
        <w:tab/>
        <w:t>3.118e0</w:t>
      </w:r>
    </w:p>
    <w:p w:rsidR="00354DF7" w:rsidRDefault="00354DF7" w:rsidP="00354DF7">
      <w:pPr>
        <w:tabs>
          <w:tab w:val="left" w:pos="6195"/>
        </w:tabs>
      </w:pPr>
      <w:r>
        <w:t>449.2905</w:t>
      </w:r>
      <w:r>
        <w:tab/>
        <w:t>1.867e0</w:t>
      </w:r>
    </w:p>
    <w:p w:rsidR="00354DF7" w:rsidRDefault="00354DF7" w:rsidP="00354DF7">
      <w:pPr>
        <w:tabs>
          <w:tab w:val="left" w:pos="6195"/>
        </w:tabs>
      </w:pPr>
      <w:r>
        <w:lastRenderedPageBreak/>
        <w:t>449.3020</w:t>
      </w:r>
      <w:r>
        <w:tab/>
        <w:t>3.170e0</w:t>
      </w:r>
    </w:p>
    <w:p w:rsidR="00354DF7" w:rsidRDefault="00354DF7" w:rsidP="00354DF7">
      <w:pPr>
        <w:tabs>
          <w:tab w:val="left" w:pos="6195"/>
        </w:tabs>
      </w:pPr>
      <w:r>
        <w:t>449.3298</w:t>
      </w:r>
      <w:r>
        <w:tab/>
        <w:t>2.057e0</w:t>
      </w:r>
    </w:p>
    <w:p w:rsidR="00354DF7" w:rsidRDefault="00354DF7" w:rsidP="00354DF7">
      <w:pPr>
        <w:tabs>
          <w:tab w:val="left" w:pos="6195"/>
        </w:tabs>
      </w:pPr>
      <w:r>
        <w:t>449.3457</w:t>
      </w:r>
      <w:r>
        <w:tab/>
        <w:t>2.338e0</w:t>
      </w:r>
    </w:p>
    <w:p w:rsidR="00354DF7" w:rsidRDefault="00354DF7" w:rsidP="00354DF7">
      <w:pPr>
        <w:tabs>
          <w:tab w:val="left" w:pos="6195"/>
        </w:tabs>
      </w:pPr>
      <w:r>
        <w:t>449.3553</w:t>
      </w:r>
      <w:r>
        <w:tab/>
        <w:t>1.645e0</w:t>
      </w:r>
    </w:p>
    <w:p w:rsidR="00354DF7" w:rsidRDefault="00354DF7" w:rsidP="00354DF7">
      <w:pPr>
        <w:tabs>
          <w:tab w:val="left" w:pos="6195"/>
        </w:tabs>
      </w:pPr>
      <w:r>
        <w:t>449.3624</w:t>
      </w:r>
      <w:r>
        <w:tab/>
        <w:t>2.007e0</w:t>
      </w:r>
    </w:p>
    <w:p w:rsidR="00354DF7" w:rsidRDefault="00354DF7" w:rsidP="00354DF7">
      <w:pPr>
        <w:tabs>
          <w:tab w:val="left" w:pos="6195"/>
        </w:tabs>
      </w:pPr>
      <w:r>
        <w:t>449.3882</w:t>
      </w:r>
      <w:r>
        <w:tab/>
        <w:t>1.188e0</w:t>
      </w:r>
    </w:p>
    <w:p w:rsidR="00354DF7" w:rsidRDefault="00354DF7" w:rsidP="00354DF7">
      <w:pPr>
        <w:tabs>
          <w:tab w:val="left" w:pos="6195"/>
        </w:tabs>
      </w:pPr>
      <w:r>
        <w:t>449.3984</w:t>
      </w:r>
      <w:r>
        <w:tab/>
        <w:t>3.928e0</w:t>
      </w:r>
    </w:p>
    <w:p w:rsidR="00354DF7" w:rsidRDefault="00354DF7" w:rsidP="00354DF7">
      <w:pPr>
        <w:tabs>
          <w:tab w:val="left" w:pos="6195"/>
        </w:tabs>
      </w:pPr>
      <w:r>
        <w:t>449.4156</w:t>
      </w:r>
      <w:r>
        <w:tab/>
        <w:t>2.145e0</w:t>
      </w:r>
    </w:p>
    <w:p w:rsidR="00354DF7" w:rsidRDefault="00354DF7" w:rsidP="00354DF7">
      <w:pPr>
        <w:tabs>
          <w:tab w:val="left" w:pos="6195"/>
        </w:tabs>
      </w:pPr>
      <w:r>
        <w:t>449.4207</w:t>
      </w:r>
      <w:r>
        <w:tab/>
        <w:t>2.150e0</w:t>
      </w:r>
    </w:p>
    <w:p w:rsidR="00354DF7" w:rsidRDefault="00354DF7" w:rsidP="00354DF7">
      <w:pPr>
        <w:tabs>
          <w:tab w:val="left" w:pos="6195"/>
        </w:tabs>
      </w:pPr>
      <w:r>
        <w:t>449.4306</w:t>
      </w:r>
      <w:r>
        <w:tab/>
        <w:t>1.515e0</w:t>
      </w:r>
    </w:p>
    <w:p w:rsidR="00354DF7" w:rsidRDefault="00354DF7" w:rsidP="00354DF7">
      <w:pPr>
        <w:tabs>
          <w:tab w:val="left" w:pos="6195"/>
        </w:tabs>
      </w:pPr>
      <w:r>
        <w:t>449.4468</w:t>
      </w:r>
      <w:r>
        <w:tab/>
        <w:t>3.893e0</w:t>
      </w:r>
    </w:p>
    <w:p w:rsidR="00354DF7" w:rsidRDefault="00354DF7" w:rsidP="00354DF7">
      <w:pPr>
        <w:tabs>
          <w:tab w:val="left" w:pos="6195"/>
        </w:tabs>
      </w:pPr>
      <w:r>
        <w:t>449.4711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449.4734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449.4927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449.5060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449.5207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449.5360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449.5572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449.5816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449.5894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449.6342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449.6371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449.6434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449.6530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449.6572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449.6799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449.6832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449.7009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449.7114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449.7231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449.7257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449.7291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449.7704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449.8196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449.8214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449.8365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449.8412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449.8836</w:t>
      </w:r>
      <w:r>
        <w:tab/>
        <w:t>2.067e0</w:t>
      </w:r>
    </w:p>
    <w:p w:rsidR="00354DF7" w:rsidRDefault="00354DF7" w:rsidP="00354DF7">
      <w:pPr>
        <w:tabs>
          <w:tab w:val="left" w:pos="6195"/>
        </w:tabs>
      </w:pPr>
      <w:r>
        <w:lastRenderedPageBreak/>
        <w:t>449.9166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449.9227</w:t>
      </w:r>
      <w:r>
        <w:tab/>
        <w:t>1.859e0</w:t>
      </w:r>
    </w:p>
    <w:p w:rsidR="00354DF7" w:rsidRDefault="00354DF7" w:rsidP="00354DF7">
      <w:pPr>
        <w:tabs>
          <w:tab w:val="left" w:pos="6195"/>
        </w:tabs>
      </w:pPr>
      <w:r>
        <w:t>449.9480</w:t>
      </w:r>
      <w:r>
        <w:tab/>
        <w:t>5.749e0</w:t>
      </w:r>
    </w:p>
    <w:p w:rsidR="00354DF7" w:rsidRDefault="00354DF7" w:rsidP="00354DF7">
      <w:pPr>
        <w:tabs>
          <w:tab w:val="left" w:pos="6195"/>
        </w:tabs>
      </w:pPr>
      <w:r>
        <w:t>449.9574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449.9781</w:t>
      </w:r>
      <w:r>
        <w:tab/>
        <w:t>6.739e0</w:t>
      </w:r>
    </w:p>
    <w:p w:rsidR="00354DF7" w:rsidRDefault="00354DF7" w:rsidP="00354DF7">
      <w:pPr>
        <w:tabs>
          <w:tab w:val="left" w:pos="6195"/>
        </w:tabs>
      </w:pPr>
      <w:r>
        <w:t>449.9891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450.0059</w:t>
      </w:r>
      <w:r>
        <w:tab/>
        <w:t>2.629e0</w:t>
      </w:r>
    </w:p>
    <w:p w:rsidR="00354DF7" w:rsidRDefault="00354DF7" w:rsidP="00354DF7">
      <w:pPr>
        <w:tabs>
          <w:tab w:val="left" w:pos="6195"/>
        </w:tabs>
      </w:pPr>
      <w:r>
        <w:t>450.0431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450.0566</w:t>
      </w:r>
      <w:r>
        <w:tab/>
        <w:t>2.766e0</w:t>
      </w:r>
    </w:p>
    <w:p w:rsidR="00354DF7" w:rsidRDefault="00354DF7" w:rsidP="00354DF7">
      <w:pPr>
        <w:tabs>
          <w:tab w:val="left" w:pos="6195"/>
        </w:tabs>
      </w:pPr>
      <w:r>
        <w:t>450.0799</w:t>
      </w:r>
      <w:r>
        <w:tab/>
        <w:t>2.597e0</w:t>
      </w:r>
    </w:p>
    <w:p w:rsidR="00354DF7" w:rsidRDefault="00354DF7" w:rsidP="00354DF7">
      <w:pPr>
        <w:tabs>
          <w:tab w:val="left" w:pos="6195"/>
        </w:tabs>
      </w:pPr>
      <w:r>
        <w:t>450.0841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450.0878</w:t>
      </w:r>
      <w:r>
        <w:tab/>
        <w:t>4.960e0</w:t>
      </w:r>
    </w:p>
    <w:p w:rsidR="00354DF7" w:rsidRDefault="00354DF7" w:rsidP="00354DF7">
      <w:pPr>
        <w:tabs>
          <w:tab w:val="left" w:pos="6195"/>
        </w:tabs>
      </w:pPr>
      <w:r>
        <w:t>450.1071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450.1115</w:t>
      </w:r>
      <w:r>
        <w:tab/>
        <w:t>1.523e0</w:t>
      </w:r>
    </w:p>
    <w:p w:rsidR="00354DF7" w:rsidRDefault="00354DF7" w:rsidP="00354DF7">
      <w:pPr>
        <w:tabs>
          <w:tab w:val="left" w:pos="6195"/>
        </w:tabs>
      </w:pPr>
      <w:r>
        <w:t>450.1243</w:t>
      </w:r>
      <w:r>
        <w:tab/>
        <w:t>5.167e0</w:t>
      </w:r>
    </w:p>
    <w:p w:rsidR="00354DF7" w:rsidRDefault="00354DF7" w:rsidP="00354DF7">
      <w:pPr>
        <w:tabs>
          <w:tab w:val="left" w:pos="6195"/>
        </w:tabs>
      </w:pPr>
      <w:r>
        <w:t>450.1428</w:t>
      </w:r>
      <w:r>
        <w:tab/>
        <w:t>1.153e0</w:t>
      </w:r>
    </w:p>
    <w:p w:rsidR="00354DF7" w:rsidRDefault="00354DF7" w:rsidP="00354DF7">
      <w:pPr>
        <w:tabs>
          <w:tab w:val="left" w:pos="6195"/>
        </w:tabs>
      </w:pPr>
      <w:r>
        <w:t>450.1485</w:t>
      </w:r>
      <w:r>
        <w:tab/>
        <w:t>2.763e0</w:t>
      </w:r>
    </w:p>
    <w:p w:rsidR="00354DF7" w:rsidRDefault="00354DF7" w:rsidP="00354DF7">
      <w:pPr>
        <w:tabs>
          <w:tab w:val="left" w:pos="6195"/>
        </w:tabs>
      </w:pPr>
      <w:r>
        <w:t>450.1620</w:t>
      </w:r>
      <w:r>
        <w:tab/>
        <w:t>1.269e0</w:t>
      </w:r>
    </w:p>
    <w:p w:rsidR="00354DF7" w:rsidRDefault="00354DF7" w:rsidP="00354DF7">
      <w:pPr>
        <w:tabs>
          <w:tab w:val="left" w:pos="6195"/>
        </w:tabs>
      </w:pPr>
      <w:r>
        <w:t>450.1983</w:t>
      </w:r>
      <w:r>
        <w:tab/>
        <w:t>4.243e0</w:t>
      </w:r>
    </w:p>
    <w:p w:rsidR="00354DF7" w:rsidRDefault="00354DF7" w:rsidP="00354DF7">
      <w:pPr>
        <w:tabs>
          <w:tab w:val="left" w:pos="6195"/>
        </w:tabs>
      </w:pPr>
      <w:r>
        <w:lastRenderedPageBreak/>
        <w:t>450.2252</w:t>
      </w:r>
      <w:r>
        <w:tab/>
        <w:t>3.957e0</w:t>
      </w:r>
    </w:p>
    <w:p w:rsidR="00354DF7" w:rsidRDefault="00354DF7" w:rsidP="00354DF7">
      <w:pPr>
        <w:tabs>
          <w:tab w:val="left" w:pos="6195"/>
        </w:tabs>
      </w:pPr>
      <w:r>
        <w:t>450.2584</w:t>
      </w:r>
      <w:r>
        <w:tab/>
        <w:t>1.867e0</w:t>
      </w:r>
    </w:p>
    <w:p w:rsidR="00354DF7" w:rsidRDefault="00354DF7" w:rsidP="00354DF7">
      <w:pPr>
        <w:tabs>
          <w:tab w:val="left" w:pos="6195"/>
        </w:tabs>
      </w:pPr>
      <w:r>
        <w:t>450.2626</w:t>
      </w:r>
      <w:r>
        <w:tab/>
        <w:t>3.268e0</w:t>
      </w:r>
    </w:p>
    <w:p w:rsidR="00354DF7" w:rsidRDefault="00354DF7" w:rsidP="00354DF7">
      <w:pPr>
        <w:tabs>
          <w:tab w:val="left" w:pos="6195"/>
        </w:tabs>
      </w:pPr>
      <w:r>
        <w:t>450.2714</w:t>
      </w:r>
      <w:r>
        <w:tab/>
        <w:t>2.744e0</w:t>
      </w:r>
    </w:p>
    <w:p w:rsidR="00354DF7" w:rsidRDefault="00354DF7" w:rsidP="00354DF7">
      <w:pPr>
        <w:tabs>
          <w:tab w:val="left" w:pos="6195"/>
        </w:tabs>
      </w:pPr>
      <w:r>
        <w:t>450.2982</w:t>
      </w:r>
      <w:r>
        <w:tab/>
        <w:t>1.943e0</w:t>
      </w:r>
    </w:p>
    <w:p w:rsidR="00354DF7" w:rsidRDefault="00354DF7" w:rsidP="00354DF7">
      <w:pPr>
        <w:tabs>
          <w:tab w:val="left" w:pos="6195"/>
        </w:tabs>
      </w:pPr>
      <w:r>
        <w:t>450.3273</w:t>
      </w:r>
      <w:r>
        <w:tab/>
        <w:t>4.799e0</w:t>
      </w:r>
    </w:p>
    <w:p w:rsidR="00354DF7" w:rsidRDefault="00354DF7" w:rsidP="00354DF7">
      <w:pPr>
        <w:tabs>
          <w:tab w:val="left" w:pos="6195"/>
        </w:tabs>
      </w:pPr>
      <w:r>
        <w:t>450.3320</w:t>
      </w:r>
      <w:r>
        <w:tab/>
        <w:t>4.099e0</w:t>
      </w:r>
    </w:p>
    <w:p w:rsidR="00354DF7" w:rsidRDefault="00354DF7" w:rsidP="00354DF7">
      <w:pPr>
        <w:tabs>
          <w:tab w:val="left" w:pos="6195"/>
        </w:tabs>
      </w:pPr>
      <w:r>
        <w:t>450.3600</w:t>
      </w:r>
      <w:r>
        <w:tab/>
        <w:t>1.818e0</w:t>
      </w:r>
    </w:p>
    <w:p w:rsidR="00354DF7" w:rsidRDefault="00354DF7" w:rsidP="00354DF7">
      <w:pPr>
        <w:tabs>
          <w:tab w:val="left" w:pos="6195"/>
        </w:tabs>
      </w:pPr>
      <w:r>
        <w:t>450.3716</w:t>
      </w:r>
      <w:r>
        <w:tab/>
        <w:t>3.350e0</w:t>
      </w:r>
    </w:p>
    <w:p w:rsidR="00354DF7" w:rsidRDefault="00354DF7" w:rsidP="00354DF7">
      <w:pPr>
        <w:tabs>
          <w:tab w:val="left" w:pos="6195"/>
        </w:tabs>
      </w:pPr>
      <w:r>
        <w:t>450.3751</w:t>
      </w:r>
      <w:r>
        <w:tab/>
        <w:t>2.192e0</w:t>
      </w:r>
    </w:p>
    <w:p w:rsidR="00354DF7" w:rsidRDefault="00354DF7" w:rsidP="00354DF7">
      <w:pPr>
        <w:tabs>
          <w:tab w:val="left" w:pos="6195"/>
        </w:tabs>
      </w:pPr>
      <w:r>
        <w:t>450.4190</w:t>
      </w:r>
      <w:r>
        <w:tab/>
        <w:t>4.293e0</w:t>
      </w:r>
    </w:p>
    <w:p w:rsidR="00354DF7" w:rsidRDefault="00354DF7" w:rsidP="00354DF7">
      <w:pPr>
        <w:tabs>
          <w:tab w:val="left" w:pos="6195"/>
        </w:tabs>
      </w:pPr>
      <w:r>
        <w:t>450.4251</w:t>
      </w:r>
      <w:r>
        <w:tab/>
        <w:t>2.726e0</w:t>
      </w:r>
    </w:p>
    <w:p w:rsidR="00354DF7" w:rsidRDefault="00354DF7" w:rsidP="00354DF7">
      <w:pPr>
        <w:tabs>
          <w:tab w:val="left" w:pos="6195"/>
        </w:tabs>
      </w:pPr>
      <w:r>
        <w:t>450.4394</w:t>
      </w:r>
      <w:r>
        <w:tab/>
        <w:t>2.830e0</w:t>
      </w:r>
    </w:p>
    <w:p w:rsidR="00354DF7" w:rsidRDefault="00354DF7" w:rsidP="00354DF7">
      <w:pPr>
        <w:tabs>
          <w:tab w:val="left" w:pos="6195"/>
        </w:tabs>
      </w:pPr>
      <w:r>
        <w:t>450.4872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450.4913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450.5308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450.5456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450.5710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450.5749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450.6063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450.6099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450.6379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450.6536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450.6683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450.7069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450.7158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450.7445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450.7554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450.7717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450.7875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450.8119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450.8143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450.8209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450.8616</w:t>
      </w:r>
      <w:r>
        <w:tab/>
        <w:t>3.078e0</w:t>
      </w:r>
    </w:p>
    <w:p w:rsidR="00354DF7" w:rsidRDefault="00354DF7" w:rsidP="00354DF7">
      <w:pPr>
        <w:tabs>
          <w:tab w:val="left" w:pos="6195"/>
        </w:tabs>
      </w:pPr>
      <w:r>
        <w:t>450.8631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450.8656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450.8760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450.8857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450.8875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450.9248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450.9366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450.9443</w:t>
      </w:r>
      <w:r>
        <w:tab/>
        <w:t>3.937e0</w:t>
      </w:r>
    </w:p>
    <w:p w:rsidR="00354DF7" w:rsidRDefault="00354DF7" w:rsidP="00354DF7">
      <w:pPr>
        <w:tabs>
          <w:tab w:val="left" w:pos="6195"/>
        </w:tabs>
      </w:pPr>
      <w:r>
        <w:t>450.9518</w:t>
      </w:r>
      <w:r>
        <w:tab/>
        <w:t>3.717e0</w:t>
      </w:r>
    </w:p>
    <w:p w:rsidR="00354DF7" w:rsidRDefault="00354DF7" w:rsidP="00354DF7">
      <w:pPr>
        <w:tabs>
          <w:tab w:val="left" w:pos="6195"/>
        </w:tabs>
      </w:pPr>
      <w:r>
        <w:t>450.9642</w:t>
      </w:r>
      <w:r>
        <w:tab/>
        <w:t>2.772e0</w:t>
      </w:r>
    </w:p>
    <w:p w:rsidR="00354DF7" w:rsidRDefault="00354DF7" w:rsidP="00354DF7">
      <w:pPr>
        <w:tabs>
          <w:tab w:val="left" w:pos="6195"/>
        </w:tabs>
      </w:pPr>
      <w:r>
        <w:t>450.9812</w:t>
      </w:r>
      <w:r>
        <w:tab/>
        <w:t>2.688e0</w:t>
      </w:r>
    </w:p>
    <w:p w:rsidR="00354DF7" w:rsidRDefault="00354DF7" w:rsidP="00354DF7">
      <w:pPr>
        <w:tabs>
          <w:tab w:val="left" w:pos="6195"/>
        </w:tabs>
      </w:pPr>
      <w:r>
        <w:t>450.9987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451.0097</w:t>
      </w:r>
      <w:r>
        <w:tab/>
        <w:t>2.820e0</w:t>
      </w:r>
    </w:p>
    <w:p w:rsidR="00354DF7" w:rsidRDefault="00354DF7" w:rsidP="00354DF7">
      <w:pPr>
        <w:tabs>
          <w:tab w:val="left" w:pos="6195"/>
        </w:tabs>
      </w:pPr>
      <w:r>
        <w:t>451.0271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451.0312</w:t>
      </w:r>
      <w:r>
        <w:tab/>
        <w:t>3.928e0</w:t>
      </w:r>
    </w:p>
    <w:p w:rsidR="00354DF7" w:rsidRDefault="00354DF7" w:rsidP="00354DF7">
      <w:pPr>
        <w:tabs>
          <w:tab w:val="left" w:pos="6195"/>
        </w:tabs>
      </w:pPr>
      <w:r>
        <w:t>451.0529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451.0540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451.1118</w:t>
      </w:r>
      <w:r>
        <w:tab/>
        <w:t>1.781e0</w:t>
      </w:r>
    </w:p>
    <w:p w:rsidR="00354DF7" w:rsidRDefault="00354DF7" w:rsidP="00354DF7">
      <w:pPr>
        <w:tabs>
          <w:tab w:val="left" w:pos="6195"/>
        </w:tabs>
      </w:pPr>
      <w:r>
        <w:t>451.1135</w:t>
      </w:r>
      <w:r>
        <w:tab/>
        <w:t>4.697e0</w:t>
      </w:r>
    </w:p>
    <w:p w:rsidR="00354DF7" w:rsidRDefault="00354DF7" w:rsidP="00354DF7">
      <w:pPr>
        <w:tabs>
          <w:tab w:val="left" w:pos="6195"/>
        </w:tabs>
      </w:pPr>
      <w:r>
        <w:t>451.1193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451.1276</w:t>
      </w:r>
      <w:r>
        <w:tab/>
        <w:t>3.325e0</w:t>
      </w:r>
    </w:p>
    <w:p w:rsidR="00354DF7" w:rsidRDefault="00354DF7" w:rsidP="00354DF7">
      <w:pPr>
        <w:tabs>
          <w:tab w:val="left" w:pos="6195"/>
        </w:tabs>
      </w:pPr>
      <w:r>
        <w:t>451.1296</w:t>
      </w:r>
      <w:r>
        <w:tab/>
        <w:t>7.279e0</w:t>
      </w:r>
    </w:p>
    <w:p w:rsidR="00354DF7" w:rsidRDefault="00354DF7" w:rsidP="00354DF7">
      <w:pPr>
        <w:tabs>
          <w:tab w:val="left" w:pos="6195"/>
        </w:tabs>
      </w:pPr>
      <w:r>
        <w:t>451.1377</w:t>
      </w:r>
      <w:r>
        <w:tab/>
        <w:t>3.589e0</w:t>
      </w:r>
    </w:p>
    <w:p w:rsidR="00354DF7" w:rsidRDefault="00354DF7" w:rsidP="00354DF7">
      <w:pPr>
        <w:tabs>
          <w:tab w:val="left" w:pos="6195"/>
        </w:tabs>
      </w:pPr>
      <w:r>
        <w:lastRenderedPageBreak/>
        <w:t>451.1693</w:t>
      </w:r>
      <w:r>
        <w:tab/>
        <w:t>1.988e0</w:t>
      </w:r>
    </w:p>
    <w:p w:rsidR="00354DF7" w:rsidRDefault="00354DF7" w:rsidP="00354DF7">
      <w:pPr>
        <w:tabs>
          <w:tab w:val="left" w:pos="6195"/>
        </w:tabs>
      </w:pPr>
      <w:r>
        <w:t>451.1724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451.1829</w:t>
      </w:r>
      <w:r>
        <w:tab/>
        <w:t>3.215e0</w:t>
      </w:r>
    </w:p>
    <w:p w:rsidR="00354DF7" w:rsidRDefault="00354DF7" w:rsidP="00354DF7">
      <w:pPr>
        <w:tabs>
          <w:tab w:val="left" w:pos="6195"/>
        </w:tabs>
      </w:pPr>
      <w:r>
        <w:t>451.2090</w:t>
      </w:r>
      <w:r>
        <w:tab/>
        <w:t>3.237e0</w:t>
      </w:r>
    </w:p>
    <w:p w:rsidR="00354DF7" w:rsidRDefault="00354DF7" w:rsidP="00354DF7">
      <w:pPr>
        <w:tabs>
          <w:tab w:val="left" w:pos="6195"/>
        </w:tabs>
      </w:pPr>
      <w:r>
        <w:t>451.2214</w:t>
      </w:r>
      <w:r>
        <w:tab/>
        <w:t>3.086e0</w:t>
      </w:r>
    </w:p>
    <w:p w:rsidR="00354DF7" w:rsidRDefault="00354DF7" w:rsidP="00354DF7">
      <w:pPr>
        <w:tabs>
          <w:tab w:val="left" w:pos="6195"/>
        </w:tabs>
      </w:pPr>
      <w:r>
        <w:t>451.2398</w:t>
      </w:r>
      <w:r>
        <w:tab/>
        <w:t>6.544e0</w:t>
      </w:r>
    </w:p>
    <w:p w:rsidR="00354DF7" w:rsidRDefault="00354DF7" w:rsidP="00354DF7">
      <w:pPr>
        <w:tabs>
          <w:tab w:val="left" w:pos="6195"/>
        </w:tabs>
      </w:pPr>
      <w:r>
        <w:t>451.2715</w:t>
      </w:r>
      <w:r>
        <w:tab/>
        <w:t>3.745e0</w:t>
      </w:r>
    </w:p>
    <w:p w:rsidR="00354DF7" w:rsidRDefault="00354DF7" w:rsidP="00354DF7">
      <w:pPr>
        <w:tabs>
          <w:tab w:val="left" w:pos="6195"/>
        </w:tabs>
      </w:pPr>
      <w:r>
        <w:t>451.2919</w:t>
      </w:r>
      <w:r>
        <w:tab/>
        <w:t>2.066e0</w:t>
      </w:r>
    </w:p>
    <w:p w:rsidR="00354DF7" w:rsidRDefault="00354DF7" w:rsidP="00354DF7">
      <w:pPr>
        <w:tabs>
          <w:tab w:val="left" w:pos="6195"/>
        </w:tabs>
      </w:pPr>
      <w:r>
        <w:t>451.3008</w:t>
      </w:r>
      <w:r>
        <w:tab/>
        <w:t>1.522e0</w:t>
      </w:r>
    </w:p>
    <w:p w:rsidR="00354DF7" w:rsidRDefault="00354DF7" w:rsidP="00354DF7">
      <w:pPr>
        <w:tabs>
          <w:tab w:val="left" w:pos="6195"/>
        </w:tabs>
      </w:pPr>
      <w:r>
        <w:t>451.3097</w:t>
      </w:r>
      <w:r>
        <w:tab/>
        <w:t>1.094e1</w:t>
      </w:r>
    </w:p>
    <w:p w:rsidR="00354DF7" w:rsidRDefault="00354DF7" w:rsidP="00354DF7">
      <w:pPr>
        <w:tabs>
          <w:tab w:val="left" w:pos="6195"/>
        </w:tabs>
      </w:pPr>
      <w:r>
        <w:t>451.3485</w:t>
      </w:r>
      <w:r>
        <w:tab/>
        <w:t>1.418e0</w:t>
      </w:r>
    </w:p>
    <w:p w:rsidR="00354DF7" w:rsidRDefault="00354DF7" w:rsidP="00354DF7">
      <w:pPr>
        <w:tabs>
          <w:tab w:val="left" w:pos="6195"/>
        </w:tabs>
      </w:pPr>
      <w:r>
        <w:t>451.3951</w:t>
      </w:r>
      <w:r>
        <w:tab/>
        <w:t>8.479e0</w:t>
      </w:r>
    </w:p>
    <w:p w:rsidR="00354DF7" w:rsidRDefault="00354DF7" w:rsidP="00354DF7">
      <w:pPr>
        <w:tabs>
          <w:tab w:val="left" w:pos="6195"/>
        </w:tabs>
      </w:pPr>
      <w:r>
        <w:t>451.3964</w:t>
      </w:r>
      <w:r>
        <w:tab/>
        <w:t>1.299e0</w:t>
      </w:r>
    </w:p>
    <w:p w:rsidR="00354DF7" w:rsidRDefault="00354DF7" w:rsidP="00354DF7">
      <w:pPr>
        <w:tabs>
          <w:tab w:val="left" w:pos="6195"/>
        </w:tabs>
      </w:pPr>
      <w:r>
        <w:t>451.4162</w:t>
      </w:r>
      <w:r>
        <w:tab/>
        <w:t>1.458e0</w:t>
      </w:r>
    </w:p>
    <w:p w:rsidR="00354DF7" w:rsidRDefault="00354DF7" w:rsidP="00354DF7">
      <w:pPr>
        <w:tabs>
          <w:tab w:val="left" w:pos="6195"/>
        </w:tabs>
      </w:pPr>
      <w:r>
        <w:t>451.4990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451.5018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451.5240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451.5413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451.5524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451.5602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451.5666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451.6025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451.6151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451.6179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451.6788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451.6803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451.6852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451.6888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451.6940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451.7076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451.7305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451.7565</w:t>
      </w:r>
      <w:r>
        <w:tab/>
        <w:t>2.366e0</w:t>
      </w:r>
    </w:p>
    <w:p w:rsidR="00354DF7" w:rsidRDefault="00354DF7" w:rsidP="00354DF7">
      <w:pPr>
        <w:tabs>
          <w:tab w:val="left" w:pos="6195"/>
        </w:tabs>
      </w:pPr>
      <w:r>
        <w:t>451.7668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451.7790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451.7829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451.7974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451.8180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451.8414</w:t>
      </w:r>
      <w:r>
        <w:tab/>
        <w:t>2.931e0</w:t>
      </w:r>
    </w:p>
    <w:p w:rsidR="00354DF7" w:rsidRDefault="00354DF7" w:rsidP="00354DF7">
      <w:pPr>
        <w:tabs>
          <w:tab w:val="left" w:pos="6195"/>
        </w:tabs>
      </w:pPr>
      <w:r>
        <w:lastRenderedPageBreak/>
        <w:t>451.8527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451.8585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451.8676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451.8954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451.9050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451.9106</w:t>
      </w:r>
      <w:r>
        <w:tab/>
        <w:t>1.513e0</w:t>
      </w:r>
    </w:p>
    <w:p w:rsidR="00354DF7" w:rsidRDefault="00354DF7" w:rsidP="00354DF7">
      <w:pPr>
        <w:tabs>
          <w:tab w:val="left" w:pos="6195"/>
        </w:tabs>
      </w:pPr>
      <w:r>
        <w:t>451.9226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451.9440</w:t>
      </w:r>
      <w:r>
        <w:tab/>
        <w:t>1.389e0</w:t>
      </w:r>
    </w:p>
    <w:p w:rsidR="00354DF7" w:rsidRDefault="00354DF7" w:rsidP="00354DF7">
      <w:pPr>
        <w:tabs>
          <w:tab w:val="left" w:pos="6195"/>
        </w:tabs>
      </w:pPr>
      <w:r>
        <w:t>451.9455</w:t>
      </w:r>
      <w:r>
        <w:tab/>
        <w:t>1.718e0</w:t>
      </w:r>
    </w:p>
    <w:p w:rsidR="00354DF7" w:rsidRDefault="00354DF7" w:rsidP="00354DF7">
      <w:pPr>
        <w:tabs>
          <w:tab w:val="left" w:pos="6195"/>
        </w:tabs>
      </w:pPr>
      <w:r>
        <w:t>451.9692</w:t>
      </w:r>
      <w:r>
        <w:tab/>
        <w:t>4.164e0</w:t>
      </w:r>
    </w:p>
    <w:p w:rsidR="00354DF7" w:rsidRDefault="00354DF7" w:rsidP="00354DF7">
      <w:pPr>
        <w:tabs>
          <w:tab w:val="left" w:pos="6195"/>
        </w:tabs>
      </w:pPr>
      <w:r>
        <w:t>451.9841</w:t>
      </w:r>
      <w:r>
        <w:tab/>
        <w:t>1.817e0</w:t>
      </w:r>
    </w:p>
    <w:p w:rsidR="00354DF7" w:rsidRDefault="00354DF7" w:rsidP="00354DF7">
      <w:pPr>
        <w:tabs>
          <w:tab w:val="left" w:pos="6195"/>
        </w:tabs>
      </w:pPr>
      <w:r>
        <w:t>451.9871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452.0168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452.0226</w:t>
      </w:r>
      <w:r>
        <w:tab/>
        <w:t>1.813e0</w:t>
      </w:r>
    </w:p>
    <w:p w:rsidR="00354DF7" w:rsidRDefault="00354DF7" w:rsidP="00354DF7">
      <w:pPr>
        <w:tabs>
          <w:tab w:val="left" w:pos="6195"/>
        </w:tabs>
      </w:pPr>
      <w:r>
        <w:t>452.0361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452.0452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452.0672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452.0890</w:t>
      </w:r>
      <w:r>
        <w:tab/>
        <w:t>3.527e0</w:t>
      </w:r>
    </w:p>
    <w:p w:rsidR="00354DF7" w:rsidRDefault="00354DF7" w:rsidP="00354DF7">
      <w:pPr>
        <w:tabs>
          <w:tab w:val="left" w:pos="6195"/>
        </w:tabs>
      </w:pPr>
      <w:r>
        <w:t>452.0945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452.1149</w:t>
      </w:r>
      <w:r>
        <w:tab/>
        <w:t>7.033e0</w:t>
      </w:r>
    </w:p>
    <w:p w:rsidR="00354DF7" w:rsidRDefault="00354DF7" w:rsidP="00354DF7">
      <w:pPr>
        <w:tabs>
          <w:tab w:val="left" w:pos="6195"/>
        </w:tabs>
      </w:pPr>
      <w:r>
        <w:t>452.1441</w:t>
      </w:r>
      <w:r>
        <w:tab/>
        <w:t>3.806e0</w:t>
      </w:r>
    </w:p>
    <w:p w:rsidR="00354DF7" w:rsidRDefault="00354DF7" w:rsidP="00354DF7">
      <w:pPr>
        <w:tabs>
          <w:tab w:val="left" w:pos="6195"/>
        </w:tabs>
      </w:pPr>
      <w:r>
        <w:t>452.1754</w:t>
      </w:r>
      <w:r>
        <w:tab/>
        <w:t>1.476e0</w:t>
      </w:r>
    </w:p>
    <w:p w:rsidR="00354DF7" w:rsidRDefault="00354DF7" w:rsidP="00354DF7">
      <w:pPr>
        <w:tabs>
          <w:tab w:val="left" w:pos="6195"/>
        </w:tabs>
      </w:pPr>
      <w:r>
        <w:t>452.1880</w:t>
      </w:r>
      <w:r>
        <w:tab/>
        <w:t>1.807e0</w:t>
      </w:r>
    </w:p>
    <w:p w:rsidR="00354DF7" w:rsidRDefault="00354DF7" w:rsidP="00354DF7">
      <w:pPr>
        <w:tabs>
          <w:tab w:val="left" w:pos="6195"/>
        </w:tabs>
      </w:pPr>
      <w:r>
        <w:t>452.1916</w:t>
      </w:r>
      <w:r>
        <w:tab/>
        <w:t>1.509e0</w:t>
      </w:r>
    </w:p>
    <w:p w:rsidR="00354DF7" w:rsidRDefault="00354DF7" w:rsidP="00354DF7">
      <w:pPr>
        <w:tabs>
          <w:tab w:val="left" w:pos="6195"/>
        </w:tabs>
      </w:pPr>
      <w:r>
        <w:t>452.1957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452.2024</w:t>
      </w:r>
      <w:r>
        <w:tab/>
        <w:t>2.782e0</w:t>
      </w:r>
    </w:p>
    <w:p w:rsidR="00354DF7" w:rsidRDefault="00354DF7" w:rsidP="00354DF7">
      <w:pPr>
        <w:tabs>
          <w:tab w:val="left" w:pos="6195"/>
        </w:tabs>
      </w:pPr>
      <w:r>
        <w:t>452.2480</w:t>
      </w:r>
      <w:r>
        <w:tab/>
        <w:t>1.117e0</w:t>
      </w:r>
    </w:p>
    <w:p w:rsidR="00354DF7" w:rsidRDefault="00354DF7" w:rsidP="00354DF7">
      <w:pPr>
        <w:tabs>
          <w:tab w:val="left" w:pos="6195"/>
        </w:tabs>
      </w:pPr>
      <w:r>
        <w:t>452.2545</w:t>
      </w:r>
      <w:r>
        <w:tab/>
        <w:t>3.016e0</w:t>
      </w:r>
    </w:p>
    <w:p w:rsidR="00354DF7" w:rsidRDefault="00354DF7" w:rsidP="00354DF7">
      <w:pPr>
        <w:tabs>
          <w:tab w:val="left" w:pos="6195"/>
        </w:tabs>
      </w:pPr>
      <w:r>
        <w:t>452.2576</w:t>
      </w:r>
      <w:r>
        <w:tab/>
        <w:t>1.766e0</w:t>
      </w:r>
    </w:p>
    <w:p w:rsidR="00354DF7" w:rsidRDefault="00354DF7" w:rsidP="00354DF7">
      <w:pPr>
        <w:tabs>
          <w:tab w:val="left" w:pos="6195"/>
        </w:tabs>
      </w:pPr>
      <w:r>
        <w:t>452.2767</w:t>
      </w:r>
      <w:r>
        <w:tab/>
        <w:t>2.356e0</w:t>
      </w:r>
    </w:p>
    <w:p w:rsidR="00354DF7" w:rsidRDefault="00354DF7" w:rsidP="00354DF7">
      <w:pPr>
        <w:tabs>
          <w:tab w:val="left" w:pos="6195"/>
        </w:tabs>
      </w:pPr>
      <w:r>
        <w:t>452.3659</w:t>
      </w:r>
      <w:r>
        <w:tab/>
        <w:t>9.733e0</w:t>
      </w:r>
    </w:p>
    <w:p w:rsidR="00354DF7" w:rsidRDefault="00354DF7" w:rsidP="00354DF7">
      <w:pPr>
        <w:tabs>
          <w:tab w:val="left" w:pos="6195"/>
        </w:tabs>
      </w:pPr>
      <w:r>
        <w:t>452.3883</w:t>
      </w:r>
      <w:r>
        <w:tab/>
        <w:t>2.573e1</w:t>
      </w:r>
    </w:p>
    <w:p w:rsidR="00354DF7" w:rsidRDefault="00354DF7" w:rsidP="00354DF7">
      <w:pPr>
        <w:tabs>
          <w:tab w:val="left" w:pos="6195"/>
        </w:tabs>
      </w:pPr>
      <w:r>
        <w:t>452.3945</w:t>
      </w:r>
      <w:r>
        <w:tab/>
        <w:t>8.322e1</w:t>
      </w:r>
    </w:p>
    <w:p w:rsidR="00354DF7" w:rsidRDefault="00354DF7" w:rsidP="00354DF7">
      <w:pPr>
        <w:tabs>
          <w:tab w:val="left" w:pos="6195"/>
        </w:tabs>
      </w:pPr>
      <w:r>
        <w:t>452.4033</w:t>
      </w:r>
      <w:r>
        <w:tab/>
        <w:t>2.894e1</w:t>
      </w:r>
    </w:p>
    <w:p w:rsidR="00354DF7" w:rsidRDefault="00354DF7" w:rsidP="00354DF7">
      <w:pPr>
        <w:tabs>
          <w:tab w:val="left" w:pos="6195"/>
        </w:tabs>
      </w:pPr>
      <w:r>
        <w:t>452.4055</w:t>
      </w:r>
      <w:r>
        <w:tab/>
        <w:t>1.375e1</w:t>
      </w:r>
    </w:p>
    <w:p w:rsidR="00354DF7" w:rsidRDefault="00354DF7" w:rsidP="00354DF7">
      <w:pPr>
        <w:tabs>
          <w:tab w:val="left" w:pos="6195"/>
        </w:tabs>
      </w:pPr>
      <w:r>
        <w:t>452.4729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452.4874</w:t>
      </w:r>
      <w:r>
        <w:tab/>
        <w:t>2.941e0</w:t>
      </w:r>
    </w:p>
    <w:p w:rsidR="00354DF7" w:rsidRDefault="00354DF7" w:rsidP="00354DF7">
      <w:pPr>
        <w:tabs>
          <w:tab w:val="left" w:pos="6195"/>
        </w:tabs>
      </w:pPr>
      <w:r>
        <w:t>452.5011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452.5075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452.5105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452.5164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452.5280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452.5446</w:t>
      </w:r>
      <w:r>
        <w:tab/>
        <w:t>3.144e0</w:t>
      </w:r>
    </w:p>
    <w:p w:rsidR="00354DF7" w:rsidRDefault="00354DF7" w:rsidP="00354DF7">
      <w:pPr>
        <w:tabs>
          <w:tab w:val="left" w:pos="6195"/>
        </w:tabs>
      </w:pPr>
      <w:r>
        <w:t>452.5756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452.5896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452.6200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452.6248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452.6437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452.6479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452.6504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452.6779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452.6986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452.7150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452.7246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452.7381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452.7506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452.7614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452.7625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452.7686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452.7926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452.7946</w:t>
      </w:r>
      <w:r>
        <w:tab/>
        <w:t>4.029e0</w:t>
      </w:r>
    </w:p>
    <w:p w:rsidR="00354DF7" w:rsidRDefault="00354DF7" w:rsidP="00354DF7">
      <w:pPr>
        <w:tabs>
          <w:tab w:val="left" w:pos="6195"/>
        </w:tabs>
      </w:pPr>
      <w:r>
        <w:t>452.8190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452.8245</w:t>
      </w:r>
      <w:r>
        <w:tab/>
        <w:t>3.136e0</w:t>
      </w:r>
    </w:p>
    <w:p w:rsidR="00354DF7" w:rsidRDefault="00354DF7" w:rsidP="00354DF7">
      <w:pPr>
        <w:tabs>
          <w:tab w:val="left" w:pos="6195"/>
        </w:tabs>
      </w:pPr>
      <w:r>
        <w:t>452.8359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452.8506</w:t>
      </w:r>
      <w:r>
        <w:tab/>
        <w:t>3.893e0</w:t>
      </w:r>
    </w:p>
    <w:p w:rsidR="00354DF7" w:rsidRDefault="00354DF7" w:rsidP="00354DF7">
      <w:pPr>
        <w:tabs>
          <w:tab w:val="left" w:pos="6195"/>
        </w:tabs>
      </w:pPr>
      <w:r>
        <w:t>452.8603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452.8740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452.8868</w:t>
      </w:r>
      <w:r>
        <w:tab/>
        <w:t>2.655e0</w:t>
      </w:r>
    </w:p>
    <w:p w:rsidR="00354DF7" w:rsidRDefault="00354DF7" w:rsidP="00354DF7">
      <w:pPr>
        <w:tabs>
          <w:tab w:val="left" w:pos="6195"/>
        </w:tabs>
      </w:pPr>
      <w:r>
        <w:t>452.9051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452.9280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452.9308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452.9447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452.9757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452.9874</w:t>
      </w:r>
      <w:r>
        <w:tab/>
        <w:t>4.171e0</w:t>
      </w:r>
    </w:p>
    <w:p w:rsidR="00354DF7" w:rsidRDefault="00354DF7" w:rsidP="00354DF7">
      <w:pPr>
        <w:tabs>
          <w:tab w:val="left" w:pos="6195"/>
        </w:tabs>
      </w:pPr>
      <w:r>
        <w:t>452.9970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453.0061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453.0168</w:t>
      </w:r>
      <w:r>
        <w:tab/>
        <w:t>1.616e0</w:t>
      </w:r>
    </w:p>
    <w:p w:rsidR="00354DF7" w:rsidRDefault="00354DF7" w:rsidP="00354DF7">
      <w:pPr>
        <w:tabs>
          <w:tab w:val="left" w:pos="6195"/>
        </w:tabs>
      </w:pPr>
      <w:r>
        <w:t>453.0233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453.0270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453.0410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453.0843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453.0926</w:t>
      </w:r>
      <w:r>
        <w:tab/>
        <w:t>3.268e0</w:t>
      </w:r>
    </w:p>
    <w:p w:rsidR="00354DF7" w:rsidRDefault="00354DF7" w:rsidP="00354DF7">
      <w:pPr>
        <w:tabs>
          <w:tab w:val="left" w:pos="6195"/>
        </w:tabs>
      </w:pPr>
      <w:r>
        <w:t>453.1011</w:t>
      </w:r>
      <w:r>
        <w:tab/>
        <w:t>1.695e0</w:t>
      </w:r>
    </w:p>
    <w:p w:rsidR="00354DF7" w:rsidRDefault="00354DF7" w:rsidP="00354DF7">
      <w:pPr>
        <w:tabs>
          <w:tab w:val="left" w:pos="6195"/>
        </w:tabs>
      </w:pPr>
      <w:r>
        <w:t>453.1458</w:t>
      </w:r>
      <w:r>
        <w:tab/>
        <w:t>6.441e0</w:t>
      </w:r>
    </w:p>
    <w:p w:rsidR="00354DF7" w:rsidRDefault="00354DF7" w:rsidP="00354DF7">
      <w:pPr>
        <w:tabs>
          <w:tab w:val="left" w:pos="6195"/>
        </w:tabs>
      </w:pPr>
      <w:r>
        <w:t>453.1660</w:t>
      </w:r>
      <w:r>
        <w:tab/>
        <w:t>3.277e0</w:t>
      </w:r>
    </w:p>
    <w:p w:rsidR="00354DF7" w:rsidRDefault="00354DF7" w:rsidP="00354DF7">
      <w:pPr>
        <w:tabs>
          <w:tab w:val="left" w:pos="6195"/>
        </w:tabs>
      </w:pPr>
      <w:r>
        <w:t>453.1887</w:t>
      </w:r>
      <w:r>
        <w:tab/>
        <w:t>7.050e0</w:t>
      </w:r>
    </w:p>
    <w:p w:rsidR="00354DF7" w:rsidRDefault="00354DF7" w:rsidP="00354DF7">
      <w:pPr>
        <w:tabs>
          <w:tab w:val="left" w:pos="6195"/>
        </w:tabs>
      </w:pPr>
      <w:r>
        <w:t>453.2101</w:t>
      </w:r>
      <w:r>
        <w:tab/>
        <w:t>3.020e1</w:t>
      </w:r>
    </w:p>
    <w:p w:rsidR="00354DF7" w:rsidRDefault="00354DF7" w:rsidP="00354DF7">
      <w:pPr>
        <w:tabs>
          <w:tab w:val="left" w:pos="6195"/>
        </w:tabs>
      </w:pPr>
      <w:r>
        <w:t>453.2160</w:t>
      </w:r>
      <w:r>
        <w:tab/>
        <w:t>1.085e1</w:t>
      </w:r>
    </w:p>
    <w:p w:rsidR="00354DF7" w:rsidRDefault="00354DF7" w:rsidP="00354DF7">
      <w:pPr>
        <w:tabs>
          <w:tab w:val="left" w:pos="6195"/>
        </w:tabs>
      </w:pPr>
      <w:r>
        <w:t>453.2174</w:t>
      </w:r>
      <w:r>
        <w:tab/>
        <w:t>2.411e1</w:t>
      </w:r>
    </w:p>
    <w:p w:rsidR="00354DF7" w:rsidRDefault="00354DF7" w:rsidP="00354DF7">
      <w:pPr>
        <w:tabs>
          <w:tab w:val="left" w:pos="6195"/>
        </w:tabs>
      </w:pPr>
      <w:r>
        <w:t>453.2430</w:t>
      </w:r>
      <w:r>
        <w:tab/>
        <w:t>1.370e1</w:t>
      </w:r>
    </w:p>
    <w:p w:rsidR="00354DF7" w:rsidRDefault="00354DF7" w:rsidP="00354DF7">
      <w:pPr>
        <w:tabs>
          <w:tab w:val="left" w:pos="6195"/>
        </w:tabs>
      </w:pPr>
      <w:r>
        <w:t>453.2800</w:t>
      </w:r>
      <w:r>
        <w:tab/>
        <w:t>1.482e0</w:t>
      </w:r>
    </w:p>
    <w:p w:rsidR="00354DF7" w:rsidRDefault="00354DF7" w:rsidP="00354DF7">
      <w:pPr>
        <w:tabs>
          <w:tab w:val="left" w:pos="6195"/>
        </w:tabs>
      </w:pPr>
      <w:r>
        <w:t>453.2974</w:t>
      </w:r>
      <w:r>
        <w:tab/>
        <w:t>1.110e0</w:t>
      </w:r>
    </w:p>
    <w:p w:rsidR="00354DF7" w:rsidRDefault="00354DF7" w:rsidP="00354DF7">
      <w:pPr>
        <w:tabs>
          <w:tab w:val="left" w:pos="6195"/>
        </w:tabs>
      </w:pPr>
      <w:r>
        <w:t>453.3199</w:t>
      </w:r>
      <w:r>
        <w:tab/>
        <w:t>2.997e0</w:t>
      </w:r>
    </w:p>
    <w:p w:rsidR="00354DF7" w:rsidRDefault="00354DF7" w:rsidP="00354DF7">
      <w:pPr>
        <w:tabs>
          <w:tab w:val="left" w:pos="6195"/>
        </w:tabs>
      </w:pPr>
      <w:r>
        <w:t>453.3783</w:t>
      </w:r>
      <w:r>
        <w:tab/>
        <w:t>6.804e0</w:t>
      </w:r>
    </w:p>
    <w:p w:rsidR="00354DF7" w:rsidRDefault="00354DF7" w:rsidP="00354DF7">
      <w:pPr>
        <w:tabs>
          <w:tab w:val="left" w:pos="6195"/>
        </w:tabs>
      </w:pPr>
      <w:r>
        <w:t>453.3993</w:t>
      </w:r>
      <w:r>
        <w:tab/>
        <w:t>9.948e0</w:t>
      </w:r>
    </w:p>
    <w:p w:rsidR="00354DF7" w:rsidRDefault="00354DF7" w:rsidP="00354DF7">
      <w:pPr>
        <w:tabs>
          <w:tab w:val="left" w:pos="6195"/>
        </w:tabs>
      </w:pPr>
      <w:r>
        <w:lastRenderedPageBreak/>
        <w:t>453.4008</w:t>
      </w:r>
      <w:r>
        <w:tab/>
        <w:t>1.183e1</w:t>
      </w:r>
    </w:p>
    <w:p w:rsidR="00354DF7" w:rsidRDefault="00354DF7" w:rsidP="00354DF7">
      <w:pPr>
        <w:tabs>
          <w:tab w:val="left" w:pos="6195"/>
        </w:tabs>
      </w:pPr>
      <w:r>
        <w:t>453.4059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453.4142</w:t>
      </w:r>
      <w:r>
        <w:tab/>
        <w:t>5.354e0</w:t>
      </w:r>
    </w:p>
    <w:p w:rsidR="00354DF7" w:rsidRDefault="00354DF7" w:rsidP="00354DF7">
      <w:pPr>
        <w:tabs>
          <w:tab w:val="left" w:pos="6195"/>
        </w:tabs>
      </w:pPr>
      <w:r>
        <w:t>453.4165</w:t>
      </w:r>
      <w:r>
        <w:tab/>
        <w:t>5.997e0</w:t>
      </w:r>
    </w:p>
    <w:p w:rsidR="00354DF7" w:rsidRDefault="00354DF7" w:rsidP="00354DF7">
      <w:pPr>
        <w:tabs>
          <w:tab w:val="left" w:pos="6195"/>
        </w:tabs>
      </w:pPr>
      <w:r>
        <w:t>453.4388</w:t>
      </w:r>
      <w:r>
        <w:tab/>
        <w:t>4.528e0</w:t>
      </w:r>
    </w:p>
    <w:p w:rsidR="00354DF7" w:rsidRDefault="00354DF7" w:rsidP="00354DF7">
      <w:pPr>
        <w:tabs>
          <w:tab w:val="left" w:pos="6195"/>
        </w:tabs>
      </w:pPr>
      <w:r>
        <w:t>453.4918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453.5052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453.5074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453.5201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453.5226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453.5240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453.5326</w:t>
      </w:r>
      <w:r>
        <w:tab/>
        <w:t>1.638e0</w:t>
      </w:r>
    </w:p>
    <w:p w:rsidR="00354DF7" w:rsidRDefault="00354DF7" w:rsidP="00354DF7">
      <w:pPr>
        <w:tabs>
          <w:tab w:val="left" w:pos="6195"/>
        </w:tabs>
      </w:pPr>
      <w:r>
        <w:t>453.5400</w:t>
      </w:r>
      <w:r>
        <w:tab/>
        <w:t>3.057e0</w:t>
      </w:r>
    </w:p>
    <w:p w:rsidR="00354DF7" w:rsidRDefault="00354DF7" w:rsidP="00354DF7">
      <w:pPr>
        <w:tabs>
          <w:tab w:val="left" w:pos="6195"/>
        </w:tabs>
      </w:pPr>
      <w:r>
        <w:t>453.5710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453.5779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453.6106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453.6224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453.6337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453.6581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453.6675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453.6899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453.6952</w:t>
      </w:r>
      <w:r>
        <w:tab/>
        <w:t>5.054e0</w:t>
      </w:r>
    </w:p>
    <w:p w:rsidR="00354DF7" w:rsidRDefault="00354DF7" w:rsidP="00354DF7">
      <w:pPr>
        <w:tabs>
          <w:tab w:val="left" w:pos="6195"/>
        </w:tabs>
      </w:pPr>
      <w:r>
        <w:t>453.7166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453.7296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453.7329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453.7597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453.7659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453.7943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453.7982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453.8100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453.8336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453.8438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453.8624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453.8846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453.8871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453.9157</w:t>
      </w:r>
      <w:r>
        <w:tab/>
        <w:t>1.895e0</w:t>
      </w:r>
    </w:p>
    <w:p w:rsidR="00354DF7" w:rsidRDefault="00354DF7" w:rsidP="00354DF7">
      <w:pPr>
        <w:tabs>
          <w:tab w:val="left" w:pos="6195"/>
        </w:tabs>
      </w:pPr>
      <w:r>
        <w:t>453.9171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453.9305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453.9607</w:t>
      </w:r>
      <w:r>
        <w:tab/>
        <w:t>2.711e0</w:t>
      </w:r>
    </w:p>
    <w:p w:rsidR="00354DF7" w:rsidRDefault="00354DF7" w:rsidP="00354DF7">
      <w:pPr>
        <w:tabs>
          <w:tab w:val="left" w:pos="6195"/>
        </w:tabs>
      </w:pPr>
      <w:r>
        <w:t>453.9666</w:t>
      </w:r>
      <w:r>
        <w:tab/>
        <w:t>3.202e0</w:t>
      </w:r>
    </w:p>
    <w:p w:rsidR="00354DF7" w:rsidRDefault="00354DF7" w:rsidP="00354DF7">
      <w:pPr>
        <w:tabs>
          <w:tab w:val="left" w:pos="6195"/>
        </w:tabs>
      </w:pPr>
      <w:r>
        <w:t>453.9720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453.9737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454.0039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454.0342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454.0464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454.0629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454.0811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454.0868</w:t>
      </w:r>
      <w:r>
        <w:tab/>
        <w:t>5.232e0</w:t>
      </w:r>
    </w:p>
    <w:p w:rsidR="00354DF7" w:rsidRDefault="00354DF7" w:rsidP="00354DF7">
      <w:pPr>
        <w:tabs>
          <w:tab w:val="left" w:pos="6195"/>
        </w:tabs>
      </w:pPr>
      <w:r>
        <w:t>454.1144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454.1250</w:t>
      </w:r>
      <w:r>
        <w:tab/>
        <w:t>1.720e0</w:t>
      </w:r>
    </w:p>
    <w:p w:rsidR="00354DF7" w:rsidRDefault="00354DF7" w:rsidP="00354DF7">
      <w:pPr>
        <w:tabs>
          <w:tab w:val="left" w:pos="6195"/>
        </w:tabs>
      </w:pPr>
      <w:r>
        <w:t>454.1372</w:t>
      </w:r>
      <w:r>
        <w:tab/>
        <w:t>4.483e0</w:t>
      </w:r>
    </w:p>
    <w:p w:rsidR="00354DF7" w:rsidRDefault="00354DF7" w:rsidP="00354DF7">
      <w:pPr>
        <w:tabs>
          <w:tab w:val="left" w:pos="6195"/>
        </w:tabs>
      </w:pPr>
      <w:r>
        <w:t>454.1417</w:t>
      </w:r>
      <w:r>
        <w:tab/>
        <w:t>2.974e0</w:t>
      </w:r>
    </w:p>
    <w:p w:rsidR="00354DF7" w:rsidRDefault="00354DF7" w:rsidP="00354DF7">
      <w:pPr>
        <w:tabs>
          <w:tab w:val="left" w:pos="6195"/>
        </w:tabs>
      </w:pPr>
      <w:r>
        <w:t>454.1543</w:t>
      </w:r>
      <w:r>
        <w:tab/>
        <w:t>4.169e0</w:t>
      </w:r>
    </w:p>
    <w:p w:rsidR="00354DF7" w:rsidRDefault="00354DF7" w:rsidP="00354DF7">
      <w:pPr>
        <w:tabs>
          <w:tab w:val="left" w:pos="6195"/>
        </w:tabs>
      </w:pPr>
      <w:r>
        <w:t>454.1834</w:t>
      </w:r>
      <w:r>
        <w:tab/>
        <w:t>2.207e0</w:t>
      </w:r>
    </w:p>
    <w:p w:rsidR="00354DF7" w:rsidRDefault="00354DF7" w:rsidP="00354DF7">
      <w:pPr>
        <w:tabs>
          <w:tab w:val="left" w:pos="6195"/>
        </w:tabs>
      </w:pPr>
      <w:r>
        <w:t>454.2038</w:t>
      </w:r>
      <w:r>
        <w:tab/>
        <w:t>1.732e0</w:t>
      </w:r>
    </w:p>
    <w:p w:rsidR="00354DF7" w:rsidRDefault="00354DF7" w:rsidP="00354DF7">
      <w:pPr>
        <w:tabs>
          <w:tab w:val="left" w:pos="6195"/>
        </w:tabs>
      </w:pPr>
      <w:r>
        <w:t>454.2138</w:t>
      </w:r>
      <w:r>
        <w:tab/>
        <w:t>6.449e0</w:t>
      </w:r>
    </w:p>
    <w:p w:rsidR="00354DF7" w:rsidRDefault="00354DF7" w:rsidP="00354DF7">
      <w:pPr>
        <w:tabs>
          <w:tab w:val="left" w:pos="6195"/>
        </w:tabs>
      </w:pPr>
      <w:r>
        <w:t>454.2214</w:t>
      </w:r>
      <w:r>
        <w:tab/>
        <w:t>4.490e0</w:t>
      </w:r>
    </w:p>
    <w:p w:rsidR="00354DF7" w:rsidRDefault="00354DF7" w:rsidP="00354DF7">
      <w:pPr>
        <w:tabs>
          <w:tab w:val="left" w:pos="6195"/>
        </w:tabs>
      </w:pPr>
      <w:r>
        <w:lastRenderedPageBreak/>
        <w:t>454.2409</w:t>
      </w:r>
      <w:r>
        <w:tab/>
        <w:t>2.641e0</w:t>
      </w:r>
    </w:p>
    <w:p w:rsidR="00354DF7" w:rsidRDefault="00354DF7" w:rsidP="00354DF7">
      <w:pPr>
        <w:tabs>
          <w:tab w:val="left" w:pos="6195"/>
        </w:tabs>
      </w:pPr>
      <w:r>
        <w:t>454.2785</w:t>
      </w:r>
      <w:r>
        <w:tab/>
        <w:t>1.927e0</w:t>
      </w:r>
    </w:p>
    <w:p w:rsidR="00354DF7" w:rsidRDefault="00354DF7" w:rsidP="00354DF7">
      <w:pPr>
        <w:tabs>
          <w:tab w:val="left" w:pos="6195"/>
        </w:tabs>
      </w:pPr>
      <w:r>
        <w:t>454.2809</w:t>
      </w:r>
      <w:r>
        <w:tab/>
        <w:t>9.239e0</w:t>
      </w:r>
    </w:p>
    <w:p w:rsidR="00354DF7" w:rsidRDefault="00354DF7" w:rsidP="00354DF7">
      <w:pPr>
        <w:tabs>
          <w:tab w:val="left" w:pos="6195"/>
        </w:tabs>
      </w:pPr>
      <w:r>
        <w:t>454.2915</w:t>
      </w:r>
      <w:r>
        <w:tab/>
        <w:t>1.166e1</w:t>
      </w:r>
    </w:p>
    <w:p w:rsidR="00354DF7" w:rsidRDefault="00354DF7" w:rsidP="00354DF7">
      <w:pPr>
        <w:tabs>
          <w:tab w:val="left" w:pos="6195"/>
        </w:tabs>
      </w:pPr>
      <w:r>
        <w:t>454.3499</w:t>
      </w:r>
      <w:r>
        <w:tab/>
        <w:t>7.879e0</w:t>
      </w:r>
    </w:p>
    <w:p w:rsidR="00354DF7" w:rsidRDefault="00354DF7" w:rsidP="00354DF7">
      <w:pPr>
        <w:tabs>
          <w:tab w:val="left" w:pos="6195"/>
        </w:tabs>
      </w:pPr>
      <w:r>
        <w:t>454.3801</w:t>
      </w:r>
      <w:r>
        <w:tab/>
        <w:t>2.427e0</w:t>
      </w:r>
    </w:p>
    <w:p w:rsidR="00354DF7" w:rsidRDefault="00354DF7" w:rsidP="00354DF7">
      <w:pPr>
        <w:tabs>
          <w:tab w:val="left" w:pos="6195"/>
        </w:tabs>
      </w:pPr>
      <w:r>
        <w:t>454.3811</w:t>
      </w:r>
      <w:r>
        <w:tab/>
        <w:t>2.717e0</w:t>
      </w:r>
    </w:p>
    <w:p w:rsidR="00354DF7" w:rsidRDefault="00354DF7" w:rsidP="00354DF7">
      <w:pPr>
        <w:tabs>
          <w:tab w:val="left" w:pos="6195"/>
        </w:tabs>
      </w:pPr>
      <w:r>
        <w:t>454.3837</w:t>
      </w:r>
      <w:r>
        <w:tab/>
        <w:t>1.815e0</w:t>
      </w:r>
    </w:p>
    <w:p w:rsidR="00354DF7" w:rsidRDefault="00354DF7" w:rsidP="00354DF7">
      <w:pPr>
        <w:tabs>
          <w:tab w:val="left" w:pos="6195"/>
        </w:tabs>
      </w:pPr>
      <w:r>
        <w:t>454.3971</w:t>
      </w:r>
      <w:r>
        <w:tab/>
        <w:t>5.181e0</w:t>
      </w:r>
    </w:p>
    <w:p w:rsidR="00354DF7" w:rsidRDefault="00354DF7" w:rsidP="00354DF7">
      <w:pPr>
        <w:tabs>
          <w:tab w:val="left" w:pos="6195"/>
        </w:tabs>
      </w:pPr>
      <w:r>
        <w:t>454.3988</w:t>
      </w:r>
      <w:r>
        <w:tab/>
        <w:t>7.327e0</w:t>
      </w:r>
    </w:p>
    <w:p w:rsidR="00354DF7" w:rsidRDefault="00354DF7" w:rsidP="00354DF7">
      <w:pPr>
        <w:tabs>
          <w:tab w:val="left" w:pos="6195"/>
        </w:tabs>
      </w:pPr>
      <w:r>
        <w:t>454.4084</w:t>
      </w:r>
      <w:r>
        <w:tab/>
        <w:t>4.440e0</w:t>
      </w:r>
    </w:p>
    <w:p w:rsidR="00354DF7" w:rsidRDefault="00354DF7" w:rsidP="00354DF7">
      <w:pPr>
        <w:tabs>
          <w:tab w:val="left" w:pos="6195"/>
        </w:tabs>
      </w:pPr>
      <w:r>
        <w:t>454.4322</w:t>
      </w:r>
      <w:r>
        <w:tab/>
        <w:t>1.888e0</w:t>
      </w:r>
    </w:p>
    <w:p w:rsidR="00354DF7" w:rsidRDefault="00354DF7" w:rsidP="00354DF7">
      <w:pPr>
        <w:tabs>
          <w:tab w:val="left" w:pos="6195"/>
        </w:tabs>
      </w:pPr>
      <w:r>
        <w:t>454.4473</w:t>
      </w:r>
      <w:r>
        <w:tab/>
        <w:t>1.203e0</w:t>
      </w:r>
    </w:p>
    <w:p w:rsidR="00354DF7" w:rsidRDefault="00354DF7" w:rsidP="00354DF7">
      <w:pPr>
        <w:tabs>
          <w:tab w:val="left" w:pos="6195"/>
        </w:tabs>
      </w:pPr>
      <w:r>
        <w:t>454.4780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454.4887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454.4920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454.5252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454.5341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454.5499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454.5716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454.5737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454.5914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454.5952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454.6067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454.6364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454.6465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454.6579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454.6708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454.6826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454.7076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454.7144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454.7255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454.7341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454.7636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454.7701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454.7740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454.7833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454.7909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454.8333</w:t>
      </w:r>
      <w:r>
        <w:tab/>
        <w:t>2.498e0</w:t>
      </w:r>
    </w:p>
    <w:p w:rsidR="00354DF7" w:rsidRDefault="00354DF7" w:rsidP="00354DF7">
      <w:pPr>
        <w:tabs>
          <w:tab w:val="left" w:pos="6195"/>
        </w:tabs>
      </w:pPr>
      <w:r>
        <w:t>454.8385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454.8493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454.8558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454.8656</w:t>
      </w:r>
      <w:r>
        <w:tab/>
        <w:t>1.721e0</w:t>
      </w:r>
    </w:p>
    <w:p w:rsidR="00354DF7" w:rsidRDefault="00354DF7" w:rsidP="00354DF7">
      <w:pPr>
        <w:tabs>
          <w:tab w:val="left" w:pos="6195"/>
        </w:tabs>
      </w:pPr>
      <w:r>
        <w:t>454.9054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454.9132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454.9178</w:t>
      </w:r>
      <w:r>
        <w:tab/>
        <w:t>2.075e0</w:t>
      </w:r>
    </w:p>
    <w:p w:rsidR="00354DF7" w:rsidRDefault="00354DF7" w:rsidP="00354DF7">
      <w:pPr>
        <w:tabs>
          <w:tab w:val="left" w:pos="6195"/>
        </w:tabs>
      </w:pPr>
      <w:r>
        <w:t>454.9361</w:t>
      </w:r>
      <w:r>
        <w:tab/>
        <w:t>2.424e0</w:t>
      </w:r>
    </w:p>
    <w:p w:rsidR="00354DF7" w:rsidRDefault="00354DF7" w:rsidP="00354DF7">
      <w:pPr>
        <w:tabs>
          <w:tab w:val="left" w:pos="6195"/>
        </w:tabs>
      </w:pPr>
      <w:r>
        <w:t>454.9457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454.9552</w:t>
      </w:r>
      <w:r>
        <w:tab/>
        <w:t>2.780e0</w:t>
      </w:r>
    </w:p>
    <w:p w:rsidR="00354DF7" w:rsidRDefault="00354DF7" w:rsidP="00354DF7">
      <w:pPr>
        <w:tabs>
          <w:tab w:val="left" w:pos="6195"/>
        </w:tabs>
      </w:pPr>
      <w:r>
        <w:t>454.9796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454.9818</w:t>
      </w:r>
      <w:r>
        <w:tab/>
        <w:t>2.237e0</w:t>
      </w:r>
    </w:p>
    <w:p w:rsidR="00354DF7" w:rsidRDefault="00354DF7" w:rsidP="00354DF7">
      <w:pPr>
        <w:tabs>
          <w:tab w:val="left" w:pos="6195"/>
        </w:tabs>
      </w:pPr>
      <w:r>
        <w:t>455.0192</w:t>
      </w:r>
      <w:r>
        <w:tab/>
        <w:t>4.248e0</w:t>
      </w:r>
    </w:p>
    <w:p w:rsidR="00354DF7" w:rsidRDefault="00354DF7" w:rsidP="00354DF7">
      <w:pPr>
        <w:tabs>
          <w:tab w:val="left" w:pos="6195"/>
        </w:tabs>
      </w:pPr>
      <w:r>
        <w:t>455.0263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455.0397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455.0510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455.0687</w:t>
      </w:r>
      <w:r>
        <w:tab/>
        <w:t>1.536e0</w:t>
      </w:r>
    </w:p>
    <w:p w:rsidR="00354DF7" w:rsidRDefault="00354DF7" w:rsidP="00354DF7">
      <w:pPr>
        <w:tabs>
          <w:tab w:val="left" w:pos="6195"/>
        </w:tabs>
      </w:pPr>
      <w:r>
        <w:t>455.0750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455.0992</w:t>
      </w:r>
      <w:r>
        <w:tab/>
        <w:t>1.976e0</w:t>
      </w:r>
    </w:p>
    <w:p w:rsidR="00354DF7" w:rsidRDefault="00354DF7" w:rsidP="00354DF7">
      <w:pPr>
        <w:tabs>
          <w:tab w:val="left" w:pos="6195"/>
        </w:tabs>
      </w:pPr>
      <w:r>
        <w:t>455.1341</w:t>
      </w:r>
      <w:r>
        <w:tab/>
        <w:t>6.532e0</w:t>
      </w:r>
    </w:p>
    <w:p w:rsidR="00354DF7" w:rsidRDefault="00354DF7" w:rsidP="00354DF7">
      <w:pPr>
        <w:tabs>
          <w:tab w:val="left" w:pos="6195"/>
        </w:tabs>
      </w:pPr>
      <w:r>
        <w:t>455.1356</w:t>
      </w:r>
      <w:r>
        <w:tab/>
        <w:t>1.678e0</w:t>
      </w:r>
    </w:p>
    <w:p w:rsidR="00354DF7" w:rsidRDefault="00354DF7" w:rsidP="00354DF7">
      <w:pPr>
        <w:tabs>
          <w:tab w:val="left" w:pos="6195"/>
        </w:tabs>
      </w:pPr>
      <w:r>
        <w:t>455.1390</w:t>
      </w:r>
      <w:r>
        <w:tab/>
        <w:t>1.877e0</w:t>
      </w:r>
    </w:p>
    <w:p w:rsidR="00354DF7" w:rsidRDefault="00354DF7" w:rsidP="00354DF7">
      <w:pPr>
        <w:tabs>
          <w:tab w:val="left" w:pos="6195"/>
        </w:tabs>
      </w:pPr>
      <w:r>
        <w:t>455.1586</w:t>
      </w:r>
      <w:r>
        <w:tab/>
        <w:t>5.538e0</w:t>
      </w:r>
    </w:p>
    <w:p w:rsidR="00354DF7" w:rsidRDefault="00354DF7" w:rsidP="00354DF7">
      <w:pPr>
        <w:tabs>
          <w:tab w:val="left" w:pos="6195"/>
        </w:tabs>
      </w:pPr>
      <w:r>
        <w:t>455.1807</w:t>
      </w:r>
      <w:r>
        <w:tab/>
        <w:t>3.408e0</w:t>
      </w:r>
    </w:p>
    <w:p w:rsidR="00354DF7" w:rsidRDefault="00354DF7" w:rsidP="00354DF7">
      <w:pPr>
        <w:tabs>
          <w:tab w:val="left" w:pos="6195"/>
        </w:tabs>
      </w:pPr>
      <w:r>
        <w:t>455.1822</w:t>
      </w:r>
      <w:r>
        <w:tab/>
        <w:t>4.854e0</w:t>
      </w:r>
    </w:p>
    <w:p w:rsidR="00354DF7" w:rsidRDefault="00354DF7" w:rsidP="00354DF7">
      <w:pPr>
        <w:tabs>
          <w:tab w:val="left" w:pos="6195"/>
        </w:tabs>
      </w:pPr>
      <w:r>
        <w:t>455.2209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455.2340</w:t>
      </w:r>
      <w:r>
        <w:tab/>
        <w:t>2.449e0</w:t>
      </w:r>
    </w:p>
    <w:p w:rsidR="00354DF7" w:rsidRDefault="00354DF7" w:rsidP="00354DF7">
      <w:pPr>
        <w:tabs>
          <w:tab w:val="left" w:pos="6195"/>
        </w:tabs>
      </w:pPr>
      <w:r>
        <w:t>455.2353</w:t>
      </w:r>
      <w:r>
        <w:tab/>
        <w:t>3.483e0</w:t>
      </w:r>
    </w:p>
    <w:p w:rsidR="00354DF7" w:rsidRDefault="00354DF7" w:rsidP="00354DF7">
      <w:pPr>
        <w:tabs>
          <w:tab w:val="left" w:pos="6195"/>
        </w:tabs>
      </w:pPr>
      <w:r>
        <w:t>455.2379</w:t>
      </w:r>
      <w:r>
        <w:tab/>
        <w:t>4.491e0</w:t>
      </w:r>
    </w:p>
    <w:p w:rsidR="00354DF7" w:rsidRDefault="00354DF7" w:rsidP="00354DF7">
      <w:pPr>
        <w:tabs>
          <w:tab w:val="left" w:pos="6195"/>
        </w:tabs>
      </w:pPr>
      <w:r>
        <w:t>455.2474</w:t>
      </w:r>
      <w:r>
        <w:tab/>
        <w:t>1.643e0</w:t>
      </w:r>
    </w:p>
    <w:p w:rsidR="00354DF7" w:rsidRDefault="00354DF7" w:rsidP="00354DF7">
      <w:pPr>
        <w:tabs>
          <w:tab w:val="left" w:pos="6195"/>
        </w:tabs>
      </w:pPr>
      <w:r>
        <w:t>455.2695</w:t>
      </w:r>
      <w:r>
        <w:tab/>
        <w:t>2.927e0</w:t>
      </w:r>
    </w:p>
    <w:p w:rsidR="00354DF7" w:rsidRDefault="00354DF7" w:rsidP="00354DF7">
      <w:pPr>
        <w:tabs>
          <w:tab w:val="left" w:pos="6195"/>
        </w:tabs>
      </w:pPr>
      <w:r>
        <w:t>455.2964</w:t>
      </w:r>
      <w:r>
        <w:tab/>
        <w:t>1.510e0</w:t>
      </w:r>
    </w:p>
    <w:p w:rsidR="00354DF7" w:rsidRDefault="00354DF7" w:rsidP="00354DF7">
      <w:pPr>
        <w:tabs>
          <w:tab w:val="left" w:pos="6195"/>
        </w:tabs>
      </w:pPr>
      <w:r>
        <w:t>455.3409</w:t>
      </w:r>
      <w:r>
        <w:tab/>
        <w:t>2.314e0</w:t>
      </w:r>
    </w:p>
    <w:p w:rsidR="00354DF7" w:rsidRDefault="00354DF7" w:rsidP="00354DF7">
      <w:pPr>
        <w:tabs>
          <w:tab w:val="left" w:pos="6195"/>
        </w:tabs>
      </w:pPr>
      <w:r>
        <w:t>455.3644</w:t>
      </w:r>
      <w:r>
        <w:tab/>
        <w:t>2.243e0</w:t>
      </w:r>
    </w:p>
    <w:p w:rsidR="00354DF7" w:rsidRDefault="00354DF7" w:rsidP="00354DF7">
      <w:pPr>
        <w:tabs>
          <w:tab w:val="left" w:pos="6195"/>
        </w:tabs>
      </w:pPr>
      <w:r>
        <w:t>455.3755</w:t>
      </w:r>
      <w:r>
        <w:tab/>
        <w:t>2.326e0</w:t>
      </w:r>
    </w:p>
    <w:p w:rsidR="00354DF7" w:rsidRDefault="00354DF7" w:rsidP="00354DF7">
      <w:pPr>
        <w:tabs>
          <w:tab w:val="left" w:pos="6195"/>
        </w:tabs>
      </w:pPr>
      <w:r>
        <w:t>455.4554</w:t>
      </w:r>
      <w:r>
        <w:tab/>
        <w:t>2.417e0</w:t>
      </w:r>
    </w:p>
    <w:p w:rsidR="00354DF7" w:rsidRDefault="00354DF7" w:rsidP="00354DF7">
      <w:pPr>
        <w:tabs>
          <w:tab w:val="left" w:pos="6195"/>
        </w:tabs>
      </w:pPr>
      <w:r>
        <w:t>455.4578</w:t>
      </w:r>
      <w:r>
        <w:tab/>
        <w:t>5.645e0</w:t>
      </w:r>
    </w:p>
    <w:p w:rsidR="00354DF7" w:rsidRDefault="00354DF7" w:rsidP="00354DF7">
      <w:pPr>
        <w:tabs>
          <w:tab w:val="left" w:pos="6195"/>
        </w:tabs>
      </w:pPr>
      <w:r>
        <w:lastRenderedPageBreak/>
        <w:t>455.4622</w:t>
      </w:r>
      <w:r>
        <w:tab/>
        <w:t>9.803e0</w:t>
      </w:r>
    </w:p>
    <w:p w:rsidR="00354DF7" w:rsidRDefault="00354DF7" w:rsidP="00354DF7">
      <w:pPr>
        <w:tabs>
          <w:tab w:val="left" w:pos="6195"/>
        </w:tabs>
      </w:pPr>
      <w:r>
        <w:t>455.5021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455.5089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455.5272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455.5514</w:t>
      </w:r>
      <w:r>
        <w:tab/>
        <w:t>1.285e0</w:t>
      </w:r>
    </w:p>
    <w:p w:rsidR="00354DF7" w:rsidRDefault="00354DF7" w:rsidP="00354DF7">
      <w:pPr>
        <w:tabs>
          <w:tab w:val="left" w:pos="6195"/>
        </w:tabs>
      </w:pPr>
      <w:r>
        <w:t>455.5576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455.5937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455.6006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455.6154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455.6436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455.6550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455.6670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455.6815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455.7057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455.7127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455.7455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455.7595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455.7731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455.8013</w:t>
      </w:r>
      <w:r>
        <w:tab/>
        <w:t>1.820e0</w:t>
      </w:r>
    </w:p>
    <w:p w:rsidR="00354DF7" w:rsidRDefault="00354DF7" w:rsidP="00354DF7">
      <w:pPr>
        <w:tabs>
          <w:tab w:val="left" w:pos="6195"/>
        </w:tabs>
      </w:pPr>
      <w:r>
        <w:lastRenderedPageBreak/>
        <w:t>455.8048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455.8126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455.8192</w:t>
      </w:r>
      <w:r>
        <w:tab/>
        <w:t>3.459e0</w:t>
      </w:r>
    </w:p>
    <w:p w:rsidR="00354DF7" w:rsidRDefault="00354DF7" w:rsidP="00354DF7">
      <w:pPr>
        <w:tabs>
          <w:tab w:val="left" w:pos="6195"/>
        </w:tabs>
      </w:pPr>
      <w:r>
        <w:t>455.8304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455.8374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455.8537</w:t>
      </w:r>
      <w:r>
        <w:tab/>
        <w:t>4.872e0</w:t>
      </w:r>
    </w:p>
    <w:p w:rsidR="00354DF7" w:rsidRDefault="00354DF7" w:rsidP="00354DF7">
      <w:pPr>
        <w:tabs>
          <w:tab w:val="left" w:pos="6195"/>
        </w:tabs>
      </w:pPr>
      <w:r>
        <w:t>455.8606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455.8759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455.8924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455.9000</w:t>
      </w:r>
      <w:r>
        <w:tab/>
        <w:t>4.515e0</w:t>
      </w:r>
    </w:p>
    <w:p w:rsidR="00354DF7" w:rsidRDefault="00354DF7" w:rsidP="00354DF7">
      <w:pPr>
        <w:tabs>
          <w:tab w:val="left" w:pos="6195"/>
        </w:tabs>
      </w:pPr>
      <w:r>
        <w:t>455.9073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455.9503</w:t>
      </w:r>
      <w:r>
        <w:tab/>
        <w:t>2.613e0</w:t>
      </w:r>
    </w:p>
    <w:p w:rsidR="00354DF7" w:rsidRDefault="00354DF7" w:rsidP="00354DF7">
      <w:pPr>
        <w:tabs>
          <w:tab w:val="left" w:pos="6195"/>
        </w:tabs>
      </w:pPr>
      <w:r>
        <w:t>455.9629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455.9768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455.9801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455.9899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456.0009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456.0232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456.0354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456.0476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456.0562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456.0756</w:t>
      </w:r>
      <w:r>
        <w:tab/>
        <w:t>5.976e0</w:t>
      </w:r>
    </w:p>
    <w:p w:rsidR="00354DF7" w:rsidRDefault="00354DF7" w:rsidP="00354DF7">
      <w:pPr>
        <w:tabs>
          <w:tab w:val="left" w:pos="6195"/>
        </w:tabs>
      </w:pPr>
      <w:r>
        <w:t>456.0800</w:t>
      </w:r>
      <w:r>
        <w:tab/>
        <w:t>3.317e0</w:t>
      </w:r>
    </w:p>
    <w:p w:rsidR="00354DF7" w:rsidRDefault="00354DF7" w:rsidP="00354DF7">
      <w:pPr>
        <w:tabs>
          <w:tab w:val="left" w:pos="6195"/>
        </w:tabs>
      </w:pPr>
      <w:r>
        <w:t>456.0997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456.1228</w:t>
      </w:r>
      <w:r>
        <w:tab/>
        <w:t>1.767e0</w:t>
      </w:r>
    </w:p>
    <w:p w:rsidR="00354DF7" w:rsidRDefault="00354DF7" w:rsidP="00354DF7">
      <w:pPr>
        <w:tabs>
          <w:tab w:val="left" w:pos="6195"/>
        </w:tabs>
      </w:pPr>
      <w:r>
        <w:t>456.1306</w:t>
      </w:r>
      <w:r>
        <w:tab/>
        <w:t>3.499e0</w:t>
      </w:r>
    </w:p>
    <w:p w:rsidR="00354DF7" w:rsidRDefault="00354DF7" w:rsidP="00354DF7">
      <w:pPr>
        <w:tabs>
          <w:tab w:val="left" w:pos="6195"/>
        </w:tabs>
      </w:pPr>
      <w:r>
        <w:t>456.1520</w:t>
      </w:r>
      <w:r>
        <w:tab/>
        <w:t>3.606e0</w:t>
      </w:r>
    </w:p>
    <w:p w:rsidR="00354DF7" w:rsidRDefault="00354DF7" w:rsidP="00354DF7">
      <w:pPr>
        <w:tabs>
          <w:tab w:val="left" w:pos="6195"/>
        </w:tabs>
      </w:pPr>
      <w:r>
        <w:t>456.1555</w:t>
      </w:r>
      <w:r>
        <w:tab/>
        <w:t>2.774e0</w:t>
      </w:r>
    </w:p>
    <w:p w:rsidR="00354DF7" w:rsidRDefault="00354DF7" w:rsidP="00354DF7">
      <w:pPr>
        <w:tabs>
          <w:tab w:val="left" w:pos="6195"/>
        </w:tabs>
      </w:pPr>
      <w:r>
        <w:t>456.1634</w:t>
      </w:r>
      <w:r>
        <w:tab/>
        <w:t>1.980e0</w:t>
      </w:r>
    </w:p>
    <w:p w:rsidR="00354DF7" w:rsidRDefault="00354DF7" w:rsidP="00354DF7">
      <w:pPr>
        <w:tabs>
          <w:tab w:val="left" w:pos="6195"/>
        </w:tabs>
      </w:pPr>
      <w:r>
        <w:t>456.1848</w:t>
      </w:r>
      <w:r>
        <w:tab/>
        <w:t>4.356e0</w:t>
      </w:r>
    </w:p>
    <w:p w:rsidR="00354DF7" w:rsidRDefault="00354DF7" w:rsidP="00354DF7">
      <w:pPr>
        <w:tabs>
          <w:tab w:val="left" w:pos="6195"/>
        </w:tabs>
      </w:pPr>
      <w:r>
        <w:t>456.2193</w:t>
      </w:r>
      <w:r>
        <w:tab/>
        <w:t>2.496e0</w:t>
      </w:r>
    </w:p>
    <w:p w:rsidR="00354DF7" w:rsidRDefault="00354DF7" w:rsidP="00354DF7">
      <w:pPr>
        <w:tabs>
          <w:tab w:val="left" w:pos="6195"/>
        </w:tabs>
      </w:pPr>
      <w:r>
        <w:t>456.2205</w:t>
      </w:r>
      <w:r>
        <w:tab/>
        <w:t>5.707e0</w:t>
      </w:r>
    </w:p>
    <w:p w:rsidR="00354DF7" w:rsidRDefault="00354DF7" w:rsidP="00354DF7">
      <w:pPr>
        <w:tabs>
          <w:tab w:val="left" w:pos="6195"/>
        </w:tabs>
      </w:pPr>
      <w:r>
        <w:t>456.2266</w:t>
      </w:r>
      <w:r>
        <w:tab/>
        <w:t>1.544e0</w:t>
      </w:r>
    </w:p>
    <w:p w:rsidR="00354DF7" w:rsidRDefault="00354DF7" w:rsidP="00354DF7">
      <w:pPr>
        <w:tabs>
          <w:tab w:val="left" w:pos="6195"/>
        </w:tabs>
      </w:pPr>
      <w:r>
        <w:t>456.2281</w:t>
      </w:r>
      <w:r>
        <w:tab/>
        <w:t>3.543e0</w:t>
      </w:r>
    </w:p>
    <w:p w:rsidR="00354DF7" w:rsidRDefault="00354DF7" w:rsidP="00354DF7">
      <w:pPr>
        <w:tabs>
          <w:tab w:val="left" w:pos="6195"/>
        </w:tabs>
      </w:pPr>
      <w:r>
        <w:t>456.2350</w:t>
      </w:r>
      <w:r>
        <w:tab/>
        <w:t>1.653e0</w:t>
      </w:r>
    </w:p>
    <w:p w:rsidR="00354DF7" w:rsidRDefault="00354DF7" w:rsidP="00354DF7">
      <w:pPr>
        <w:tabs>
          <w:tab w:val="left" w:pos="6195"/>
        </w:tabs>
      </w:pPr>
      <w:r>
        <w:t>456.2993</w:t>
      </w:r>
      <w:r>
        <w:tab/>
        <w:t>7.427e0</w:t>
      </w:r>
    </w:p>
    <w:p w:rsidR="00354DF7" w:rsidRDefault="00354DF7" w:rsidP="00354DF7">
      <w:pPr>
        <w:tabs>
          <w:tab w:val="left" w:pos="6195"/>
        </w:tabs>
      </w:pPr>
      <w:r>
        <w:t>456.3006</w:t>
      </w:r>
      <w:r>
        <w:tab/>
        <w:t>4.021e0</w:t>
      </w:r>
    </w:p>
    <w:p w:rsidR="00354DF7" w:rsidRDefault="00354DF7" w:rsidP="00354DF7">
      <w:pPr>
        <w:tabs>
          <w:tab w:val="left" w:pos="6195"/>
        </w:tabs>
      </w:pPr>
      <w:r>
        <w:t>456.3175</w:t>
      </w:r>
      <w:r>
        <w:tab/>
        <w:t>2.105e0</w:t>
      </w:r>
    </w:p>
    <w:p w:rsidR="00354DF7" w:rsidRDefault="00354DF7" w:rsidP="00354DF7">
      <w:pPr>
        <w:tabs>
          <w:tab w:val="left" w:pos="6195"/>
        </w:tabs>
      </w:pPr>
      <w:r>
        <w:lastRenderedPageBreak/>
        <w:t>456.3256</w:t>
      </w:r>
      <w:r>
        <w:tab/>
        <w:t>1.621e0</w:t>
      </w:r>
    </w:p>
    <w:p w:rsidR="00354DF7" w:rsidRDefault="00354DF7" w:rsidP="00354DF7">
      <w:pPr>
        <w:tabs>
          <w:tab w:val="left" w:pos="6195"/>
        </w:tabs>
      </w:pPr>
      <w:r>
        <w:t>456.3589</w:t>
      </w:r>
      <w:r>
        <w:tab/>
        <w:t>2.222e0</w:t>
      </w:r>
    </w:p>
    <w:p w:rsidR="00354DF7" w:rsidRDefault="00354DF7" w:rsidP="00354DF7">
      <w:pPr>
        <w:tabs>
          <w:tab w:val="left" w:pos="6195"/>
        </w:tabs>
      </w:pPr>
      <w:r>
        <w:t>456.3719</w:t>
      </w:r>
      <w:r>
        <w:tab/>
        <w:t>2.529e0</w:t>
      </w:r>
    </w:p>
    <w:p w:rsidR="00354DF7" w:rsidRDefault="00354DF7" w:rsidP="00354DF7">
      <w:pPr>
        <w:tabs>
          <w:tab w:val="left" w:pos="6195"/>
        </w:tabs>
      </w:pPr>
      <w:r>
        <w:t>456.3956</w:t>
      </w:r>
      <w:r>
        <w:tab/>
        <w:t>3.841e0</w:t>
      </w:r>
    </w:p>
    <w:p w:rsidR="00354DF7" w:rsidRDefault="00354DF7" w:rsidP="00354DF7">
      <w:pPr>
        <w:tabs>
          <w:tab w:val="left" w:pos="6195"/>
        </w:tabs>
      </w:pPr>
      <w:r>
        <w:t>456.4403</w:t>
      </w:r>
      <w:r>
        <w:tab/>
        <w:t>3.996e0</w:t>
      </w:r>
    </w:p>
    <w:p w:rsidR="00354DF7" w:rsidRDefault="00354DF7" w:rsidP="00354DF7">
      <w:pPr>
        <w:tabs>
          <w:tab w:val="left" w:pos="6195"/>
        </w:tabs>
      </w:pPr>
      <w:r>
        <w:t>456.4444</w:t>
      </w:r>
      <w:r>
        <w:tab/>
        <w:t>4.658e0</w:t>
      </w:r>
    </w:p>
    <w:p w:rsidR="00354DF7" w:rsidRDefault="00354DF7" w:rsidP="00354DF7">
      <w:pPr>
        <w:tabs>
          <w:tab w:val="left" w:pos="6195"/>
        </w:tabs>
      </w:pPr>
      <w:r>
        <w:t>456.4610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456.5058</w:t>
      </w:r>
      <w:r>
        <w:tab/>
        <w:t>4.668e0</w:t>
      </w:r>
    </w:p>
    <w:p w:rsidR="00354DF7" w:rsidRDefault="00354DF7" w:rsidP="00354DF7">
      <w:pPr>
        <w:tabs>
          <w:tab w:val="left" w:pos="6195"/>
        </w:tabs>
      </w:pPr>
      <w:r>
        <w:t>456.5121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456.5150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456.5179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456.5193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456.5369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456.5569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456.5980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456.6127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456.6199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456.6324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456.6900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456.7018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456.7060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456.7131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456.7458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456.7578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456.7852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456.7960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456.8097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456.8179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456.8506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456.8560</w:t>
      </w:r>
      <w:r>
        <w:tab/>
        <w:t>1.898e0</w:t>
      </w:r>
    </w:p>
    <w:p w:rsidR="00354DF7" w:rsidRDefault="00354DF7" w:rsidP="00354DF7">
      <w:pPr>
        <w:tabs>
          <w:tab w:val="left" w:pos="6195"/>
        </w:tabs>
      </w:pPr>
      <w:r>
        <w:t>456.8576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456.8607</w:t>
      </w:r>
      <w:r>
        <w:tab/>
        <w:t>4.906e0</w:t>
      </w:r>
    </w:p>
    <w:p w:rsidR="00354DF7" w:rsidRDefault="00354DF7" w:rsidP="00354DF7">
      <w:pPr>
        <w:tabs>
          <w:tab w:val="left" w:pos="6195"/>
        </w:tabs>
      </w:pPr>
      <w:r>
        <w:t>456.8692</w:t>
      </w:r>
      <w:r>
        <w:tab/>
        <w:t>2.504e0</w:t>
      </w:r>
    </w:p>
    <w:p w:rsidR="00354DF7" w:rsidRDefault="00354DF7" w:rsidP="00354DF7">
      <w:pPr>
        <w:tabs>
          <w:tab w:val="left" w:pos="6195"/>
        </w:tabs>
      </w:pPr>
      <w:r>
        <w:t>456.9044</w:t>
      </w:r>
      <w:r>
        <w:tab/>
        <w:t>1.583e0</w:t>
      </w:r>
    </w:p>
    <w:p w:rsidR="00354DF7" w:rsidRDefault="00354DF7" w:rsidP="00354DF7">
      <w:pPr>
        <w:tabs>
          <w:tab w:val="left" w:pos="6195"/>
        </w:tabs>
      </w:pPr>
      <w:r>
        <w:t>456.9148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456.9352</w:t>
      </w:r>
      <w:r>
        <w:tab/>
        <w:t>3.765e0</w:t>
      </w:r>
    </w:p>
    <w:p w:rsidR="00354DF7" w:rsidRDefault="00354DF7" w:rsidP="00354DF7">
      <w:pPr>
        <w:tabs>
          <w:tab w:val="left" w:pos="6195"/>
        </w:tabs>
      </w:pPr>
      <w:r>
        <w:t>456.9466</w:t>
      </w:r>
      <w:r>
        <w:tab/>
        <w:t>3.370e0</w:t>
      </w:r>
    </w:p>
    <w:p w:rsidR="00354DF7" w:rsidRDefault="00354DF7" w:rsidP="00354DF7">
      <w:pPr>
        <w:tabs>
          <w:tab w:val="left" w:pos="6195"/>
        </w:tabs>
      </w:pPr>
      <w:r>
        <w:t>456.9574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456.9706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456.9768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456.9970</w:t>
      </w:r>
      <w:r>
        <w:tab/>
        <w:t>2.189e0</w:t>
      </w:r>
    </w:p>
    <w:p w:rsidR="00354DF7" w:rsidRDefault="00354DF7" w:rsidP="00354DF7">
      <w:pPr>
        <w:tabs>
          <w:tab w:val="left" w:pos="6195"/>
        </w:tabs>
      </w:pPr>
      <w:r>
        <w:t>457.0067</w:t>
      </w:r>
      <w:r>
        <w:tab/>
        <w:t>1.821e0</w:t>
      </w:r>
    </w:p>
    <w:p w:rsidR="00354DF7" w:rsidRDefault="00354DF7" w:rsidP="00354DF7">
      <w:pPr>
        <w:tabs>
          <w:tab w:val="left" w:pos="6195"/>
        </w:tabs>
      </w:pPr>
      <w:r>
        <w:t>457.0453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457.0532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457.0876</w:t>
      </w:r>
      <w:r>
        <w:tab/>
        <w:t>2.204e0</w:t>
      </w:r>
    </w:p>
    <w:p w:rsidR="00354DF7" w:rsidRDefault="00354DF7" w:rsidP="00354DF7">
      <w:pPr>
        <w:tabs>
          <w:tab w:val="left" w:pos="6195"/>
        </w:tabs>
      </w:pPr>
      <w:r>
        <w:t>457.0938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457.1542</w:t>
      </w:r>
      <w:r>
        <w:tab/>
        <w:t>5.308e0</w:t>
      </w:r>
    </w:p>
    <w:p w:rsidR="00354DF7" w:rsidRDefault="00354DF7" w:rsidP="00354DF7">
      <w:pPr>
        <w:tabs>
          <w:tab w:val="left" w:pos="6195"/>
        </w:tabs>
      </w:pPr>
      <w:r>
        <w:t>457.1711</w:t>
      </w:r>
      <w:r>
        <w:tab/>
        <w:t>2.296e0</w:t>
      </w:r>
    </w:p>
    <w:p w:rsidR="00354DF7" w:rsidRDefault="00354DF7" w:rsidP="00354DF7">
      <w:pPr>
        <w:tabs>
          <w:tab w:val="left" w:pos="6195"/>
        </w:tabs>
      </w:pPr>
      <w:r>
        <w:t>457.1850</w:t>
      </w:r>
      <w:r>
        <w:tab/>
        <w:t>4.340e0</w:t>
      </w:r>
    </w:p>
    <w:p w:rsidR="00354DF7" w:rsidRDefault="00354DF7" w:rsidP="00354DF7">
      <w:pPr>
        <w:tabs>
          <w:tab w:val="left" w:pos="6195"/>
        </w:tabs>
      </w:pPr>
      <w:r>
        <w:t>457.2026</w:t>
      </w:r>
      <w:r>
        <w:tab/>
        <w:t>7.572e0</w:t>
      </w:r>
    </w:p>
    <w:p w:rsidR="00354DF7" w:rsidRDefault="00354DF7" w:rsidP="00354DF7">
      <w:pPr>
        <w:tabs>
          <w:tab w:val="left" w:pos="6195"/>
        </w:tabs>
      </w:pPr>
      <w:r>
        <w:t>457.2286</w:t>
      </w:r>
      <w:r>
        <w:tab/>
        <w:t>1.179e1</w:t>
      </w:r>
    </w:p>
    <w:p w:rsidR="00354DF7" w:rsidRDefault="00354DF7" w:rsidP="00354DF7">
      <w:pPr>
        <w:tabs>
          <w:tab w:val="left" w:pos="6195"/>
        </w:tabs>
      </w:pPr>
      <w:r>
        <w:t>457.2392</w:t>
      </w:r>
      <w:r>
        <w:tab/>
        <w:t>7.188e0</w:t>
      </w:r>
    </w:p>
    <w:p w:rsidR="00354DF7" w:rsidRDefault="00354DF7" w:rsidP="00354DF7">
      <w:pPr>
        <w:tabs>
          <w:tab w:val="left" w:pos="6195"/>
        </w:tabs>
      </w:pPr>
      <w:r>
        <w:t>457.2435</w:t>
      </w:r>
      <w:r>
        <w:tab/>
        <w:t>9.863e0</w:t>
      </w:r>
    </w:p>
    <w:p w:rsidR="00354DF7" w:rsidRDefault="00354DF7" w:rsidP="00354DF7">
      <w:pPr>
        <w:tabs>
          <w:tab w:val="left" w:pos="6195"/>
        </w:tabs>
      </w:pPr>
      <w:r>
        <w:t>457.2456</w:t>
      </w:r>
      <w:r>
        <w:tab/>
        <w:t>2.068e0</w:t>
      </w:r>
    </w:p>
    <w:p w:rsidR="00354DF7" w:rsidRDefault="00354DF7" w:rsidP="00354DF7">
      <w:pPr>
        <w:tabs>
          <w:tab w:val="left" w:pos="6195"/>
        </w:tabs>
      </w:pPr>
      <w:r>
        <w:t>457.2488</w:t>
      </w:r>
      <w:r>
        <w:tab/>
        <w:t>7.853e0</w:t>
      </w:r>
    </w:p>
    <w:p w:rsidR="00354DF7" w:rsidRDefault="00354DF7" w:rsidP="00354DF7">
      <w:pPr>
        <w:tabs>
          <w:tab w:val="left" w:pos="6195"/>
        </w:tabs>
      </w:pPr>
      <w:r>
        <w:t>457.3394</w:t>
      </w:r>
      <w:r>
        <w:tab/>
        <w:t>3.280e1</w:t>
      </w:r>
    </w:p>
    <w:p w:rsidR="00354DF7" w:rsidRDefault="00354DF7" w:rsidP="00354DF7">
      <w:pPr>
        <w:tabs>
          <w:tab w:val="left" w:pos="6195"/>
        </w:tabs>
      </w:pPr>
      <w:r>
        <w:t>457.3411</w:t>
      </w:r>
      <w:r>
        <w:tab/>
        <w:t>2.298e1</w:t>
      </w:r>
    </w:p>
    <w:p w:rsidR="00354DF7" w:rsidRDefault="00354DF7" w:rsidP="00354DF7">
      <w:pPr>
        <w:tabs>
          <w:tab w:val="left" w:pos="6195"/>
        </w:tabs>
      </w:pPr>
      <w:r>
        <w:lastRenderedPageBreak/>
        <w:t>457.3499</w:t>
      </w:r>
      <w:r>
        <w:tab/>
        <w:t>1.311e1</w:t>
      </w:r>
    </w:p>
    <w:p w:rsidR="00354DF7" w:rsidRDefault="00354DF7" w:rsidP="00354DF7">
      <w:pPr>
        <w:tabs>
          <w:tab w:val="left" w:pos="6195"/>
        </w:tabs>
      </w:pPr>
      <w:r>
        <w:t>457.3538</w:t>
      </w:r>
      <w:r>
        <w:tab/>
        <w:t>1.293e1</w:t>
      </w:r>
    </w:p>
    <w:p w:rsidR="00354DF7" w:rsidRDefault="00354DF7" w:rsidP="00354DF7">
      <w:pPr>
        <w:tabs>
          <w:tab w:val="left" w:pos="6195"/>
        </w:tabs>
      </w:pPr>
      <w:r>
        <w:t>457.3583</w:t>
      </w:r>
      <w:r>
        <w:tab/>
        <w:t>1.590e1</w:t>
      </w:r>
    </w:p>
    <w:p w:rsidR="00354DF7" w:rsidRDefault="00354DF7" w:rsidP="00354DF7">
      <w:pPr>
        <w:tabs>
          <w:tab w:val="left" w:pos="6195"/>
        </w:tabs>
      </w:pPr>
      <w:r>
        <w:t>457.3817</w:t>
      </w:r>
      <w:r>
        <w:tab/>
        <w:t>2.528e0</w:t>
      </w:r>
    </w:p>
    <w:p w:rsidR="00354DF7" w:rsidRDefault="00354DF7" w:rsidP="00354DF7">
      <w:pPr>
        <w:tabs>
          <w:tab w:val="left" w:pos="6195"/>
        </w:tabs>
      </w:pPr>
      <w:r>
        <w:t>457.4244</w:t>
      </w:r>
      <w:r>
        <w:tab/>
        <w:t>3.534e0</w:t>
      </w:r>
    </w:p>
    <w:p w:rsidR="00354DF7" w:rsidRDefault="00354DF7" w:rsidP="00354DF7">
      <w:pPr>
        <w:tabs>
          <w:tab w:val="left" w:pos="6195"/>
        </w:tabs>
      </w:pPr>
      <w:r>
        <w:t>457.4403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457.4448</w:t>
      </w:r>
      <w:r>
        <w:tab/>
        <w:t>1.041e0</w:t>
      </w:r>
    </w:p>
    <w:p w:rsidR="00354DF7" w:rsidRDefault="00354DF7" w:rsidP="00354DF7">
      <w:pPr>
        <w:tabs>
          <w:tab w:val="left" w:pos="6195"/>
        </w:tabs>
      </w:pPr>
      <w:r>
        <w:t>457.4482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457.4679</w:t>
      </w:r>
      <w:r>
        <w:tab/>
        <w:t>2.882e0</w:t>
      </w:r>
    </w:p>
    <w:p w:rsidR="00354DF7" w:rsidRDefault="00354DF7" w:rsidP="00354DF7">
      <w:pPr>
        <w:tabs>
          <w:tab w:val="left" w:pos="6195"/>
        </w:tabs>
      </w:pPr>
      <w:r>
        <w:t>457.4728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457.4981</w:t>
      </w:r>
      <w:r>
        <w:tab/>
        <w:t>3.599e0</w:t>
      </w:r>
    </w:p>
    <w:p w:rsidR="00354DF7" w:rsidRDefault="00354DF7" w:rsidP="00354DF7">
      <w:pPr>
        <w:tabs>
          <w:tab w:val="left" w:pos="6195"/>
        </w:tabs>
      </w:pPr>
      <w:r>
        <w:t>457.5061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457.5259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457.5314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457.5404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457.5605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457.5848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457.6001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457.6214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457.6401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457.6647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457.6939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457.7001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457.7188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457.7391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457.7687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457.8088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457.8190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457.8370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457.8408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457.8486</w:t>
      </w:r>
      <w:r>
        <w:tab/>
        <w:t>2.626e0</w:t>
      </w:r>
    </w:p>
    <w:p w:rsidR="00354DF7" w:rsidRDefault="00354DF7" w:rsidP="00354DF7">
      <w:pPr>
        <w:tabs>
          <w:tab w:val="left" w:pos="6195"/>
        </w:tabs>
      </w:pPr>
      <w:r>
        <w:t>457.8647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457.8727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457.9018</w:t>
      </w:r>
      <w:r>
        <w:tab/>
        <w:t>3.594e0</w:t>
      </w:r>
    </w:p>
    <w:p w:rsidR="00354DF7" w:rsidRDefault="00354DF7" w:rsidP="00354DF7">
      <w:pPr>
        <w:tabs>
          <w:tab w:val="left" w:pos="6195"/>
        </w:tabs>
      </w:pPr>
      <w:r>
        <w:t>457.9169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457.9201</w:t>
      </w:r>
      <w:r>
        <w:tab/>
        <w:t>3.740e0</w:t>
      </w:r>
    </w:p>
    <w:p w:rsidR="00354DF7" w:rsidRDefault="00354DF7" w:rsidP="00354DF7">
      <w:pPr>
        <w:tabs>
          <w:tab w:val="left" w:pos="6195"/>
        </w:tabs>
      </w:pPr>
      <w:r>
        <w:t>457.9281</w:t>
      </w:r>
      <w:r>
        <w:tab/>
        <w:t>1.128e0</w:t>
      </w:r>
    </w:p>
    <w:p w:rsidR="00354DF7" w:rsidRDefault="00354DF7" w:rsidP="00354DF7">
      <w:pPr>
        <w:tabs>
          <w:tab w:val="left" w:pos="6195"/>
        </w:tabs>
      </w:pPr>
      <w:r>
        <w:t>457.9523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457.9743</w:t>
      </w:r>
      <w:r>
        <w:tab/>
        <w:t>4.040e0</w:t>
      </w:r>
    </w:p>
    <w:p w:rsidR="00354DF7" w:rsidRDefault="00354DF7" w:rsidP="00354DF7">
      <w:pPr>
        <w:tabs>
          <w:tab w:val="left" w:pos="6195"/>
        </w:tabs>
      </w:pPr>
      <w:r>
        <w:t>457.9789</w:t>
      </w:r>
      <w:r>
        <w:tab/>
        <w:t>3.523e0</w:t>
      </w:r>
    </w:p>
    <w:p w:rsidR="00354DF7" w:rsidRDefault="00354DF7" w:rsidP="00354DF7">
      <w:pPr>
        <w:tabs>
          <w:tab w:val="left" w:pos="6195"/>
        </w:tabs>
      </w:pPr>
      <w:r>
        <w:t>457.9846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457.9905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458.0031</w:t>
      </w:r>
      <w:r>
        <w:tab/>
        <w:t>2.541e0</w:t>
      </w:r>
    </w:p>
    <w:p w:rsidR="00354DF7" w:rsidRDefault="00354DF7" w:rsidP="00354DF7">
      <w:pPr>
        <w:tabs>
          <w:tab w:val="left" w:pos="6195"/>
        </w:tabs>
      </w:pPr>
      <w:r>
        <w:t>458.0390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458.0627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458.0648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458.0667</w:t>
      </w:r>
      <w:r>
        <w:tab/>
        <w:t>2.384e0</w:t>
      </w:r>
    </w:p>
    <w:p w:rsidR="00354DF7" w:rsidRDefault="00354DF7" w:rsidP="00354DF7">
      <w:pPr>
        <w:tabs>
          <w:tab w:val="left" w:pos="6195"/>
        </w:tabs>
      </w:pPr>
      <w:r>
        <w:t>458.0863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458.0975</w:t>
      </w:r>
      <w:r>
        <w:tab/>
        <w:t>2.504e0</w:t>
      </w:r>
    </w:p>
    <w:p w:rsidR="00354DF7" w:rsidRDefault="00354DF7" w:rsidP="00354DF7">
      <w:pPr>
        <w:tabs>
          <w:tab w:val="left" w:pos="6195"/>
        </w:tabs>
      </w:pPr>
      <w:r>
        <w:t>458.1171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458.1252</w:t>
      </w:r>
      <w:r>
        <w:tab/>
        <w:t>2.725e0</w:t>
      </w:r>
    </w:p>
    <w:p w:rsidR="00354DF7" w:rsidRDefault="00354DF7" w:rsidP="00354DF7">
      <w:pPr>
        <w:tabs>
          <w:tab w:val="left" w:pos="6195"/>
        </w:tabs>
      </w:pPr>
      <w:r>
        <w:t>458.1340</w:t>
      </w:r>
      <w:r>
        <w:tab/>
        <w:t>2.444e0</w:t>
      </w:r>
    </w:p>
    <w:p w:rsidR="00354DF7" w:rsidRDefault="00354DF7" w:rsidP="00354DF7">
      <w:pPr>
        <w:tabs>
          <w:tab w:val="left" w:pos="6195"/>
        </w:tabs>
      </w:pPr>
      <w:r>
        <w:t>458.1606</w:t>
      </w:r>
      <w:r>
        <w:tab/>
        <w:t>1.096e0</w:t>
      </w:r>
    </w:p>
    <w:p w:rsidR="00354DF7" w:rsidRDefault="00354DF7" w:rsidP="00354DF7">
      <w:pPr>
        <w:tabs>
          <w:tab w:val="left" w:pos="6195"/>
        </w:tabs>
      </w:pPr>
      <w:r>
        <w:t>458.1788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458.1832</w:t>
      </w:r>
      <w:r>
        <w:tab/>
        <w:t>2.236e0</w:t>
      </w:r>
    </w:p>
    <w:p w:rsidR="00354DF7" w:rsidRDefault="00354DF7" w:rsidP="00354DF7">
      <w:pPr>
        <w:tabs>
          <w:tab w:val="left" w:pos="6195"/>
        </w:tabs>
      </w:pPr>
      <w:r>
        <w:t>458.1904</w:t>
      </w:r>
      <w:r>
        <w:tab/>
        <w:t>2.259e0</w:t>
      </w:r>
    </w:p>
    <w:p w:rsidR="00354DF7" w:rsidRDefault="00354DF7" w:rsidP="00354DF7">
      <w:pPr>
        <w:tabs>
          <w:tab w:val="left" w:pos="6195"/>
        </w:tabs>
      </w:pPr>
      <w:r>
        <w:t>458.2243</w:t>
      </w:r>
      <w:r>
        <w:tab/>
        <w:t>3.216e0</w:t>
      </w:r>
    </w:p>
    <w:p w:rsidR="00354DF7" w:rsidRDefault="00354DF7" w:rsidP="00354DF7">
      <w:pPr>
        <w:tabs>
          <w:tab w:val="left" w:pos="6195"/>
        </w:tabs>
      </w:pPr>
      <w:r>
        <w:lastRenderedPageBreak/>
        <w:t>458.2305</w:t>
      </w:r>
      <w:r>
        <w:tab/>
        <w:t>1.486e0</w:t>
      </w:r>
    </w:p>
    <w:p w:rsidR="00354DF7" w:rsidRDefault="00354DF7" w:rsidP="00354DF7">
      <w:pPr>
        <w:tabs>
          <w:tab w:val="left" w:pos="6195"/>
        </w:tabs>
      </w:pPr>
      <w:r>
        <w:t>458.2495</w:t>
      </w:r>
      <w:r>
        <w:tab/>
        <w:t>2.962e0</w:t>
      </w:r>
    </w:p>
    <w:p w:rsidR="00354DF7" w:rsidRDefault="00354DF7" w:rsidP="00354DF7">
      <w:pPr>
        <w:tabs>
          <w:tab w:val="left" w:pos="6195"/>
        </w:tabs>
      </w:pPr>
      <w:r>
        <w:t>458.2744</w:t>
      </w:r>
      <w:r>
        <w:tab/>
        <w:t>2.396e0</w:t>
      </w:r>
    </w:p>
    <w:p w:rsidR="00354DF7" w:rsidRDefault="00354DF7" w:rsidP="00354DF7">
      <w:pPr>
        <w:tabs>
          <w:tab w:val="left" w:pos="6195"/>
        </w:tabs>
      </w:pPr>
      <w:r>
        <w:t>458.2883</w:t>
      </w:r>
      <w:r>
        <w:tab/>
        <w:t>1.188e0</w:t>
      </w:r>
    </w:p>
    <w:p w:rsidR="00354DF7" w:rsidRDefault="00354DF7" w:rsidP="00354DF7">
      <w:pPr>
        <w:tabs>
          <w:tab w:val="left" w:pos="6195"/>
        </w:tabs>
      </w:pPr>
      <w:r>
        <w:t>458.3098</w:t>
      </w:r>
      <w:r>
        <w:tab/>
        <w:t>3.092e0</w:t>
      </w:r>
    </w:p>
    <w:p w:rsidR="00354DF7" w:rsidRDefault="00354DF7" w:rsidP="00354DF7">
      <w:pPr>
        <w:tabs>
          <w:tab w:val="left" w:pos="6195"/>
        </w:tabs>
      </w:pPr>
      <w:r>
        <w:t>458.3266</w:t>
      </w:r>
      <w:r>
        <w:tab/>
        <w:t>8.866e0</w:t>
      </w:r>
    </w:p>
    <w:p w:rsidR="00354DF7" w:rsidRDefault="00354DF7" w:rsidP="00354DF7">
      <w:pPr>
        <w:tabs>
          <w:tab w:val="left" w:pos="6195"/>
        </w:tabs>
      </w:pPr>
      <w:r>
        <w:t>458.3401</w:t>
      </w:r>
      <w:r>
        <w:tab/>
        <w:t>4.067e0</w:t>
      </w:r>
    </w:p>
    <w:p w:rsidR="00354DF7" w:rsidRDefault="00354DF7" w:rsidP="00354DF7">
      <w:pPr>
        <w:tabs>
          <w:tab w:val="left" w:pos="6195"/>
        </w:tabs>
      </w:pPr>
      <w:r>
        <w:t>458.3568</w:t>
      </w:r>
      <w:r>
        <w:tab/>
        <w:t>1.382e1</w:t>
      </w:r>
    </w:p>
    <w:p w:rsidR="00354DF7" w:rsidRDefault="00354DF7" w:rsidP="00354DF7">
      <w:pPr>
        <w:tabs>
          <w:tab w:val="left" w:pos="6195"/>
        </w:tabs>
      </w:pPr>
      <w:r>
        <w:t>458.3705</w:t>
      </w:r>
      <w:r>
        <w:tab/>
        <w:t>5.463e0</w:t>
      </w:r>
    </w:p>
    <w:p w:rsidR="00354DF7" w:rsidRDefault="00354DF7" w:rsidP="00354DF7">
      <w:pPr>
        <w:tabs>
          <w:tab w:val="left" w:pos="6195"/>
        </w:tabs>
      </w:pPr>
      <w:r>
        <w:t>458.3768</w:t>
      </w:r>
      <w:r>
        <w:tab/>
        <w:t>5.528e0</w:t>
      </w:r>
    </w:p>
    <w:p w:rsidR="00354DF7" w:rsidRDefault="00354DF7" w:rsidP="00354DF7">
      <w:pPr>
        <w:tabs>
          <w:tab w:val="left" w:pos="6195"/>
        </w:tabs>
      </w:pPr>
      <w:r>
        <w:t>458.4091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458.4172</w:t>
      </w:r>
      <w:r>
        <w:tab/>
        <w:t>3.479e0</w:t>
      </w:r>
    </w:p>
    <w:p w:rsidR="00354DF7" w:rsidRDefault="00354DF7" w:rsidP="00354DF7">
      <w:pPr>
        <w:tabs>
          <w:tab w:val="left" w:pos="6195"/>
        </w:tabs>
      </w:pPr>
      <w:r>
        <w:t>458.4397</w:t>
      </w:r>
      <w:r>
        <w:tab/>
        <w:t>1.047e0</w:t>
      </w:r>
    </w:p>
    <w:p w:rsidR="00354DF7" w:rsidRDefault="00354DF7" w:rsidP="00354DF7">
      <w:pPr>
        <w:tabs>
          <w:tab w:val="left" w:pos="6195"/>
        </w:tabs>
      </w:pPr>
      <w:r>
        <w:t>458.4456</w:t>
      </w:r>
      <w:r>
        <w:tab/>
        <w:t>3.640e0</w:t>
      </w:r>
    </w:p>
    <w:p w:rsidR="00354DF7" w:rsidRDefault="00354DF7" w:rsidP="00354DF7">
      <w:pPr>
        <w:tabs>
          <w:tab w:val="left" w:pos="6195"/>
        </w:tabs>
      </w:pPr>
      <w:r>
        <w:t>458.4709</w:t>
      </w:r>
      <w:r>
        <w:tab/>
        <w:t>3.904e0</w:t>
      </w:r>
    </w:p>
    <w:p w:rsidR="00354DF7" w:rsidRDefault="00354DF7" w:rsidP="00354DF7">
      <w:pPr>
        <w:tabs>
          <w:tab w:val="left" w:pos="6195"/>
        </w:tabs>
      </w:pPr>
      <w:r>
        <w:t>458.4906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458.4987</w:t>
      </w:r>
      <w:r>
        <w:tab/>
        <w:t>4.049e0</w:t>
      </w:r>
    </w:p>
    <w:p w:rsidR="00354DF7" w:rsidRDefault="00354DF7" w:rsidP="00354DF7">
      <w:pPr>
        <w:tabs>
          <w:tab w:val="left" w:pos="6195"/>
        </w:tabs>
      </w:pPr>
      <w:r>
        <w:t>458.5071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458.5255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458.5613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458.5648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458.5766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458.6178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458.6301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458.6877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458.6903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458.6921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458.7019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458.7135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458.7259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458.7405</w:t>
      </w:r>
      <w:r>
        <w:tab/>
        <w:t>3.134e0</w:t>
      </w:r>
    </w:p>
    <w:p w:rsidR="00354DF7" w:rsidRDefault="00354DF7" w:rsidP="00354DF7">
      <w:pPr>
        <w:tabs>
          <w:tab w:val="left" w:pos="6195"/>
        </w:tabs>
      </w:pPr>
      <w:r>
        <w:t>458.7474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458.7709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458.7885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458.8168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458.8239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458.8349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458.8760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lastRenderedPageBreak/>
        <w:t>458.8774</w:t>
      </w:r>
      <w:r>
        <w:tab/>
        <w:t>1.215e1</w:t>
      </w:r>
    </w:p>
    <w:p w:rsidR="00354DF7" w:rsidRDefault="00354DF7" w:rsidP="00354DF7">
      <w:pPr>
        <w:tabs>
          <w:tab w:val="left" w:pos="6195"/>
        </w:tabs>
      </w:pPr>
      <w:r>
        <w:t>458.9221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458.9382</w:t>
      </w:r>
      <w:r>
        <w:tab/>
        <w:t>4.939e0</w:t>
      </w:r>
    </w:p>
    <w:p w:rsidR="00354DF7" w:rsidRDefault="00354DF7" w:rsidP="00354DF7">
      <w:pPr>
        <w:tabs>
          <w:tab w:val="left" w:pos="6195"/>
        </w:tabs>
      </w:pPr>
      <w:r>
        <w:t>458.9437</w:t>
      </w:r>
      <w:r>
        <w:tab/>
        <w:t>1.609e0</w:t>
      </w:r>
    </w:p>
    <w:p w:rsidR="00354DF7" w:rsidRDefault="00354DF7" w:rsidP="00354DF7">
      <w:pPr>
        <w:tabs>
          <w:tab w:val="left" w:pos="6195"/>
        </w:tabs>
      </w:pPr>
      <w:r>
        <w:t>458.9687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459.0052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459.0341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459.0376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459.0389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459.0482</w:t>
      </w:r>
      <w:r>
        <w:tab/>
        <w:t>1.264e0</w:t>
      </w:r>
    </w:p>
    <w:p w:rsidR="00354DF7" w:rsidRDefault="00354DF7" w:rsidP="00354DF7">
      <w:pPr>
        <w:tabs>
          <w:tab w:val="left" w:pos="6195"/>
        </w:tabs>
      </w:pPr>
      <w:r>
        <w:t>459.0863</w:t>
      </w:r>
      <w:r>
        <w:tab/>
        <w:t>1.208e0</w:t>
      </w:r>
    </w:p>
    <w:p w:rsidR="00354DF7" w:rsidRDefault="00354DF7" w:rsidP="00354DF7">
      <w:pPr>
        <w:tabs>
          <w:tab w:val="left" w:pos="6195"/>
        </w:tabs>
      </w:pPr>
      <w:r>
        <w:t>459.0921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459.0937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459.0959</w:t>
      </w:r>
      <w:r>
        <w:tab/>
        <w:t>3.719e0</w:t>
      </w:r>
    </w:p>
    <w:p w:rsidR="00354DF7" w:rsidRDefault="00354DF7" w:rsidP="00354DF7">
      <w:pPr>
        <w:tabs>
          <w:tab w:val="left" w:pos="6195"/>
        </w:tabs>
      </w:pPr>
      <w:r>
        <w:t>459.1146</w:t>
      </w:r>
      <w:r>
        <w:tab/>
        <w:t>4.760e0</w:t>
      </w:r>
    </w:p>
    <w:p w:rsidR="00354DF7" w:rsidRDefault="00354DF7" w:rsidP="00354DF7">
      <w:pPr>
        <w:tabs>
          <w:tab w:val="left" w:pos="6195"/>
        </w:tabs>
      </w:pPr>
      <w:r>
        <w:t>459.1261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459.1459</w:t>
      </w:r>
      <w:r>
        <w:tab/>
        <w:t>3.919e0</w:t>
      </w:r>
    </w:p>
    <w:p w:rsidR="00354DF7" w:rsidRDefault="00354DF7" w:rsidP="00354DF7">
      <w:pPr>
        <w:tabs>
          <w:tab w:val="left" w:pos="6195"/>
        </w:tabs>
      </w:pPr>
      <w:r>
        <w:t>459.1639</w:t>
      </w:r>
      <w:r>
        <w:tab/>
        <w:t>2.217e0</w:t>
      </w:r>
    </w:p>
    <w:p w:rsidR="00354DF7" w:rsidRDefault="00354DF7" w:rsidP="00354DF7">
      <w:pPr>
        <w:tabs>
          <w:tab w:val="left" w:pos="6195"/>
        </w:tabs>
      </w:pPr>
      <w:r>
        <w:t>459.1896</w:t>
      </w:r>
      <w:r>
        <w:tab/>
        <w:t>1.863e0</w:t>
      </w:r>
    </w:p>
    <w:p w:rsidR="00354DF7" w:rsidRDefault="00354DF7" w:rsidP="00354DF7">
      <w:pPr>
        <w:tabs>
          <w:tab w:val="left" w:pos="6195"/>
        </w:tabs>
      </w:pPr>
      <w:r>
        <w:lastRenderedPageBreak/>
        <w:t>459.1927</w:t>
      </w:r>
      <w:r>
        <w:tab/>
        <w:t>7.014e0</w:t>
      </w:r>
    </w:p>
    <w:p w:rsidR="00354DF7" w:rsidRDefault="00354DF7" w:rsidP="00354DF7">
      <w:pPr>
        <w:tabs>
          <w:tab w:val="left" w:pos="6195"/>
        </w:tabs>
      </w:pPr>
      <w:r>
        <w:t>459.1944</w:t>
      </w:r>
      <w:r>
        <w:tab/>
        <w:t>4.742e0</w:t>
      </w:r>
    </w:p>
    <w:p w:rsidR="00354DF7" w:rsidRDefault="00354DF7" w:rsidP="00354DF7">
      <w:pPr>
        <w:tabs>
          <w:tab w:val="left" w:pos="6195"/>
        </w:tabs>
      </w:pPr>
      <w:r>
        <w:t>459.2089</w:t>
      </w:r>
      <w:r>
        <w:tab/>
        <w:t>1.111e0</w:t>
      </w:r>
    </w:p>
    <w:p w:rsidR="00354DF7" w:rsidRDefault="00354DF7" w:rsidP="00354DF7">
      <w:pPr>
        <w:tabs>
          <w:tab w:val="left" w:pos="6195"/>
        </w:tabs>
      </w:pPr>
      <w:r>
        <w:t>459.2512</w:t>
      </w:r>
      <w:r>
        <w:tab/>
        <w:t>3.634e0</w:t>
      </w:r>
    </w:p>
    <w:p w:rsidR="00354DF7" w:rsidRDefault="00354DF7" w:rsidP="00354DF7">
      <w:pPr>
        <w:tabs>
          <w:tab w:val="left" w:pos="6195"/>
        </w:tabs>
      </w:pPr>
      <w:r>
        <w:t>459.2971</w:t>
      </w:r>
      <w:r>
        <w:tab/>
        <w:t>4.117e0</w:t>
      </w:r>
    </w:p>
    <w:p w:rsidR="00354DF7" w:rsidRDefault="00354DF7" w:rsidP="00354DF7">
      <w:pPr>
        <w:tabs>
          <w:tab w:val="left" w:pos="6195"/>
        </w:tabs>
      </w:pPr>
      <w:r>
        <w:t>459.2989</w:t>
      </w:r>
      <w:r>
        <w:tab/>
        <w:t>2.608e0</w:t>
      </w:r>
    </w:p>
    <w:p w:rsidR="00354DF7" w:rsidRDefault="00354DF7" w:rsidP="00354DF7">
      <w:pPr>
        <w:tabs>
          <w:tab w:val="left" w:pos="6195"/>
        </w:tabs>
      </w:pPr>
      <w:r>
        <w:t>459.3000</w:t>
      </w:r>
      <w:r>
        <w:tab/>
        <w:t>2.274e0</w:t>
      </w:r>
    </w:p>
    <w:p w:rsidR="00354DF7" w:rsidRDefault="00354DF7" w:rsidP="00354DF7">
      <w:pPr>
        <w:tabs>
          <w:tab w:val="left" w:pos="6195"/>
        </w:tabs>
      </w:pPr>
      <w:r>
        <w:t>459.3035</w:t>
      </w:r>
      <w:r>
        <w:tab/>
        <w:t>4.053e0</w:t>
      </w:r>
    </w:p>
    <w:p w:rsidR="00354DF7" w:rsidRDefault="00354DF7" w:rsidP="00354DF7">
      <w:pPr>
        <w:tabs>
          <w:tab w:val="left" w:pos="6195"/>
        </w:tabs>
      </w:pPr>
      <w:r>
        <w:t>459.3101</w:t>
      </w:r>
      <w:r>
        <w:tab/>
        <w:t>1.765e0</w:t>
      </w:r>
    </w:p>
    <w:p w:rsidR="00354DF7" w:rsidRDefault="00354DF7" w:rsidP="00354DF7">
      <w:pPr>
        <w:tabs>
          <w:tab w:val="left" w:pos="6195"/>
        </w:tabs>
      </w:pPr>
      <w:r>
        <w:t>459.3573</w:t>
      </w:r>
      <w:r>
        <w:tab/>
        <w:t>2.437e0</w:t>
      </w:r>
    </w:p>
    <w:p w:rsidR="00354DF7" w:rsidRDefault="00354DF7" w:rsidP="00354DF7">
      <w:pPr>
        <w:tabs>
          <w:tab w:val="left" w:pos="6195"/>
        </w:tabs>
      </w:pPr>
      <w:r>
        <w:t>459.4122</w:t>
      </w:r>
      <w:r>
        <w:tab/>
        <w:t>1.703e0</w:t>
      </w:r>
    </w:p>
    <w:p w:rsidR="00354DF7" w:rsidRDefault="00354DF7" w:rsidP="00354DF7">
      <w:pPr>
        <w:tabs>
          <w:tab w:val="left" w:pos="6195"/>
        </w:tabs>
      </w:pPr>
      <w:r>
        <w:t>459.4354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459.4465</w:t>
      </w:r>
      <w:r>
        <w:tab/>
        <w:t>2.548e0</w:t>
      </w:r>
    </w:p>
    <w:p w:rsidR="00354DF7" w:rsidRDefault="00354DF7" w:rsidP="00354DF7">
      <w:pPr>
        <w:tabs>
          <w:tab w:val="left" w:pos="6195"/>
        </w:tabs>
      </w:pPr>
      <w:r>
        <w:t>459.4585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459.4694</w:t>
      </w:r>
      <w:r>
        <w:tab/>
        <w:t>3.775e0</w:t>
      </w:r>
    </w:p>
    <w:p w:rsidR="00354DF7" w:rsidRDefault="00354DF7" w:rsidP="00354DF7">
      <w:pPr>
        <w:tabs>
          <w:tab w:val="left" w:pos="6195"/>
        </w:tabs>
      </w:pPr>
      <w:r>
        <w:t>459.4809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459.5383</w:t>
      </w:r>
      <w:r>
        <w:tab/>
        <w:t>3.594e0</w:t>
      </w:r>
    </w:p>
    <w:p w:rsidR="00354DF7" w:rsidRDefault="00354DF7" w:rsidP="00354DF7">
      <w:pPr>
        <w:tabs>
          <w:tab w:val="left" w:pos="6195"/>
        </w:tabs>
      </w:pPr>
      <w:r>
        <w:t>459.5438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459.5468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459.5959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459.6069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459.6521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459.6617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459.6678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459.6827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459.7007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459.7043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459.7163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459.7329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459.7415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459.7602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459.7653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459.7880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459.7957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459.8413</w:t>
      </w:r>
      <w:r>
        <w:tab/>
        <w:t>2.543e0</w:t>
      </w:r>
    </w:p>
    <w:p w:rsidR="00354DF7" w:rsidRDefault="00354DF7" w:rsidP="00354DF7">
      <w:pPr>
        <w:tabs>
          <w:tab w:val="left" w:pos="6195"/>
        </w:tabs>
      </w:pPr>
      <w:r>
        <w:t>459.8462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459.8493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459.8983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459.9059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459.9096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459.9215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459.9249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459.9409</w:t>
      </w:r>
      <w:r>
        <w:tab/>
        <w:t>2.264e0</w:t>
      </w:r>
    </w:p>
    <w:p w:rsidR="00354DF7" w:rsidRDefault="00354DF7" w:rsidP="00354DF7">
      <w:pPr>
        <w:tabs>
          <w:tab w:val="left" w:pos="6195"/>
        </w:tabs>
      </w:pPr>
      <w:r>
        <w:t>459.9708</w:t>
      </w:r>
      <w:r>
        <w:tab/>
        <w:t>1.886e0</w:t>
      </w:r>
    </w:p>
    <w:p w:rsidR="00354DF7" w:rsidRDefault="00354DF7" w:rsidP="00354DF7">
      <w:pPr>
        <w:tabs>
          <w:tab w:val="left" w:pos="6195"/>
        </w:tabs>
      </w:pPr>
      <w:r>
        <w:t>459.9841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459.9998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460.0102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460.0148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460.0330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460.0457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460.0618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460.0698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460.0984</w:t>
      </w:r>
      <w:r>
        <w:tab/>
        <w:t>6.356e0</w:t>
      </w:r>
    </w:p>
    <w:p w:rsidR="00354DF7" w:rsidRDefault="00354DF7" w:rsidP="00354DF7">
      <w:pPr>
        <w:tabs>
          <w:tab w:val="left" w:pos="6195"/>
        </w:tabs>
      </w:pPr>
      <w:r>
        <w:t>460.1243</w:t>
      </w:r>
      <w:r>
        <w:tab/>
        <w:t>3.995e0</w:t>
      </w:r>
    </w:p>
    <w:p w:rsidR="00354DF7" w:rsidRDefault="00354DF7" w:rsidP="00354DF7">
      <w:pPr>
        <w:tabs>
          <w:tab w:val="left" w:pos="6195"/>
        </w:tabs>
      </w:pPr>
      <w:r>
        <w:t>460.1538</w:t>
      </w:r>
      <w:r>
        <w:tab/>
        <w:t>4.854e0</w:t>
      </w:r>
    </w:p>
    <w:p w:rsidR="00354DF7" w:rsidRDefault="00354DF7" w:rsidP="00354DF7">
      <w:pPr>
        <w:tabs>
          <w:tab w:val="left" w:pos="6195"/>
        </w:tabs>
      </w:pPr>
      <w:r>
        <w:t>460.1586</w:t>
      </w:r>
      <w:r>
        <w:tab/>
        <w:t>4.653e0</w:t>
      </w:r>
    </w:p>
    <w:p w:rsidR="00354DF7" w:rsidRDefault="00354DF7" w:rsidP="00354DF7">
      <w:pPr>
        <w:tabs>
          <w:tab w:val="left" w:pos="6195"/>
        </w:tabs>
      </w:pPr>
      <w:r>
        <w:t>460.1615</w:t>
      </w:r>
      <w:r>
        <w:tab/>
        <w:t>1.086e0</w:t>
      </w:r>
    </w:p>
    <w:p w:rsidR="00354DF7" w:rsidRDefault="00354DF7" w:rsidP="00354DF7">
      <w:pPr>
        <w:tabs>
          <w:tab w:val="left" w:pos="6195"/>
        </w:tabs>
      </w:pPr>
      <w:r>
        <w:lastRenderedPageBreak/>
        <w:t>460.1813</w:t>
      </w:r>
      <w:r>
        <w:tab/>
        <w:t>4.283e0</w:t>
      </w:r>
    </w:p>
    <w:p w:rsidR="00354DF7" w:rsidRDefault="00354DF7" w:rsidP="00354DF7">
      <w:pPr>
        <w:tabs>
          <w:tab w:val="left" w:pos="6195"/>
        </w:tabs>
      </w:pPr>
      <w:r>
        <w:t>460.1834</w:t>
      </w:r>
      <w:r>
        <w:tab/>
        <w:t>2.296e0</w:t>
      </w:r>
    </w:p>
    <w:p w:rsidR="00354DF7" w:rsidRDefault="00354DF7" w:rsidP="00354DF7">
      <w:pPr>
        <w:tabs>
          <w:tab w:val="left" w:pos="6195"/>
        </w:tabs>
      </w:pPr>
      <w:r>
        <w:t>460.2000</w:t>
      </w:r>
      <w:r>
        <w:tab/>
        <w:t>3.377e0</w:t>
      </w:r>
    </w:p>
    <w:p w:rsidR="00354DF7" w:rsidRDefault="00354DF7" w:rsidP="00354DF7">
      <w:pPr>
        <w:tabs>
          <w:tab w:val="left" w:pos="6195"/>
        </w:tabs>
      </w:pPr>
      <w:r>
        <w:t>460.2083</w:t>
      </w:r>
      <w:r>
        <w:tab/>
        <w:t>2.319e0</w:t>
      </w:r>
    </w:p>
    <w:p w:rsidR="00354DF7" w:rsidRDefault="00354DF7" w:rsidP="00354DF7">
      <w:pPr>
        <w:tabs>
          <w:tab w:val="left" w:pos="6195"/>
        </w:tabs>
      </w:pPr>
      <w:r>
        <w:t>460.2330</w:t>
      </w:r>
      <w:r>
        <w:tab/>
        <w:t>3.999e0</w:t>
      </w:r>
    </w:p>
    <w:p w:rsidR="00354DF7" w:rsidRDefault="00354DF7" w:rsidP="00354DF7">
      <w:pPr>
        <w:tabs>
          <w:tab w:val="left" w:pos="6195"/>
        </w:tabs>
      </w:pPr>
      <w:r>
        <w:t>460.2430</w:t>
      </w:r>
      <w:r>
        <w:tab/>
        <w:t>4.862e0</w:t>
      </w:r>
    </w:p>
    <w:p w:rsidR="00354DF7" w:rsidRDefault="00354DF7" w:rsidP="00354DF7">
      <w:pPr>
        <w:tabs>
          <w:tab w:val="left" w:pos="6195"/>
        </w:tabs>
      </w:pPr>
      <w:r>
        <w:t>460.2786</w:t>
      </w:r>
      <w:r>
        <w:tab/>
        <w:t>7.726e0</w:t>
      </w:r>
    </w:p>
    <w:p w:rsidR="00354DF7" w:rsidRDefault="00354DF7" w:rsidP="00354DF7">
      <w:pPr>
        <w:tabs>
          <w:tab w:val="left" w:pos="6195"/>
        </w:tabs>
      </w:pPr>
      <w:r>
        <w:t>460.2840</w:t>
      </w:r>
      <w:r>
        <w:tab/>
        <w:t>4.855e0</w:t>
      </w:r>
    </w:p>
    <w:p w:rsidR="00354DF7" w:rsidRDefault="00354DF7" w:rsidP="00354DF7">
      <w:pPr>
        <w:tabs>
          <w:tab w:val="left" w:pos="6195"/>
        </w:tabs>
      </w:pPr>
      <w:r>
        <w:t>460.2874</w:t>
      </w:r>
      <w:r>
        <w:tab/>
        <w:t>1.196e1</w:t>
      </w:r>
    </w:p>
    <w:p w:rsidR="00354DF7" w:rsidRDefault="00354DF7" w:rsidP="00354DF7">
      <w:pPr>
        <w:tabs>
          <w:tab w:val="left" w:pos="6195"/>
        </w:tabs>
      </w:pPr>
      <w:r>
        <w:t>460.2921</w:t>
      </w:r>
      <w:r>
        <w:tab/>
        <w:t>8.247e0</w:t>
      </w:r>
    </w:p>
    <w:p w:rsidR="00354DF7" w:rsidRDefault="00354DF7" w:rsidP="00354DF7">
      <w:pPr>
        <w:tabs>
          <w:tab w:val="left" w:pos="6195"/>
        </w:tabs>
      </w:pPr>
      <w:r>
        <w:t>460.3086</w:t>
      </w:r>
      <w:r>
        <w:tab/>
        <w:t>5.888e0</w:t>
      </w:r>
    </w:p>
    <w:p w:rsidR="00354DF7" w:rsidRDefault="00354DF7" w:rsidP="00354DF7">
      <w:pPr>
        <w:tabs>
          <w:tab w:val="left" w:pos="6195"/>
        </w:tabs>
      </w:pPr>
      <w:r>
        <w:t>460.3113</w:t>
      </w:r>
      <w:r>
        <w:tab/>
        <w:t>1.062e1</w:t>
      </w:r>
    </w:p>
    <w:p w:rsidR="00354DF7" w:rsidRDefault="00354DF7" w:rsidP="00354DF7">
      <w:pPr>
        <w:tabs>
          <w:tab w:val="left" w:pos="6195"/>
        </w:tabs>
      </w:pPr>
      <w:r>
        <w:t>460.3437</w:t>
      </w:r>
      <w:r>
        <w:tab/>
        <w:t>4.967e0</w:t>
      </w:r>
    </w:p>
    <w:p w:rsidR="00354DF7" w:rsidRDefault="00354DF7" w:rsidP="00354DF7">
      <w:pPr>
        <w:tabs>
          <w:tab w:val="left" w:pos="6195"/>
        </w:tabs>
      </w:pPr>
      <w:r>
        <w:t>460.3452</w:t>
      </w:r>
      <w:r>
        <w:tab/>
        <w:t>2.665e0</w:t>
      </w:r>
    </w:p>
    <w:p w:rsidR="00354DF7" w:rsidRDefault="00354DF7" w:rsidP="00354DF7">
      <w:pPr>
        <w:tabs>
          <w:tab w:val="left" w:pos="6195"/>
        </w:tabs>
      </w:pPr>
      <w:r>
        <w:t>460.3624</w:t>
      </w:r>
      <w:r>
        <w:tab/>
        <w:t>3.276e0</w:t>
      </w:r>
    </w:p>
    <w:p w:rsidR="00354DF7" w:rsidRDefault="00354DF7" w:rsidP="00354DF7">
      <w:pPr>
        <w:tabs>
          <w:tab w:val="left" w:pos="6195"/>
        </w:tabs>
      </w:pPr>
      <w:r>
        <w:t>460.3859</w:t>
      </w:r>
      <w:r>
        <w:tab/>
        <w:t>4.001e0</w:t>
      </w:r>
    </w:p>
    <w:p w:rsidR="00354DF7" w:rsidRDefault="00354DF7" w:rsidP="00354DF7">
      <w:pPr>
        <w:tabs>
          <w:tab w:val="left" w:pos="6195"/>
        </w:tabs>
      </w:pPr>
      <w:r>
        <w:t>460.3893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460.4063</w:t>
      </w:r>
      <w:r>
        <w:tab/>
        <w:t>1.465e0</w:t>
      </w:r>
    </w:p>
    <w:p w:rsidR="00354DF7" w:rsidRDefault="00354DF7" w:rsidP="00354DF7">
      <w:pPr>
        <w:tabs>
          <w:tab w:val="left" w:pos="6195"/>
        </w:tabs>
      </w:pPr>
      <w:r>
        <w:t>460.4635</w:t>
      </w:r>
      <w:r>
        <w:tab/>
        <w:t>3.244e0</w:t>
      </w:r>
    </w:p>
    <w:p w:rsidR="00354DF7" w:rsidRDefault="00354DF7" w:rsidP="00354DF7">
      <w:pPr>
        <w:tabs>
          <w:tab w:val="left" w:pos="6195"/>
        </w:tabs>
      </w:pPr>
      <w:r>
        <w:lastRenderedPageBreak/>
        <w:t>460.4662</w:t>
      </w:r>
      <w:r>
        <w:tab/>
        <w:t>1.203e0</w:t>
      </w:r>
    </w:p>
    <w:p w:rsidR="00354DF7" w:rsidRDefault="00354DF7" w:rsidP="00354DF7">
      <w:pPr>
        <w:tabs>
          <w:tab w:val="left" w:pos="6195"/>
        </w:tabs>
      </w:pPr>
      <w:r>
        <w:t>460.4758</w:t>
      </w:r>
      <w:r>
        <w:tab/>
        <w:t>3.775e0</w:t>
      </w:r>
    </w:p>
    <w:p w:rsidR="00354DF7" w:rsidRDefault="00354DF7" w:rsidP="00354DF7">
      <w:pPr>
        <w:tabs>
          <w:tab w:val="left" w:pos="6195"/>
        </w:tabs>
      </w:pPr>
      <w:r>
        <w:t>460.4887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460.5120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460.5279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460.5446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460.5692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460.5948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460.6005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460.6146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460.6166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460.6344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460.6487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460.6667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460.6722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460.6851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460.6876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460.6970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460.7328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460.7552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460.7970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460.8171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460.8433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460.8506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460.8638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460.8666</w:t>
      </w:r>
      <w:r>
        <w:tab/>
        <w:t>3.886e0</w:t>
      </w:r>
    </w:p>
    <w:p w:rsidR="00354DF7" w:rsidRDefault="00354DF7" w:rsidP="00354DF7">
      <w:pPr>
        <w:tabs>
          <w:tab w:val="left" w:pos="6195"/>
        </w:tabs>
      </w:pPr>
      <w:r>
        <w:t>460.8850</w:t>
      </w:r>
      <w:r>
        <w:tab/>
        <w:t>7.344e0</w:t>
      </w:r>
    </w:p>
    <w:p w:rsidR="00354DF7" w:rsidRDefault="00354DF7" w:rsidP="00354DF7">
      <w:pPr>
        <w:tabs>
          <w:tab w:val="left" w:pos="6195"/>
        </w:tabs>
      </w:pPr>
      <w:r>
        <w:t>460.8896</w:t>
      </w:r>
      <w:r>
        <w:tab/>
        <w:t>3.693e0</w:t>
      </w:r>
    </w:p>
    <w:p w:rsidR="00354DF7" w:rsidRDefault="00354DF7" w:rsidP="00354DF7">
      <w:pPr>
        <w:tabs>
          <w:tab w:val="left" w:pos="6195"/>
        </w:tabs>
      </w:pPr>
      <w:r>
        <w:t>460.9063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460.9085</w:t>
      </w:r>
      <w:r>
        <w:tab/>
        <w:t>5.274e0</w:t>
      </w:r>
    </w:p>
    <w:p w:rsidR="00354DF7" w:rsidRDefault="00354DF7" w:rsidP="00354DF7">
      <w:pPr>
        <w:tabs>
          <w:tab w:val="left" w:pos="6195"/>
        </w:tabs>
      </w:pPr>
      <w:r>
        <w:t>460.9177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460.9474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460.9546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460.9922</w:t>
      </w:r>
      <w:r>
        <w:tab/>
        <w:t>2.864e0</w:t>
      </w:r>
    </w:p>
    <w:p w:rsidR="00354DF7" w:rsidRDefault="00354DF7" w:rsidP="00354DF7">
      <w:pPr>
        <w:tabs>
          <w:tab w:val="left" w:pos="6195"/>
        </w:tabs>
      </w:pPr>
      <w:r>
        <w:t>461.0023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461.0055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461.0116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461.0425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461.0544</w:t>
      </w:r>
      <w:r>
        <w:tab/>
        <w:t>9.114e0</w:t>
      </w:r>
    </w:p>
    <w:p w:rsidR="00354DF7" w:rsidRDefault="00354DF7" w:rsidP="00354DF7">
      <w:pPr>
        <w:tabs>
          <w:tab w:val="left" w:pos="6195"/>
        </w:tabs>
      </w:pPr>
      <w:r>
        <w:t>461.0801</w:t>
      </w:r>
      <w:r>
        <w:tab/>
        <w:t>5.361e0</w:t>
      </w:r>
    </w:p>
    <w:p w:rsidR="00354DF7" w:rsidRDefault="00354DF7" w:rsidP="00354DF7">
      <w:pPr>
        <w:tabs>
          <w:tab w:val="left" w:pos="6195"/>
        </w:tabs>
      </w:pPr>
      <w:r>
        <w:t>461.0845</w:t>
      </w:r>
      <w:r>
        <w:tab/>
        <w:t>5.095e0</w:t>
      </w:r>
    </w:p>
    <w:p w:rsidR="00354DF7" w:rsidRDefault="00354DF7" w:rsidP="00354DF7">
      <w:pPr>
        <w:tabs>
          <w:tab w:val="left" w:pos="6195"/>
        </w:tabs>
      </w:pPr>
      <w:r>
        <w:t>461.0958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461.1039</w:t>
      </w:r>
      <w:r>
        <w:tab/>
        <w:t>4.397e0</w:t>
      </w:r>
    </w:p>
    <w:p w:rsidR="00354DF7" w:rsidRDefault="00354DF7" w:rsidP="00354DF7">
      <w:pPr>
        <w:tabs>
          <w:tab w:val="left" w:pos="6195"/>
        </w:tabs>
      </w:pPr>
      <w:r>
        <w:t>461.1237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461.1264</w:t>
      </w:r>
      <w:r>
        <w:tab/>
        <w:t>1.895e0</w:t>
      </w:r>
    </w:p>
    <w:p w:rsidR="00354DF7" w:rsidRDefault="00354DF7" w:rsidP="00354DF7">
      <w:pPr>
        <w:tabs>
          <w:tab w:val="left" w:pos="6195"/>
        </w:tabs>
      </w:pPr>
      <w:r>
        <w:t>461.1450</w:t>
      </w:r>
      <w:r>
        <w:tab/>
        <w:t>2.475e0</w:t>
      </w:r>
    </w:p>
    <w:p w:rsidR="00354DF7" w:rsidRDefault="00354DF7" w:rsidP="00354DF7">
      <w:pPr>
        <w:tabs>
          <w:tab w:val="left" w:pos="6195"/>
        </w:tabs>
      </w:pPr>
      <w:r>
        <w:t>461.1500</w:t>
      </w:r>
      <w:r>
        <w:tab/>
        <w:t>3.994e0</w:t>
      </w:r>
    </w:p>
    <w:p w:rsidR="00354DF7" w:rsidRDefault="00354DF7" w:rsidP="00354DF7">
      <w:pPr>
        <w:tabs>
          <w:tab w:val="left" w:pos="6195"/>
        </w:tabs>
      </w:pPr>
      <w:r>
        <w:t>461.1957</w:t>
      </w:r>
      <w:r>
        <w:tab/>
        <w:t>1.107e1</w:t>
      </w:r>
    </w:p>
    <w:p w:rsidR="00354DF7" w:rsidRDefault="00354DF7" w:rsidP="00354DF7">
      <w:pPr>
        <w:tabs>
          <w:tab w:val="left" w:pos="6195"/>
        </w:tabs>
      </w:pPr>
      <w:r>
        <w:t>461.2037</w:t>
      </w:r>
      <w:r>
        <w:tab/>
        <w:t>2.426e0</w:t>
      </w:r>
    </w:p>
    <w:p w:rsidR="00354DF7" w:rsidRDefault="00354DF7" w:rsidP="00354DF7">
      <w:pPr>
        <w:tabs>
          <w:tab w:val="left" w:pos="6195"/>
        </w:tabs>
      </w:pPr>
      <w:r>
        <w:t>461.2264</w:t>
      </w:r>
      <w:r>
        <w:tab/>
        <w:t>6.080e0</w:t>
      </w:r>
    </w:p>
    <w:p w:rsidR="00354DF7" w:rsidRDefault="00354DF7" w:rsidP="00354DF7">
      <w:pPr>
        <w:tabs>
          <w:tab w:val="left" w:pos="6195"/>
        </w:tabs>
      </w:pPr>
      <w:r>
        <w:t>461.2278</w:t>
      </w:r>
      <w:r>
        <w:tab/>
        <w:t>3.060e0</w:t>
      </w:r>
    </w:p>
    <w:p w:rsidR="00354DF7" w:rsidRDefault="00354DF7" w:rsidP="00354DF7">
      <w:pPr>
        <w:tabs>
          <w:tab w:val="left" w:pos="6195"/>
        </w:tabs>
      </w:pPr>
      <w:r>
        <w:t>461.2767</w:t>
      </w:r>
      <w:r>
        <w:tab/>
        <w:t>2.844e0</w:t>
      </w:r>
    </w:p>
    <w:p w:rsidR="00354DF7" w:rsidRDefault="00354DF7" w:rsidP="00354DF7">
      <w:pPr>
        <w:tabs>
          <w:tab w:val="left" w:pos="6195"/>
        </w:tabs>
      </w:pPr>
      <w:r>
        <w:t>461.2811</w:t>
      </w:r>
      <w:r>
        <w:tab/>
        <w:t>4.037e0</w:t>
      </w:r>
    </w:p>
    <w:p w:rsidR="00354DF7" w:rsidRDefault="00354DF7" w:rsidP="00354DF7">
      <w:pPr>
        <w:tabs>
          <w:tab w:val="left" w:pos="6195"/>
        </w:tabs>
      </w:pPr>
      <w:r>
        <w:t>461.2840</w:t>
      </w:r>
      <w:r>
        <w:tab/>
        <w:t>3.603e0</w:t>
      </w:r>
    </w:p>
    <w:p w:rsidR="00354DF7" w:rsidRDefault="00354DF7" w:rsidP="00354DF7">
      <w:pPr>
        <w:tabs>
          <w:tab w:val="left" w:pos="6195"/>
        </w:tabs>
      </w:pPr>
      <w:r>
        <w:t>461.2963</w:t>
      </w:r>
      <w:r>
        <w:tab/>
        <w:t>5.997e0</w:t>
      </w:r>
    </w:p>
    <w:p w:rsidR="00354DF7" w:rsidRDefault="00354DF7" w:rsidP="00354DF7">
      <w:pPr>
        <w:tabs>
          <w:tab w:val="left" w:pos="6195"/>
        </w:tabs>
      </w:pPr>
      <w:r>
        <w:t>461.3318</w:t>
      </w:r>
      <w:r>
        <w:tab/>
        <w:t>1.375e0</w:t>
      </w:r>
    </w:p>
    <w:p w:rsidR="00354DF7" w:rsidRDefault="00354DF7" w:rsidP="00354DF7">
      <w:pPr>
        <w:tabs>
          <w:tab w:val="left" w:pos="6195"/>
        </w:tabs>
      </w:pPr>
      <w:r>
        <w:t>461.3545</w:t>
      </w:r>
      <w:r>
        <w:tab/>
        <w:t>2.106e0</w:t>
      </w:r>
    </w:p>
    <w:p w:rsidR="00354DF7" w:rsidRDefault="00354DF7" w:rsidP="00354DF7">
      <w:pPr>
        <w:tabs>
          <w:tab w:val="left" w:pos="6195"/>
        </w:tabs>
      </w:pPr>
      <w:r>
        <w:lastRenderedPageBreak/>
        <w:t>461.3660</w:t>
      </w:r>
      <w:r>
        <w:tab/>
        <w:t>7.689e0</w:t>
      </w:r>
    </w:p>
    <w:p w:rsidR="00354DF7" w:rsidRDefault="00354DF7" w:rsidP="00354DF7">
      <w:pPr>
        <w:tabs>
          <w:tab w:val="left" w:pos="6195"/>
        </w:tabs>
      </w:pPr>
      <w:r>
        <w:t>461.3785</w:t>
      </w:r>
      <w:r>
        <w:tab/>
        <w:t>4.264e0</w:t>
      </w:r>
    </w:p>
    <w:p w:rsidR="00354DF7" w:rsidRDefault="00354DF7" w:rsidP="00354DF7">
      <w:pPr>
        <w:tabs>
          <w:tab w:val="left" w:pos="6195"/>
        </w:tabs>
      </w:pPr>
      <w:r>
        <w:t>461.4185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461.4597</w:t>
      </w:r>
      <w:r>
        <w:tab/>
        <w:t>1.295e0</w:t>
      </w:r>
    </w:p>
    <w:p w:rsidR="00354DF7" w:rsidRDefault="00354DF7" w:rsidP="00354DF7">
      <w:pPr>
        <w:tabs>
          <w:tab w:val="left" w:pos="6195"/>
        </w:tabs>
      </w:pPr>
      <w:r>
        <w:t>461.4705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461.4832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461.5018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461.5062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461.5388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461.5426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461.5456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461.5771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461.5990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461.6036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461.6393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461.6642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461.6716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461.7050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461.7240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461.7517</w:t>
      </w:r>
      <w:r>
        <w:tab/>
        <w:t>4.509e0</w:t>
      </w:r>
    </w:p>
    <w:p w:rsidR="00354DF7" w:rsidRDefault="00354DF7" w:rsidP="00354DF7">
      <w:pPr>
        <w:tabs>
          <w:tab w:val="left" w:pos="6195"/>
        </w:tabs>
      </w:pPr>
      <w:r>
        <w:t>461.7541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461.7740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461.8161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461.8208</w:t>
      </w:r>
      <w:r>
        <w:tab/>
        <w:t>1.778e0</w:t>
      </w:r>
    </w:p>
    <w:p w:rsidR="00354DF7" w:rsidRDefault="00354DF7" w:rsidP="00354DF7">
      <w:pPr>
        <w:tabs>
          <w:tab w:val="left" w:pos="6195"/>
        </w:tabs>
      </w:pPr>
      <w:r>
        <w:t>461.8543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461.8592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461.8760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461.8821</w:t>
      </w:r>
      <w:r>
        <w:tab/>
        <w:t>5.993e0</w:t>
      </w:r>
    </w:p>
    <w:p w:rsidR="00354DF7" w:rsidRDefault="00354DF7" w:rsidP="00354DF7">
      <w:pPr>
        <w:tabs>
          <w:tab w:val="left" w:pos="6195"/>
        </w:tabs>
      </w:pPr>
      <w:r>
        <w:t>461.8836</w:t>
      </w:r>
      <w:r>
        <w:tab/>
        <w:t>8.983e0</w:t>
      </w:r>
    </w:p>
    <w:p w:rsidR="00354DF7" w:rsidRDefault="00354DF7" w:rsidP="00354DF7">
      <w:pPr>
        <w:tabs>
          <w:tab w:val="left" w:pos="6195"/>
        </w:tabs>
      </w:pPr>
      <w:r>
        <w:t>461.8847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461.8960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461.9172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461.9320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461.9802</w:t>
      </w:r>
      <w:r>
        <w:tab/>
        <w:t>5.845e0</w:t>
      </w:r>
    </w:p>
    <w:p w:rsidR="00354DF7" w:rsidRDefault="00354DF7" w:rsidP="00354DF7">
      <w:pPr>
        <w:tabs>
          <w:tab w:val="left" w:pos="6195"/>
        </w:tabs>
      </w:pPr>
      <w:r>
        <w:t>462.0097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462.0142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462.0178</w:t>
      </w:r>
      <w:r>
        <w:tab/>
        <w:t>3.093e0</w:t>
      </w:r>
    </w:p>
    <w:p w:rsidR="00354DF7" w:rsidRDefault="00354DF7" w:rsidP="00354DF7">
      <w:pPr>
        <w:tabs>
          <w:tab w:val="left" w:pos="6195"/>
        </w:tabs>
      </w:pPr>
      <w:r>
        <w:t>462.0336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462.0590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462.0617</w:t>
      </w:r>
      <w:r>
        <w:tab/>
        <w:t>8.923e0</w:t>
      </w:r>
    </w:p>
    <w:p w:rsidR="00354DF7" w:rsidRDefault="00354DF7" w:rsidP="00354DF7">
      <w:pPr>
        <w:tabs>
          <w:tab w:val="left" w:pos="6195"/>
        </w:tabs>
      </w:pPr>
      <w:r>
        <w:t>462.0732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462.0779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462.1199</w:t>
      </w:r>
      <w:r>
        <w:tab/>
        <w:t>2.991e0</w:t>
      </w:r>
    </w:p>
    <w:p w:rsidR="00354DF7" w:rsidRDefault="00354DF7" w:rsidP="00354DF7">
      <w:pPr>
        <w:tabs>
          <w:tab w:val="left" w:pos="6195"/>
        </w:tabs>
      </w:pPr>
      <w:r>
        <w:t>462.1276</w:t>
      </w:r>
      <w:r>
        <w:tab/>
        <w:t>1.184e0</w:t>
      </w:r>
    </w:p>
    <w:p w:rsidR="00354DF7" w:rsidRDefault="00354DF7" w:rsidP="00354DF7">
      <w:pPr>
        <w:tabs>
          <w:tab w:val="left" w:pos="6195"/>
        </w:tabs>
      </w:pPr>
      <w:r>
        <w:t>462.1372</w:t>
      </w:r>
      <w:r>
        <w:tab/>
        <w:t>1.650e0</w:t>
      </w:r>
    </w:p>
    <w:p w:rsidR="00354DF7" w:rsidRDefault="00354DF7" w:rsidP="00354DF7">
      <w:pPr>
        <w:tabs>
          <w:tab w:val="left" w:pos="6195"/>
        </w:tabs>
      </w:pPr>
      <w:r>
        <w:t>462.1404</w:t>
      </w:r>
      <w:r>
        <w:tab/>
        <w:t>5.382e0</w:t>
      </w:r>
    </w:p>
    <w:p w:rsidR="00354DF7" w:rsidRDefault="00354DF7" w:rsidP="00354DF7">
      <w:pPr>
        <w:tabs>
          <w:tab w:val="left" w:pos="6195"/>
        </w:tabs>
      </w:pPr>
      <w:r>
        <w:t>462.1617</w:t>
      </w:r>
      <w:r>
        <w:tab/>
        <w:t>2.066e0</w:t>
      </w:r>
    </w:p>
    <w:p w:rsidR="00354DF7" w:rsidRDefault="00354DF7" w:rsidP="00354DF7">
      <w:pPr>
        <w:tabs>
          <w:tab w:val="left" w:pos="6195"/>
        </w:tabs>
      </w:pPr>
      <w:r>
        <w:t>462.1750</w:t>
      </w:r>
      <w:r>
        <w:tab/>
        <w:t>1.275e0</w:t>
      </w:r>
    </w:p>
    <w:p w:rsidR="00354DF7" w:rsidRDefault="00354DF7" w:rsidP="00354DF7">
      <w:pPr>
        <w:tabs>
          <w:tab w:val="left" w:pos="6195"/>
        </w:tabs>
      </w:pPr>
      <w:r>
        <w:t>462.2122</w:t>
      </w:r>
      <w:r>
        <w:tab/>
        <w:t>1.445e0</w:t>
      </w:r>
    </w:p>
    <w:p w:rsidR="00354DF7" w:rsidRDefault="00354DF7" w:rsidP="00354DF7">
      <w:pPr>
        <w:tabs>
          <w:tab w:val="left" w:pos="6195"/>
        </w:tabs>
      </w:pPr>
      <w:r>
        <w:t>462.2153</w:t>
      </w:r>
      <w:r>
        <w:tab/>
        <w:t>3.384e0</w:t>
      </w:r>
    </w:p>
    <w:p w:rsidR="00354DF7" w:rsidRDefault="00354DF7" w:rsidP="00354DF7">
      <w:pPr>
        <w:tabs>
          <w:tab w:val="left" w:pos="6195"/>
        </w:tabs>
      </w:pPr>
      <w:r>
        <w:t>462.2695</w:t>
      </w:r>
      <w:r>
        <w:tab/>
        <w:t>2.103e0</w:t>
      </w:r>
    </w:p>
    <w:p w:rsidR="00354DF7" w:rsidRDefault="00354DF7" w:rsidP="00354DF7">
      <w:pPr>
        <w:tabs>
          <w:tab w:val="left" w:pos="6195"/>
        </w:tabs>
      </w:pPr>
      <w:r>
        <w:t>462.2705</w:t>
      </w:r>
      <w:r>
        <w:tab/>
        <w:t>3.055e0</w:t>
      </w:r>
    </w:p>
    <w:p w:rsidR="00354DF7" w:rsidRDefault="00354DF7" w:rsidP="00354DF7">
      <w:pPr>
        <w:tabs>
          <w:tab w:val="left" w:pos="6195"/>
        </w:tabs>
      </w:pPr>
      <w:r>
        <w:t>462.3071</w:t>
      </w:r>
      <w:r>
        <w:tab/>
        <w:t>1.871e0</w:t>
      </w:r>
    </w:p>
    <w:p w:rsidR="00354DF7" w:rsidRDefault="00354DF7" w:rsidP="00354DF7">
      <w:pPr>
        <w:tabs>
          <w:tab w:val="left" w:pos="6195"/>
        </w:tabs>
      </w:pPr>
      <w:r>
        <w:t>462.3144</w:t>
      </w:r>
      <w:r>
        <w:tab/>
        <w:t>5.612e0</w:t>
      </w:r>
    </w:p>
    <w:p w:rsidR="00354DF7" w:rsidRDefault="00354DF7" w:rsidP="00354DF7">
      <w:pPr>
        <w:tabs>
          <w:tab w:val="left" w:pos="6195"/>
        </w:tabs>
      </w:pPr>
      <w:r>
        <w:t>462.3166</w:t>
      </w:r>
      <w:r>
        <w:tab/>
        <w:t>1.229e0</w:t>
      </w:r>
    </w:p>
    <w:p w:rsidR="00354DF7" w:rsidRDefault="00354DF7" w:rsidP="00354DF7">
      <w:pPr>
        <w:tabs>
          <w:tab w:val="left" w:pos="6195"/>
        </w:tabs>
      </w:pPr>
      <w:r>
        <w:t>462.3639</w:t>
      </w:r>
      <w:r>
        <w:tab/>
        <w:t>5.743e0</w:t>
      </w:r>
    </w:p>
    <w:p w:rsidR="00354DF7" w:rsidRDefault="00354DF7" w:rsidP="00354DF7">
      <w:pPr>
        <w:tabs>
          <w:tab w:val="left" w:pos="6195"/>
        </w:tabs>
      </w:pPr>
      <w:r>
        <w:t>462.4128</w:t>
      </w:r>
      <w:r>
        <w:tab/>
        <w:t>2.711e0</w:t>
      </w:r>
    </w:p>
    <w:p w:rsidR="00354DF7" w:rsidRDefault="00354DF7" w:rsidP="00354DF7">
      <w:pPr>
        <w:tabs>
          <w:tab w:val="left" w:pos="6195"/>
        </w:tabs>
      </w:pPr>
      <w:r>
        <w:lastRenderedPageBreak/>
        <w:t>462.4388</w:t>
      </w:r>
      <w:r>
        <w:tab/>
        <w:t>3.153e0</w:t>
      </w:r>
    </w:p>
    <w:p w:rsidR="00354DF7" w:rsidRDefault="00354DF7" w:rsidP="00354DF7">
      <w:pPr>
        <w:tabs>
          <w:tab w:val="left" w:pos="6195"/>
        </w:tabs>
      </w:pPr>
      <w:r>
        <w:t>462.4538</w:t>
      </w:r>
      <w:r>
        <w:tab/>
        <w:t>2.764e0</w:t>
      </w:r>
    </w:p>
    <w:p w:rsidR="00354DF7" w:rsidRDefault="00354DF7" w:rsidP="00354DF7">
      <w:pPr>
        <w:tabs>
          <w:tab w:val="left" w:pos="6195"/>
        </w:tabs>
      </w:pPr>
      <w:r>
        <w:t>462.4617</w:t>
      </w:r>
      <w:r>
        <w:tab/>
        <w:t>2.589e0</w:t>
      </w:r>
    </w:p>
    <w:p w:rsidR="00354DF7" w:rsidRDefault="00354DF7" w:rsidP="00354DF7">
      <w:pPr>
        <w:tabs>
          <w:tab w:val="left" w:pos="6195"/>
        </w:tabs>
      </w:pPr>
      <w:r>
        <w:t>462.4895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462.4939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462.5107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462.5239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462.5378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462.5505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462.5585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462.5796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462.5880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462.5891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462.6378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462.6430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462.6610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462.6674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462.6959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462.7069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462.7126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462.7306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462.7404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462.7450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462.7736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462.7874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462.8059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462.8096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462.8173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462.8197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462.8419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462.8720</w:t>
      </w:r>
      <w:r>
        <w:tab/>
        <w:t>1.908e0</w:t>
      </w:r>
    </w:p>
    <w:p w:rsidR="00354DF7" w:rsidRDefault="00354DF7" w:rsidP="00354DF7">
      <w:pPr>
        <w:tabs>
          <w:tab w:val="left" w:pos="6195"/>
        </w:tabs>
      </w:pPr>
      <w:r>
        <w:t>462.8775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462.8802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462.9035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462.9321</w:t>
      </w:r>
      <w:r>
        <w:tab/>
        <w:t>3.452e0</w:t>
      </w:r>
    </w:p>
    <w:p w:rsidR="00354DF7" w:rsidRDefault="00354DF7" w:rsidP="00354DF7">
      <w:pPr>
        <w:tabs>
          <w:tab w:val="left" w:pos="6195"/>
        </w:tabs>
      </w:pPr>
      <w:r>
        <w:t>462.9443</w:t>
      </w:r>
      <w:r>
        <w:tab/>
        <w:t>1.952e0</w:t>
      </w:r>
    </w:p>
    <w:p w:rsidR="00354DF7" w:rsidRDefault="00354DF7" w:rsidP="00354DF7">
      <w:pPr>
        <w:tabs>
          <w:tab w:val="left" w:pos="6195"/>
        </w:tabs>
      </w:pPr>
      <w:r>
        <w:t>462.9471</w:t>
      </w:r>
      <w:r>
        <w:tab/>
        <w:t>3.981e0</w:t>
      </w:r>
    </w:p>
    <w:p w:rsidR="00354DF7" w:rsidRDefault="00354DF7" w:rsidP="00354DF7">
      <w:pPr>
        <w:tabs>
          <w:tab w:val="left" w:pos="6195"/>
        </w:tabs>
      </w:pPr>
      <w:r>
        <w:t>462.9645</w:t>
      </w:r>
      <w:r>
        <w:tab/>
        <w:t>2.533e0</w:t>
      </w:r>
    </w:p>
    <w:p w:rsidR="00354DF7" w:rsidRDefault="00354DF7" w:rsidP="00354DF7">
      <w:pPr>
        <w:tabs>
          <w:tab w:val="left" w:pos="6195"/>
        </w:tabs>
      </w:pPr>
      <w:r>
        <w:lastRenderedPageBreak/>
        <w:t>463.0033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463.0081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463.0170</w:t>
      </w:r>
      <w:r>
        <w:tab/>
        <w:t>6.948e0</w:t>
      </w:r>
    </w:p>
    <w:p w:rsidR="00354DF7" w:rsidRDefault="00354DF7" w:rsidP="00354DF7">
      <w:pPr>
        <w:tabs>
          <w:tab w:val="left" w:pos="6195"/>
        </w:tabs>
      </w:pPr>
      <w:r>
        <w:t>463.0312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463.0417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463.0507</w:t>
      </w:r>
      <w:r>
        <w:tab/>
        <w:t>1.658e0</w:t>
      </w:r>
    </w:p>
    <w:p w:rsidR="00354DF7" w:rsidRDefault="00354DF7" w:rsidP="00354DF7">
      <w:pPr>
        <w:tabs>
          <w:tab w:val="left" w:pos="6195"/>
        </w:tabs>
      </w:pPr>
      <w:r>
        <w:t>463.0694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463.0994</w:t>
      </w:r>
      <w:r>
        <w:tab/>
        <w:t>2.913e0</w:t>
      </w:r>
    </w:p>
    <w:p w:rsidR="00354DF7" w:rsidRDefault="00354DF7" w:rsidP="00354DF7">
      <w:pPr>
        <w:tabs>
          <w:tab w:val="left" w:pos="6195"/>
        </w:tabs>
      </w:pPr>
      <w:r>
        <w:t>463.1028</w:t>
      </w:r>
      <w:r>
        <w:tab/>
        <w:t>2.375e0</w:t>
      </w:r>
    </w:p>
    <w:p w:rsidR="00354DF7" w:rsidRDefault="00354DF7" w:rsidP="00354DF7">
      <w:pPr>
        <w:tabs>
          <w:tab w:val="left" w:pos="6195"/>
        </w:tabs>
      </w:pPr>
      <w:r>
        <w:t>463.1078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463.1228</w:t>
      </w:r>
      <w:r>
        <w:tab/>
        <w:t>2.794e0</w:t>
      </w:r>
    </w:p>
    <w:p w:rsidR="00354DF7" w:rsidRDefault="00354DF7" w:rsidP="00354DF7">
      <w:pPr>
        <w:tabs>
          <w:tab w:val="left" w:pos="6195"/>
        </w:tabs>
      </w:pPr>
      <w:r>
        <w:t>463.1527</w:t>
      </w:r>
      <w:r>
        <w:tab/>
        <w:t>5.677e0</w:t>
      </w:r>
    </w:p>
    <w:p w:rsidR="00354DF7" w:rsidRDefault="00354DF7" w:rsidP="00354DF7">
      <w:pPr>
        <w:tabs>
          <w:tab w:val="left" w:pos="6195"/>
        </w:tabs>
      </w:pPr>
      <w:r>
        <w:t>463.1682</w:t>
      </w:r>
      <w:r>
        <w:tab/>
        <w:t>2.430e0</w:t>
      </w:r>
    </w:p>
    <w:p w:rsidR="00354DF7" w:rsidRDefault="00354DF7" w:rsidP="00354DF7">
      <w:pPr>
        <w:tabs>
          <w:tab w:val="left" w:pos="6195"/>
        </w:tabs>
      </w:pPr>
      <w:r>
        <w:t>463.1721</w:t>
      </w:r>
      <w:r>
        <w:tab/>
        <w:t>2.928e0</w:t>
      </w:r>
    </w:p>
    <w:p w:rsidR="00354DF7" w:rsidRDefault="00354DF7" w:rsidP="00354DF7">
      <w:pPr>
        <w:tabs>
          <w:tab w:val="left" w:pos="6195"/>
        </w:tabs>
      </w:pPr>
      <w:r>
        <w:t>463.1837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463.2612</w:t>
      </w:r>
      <w:r>
        <w:tab/>
        <w:t>2.515e0</w:t>
      </w:r>
    </w:p>
    <w:p w:rsidR="00354DF7" w:rsidRDefault="00354DF7" w:rsidP="00354DF7">
      <w:pPr>
        <w:tabs>
          <w:tab w:val="left" w:pos="6195"/>
        </w:tabs>
      </w:pPr>
      <w:r>
        <w:t>463.2753</w:t>
      </w:r>
      <w:r>
        <w:tab/>
        <w:t>7.119e0</w:t>
      </w:r>
    </w:p>
    <w:p w:rsidR="00354DF7" w:rsidRDefault="00354DF7" w:rsidP="00354DF7">
      <w:pPr>
        <w:tabs>
          <w:tab w:val="left" w:pos="6195"/>
        </w:tabs>
      </w:pPr>
      <w:r>
        <w:t>463.2946</w:t>
      </w:r>
      <w:r>
        <w:tab/>
        <w:t>1.510e0</w:t>
      </w:r>
    </w:p>
    <w:p w:rsidR="00354DF7" w:rsidRDefault="00354DF7" w:rsidP="00354DF7">
      <w:pPr>
        <w:tabs>
          <w:tab w:val="left" w:pos="6195"/>
        </w:tabs>
      </w:pPr>
      <w:r>
        <w:t>463.3216</w:t>
      </w:r>
      <w:r>
        <w:tab/>
        <w:t>3.029e0</w:t>
      </w:r>
    </w:p>
    <w:p w:rsidR="00354DF7" w:rsidRDefault="00354DF7" w:rsidP="00354DF7">
      <w:pPr>
        <w:tabs>
          <w:tab w:val="left" w:pos="6195"/>
        </w:tabs>
      </w:pPr>
      <w:r>
        <w:lastRenderedPageBreak/>
        <w:t>463.3311</w:t>
      </w:r>
      <w:r>
        <w:tab/>
        <w:t>4.751e0</w:t>
      </w:r>
    </w:p>
    <w:p w:rsidR="00354DF7" w:rsidRDefault="00354DF7" w:rsidP="00354DF7">
      <w:pPr>
        <w:tabs>
          <w:tab w:val="left" w:pos="6195"/>
        </w:tabs>
      </w:pPr>
      <w:r>
        <w:t>463.4234</w:t>
      </w:r>
      <w:r>
        <w:tab/>
        <w:t>1.055e0</w:t>
      </w:r>
    </w:p>
    <w:p w:rsidR="00354DF7" w:rsidRDefault="00354DF7" w:rsidP="00354DF7">
      <w:pPr>
        <w:tabs>
          <w:tab w:val="left" w:pos="6195"/>
        </w:tabs>
      </w:pPr>
      <w:r>
        <w:t>463.4484</w:t>
      </w:r>
      <w:r>
        <w:tab/>
        <w:t>1.590e0</w:t>
      </w:r>
    </w:p>
    <w:p w:rsidR="00354DF7" w:rsidRDefault="00354DF7" w:rsidP="00354DF7">
      <w:pPr>
        <w:tabs>
          <w:tab w:val="left" w:pos="6195"/>
        </w:tabs>
      </w:pPr>
      <w:r>
        <w:t>463.4522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463.4759</w:t>
      </w:r>
      <w:r>
        <w:tab/>
        <w:t>1.382e0</w:t>
      </w:r>
    </w:p>
    <w:p w:rsidR="00354DF7" w:rsidRDefault="00354DF7" w:rsidP="00354DF7">
      <w:pPr>
        <w:tabs>
          <w:tab w:val="left" w:pos="6195"/>
        </w:tabs>
      </w:pPr>
      <w:r>
        <w:t>463.5040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463.5089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463.5232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463.5380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463.5555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463.5824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463.5836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463.6227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463.6387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463.6682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463.6792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463.6891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463.7023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463.7067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463.7154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463.7331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463.7640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463.7829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463.7866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463.7939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463.8069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463.8306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463.8336</w:t>
      </w:r>
      <w:r>
        <w:tab/>
        <w:t>1.829e0</w:t>
      </w:r>
    </w:p>
    <w:p w:rsidR="00354DF7" w:rsidRDefault="00354DF7" w:rsidP="00354DF7">
      <w:pPr>
        <w:tabs>
          <w:tab w:val="left" w:pos="6195"/>
        </w:tabs>
      </w:pPr>
      <w:r>
        <w:t>463.8362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463.8517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463.8948</w:t>
      </w:r>
      <w:r>
        <w:tab/>
        <w:t>3.017e0</w:t>
      </w:r>
    </w:p>
    <w:p w:rsidR="00354DF7" w:rsidRDefault="00354DF7" w:rsidP="00354DF7">
      <w:pPr>
        <w:tabs>
          <w:tab w:val="left" w:pos="6195"/>
        </w:tabs>
      </w:pPr>
      <w:r>
        <w:t>463.9010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463.9219</w:t>
      </w:r>
      <w:r>
        <w:tab/>
        <w:t>3.992e0</w:t>
      </w:r>
    </w:p>
    <w:p w:rsidR="00354DF7" w:rsidRDefault="00354DF7" w:rsidP="00354DF7">
      <w:pPr>
        <w:tabs>
          <w:tab w:val="left" w:pos="6195"/>
        </w:tabs>
      </w:pPr>
      <w:r>
        <w:t>463.9259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463.9720</w:t>
      </w:r>
      <w:r>
        <w:tab/>
        <w:t>3.554e0</w:t>
      </w:r>
    </w:p>
    <w:p w:rsidR="00354DF7" w:rsidRDefault="00354DF7" w:rsidP="00354DF7">
      <w:pPr>
        <w:tabs>
          <w:tab w:val="left" w:pos="6195"/>
        </w:tabs>
      </w:pPr>
      <w:r>
        <w:t>463.9842</w:t>
      </w:r>
      <w:r>
        <w:tab/>
        <w:t>4.855e0</w:t>
      </w:r>
    </w:p>
    <w:p w:rsidR="00354DF7" w:rsidRDefault="00354DF7" w:rsidP="00354DF7">
      <w:pPr>
        <w:tabs>
          <w:tab w:val="left" w:pos="6195"/>
        </w:tabs>
      </w:pPr>
      <w:r>
        <w:t>463.9926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463.9973</w:t>
      </w:r>
      <w:r>
        <w:tab/>
        <w:t>4.782e0</w:t>
      </w:r>
    </w:p>
    <w:p w:rsidR="00354DF7" w:rsidRDefault="00354DF7" w:rsidP="00354DF7">
      <w:pPr>
        <w:tabs>
          <w:tab w:val="left" w:pos="6195"/>
        </w:tabs>
      </w:pPr>
      <w:r>
        <w:lastRenderedPageBreak/>
        <w:t>464.0037</w:t>
      </w:r>
      <w:r>
        <w:tab/>
        <w:t>3.767e0</w:t>
      </w:r>
    </w:p>
    <w:p w:rsidR="00354DF7" w:rsidRDefault="00354DF7" w:rsidP="00354DF7">
      <w:pPr>
        <w:tabs>
          <w:tab w:val="left" w:pos="6195"/>
        </w:tabs>
      </w:pPr>
      <w:r>
        <w:t>464.0052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464.0736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464.0762</w:t>
      </w:r>
      <w:r>
        <w:tab/>
        <w:t>2.401e0</w:t>
      </w:r>
    </w:p>
    <w:p w:rsidR="00354DF7" w:rsidRDefault="00354DF7" w:rsidP="00354DF7">
      <w:pPr>
        <w:tabs>
          <w:tab w:val="left" w:pos="6195"/>
        </w:tabs>
      </w:pPr>
      <w:r>
        <w:t>464.1010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464.1078</w:t>
      </w:r>
      <w:r>
        <w:tab/>
        <w:t>1.484e0</w:t>
      </w:r>
    </w:p>
    <w:p w:rsidR="00354DF7" w:rsidRDefault="00354DF7" w:rsidP="00354DF7">
      <w:pPr>
        <w:tabs>
          <w:tab w:val="left" w:pos="6195"/>
        </w:tabs>
      </w:pPr>
      <w:r>
        <w:t>464.1166</w:t>
      </w:r>
      <w:r>
        <w:tab/>
        <w:t>1.224e0</w:t>
      </w:r>
    </w:p>
    <w:p w:rsidR="00354DF7" w:rsidRDefault="00354DF7" w:rsidP="00354DF7">
      <w:pPr>
        <w:tabs>
          <w:tab w:val="left" w:pos="6195"/>
        </w:tabs>
      </w:pPr>
      <w:r>
        <w:t>464.1465</w:t>
      </w:r>
      <w:r>
        <w:tab/>
        <w:t>2.546e0</w:t>
      </w:r>
    </w:p>
    <w:p w:rsidR="00354DF7" w:rsidRDefault="00354DF7" w:rsidP="00354DF7">
      <w:pPr>
        <w:tabs>
          <w:tab w:val="left" w:pos="6195"/>
        </w:tabs>
      </w:pPr>
      <w:r>
        <w:t>464.1536</w:t>
      </w:r>
      <w:r>
        <w:tab/>
        <w:t>1.242e0</w:t>
      </w:r>
    </w:p>
    <w:p w:rsidR="00354DF7" w:rsidRDefault="00354DF7" w:rsidP="00354DF7">
      <w:pPr>
        <w:tabs>
          <w:tab w:val="left" w:pos="6195"/>
        </w:tabs>
      </w:pPr>
      <w:r>
        <w:t>464.1659</w:t>
      </w:r>
      <w:r>
        <w:tab/>
        <w:t>4.361e0</w:t>
      </w:r>
    </w:p>
    <w:p w:rsidR="00354DF7" w:rsidRDefault="00354DF7" w:rsidP="00354DF7">
      <w:pPr>
        <w:tabs>
          <w:tab w:val="left" w:pos="6195"/>
        </w:tabs>
      </w:pPr>
      <w:r>
        <w:t>464.2025</w:t>
      </w:r>
      <w:r>
        <w:tab/>
        <w:t>3.956e0</w:t>
      </w:r>
    </w:p>
    <w:p w:rsidR="00354DF7" w:rsidRDefault="00354DF7" w:rsidP="00354DF7">
      <w:pPr>
        <w:tabs>
          <w:tab w:val="left" w:pos="6195"/>
        </w:tabs>
      </w:pPr>
      <w:r>
        <w:t>464.2133</w:t>
      </w:r>
      <w:r>
        <w:tab/>
        <w:t>1.835e0</w:t>
      </w:r>
    </w:p>
    <w:p w:rsidR="00354DF7" w:rsidRDefault="00354DF7" w:rsidP="00354DF7">
      <w:pPr>
        <w:tabs>
          <w:tab w:val="left" w:pos="6195"/>
        </w:tabs>
      </w:pPr>
      <w:r>
        <w:t>464.2197</w:t>
      </w:r>
      <w:r>
        <w:tab/>
        <w:t>4.748e0</w:t>
      </w:r>
    </w:p>
    <w:p w:rsidR="00354DF7" w:rsidRDefault="00354DF7" w:rsidP="00354DF7">
      <w:pPr>
        <w:tabs>
          <w:tab w:val="left" w:pos="6195"/>
        </w:tabs>
      </w:pPr>
      <w:r>
        <w:t>464.2429</w:t>
      </w:r>
      <w:r>
        <w:tab/>
        <w:t>4.382e0</w:t>
      </w:r>
    </w:p>
    <w:p w:rsidR="00354DF7" w:rsidRDefault="00354DF7" w:rsidP="00354DF7">
      <w:pPr>
        <w:tabs>
          <w:tab w:val="left" w:pos="6195"/>
        </w:tabs>
      </w:pPr>
      <w:r>
        <w:t>464.2726</w:t>
      </w:r>
      <w:r>
        <w:tab/>
        <w:t>6.303e0</w:t>
      </w:r>
    </w:p>
    <w:p w:rsidR="00354DF7" w:rsidRDefault="00354DF7" w:rsidP="00354DF7">
      <w:pPr>
        <w:tabs>
          <w:tab w:val="left" w:pos="6195"/>
        </w:tabs>
      </w:pPr>
      <w:r>
        <w:t>464.2979</w:t>
      </w:r>
      <w:r>
        <w:tab/>
        <w:t>4.123e0</w:t>
      </w:r>
    </w:p>
    <w:p w:rsidR="00354DF7" w:rsidRDefault="00354DF7" w:rsidP="00354DF7">
      <w:pPr>
        <w:tabs>
          <w:tab w:val="left" w:pos="6195"/>
        </w:tabs>
      </w:pPr>
      <w:r>
        <w:t>464.2991</w:t>
      </w:r>
      <w:r>
        <w:tab/>
        <w:t>4.539e0</w:t>
      </w:r>
    </w:p>
    <w:p w:rsidR="00354DF7" w:rsidRDefault="00354DF7" w:rsidP="00354DF7">
      <w:pPr>
        <w:tabs>
          <w:tab w:val="left" w:pos="6195"/>
        </w:tabs>
      </w:pPr>
      <w:r>
        <w:t>464.3220</w:t>
      </w:r>
      <w:r>
        <w:tab/>
        <w:t>1.870e0</w:t>
      </w:r>
    </w:p>
    <w:p w:rsidR="00354DF7" w:rsidRDefault="00354DF7" w:rsidP="00354DF7">
      <w:pPr>
        <w:tabs>
          <w:tab w:val="left" w:pos="6195"/>
        </w:tabs>
      </w:pPr>
      <w:r>
        <w:t>464.3628</w:t>
      </w:r>
      <w:r>
        <w:tab/>
        <w:t>1.021e0</w:t>
      </w:r>
    </w:p>
    <w:p w:rsidR="00354DF7" w:rsidRDefault="00354DF7" w:rsidP="00354DF7">
      <w:pPr>
        <w:tabs>
          <w:tab w:val="left" w:pos="6195"/>
        </w:tabs>
      </w:pPr>
      <w:r>
        <w:lastRenderedPageBreak/>
        <w:t>464.3774</w:t>
      </w:r>
      <w:r>
        <w:tab/>
        <w:t>1.596e0</w:t>
      </w:r>
    </w:p>
    <w:p w:rsidR="00354DF7" w:rsidRDefault="00354DF7" w:rsidP="00354DF7">
      <w:pPr>
        <w:tabs>
          <w:tab w:val="left" w:pos="6195"/>
        </w:tabs>
      </w:pPr>
      <w:r>
        <w:t>464.4131</w:t>
      </w:r>
      <w:r>
        <w:tab/>
        <w:t>1.698e0</w:t>
      </w:r>
    </w:p>
    <w:p w:rsidR="00354DF7" w:rsidRDefault="00354DF7" w:rsidP="00354DF7">
      <w:pPr>
        <w:tabs>
          <w:tab w:val="left" w:pos="6195"/>
        </w:tabs>
      </w:pPr>
      <w:r>
        <w:t>464.4199</w:t>
      </w:r>
      <w:r>
        <w:tab/>
        <w:t>1.205e0</w:t>
      </w:r>
    </w:p>
    <w:p w:rsidR="00354DF7" w:rsidRDefault="00354DF7" w:rsidP="00354DF7">
      <w:pPr>
        <w:tabs>
          <w:tab w:val="left" w:pos="6195"/>
        </w:tabs>
      </w:pPr>
      <w:r>
        <w:t>464.4266</w:t>
      </w:r>
      <w:r>
        <w:tab/>
        <w:t>1.206e1</w:t>
      </w:r>
    </w:p>
    <w:p w:rsidR="00354DF7" w:rsidRDefault="00354DF7" w:rsidP="00354DF7">
      <w:pPr>
        <w:tabs>
          <w:tab w:val="left" w:pos="6195"/>
        </w:tabs>
      </w:pPr>
      <w:r>
        <w:t>464.4343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464.4610</w:t>
      </w:r>
      <w:r>
        <w:tab/>
        <w:t>2.292e0</w:t>
      </w:r>
    </w:p>
    <w:p w:rsidR="00354DF7" w:rsidRDefault="00354DF7" w:rsidP="00354DF7">
      <w:pPr>
        <w:tabs>
          <w:tab w:val="left" w:pos="6195"/>
        </w:tabs>
      </w:pPr>
      <w:r>
        <w:t>464.4679</w:t>
      </w:r>
      <w:r>
        <w:tab/>
        <w:t>4.737e0</w:t>
      </w:r>
    </w:p>
    <w:p w:rsidR="00354DF7" w:rsidRDefault="00354DF7" w:rsidP="00354DF7">
      <w:pPr>
        <w:tabs>
          <w:tab w:val="left" w:pos="6195"/>
        </w:tabs>
      </w:pPr>
      <w:r>
        <w:t>464.4762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464.4861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464.5012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464.5245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464.5396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464.5640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464.5690</w:t>
      </w:r>
      <w:r>
        <w:tab/>
        <w:t>5.519e0</w:t>
      </w:r>
    </w:p>
    <w:p w:rsidR="00354DF7" w:rsidRDefault="00354DF7" w:rsidP="00354DF7">
      <w:pPr>
        <w:tabs>
          <w:tab w:val="left" w:pos="6195"/>
        </w:tabs>
      </w:pPr>
      <w:r>
        <w:t>464.5737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464.5855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464.6085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464.6306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464.6548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464.6711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464.6905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464.7065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464.7219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464.7276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464.7587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464.7932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464.8276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464.8360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464.8470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464.8755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464.8899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464.9013</w:t>
      </w:r>
      <w:r>
        <w:tab/>
        <w:t>5.298e0</w:t>
      </w:r>
    </w:p>
    <w:p w:rsidR="00354DF7" w:rsidRDefault="00354DF7" w:rsidP="00354DF7">
      <w:pPr>
        <w:tabs>
          <w:tab w:val="left" w:pos="6195"/>
        </w:tabs>
      </w:pPr>
      <w:r>
        <w:t>464.9030</w:t>
      </w:r>
      <w:r>
        <w:tab/>
        <w:t>1.981e0</w:t>
      </w:r>
    </w:p>
    <w:p w:rsidR="00354DF7" w:rsidRDefault="00354DF7" w:rsidP="00354DF7">
      <w:pPr>
        <w:tabs>
          <w:tab w:val="left" w:pos="6195"/>
        </w:tabs>
      </w:pPr>
      <w:r>
        <w:t>464.9382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464.9842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464.9863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465.0133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465.0278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465.0426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465.0450</w:t>
      </w:r>
      <w:r>
        <w:tab/>
        <w:t>2.904e0</w:t>
      </w:r>
    </w:p>
    <w:p w:rsidR="00354DF7" w:rsidRDefault="00354DF7" w:rsidP="00354DF7">
      <w:pPr>
        <w:tabs>
          <w:tab w:val="left" w:pos="6195"/>
        </w:tabs>
      </w:pPr>
      <w:r>
        <w:t>465.0916</w:t>
      </w:r>
      <w:r>
        <w:tab/>
        <w:t>6.271e0</w:t>
      </w:r>
    </w:p>
    <w:p w:rsidR="00354DF7" w:rsidRDefault="00354DF7" w:rsidP="00354DF7">
      <w:pPr>
        <w:tabs>
          <w:tab w:val="left" w:pos="6195"/>
        </w:tabs>
      </w:pPr>
      <w:r>
        <w:t>465.1012</w:t>
      </w:r>
      <w:r>
        <w:tab/>
        <w:t>5.928e0</w:t>
      </w:r>
    </w:p>
    <w:p w:rsidR="00354DF7" w:rsidRDefault="00354DF7" w:rsidP="00354DF7">
      <w:pPr>
        <w:tabs>
          <w:tab w:val="left" w:pos="6195"/>
        </w:tabs>
      </w:pPr>
      <w:r>
        <w:t>465.1083</w:t>
      </w:r>
      <w:r>
        <w:tab/>
        <w:t>7.952e0</w:t>
      </w:r>
    </w:p>
    <w:p w:rsidR="00354DF7" w:rsidRDefault="00354DF7" w:rsidP="00354DF7">
      <w:pPr>
        <w:tabs>
          <w:tab w:val="left" w:pos="6195"/>
        </w:tabs>
      </w:pPr>
      <w:r>
        <w:t>465.1151</w:t>
      </w:r>
      <w:r>
        <w:tab/>
        <w:t>2.589e0</w:t>
      </w:r>
    </w:p>
    <w:p w:rsidR="00354DF7" w:rsidRDefault="00354DF7" w:rsidP="00354DF7">
      <w:pPr>
        <w:tabs>
          <w:tab w:val="left" w:pos="6195"/>
        </w:tabs>
      </w:pPr>
      <w:r>
        <w:t>465.1294</w:t>
      </w:r>
      <w:r>
        <w:tab/>
        <w:t>5.716e0</w:t>
      </w:r>
    </w:p>
    <w:p w:rsidR="00354DF7" w:rsidRDefault="00354DF7" w:rsidP="00354DF7">
      <w:pPr>
        <w:tabs>
          <w:tab w:val="left" w:pos="6195"/>
        </w:tabs>
      </w:pPr>
      <w:r>
        <w:t>465.1328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465.1342</w:t>
      </w:r>
      <w:r>
        <w:tab/>
        <w:t>3.456e0</w:t>
      </w:r>
    </w:p>
    <w:p w:rsidR="00354DF7" w:rsidRDefault="00354DF7" w:rsidP="00354DF7">
      <w:pPr>
        <w:tabs>
          <w:tab w:val="left" w:pos="6195"/>
        </w:tabs>
      </w:pPr>
      <w:r>
        <w:t>465.1701</w:t>
      </w:r>
      <w:r>
        <w:tab/>
        <w:t>1.878e0</w:t>
      </w:r>
    </w:p>
    <w:p w:rsidR="00354DF7" w:rsidRDefault="00354DF7" w:rsidP="00354DF7">
      <w:pPr>
        <w:tabs>
          <w:tab w:val="left" w:pos="6195"/>
        </w:tabs>
      </w:pPr>
      <w:r>
        <w:t>465.1746</w:t>
      </w:r>
      <w:r>
        <w:tab/>
        <w:t>2.743e0</w:t>
      </w:r>
    </w:p>
    <w:p w:rsidR="00354DF7" w:rsidRDefault="00354DF7" w:rsidP="00354DF7">
      <w:pPr>
        <w:tabs>
          <w:tab w:val="left" w:pos="6195"/>
        </w:tabs>
      </w:pPr>
      <w:r>
        <w:t>465.1980</w:t>
      </w:r>
      <w:r>
        <w:tab/>
        <w:t>2.804e0</w:t>
      </w:r>
    </w:p>
    <w:p w:rsidR="00354DF7" w:rsidRDefault="00354DF7" w:rsidP="00354DF7">
      <w:pPr>
        <w:tabs>
          <w:tab w:val="left" w:pos="6195"/>
        </w:tabs>
      </w:pPr>
      <w:r>
        <w:t>465.2030</w:t>
      </w:r>
      <w:r>
        <w:tab/>
        <w:t>1.325e0</w:t>
      </w:r>
    </w:p>
    <w:p w:rsidR="00354DF7" w:rsidRDefault="00354DF7" w:rsidP="00354DF7">
      <w:pPr>
        <w:tabs>
          <w:tab w:val="left" w:pos="6195"/>
        </w:tabs>
      </w:pPr>
      <w:r>
        <w:t>465.2312</w:t>
      </w:r>
      <w:r>
        <w:tab/>
        <w:t>2.285e0</w:t>
      </w:r>
    </w:p>
    <w:p w:rsidR="00354DF7" w:rsidRDefault="00354DF7" w:rsidP="00354DF7">
      <w:pPr>
        <w:tabs>
          <w:tab w:val="left" w:pos="6195"/>
        </w:tabs>
      </w:pPr>
      <w:r>
        <w:t>465.2525</w:t>
      </w:r>
      <w:r>
        <w:tab/>
        <w:t>2.789e0</w:t>
      </w:r>
    </w:p>
    <w:p w:rsidR="00354DF7" w:rsidRDefault="00354DF7" w:rsidP="00354DF7">
      <w:pPr>
        <w:tabs>
          <w:tab w:val="left" w:pos="6195"/>
        </w:tabs>
      </w:pPr>
      <w:r>
        <w:t>465.2774</w:t>
      </w:r>
      <w:r>
        <w:tab/>
        <w:t>3.527e0</w:t>
      </w:r>
    </w:p>
    <w:p w:rsidR="00354DF7" w:rsidRDefault="00354DF7" w:rsidP="00354DF7">
      <w:pPr>
        <w:tabs>
          <w:tab w:val="left" w:pos="6195"/>
        </w:tabs>
      </w:pPr>
      <w:r>
        <w:t>465.2876</w:t>
      </w:r>
      <w:r>
        <w:tab/>
        <w:t>4.226e0</w:t>
      </w:r>
    </w:p>
    <w:p w:rsidR="00354DF7" w:rsidRDefault="00354DF7" w:rsidP="00354DF7">
      <w:pPr>
        <w:tabs>
          <w:tab w:val="left" w:pos="6195"/>
        </w:tabs>
      </w:pPr>
      <w:r>
        <w:t>465.3160</w:t>
      </w:r>
      <w:r>
        <w:tab/>
        <w:t>2.234e0</w:t>
      </w:r>
    </w:p>
    <w:p w:rsidR="00354DF7" w:rsidRDefault="00354DF7" w:rsidP="00354DF7">
      <w:pPr>
        <w:tabs>
          <w:tab w:val="left" w:pos="6195"/>
        </w:tabs>
      </w:pPr>
      <w:r>
        <w:t>465.3257</w:t>
      </w:r>
      <w:r>
        <w:tab/>
        <w:t>4.579e0</w:t>
      </w:r>
    </w:p>
    <w:p w:rsidR="00354DF7" w:rsidRDefault="00354DF7" w:rsidP="00354DF7">
      <w:pPr>
        <w:tabs>
          <w:tab w:val="left" w:pos="6195"/>
        </w:tabs>
      </w:pPr>
      <w:r>
        <w:lastRenderedPageBreak/>
        <w:t>465.3492</w:t>
      </w:r>
      <w:r>
        <w:tab/>
        <w:t>3.248e0</w:t>
      </w:r>
    </w:p>
    <w:p w:rsidR="00354DF7" w:rsidRDefault="00354DF7" w:rsidP="00354DF7">
      <w:pPr>
        <w:tabs>
          <w:tab w:val="left" w:pos="6195"/>
        </w:tabs>
      </w:pPr>
      <w:r>
        <w:t>465.3530</w:t>
      </w:r>
      <w:r>
        <w:tab/>
        <w:t>8.210e0</w:t>
      </w:r>
    </w:p>
    <w:p w:rsidR="00354DF7" w:rsidRDefault="00354DF7" w:rsidP="00354DF7">
      <w:pPr>
        <w:tabs>
          <w:tab w:val="left" w:pos="6195"/>
        </w:tabs>
      </w:pPr>
      <w:r>
        <w:t>465.3567</w:t>
      </w:r>
      <w:r>
        <w:tab/>
        <w:t>3.236e0</w:t>
      </w:r>
    </w:p>
    <w:p w:rsidR="00354DF7" w:rsidRDefault="00354DF7" w:rsidP="00354DF7">
      <w:pPr>
        <w:tabs>
          <w:tab w:val="left" w:pos="6195"/>
        </w:tabs>
      </w:pPr>
      <w:r>
        <w:t>465.3643</w:t>
      </w:r>
      <w:r>
        <w:tab/>
        <w:t>3.340e0</w:t>
      </w:r>
    </w:p>
    <w:p w:rsidR="00354DF7" w:rsidRDefault="00354DF7" w:rsidP="00354DF7">
      <w:pPr>
        <w:tabs>
          <w:tab w:val="left" w:pos="6195"/>
        </w:tabs>
      </w:pPr>
      <w:r>
        <w:t>465.4048</w:t>
      </w:r>
      <w:r>
        <w:tab/>
        <w:t>2.382e0</w:t>
      </w:r>
    </w:p>
    <w:p w:rsidR="00354DF7" w:rsidRDefault="00354DF7" w:rsidP="00354DF7">
      <w:pPr>
        <w:tabs>
          <w:tab w:val="left" w:pos="6195"/>
        </w:tabs>
      </w:pPr>
      <w:r>
        <w:t>465.4429</w:t>
      </w:r>
      <w:r>
        <w:tab/>
        <w:t>2.004e0</w:t>
      </w:r>
    </w:p>
    <w:p w:rsidR="00354DF7" w:rsidRDefault="00354DF7" w:rsidP="00354DF7">
      <w:pPr>
        <w:tabs>
          <w:tab w:val="left" w:pos="6195"/>
        </w:tabs>
      </w:pPr>
      <w:r>
        <w:t>465.4505</w:t>
      </w:r>
      <w:r>
        <w:tab/>
        <w:t>1.427e0</w:t>
      </w:r>
    </w:p>
    <w:p w:rsidR="00354DF7" w:rsidRDefault="00354DF7" w:rsidP="00354DF7">
      <w:pPr>
        <w:tabs>
          <w:tab w:val="left" w:pos="6195"/>
        </w:tabs>
      </w:pPr>
      <w:r>
        <w:t>465.4565</w:t>
      </w:r>
      <w:r>
        <w:tab/>
        <w:t>5.244e0</w:t>
      </w:r>
    </w:p>
    <w:p w:rsidR="00354DF7" w:rsidRDefault="00354DF7" w:rsidP="00354DF7">
      <w:pPr>
        <w:tabs>
          <w:tab w:val="left" w:pos="6195"/>
        </w:tabs>
      </w:pPr>
      <w:r>
        <w:t>465.4584</w:t>
      </w:r>
      <w:r>
        <w:tab/>
        <w:t>3.222e0</w:t>
      </w:r>
    </w:p>
    <w:p w:rsidR="00354DF7" w:rsidRDefault="00354DF7" w:rsidP="00354DF7">
      <w:pPr>
        <w:tabs>
          <w:tab w:val="left" w:pos="6195"/>
        </w:tabs>
      </w:pPr>
      <w:r>
        <w:t>465.4754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465.5039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465.5094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465.5118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465.5475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465.5514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465.5623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465.5863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465.6125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465.6294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465.6324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465.6538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465.6898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465.7014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465.7068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465.7088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465.7387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465.7842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465.8082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465.8251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465.8407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465.8504</w:t>
      </w:r>
      <w:r>
        <w:tab/>
        <w:t>5.148e0</w:t>
      </w:r>
    </w:p>
    <w:p w:rsidR="00354DF7" w:rsidRDefault="00354DF7" w:rsidP="00354DF7">
      <w:pPr>
        <w:tabs>
          <w:tab w:val="left" w:pos="6195"/>
        </w:tabs>
      </w:pPr>
      <w:r>
        <w:t>465.8625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465.8901</w:t>
      </w:r>
      <w:r>
        <w:tab/>
        <w:t>3.825e0</w:t>
      </w:r>
    </w:p>
    <w:p w:rsidR="00354DF7" w:rsidRDefault="00354DF7" w:rsidP="00354DF7">
      <w:pPr>
        <w:tabs>
          <w:tab w:val="left" w:pos="6195"/>
        </w:tabs>
      </w:pPr>
      <w:r>
        <w:t>465.8958</w:t>
      </w:r>
      <w:r>
        <w:tab/>
        <w:t>2.792e0</w:t>
      </w:r>
    </w:p>
    <w:p w:rsidR="00354DF7" w:rsidRDefault="00354DF7" w:rsidP="00354DF7">
      <w:pPr>
        <w:tabs>
          <w:tab w:val="left" w:pos="6195"/>
        </w:tabs>
      </w:pPr>
      <w:r>
        <w:t>465.9177</w:t>
      </w:r>
      <w:r>
        <w:tab/>
        <w:t>2.018e0</w:t>
      </w:r>
    </w:p>
    <w:p w:rsidR="00354DF7" w:rsidRDefault="00354DF7" w:rsidP="00354DF7">
      <w:pPr>
        <w:tabs>
          <w:tab w:val="left" w:pos="6195"/>
        </w:tabs>
      </w:pPr>
      <w:r>
        <w:t>465.9224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465.9264</w:t>
      </w:r>
      <w:r>
        <w:tab/>
        <w:t>3.723e0</w:t>
      </w:r>
    </w:p>
    <w:p w:rsidR="00354DF7" w:rsidRDefault="00354DF7" w:rsidP="00354DF7">
      <w:pPr>
        <w:tabs>
          <w:tab w:val="left" w:pos="6195"/>
        </w:tabs>
      </w:pPr>
      <w:r>
        <w:t>465.9384</w:t>
      </w:r>
      <w:r>
        <w:tab/>
        <w:t>4.043e0</w:t>
      </w:r>
    </w:p>
    <w:p w:rsidR="00354DF7" w:rsidRDefault="00354DF7" w:rsidP="00354DF7">
      <w:pPr>
        <w:tabs>
          <w:tab w:val="left" w:pos="6195"/>
        </w:tabs>
      </w:pPr>
      <w:r>
        <w:lastRenderedPageBreak/>
        <w:t>465.9743</w:t>
      </w:r>
      <w:r>
        <w:tab/>
        <w:t>4.758e0</w:t>
      </w:r>
    </w:p>
    <w:p w:rsidR="00354DF7" w:rsidRDefault="00354DF7" w:rsidP="00354DF7">
      <w:pPr>
        <w:tabs>
          <w:tab w:val="left" w:pos="6195"/>
        </w:tabs>
      </w:pPr>
      <w:r>
        <w:t>465.9843</w:t>
      </w:r>
      <w:r>
        <w:tab/>
        <w:t>3.630e0</w:t>
      </w:r>
    </w:p>
    <w:p w:rsidR="00354DF7" w:rsidRDefault="00354DF7" w:rsidP="00354DF7">
      <w:pPr>
        <w:tabs>
          <w:tab w:val="left" w:pos="6195"/>
        </w:tabs>
      </w:pPr>
      <w:r>
        <w:t>466.0055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466.0072</w:t>
      </w:r>
      <w:r>
        <w:tab/>
        <w:t>1.993e0</w:t>
      </w:r>
    </w:p>
    <w:p w:rsidR="00354DF7" w:rsidRDefault="00354DF7" w:rsidP="00354DF7">
      <w:pPr>
        <w:tabs>
          <w:tab w:val="left" w:pos="6195"/>
        </w:tabs>
      </w:pPr>
      <w:r>
        <w:t>466.0182</w:t>
      </w:r>
      <w:r>
        <w:tab/>
        <w:t>1.945e0</w:t>
      </w:r>
    </w:p>
    <w:p w:rsidR="00354DF7" w:rsidRDefault="00354DF7" w:rsidP="00354DF7">
      <w:pPr>
        <w:tabs>
          <w:tab w:val="left" w:pos="6195"/>
        </w:tabs>
      </w:pPr>
      <w:r>
        <w:t>466.0634</w:t>
      </w:r>
      <w:r>
        <w:tab/>
        <w:t>5.159e0</w:t>
      </w:r>
    </w:p>
    <w:p w:rsidR="00354DF7" w:rsidRDefault="00354DF7" w:rsidP="00354DF7">
      <w:pPr>
        <w:tabs>
          <w:tab w:val="left" w:pos="6195"/>
        </w:tabs>
      </w:pPr>
      <w:r>
        <w:t>466.0939</w:t>
      </w:r>
      <w:r>
        <w:tab/>
        <w:t>1.835e0</w:t>
      </w:r>
    </w:p>
    <w:p w:rsidR="00354DF7" w:rsidRDefault="00354DF7" w:rsidP="00354DF7">
      <w:pPr>
        <w:tabs>
          <w:tab w:val="left" w:pos="6195"/>
        </w:tabs>
      </w:pPr>
      <w:r>
        <w:t>466.0976</w:t>
      </w:r>
      <w:r>
        <w:tab/>
        <w:t>4.819e0</w:t>
      </w:r>
    </w:p>
    <w:p w:rsidR="00354DF7" w:rsidRDefault="00354DF7" w:rsidP="00354DF7">
      <w:pPr>
        <w:tabs>
          <w:tab w:val="left" w:pos="6195"/>
        </w:tabs>
      </w:pPr>
      <w:r>
        <w:t>466.0989</w:t>
      </w:r>
      <w:r>
        <w:tab/>
        <w:t>2.008e0</w:t>
      </w:r>
    </w:p>
    <w:p w:rsidR="00354DF7" w:rsidRDefault="00354DF7" w:rsidP="00354DF7">
      <w:pPr>
        <w:tabs>
          <w:tab w:val="left" w:pos="6195"/>
        </w:tabs>
      </w:pPr>
      <w:r>
        <w:t>466.1126</w:t>
      </w:r>
      <w:r>
        <w:tab/>
        <w:t>2.417e0</w:t>
      </w:r>
    </w:p>
    <w:p w:rsidR="00354DF7" w:rsidRDefault="00354DF7" w:rsidP="00354DF7">
      <w:pPr>
        <w:tabs>
          <w:tab w:val="left" w:pos="6195"/>
        </w:tabs>
      </w:pPr>
      <w:r>
        <w:t>466.1199</w:t>
      </w:r>
      <w:r>
        <w:tab/>
        <w:t>3.464e0</w:t>
      </w:r>
    </w:p>
    <w:p w:rsidR="00354DF7" w:rsidRDefault="00354DF7" w:rsidP="00354DF7">
      <w:pPr>
        <w:tabs>
          <w:tab w:val="left" w:pos="6195"/>
        </w:tabs>
      </w:pPr>
      <w:r>
        <w:t>466.1419</w:t>
      </w:r>
      <w:r>
        <w:tab/>
        <w:t>1.801e0</w:t>
      </w:r>
    </w:p>
    <w:p w:rsidR="00354DF7" w:rsidRDefault="00354DF7" w:rsidP="00354DF7">
      <w:pPr>
        <w:tabs>
          <w:tab w:val="left" w:pos="6195"/>
        </w:tabs>
      </w:pPr>
      <w:r>
        <w:t>466.1506</w:t>
      </w:r>
      <w:r>
        <w:tab/>
        <w:t>1.683e0</w:t>
      </w:r>
    </w:p>
    <w:p w:rsidR="00354DF7" w:rsidRDefault="00354DF7" w:rsidP="00354DF7">
      <w:pPr>
        <w:tabs>
          <w:tab w:val="left" w:pos="6195"/>
        </w:tabs>
      </w:pPr>
      <w:r>
        <w:t>466.1726</w:t>
      </w:r>
      <w:r>
        <w:tab/>
        <w:t>5.593e0</w:t>
      </w:r>
    </w:p>
    <w:p w:rsidR="00354DF7" w:rsidRDefault="00354DF7" w:rsidP="00354DF7">
      <w:pPr>
        <w:tabs>
          <w:tab w:val="left" w:pos="6195"/>
        </w:tabs>
      </w:pPr>
      <w:r>
        <w:t>466.2140</w:t>
      </w:r>
      <w:r>
        <w:tab/>
        <w:t>4.376e0</w:t>
      </w:r>
    </w:p>
    <w:p w:rsidR="00354DF7" w:rsidRDefault="00354DF7" w:rsidP="00354DF7">
      <w:pPr>
        <w:tabs>
          <w:tab w:val="left" w:pos="6195"/>
        </w:tabs>
      </w:pPr>
      <w:r>
        <w:t>466.2268</w:t>
      </w:r>
      <w:r>
        <w:tab/>
        <w:t>1.899e0</w:t>
      </w:r>
    </w:p>
    <w:p w:rsidR="00354DF7" w:rsidRDefault="00354DF7" w:rsidP="00354DF7">
      <w:pPr>
        <w:tabs>
          <w:tab w:val="left" w:pos="6195"/>
        </w:tabs>
      </w:pPr>
      <w:r>
        <w:t>466.2305</w:t>
      </w:r>
      <w:r>
        <w:tab/>
        <w:t>6.353e0</w:t>
      </w:r>
    </w:p>
    <w:p w:rsidR="00354DF7" w:rsidRDefault="00354DF7" w:rsidP="00354DF7">
      <w:pPr>
        <w:tabs>
          <w:tab w:val="left" w:pos="6195"/>
        </w:tabs>
      </w:pPr>
      <w:r>
        <w:t>466.2317</w:t>
      </w:r>
      <w:r>
        <w:tab/>
        <w:t>5.840e0</w:t>
      </w:r>
    </w:p>
    <w:p w:rsidR="00354DF7" w:rsidRDefault="00354DF7" w:rsidP="00354DF7">
      <w:pPr>
        <w:tabs>
          <w:tab w:val="left" w:pos="6195"/>
        </w:tabs>
      </w:pPr>
      <w:r>
        <w:t>466.2463</w:t>
      </w:r>
      <w:r>
        <w:tab/>
        <w:t>1.141e1</w:t>
      </w:r>
    </w:p>
    <w:p w:rsidR="00354DF7" w:rsidRDefault="00354DF7" w:rsidP="00354DF7">
      <w:pPr>
        <w:tabs>
          <w:tab w:val="left" w:pos="6195"/>
        </w:tabs>
      </w:pPr>
      <w:r>
        <w:lastRenderedPageBreak/>
        <w:t>466.2520</w:t>
      </w:r>
      <w:r>
        <w:tab/>
        <w:t>5.168e0</w:t>
      </w:r>
    </w:p>
    <w:p w:rsidR="00354DF7" w:rsidRDefault="00354DF7" w:rsidP="00354DF7">
      <w:pPr>
        <w:tabs>
          <w:tab w:val="left" w:pos="6195"/>
        </w:tabs>
      </w:pPr>
      <w:r>
        <w:t>466.2881</w:t>
      </w:r>
      <w:r>
        <w:tab/>
        <w:t>4.226e0</w:t>
      </w:r>
    </w:p>
    <w:p w:rsidR="00354DF7" w:rsidRDefault="00354DF7" w:rsidP="00354DF7">
      <w:pPr>
        <w:tabs>
          <w:tab w:val="left" w:pos="6195"/>
        </w:tabs>
      </w:pPr>
      <w:r>
        <w:t>466.2914</w:t>
      </w:r>
      <w:r>
        <w:tab/>
        <w:t>5.696e0</w:t>
      </w:r>
    </w:p>
    <w:p w:rsidR="00354DF7" w:rsidRDefault="00354DF7" w:rsidP="00354DF7">
      <w:pPr>
        <w:tabs>
          <w:tab w:val="left" w:pos="6195"/>
        </w:tabs>
      </w:pPr>
      <w:r>
        <w:t>466.2971</w:t>
      </w:r>
      <w:r>
        <w:tab/>
        <w:t>2.234e0</w:t>
      </w:r>
    </w:p>
    <w:p w:rsidR="00354DF7" w:rsidRDefault="00354DF7" w:rsidP="00354DF7">
      <w:pPr>
        <w:tabs>
          <w:tab w:val="left" w:pos="6195"/>
        </w:tabs>
      </w:pPr>
      <w:r>
        <w:t>466.3349</w:t>
      </w:r>
      <w:r>
        <w:tab/>
        <w:t>2.532e0</w:t>
      </w:r>
    </w:p>
    <w:p w:rsidR="00354DF7" w:rsidRDefault="00354DF7" w:rsidP="00354DF7">
      <w:pPr>
        <w:tabs>
          <w:tab w:val="left" w:pos="6195"/>
        </w:tabs>
      </w:pPr>
      <w:r>
        <w:t>466.3582</w:t>
      </w:r>
      <w:r>
        <w:tab/>
        <w:t>2.172e0</w:t>
      </w:r>
    </w:p>
    <w:p w:rsidR="00354DF7" w:rsidRDefault="00354DF7" w:rsidP="00354DF7">
      <w:pPr>
        <w:tabs>
          <w:tab w:val="left" w:pos="6195"/>
        </w:tabs>
      </w:pPr>
      <w:r>
        <w:t>466.3808</w:t>
      </w:r>
      <w:r>
        <w:tab/>
        <w:t>1.870e0</w:t>
      </w:r>
    </w:p>
    <w:p w:rsidR="00354DF7" w:rsidRDefault="00354DF7" w:rsidP="00354DF7">
      <w:pPr>
        <w:tabs>
          <w:tab w:val="left" w:pos="6195"/>
        </w:tabs>
      </w:pPr>
      <w:r>
        <w:t>466.3905</w:t>
      </w:r>
      <w:r>
        <w:tab/>
        <w:t>7.817e0</w:t>
      </w:r>
    </w:p>
    <w:p w:rsidR="00354DF7" w:rsidRDefault="00354DF7" w:rsidP="00354DF7">
      <w:pPr>
        <w:tabs>
          <w:tab w:val="left" w:pos="6195"/>
        </w:tabs>
      </w:pPr>
      <w:r>
        <w:t>466.3953</w:t>
      </w:r>
      <w:r>
        <w:tab/>
        <w:t>6.262e0</w:t>
      </w:r>
    </w:p>
    <w:p w:rsidR="00354DF7" w:rsidRDefault="00354DF7" w:rsidP="00354DF7">
      <w:pPr>
        <w:tabs>
          <w:tab w:val="left" w:pos="6195"/>
        </w:tabs>
      </w:pPr>
      <w:r>
        <w:t>466.3982</w:t>
      </w:r>
      <w:r>
        <w:tab/>
        <w:t>2.979e0</w:t>
      </w:r>
    </w:p>
    <w:p w:rsidR="00354DF7" w:rsidRDefault="00354DF7" w:rsidP="00354DF7">
      <w:pPr>
        <w:tabs>
          <w:tab w:val="left" w:pos="6195"/>
        </w:tabs>
      </w:pPr>
      <w:r>
        <w:t>466.4142</w:t>
      </w:r>
      <w:r>
        <w:tab/>
        <w:t>4.614e0</w:t>
      </w:r>
    </w:p>
    <w:p w:rsidR="00354DF7" w:rsidRDefault="00354DF7" w:rsidP="00354DF7">
      <w:pPr>
        <w:tabs>
          <w:tab w:val="left" w:pos="6195"/>
        </w:tabs>
      </w:pPr>
      <w:r>
        <w:t>466.4165</w:t>
      </w:r>
      <w:r>
        <w:tab/>
        <w:t>4.667e0</w:t>
      </w:r>
    </w:p>
    <w:p w:rsidR="00354DF7" w:rsidRDefault="00354DF7" w:rsidP="00354DF7">
      <w:pPr>
        <w:tabs>
          <w:tab w:val="left" w:pos="6195"/>
        </w:tabs>
      </w:pPr>
      <w:r>
        <w:t>466.4593</w:t>
      </w:r>
      <w:r>
        <w:tab/>
        <w:t>6.019e0</w:t>
      </w:r>
    </w:p>
    <w:p w:rsidR="00354DF7" w:rsidRDefault="00354DF7" w:rsidP="00354DF7">
      <w:pPr>
        <w:tabs>
          <w:tab w:val="left" w:pos="6195"/>
        </w:tabs>
      </w:pPr>
      <w:r>
        <w:t>466.4827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466.5031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466.5168</w:t>
      </w:r>
      <w:r>
        <w:tab/>
        <w:t>6.573e0</w:t>
      </w:r>
    </w:p>
    <w:p w:rsidR="00354DF7" w:rsidRDefault="00354DF7" w:rsidP="00354DF7">
      <w:pPr>
        <w:tabs>
          <w:tab w:val="left" w:pos="6195"/>
        </w:tabs>
      </w:pPr>
      <w:r>
        <w:t>466.5368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466.5644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466.5738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466.5842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466.6054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466.6136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466.6187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466.6413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466.6600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466.6634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466.6785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466.7191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466.7206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466.7362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466.7454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466.7608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466.7635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466.7785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466.7804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466.8141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466.8202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466.8363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466.8550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466.8704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466.8728</w:t>
      </w:r>
      <w:r>
        <w:tab/>
        <w:t>5.046e0</w:t>
      </w:r>
    </w:p>
    <w:p w:rsidR="00354DF7" w:rsidRDefault="00354DF7" w:rsidP="00354DF7">
      <w:pPr>
        <w:tabs>
          <w:tab w:val="left" w:pos="6195"/>
        </w:tabs>
      </w:pPr>
      <w:r>
        <w:t>466.8822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466.9026</w:t>
      </w:r>
      <w:r>
        <w:tab/>
        <w:t>2.783e0</w:t>
      </w:r>
    </w:p>
    <w:p w:rsidR="00354DF7" w:rsidRDefault="00354DF7" w:rsidP="00354DF7">
      <w:pPr>
        <w:tabs>
          <w:tab w:val="left" w:pos="6195"/>
        </w:tabs>
      </w:pPr>
      <w:r>
        <w:t>466.9116</w:t>
      </w:r>
      <w:r>
        <w:tab/>
        <w:t>2.280e0</w:t>
      </w:r>
    </w:p>
    <w:p w:rsidR="00354DF7" w:rsidRDefault="00354DF7" w:rsidP="00354DF7">
      <w:pPr>
        <w:tabs>
          <w:tab w:val="left" w:pos="6195"/>
        </w:tabs>
      </w:pPr>
      <w:r>
        <w:t>466.9224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466.9356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466.9393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466.9525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466.9706</w:t>
      </w:r>
      <w:r>
        <w:tab/>
        <w:t>2.644e0</w:t>
      </w:r>
    </w:p>
    <w:p w:rsidR="00354DF7" w:rsidRDefault="00354DF7" w:rsidP="00354DF7">
      <w:pPr>
        <w:tabs>
          <w:tab w:val="left" w:pos="6195"/>
        </w:tabs>
      </w:pPr>
      <w:r>
        <w:t>466.9804</w:t>
      </w:r>
      <w:r>
        <w:tab/>
        <w:t>2.785e0</w:t>
      </w:r>
    </w:p>
    <w:p w:rsidR="00354DF7" w:rsidRDefault="00354DF7" w:rsidP="00354DF7">
      <w:pPr>
        <w:tabs>
          <w:tab w:val="left" w:pos="6195"/>
        </w:tabs>
      </w:pPr>
      <w:r>
        <w:t>466.9815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467.0242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467.0323</w:t>
      </w:r>
      <w:r>
        <w:tab/>
        <w:t>3.003e0</w:t>
      </w:r>
    </w:p>
    <w:p w:rsidR="00354DF7" w:rsidRDefault="00354DF7" w:rsidP="00354DF7">
      <w:pPr>
        <w:tabs>
          <w:tab w:val="left" w:pos="6195"/>
        </w:tabs>
      </w:pPr>
      <w:r>
        <w:t>467.0632</w:t>
      </w:r>
      <w:r>
        <w:tab/>
        <w:t>1.866e0</w:t>
      </w:r>
    </w:p>
    <w:p w:rsidR="00354DF7" w:rsidRDefault="00354DF7" w:rsidP="00354DF7">
      <w:pPr>
        <w:tabs>
          <w:tab w:val="left" w:pos="6195"/>
        </w:tabs>
      </w:pPr>
      <w:r>
        <w:t>467.0683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467.0729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467.0771</w:t>
      </w:r>
      <w:r>
        <w:tab/>
        <w:t>4.637e0</w:t>
      </w:r>
    </w:p>
    <w:p w:rsidR="00354DF7" w:rsidRDefault="00354DF7" w:rsidP="00354DF7">
      <w:pPr>
        <w:tabs>
          <w:tab w:val="left" w:pos="6195"/>
        </w:tabs>
      </w:pPr>
      <w:r>
        <w:lastRenderedPageBreak/>
        <w:t>467.0947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467.1190</w:t>
      </w:r>
      <w:r>
        <w:tab/>
        <w:t>4.877e0</w:t>
      </w:r>
    </w:p>
    <w:p w:rsidR="00354DF7" w:rsidRDefault="00354DF7" w:rsidP="00354DF7">
      <w:pPr>
        <w:tabs>
          <w:tab w:val="left" w:pos="6195"/>
        </w:tabs>
      </w:pPr>
      <w:r>
        <w:t>467.1467</w:t>
      </w:r>
      <w:r>
        <w:tab/>
        <w:t>2.817e0</w:t>
      </w:r>
    </w:p>
    <w:p w:rsidR="00354DF7" w:rsidRDefault="00354DF7" w:rsidP="00354DF7">
      <w:pPr>
        <w:tabs>
          <w:tab w:val="left" w:pos="6195"/>
        </w:tabs>
      </w:pPr>
      <w:r>
        <w:t>467.1628</w:t>
      </w:r>
      <w:r>
        <w:tab/>
        <w:t>1.864e0</w:t>
      </w:r>
    </w:p>
    <w:p w:rsidR="00354DF7" w:rsidRDefault="00354DF7" w:rsidP="00354DF7">
      <w:pPr>
        <w:tabs>
          <w:tab w:val="left" w:pos="6195"/>
        </w:tabs>
      </w:pPr>
      <w:r>
        <w:t>467.1902</w:t>
      </w:r>
      <w:r>
        <w:tab/>
        <w:t>1.472e0</w:t>
      </w:r>
    </w:p>
    <w:p w:rsidR="00354DF7" w:rsidRDefault="00354DF7" w:rsidP="00354DF7">
      <w:pPr>
        <w:tabs>
          <w:tab w:val="left" w:pos="6195"/>
        </w:tabs>
      </w:pPr>
      <w:r>
        <w:t>467.2094</w:t>
      </w:r>
      <w:r>
        <w:tab/>
        <w:t>1.215e0</w:t>
      </w:r>
    </w:p>
    <w:p w:rsidR="00354DF7" w:rsidRDefault="00354DF7" w:rsidP="00354DF7">
      <w:pPr>
        <w:tabs>
          <w:tab w:val="left" w:pos="6195"/>
        </w:tabs>
      </w:pPr>
      <w:r>
        <w:t>467.2441</w:t>
      </w:r>
      <w:r>
        <w:tab/>
        <w:t>2.223e0</w:t>
      </w:r>
    </w:p>
    <w:p w:rsidR="00354DF7" w:rsidRDefault="00354DF7" w:rsidP="00354DF7">
      <w:pPr>
        <w:tabs>
          <w:tab w:val="left" w:pos="6195"/>
        </w:tabs>
      </w:pPr>
      <w:r>
        <w:t>467.2451</w:t>
      </w:r>
      <w:r>
        <w:tab/>
        <w:t>2.509e0</w:t>
      </w:r>
    </w:p>
    <w:p w:rsidR="00354DF7" w:rsidRDefault="00354DF7" w:rsidP="00354DF7">
      <w:pPr>
        <w:tabs>
          <w:tab w:val="left" w:pos="6195"/>
        </w:tabs>
      </w:pPr>
      <w:r>
        <w:t>467.2535</w:t>
      </w:r>
      <w:r>
        <w:tab/>
        <w:t>2.629e0</w:t>
      </w:r>
    </w:p>
    <w:p w:rsidR="00354DF7" w:rsidRDefault="00354DF7" w:rsidP="00354DF7">
      <w:pPr>
        <w:tabs>
          <w:tab w:val="left" w:pos="6195"/>
        </w:tabs>
      </w:pPr>
      <w:r>
        <w:t>467.2896</w:t>
      </w:r>
      <w:r>
        <w:tab/>
        <w:t>5.644e0</w:t>
      </w:r>
    </w:p>
    <w:p w:rsidR="00354DF7" w:rsidRDefault="00354DF7" w:rsidP="00354DF7">
      <w:pPr>
        <w:tabs>
          <w:tab w:val="left" w:pos="6195"/>
        </w:tabs>
      </w:pPr>
      <w:r>
        <w:t>467.2921</w:t>
      </w:r>
      <w:r>
        <w:tab/>
        <w:t>1.188e0</w:t>
      </w:r>
    </w:p>
    <w:p w:rsidR="00354DF7" w:rsidRDefault="00354DF7" w:rsidP="00354DF7">
      <w:pPr>
        <w:tabs>
          <w:tab w:val="left" w:pos="6195"/>
        </w:tabs>
      </w:pPr>
      <w:r>
        <w:t>467.3604</w:t>
      </w:r>
      <w:r>
        <w:tab/>
        <w:t>3.645e0</w:t>
      </w:r>
    </w:p>
    <w:p w:rsidR="00354DF7" w:rsidRDefault="00354DF7" w:rsidP="00354DF7">
      <w:pPr>
        <w:tabs>
          <w:tab w:val="left" w:pos="6195"/>
        </w:tabs>
      </w:pPr>
      <w:r>
        <w:t>467.3997</w:t>
      </w:r>
      <w:r>
        <w:tab/>
        <w:t>2.015e0</w:t>
      </w:r>
    </w:p>
    <w:p w:rsidR="00354DF7" w:rsidRDefault="00354DF7" w:rsidP="00354DF7">
      <w:pPr>
        <w:tabs>
          <w:tab w:val="left" w:pos="6195"/>
        </w:tabs>
      </w:pPr>
      <w:r>
        <w:t>467.4177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467.4366</w:t>
      </w:r>
      <w:r>
        <w:tab/>
        <w:t>3.646e0</w:t>
      </w:r>
    </w:p>
    <w:p w:rsidR="00354DF7" w:rsidRDefault="00354DF7" w:rsidP="00354DF7">
      <w:pPr>
        <w:tabs>
          <w:tab w:val="left" w:pos="6195"/>
        </w:tabs>
      </w:pPr>
      <w:r>
        <w:t>467.4603</w:t>
      </w:r>
      <w:r>
        <w:tab/>
        <w:t>2.373e0</w:t>
      </w:r>
    </w:p>
    <w:p w:rsidR="00354DF7" w:rsidRDefault="00354DF7" w:rsidP="00354DF7">
      <w:pPr>
        <w:tabs>
          <w:tab w:val="left" w:pos="6195"/>
        </w:tabs>
      </w:pPr>
      <w:r>
        <w:t>467.4665</w:t>
      </w:r>
      <w:r>
        <w:tab/>
        <w:t>1.726e0</w:t>
      </w:r>
    </w:p>
    <w:p w:rsidR="00354DF7" w:rsidRDefault="00354DF7" w:rsidP="00354DF7">
      <w:pPr>
        <w:tabs>
          <w:tab w:val="left" w:pos="6195"/>
        </w:tabs>
      </w:pPr>
      <w:r>
        <w:t>467.4690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467.4771</w:t>
      </w:r>
      <w:r>
        <w:tab/>
        <w:t>1.642e0</w:t>
      </w:r>
    </w:p>
    <w:p w:rsidR="00354DF7" w:rsidRDefault="00354DF7" w:rsidP="00354DF7">
      <w:pPr>
        <w:tabs>
          <w:tab w:val="left" w:pos="6195"/>
        </w:tabs>
      </w:pPr>
      <w:r>
        <w:lastRenderedPageBreak/>
        <w:t>467.5536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467.5594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467.5671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467.6093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467.6352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467.6503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467.7020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467.7213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467.7293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467.7442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467.7596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467.7689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467.8156</w:t>
      </w:r>
      <w:r>
        <w:tab/>
        <w:t>5.032e0</w:t>
      </w:r>
    </w:p>
    <w:p w:rsidR="00354DF7" w:rsidRDefault="00354DF7" w:rsidP="00354DF7">
      <w:pPr>
        <w:tabs>
          <w:tab w:val="left" w:pos="6195"/>
        </w:tabs>
      </w:pPr>
      <w:r>
        <w:t>467.8281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467.8333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467.8421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467.8677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467.8740</w:t>
      </w:r>
      <w:r>
        <w:tab/>
        <w:t>3.024e0</w:t>
      </w:r>
    </w:p>
    <w:p w:rsidR="00354DF7" w:rsidRDefault="00354DF7" w:rsidP="00354DF7">
      <w:pPr>
        <w:tabs>
          <w:tab w:val="left" w:pos="6195"/>
        </w:tabs>
      </w:pPr>
      <w:r>
        <w:t>467.9189</w:t>
      </w:r>
      <w:r>
        <w:tab/>
        <w:t>5.393e0</w:t>
      </w:r>
    </w:p>
    <w:p w:rsidR="00354DF7" w:rsidRDefault="00354DF7" w:rsidP="00354DF7">
      <w:pPr>
        <w:tabs>
          <w:tab w:val="left" w:pos="6195"/>
        </w:tabs>
      </w:pPr>
      <w:r>
        <w:lastRenderedPageBreak/>
        <w:t>467.9442</w:t>
      </w:r>
      <w:r>
        <w:tab/>
        <w:t>2.425e0</w:t>
      </w:r>
    </w:p>
    <w:p w:rsidR="00354DF7" w:rsidRDefault="00354DF7" w:rsidP="00354DF7">
      <w:pPr>
        <w:tabs>
          <w:tab w:val="left" w:pos="6195"/>
        </w:tabs>
      </w:pPr>
      <w:r>
        <w:t>467.9500</w:t>
      </w:r>
      <w:r>
        <w:tab/>
        <w:t>7.266e0</w:t>
      </w:r>
    </w:p>
    <w:p w:rsidR="00354DF7" w:rsidRDefault="00354DF7" w:rsidP="00354DF7">
      <w:pPr>
        <w:tabs>
          <w:tab w:val="left" w:pos="6195"/>
        </w:tabs>
      </w:pPr>
      <w:r>
        <w:t>467.9586</w:t>
      </w:r>
      <w:r>
        <w:tab/>
        <w:t>1.981e0</w:t>
      </w:r>
    </w:p>
    <w:p w:rsidR="00354DF7" w:rsidRDefault="00354DF7" w:rsidP="00354DF7">
      <w:pPr>
        <w:tabs>
          <w:tab w:val="left" w:pos="6195"/>
        </w:tabs>
      </w:pPr>
      <w:r>
        <w:t>467.9604</w:t>
      </w:r>
      <w:r>
        <w:tab/>
        <w:t>4.031e0</w:t>
      </w:r>
    </w:p>
    <w:p w:rsidR="00354DF7" w:rsidRDefault="00354DF7" w:rsidP="00354DF7">
      <w:pPr>
        <w:tabs>
          <w:tab w:val="left" w:pos="6195"/>
        </w:tabs>
      </w:pPr>
      <w:r>
        <w:t>467.9692</w:t>
      </w:r>
      <w:r>
        <w:tab/>
        <w:t>2.864e0</w:t>
      </w:r>
    </w:p>
    <w:p w:rsidR="00354DF7" w:rsidRDefault="00354DF7" w:rsidP="00354DF7">
      <w:pPr>
        <w:tabs>
          <w:tab w:val="left" w:pos="6195"/>
        </w:tabs>
      </w:pPr>
      <w:r>
        <w:t>467.9708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467.9864</w:t>
      </w:r>
      <w:r>
        <w:tab/>
        <w:t>5.088e0</w:t>
      </w:r>
    </w:p>
    <w:p w:rsidR="00354DF7" w:rsidRDefault="00354DF7" w:rsidP="00354DF7">
      <w:pPr>
        <w:tabs>
          <w:tab w:val="left" w:pos="6195"/>
        </w:tabs>
      </w:pPr>
      <w:r>
        <w:t>468.0353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468.0402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468.0668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468.0836</w:t>
      </w:r>
      <w:r>
        <w:tab/>
        <w:t>3.212e0</w:t>
      </w:r>
    </w:p>
    <w:p w:rsidR="00354DF7" w:rsidRDefault="00354DF7" w:rsidP="00354DF7">
      <w:pPr>
        <w:tabs>
          <w:tab w:val="left" w:pos="6195"/>
        </w:tabs>
      </w:pPr>
      <w:r>
        <w:t>468.1014</w:t>
      </w:r>
      <w:r>
        <w:tab/>
        <w:t>3.443e0</w:t>
      </w:r>
    </w:p>
    <w:p w:rsidR="00354DF7" w:rsidRDefault="00354DF7" w:rsidP="00354DF7">
      <w:pPr>
        <w:tabs>
          <w:tab w:val="left" w:pos="6195"/>
        </w:tabs>
      </w:pPr>
      <w:r>
        <w:t>468.1330</w:t>
      </w:r>
      <w:r>
        <w:tab/>
        <w:t>3.834e0</w:t>
      </w:r>
    </w:p>
    <w:p w:rsidR="00354DF7" w:rsidRDefault="00354DF7" w:rsidP="00354DF7">
      <w:pPr>
        <w:tabs>
          <w:tab w:val="left" w:pos="6195"/>
        </w:tabs>
      </w:pPr>
      <w:r>
        <w:t>468.1740</w:t>
      </w:r>
      <w:r>
        <w:tab/>
        <w:t>1.868e0</w:t>
      </w:r>
    </w:p>
    <w:p w:rsidR="00354DF7" w:rsidRDefault="00354DF7" w:rsidP="00354DF7">
      <w:pPr>
        <w:tabs>
          <w:tab w:val="left" w:pos="6195"/>
        </w:tabs>
      </w:pPr>
      <w:r>
        <w:t>468.1924</w:t>
      </w:r>
      <w:r>
        <w:tab/>
        <w:t>2.987e0</w:t>
      </w:r>
    </w:p>
    <w:p w:rsidR="00354DF7" w:rsidRDefault="00354DF7" w:rsidP="00354DF7">
      <w:pPr>
        <w:tabs>
          <w:tab w:val="left" w:pos="6195"/>
        </w:tabs>
      </w:pPr>
      <w:r>
        <w:t>468.2236</w:t>
      </w:r>
      <w:r>
        <w:tab/>
        <w:t>1.307e1</w:t>
      </w:r>
    </w:p>
    <w:p w:rsidR="00354DF7" w:rsidRDefault="00354DF7" w:rsidP="00354DF7">
      <w:pPr>
        <w:tabs>
          <w:tab w:val="left" w:pos="6195"/>
        </w:tabs>
      </w:pPr>
      <w:r>
        <w:t>468.2475</w:t>
      </w:r>
      <w:r>
        <w:tab/>
        <w:t>2.323e0</w:t>
      </w:r>
    </w:p>
    <w:p w:rsidR="00354DF7" w:rsidRDefault="00354DF7" w:rsidP="00354DF7">
      <w:pPr>
        <w:tabs>
          <w:tab w:val="left" w:pos="6195"/>
        </w:tabs>
      </w:pPr>
      <w:r>
        <w:t>468.2545</w:t>
      </w:r>
      <w:r>
        <w:tab/>
        <w:t>2.954e0</w:t>
      </w:r>
    </w:p>
    <w:p w:rsidR="00354DF7" w:rsidRDefault="00354DF7" w:rsidP="00354DF7">
      <w:pPr>
        <w:tabs>
          <w:tab w:val="left" w:pos="6195"/>
        </w:tabs>
      </w:pPr>
      <w:r>
        <w:t>468.2681</w:t>
      </w:r>
      <w:r>
        <w:tab/>
        <w:t>6.309e0</w:t>
      </w:r>
    </w:p>
    <w:p w:rsidR="00354DF7" w:rsidRDefault="00354DF7" w:rsidP="00354DF7">
      <w:pPr>
        <w:tabs>
          <w:tab w:val="left" w:pos="6195"/>
        </w:tabs>
      </w:pPr>
      <w:r>
        <w:lastRenderedPageBreak/>
        <w:t>468.2814</w:t>
      </w:r>
      <w:r>
        <w:tab/>
        <w:t>1.353e0</w:t>
      </w:r>
    </w:p>
    <w:p w:rsidR="00354DF7" w:rsidRDefault="00354DF7" w:rsidP="00354DF7">
      <w:pPr>
        <w:tabs>
          <w:tab w:val="left" w:pos="6195"/>
        </w:tabs>
      </w:pPr>
      <w:r>
        <w:t>468.3107</w:t>
      </w:r>
      <w:r>
        <w:tab/>
        <w:t>1.579e0</w:t>
      </w:r>
    </w:p>
    <w:p w:rsidR="00354DF7" w:rsidRDefault="00354DF7" w:rsidP="00354DF7">
      <w:pPr>
        <w:tabs>
          <w:tab w:val="left" w:pos="6195"/>
        </w:tabs>
      </w:pPr>
      <w:r>
        <w:t>468.3172</w:t>
      </w:r>
      <w:r>
        <w:tab/>
        <w:t>4.460e0</w:t>
      </w:r>
    </w:p>
    <w:p w:rsidR="00354DF7" w:rsidRDefault="00354DF7" w:rsidP="00354DF7">
      <w:pPr>
        <w:tabs>
          <w:tab w:val="left" w:pos="6195"/>
        </w:tabs>
      </w:pPr>
      <w:r>
        <w:t>468.3980</w:t>
      </w:r>
      <w:r>
        <w:tab/>
        <w:t>7.332e1</w:t>
      </w:r>
    </w:p>
    <w:p w:rsidR="00354DF7" w:rsidRDefault="00354DF7" w:rsidP="00354DF7">
      <w:pPr>
        <w:tabs>
          <w:tab w:val="left" w:pos="6195"/>
        </w:tabs>
      </w:pPr>
      <w:r>
        <w:t>468.4015</w:t>
      </w:r>
      <w:r>
        <w:tab/>
        <w:t>1.713e2</w:t>
      </w:r>
    </w:p>
    <w:p w:rsidR="00354DF7" w:rsidRDefault="00354DF7" w:rsidP="00354DF7">
      <w:pPr>
        <w:tabs>
          <w:tab w:val="left" w:pos="6195"/>
        </w:tabs>
      </w:pPr>
      <w:r>
        <w:t>468.4038</w:t>
      </w:r>
      <w:r>
        <w:tab/>
        <w:t>1.026e2</w:t>
      </w:r>
    </w:p>
    <w:p w:rsidR="00354DF7" w:rsidRDefault="00354DF7" w:rsidP="00354DF7">
      <w:pPr>
        <w:tabs>
          <w:tab w:val="left" w:pos="6195"/>
        </w:tabs>
      </w:pPr>
      <w:r>
        <w:t>468.4066</w:t>
      </w:r>
      <w:r>
        <w:tab/>
        <w:t>9.780e1</w:t>
      </w:r>
    </w:p>
    <w:p w:rsidR="00354DF7" w:rsidRDefault="00354DF7" w:rsidP="00354DF7">
      <w:pPr>
        <w:tabs>
          <w:tab w:val="left" w:pos="6195"/>
        </w:tabs>
      </w:pPr>
      <w:r>
        <w:t>468.4085</w:t>
      </w:r>
      <w:r>
        <w:tab/>
        <w:t>1.030e2</w:t>
      </w:r>
    </w:p>
    <w:p w:rsidR="00354DF7" w:rsidRDefault="00354DF7" w:rsidP="00354DF7">
      <w:pPr>
        <w:tabs>
          <w:tab w:val="left" w:pos="6195"/>
        </w:tabs>
      </w:pPr>
      <w:r>
        <w:t>468.5033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468.5076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468.5117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468.5164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468.5682</w:t>
      </w:r>
      <w:r>
        <w:tab/>
        <w:t>2.801e0</w:t>
      </w:r>
    </w:p>
    <w:p w:rsidR="00354DF7" w:rsidRDefault="00354DF7" w:rsidP="00354DF7">
      <w:pPr>
        <w:tabs>
          <w:tab w:val="left" w:pos="6195"/>
        </w:tabs>
      </w:pPr>
      <w:r>
        <w:t>468.5863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468.5941</w:t>
      </w:r>
      <w:r>
        <w:tab/>
        <w:t>2.536e0</w:t>
      </w:r>
    </w:p>
    <w:p w:rsidR="00354DF7" w:rsidRDefault="00354DF7" w:rsidP="00354DF7">
      <w:pPr>
        <w:tabs>
          <w:tab w:val="left" w:pos="6195"/>
        </w:tabs>
      </w:pPr>
      <w:r>
        <w:t>468.6002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468.6047</w:t>
      </w:r>
      <w:r>
        <w:tab/>
        <w:t>2.110e0</w:t>
      </w:r>
    </w:p>
    <w:p w:rsidR="00354DF7" w:rsidRDefault="00354DF7" w:rsidP="00354DF7">
      <w:pPr>
        <w:tabs>
          <w:tab w:val="left" w:pos="6195"/>
        </w:tabs>
      </w:pPr>
      <w:r>
        <w:t>468.6070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468.6396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468.6459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468.6490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468.6710</w:t>
      </w:r>
      <w:r>
        <w:tab/>
        <w:t>6.216e0</w:t>
      </w:r>
    </w:p>
    <w:p w:rsidR="00354DF7" w:rsidRDefault="00354DF7" w:rsidP="00354DF7">
      <w:pPr>
        <w:tabs>
          <w:tab w:val="left" w:pos="6195"/>
        </w:tabs>
      </w:pPr>
      <w:r>
        <w:t>468.6766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468.6872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468.7102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468.7149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468.7407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468.7455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468.7623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468.7986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468.8055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468.8219</w:t>
      </w:r>
      <w:r>
        <w:tab/>
        <w:t>4.279e0</w:t>
      </w:r>
    </w:p>
    <w:p w:rsidR="00354DF7" w:rsidRDefault="00354DF7" w:rsidP="00354DF7">
      <w:pPr>
        <w:tabs>
          <w:tab w:val="left" w:pos="6195"/>
        </w:tabs>
      </w:pPr>
      <w:r>
        <w:t>468.8414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468.8737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468.8813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468.8961</w:t>
      </w:r>
      <w:r>
        <w:tab/>
        <w:t>8.160e0</w:t>
      </w:r>
    </w:p>
    <w:p w:rsidR="00354DF7" w:rsidRDefault="00354DF7" w:rsidP="00354DF7">
      <w:pPr>
        <w:tabs>
          <w:tab w:val="left" w:pos="6195"/>
        </w:tabs>
      </w:pPr>
      <w:r>
        <w:t>468.9128</w:t>
      </w:r>
      <w:r>
        <w:tab/>
        <w:t>3.725e0</w:t>
      </w:r>
    </w:p>
    <w:p w:rsidR="00354DF7" w:rsidRDefault="00354DF7" w:rsidP="00354DF7">
      <w:pPr>
        <w:tabs>
          <w:tab w:val="left" w:pos="6195"/>
        </w:tabs>
      </w:pPr>
      <w:r>
        <w:t>468.9139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468.9182</w:t>
      </w:r>
      <w:r>
        <w:tab/>
        <w:t>4.954e0</w:t>
      </w:r>
    </w:p>
    <w:p w:rsidR="00354DF7" w:rsidRDefault="00354DF7" w:rsidP="00354DF7">
      <w:pPr>
        <w:tabs>
          <w:tab w:val="left" w:pos="6195"/>
        </w:tabs>
      </w:pPr>
      <w:r>
        <w:t>468.9682</w:t>
      </w:r>
      <w:r>
        <w:tab/>
        <w:t>3.409e0</w:t>
      </w:r>
    </w:p>
    <w:p w:rsidR="00354DF7" w:rsidRDefault="00354DF7" w:rsidP="00354DF7">
      <w:pPr>
        <w:tabs>
          <w:tab w:val="left" w:pos="6195"/>
        </w:tabs>
      </w:pPr>
      <w:r>
        <w:t>468.9912</w:t>
      </w:r>
      <w:r>
        <w:tab/>
        <w:t>2.990e0</w:t>
      </w:r>
    </w:p>
    <w:p w:rsidR="00354DF7" w:rsidRDefault="00354DF7" w:rsidP="00354DF7">
      <w:pPr>
        <w:tabs>
          <w:tab w:val="left" w:pos="6195"/>
        </w:tabs>
      </w:pPr>
      <w:r>
        <w:t>469.0016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469.0360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469.0680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469.0741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469.0894</w:t>
      </w:r>
      <w:r>
        <w:tab/>
        <w:t>5.542e0</w:t>
      </w:r>
    </w:p>
    <w:p w:rsidR="00354DF7" w:rsidRDefault="00354DF7" w:rsidP="00354DF7">
      <w:pPr>
        <w:tabs>
          <w:tab w:val="left" w:pos="6195"/>
        </w:tabs>
      </w:pPr>
      <w:r>
        <w:t>469.0936</w:t>
      </w:r>
      <w:r>
        <w:tab/>
        <w:t>4.461e0</w:t>
      </w:r>
    </w:p>
    <w:p w:rsidR="00354DF7" w:rsidRDefault="00354DF7" w:rsidP="00354DF7">
      <w:pPr>
        <w:tabs>
          <w:tab w:val="left" w:pos="6195"/>
        </w:tabs>
      </w:pPr>
      <w:r>
        <w:t>469.1355</w:t>
      </w:r>
      <w:r>
        <w:tab/>
        <w:t>1.576e0</w:t>
      </w:r>
    </w:p>
    <w:p w:rsidR="00354DF7" w:rsidRDefault="00354DF7" w:rsidP="00354DF7">
      <w:pPr>
        <w:tabs>
          <w:tab w:val="left" w:pos="6195"/>
        </w:tabs>
      </w:pPr>
      <w:r>
        <w:t>469.1382</w:t>
      </w:r>
      <w:r>
        <w:tab/>
        <w:t>2.739e0</w:t>
      </w:r>
    </w:p>
    <w:p w:rsidR="00354DF7" w:rsidRDefault="00354DF7" w:rsidP="00354DF7">
      <w:pPr>
        <w:tabs>
          <w:tab w:val="left" w:pos="6195"/>
        </w:tabs>
      </w:pPr>
      <w:r>
        <w:t>469.1522</w:t>
      </w:r>
      <w:r>
        <w:tab/>
        <w:t>2.879e0</w:t>
      </w:r>
    </w:p>
    <w:p w:rsidR="00354DF7" w:rsidRDefault="00354DF7" w:rsidP="00354DF7">
      <w:pPr>
        <w:tabs>
          <w:tab w:val="left" w:pos="6195"/>
        </w:tabs>
      </w:pPr>
      <w:r>
        <w:t>469.1555</w:t>
      </w:r>
      <w:r>
        <w:tab/>
        <w:t>2.635e0</w:t>
      </w:r>
    </w:p>
    <w:p w:rsidR="00354DF7" w:rsidRDefault="00354DF7" w:rsidP="00354DF7">
      <w:pPr>
        <w:tabs>
          <w:tab w:val="left" w:pos="6195"/>
        </w:tabs>
      </w:pPr>
      <w:r>
        <w:t>469.1980</w:t>
      </w:r>
      <w:r>
        <w:tab/>
        <w:t>1.906e0</w:t>
      </w:r>
    </w:p>
    <w:p w:rsidR="00354DF7" w:rsidRDefault="00354DF7" w:rsidP="00354DF7">
      <w:pPr>
        <w:tabs>
          <w:tab w:val="left" w:pos="6195"/>
        </w:tabs>
      </w:pPr>
      <w:r>
        <w:t>469.2053</w:t>
      </w:r>
      <w:r>
        <w:tab/>
        <w:t>1.607e0</w:t>
      </w:r>
    </w:p>
    <w:p w:rsidR="00354DF7" w:rsidRDefault="00354DF7" w:rsidP="00354DF7">
      <w:pPr>
        <w:tabs>
          <w:tab w:val="left" w:pos="6195"/>
        </w:tabs>
      </w:pPr>
      <w:r>
        <w:t>469.2173</w:t>
      </w:r>
      <w:r>
        <w:tab/>
        <w:t>8.053e0</w:t>
      </w:r>
    </w:p>
    <w:p w:rsidR="00354DF7" w:rsidRDefault="00354DF7" w:rsidP="00354DF7">
      <w:pPr>
        <w:tabs>
          <w:tab w:val="left" w:pos="6195"/>
        </w:tabs>
      </w:pPr>
      <w:r>
        <w:t>469.2312</w:t>
      </w:r>
      <w:r>
        <w:tab/>
        <w:t>5.534e0</w:t>
      </w:r>
    </w:p>
    <w:p w:rsidR="00354DF7" w:rsidRDefault="00354DF7" w:rsidP="00354DF7">
      <w:pPr>
        <w:tabs>
          <w:tab w:val="left" w:pos="6195"/>
        </w:tabs>
      </w:pPr>
      <w:r>
        <w:t>469.2433</w:t>
      </w:r>
      <w:r>
        <w:tab/>
        <w:t>5.322e0</w:t>
      </w:r>
    </w:p>
    <w:p w:rsidR="00354DF7" w:rsidRDefault="00354DF7" w:rsidP="00354DF7">
      <w:pPr>
        <w:tabs>
          <w:tab w:val="left" w:pos="6195"/>
        </w:tabs>
      </w:pPr>
      <w:r>
        <w:t>469.2647</w:t>
      </w:r>
      <w:r>
        <w:tab/>
        <w:t>3.676e0</w:t>
      </w:r>
    </w:p>
    <w:p w:rsidR="00354DF7" w:rsidRDefault="00354DF7" w:rsidP="00354DF7">
      <w:pPr>
        <w:tabs>
          <w:tab w:val="left" w:pos="6195"/>
        </w:tabs>
      </w:pPr>
      <w:r>
        <w:lastRenderedPageBreak/>
        <w:t>469.2666</w:t>
      </w:r>
      <w:r>
        <w:tab/>
        <w:t>1.341e0</w:t>
      </w:r>
    </w:p>
    <w:p w:rsidR="00354DF7" w:rsidRDefault="00354DF7" w:rsidP="00354DF7">
      <w:pPr>
        <w:tabs>
          <w:tab w:val="left" w:pos="6195"/>
        </w:tabs>
      </w:pPr>
      <w:r>
        <w:t>469.2826</w:t>
      </w:r>
      <w:r>
        <w:tab/>
        <w:t>2.898e0</w:t>
      </w:r>
    </w:p>
    <w:p w:rsidR="00354DF7" w:rsidRDefault="00354DF7" w:rsidP="00354DF7">
      <w:pPr>
        <w:tabs>
          <w:tab w:val="left" w:pos="6195"/>
        </w:tabs>
      </w:pPr>
      <w:r>
        <w:t>469.3084</w:t>
      </w:r>
      <w:r>
        <w:tab/>
        <w:t>3.101e0</w:t>
      </w:r>
    </w:p>
    <w:p w:rsidR="00354DF7" w:rsidRDefault="00354DF7" w:rsidP="00354DF7">
      <w:pPr>
        <w:tabs>
          <w:tab w:val="left" w:pos="6195"/>
        </w:tabs>
      </w:pPr>
      <w:r>
        <w:t>469.3107</w:t>
      </w:r>
      <w:r>
        <w:tab/>
        <w:t>5.195e0</w:t>
      </w:r>
    </w:p>
    <w:p w:rsidR="00354DF7" w:rsidRDefault="00354DF7" w:rsidP="00354DF7">
      <w:pPr>
        <w:tabs>
          <w:tab w:val="left" w:pos="6195"/>
        </w:tabs>
      </w:pPr>
      <w:r>
        <w:t>469.3641</w:t>
      </w:r>
      <w:r>
        <w:tab/>
        <w:t>9.802e0</w:t>
      </w:r>
    </w:p>
    <w:p w:rsidR="00354DF7" w:rsidRDefault="00354DF7" w:rsidP="00354DF7">
      <w:pPr>
        <w:tabs>
          <w:tab w:val="left" w:pos="6195"/>
        </w:tabs>
      </w:pPr>
      <w:r>
        <w:t>469.3868</w:t>
      </w:r>
      <w:r>
        <w:tab/>
        <w:t>1.817e1</w:t>
      </w:r>
    </w:p>
    <w:p w:rsidR="00354DF7" w:rsidRDefault="00354DF7" w:rsidP="00354DF7">
      <w:pPr>
        <w:tabs>
          <w:tab w:val="left" w:pos="6195"/>
        </w:tabs>
      </w:pPr>
      <w:r>
        <w:t>469.3910</w:t>
      </w:r>
      <w:r>
        <w:tab/>
        <w:t>1.155e1</w:t>
      </w:r>
    </w:p>
    <w:p w:rsidR="00354DF7" w:rsidRDefault="00354DF7" w:rsidP="00354DF7">
      <w:pPr>
        <w:tabs>
          <w:tab w:val="left" w:pos="6195"/>
        </w:tabs>
      </w:pPr>
      <w:r>
        <w:t>469.3949</w:t>
      </w:r>
      <w:r>
        <w:tab/>
        <w:t>2.733e1</w:t>
      </w:r>
    </w:p>
    <w:p w:rsidR="00354DF7" w:rsidRDefault="00354DF7" w:rsidP="00354DF7">
      <w:pPr>
        <w:tabs>
          <w:tab w:val="left" w:pos="6195"/>
        </w:tabs>
      </w:pPr>
      <w:r>
        <w:t>469.4078</w:t>
      </w:r>
      <w:r>
        <w:tab/>
        <w:t>3.440e1</w:t>
      </w:r>
    </w:p>
    <w:p w:rsidR="00354DF7" w:rsidRDefault="00354DF7" w:rsidP="00354DF7">
      <w:pPr>
        <w:tabs>
          <w:tab w:val="left" w:pos="6195"/>
        </w:tabs>
      </w:pPr>
      <w:r>
        <w:t>469.4121</w:t>
      </w:r>
      <w:r>
        <w:tab/>
        <w:t>2.477e1</w:t>
      </w:r>
    </w:p>
    <w:p w:rsidR="00354DF7" w:rsidRDefault="00354DF7" w:rsidP="00354DF7">
      <w:pPr>
        <w:tabs>
          <w:tab w:val="left" w:pos="6195"/>
        </w:tabs>
      </w:pPr>
      <w:r>
        <w:t>469.4154</w:t>
      </w:r>
      <w:r>
        <w:tab/>
        <w:t>4.354e1</w:t>
      </w:r>
    </w:p>
    <w:p w:rsidR="00354DF7" w:rsidRDefault="00354DF7" w:rsidP="00354DF7">
      <w:pPr>
        <w:tabs>
          <w:tab w:val="left" w:pos="6195"/>
        </w:tabs>
      </w:pPr>
      <w:r>
        <w:t>469.4310</w:t>
      </w:r>
      <w:r>
        <w:tab/>
        <w:t>2.659e1</w:t>
      </w:r>
    </w:p>
    <w:p w:rsidR="00354DF7" w:rsidRDefault="00354DF7" w:rsidP="00354DF7">
      <w:pPr>
        <w:tabs>
          <w:tab w:val="left" w:pos="6195"/>
        </w:tabs>
      </w:pPr>
      <w:r>
        <w:t>469.4341</w:t>
      </w:r>
      <w:r>
        <w:tab/>
        <w:t>1.735e1</w:t>
      </w:r>
    </w:p>
    <w:p w:rsidR="00354DF7" w:rsidRDefault="00354DF7" w:rsidP="00354DF7">
      <w:pPr>
        <w:tabs>
          <w:tab w:val="left" w:pos="6195"/>
        </w:tabs>
      </w:pPr>
      <w:r>
        <w:t>469.4537</w:t>
      </w:r>
      <w:r>
        <w:tab/>
        <w:t>9.979e0</w:t>
      </w:r>
    </w:p>
    <w:p w:rsidR="00354DF7" w:rsidRDefault="00354DF7" w:rsidP="00354DF7">
      <w:pPr>
        <w:tabs>
          <w:tab w:val="left" w:pos="6195"/>
        </w:tabs>
      </w:pPr>
      <w:r>
        <w:t>469.5140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469.5191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469.5392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469.5410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469.5517</w:t>
      </w:r>
      <w:r>
        <w:tab/>
        <w:t>4.695e0</w:t>
      </w:r>
    </w:p>
    <w:p w:rsidR="00354DF7" w:rsidRDefault="00354DF7" w:rsidP="00354DF7">
      <w:pPr>
        <w:tabs>
          <w:tab w:val="left" w:pos="6195"/>
        </w:tabs>
      </w:pPr>
      <w:r>
        <w:lastRenderedPageBreak/>
        <w:t>469.5693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469.5744</w:t>
      </w:r>
      <w:r>
        <w:tab/>
        <w:t>3.999e0</w:t>
      </w:r>
    </w:p>
    <w:p w:rsidR="00354DF7" w:rsidRDefault="00354DF7" w:rsidP="00354DF7">
      <w:pPr>
        <w:tabs>
          <w:tab w:val="left" w:pos="6195"/>
        </w:tabs>
      </w:pPr>
      <w:r>
        <w:t>469.5914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469.6145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469.6512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469.6844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469.6889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469.6954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469.7037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469.7180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469.7308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469.7495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469.7529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469.7659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469.7793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469.7819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469.8396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469.8500</w:t>
      </w:r>
      <w:r>
        <w:tab/>
        <w:t>1.884e0</w:t>
      </w:r>
    </w:p>
    <w:p w:rsidR="00354DF7" w:rsidRDefault="00354DF7" w:rsidP="00354DF7">
      <w:pPr>
        <w:tabs>
          <w:tab w:val="left" w:pos="6195"/>
        </w:tabs>
      </w:pPr>
      <w:r>
        <w:t>469.8636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469.8649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469.9183</w:t>
      </w:r>
      <w:r>
        <w:tab/>
        <w:t>6.578e0</w:t>
      </w:r>
    </w:p>
    <w:p w:rsidR="00354DF7" w:rsidRDefault="00354DF7" w:rsidP="00354DF7">
      <w:pPr>
        <w:tabs>
          <w:tab w:val="left" w:pos="6195"/>
        </w:tabs>
      </w:pPr>
      <w:r>
        <w:t>469.9544</w:t>
      </w:r>
      <w:r>
        <w:tab/>
        <w:t>1.343e0</w:t>
      </w:r>
    </w:p>
    <w:p w:rsidR="00354DF7" w:rsidRDefault="00354DF7" w:rsidP="00354DF7">
      <w:pPr>
        <w:tabs>
          <w:tab w:val="left" w:pos="6195"/>
        </w:tabs>
      </w:pPr>
      <w:r>
        <w:t>469.9706</w:t>
      </w:r>
      <w:r>
        <w:tab/>
        <w:t>2.794e0</w:t>
      </w:r>
    </w:p>
    <w:p w:rsidR="00354DF7" w:rsidRDefault="00354DF7" w:rsidP="00354DF7">
      <w:pPr>
        <w:tabs>
          <w:tab w:val="left" w:pos="6195"/>
        </w:tabs>
      </w:pPr>
      <w:r>
        <w:t>469.9760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469.9863</w:t>
      </w:r>
      <w:r>
        <w:tab/>
        <w:t>1.801e0</w:t>
      </w:r>
    </w:p>
    <w:p w:rsidR="00354DF7" w:rsidRDefault="00354DF7" w:rsidP="00354DF7">
      <w:pPr>
        <w:tabs>
          <w:tab w:val="left" w:pos="6195"/>
        </w:tabs>
      </w:pPr>
      <w:r>
        <w:t>470.0000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470.0179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470.0619</w:t>
      </w:r>
      <w:r>
        <w:tab/>
        <w:t>1.288e0</w:t>
      </w:r>
    </w:p>
    <w:p w:rsidR="00354DF7" w:rsidRDefault="00354DF7" w:rsidP="00354DF7">
      <w:pPr>
        <w:tabs>
          <w:tab w:val="left" w:pos="6195"/>
        </w:tabs>
      </w:pPr>
      <w:r>
        <w:t>470.0721</w:t>
      </w:r>
      <w:r>
        <w:tab/>
        <w:t>1.786e0</w:t>
      </w:r>
    </w:p>
    <w:p w:rsidR="00354DF7" w:rsidRDefault="00354DF7" w:rsidP="00354DF7">
      <w:pPr>
        <w:tabs>
          <w:tab w:val="left" w:pos="6195"/>
        </w:tabs>
      </w:pPr>
      <w:r>
        <w:t>470.0878</w:t>
      </w:r>
      <w:r>
        <w:tab/>
        <w:t>3.507e0</w:t>
      </w:r>
    </w:p>
    <w:p w:rsidR="00354DF7" w:rsidRDefault="00354DF7" w:rsidP="00354DF7">
      <w:pPr>
        <w:tabs>
          <w:tab w:val="left" w:pos="6195"/>
        </w:tabs>
      </w:pPr>
      <w:r>
        <w:t>470.0926</w:t>
      </w:r>
      <w:r>
        <w:tab/>
        <w:t>4.034e0</w:t>
      </w:r>
    </w:p>
    <w:p w:rsidR="00354DF7" w:rsidRDefault="00354DF7" w:rsidP="00354DF7">
      <w:pPr>
        <w:tabs>
          <w:tab w:val="left" w:pos="6195"/>
        </w:tabs>
      </w:pPr>
      <w:r>
        <w:t>470.1258</w:t>
      </w:r>
      <w:r>
        <w:tab/>
        <w:t>1.549e0</w:t>
      </w:r>
    </w:p>
    <w:p w:rsidR="00354DF7" w:rsidRDefault="00354DF7" w:rsidP="00354DF7">
      <w:pPr>
        <w:tabs>
          <w:tab w:val="left" w:pos="6195"/>
        </w:tabs>
      </w:pPr>
      <w:r>
        <w:t>470.1360</w:t>
      </w:r>
      <w:r>
        <w:tab/>
        <w:t>1.707e0</w:t>
      </w:r>
    </w:p>
    <w:p w:rsidR="00354DF7" w:rsidRDefault="00354DF7" w:rsidP="00354DF7">
      <w:pPr>
        <w:tabs>
          <w:tab w:val="left" w:pos="6195"/>
        </w:tabs>
      </w:pPr>
      <w:r>
        <w:t>470.1423</w:t>
      </w:r>
      <w:r>
        <w:tab/>
        <w:t>5.492e0</w:t>
      </w:r>
    </w:p>
    <w:p w:rsidR="00354DF7" w:rsidRDefault="00354DF7" w:rsidP="00354DF7">
      <w:pPr>
        <w:tabs>
          <w:tab w:val="left" w:pos="6195"/>
        </w:tabs>
      </w:pPr>
      <w:r>
        <w:t>470.1822</w:t>
      </w:r>
      <w:r>
        <w:tab/>
        <w:t>2.887e0</w:t>
      </w:r>
    </w:p>
    <w:p w:rsidR="00354DF7" w:rsidRDefault="00354DF7" w:rsidP="00354DF7">
      <w:pPr>
        <w:tabs>
          <w:tab w:val="left" w:pos="6195"/>
        </w:tabs>
      </w:pPr>
      <w:r>
        <w:t>470.2012</w:t>
      </w:r>
      <w:r>
        <w:tab/>
        <w:t>2.480e0</w:t>
      </w:r>
    </w:p>
    <w:p w:rsidR="00354DF7" w:rsidRDefault="00354DF7" w:rsidP="00354DF7">
      <w:pPr>
        <w:tabs>
          <w:tab w:val="left" w:pos="6195"/>
        </w:tabs>
      </w:pPr>
      <w:r>
        <w:t>470.2033</w:t>
      </w:r>
      <w:r>
        <w:tab/>
        <w:t>1.227e0</w:t>
      </w:r>
    </w:p>
    <w:p w:rsidR="00354DF7" w:rsidRDefault="00354DF7" w:rsidP="00354DF7">
      <w:pPr>
        <w:tabs>
          <w:tab w:val="left" w:pos="6195"/>
        </w:tabs>
      </w:pPr>
      <w:r>
        <w:t>470.2524</w:t>
      </w:r>
      <w:r>
        <w:tab/>
        <w:t>4.082e0</w:t>
      </w:r>
    </w:p>
    <w:p w:rsidR="00354DF7" w:rsidRDefault="00354DF7" w:rsidP="00354DF7">
      <w:pPr>
        <w:tabs>
          <w:tab w:val="left" w:pos="6195"/>
        </w:tabs>
      </w:pPr>
      <w:r>
        <w:lastRenderedPageBreak/>
        <w:t>470.2749</w:t>
      </w:r>
      <w:r>
        <w:tab/>
        <w:t>3.330e0</w:t>
      </w:r>
    </w:p>
    <w:p w:rsidR="00354DF7" w:rsidRDefault="00354DF7" w:rsidP="00354DF7">
      <w:pPr>
        <w:tabs>
          <w:tab w:val="left" w:pos="6195"/>
        </w:tabs>
      </w:pPr>
      <w:r>
        <w:t>470.2802</w:t>
      </w:r>
      <w:r>
        <w:tab/>
        <w:t>1.273e0</w:t>
      </w:r>
    </w:p>
    <w:p w:rsidR="00354DF7" w:rsidRDefault="00354DF7" w:rsidP="00354DF7">
      <w:pPr>
        <w:tabs>
          <w:tab w:val="left" w:pos="6195"/>
        </w:tabs>
      </w:pPr>
      <w:r>
        <w:t>470.2934</w:t>
      </w:r>
      <w:r>
        <w:tab/>
        <w:t>4.840e0</w:t>
      </w:r>
    </w:p>
    <w:p w:rsidR="00354DF7" w:rsidRDefault="00354DF7" w:rsidP="00354DF7">
      <w:pPr>
        <w:tabs>
          <w:tab w:val="left" w:pos="6195"/>
        </w:tabs>
      </w:pPr>
      <w:r>
        <w:t>470.3376</w:t>
      </w:r>
      <w:r>
        <w:tab/>
        <w:t>1.099e0</w:t>
      </w:r>
    </w:p>
    <w:p w:rsidR="00354DF7" w:rsidRDefault="00354DF7" w:rsidP="00354DF7">
      <w:pPr>
        <w:tabs>
          <w:tab w:val="left" w:pos="6195"/>
        </w:tabs>
      </w:pPr>
      <w:r>
        <w:t>470.3466</w:t>
      </w:r>
      <w:r>
        <w:tab/>
        <w:t>2.154e0</w:t>
      </w:r>
    </w:p>
    <w:p w:rsidR="00354DF7" w:rsidRDefault="00354DF7" w:rsidP="00354DF7">
      <w:pPr>
        <w:tabs>
          <w:tab w:val="left" w:pos="6195"/>
        </w:tabs>
      </w:pPr>
      <w:r>
        <w:t>470.3592</w:t>
      </w:r>
      <w:r>
        <w:tab/>
        <w:t>3.324e0</w:t>
      </w:r>
    </w:p>
    <w:p w:rsidR="00354DF7" w:rsidRDefault="00354DF7" w:rsidP="00354DF7">
      <w:pPr>
        <w:tabs>
          <w:tab w:val="left" w:pos="6195"/>
        </w:tabs>
      </w:pPr>
      <w:r>
        <w:t>470.3650</w:t>
      </w:r>
      <w:r>
        <w:tab/>
        <w:t>3.212e0</w:t>
      </w:r>
    </w:p>
    <w:p w:rsidR="00354DF7" w:rsidRDefault="00354DF7" w:rsidP="00354DF7">
      <w:pPr>
        <w:tabs>
          <w:tab w:val="left" w:pos="6195"/>
        </w:tabs>
      </w:pPr>
      <w:r>
        <w:t>470.3707</w:t>
      </w:r>
      <w:r>
        <w:tab/>
        <w:t>9.687e0</w:t>
      </w:r>
    </w:p>
    <w:p w:rsidR="00354DF7" w:rsidRDefault="00354DF7" w:rsidP="00354DF7">
      <w:pPr>
        <w:tabs>
          <w:tab w:val="left" w:pos="6195"/>
        </w:tabs>
      </w:pPr>
      <w:r>
        <w:t>470.4223</w:t>
      </w:r>
      <w:r>
        <w:tab/>
        <w:t>1.123e1</w:t>
      </w:r>
    </w:p>
    <w:p w:rsidR="00354DF7" w:rsidRDefault="00354DF7" w:rsidP="00354DF7">
      <w:pPr>
        <w:tabs>
          <w:tab w:val="left" w:pos="6195"/>
        </w:tabs>
      </w:pPr>
      <w:r>
        <w:t>470.4244</w:t>
      </w:r>
      <w:r>
        <w:tab/>
        <w:t>7.421e0</w:t>
      </w:r>
    </w:p>
    <w:p w:rsidR="00354DF7" w:rsidRDefault="00354DF7" w:rsidP="00354DF7">
      <w:pPr>
        <w:tabs>
          <w:tab w:val="left" w:pos="6195"/>
        </w:tabs>
      </w:pPr>
      <w:r>
        <w:t>470.4271</w:t>
      </w:r>
      <w:r>
        <w:tab/>
        <w:t>1.165e1</w:t>
      </w:r>
    </w:p>
    <w:p w:rsidR="00354DF7" w:rsidRDefault="00354DF7" w:rsidP="00354DF7">
      <w:pPr>
        <w:tabs>
          <w:tab w:val="left" w:pos="6195"/>
        </w:tabs>
      </w:pPr>
      <w:r>
        <w:t>470.4304</w:t>
      </w:r>
      <w:r>
        <w:tab/>
        <w:t>2.613e1</w:t>
      </w:r>
    </w:p>
    <w:p w:rsidR="00354DF7" w:rsidRDefault="00354DF7" w:rsidP="00354DF7">
      <w:pPr>
        <w:tabs>
          <w:tab w:val="left" w:pos="6195"/>
        </w:tabs>
      </w:pPr>
      <w:r>
        <w:t>470.4331</w:t>
      </w:r>
      <w:r>
        <w:tab/>
        <w:t>1.061e1</w:t>
      </w:r>
    </w:p>
    <w:p w:rsidR="00354DF7" w:rsidRDefault="00354DF7" w:rsidP="00354DF7">
      <w:pPr>
        <w:tabs>
          <w:tab w:val="left" w:pos="6195"/>
        </w:tabs>
      </w:pPr>
      <w:r>
        <w:t>470.4972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470.4993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470.5073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470.5197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470.5318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470.5385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470.5640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470.5693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470.5939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470.6021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470.6221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470.6284</w:t>
      </w:r>
      <w:r>
        <w:tab/>
        <w:t>3.478e0</w:t>
      </w:r>
    </w:p>
    <w:p w:rsidR="00354DF7" w:rsidRDefault="00354DF7" w:rsidP="00354DF7">
      <w:pPr>
        <w:tabs>
          <w:tab w:val="left" w:pos="6195"/>
        </w:tabs>
      </w:pPr>
      <w:r>
        <w:t>470.6514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470.6718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470.6924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470.6953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470.7269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470.7426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470.7571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470.7596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470.7745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470.7899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470.8041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470.8238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470.8359</w:t>
      </w:r>
      <w:r>
        <w:tab/>
        <w:t>5.180e0</w:t>
      </w:r>
    </w:p>
    <w:p w:rsidR="00354DF7" w:rsidRDefault="00354DF7" w:rsidP="00354DF7">
      <w:pPr>
        <w:tabs>
          <w:tab w:val="left" w:pos="6195"/>
        </w:tabs>
      </w:pPr>
      <w:r>
        <w:lastRenderedPageBreak/>
        <w:t>470.8401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470.8711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470.8727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470.8854</w:t>
      </w:r>
      <w:r>
        <w:tab/>
        <w:t>5.729e0</w:t>
      </w:r>
    </w:p>
    <w:p w:rsidR="00354DF7" w:rsidRDefault="00354DF7" w:rsidP="00354DF7">
      <w:pPr>
        <w:tabs>
          <w:tab w:val="left" w:pos="6195"/>
        </w:tabs>
      </w:pPr>
      <w:r>
        <w:t>470.9051</w:t>
      </w:r>
      <w:r>
        <w:tab/>
        <w:t>1.096e0</w:t>
      </w:r>
    </w:p>
    <w:p w:rsidR="00354DF7" w:rsidRDefault="00354DF7" w:rsidP="00354DF7">
      <w:pPr>
        <w:tabs>
          <w:tab w:val="left" w:pos="6195"/>
        </w:tabs>
      </w:pPr>
      <w:r>
        <w:t>470.9252</w:t>
      </w:r>
      <w:r>
        <w:tab/>
        <w:t>2.612e0</w:t>
      </w:r>
    </w:p>
    <w:p w:rsidR="00354DF7" w:rsidRDefault="00354DF7" w:rsidP="00354DF7">
      <w:pPr>
        <w:tabs>
          <w:tab w:val="left" w:pos="6195"/>
        </w:tabs>
      </w:pPr>
      <w:r>
        <w:t>470.9402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470.9462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470.9541</w:t>
      </w:r>
      <w:r>
        <w:tab/>
        <w:t>2.141e0</w:t>
      </w:r>
    </w:p>
    <w:p w:rsidR="00354DF7" w:rsidRDefault="00354DF7" w:rsidP="00354DF7">
      <w:pPr>
        <w:tabs>
          <w:tab w:val="left" w:pos="6195"/>
        </w:tabs>
      </w:pPr>
      <w:r>
        <w:t>470.9771</w:t>
      </w:r>
      <w:r>
        <w:tab/>
        <w:t>2.896e0</w:t>
      </w:r>
    </w:p>
    <w:p w:rsidR="00354DF7" w:rsidRDefault="00354DF7" w:rsidP="00354DF7">
      <w:pPr>
        <w:tabs>
          <w:tab w:val="left" w:pos="6195"/>
        </w:tabs>
      </w:pPr>
      <w:r>
        <w:t>470.9938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471.0130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471.0150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471.0355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471.0414</w:t>
      </w:r>
      <w:r>
        <w:tab/>
        <w:t>2.287e0</w:t>
      </w:r>
    </w:p>
    <w:p w:rsidR="00354DF7" w:rsidRDefault="00354DF7" w:rsidP="00354DF7">
      <w:pPr>
        <w:tabs>
          <w:tab w:val="left" w:pos="6195"/>
        </w:tabs>
      </w:pPr>
      <w:r>
        <w:t>471.0522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471.0536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471.0742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471.0772</w:t>
      </w:r>
      <w:r>
        <w:tab/>
        <w:t>2.187e0</w:t>
      </w:r>
    </w:p>
    <w:p w:rsidR="00354DF7" w:rsidRDefault="00354DF7" w:rsidP="00354DF7">
      <w:pPr>
        <w:tabs>
          <w:tab w:val="left" w:pos="6195"/>
        </w:tabs>
      </w:pPr>
      <w:r>
        <w:lastRenderedPageBreak/>
        <w:t>471.0926</w:t>
      </w:r>
      <w:r>
        <w:tab/>
        <w:t>2.331e0</w:t>
      </w:r>
    </w:p>
    <w:p w:rsidR="00354DF7" w:rsidRDefault="00354DF7" w:rsidP="00354DF7">
      <w:pPr>
        <w:tabs>
          <w:tab w:val="left" w:pos="6195"/>
        </w:tabs>
      </w:pPr>
      <w:r>
        <w:t>471.1468</w:t>
      </w:r>
      <w:r>
        <w:tab/>
        <w:t>4.607e0</w:t>
      </w:r>
    </w:p>
    <w:p w:rsidR="00354DF7" w:rsidRDefault="00354DF7" w:rsidP="00354DF7">
      <w:pPr>
        <w:tabs>
          <w:tab w:val="left" w:pos="6195"/>
        </w:tabs>
      </w:pPr>
      <w:r>
        <w:t>471.1635</w:t>
      </w:r>
      <w:r>
        <w:tab/>
        <w:t>1.834e0</w:t>
      </w:r>
    </w:p>
    <w:p w:rsidR="00354DF7" w:rsidRDefault="00354DF7" w:rsidP="00354DF7">
      <w:pPr>
        <w:tabs>
          <w:tab w:val="left" w:pos="6195"/>
        </w:tabs>
      </w:pPr>
      <w:r>
        <w:t>471.1924</w:t>
      </w:r>
      <w:r>
        <w:tab/>
        <w:t>1.188e0</w:t>
      </w:r>
    </w:p>
    <w:p w:rsidR="00354DF7" w:rsidRDefault="00354DF7" w:rsidP="00354DF7">
      <w:pPr>
        <w:tabs>
          <w:tab w:val="left" w:pos="6195"/>
        </w:tabs>
      </w:pPr>
      <w:r>
        <w:t>471.2013</w:t>
      </w:r>
      <w:r>
        <w:tab/>
        <w:t>3.857e0</w:t>
      </w:r>
    </w:p>
    <w:p w:rsidR="00354DF7" w:rsidRDefault="00354DF7" w:rsidP="00354DF7">
      <w:pPr>
        <w:tabs>
          <w:tab w:val="left" w:pos="6195"/>
        </w:tabs>
      </w:pPr>
      <w:r>
        <w:t>471.2038</w:t>
      </w:r>
      <w:r>
        <w:tab/>
        <w:t>2.271e0</w:t>
      </w:r>
    </w:p>
    <w:p w:rsidR="00354DF7" w:rsidRDefault="00354DF7" w:rsidP="00354DF7">
      <w:pPr>
        <w:tabs>
          <w:tab w:val="left" w:pos="6195"/>
        </w:tabs>
      </w:pPr>
      <w:r>
        <w:t>471.2061</w:t>
      </w:r>
      <w:r>
        <w:tab/>
        <w:t>2.146e0</w:t>
      </w:r>
    </w:p>
    <w:p w:rsidR="00354DF7" w:rsidRDefault="00354DF7" w:rsidP="00354DF7">
      <w:pPr>
        <w:tabs>
          <w:tab w:val="left" w:pos="6195"/>
        </w:tabs>
      </w:pPr>
      <w:r>
        <w:t>471.2535</w:t>
      </w:r>
      <w:r>
        <w:tab/>
        <w:t>1.218e0</w:t>
      </w:r>
    </w:p>
    <w:p w:rsidR="00354DF7" w:rsidRDefault="00354DF7" w:rsidP="00354DF7">
      <w:pPr>
        <w:tabs>
          <w:tab w:val="left" w:pos="6195"/>
        </w:tabs>
      </w:pPr>
      <w:r>
        <w:t>471.2674</w:t>
      </w:r>
      <w:r>
        <w:tab/>
        <w:t>2.449e0</w:t>
      </w:r>
    </w:p>
    <w:p w:rsidR="00354DF7" w:rsidRDefault="00354DF7" w:rsidP="00354DF7">
      <w:pPr>
        <w:tabs>
          <w:tab w:val="left" w:pos="6195"/>
        </w:tabs>
      </w:pPr>
      <w:r>
        <w:t>471.2803</w:t>
      </w:r>
      <w:r>
        <w:tab/>
        <w:t>4.284e0</w:t>
      </w:r>
    </w:p>
    <w:p w:rsidR="00354DF7" w:rsidRDefault="00354DF7" w:rsidP="00354DF7">
      <w:pPr>
        <w:tabs>
          <w:tab w:val="left" w:pos="6195"/>
        </w:tabs>
      </w:pPr>
      <w:r>
        <w:t>471.2961</w:t>
      </w:r>
      <w:r>
        <w:tab/>
        <w:t>5.131e0</w:t>
      </w:r>
    </w:p>
    <w:p w:rsidR="00354DF7" w:rsidRDefault="00354DF7" w:rsidP="00354DF7">
      <w:pPr>
        <w:tabs>
          <w:tab w:val="left" w:pos="6195"/>
        </w:tabs>
      </w:pPr>
      <w:r>
        <w:t>471.3006</w:t>
      </w:r>
      <w:r>
        <w:tab/>
        <w:t>1.923e0</w:t>
      </w:r>
    </w:p>
    <w:p w:rsidR="00354DF7" w:rsidRDefault="00354DF7" w:rsidP="00354DF7">
      <w:pPr>
        <w:tabs>
          <w:tab w:val="left" w:pos="6195"/>
        </w:tabs>
      </w:pPr>
      <w:r>
        <w:t>471.3165</w:t>
      </w:r>
      <w:r>
        <w:tab/>
        <w:t>2.156e0</w:t>
      </w:r>
    </w:p>
    <w:p w:rsidR="00354DF7" w:rsidRDefault="00354DF7" w:rsidP="00354DF7">
      <w:pPr>
        <w:tabs>
          <w:tab w:val="left" w:pos="6195"/>
        </w:tabs>
      </w:pPr>
      <w:r>
        <w:t>471.3762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471.4198</w:t>
      </w:r>
      <w:r>
        <w:tab/>
        <w:t>2.293e0</w:t>
      </w:r>
    </w:p>
    <w:p w:rsidR="00354DF7" w:rsidRDefault="00354DF7" w:rsidP="00354DF7">
      <w:pPr>
        <w:tabs>
          <w:tab w:val="left" w:pos="6195"/>
        </w:tabs>
      </w:pPr>
      <w:r>
        <w:t>471.4214</w:t>
      </w:r>
      <w:r>
        <w:tab/>
        <w:t>2.658e0</w:t>
      </w:r>
    </w:p>
    <w:p w:rsidR="00354DF7" w:rsidRDefault="00354DF7" w:rsidP="00354DF7">
      <w:pPr>
        <w:tabs>
          <w:tab w:val="left" w:pos="6195"/>
        </w:tabs>
      </w:pPr>
      <w:r>
        <w:t>471.4365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471.4508</w:t>
      </w:r>
      <w:r>
        <w:tab/>
        <w:t>1.492e0</w:t>
      </w:r>
    </w:p>
    <w:p w:rsidR="00354DF7" w:rsidRDefault="00354DF7" w:rsidP="00354DF7">
      <w:pPr>
        <w:tabs>
          <w:tab w:val="left" w:pos="6195"/>
        </w:tabs>
      </w:pPr>
      <w:r>
        <w:t>471.4973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471.5008</w:t>
      </w:r>
      <w:r>
        <w:tab/>
        <w:t>7.846e0</w:t>
      </w:r>
    </w:p>
    <w:p w:rsidR="00354DF7" w:rsidRDefault="00354DF7" w:rsidP="00354DF7">
      <w:pPr>
        <w:tabs>
          <w:tab w:val="left" w:pos="6195"/>
        </w:tabs>
      </w:pPr>
      <w:r>
        <w:t>471.5347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471.5373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471.5515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471.5819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471.5869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471.5919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471.6241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471.6288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471.6645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471.6782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471.6807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471.6833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471.7077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471.7392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471.7440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471.7645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471.7655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471.7808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lastRenderedPageBreak/>
        <w:t>471.7946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471.8145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471.8260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471.8749</w:t>
      </w:r>
      <w:r>
        <w:tab/>
        <w:t>6.225e0</w:t>
      </w:r>
    </w:p>
    <w:p w:rsidR="00354DF7" w:rsidRDefault="00354DF7" w:rsidP="00354DF7">
      <w:pPr>
        <w:tabs>
          <w:tab w:val="left" w:pos="6195"/>
        </w:tabs>
      </w:pPr>
      <w:r>
        <w:t>471.8983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471.9272</w:t>
      </w:r>
      <w:r>
        <w:tab/>
        <w:t>2.011e0</w:t>
      </w:r>
    </w:p>
    <w:p w:rsidR="00354DF7" w:rsidRDefault="00354DF7" w:rsidP="00354DF7">
      <w:pPr>
        <w:tabs>
          <w:tab w:val="left" w:pos="6195"/>
        </w:tabs>
      </w:pPr>
      <w:r>
        <w:t>471.9505</w:t>
      </w:r>
      <w:r>
        <w:tab/>
        <w:t>7.429e0</w:t>
      </w:r>
    </w:p>
    <w:p w:rsidR="00354DF7" w:rsidRDefault="00354DF7" w:rsidP="00354DF7">
      <w:pPr>
        <w:tabs>
          <w:tab w:val="left" w:pos="6195"/>
        </w:tabs>
      </w:pPr>
      <w:r>
        <w:t>471.9572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471.9825</w:t>
      </w:r>
      <w:r>
        <w:tab/>
        <w:t>1.801e0</w:t>
      </w:r>
    </w:p>
    <w:p w:rsidR="00354DF7" w:rsidRDefault="00354DF7" w:rsidP="00354DF7">
      <w:pPr>
        <w:tabs>
          <w:tab w:val="left" w:pos="6195"/>
        </w:tabs>
      </w:pPr>
      <w:r>
        <w:t>471.9972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471.9993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472.0237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472.0254</w:t>
      </w:r>
      <w:r>
        <w:tab/>
        <w:t>8.101e0</w:t>
      </w:r>
    </w:p>
    <w:p w:rsidR="00354DF7" w:rsidRDefault="00354DF7" w:rsidP="00354DF7">
      <w:pPr>
        <w:tabs>
          <w:tab w:val="left" w:pos="6195"/>
        </w:tabs>
      </w:pPr>
      <w:r>
        <w:t>472.0285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472.0332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472.0443</w:t>
      </w:r>
      <w:r>
        <w:tab/>
        <w:t>3.290e0</w:t>
      </w:r>
    </w:p>
    <w:p w:rsidR="00354DF7" w:rsidRDefault="00354DF7" w:rsidP="00354DF7">
      <w:pPr>
        <w:tabs>
          <w:tab w:val="left" w:pos="6195"/>
        </w:tabs>
      </w:pPr>
      <w:r>
        <w:t>472.0512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472.0765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472.0788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472.1346</w:t>
      </w:r>
      <w:r>
        <w:tab/>
        <w:t>1.174e0</w:t>
      </w:r>
    </w:p>
    <w:p w:rsidR="00354DF7" w:rsidRDefault="00354DF7" w:rsidP="00354DF7">
      <w:pPr>
        <w:tabs>
          <w:tab w:val="left" w:pos="6195"/>
        </w:tabs>
      </w:pPr>
      <w:r>
        <w:t>472.1381</w:t>
      </w:r>
      <w:r>
        <w:tab/>
        <w:t>3.752e0</w:t>
      </w:r>
    </w:p>
    <w:p w:rsidR="00354DF7" w:rsidRDefault="00354DF7" w:rsidP="00354DF7">
      <w:pPr>
        <w:tabs>
          <w:tab w:val="left" w:pos="6195"/>
        </w:tabs>
      </w:pPr>
      <w:r>
        <w:t>472.1488</w:t>
      </w:r>
      <w:r>
        <w:tab/>
        <w:t>7.832e0</w:t>
      </w:r>
    </w:p>
    <w:p w:rsidR="00354DF7" w:rsidRDefault="00354DF7" w:rsidP="00354DF7">
      <w:pPr>
        <w:tabs>
          <w:tab w:val="left" w:pos="6195"/>
        </w:tabs>
      </w:pPr>
      <w:r>
        <w:t>472.1644</w:t>
      </w:r>
      <w:r>
        <w:tab/>
        <w:t>3.173e0</w:t>
      </w:r>
    </w:p>
    <w:p w:rsidR="00354DF7" w:rsidRDefault="00354DF7" w:rsidP="00354DF7">
      <w:pPr>
        <w:tabs>
          <w:tab w:val="left" w:pos="6195"/>
        </w:tabs>
      </w:pPr>
      <w:r>
        <w:t>472.1988</w:t>
      </w:r>
      <w:r>
        <w:tab/>
        <w:t>5.830e0</w:t>
      </w:r>
    </w:p>
    <w:p w:rsidR="00354DF7" w:rsidRDefault="00354DF7" w:rsidP="00354DF7">
      <w:pPr>
        <w:tabs>
          <w:tab w:val="left" w:pos="6195"/>
        </w:tabs>
      </w:pPr>
      <w:r>
        <w:t>472.2036</w:t>
      </w:r>
      <w:r>
        <w:tab/>
        <w:t>4.469e0</w:t>
      </w:r>
    </w:p>
    <w:p w:rsidR="00354DF7" w:rsidRDefault="00354DF7" w:rsidP="00354DF7">
      <w:pPr>
        <w:tabs>
          <w:tab w:val="left" w:pos="6195"/>
        </w:tabs>
      </w:pPr>
      <w:r>
        <w:t>472.2067</w:t>
      </w:r>
      <w:r>
        <w:tab/>
        <w:t>5.999e0</w:t>
      </w:r>
    </w:p>
    <w:p w:rsidR="00354DF7" w:rsidRDefault="00354DF7" w:rsidP="00354DF7">
      <w:pPr>
        <w:tabs>
          <w:tab w:val="left" w:pos="6195"/>
        </w:tabs>
      </w:pPr>
      <w:r>
        <w:t>472.2147</w:t>
      </w:r>
      <w:r>
        <w:tab/>
        <w:t>4.213e0</w:t>
      </w:r>
    </w:p>
    <w:p w:rsidR="00354DF7" w:rsidRDefault="00354DF7" w:rsidP="00354DF7">
      <w:pPr>
        <w:tabs>
          <w:tab w:val="left" w:pos="6195"/>
        </w:tabs>
      </w:pPr>
      <w:r>
        <w:t>472.2159</w:t>
      </w:r>
      <w:r>
        <w:tab/>
        <w:t>5.372e0</w:t>
      </w:r>
    </w:p>
    <w:p w:rsidR="00354DF7" w:rsidRDefault="00354DF7" w:rsidP="00354DF7">
      <w:pPr>
        <w:tabs>
          <w:tab w:val="left" w:pos="6195"/>
        </w:tabs>
      </w:pPr>
      <w:r>
        <w:t>472.2273</w:t>
      </w:r>
      <w:r>
        <w:tab/>
        <w:t>3.364e0</w:t>
      </w:r>
    </w:p>
    <w:p w:rsidR="00354DF7" w:rsidRDefault="00354DF7" w:rsidP="00354DF7">
      <w:pPr>
        <w:tabs>
          <w:tab w:val="left" w:pos="6195"/>
        </w:tabs>
      </w:pPr>
      <w:r>
        <w:t>472.2563</w:t>
      </w:r>
      <w:r>
        <w:tab/>
        <w:t>2.858e0</w:t>
      </w:r>
    </w:p>
    <w:p w:rsidR="00354DF7" w:rsidRDefault="00354DF7" w:rsidP="00354DF7">
      <w:pPr>
        <w:tabs>
          <w:tab w:val="left" w:pos="6195"/>
        </w:tabs>
      </w:pPr>
      <w:r>
        <w:t>472.2814</w:t>
      </w:r>
      <w:r>
        <w:tab/>
        <w:t>1.864e0</w:t>
      </w:r>
    </w:p>
    <w:p w:rsidR="00354DF7" w:rsidRDefault="00354DF7" w:rsidP="00354DF7">
      <w:pPr>
        <w:tabs>
          <w:tab w:val="left" w:pos="6195"/>
        </w:tabs>
      </w:pPr>
      <w:r>
        <w:t>472.2886</w:t>
      </w:r>
      <w:r>
        <w:tab/>
        <w:t>6.631e0</w:t>
      </w:r>
    </w:p>
    <w:p w:rsidR="00354DF7" w:rsidRDefault="00354DF7" w:rsidP="00354DF7">
      <w:pPr>
        <w:tabs>
          <w:tab w:val="left" w:pos="6195"/>
        </w:tabs>
      </w:pPr>
      <w:r>
        <w:t>472.3153</w:t>
      </w:r>
      <w:r>
        <w:tab/>
        <w:t>2.007e0</w:t>
      </w:r>
    </w:p>
    <w:p w:rsidR="00354DF7" w:rsidRDefault="00354DF7" w:rsidP="00354DF7">
      <w:pPr>
        <w:tabs>
          <w:tab w:val="left" w:pos="6195"/>
        </w:tabs>
      </w:pPr>
      <w:r>
        <w:t>472.3517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472.3619</w:t>
      </w:r>
      <w:r>
        <w:tab/>
        <w:t>2.274e0</w:t>
      </w:r>
    </w:p>
    <w:p w:rsidR="00354DF7" w:rsidRDefault="00354DF7" w:rsidP="00354DF7">
      <w:pPr>
        <w:tabs>
          <w:tab w:val="left" w:pos="6195"/>
        </w:tabs>
      </w:pPr>
      <w:r>
        <w:t>472.3838</w:t>
      </w:r>
      <w:r>
        <w:tab/>
        <w:t>1.055e0</w:t>
      </w:r>
    </w:p>
    <w:p w:rsidR="00354DF7" w:rsidRDefault="00354DF7" w:rsidP="00354DF7">
      <w:pPr>
        <w:tabs>
          <w:tab w:val="left" w:pos="6195"/>
        </w:tabs>
      </w:pPr>
      <w:r>
        <w:t>472.3897</w:t>
      </w:r>
      <w:r>
        <w:tab/>
        <w:t>4.621e0</w:t>
      </w:r>
    </w:p>
    <w:p w:rsidR="00354DF7" w:rsidRDefault="00354DF7" w:rsidP="00354DF7">
      <w:pPr>
        <w:tabs>
          <w:tab w:val="left" w:pos="6195"/>
        </w:tabs>
      </w:pPr>
      <w:r>
        <w:t>472.4055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472.4258</w:t>
      </w:r>
      <w:r>
        <w:tab/>
        <w:t>2.251e0</w:t>
      </w:r>
    </w:p>
    <w:p w:rsidR="00354DF7" w:rsidRDefault="00354DF7" w:rsidP="00354DF7">
      <w:pPr>
        <w:tabs>
          <w:tab w:val="left" w:pos="6195"/>
        </w:tabs>
      </w:pPr>
      <w:r>
        <w:t>472.4411</w:t>
      </w:r>
      <w:r>
        <w:tab/>
        <w:t>8.197e0</w:t>
      </w:r>
    </w:p>
    <w:p w:rsidR="00354DF7" w:rsidRDefault="00354DF7" w:rsidP="00354DF7">
      <w:pPr>
        <w:tabs>
          <w:tab w:val="left" w:pos="6195"/>
        </w:tabs>
      </w:pPr>
      <w:r>
        <w:t>472.4602</w:t>
      </w:r>
      <w:r>
        <w:tab/>
        <w:t>3.344e0</w:t>
      </w:r>
    </w:p>
    <w:p w:rsidR="00354DF7" w:rsidRDefault="00354DF7" w:rsidP="00354DF7">
      <w:pPr>
        <w:tabs>
          <w:tab w:val="left" w:pos="6195"/>
        </w:tabs>
      </w:pPr>
      <w:r>
        <w:t>472.4749</w:t>
      </w:r>
      <w:r>
        <w:tab/>
        <w:t>1.702e0</w:t>
      </w:r>
    </w:p>
    <w:p w:rsidR="00354DF7" w:rsidRDefault="00354DF7" w:rsidP="00354DF7">
      <w:pPr>
        <w:tabs>
          <w:tab w:val="left" w:pos="6195"/>
        </w:tabs>
      </w:pPr>
      <w:r>
        <w:t>472.4922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472.5024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472.5147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472.5364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472.5396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472.5608</w:t>
      </w:r>
      <w:r>
        <w:tab/>
        <w:t>3.926e0</w:t>
      </w:r>
    </w:p>
    <w:p w:rsidR="00354DF7" w:rsidRDefault="00354DF7" w:rsidP="00354DF7">
      <w:pPr>
        <w:tabs>
          <w:tab w:val="left" w:pos="6195"/>
        </w:tabs>
      </w:pPr>
      <w:r>
        <w:t>472.5737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472.5768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472.6008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472.6230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472.6339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472.6405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472.6988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472.7173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472.7529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472.7627</w:t>
      </w:r>
      <w:r>
        <w:tab/>
        <w:t>3.501e0</w:t>
      </w:r>
    </w:p>
    <w:p w:rsidR="00354DF7" w:rsidRDefault="00354DF7" w:rsidP="00354DF7">
      <w:pPr>
        <w:tabs>
          <w:tab w:val="left" w:pos="6195"/>
        </w:tabs>
      </w:pPr>
      <w:r>
        <w:t>472.7895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472.8062</w:t>
      </w:r>
      <w:r>
        <w:tab/>
        <w:t>6.408e0</w:t>
      </w:r>
    </w:p>
    <w:p w:rsidR="00354DF7" w:rsidRDefault="00354DF7" w:rsidP="00354DF7">
      <w:pPr>
        <w:tabs>
          <w:tab w:val="left" w:pos="6195"/>
        </w:tabs>
      </w:pPr>
      <w:r>
        <w:t>472.8311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472.8389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472.8752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472.8771</w:t>
      </w:r>
      <w:r>
        <w:tab/>
        <w:t>4.547e0</w:t>
      </w:r>
    </w:p>
    <w:p w:rsidR="00354DF7" w:rsidRDefault="00354DF7" w:rsidP="00354DF7">
      <w:pPr>
        <w:tabs>
          <w:tab w:val="left" w:pos="6195"/>
        </w:tabs>
      </w:pPr>
      <w:r>
        <w:t>472.8861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472.9047</w:t>
      </w:r>
      <w:r>
        <w:tab/>
        <w:t>4.604e0</w:t>
      </w:r>
    </w:p>
    <w:p w:rsidR="00354DF7" w:rsidRDefault="00354DF7" w:rsidP="00354DF7">
      <w:pPr>
        <w:tabs>
          <w:tab w:val="left" w:pos="6195"/>
        </w:tabs>
      </w:pPr>
      <w:r>
        <w:t>472.9128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472.9189</w:t>
      </w:r>
      <w:r>
        <w:tab/>
        <w:t>3.378e0</w:t>
      </w:r>
    </w:p>
    <w:p w:rsidR="00354DF7" w:rsidRDefault="00354DF7" w:rsidP="00354DF7">
      <w:pPr>
        <w:tabs>
          <w:tab w:val="left" w:pos="6195"/>
        </w:tabs>
      </w:pPr>
      <w:r>
        <w:t>472.9380</w:t>
      </w:r>
      <w:r>
        <w:tab/>
        <w:t>1.780e0</w:t>
      </w:r>
    </w:p>
    <w:p w:rsidR="00354DF7" w:rsidRDefault="00354DF7" w:rsidP="00354DF7">
      <w:pPr>
        <w:tabs>
          <w:tab w:val="left" w:pos="6195"/>
        </w:tabs>
      </w:pPr>
      <w:r>
        <w:t>472.9456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472.9513</w:t>
      </w:r>
      <w:r>
        <w:tab/>
        <w:t>1.804e0</w:t>
      </w:r>
    </w:p>
    <w:p w:rsidR="00354DF7" w:rsidRDefault="00354DF7" w:rsidP="00354DF7">
      <w:pPr>
        <w:tabs>
          <w:tab w:val="left" w:pos="6195"/>
        </w:tabs>
      </w:pPr>
      <w:r>
        <w:t>472.9718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472.9734</w:t>
      </w:r>
      <w:r>
        <w:tab/>
        <w:t>2.973e0</w:t>
      </w:r>
    </w:p>
    <w:p w:rsidR="00354DF7" w:rsidRDefault="00354DF7" w:rsidP="00354DF7">
      <w:pPr>
        <w:tabs>
          <w:tab w:val="left" w:pos="6195"/>
        </w:tabs>
      </w:pPr>
      <w:r>
        <w:t>472.9851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472.9952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473.0120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473.0388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473.0554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473.0802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473.0862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473.1004</w:t>
      </w:r>
      <w:r>
        <w:tab/>
        <w:t>5.945e0</w:t>
      </w:r>
    </w:p>
    <w:p w:rsidR="00354DF7" w:rsidRDefault="00354DF7" w:rsidP="00354DF7">
      <w:pPr>
        <w:tabs>
          <w:tab w:val="left" w:pos="6195"/>
        </w:tabs>
      </w:pPr>
      <w:r>
        <w:t>473.1547</w:t>
      </w:r>
      <w:r>
        <w:tab/>
        <w:t>3.923e0</w:t>
      </w:r>
    </w:p>
    <w:p w:rsidR="00354DF7" w:rsidRDefault="00354DF7" w:rsidP="00354DF7">
      <w:pPr>
        <w:tabs>
          <w:tab w:val="left" w:pos="6195"/>
        </w:tabs>
      </w:pPr>
      <w:r>
        <w:t>473.1612</w:t>
      </w:r>
      <w:r>
        <w:tab/>
        <w:t>2.095e0</w:t>
      </w:r>
    </w:p>
    <w:p w:rsidR="00354DF7" w:rsidRDefault="00354DF7" w:rsidP="00354DF7">
      <w:pPr>
        <w:tabs>
          <w:tab w:val="left" w:pos="6195"/>
        </w:tabs>
      </w:pPr>
      <w:r>
        <w:t>473.2018</w:t>
      </w:r>
      <w:r>
        <w:tab/>
        <w:t>3.430e0</w:t>
      </w:r>
    </w:p>
    <w:p w:rsidR="00354DF7" w:rsidRDefault="00354DF7" w:rsidP="00354DF7">
      <w:pPr>
        <w:tabs>
          <w:tab w:val="left" w:pos="6195"/>
        </w:tabs>
      </w:pPr>
      <w:r>
        <w:t>473.2039</w:t>
      </w:r>
      <w:r>
        <w:tab/>
        <w:t>4.192e0</w:t>
      </w:r>
    </w:p>
    <w:p w:rsidR="00354DF7" w:rsidRDefault="00354DF7" w:rsidP="00354DF7">
      <w:pPr>
        <w:tabs>
          <w:tab w:val="left" w:pos="6195"/>
        </w:tabs>
      </w:pPr>
      <w:r>
        <w:t>473.2262</w:t>
      </w:r>
      <w:r>
        <w:tab/>
        <w:t>2.644e0</w:t>
      </w:r>
    </w:p>
    <w:p w:rsidR="00354DF7" w:rsidRDefault="00354DF7" w:rsidP="00354DF7">
      <w:pPr>
        <w:tabs>
          <w:tab w:val="left" w:pos="6195"/>
        </w:tabs>
      </w:pPr>
      <w:r>
        <w:t>473.2410</w:t>
      </w:r>
      <w:r>
        <w:tab/>
        <w:t>5.533e0</w:t>
      </w:r>
    </w:p>
    <w:p w:rsidR="00354DF7" w:rsidRDefault="00354DF7" w:rsidP="00354DF7">
      <w:pPr>
        <w:tabs>
          <w:tab w:val="left" w:pos="6195"/>
        </w:tabs>
      </w:pPr>
      <w:r>
        <w:t>473.3322</w:t>
      </w:r>
      <w:r>
        <w:tab/>
        <w:t>2.899e1</w:t>
      </w:r>
    </w:p>
    <w:p w:rsidR="00354DF7" w:rsidRDefault="00354DF7" w:rsidP="00354DF7">
      <w:pPr>
        <w:tabs>
          <w:tab w:val="left" w:pos="6195"/>
        </w:tabs>
      </w:pPr>
      <w:r>
        <w:t>473.3358</w:t>
      </w:r>
      <w:r>
        <w:tab/>
        <w:t>1.288e1</w:t>
      </w:r>
    </w:p>
    <w:p w:rsidR="00354DF7" w:rsidRDefault="00354DF7" w:rsidP="00354DF7">
      <w:pPr>
        <w:tabs>
          <w:tab w:val="left" w:pos="6195"/>
        </w:tabs>
      </w:pPr>
      <w:r>
        <w:t>473.3438</w:t>
      </w:r>
      <w:r>
        <w:tab/>
        <w:t>2.409e1</w:t>
      </w:r>
    </w:p>
    <w:p w:rsidR="00354DF7" w:rsidRDefault="00354DF7" w:rsidP="00354DF7">
      <w:pPr>
        <w:tabs>
          <w:tab w:val="left" w:pos="6195"/>
        </w:tabs>
      </w:pPr>
      <w:r>
        <w:t>473.3449</w:t>
      </w:r>
      <w:r>
        <w:tab/>
        <w:t>1.990e1</w:t>
      </w:r>
    </w:p>
    <w:p w:rsidR="00354DF7" w:rsidRDefault="00354DF7" w:rsidP="00354DF7">
      <w:pPr>
        <w:tabs>
          <w:tab w:val="left" w:pos="6195"/>
        </w:tabs>
      </w:pPr>
      <w:r>
        <w:t>473.3479</w:t>
      </w:r>
      <w:r>
        <w:tab/>
        <w:t>3.961e1</w:t>
      </w:r>
    </w:p>
    <w:p w:rsidR="00354DF7" w:rsidRDefault="00354DF7" w:rsidP="00354DF7">
      <w:pPr>
        <w:tabs>
          <w:tab w:val="left" w:pos="6195"/>
        </w:tabs>
      </w:pPr>
      <w:r>
        <w:t>473.4153</w:t>
      </w:r>
      <w:r>
        <w:tab/>
        <w:t>1.519e0</w:t>
      </w:r>
    </w:p>
    <w:p w:rsidR="00354DF7" w:rsidRDefault="00354DF7" w:rsidP="00354DF7">
      <w:pPr>
        <w:tabs>
          <w:tab w:val="left" w:pos="6195"/>
        </w:tabs>
      </w:pPr>
      <w:r>
        <w:t>473.4305</w:t>
      </w:r>
      <w:r>
        <w:tab/>
        <w:t>4.409e0</w:t>
      </w:r>
    </w:p>
    <w:p w:rsidR="00354DF7" w:rsidRDefault="00354DF7" w:rsidP="00354DF7">
      <w:pPr>
        <w:tabs>
          <w:tab w:val="left" w:pos="6195"/>
        </w:tabs>
      </w:pPr>
      <w:r>
        <w:t>473.4541</w:t>
      </w:r>
      <w:r>
        <w:tab/>
        <w:t>1.066e0</w:t>
      </w:r>
    </w:p>
    <w:p w:rsidR="00354DF7" w:rsidRDefault="00354DF7" w:rsidP="00354DF7">
      <w:pPr>
        <w:tabs>
          <w:tab w:val="left" w:pos="6195"/>
        </w:tabs>
      </w:pPr>
      <w:r>
        <w:lastRenderedPageBreak/>
        <w:t>473.4641</w:t>
      </w:r>
      <w:r>
        <w:tab/>
        <w:t>1.227e0</w:t>
      </w:r>
    </w:p>
    <w:p w:rsidR="00354DF7" w:rsidRDefault="00354DF7" w:rsidP="00354DF7">
      <w:pPr>
        <w:tabs>
          <w:tab w:val="left" w:pos="6195"/>
        </w:tabs>
      </w:pPr>
      <w:r>
        <w:t>473.4790</w:t>
      </w:r>
      <w:r>
        <w:tab/>
        <w:t>2.780e0</w:t>
      </w:r>
    </w:p>
    <w:p w:rsidR="00354DF7" w:rsidRDefault="00354DF7" w:rsidP="00354DF7">
      <w:pPr>
        <w:tabs>
          <w:tab w:val="left" w:pos="6195"/>
        </w:tabs>
      </w:pPr>
      <w:r>
        <w:t>473.4987</w:t>
      </w:r>
      <w:r>
        <w:tab/>
        <w:t>3.727e0</w:t>
      </w:r>
    </w:p>
    <w:p w:rsidR="00354DF7" w:rsidRDefault="00354DF7" w:rsidP="00354DF7">
      <w:pPr>
        <w:tabs>
          <w:tab w:val="left" w:pos="6195"/>
        </w:tabs>
      </w:pPr>
      <w:r>
        <w:t>473.5227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473.5564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473.5684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473.5770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473.6064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473.6142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473.6203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473.6386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473.6719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473.6976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473.7050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473.7326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473.7362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473.7808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473.7997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473.8171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473.8288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473.8374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473.8519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473.8581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473.8660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473.8796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473.9017</w:t>
      </w:r>
      <w:r>
        <w:tab/>
        <w:t>3.929e0</w:t>
      </w:r>
    </w:p>
    <w:p w:rsidR="00354DF7" w:rsidRDefault="00354DF7" w:rsidP="00354DF7">
      <w:pPr>
        <w:tabs>
          <w:tab w:val="left" w:pos="6195"/>
        </w:tabs>
      </w:pPr>
      <w:r>
        <w:t>473.9148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473.9491</w:t>
      </w:r>
      <w:r>
        <w:tab/>
        <w:t>2.216e0</w:t>
      </w:r>
    </w:p>
    <w:p w:rsidR="00354DF7" w:rsidRDefault="00354DF7" w:rsidP="00354DF7">
      <w:pPr>
        <w:tabs>
          <w:tab w:val="left" w:pos="6195"/>
        </w:tabs>
      </w:pPr>
      <w:r>
        <w:t>473.9585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473.9850</w:t>
      </w:r>
      <w:r>
        <w:tab/>
        <w:t>5.852e0</w:t>
      </w:r>
    </w:p>
    <w:p w:rsidR="00354DF7" w:rsidRDefault="00354DF7" w:rsidP="00354DF7">
      <w:pPr>
        <w:tabs>
          <w:tab w:val="left" w:pos="6195"/>
        </w:tabs>
      </w:pPr>
      <w:r>
        <w:t>473.9893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473.9936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474.0124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474.0346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474.0400</w:t>
      </w:r>
      <w:r>
        <w:tab/>
        <w:t>2.914e0</w:t>
      </w:r>
    </w:p>
    <w:p w:rsidR="00354DF7" w:rsidRDefault="00354DF7" w:rsidP="00354DF7">
      <w:pPr>
        <w:tabs>
          <w:tab w:val="left" w:pos="6195"/>
        </w:tabs>
      </w:pPr>
      <w:r>
        <w:t>474.0435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474.0630</w:t>
      </w:r>
      <w:r>
        <w:tab/>
        <w:t>2.305e0</w:t>
      </w:r>
    </w:p>
    <w:p w:rsidR="00354DF7" w:rsidRDefault="00354DF7" w:rsidP="00354DF7">
      <w:pPr>
        <w:tabs>
          <w:tab w:val="left" w:pos="6195"/>
        </w:tabs>
      </w:pPr>
      <w:r>
        <w:t>474.0724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474.0974</w:t>
      </w:r>
      <w:r>
        <w:tab/>
        <w:t>1.930e0</w:t>
      </w:r>
    </w:p>
    <w:p w:rsidR="00354DF7" w:rsidRDefault="00354DF7" w:rsidP="00354DF7">
      <w:pPr>
        <w:tabs>
          <w:tab w:val="left" w:pos="6195"/>
        </w:tabs>
      </w:pPr>
      <w:r>
        <w:t>474.1143</w:t>
      </w:r>
      <w:r>
        <w:tab/>
        <w:t>5.360e0</w:t>
      </w:r>
    </w:p>
    <w:p w:rsidR="00354DF7" w:rsidRDefault="00354DF7" w:rsidP="00354DF7">
      <w:pPr>
        <w:tabs>
          <w:tab w:val="left" w:pos="6195"/>
        </w:tabs>
      </w:pPr>
      <w:r>
        <w:t>474.1427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474.2191</w:t>
      </w:r>
      <w:r>
        <w:tab/>
        <w:t>6.288e1</w:t>
      </w:r>
    </w:p>
    <w:p w:rsidR="00354DF7" w:rsidRDefault="00354DF7" w:rsidP="00354DF7">
      <w:pPr>
        <w:tabs>
          <w:tab w:val="left" w:pos="6195"/>
        </w:tabs>
      </w:pPr>
      <w:r>
        <w:t>474.2253</w:t>
      </w:r>
      <w:r>
        <w:tab/>
        <w:t>9.289e1</w:t>
      </w:r>
    </w:p>
    <w:p w:rsidR="00354DF7" w:rsidRDefault="00354DF7" w:rsidP="00354DF7">
      <w:pPr>
        <w:tabs>
          <w:tab w:val="left" w:pos="6195"/>
        </w:tabs>
      </w:pPr>
      <w:r>
        <w:t>474.2303</w:t>
      </w:r>
      <w:r>
        <w:tab/>
        <w:t>3.992e1</w:t>
      </w:r>
    </w:p>
    <w:p w:rsidR="00354DF7" w:rsidRDefault="00354DF7" w:rsidP="00354DF7">
      <w:pPr>
        <w:tabs>
          <w:tab w:val="left" w:pos="6195"/>
        </w:tabs>
      </w:pPr>
      <w:r>
        <w:t>474.2349</w:t>
      </w:r>
      <w:r>
        <w:tab/>
        <w:t>1.665e1</w:t>
      </w:r>
    </w:p>
    <w:p w:rsidR="00354DF7" w:rsidRDefault="00354DF7" w:rsidP="00354DF7">
      <w:pPr>
        <w:tabs>
          <w:tab w:val="left" w:pos="6195"/>
        </w:tabs>
      </w:pPr>
      <w:r>
        <w:t>474.3051</w:t>
      </w:r>
      <w:r>
        <w:tab/>
        <w:t>6.096e0</w:t>
      </w:r>
    </w:p>
    <w:p w:rsidR="00354DF7" w:rsidRDefault="00354DF7" w:rsidP="00354DF7">
      <w:pPr>
        <w:tabs>
          <w:tab w:val="left" w:pos="6195"/>
        </w:tabs>
      </w:pPr>
      <w:r>
        <w:t>474.3112</w:t>
      </w:r>
      <w:r>
        <w:tab/>
        <w:t>2.751e0</w:t>
      </w:r>
    </w:p>
    <w:p w:rsidR="00354DF7" w:rsidRDefault="00354DF7" w:rsidP="00354DF7">
      <w:pPr>
        <w:tabs>
          <w:tab w:val="left" w:pos="6195"/>
        </w:tabs>
      </w:pPr>
      <w:r>
        <w:t>474.3205</w:t>
      </w:r>
      <w:r>
        <w:tab/>
        <w:t>8.638e0</w:t>
      </w:r>
    </w:p>
    <w:p w:rsidR="00354DF7" w:rsidRDefault="00354DF7" w:rsidP="00354DF7">
      <w:pPr>
        <w:tabs>
          <w:tab w:val="left" w:pos="6195"/>
        </w:tabs>
      </w:pPr>
      <w:r>
        <w:t>474.3249</w:t>
      </w:r>
      <w:r>
        <w:tab/>
        <w:t>1.259e0</w:t>
      </w:r>
    </w:p>
    <w:p w:rsidR="00354DF7" w:rsidRDefault="00354DF7" w:rsidP="00354DF7">
      <w:pPr>
        <w:tabs>
          <w:tab w:val="left" w:pos="6195"/>
        </w:tabs>
      </w:pPr>
      <w:r>
        <w:t>474.3396</w:t>
      </w:r>
      <w:r>
        <w:tab/>
        <w:t>1.363e1</w:t>
      </w:r>
    </w:p>
    <w:p w:rsidR="00354DF7" w:rsidRDefault="00354DF7" w:rsidP="00354DF7">
      <w:pPr>
        <w:tabs>
          <w:tab w:val="left" w:pos="6195"/>
        </w:tabs>
      </w:pPr>
      <w:r>
        <w:t>474.3460</w:t>
      </w:r>
      <w:r>
        <w:tab/>
        <w:t>5.698e0</w:t>
      </w:r>
    </w:p>
    <w:p w:rsidR="00354DF7" w:rsidRDefault="00354DF7" w:rsidP="00354DF7">
      <w:pPr>
        <w:tabs>
          <w:tab w:val="left" w:pos="6195"/>
        </w:tabs>
      </w:pPr>
      <w:r>
        <w:t>474.3599</w:t>
      </w:r>
      <w:r>
        <w:tab/>
        <w:t>4.988e0</w:t>
      </w:r>
    </w:p>
    <w:p w:rsidR="00354DF7" w:rsidRDefault="00354DF7" w:rsidP="00354DF7">
      <w:pPr>
        <w:tabs>
          <w:tab w:val="left" w:pos="6195"/>
        </w:tabs>
      </w:pPr>
      <w:r>
        <w:t>474.3656</w:t>
      </w:r>
      <w:r>
        <w:tab/>
        <w:t>9.525e0</w:t>
      </w:r>
    </w:p>
    <w:p w:rsidR="00354DF7" w:rsidRDefault="00354DF7" w:rsidP="00354DF7">
      <w:pPr>
        <w:tabs>
          <w:tab w:val="left" w:pos="6195"/>
        </w:tabs>
      </w:pPr>
      <w:r>
        <w:t>474.3972</w:t>
      </w:r>
      <w:r>
        <w:tab/>
        <w:t>4.636e0</w:t>
      </w:r>
    </w:p>
    <w:p w:rsidR="00354DF7" w:rsidRDefault="00354DF7" w:rsidP="00354DF7">
      <w:pPr>
        <w:tabs>
          <w:tab w:val="left" w:pos="6195"/>
        </w:tabs>
      </w:pPr>
      <w:r>
        <w:t>474.4209</w:t>
      </w:r>
      <w:r>
        <w:tab/>
        <w:t>4.737e0</w:t>
      </w:r>
    </w:p>
    <w:p w:rsidR="00354DF7" w:rsidRDefault="00354DF7" w:rsidP="00354DF7">
      <w:pPr>
        <w:tabs>
          <w:tab w:val="left" w:pos="6195"/>
        </w:tabs>
      </w:pPr>
      <w:r>
        <w:t>474.4294</w:t>
      </w:r>
      <w:r>
        <w:tab/>
        <w:t>3.599e0</w:t>
      </w:r>
    </w:p>
    <w:p w:rsidR="00354DF7" w:rsidRDefault="00354DF7" w:rsidP="00354DF7">
      <w:pPr>
        <w:tabs>
          <w:tab w:val="left" w:pos="6195"/>
        </w:tabs>
      </w:pPr>
      <w:r>
        <w:t>474.4344</w:t>
      </w:r>
      <w:r>
        <w:tab/>
        <w:t>2.297e0</w:t>
      </w:r>
    </w:p>
    <w:p w:rsidR="00354DF7" w:rsidRDefault="00354DF7" w:rsidP="00354DF7">
      <w:pPr>
        <w:tabs>
          <w:tab w:val="left" w:pos="6195"/>
        </w:tabs>
      </w:pPr>
      <w:r>
        <w:lastRenderedPageBreak/>
        <w:t>474.4445</w:t>
      </w:r>
      <w:r>
        <w:tab/>
        <w:t>1.238e0</w:t>
      </w:r>
    </w:p>
    <w:p w:rsidR="00354DF7" w:rsidRDefault="00354DF7" w:rsidP="00354DF7">
      <w:pPr>
        <w:tabs>
          <w:tab w:val="left" w:pos="6195"/>
        </w:tabs>
      </w:pPr>
      <w:r>
        <w:t>474.4698</w:t>
      </w:r>
      <w:r>
        <w:tab/>
        <w:t>1.381e0</w:t>
      </w:r>
    </w:p>
    <w:p w:rsidR="00354DF7" w:rsidRDefault="00354DF7" w:rsidP="00354DF7">
      <w:pPr>
        <w:tabs>
          <w:tab w:val="left" w:pos="6195"/>
        </w:tabs>
      </w:pPr>
      <w:r>
        <w:t>474.4714</w:t>
      </w:r>
      <w:r>
        <w:tab/>
        <w:t>4.107e0</w:t>
      </w:r>
    </w:p>
    <w:p w:rsidR="00354DF7" w:rsidRDefault="00354DF7" w:rsidP="00354DF7">
      <w:pPr>
        <w:tabs>
          <w:tab w:val="left" w:pos="6195"/>
        </w:tabs>
      </w:pPr>
      <w:r>
        <w:t>474.4804</w:t>
      </w:r>
      <w:r>
        <w:tab/>
        <w:t>5.528e0</w:t>
      </w:r>
    </w:p>
    <w:p w:rsidR="00354DF7" w:rsidRDefault="00354DF7" w:rsidP="00354DF7">
      <w:pPr>
        <w:tabs>
          <w:tab w:val="left" w:pos="6195"/>
        </w:tabs>
      </w:pPr>
      <w:r>
        <w:t>474.4922</w:t>
      </w:r>
      <w:r>
        <w:tab/>
        <w:t>4.820e0</w:t>
      </w:r>
    </w:p>
    <w:p w:rsidR="00354DF7" w:rsidRDefault="00354DF7" w:rsidP="00354DF7">
      <w:pPr>
        <w:tabs>
          <w:tab w:val="left" w:pos="6195"/>
        </w:tabs>
      </w:pPr>
      <w:r>
        <w:t>474.5063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474.5329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474.5394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474.5517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474.5560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474.5800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474.5916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474.6096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474.6257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474.6469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474.6714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474.6914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474.7040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474.7089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474.7214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474.7462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474.7662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474.7689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474.7766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474.7939</w:t>
      </w:r>
      <w:r>
        <w:tab/>
        <w:t>4.405e0</w:t>
      </w:r>
    </w:p>
    <w:p w:rsidR="00354DF7" w:rsidRDefault="00354DF7" w:rsidP="00354DF7">
      <w:pPr>
        <w:tabs>
          <w:tab w:val="left" w:pos="6195"/>
        </w:tabs>
      </w:pPr>
      <w:r>
        <w:t>474.8125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474.8221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474.8376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474.8434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474.8887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474.8914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474.9088</w:t>
      </w:r>
      <w:r>
        <w:tab/>
        <w:t>1.927e0</w:t>
      </w:r>
    </w:p>
    <w:p w:rsidR="00354DF7" w:rsidRDefault="00354DF7" w:rsidP="00354DF7">
      <w:pPr>
        <w:tabs>
          <w:tab w:val="left" w:pos="6195"/>
        </w:tabs>
      </w:pPr>
      <w:r>
        <w:t>474.9370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474.9448</w:t>
      </w:r>
      <w:r>
        <w:tab/>
        <w:t>3.831e0</w:t>
      </w:r>
    </w:p>
    <w:p w:rsidR="00354DF7" w:rsidRDefault="00354DF7" w:rsidP="00354DF7">
      <w:pPr>
        <w:tabs>
          <w:tab w:val="left" w:pos="6195"/>
        </w:tabs>
      </w:pPr>
      <w:r>
        <w:t>474.9552</w:t>
      </w:r>
      <w:r>
        <w:tab/>
        <w:t>2.713e0</w:t>
      </w:r>
    </w:p>
    <w:p w:rsidR="00354DF7" w:rsidRDefault="00354DF7" w:rsidP="00354DF7">
      <w:pPr>
        <w:tabs>
          <w:tab w:val="left" w:pos="6195"/>
        </w:tabs>
      </w:pPr>
      <w:r>
        <w:t>474.9929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474.9968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475.0094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lastRenderedPageBreak/>
        <w:t>475.0192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475.0475</w:t>
      </w:r>
      <w:r>
        <w:tab/>
        <w:t>2.792e0</w:t>
      </w:r>
    </w:p>
    <w:p w:rsidR="00354DF7" w:rsidRDefault="00354DF7" w:rsidP="00354DF7">
      <w:pPr>
        <w:tabs>
          <w:tab w:val="left" w:pos="6195"/>
        </w:tabs>
      </w:pPr>
      <w:r>
        <w:t>475.0547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475.0672</w:t>
      </w:r>
      <w:r>
        <w:tab/>
        <w:t>3.016e0</w:t>
      </w:r>
    </w:p>
    <w:p w:rsidR="00354DF7" w:rsidRDefault="00354DF7" w:rsidP="00354DF7">
      <w:pPr>
        <w:tabs>
          <w:tab w:val="left" w:pos="6195"/>
        </w:tabs>
      </w:pPr>
      <w:r>
        <w:t>475.0706</w:t>
      </w:r>
      <w:r>
        <w:tab/>
        <w:t>4.861e0</w:t>
      </w:r>
    </w:p>
    <w:p w:rsidR="00354DF7" w:rsidRDefault="00354DF7" w:rsidP="00354DF7">
      <w:pPr>
        <w:tabs>
          <w:tab w:val="left" w:pos="6195"/>
        </w:tabs>
      </w:pPr>
      <w:r>
        <w:t>475.0942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475.0959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475.1411</w:t>
      </w:r>
      <w:r>
        <w:tab/>
        <w:t>2.936e0</w:t>
      </w:r>
    </w:p>
    <w:p w:rsidR="00354DF7" w:rsidRDefault="00354DF7" w:rsidP="00354DF7">
      <w:pPr>
        <w:tabs>
          <w:tab w:val="left" w:pos="6195"/>
        </w:tabs>
      </w:pPr>
      <w:r>
        <w:t>475.1501</w:t>
      </w:r>
      <w:r>
        <w:tab/>
        <w:t>1.844e0</w:t>
      </w:r>
    </w:p>
    <w:p w:rsidR="00354DF7" w:rsidRDefault="00354DF7" w:rsidP="00354DF7">
      <w:pPr>
        <w:tabs>
          <w:tab w:val="left" w:pos="6195"/>
        </w:tabs>
      </w:pPr>
      <w:r>
        <w:t>475.1578</w:t>
      </w:r>
      <w:r>
        <w:tab/>
        <w:t>1.591e0</w:t>
      </w:r>
    </w:p>
    <w:p w:rsidR="00354DF7" w:rsidRDefault="00354DF7" w:rsidP="00354DF7">
      <w:pPr>
        <w:tabs>
          <w:tab w:val="left" w:pos="6195"/>
        </w:tabs>
      </w:pPr>
      <w:r>
        <w:t>475.1831</w:t>
      </w:r>
      <w:r>
        <w:tab/>
        <w:t>1.479e1</w:t>
      </w:r>
    </w:p>
    <w:p w:rsidR="00354DF7" w:rsidRDefault="00354DF7" w:rsidP="00354DF7">
      <w:pPr>
        <w:tabs>
          <w:tab w:val="left" w:pos="6195"/>
        </w:tabs>
      </w:pPr>
      <w:r>
        <w:t>475.2126</w:t>
      </w:r>
      <w:r>
        <w:tab/>
        <w:t>1.150e1</w:t>
      </w:r>
    </w:p>
    <w:p w:rsidR="00354DF7" w:rsidRDefault="00354DF7" w:rsidP="00354DF7">
      <w:pPr>
        <w:tabs>
          <w:tab w:val="left" w:pos="6195"/>
        </w:tabs>
      </w:pPr>
      <w:r>
        <w:t>475.2137</w:t>
      </w:r>
      <w:r>
        <w:tab/>
        <w:t>2.651e0</w:t>
      </w:r>
    </w:p>
    <w:p w:rsidR="00354DF7" w:rsidRDefault="00354DF7" w:rsidP="00354DF7">
      <w:pPr>
        <w:tabs>
          <w:tab w:val="left" w:pos="6195"/>
        </w:tabs>
      </w:pPr>
      <w:r>
        <w:t>475.2180</w:t>
      </w:r>
      <w:r>
        <w:tab/>
        <w:t>2.947e1</w:t>
      </w:r>
    </w:p>
    <w:p w:rsidR="00354DF7" w:rsidRDefault="00354DF7" w:rsidP="00354DF7">
      <w:pPr>
        <w:tabs>
          <w:tab w:val="left" w:pos="6195"/>
        </w:tabs>
      </w:pPr>
      <w:r>
        <w:t>475.2212</w:t>
      </w:r>
      <w:r>
        <w:tab/>
        <w:t>7.085e0</w:t>
      </w:r>
    </w:p>
    <w:p w:rsidR="00354DF7" w:rsidRDefault="00354DF7" w:rsidP="00354DF7">
      <w:pPr>
        <w:tabs>
          <w:tab w:val="left" w:pos="6195"/>
        </w:tabs>
      </w:pPr>
      <w:r>
        <w:t>475.2499</w:t>
      </w:r>
      <w:r>
        <w:tab/>
        <w:t>7.651e0</w:t>
      </w:r>
    </w:p>
    <w:p w:rsidR="00354DF7" w:rsidRDefault="00354DF7" w:rsidP="00354DF7">
      <w:pPr>
        <w:tabs>
          <w:tab w:val="left" w:pos="6195"/>
        </w:tabs>
      </w:pPr>
      <w:r>
        <w:t>475.2844</w:t>
      </w:r>
      <w:r>
        <w:tab/>
        <w:t>3.145e0</w:t>
      </w:r>
    </w:p>
    <w:p w:rsidR="00354DF7" w:rsidRDefault="00354DF7" w:rsidP="00354DF7">
      <w:pPr>
        <w:tabs>
          <w:tab w:val="left" w:pos="6195"/>
        </w:tabs>
      </w:pPr>
      <w:r>
        <w:t>475.2878</w:t>
      </w:r>
      <w:r>
        <w:tab/>
        <w:t>4.143e0</w:t>
      </w:r>
    </w:p>
    <w:p w:rsidR="00354DF7" w:rsidRDefault="00354DF7" w:rsidP="00354DF7">
      <w:pPr>
        <w:tabs>
          <w:tab w:val="left" w:pos="6195"/>
        </w:tabs>
      </w:pPr>
      <w:r>
        <w:t>475.3049</w:t>
      </w:r>
      <w:r>
        <w:tab/>
        <w:t>1.816e0</w:t>
      </w:r>
    </w:p>
    <w:p w:rsidR="00354DF7" w:rsidRDefault="00354DF7" w:rsidP="00354DF7">
      <w:pPr>
        <w:tabs>
          <w:tab w:val="left" w:pos="6195"/>
        </w:tabs>
      </w:pPr>
      <w:r>
        <w:lastRenderedPageBreak/>
        <w:t>475.3404</w:t>
      </w:r>
      <w:r>
        <w:tab/>
        <w:t>2.681e0</w:t>
      </w:r>
    </w:p>
    <w:p w:rsidR="00354DF7" w:rsidRDefault="00354DF7" w:rsidP="00354DF7">
      <w:pPr>
        <w:tabs>
          <w:tab w:val="left" w:pos="6195"/>
        </w:tabs>
      </w:pPr>
      <w:r>
        <w:t>475.3596</w:t>
      </w:r>
      <w:r>
        <w:tab/>
        <w:t>2.965e0</w:t>
      </w:r>
    </w:p>
    <w:p w:rsidR="00354DF7" w:rsidRDefault="00354DF7" w:rsidP="00354DF7">
      <w:pPr>
        <w:tabs>
          <w:tab w:val="left" w:pos="6195"/>
        </w:tabs>
      </w:pPr>
      <w:r>
        <w:t>475.4246</w:t>
      </w:r>
      <w:r>
        <w:tab/>
        <w:t>2.475e0</w:t>
      </w:r>
    </w:p>
    <w:p w:rsidR="00354DF7" w:rsidRDefault="00354DF7" w:rsidP="00354DF7">
      <w:pPr>
        <w:tabs>
          <w:tab w:val="left" w:pos="6195"/>
        </w:tabs>
      </w:pPr>
      <w:r>
        <w:t>475.4501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475.4873</w:t>
      </w:r>
      <w:r>
        <w:tab/>
        <w:t>2.846e0</w:t>
      </w:r>
    </w:p>
    <w:p w:rsidR="00354DF7" w:rsidRDefault="00354DF7" w:rsidP="00354DF7">
      <w:pPr>
        <w:tabs>
          <w:tab w:val="left" w:pos="6195"/>
        </w:tabs>
      </w:pPr>
      <w:r>
        <w:t>475.4896</w:t>
      </w:r>
      <w:r>
        <w:tab/>
        <w:t>2.800e0</w:t>
      </w:r>
    </w:p>
    <w:p w:rsidR="00354DF7" w:rsidRDefault="00354DF7" w:rsidP="00354DF7">
      <w:pPr>
        <w:tabs>
          <w:tab w:val="left" w:pos="6195"/>
        </w:tabs>
      </w:pPr>
      <w:r>
        <w:t>475.4988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475.5074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475.5477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475.5643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475.5740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475.6052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475.6102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475.6403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475.6415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475.6531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475.6695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475.6763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475.7018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475.7348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475.7646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475.7750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475.8228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475.8321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475.8392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475.8408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475.8529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475.8715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475.8930</w:t>
      </w:r>
      <w:r>
        <w:tab/>
        <w:t>3.648e0</w:t>
      </w:r>
    </w:p>
    <w:p w:rsidR="00354DF7" w:rsidRDefault="00354DF7" w:rsidP="00354DF7">
      <w:pPr>
        <w:tabs>
          <w:tab w:val="left" w:pos="6195"/>
        </w:tabs>
      </w:pPr>
      <w:r>
        <w:t>475.9001</w:t>
      </w:r>
      <w:r>
        <w:tab/>
        <w:t>2.627e0</w:t>
      </w:r>
    </w:p>
    <w:p w:rsidR="00354DF7" w:rsidRDefault="00354DF7" w:rsidP="00354DF7">
      <w:pPr>
        <w:tabs>
          <w:tab w:val="left" w:pos="6195"/>
        </w:tabs>
      </w:pPr>
      <w:r>
        <w:t>475.9272</w:t>
      </w:r>
      <w:r>
        <w:tab/>
        <w:t>3.854e0</w:t>
      </w:r>
    </w:p>
    <w:p w:rsidR="00354DF7" w:rsidRDefault="00354DF7" w:rsidP="00354DF7">
      <w:pPr>
        <w:tabs>
          <w:tab w:val="left" w:pos="6195"/>
        </w:tabs>
      </w:pPr>
      <w:r>
        <w:t>475.9325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475.9560</w:t>
      </w:r>
      <w:r>
        <w:tab/>
        <w:t>2.855e0</w:t>
      </w:r>
    </w:p>
    <w:p w:rsidR="00354DF7" w:rsidRDefault="00354DF7" w:rsidP="00354DF7">
      <w:pPr>
        <w:tabs>
          <w:tab w:val="left" w:pos="6195"/>
        </w:tabs>
      </w:pPr>
      <w:r>
        <w:t>475.9590</w:t>
      </w:r>
      <w:r>
        <w:tab/>
        <w:t>2.228e0</w:t>
      </w:r>
    </w:p>
    <w:p w:rsidR="00354DF7" w:rsidRDefault="00354DF7" w:rsidP="00354DF7">
      <w:pPr>
        <w:tabs>
          <w:tab w:val="left" w:pos="6195"/>
        </w:tabs>
      </w:pPr>
      <w:r>
        <w:t>475.9885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476.0051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476.0112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476.0170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476.0216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476.0280</w:t>
      </w:r>
      <w:r>
        <w:tab/>
        <w:t>3.970e0</w:t>
      </w:r>
    </w:p>
    <w:p w:rsidR="00354DF7" w:rsidRDefault="00354DF7" w:rsidP="00354DF7">
      <w:pPr>
        <w:tabs>
          <w:tab w:val="left" w:pos="6195"/>
        </w:tabs>
      </w:pPr>
      <w:r>
        <w:t>476.0554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476.0781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476.0956</w:t>
      </w:r>
      <w:r>
        <w:tab/>
        <w:t>1.963e0</w:t>
      </w:r>
    </w:p>
    <w:p w:rsidR="00354DF7" w:rsidRDefault="00354DF7" w:rsidP="00354DF7">
      <w:pPr>
        <w:tabs>
          <w:tab w:val="left" w:pos="6195"/>
        </w:tabs>
      </w:pPr>
      <w:r>
        <w:t>476.1199</w:t>
      </w:r>
      <w:r>
        <w:tab/>
        <w:t>4.048e0</w:t>
      </w:r>
    </w:p>
    <w:p w:rsidR="00354DF7" w:rsidRDefault="00354DF7" w:rsidP="00354DF7">
      <w:pPr>
        <w:tabs>
          <w:tab w:val="left" w:pos="6195"/>
        </w:tabs>
      </w:pPr>
      <w:r>
        <w:t>476.1295</w:t>
      </w:r>
      <w:r>
        <w:tab/>
        <w:t>2.937e0</w:t>
      </w:r>
    </w:p>
    <w:p w:rsidR="00354DF7" w:rsidRDefault="00354DF7" w:rsidP="00354DF7">
      <w:pPr>
        <w:tabs>
          <w:tab w:val="left" w:pos="6195"/>
        </w:tabs>
      </w:pPr>
      <w:r>
        <w:t>476.1316</w:t>
      </w:r>
      <w:r>
        <w:tab/>
        <w:t>2.495e0</w:t>
      </w:r>
    </w:p>
    <w:p w:rsidR="00354DF7" w:rsidRDefault="00354DF7" w:rsidP="00354DF7">
      <w:pPr>
        <w:tabs>
          <w:tab w:val="left" w:pos="6195"/>
        </w:tabs>
      </w:pPr>
      <w:r>
        <w:t>476.1447</w:t>
      </w:r>
      <w:r>
        <w:tab/>
        <w:t>3.677e0</w:t>
      </w:r>
    </w:p>
    <w:p w:rsidR="00354DF7" w:rsidRDefault="00354DF7" w:rsidP="00354DF7">
      <w:pPr>
        <w:tabs>
          <w:tab w:val="left" w:pos="6195"/>
        </w:tabs>
      </w:pPr>
      <w:r>
        <w:t>476.1834</w:t>
      </w:r>
      <w:r>
        <w:tab/>
        <w:t>4.646e0</w:t>
      </w:r>
    </w:p>
    <w:p w:rsidR="00354DF7" w:rsidRDefault="00354DF7" w:rsidP="00354DF7">
      <w:pPr>
        <w:tabs>
          <w:tab w:val="left" w:pos="6195"/>
        </w:tabs>
      </w:pPr>
      <w:r>
        <w:t>476.2013</w:t>
      </w:r>
      <w:r>
        <w:tab/>
        <w:t>4.305e0</w:t>
      </w:r>
    </w:p>
    <w:p w:rsidR="00354DF7" w:rsidRDefault="00354DF7" w:rsidP="00354DF7">
      <w:pPr>
        <w:tabs>
          <w:tab w:val="left" w:pos="6195"/>
        </w:tabs>
      </w:pPr>
      <w:r>
        <w:t>476.2067</w:t>
      </w:r>
      <w:r>
        <w:tab/>
        <w:t>1.197e0</w:t>
      </w:r>
    </w:p>
    <w:p w:rsidR="00354DF7" w:rsidRDefault="00354DF7" w:rsidP="00354DF7">
      <w:pPr>
        <w:tabs>
          <w:tab w:val="left" w:pos="6195"/>
        </w:tabs>
      </w:pPr>
      <w:r>
        <w:t>476.2878</w:t>
      </w:r>
      <w:r>
        <w:tab/>
        <w:t>6.533e0</w:t>
      </w:r>
    </w:p>
    <w:p w:rsidR="00354DF7" w:rsidRDefault="00354DF7" w:rsidP="00354DF7">
      <w:pPr>
        <w:tabs>
          <w:tab w:val="left" w:pos="6195"/>
        </w:tabs>
      </w:pPr>
      <w:r>
        <w:t>476.3005</w:t>
      </w:r>
      <w:r>
        <w:tab/>
        <w:t>4.320e1</w:t>
      </w:r>
    </w:p>
    <w:p w:rsidR="00354DF7" w:rsidRDefault="00354DF7" w:rsidP="00354DF7">
      <w:pPr>
        <w:tabs>
          <w:tab w:val="left" w:pos="6195"/>
        </w:tabs>
      </w:pPr>
      <w:r>
        <w:t>476.3035</w:t>
      </w:r>
      <w:r>
        <w:tab/>
        <w:t>1.659e1</w:t>
      </w:r>
    </w:p>
    <w:p w:rsidR="00354DF7" w:rsidRDefault="00354DF7" w:rsidP="00354DF7">
      <w:pPr>
        <w:tabs>
          <w:tab w:val="left" w:pos="6195"/>
        </w:tabs>
      </w:pPr>
      <w:r>
        <w:t>476.3052</w:t>
      </w:r>
      <w:r>
        <w:tab/>
        <w:t>1.569e1</w:t>
      </w:r>
    </w:p>
    <w:p w:rsidR="00354DF7" w:rsidRDefault="00354DF7" w:rsidP="00354DF7">
      <w:pPr>
        <w:tabs>
          <w:tab w:val="left" w:pos="6195"/>
        </w:tabs>
      </w:pPr>
      <w:r>
        <w:t>476.3280</w:t>
      </w:r>
      <w:r>
        <w:tab/>
        <w:t>1.934e1</w:t>
      </w:r>
    </w:p>
    <w:p w:rsidR="00354DF7" w:rsidRDefault="00354DF7" w:rsidP="00354DF7">
      <w:pPr>
        <w:tabs>
          <w:tab w:val="left" w:pos="6195"/>
        </w:tabs>
      </w:pPr>
      <w:r>
        <w:t>476.3982</w:t>
      </w:r>
      <w:r>
        <w:tab/>
        <w:t>4.853e0</w:t>
      </w:r>
    </w:p>
    <w:p w:rsidR="00354DF7" w:rsidRDefault="00354DF7" w:rsidP="00354DF7">
      <w:pPr>
        <w:tabs>
          <w:tab w:val="left" w:pos="6195"/>
        </w:tabs>
      </w:pPr>
      <w:r>
        <w:t>476.4243</w:t>
      </w:r>
      <w:r>
        <w:tab/>
        <w:t>1.450e0</w:t>
      </w:r>
    </w:p>
    <w:p w:rsidR="00354DF7" w:rsidRDefault="00354DF7" w:rsidP="00354DF7">
      <w:pPr>
        <w:tabs>
          <w:tab w:val="left" w:pos="6195"/>
        </w:tabs>
      </w:pPr>
      <w:r>
        <w:lastRenderedPageBreak/>
        <w:t>476.4627</w:t>
      </w:r>
      <w:r>
        <w:tab/>
        <w:t>5.901e0</w:t>
      </w:r>
    </w:p>
    <w:p w:rsidR="00354DF7" w:rsidRDefault="00354DF7" w:rsidP="00354DF7">
      <w:pPr>
        <w:tabs>
          <w:tab w:val="left" w:pos="6195"/>
        </w:tabs>
      </w:pPr>
      <w:r>
        <w:t>476.4878</w:t>
      </w:r>
      <w:r>
        <w:tab/>
        <w:t>3.564e0</w:t>
      </w:r>
    </w:p>
    <w:p w:rsidR="00354DF7" w:rsidRDefault="00354DF7" w:rsidP="00354DF7">
      <w:pPr>
        <w:tabs>
          <w:tab w:val="left" w:pos="6195"/>
        </w:tabs>
      </w:pPr>
      <w:r>
        <w:t>476.4896</w:t>
      </w:r>
      <w:r>
        <w:tab/>
        <w:t>6.705e0</w:t>
      </w:r>
    </w:p>
    <w:p w:rsidR="00354DF7" w:rsidRDefault="00354DF7" w:rsidP="00354DF7">
      <w:pPr>
        <w:tabs>
          <w:tab w:val="left" w:pos="6195"/>
        </w:tabs>
      </w:pPr>
      <w:r>
        <w:t>476.5164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476.5592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476.5608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476.5763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476.5970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476.5990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476.6024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476.6160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476.6441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476.6540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476.6756</w:t>
      </w:r>
      <w:r>
        <w:tab/>
        <w:t>4.858e0</w:t>
      </w:r>
    </w:p>
    <w:p w:rsidR="00354DF7" w:rsidRDefault="00354DF7" w:rsidP="00354DF7">
      <w:pPr>
        <w:tabs>
          <w:tab w:val="left" w:pos="6195"/>
        </w:tabs>
      </w:pPr>
      <w:r>
        <w:t>476.6780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476.6955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476.7218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476.7543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476.7600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476.7849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476.7954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476.8257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476.8427</w:t>
      </w:r>
      <w:r>
        <w:tab/>
        <w:t>3.999e0</w:t>
      </w:r>
    </w:p>
    <w:p w:rsidR="00354DF7" w:rsidRDefault="00354DF7" w:rsidP="00354DF7">
      <w:pPr>
        <w:tabs>
          <w:tab w:val="left" w:pos="6195"/>
        </w:tabs>
      </w:pPr>
      <w:r>
        <w:t>476.8558</w:t>
      </w:r>
      <w:r>
        <w:tab/>
        <w:t>5.003e0</w:t>
      </w:r>
    </w:p>
    <w:p w:rsidR="00354DF7" w:rsidRDefault="00354DF7" w:rsidP="00354DF7">
      <w:pPr>
        <w:tabs>
          <w:tab w:val="left" w:pos="6195"/>
        </w:tabs>
      </w:pPr>
      <w:r>
        <w:t>476.8820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476.8933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476.9319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476.9362</w:t>
      </w:r>
      <w:r>
        <w:tab/>
        <w:t>1.461e0</w:t>
      </w:r>
    </w:p>
    <w:p w:rsidR="00354DF7" w:rsidRDefault="00354DF7" w:rsidP="00354DF7">
      <w:pPr>
        <w:tabs>
          <w:tab w:val="left" w:pos="6195"/>
        </w:tabs>
      </w:pPr>
      <w:r>
        <w:t>476.9430</w:t>
      </w:r>
      <w:r>
        <w:tab/>
        <w:t>4.326e0</w:t>
      </w:r>
    </w:p>
    <w:p w:rsidR="00354DF7" w:rsidRDefault="00354DF7" w:rsidP="00354DF7">
      <w:pPr>
        <w:tabs>
          <w:tab w:val="left" w:pos="6195"/>
        </w:tabs>
      </w:pPr>
      <w:r>
        <w:t>476.9476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476.9584</w:t>
      </w:r>
      <w:r>
        <w:tab/>
        <w:t>3.805e0</w:t>
      </w:r>
    </w:p>
    <w:p w:rsidR="00354DF7" w:rsidRDefault="00354DF7" w:rsidP="00354DF7">
      <w:pPr>
        <w:tabs>
          <w:tab w:val="left" w:pos="6195"/>
        </w:tabs>
      </w:pPr>
      <w:r>
        <w:t>476.9910</w:t>
      </w:r>
      <w:r>
        <w:tab/>
        <w:t>2.929e0</w:t>
      </w:r>
    </w:p>
    <w:p w:rsidR="00354DF7" w:rsidRDefault="00354DF7" w:rsidP="00354DF7">
      <w:pPr>
        <w:tabs>
          <w:tab w:val="left" w:pos="6195"/>
        </w:tabs>
      </w:pPr>
      <w:r>
        <w:t>477.0044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477.0094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477.0392</w:t>
      </w:r>
      <w:r>
        <w:tab/>
        <w:t>5.260e0</w:t>
      </w:r>
    </w:p>
    <w:p w:rsidR="00354DF7" w:rsidRDefault="00354DF7" w:rsidP="00354DF7">
      <w:pPr>
        <w:tabs>
          <w:tab w:val="left" w:pos="6195"/>
        </w:tabs>
      </w:pPr>
      <w:r>
        <w:t>477.0647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477.0726</w:t>
      </w:r>
      <w:r>
        <w:tab/>
        <w:t>2.743e0</w:t>
      </w:r>
    </w:p>
    <w:p w:rsidR="00354DF7" w:rsidRDefault="00354DF7" w:rsidP="00354DF7">
      <w:pPr>
        <w:tabs>
          <w:tab w:val="left" w:pos="6195"/>
        </w:tabs>
      </w:pPr>
      <w:r>
        <w:t>477.1008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477.1032</w:t>
      </w:r>
      <w:r>
        <w:tab/>
        <w:t>4.932e0</w:t>
      </w:r>
    </w:p>
    <w:p w:rsidR="00354DF7" w:rsidRDefault="00354DF7" w:rsidP="00354DF7">
      <w:pPr>
        <w:tabs>
          <w:tab w:val="left" w:pos="6195"/>
        </w:tabs>
      </w:pPr>
      <w:r>
        <w:t>477.1095</w:t>
      </w:r>
      <w:r>
        <w:tab/>
        <w:t>2.741e0</w:t>
      </w:r>
    </w:p>
    <w:p w:rsidR="00354DF7" w:rsidRDefault="00354DF7" w:rsidP="00354DF7">
      <w:pPr>
        <w:tabs>
          <w:tab w:val="left" w:pos="6195"/>
        </w:tabs>
      </w:pPr>
      <w:r>
        <w:t>477.1308</w:t>
      </w:r>
      <w:r>
        <w:tab/>
        <w:t>2.655e0</w:t>
      </w:r>
    </w:p>
    <w:p w:rsidR="00354DF7" w:rsidRDefault="00354DF7" w:rsidP="00354DF7">
      <w:pPr>
        <w:tabs>
          <w:tab w:val="left" w:pos="6195"/>
        </w:tabs>
      </w:pPr>
      <w:r>
        <w:t>477.1490</w:t>
      </w:r>
      <w:r>
        <w:tab/>
        <w:t>5.065e0</w:t>
      </w:r>
    </w:p>
    <w:p w:rsidR="00354DF7" w:rsidRDefault="00354DF7" w:rsidP="00354DF7">
      <w:pPr>
        <w:tabs>
          <w:tab w:val="left" w:pos="6195"/>
        </w:tabs>
      </w:pPr>
      <w:r>
        <w:t>477.1684</w:t>
      </w:r>
      <w:r>
        <w:tab/>
        <w:t>2.686e0</w:t>
      </w:r>
    </w:p>
    <w:p w:rsidR="00354DF7" w:rsidRDefault="00354DF7" w:rsidP="00354DF7">
      <w:pPr>
        <w:tabs>
          <w:tab w:val="left" w:pos="6195"/>
        </w:tabs>
      </w:pPr>
      <w:r>
        <w:t>477.2212</w:t>
      </w:r>
      <w:r>
        <w:tab/>
        <w:t>1.239e1</w:t>
      </w:r>
    </w:p>
    <w:p w:rsidR="00354DF7" w:rsidRDefault="00354DF7" w:rsidP="00354DF7">
      <w:pPr>
        <w:tabs>
          <w:tab w:val="left" w:pos="6195"/>
        </w:tabs>
      </w:pPr>
      <w:r>
        <w:t>477.2226</w:t>
      </w:r>
      <w:r>
        <w:tab/>
        <w:t>1.018e1</w:t>
      </w:r>
    </w:p>
    <w:p w:rsidR="00354DF7" w:rsidRDefault="00354DF7" w:rsidP="00354DF7">
      <w:pPr>
        <w:tabs>
          <w:tab w:val="left" w:pos="6195"/>
        </w:tabs>
      </w:pPr>
      <w:r>
        <w:t>477.2239</w:t>
      </w:r>
      <w:r>
        <w:tab/>
        <w:t>2.693e1</w:t>
      </w:r>
    </w:p>
    <w:p w:rsidR="00354DF7" w:rsidRDefault="00354DF7" w:rsidP="00354DF7">
      <w:pPr>
        <w:tabs>
          <w:tab w:val="left" w:pos="6195"/>
        </w:tabs>
      </w:pPr>
      <w:r>
        <w:t>477.2279</w:t>
      </w:r>
      <w:r>
        <w:tab/>
        <w:t>1.212e1</w:t>
      </w:r>
    </w:p>
    <w:p w:rsidR="00354DF7" w:rsidRDefault="00354DF7" w:rsidP="00354DF7">
      <w:pPr>
        <w:tabs>
          <w:tab w:val="left" w:pos="6195"/>
        </w:tabs>
      </w:pPr>
      <w:r>
        <w:t>477.2354</w:t>
      </w:r>
      <w:r>
        <w:tab/>
        <w:t>5.756e1</w:t>
      </w:r>
    </w:p>
    <w:p w:rsidR="00354DF7" w:rsidRDefault="00354DF7" w:rsidP="00354DF7">
      <w:pPr>
        <w:tabs>
          <w:tab w:val="left" w:pos="6195"/>
        </w:tabs>
      </w:pPr>
      <w:r>
        <w:t>477.2394</w:t>
      </w:r>
      <w:r>
        <w:tab/>
        <w:t>5.155e1</w:t>
      </w:r>
    </w:p>
    <w:p w:rsidR="00354DF7" w:rsidRDefault="00354DF7" w:rsidP="00354DF7">
      <w:pPr>
        <w:tabs>
          <w:tab w:val="left" w:pos="6195"/>
        </w:tabs>
      </w:pPr>
      <w:r>
        <w:t>477.3005</w:t>
      </w:r>
      <w:r>
        <w:tab/>
        <w:t>8.955e0</w:t>
      </w:r>
    </w:p>
    <w:p w:rsidR="00354DF7" w:rsidRDefault="00354DF7" w:rsidP="00354DF7">
      <w:pPr>
        <w:tabs>
          <w:tab w:val="left" w:pos="6195"/>
        </w:tabs>
      </w:pPr>
      <w:r>
        <w:t>477.3043</w:t>
      </w:r>
      <w:r>
        <w:tab/>
        <w:t>3.980e0</w:t>
      </w:r>
    </w:p>
    <w:p w:rsidR="00354DF7" w:rsidRDefault="00354DF7" w:rsidP="00354DF7">
      <w:pPr>
        <w:tabs>
          <w:tab w:val="left" w:pos="6195"/>
        </w:tabs>
      </w:pPr>
      <w:r>
        <w:t>477.3250</w:t>
      </w:r>
      <w:r>
        <w:tab/>
        <w:t>5.452e0</w:t>
      </w:r>
    </w:p>
    <w:p w:rsidR="00354DF7" w:rsidRDefault="00354DF7" w:rsidP="00354DF7">
      <w:pPr>
        <w:tabs>
          <w:tab w:val="left" w:pos="6195"/>
        </w:tabs>
      </w:pPr>
      <w:r>
        <w:t>477.3311</w:t>
      </w:r>
      <w:r>
        <w:tab/>
        <w:t>2.261e0</w:t>
      </w:r>
    </w:p>
    <w:p w:rsidR="00354DF7" w:rsidRDefault="00354DF7" w:rsidP="00354DF7">
      <w:pPr>
        <w:tabs>
          <w:tab w:val="left" w:pos="6195"/>
        </w:tabs>
      </w:pPr>
      <w:r>
        <w:t>477.3571</w:t>
      </w:r>
      <w:r>
        <w:tab/>
        <w:t>2.896e0</w:t>
      </w:r>
    </w:p>
    <w:p w:rsidR="00354DF7" w:rsidRDefault="00354DF7" w:rsidP="00354DF7">
      <w:pPr>
        <w:tabs>
          <w:tab w:val="left" w:pos="6195"/>
        </w:tabs>
      </w:pPr>
      <w:r>
        <w:t>477.3623</w:t>
      </w:r>
      <w:r>
        <w:tab/>
        <w:t>1.255e0</w:t>
      </w:r>
    </w:p>
    <w:p w:rsidR="00354DF7" w:rsidRDefault="00354DF7" w:rsidP="00354DF7">
      <w:pPr>
        <w:tabs>
          <w:tab w:val="left" w:pos="6195"/>
        </w:tabs>
      </w:pPr>
      <w:r>
        <w:t>477.3824</w:t>
      </w:r>
      <w:r>
        <w:tab/>
        <w:t>2.885e0</w:t>
      </w:r>
    </w:p>
    <w:p w:rsidR="00354DF7" w:rsidRDefault="00354DF7" w:rsidP="00354DF7">
      <w:pPr>
        <w:tabs>
          <w:tab w:val="left" w:pos="6195"/>
        </w:tabs>
      </w:pPr>
      <w:r>
        <w:t>477.3918</w:t>
      </w:r>
      <w:r>
        <w:tab/>
        <w:t>2.386e0</w:t>
      </w:r>
    </w:p>
    <w:p w:rsidR="00354DF7" w:rsidRDefault="00354DF7" w:rsidP="00354DF7">
      <w:pPr>
        <w:tabs>
          <w:tab w:val="left" w:pos="6195"/>
        </w:tabs>
      </w:pPr>
      <w:r>
        <w:lastRenderedPageBreak/>
        <w:t>477.4091</w:t>
      </w:r>
      <w:r>
        <w:tab/>
        <w:t>3.120e0</w:t>
      </w:r>
    </w:p>
    <w:p w:rsidR="00354DF7" w:rsidRDefault="00354DF7" w:rsidP="00354DF7">
      <w:pPr>
        <w:tabs>
          <w:tab w:val="left" w:pos="6195"/>
        </w:tabs>
      </w:pPr>
      <w:r>
        <w:t>477.4716</w:t>
      </w:r>
      <w:r>
        <w:tab/>
        <w:t>2.223e0</w:t>
      </w:r>
    </w:p>
    <w:p w:rsidR="00354DF7" w:rsidRDefault="00354DF7" w:rsidP="00354DF7">
      <w:pPr>
        <w:tabs>
          <w:tab w:val="left" w:pos="6195"/>
        </w:tabs>
      </w:pPr>
      <w:r>
        <w:t>477.4963</w:t>
      </w:r>
      <w:r>
        <w:tab/>
        <w:t>4.820e0</w:t>
      </w:r>
    </w:p>
    <w:p w:rsidR="00354DF7" w:rsidRDefault="00354DF7" w:rsidP="00354DF7">
      <w:pPr>
        <w:tabs>
          <w:tab w:val="left" w:pos="6195"/>
        </w:tabs>
      </w:pPr>
      <w:r>
        <w:t>477.5081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477.5253</w:t>
      </w:r>
      <w:r>
        <w:tab/>
        <w:t>4.291e0</w:t>
      </w:r>
    </w:p>
    <w:p w:rsidR="00354DF7" w:rsidRDefault="00354DF7" w:rsidP="00354DF7">
      <w:pPr>
        <w:tabs>
          <w:tab w:val="left" w:pos="6195"/>
        </w:tabs>
      </w:pPr>
      <w:r>
        <w:t>477.5603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477.5670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477.5873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477.5890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477.5959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477.6027</w:t>
      </w:r>
      <w:r>
        <w:tab/>
        <w:t>2.498e0</w:t>
      </w:r>
    </w:p>
    <w:p w:rsidR="00354DF7" w:rsidRDefault="00354DF7" w:rsidP="00354DF7">
      <w:pPr>
        <w:tabs>
          <w:tab w:val="left" w:pos="6195"/>
        </w:tabs>
      </w:pPr>
      <w:r>
        <w:t>477.6364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477.6588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477.6893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477.6944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477.6957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477.7150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477.7244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477.7558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477.7577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477.7915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477.8070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477.8277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477.8358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477.8464</w:t>
      </w:r>
      <w:r>
        <w:tab/>
        <w:t>2.975e0</w:t>
      </w:r>
    </w:p>
    <w:p w:rsidR="00354DF7" w:rsidRDefault="00354DF7" w:rsidP="00354DF7">
      <w:pPr>
        <w:tabs>
          <w:tab w:val="left" w:pos="6195"/>
        </w:tabs>
      </w:pPr>
      <w:r>
        <w:t>477.8604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477.8678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477.8742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477.9264</w:t>
      </w:r>
      <w:r>
        <w:tab/>
        <w:t>3.199e0</w:t>
      </w:r>
    </w:p>
    <w:p w:rsidR="00354DF7" w:rsidRDefault="00354DF7" w:rsidP="00354DF7">
      <w:pPr>
        <w:tabs>
          <w:tab w:val="left" w:pos="6195"/>
        </w:tabs>
      </w:pPr>
      <w:r>
        <w:t>477.9514</w:t>
      </w:r>
      <w:r>
        <w:tab/>
        <w:t>9.325e0</w:t>
      </w:r>
    </w:p>
    <w:p w:rsidR="00354DF7" w:rsidRDefault="00354DF7" w:rsidP="00354DF7">
      <w:pPr>
        <w:tabs>
          <w:tab w:val="left" w:pos="6195"/>
        </w:tabs>
      </w:pPr>
      <w:r>
        <w:t>477.9574</w:t>
      </w:r>
      <w:r>
        <w:tab/>
        <w:t>5.792e0</w:t>
      </w:r>
    </w:p>
    <w:p w:rsidR="00354DF7" w:rsidRDefault="00354DF7" w:rsidP="00354DF7">
      <w:pPr>
        <w:tabs>
          <w:tab w:val="left" w:pos="6195"/>
        </w:tabs>
      </w:pPr>
      <w:r>
        <w:t>477.9709</w:t>
      </w:r>
      <w:r>
        <w:tab/>
        <w:t>2.772e0</w:t>
      </w:r>
    </w:p>
    <w:p w:rsidR="00354DF7" w:rsidRDefault="00354DF7" w:rsidP="00354DF7">
      <w:pPr>
        <w:tabs>
          <w:tab w:val="left" w:pos="6195"/>
        </w:tabs>
      </w:pPr>
      <w:r>
        <w:t>477.9859</w:t>
      </w:r>
      <w:r>
        <w:tab/>
        <w:t>9.559e0</w:t>
      </w:r>
    </w:p>
    <w:p w:rsidR="00354DF7" w:rsidRDefault="00354DF7" w:rsidP="00354DF7">
      <w:pPr>
        <w:tabs>
          <w:tab w:val="left" w:pos="6195"/>
        </w:tabs>
      </w:pPr>
      <w:r>
        <w:t>478.0061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478.0315</w:t>
      </w:r>
      <w:r>
        <w:tab/>
        <w:t>3.993e0</w:t>
      </w:r>
    </w:p>
    <w:p w:rsidR="00354DF7" w:rsidRDefault="00354DF7" w:rsidP="00354DF7">
      <w:pPr>
        <w:tabs>
          <w:tab w:val="left" w:pos="6195"/>
        </w:tabs>
      </w:pPr>
      <w:r>
        <w:t>478.0392</w:t>
      </w:r>
      <w:r>
        <w:tab/>
        <w:t>2.429e0</w:t>
      </w:r>
    </w:p>
    <w:p w:rsidR="00354DF7" w:rsidRDefault="00354DF7" w:rsidP="00354DF7">
      <w:pPr>
        <w:tabs>
          <w:tab w:val="left" w:pos="6195"/>
        </w:tabs>
      </w:pPr>
      <w:r>
        <w:t>478.0571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478.0667</w:t>
      </w:r>
      <w:r>
        <w:tab/>
        <w:t>2.825e0</w:t>
      </w:r>
    </w:p>
    <w:p w:rsidR="00354DF7" w:rsidRDefault="00354DF7" w:rsidP="00354DF7">
      <w:pPr>
        <w:tabs>
          <w:tab w:val="left" w:pos="6195"/>
        </w:tabs>
      </w:pPr>
      <w:r>
        <w:lastRenderedPageBreak/>
        <w:t>478.0811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478.1118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478.1239</w:t>
      </w:r>
      <w:r>
        <w:tab/>
        <w:t>1.921e0</w:t>
      </w:r>
    </w:p>
    <w:p w:rsidR="00354DF7" w:rsidRDefault="00354DF7" w:rsidP="00354DF7">
      <w:pPr>
        <w:tabs>
          <w:tab w:val="left" w:pos="6195"/>
        </w:tabs>
      </w:pPr>
      <w:r>
        <w:t>478.1292</w:t>
      </w:r>
      <w:r>
        <w:tab/>
        <w:t>2.762e0</w:t>
      </w:r>
    </w:p>
    <w:p w:rsidR="00354DF7" w:rsidRDefault="00354DF7" w:rsidP="00354DF7">
      <w:pPr>
        <w:tabs>
          <w:tab w:val="left" w:pos="6195"/>
        </w:tabs>
      </w:pPr>
      <w:r>
        <w:t>478.1335</w:t>
      </w:r>
      <w:r>
        <w:tab/>
        <w:t>1.533e0</w:t>
      </w:r>
    </w:p>
    <w:p w:rsidR="00354DF7" w:rsidRDefault="00354DF7" w:rsidP="00354DF7">
      <w:pPr>
        <w:tabs>
          <w:tab w:val="left" w:pos="6195"/>
        </w:tabs>
      </w:pPr>
      <w:r>
        <w:t>478.1716</w:t>
      </w:r>
      <w:r>
        <w:tab/>
        <w:t>2.615e0</w:t>
      </w:r>
    </w:p>
    <w:p w:rsidR="00354DF7" w:rsidRDefault="00354DF7" w:rsidP="00354DF7">
      <w:pPr>
        <w:tabs>
          <w:tab w:val="left" w:pos="6195"/>
        </w:tabs>
      </w:pPr>
      <w:r>
        <w:t>478.2098</w:t>
      </w:r>
      <w:r>
        <w:tab/>
        <w:t>2.368e0</w:t>
      </w:r>
    </w:p>
    <w:p w:rsidR="00354DF7" w:rsidRDefault="00354DF7" w:rsidP="00354DF7">
      <w:pPr>
        <w:tabs>
          <w:tab w:val="left" w:pos="6195"/>
        </w:tabs>
      </w:pPr>
      <w:r>
        <w:t>478.2272</w:t>
      </w:r>
      <w:r>
        <w:tab/>
        <w:t>7.836e0</w:t>
      </w:r>
    </w:p>
    <w:p w:rsidR="00354DF7" w:rsidRDefault="00354DF7" w:rsidP="00354DF7">
      <w:pPr>
        <w:tabs>
          <w:tab w:val="left" w:pos="6195"/>
        </w:tabs>
      </w:pPr>
      <w:r>
        <w:t>478.2312</w:t>
      </w:r>
      <w:r>
        <w:tab/>
        <w:t>9.032e0</w:t>
      </w:r>
    </w:p>
    <w:p w:rsidR="00354DF7" w:rsidRDefault="00354DF7" w:rsidP="00354DF7">
      <w:pPr>
        <w:tabs>
          <w:tab w:val="left" w:pos="6195"/>
        </w:tabs>
      </w:pPr>
      <w:r>
        <w:t>478.2338</w:t>
      </w:r>
      <w:r>
        <w:tab/>
        <w:t>3.032e1</w:t>
      </w:r>
    </w:p>
    <w:p w:rsidR="00354DF7" w:rsidRDefault="00354DF7" w:rsidP="00354DF7">
      <w:pPr>
        <w:tabs>
          <w:tab w:val="left" w:pos="6195"/>
        </w:tabs>
      </w:pPr>
      <w:r>
        <w:t>478.2405</w:t>
      </w:r>
      <w:r>
        <w:tab/>
        <w:t>7.787e0</w:t>
      </w:r>
    </w:p>
    <w:p w:rsidR="00354DF7" w:rsidRDefault="00354DF7" w:rsidP="00354DF7">
      <w:pPr>
        <w:tabs>
          <w:tab w:val="left" w:pos="6195"/>
        </w:tabs>
      </w:pPr>
      <w:r>
        <w:t>478.2462</w:t>
      </w:r>
      <w:r>
        <w:tab/>
        <w:t>3.410e0</w:t>
      </w:r>
    </w:p>
    <w:p w:rsidR="00354DF7" w:rsidRDefault="00354DF7" w:rsidP="00354DF7">
      <w:pPr>
        <w:tabs>
          <w:tab w:val="left" w:pos="6195"/>
        </w:tabs>
      </w:pPr>
      <w:r>
        <w:t>478.2908</w:t>
      </w:r>
      <w:r>
        <w:tab/>
        <w:t>6.421e0</w:t>
      </w:r>
    </w:p>
    <w:p w:rsidR="00354DF7" w:rsidRDefault="00354DF7" w:rsidP="00354DF7">
      <w:pPr>
        <w:tabs>
          <w:tab w:val="left" w:pos="6195"/>
        </w:tabs>
      </w:pPr>
      <w:r>
        <w:t>478.3490</w:t>
      </w:r>
      <w:r>
        <w:tab/>
        <w:t>2.671e0</w:t>
      </w:r>
    </w:p>
    <w:p w:rsidR="00354DF7" w:rsidRDefault="00354DF7" w:rsidP="00354DF7">
      <w:pPr>
        <w:tabs>
          <w:tab w:val="left" w:pos="6195"/>
        </w:tabs>
      </w:pPr>
      <w:r>
        <w:t>478.4093</w:t>
      </w:r>
      <w:r>
        <w:tab/>
        <w:t>2.777e0</w:t>
      </w:r>
    </w:p>
    <w:p w:rsidR="00354DF7" w:rsidRDefault="00354DF7" w:rsidP="00354DF7">
      <w:pPr>
        <w:tabs>
          <w:tab w:val="left" w:pos="6195"/>
        </w:tabs>
      </w:pPr>
      <w:r>
        <w:t>478.4158</w:t>
      </w:r>
      <w:r>
        <w:tab/>
        <w:t>1.372e0</w:t>
      </w:r>
    </w:p>
    <w:p w:rsidR="00354DF7" w:rsidRDefault="00354DF7" w:rsidP="00354DF7">
      <w:pPr>
        <w:tabs>
          <w:tab w:val="left" w:pos="6195"/>
        </w:tabs>
      </w:pPr>
      <w:r>
        <w:t>478.4216</w:t>
      </w:r>
      <w:r>
        <w:tab/>
        <w:t>2.149e0</w:t>
      </w:r>
    </w:p>
    <w:p w:rsidR="00354DF7" w:rsidRDefault="00354DF7" w:rsidP="00354DF7">
      <w:pPr>
        <w:tabs>
          <w:tab w:val="left" w:pos="6195"/>
        </w:tabs>
      </w:pPr>
      <w:r>
        <w:t>478.4580</w:t>
      </w:r>
      <w:r>
        <w:tab/>
        <w:t>4.989e0</w:t>
      </w:r>
    </w:p>
    <w:p w:rsidR="00354DF7" w:rsidRDefault="00354DF7" w:rsidP="00354DF7">
      <w:pPr>
        <w:tabs>
          <w:tab w:val="left" w:pos="6195"/>
        </w:tabs>
      </w:pPr>
      <w:r>
        <w:t>478.4839</w:t>
      </w:r>
      <w:r>
        <w:tab/>
        <w:t>1.788e0</w:t>
      </w:r>
    </w:p>
    <w:p w:rsidR="00354DF7" w:rsidRDefault="00354DF7" w:rsidP="00354DF7">
      <w:pPr>
        <w:tabs>
          <w:tab w:val="left" w:pos="6195"/>
        </w:tabs>
      </w:pPr>
      <w:r>
        <w:lastRenderedPageBreak/>
        <w:t>478.4915</w:t>
      </w:r>
      <w:r>
        <w:tab/>
        <w:t>3.863e0</w:t>
      </w:r>
    </w:p>
    <w:p w:rsidR="00354DF7" w:rsidRDefault="00354DF7" w:rsidP="00354DF7">
      <w:pPr>
        <w:tabs>
          <w:tab w:val="left" w:pos="6195"/>
        </w:tabs>
      </w:pPr>
      <w:r>
        <w:t>478.5096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478.5203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478.5311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478.5339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478.5570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478.5979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478.6255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478.6469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478.6499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478.6827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478.6935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478.6947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478.7154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478.7264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478.7285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478.7407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478.7533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478.7737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478.7768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478.7794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478.8281</w:t>
      </w:r>
      <w:r>
        <w:tab/>
        <w:t>2.986e0</w:t>
      </w:r>
    </w:p>
    <w:p w:rsidR="00354DF7" w:rsidRDefault="00354DF7" w:rsidP="00354DF7">
      <w:pPr>
        <w:tabs>
          <w:tab w:val="left" w:pos="6195"/>
        </w:tabs>
      </w:pPr>
      <w:r>
        <w:t>478.8337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478.8351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478.8405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478.8602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478.8649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478.8857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478.9041</w:t>
      </w:r>
      <w:r>
        <w:tab/>
        <w:t>6.141e0</w:t>
      </w:r>
    </w:p>
    <w:p w:rsidR="00354DF7" w:rsidRDefault="00354DF7" w:rsidP="00354DF7">
      <w:pPr>
        <w:tabs>
          <w:tab w:val="left" w:pos="6195"/>
        </w:tabs>
      </w:pPr>
      <w:r>
        <w:t>478.9279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478.9706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478.9732</w:t>
      </w:r>
      <w:r>
        <w:tab/>
        <w:t>7.385e0</w:t>
      </w:r>
    </w:p>
    <w:p w:rsidR="00354DF7" w:rsidRDefault="00354DF7" w:rsidP="00354DF7">
      <w:pPr>
        <w:tabs>
          <w:tab w:val="left" w:pos="6195"/>
        </w:tabs>
      </w:pPr>
      <w:r>
        <w:t>478.9989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479.0064</w:t>
      </w:r>
      <w:r>
        <w:tab/>
        <w:t>2.918e0</w:t>
      </w:r>
    </w:p>
    <w:p w:rsidR="00354DF7" w:rsidRDefault="00354DF7" w:rsidP="00354DF7">
      <w:pPr>
        <w:tabs>
          <w:tab w:val="left" w:pos="6195"/>
        </w:tabs>
      </w:pPr>
      <w:r>
        <w:t>479.0193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479.0206</w:t>
      </w:r>
      <w:r>
        <w:tab/>
        <w:t>1.979e0</w:t>
      </w:r>
    </w:p>
    <w:p w:rsidR="00354DF7" w:rsidRDefault="00354DF7" w:rsidP="00354DF7">
      <w:pPr>
        <w:tabs>
          <w:tab w:val="left" w:pos="6195"/>
        </w:tabs>
      </w:pPr>
      <w:r>
        <w:t>479.0647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479.0710</w:t>
      </w:r>
      <w:r>
        <w:tab/>
        <w:t>1.967e0</w:t>
      </w:r>
    </w:p>
    <w:p w:rsidR="00354DF7" w:rsidRDefault="00354DF7" w:rsidP="00354DF7">
      <w:pPr>
        <w:tabs>
          <w:tab w:val="left" w:pos="6195"/>
        </w:tabs>
      </w:pPr>
      <w:r>
        <w:lastRenderedPageBreak/>
        <w:t>479.0831</w:t>
      </w:r>
      <w:r>
        <w:tab/>
        <w:t>2.892e0</w:t>
      </w:r>
    </w:p>
    <w:p w:rsidR="00354DF7" w:rsidRDefault="00354DF7" w:rsidP="00354DF7">
      <w:pPr>
        <w:tabs>
          <w:tab w:val="left" w:pos="6195"/>
        </w:tabs>
      </w:pPr>
      <w:r>
        <w:t>479.1176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479.1250</w:t>
      </w:r>
      <w:r>
        <w:tab/>
        <w:t>3.102e0</w:t>
      </w:r>
    </w:p>
    <w:p w:rsidR="00354DF7" w:rsidRDefault="00354DF7" w:rsidP="00354DF7">
      <w:pPr>
        <w:tabs>
          <w:tab w:val="left" w:pos="6195"/>
        </w:tabs>
      </w:pPr>
      <w:r>
        <w:t>479.1310</w:t>
      </w:r>
      <w:r>
        <w:tab/>
        <w:t>6.303e0</w:t>
      </w:r>
    </w:p>
    <w:p w:rsidR="00354DF7" w:rsidRDefault="00354DF7" w:rsidP="00354DF7">
      <w:pPr>
        <w:tabs>
          <w:tab w:val="left" w:pos="6195"/>
        </w:tabs>
      </w:pPr>
      <w:r>
        <w:t>479.1575</w:t>
      </w:r>
      <w:r>
        <w:tab/>
        <w:t>2.486e0</w:t>
      </w:r>
    </w:p>
    <w:p w:rsidR="00354DF7" w:rsidRDefault="00354DF7" w:rsidP="00354DF7">
      <w:pPr>
        <w:tabs>
          <w:tab w:val="left" w:pos="6195"/>
        </w:tabs>
      </w:pPr>
      <w:r>
        <w:t>479.2077</w:t>
      </w:r>
      <w:r>
        <w:tab/>
        <w:t>2.843e0</w:t>
      </w:r>
    </w:p>
    <w:p w:rsidR="00354DF7" w:rsidRDefault="00354DF7" w:rsidP="00354DF7">
      <w:pPr>
        <w:tabs>
          <w:tab w:val="left" w:pos="6195"/>
        </w:tabs>
      </w:pPr>
      <w:r>
        <w:t>479.2146</w:t>
      </w:r>
      <w:r>
        <w:tab/>
        <w:t>1.881e0</w:t>
      </w:r>
    </w:p>
    <w:p w:rsidR="00354DF7" w:rsidRDefault="00354DF7" w:rsidP="00354DF7">
      <w:pPr>
        <w:tabs>
          <w:tab w:val="left" w:pos="6195"/>
        </w:tabs>
      </w:pPr>
      <w:r>
        <w:t>479.2191</w:t>
      </w:r>
      <w:r>
        <w:tab/>
        <w:t>3.184e0</w:t>
      </w:r>
    </w:p>
    <w:p w:rsidR="00354DF7" w:rsidRDefault="00354DF7" w:rsidP="00354DF7">
      <w:pPr>
        <w:tabs>
          <w:tab w:val="left" w:pos="6195"/>
        </w:tabs>
      </w:pPr>
      <w:r>
        <w:t>479.2206</w:t>
      </w:r>
      <w:r>
        <w:tab/>
        <w:t>2.135e0</w:t>
      </w:r>
    </w:p>
    <w:p w:rsidR="00354DF7" w:rsidRDefault="00354DF7" w:rsidP="00354DF7">
      <w:pPr>
        <w:tabs>
          <w:tab w:val="left" w:pos="6195"/>
        </w:tabs>
      </w:pPr>
      <w:r>
        <w:t>479.2430</w:t>
      </w:r>
      <w:r>
        <w:tab/>
        <w:t>9.367e0</w:t>
      </w:r>
    </w:p>
    <w:p w:rsidR="00354DF7" w:rsidRDefault="00354DF7" w:rsidP="00354DF7">
      <w:pPr>
        <w:tabs>
          <w:tab w:val="left" w:pos="6195"/>
        </w:tabs>
      </w:pPr>
      <w:r>
        <w:t>479.2743</w:t>
      </w:r>
      <w:r>
        <w:tab/>
        <w:t>1.475e0</w:t>
      </w:r>
    </w:p>
    <w:p w:rsidR="00354DF7" w:rsidRDefault="00354DF7" w:rsidP="00354DF7">
      <w:pPr>
        <w:tabs>
          <w:tab w:val="left" w:pos="6195"/>
        </w:tabs>
      </w:pPr>
      <w:r>
        <w:t>479.3024</w:t>
      </w:r>
      <w:r>
        <w:tab/>
        <w:t>2.512e0</w:t>
      </w:r>
    </w:p>
    <w:p w:rsidR="00354DF7" w:rsidRDefault="00354DF7" w:rsidP="00354DF7">
      <w:pPr>
        <w:tabs>
          <w:tab w:val="left" w:pos="6195"/>
        </w:tabs>
      </w:pPr>
      <w:r>
        <w:t>479.3391</w:t>
      </w:r>
      <w:r>
        <w:tab/>
        <w:t>1.865e0</w:t>
      </w:r>
    </w:p>
    <w:p w:rsidR="00354DF7" w:rsidRDefault="00354DF7" w:rsidP="00354DF7">
      <w:pPr>
        <w:tabs>
          <w:tab w:val="left" w:pos="6195"/>
        </w:tabs>
      </w:pPr>
      <w:r>
        <w:t>479.3703</w:t>
      </w:r>
      <w:r>
        <w:tab/>
        <w:t>2.428e0</w:t>
      </w:r>
    </w:p>
    <w:p w:rsidR="00354DF7" w:rsidRDefault="00354DF7" w:rsidP="00354DF7">
      <w:pPr>
        <w:tabs>
          <w:tab w:val="left" w:pos="6195"/>
        </w:tabs>
      </w:pPr>
      <w:r>
        <w:t>479.4128</w:t>
      </w:r>
      <w:r>
        <w:tab/>
        <w:t>4.412e0</w:t>
      </w:r>
    </w:p>
    <w:p w:rsidR="00354DF7" w:rsidRDefault="00354DF7" w:rsidP="00354DF7">
      <w:pPr>
        <w:tabs>
          <w:tab w:val="left" w:pos="6195"/>
        </w:tabs>
      </w:pPr>
      <w:r>
        <w:t>479.4994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479.5079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479.5323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479.5518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479.5663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479.5777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479.5846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479.5914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479.6148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479.6242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479.6296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479.6325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479.6476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479.6995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479.7032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479.7076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479.7096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479.7117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479.7209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479.7596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479.7805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479.7891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479.8128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479.8148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479.8252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479.8407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479.8419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479.8439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479.8698</w:t>
      </w:r>
      <w:r>
        <w:tab/>
        <w:t>3.109e0</w:t>
      </w:r>
    </w:p>
    <w:p w:rsidR="00354DF7" w:rsidRDefault="00354DF7" w:rsidP="00354DF7">
      <w:pPr>
        <w:tabs>
          <w:tab w:val="left" w:pos="6195"/>
        </w:tabs>
      </w:pPr>
      <w:r>
        <w:t>479.8745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479.9174</w:t>
      </w:r>
      <w:r>
        <w:tab/>
        <w:t>3.852e0</w:t>
      </w:r>
    </w:p>
    <w:p w:rsidR="00354DF7" w:rsidRDefault="00354DF7" w:rsidP="00354DF7">
      <w:pPr>
        <w:tabs>
          <w:tab w:val="left" w:pos="6195"/>
        </w:tabs>
      </w:pPr>
      <w:r>
        <w:t>479.9292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479.9380</w:t>
      </w:r>
      <w:r>
        <w:tab/>
        <w:t>4.007e0</w:t>
      </w:r>
    </w:p>
    <w:p w:rsidR="00354DF7" w:rsidRDefault="00354DF7" w:rsidP="00354DF7">
      <w:pPr>
        <w:tabs>
          <w:tab w:val="left" w:pos="6195"/>
        </w:tabs>
      </w:pPr>
      <w:r>
        <w:t>479.9534</w:t>
      </w:r>
      <w:r>
        <w:tab/>
        <w:t>1.933e0</w:t>
      </w:r>
    </w:p>
    <w:p w:rsidR="00354DF7" w:rsidRDefault="00354DF7" w:rsidP="00354DF7">
      <w:pPr>
        <w:tabs>
          <w:tab w:val="left" w:pos="6195"/>
        </w:tabs>
      </w:pPr>
      <w:r>
        <w:t>479.9798</w:t>
      </w:r>
      <w:r>
        <w:tab/>
        <w:t>2.827e0</w:t>
      </w:r>
    </w:p>
    <w:p w:rsidR="00354DF7" w:rsidRDefault="00354DF7" w:rsidP="00354DF7">
      <w:pPr>
        <w:tabs>
          <w:tab w:val="left" w:pos="6195"/>
        </w:tabs>
      </w:pPr>
      <w:r>
        <w:t>480.0174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480.0232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480.0278</w:t>
      </w:r>
      <w:r>
        <w:tab/>
        <w:t>2.969e0</w:t>
      </w:r>
    </w:p>
    <w:p w:rsidR="00354DF7" w:rsidRDefault="00354DF7" w:rsidP="00354DF7">
      <w:pPr>
        <w:tabs>
          <w:tab w:val="left" w:pos="6195"/>
        </w:tabs>
      </w:pPr>
      <w:r>
        <w:t>480.0370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480.0519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480.0969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480.1179</w:t>
      </w:r>
      <w:r>
        <w:tab/>
        <w:t>1.633e0</w:t>
      </w:r>
    </w:p>
    <w:p w:rsidR="00354DF7" w:rsidRDefault="00354DF7" w:rsidP="00354DF7">
      <w:pPr>
        <w:tabs>
          <w:tab w:val="left" w:pos="6195"/>
        </w:tabs>
      </w:pPr>
      <w:r>
        <w:lastRenderedPageBreak/>
        <w:t>480.1324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480.1531</w:t>
      </w:r>
      <w:r>
        <w:tab/>
        <w:t>2.828e0</w:t>
      </w:r>
    </w:p>
    <w:p w:rsidR="00354DF7" w:rsidRDefault="00354DF7" w:rsidP="00354DF7">
      <w:pPr>
        <w:tabs>
          <w:tab w:val="left" w:pos="6195"/>
        </w:tabs>
      </w:pPr>
      <w:r>
        <w:t>480.1588</w:t>
      </w:r>
      <w:r>
        <w:tab/>
        <w:t>1.808e0</w:t>
      </w:r>
    </w:p>
    <w:p w:rsidR="00354DF7" w:rsidRDefault="00354DF7" w:rsidP="00354DF7">
      <w:pPr>
        <w:tabs>
          <w:tab w:val="left" w:pos="6195"/>
        </w:tabs>
      </w:pPr>
      <w:r>
        <w:t>480.1652</w:t>
      </w:r>
      <w:r>
        <w:tab/>
        <w:t>2.077e0</w:t>
      </w:r>
    </w:p>
    <w:p w:rsidR="00354DF7" w:rsidRDefault="00354DF7" w:rsidP="00354DF7">
      <w:pPr>
        <w:tabs>
          <w:tab w:val="left" w:pos="6195"/>
        </w:tabs>
      </w:pPr>
      <w:r>
        <w:t>480.1685</w:t>
      </w:r>
      <w:r>
        <w:tab/>
        <w:t>1.642e0</w:t>
      </w:r>
    </w:p>
    <w:p w:rsidR="00354DF7" w:rsidRDefault="00354DF7" w:rsidP="00354DF7">
      <w:pPr>
        <w:tabs>
          <w:tab w:val="left" w:pos="6195"/>
        </w:tabs>
      </w:pPr>
      <w:r>
        <w:t>480.2421</w:t>
      </w:r>
      <w:r>
        <w:tab/>
        <w:t>5.651e0</w:t>
      </w:r>
    </w:p>
    <w:p w:rsidR="00354DF7" w:rsidRDefault="00354DF7" w:rsidP="00354DF7">
      <w:pPr>
        <w:tabs>
          <w:tab w:val="left" w:pos="6195"/>
        </w:tabs>
      </w:pPr>
      <w:r>
        <w:t>480.3016</w:t>
      </w:r>
      <w:r>
        <w:tab/>
        <w:t>6.599e0</w:t>
      </w:r>
    </w:p>
    <w:p w:rsidR="00354DF7" w:rsidRDefault="00354DF7" w:rsidP="00354DF7">
      <w:pPr>
        <w:tabs>
          <w:tab w:val="left" w:pos="6195"/>
        </w:tabs>
      </w:pPr>
      <w:r>
        <w:t>480.3952</w:t>
      </w:r>
      <w:r>
        <w:tab/>
        <w:t>1.114e0</w:t>
      </w:r>
    </w:p>
    <w:p w:rsidR="00354DF7" w:rsidRDefault="00354DF7" w:rsidP="00354DF7">
      <w:pPr>
        <w:tabs>
          <w:tab w:val="left" w:pos="6195"/>
        </w:tabs>
      </w:pPr>
      <w:r>
        <w:t>480.4053</w:t>
      </w:r>
      <w:r>
        <w:tab/>
        <w:t>1.376e0</w:t>
      </w:r>
    </w:p>
    <w:p w:rsidR="00354DF7" w:rsidRDefault="00354DF7" w:rsidP="00354DF7">
      <w:pPr>
        <w:tabs>
          <w:tab w:val="left" w:pos="6195"/>
        </w:tabs>
      </w:pPr>
      <w:r>
        <w:t>480.4064</w:t>
      </w:r>
      <w:r>
        <w:tab/>
        <w:t>2.772e0</w:t>
      </w:r>
    </w:p>
    <w:p w:rsidR="00354DF7" w:rsidRDefault="00354DF7" w:rsidP="00354DF7">
      <w:pPr>
        <w:tabs>
          <w:tab w:val="left" w:pos="6195"/>
        </w:tabs>
      </w:pPr>
      <w:r>
        <w:t>480.4238</w:t>
      </w:r>
      <w:r>
        <w:tab/>
        <w:t>2.641e0</w:t>
      </w:r>
    </w:p>
    <w:p w:rsidR="00354DF7" w:rsidRDefault="00354DF7" w:rsidP="00354DF7">
      <w:pPr>
        <w:tabs>
          <w:tab w:val="left" w:pos="6195"/>
        </w:tabs>
      </w:pPr>
      <w:r>
        <w:t>480.4271</w:t>
      </w:r>
      <w:r>
        <w:tab/>
        <w:t>1.042e1</w:t>
      </w:r>
    </w:p>
    <w:p w:rsidR="00354DF7" w:rsidRDefault="00354DF7" w:rsidP="00354DF7">
      <w:pPr>
        <w:tabs>
          <w:tab w:val="left" w:pos="6195"/>
        </w:tabs>
      </w:pPr>
      <w:r>
        <w:t>480.4420</w:t>
      </w:r>
      <w:r>
        <w:tab/>
        <w:t>5.431e0</w:t>
      </w:r>
    </w:p>
    <w:p w:rsidR="00354DF7" w:rsidRDefault="00354DF7" w:rsidP="00354DF7">
      <w:pPr>
        <w:tabs>
          <w:tab w:val="left" w:pos="6195"/>
        </w:tabs>
      </w:pPr>
      <w:r>
        <w:t>480.4437</w:t>
      </w:r>
      <w:r>
        <w:tab/>
        <w:t>3.055e0</w:t>
      </w:r>
    </w:p>
    <w:p w:rsidR="00354DF7" w:rsidRDefault="00354DF7" w:rsidP="00354DF7">
      <w:pPr>
        <w:tabs>
          <w:tab w:val="left" w:pos="6195"/>
        </w:tabs>
      </w:pPr>
      <w:r>
        <w:t>480.4730</w:t>
      </w:r>
      <w:r>
        <w:tab/>
        <w:t>1.856e0</w:t>
      </w:r>
    </w:p>
    <w:p w:rsidR="00354DF7" w:rsidRDefault="00354DF7" w:rsidP="00354DF7">
      <w:pPr>
        <w:tabs>
          <w:tab w:val="left" w:pos="6195"/>
        </w:tabs>
      </w:pPr>
      <w:r>
        <w:t>480.5166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480.5274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480.5563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480.5729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480.5770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480.5860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480.5941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480.6194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480.6559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480.6638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480.6662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480.6830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480.6906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480.7031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480.7108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480.7230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480.7765</w:t>
      </w:r>
      <w:r>
        <w:tab/>
        <w:t>1.970e0</w:t>
      </w:r>
    </w:p>
    <w:p w:rsidR="00354DF7" w:rsidRDefault="00354DF7" w:rsidP="00354DF7">
      <w:pPr>
        <w:tabs>
          <w:tab w:val="left" w:pos="6195"/>
        </w:tabs>
      </w:pPr>
      <w:r>
        <w:t>480.7856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480.7927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480.7991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480.8298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480.8360</w:t>
      </w:r>
      <w:r>
        <w:tab/>
        <w:t>6.013e0</w:t>
      </w:r>
    </w:p>
    <w:p w:rsidR="00354DF7" w:rsidRDefault="00354DF7" w:rsidP="00354DF7">
      <w:pPr>
        <w:tabs>
          <w:tab w:val="left" w:pos="6195"/>
        </w:tabs>
      </w:pPr>
      <w:r>
        <w:t>480.8447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lastRenderedPageBreak/>
        <w:t>480.8902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480.9008</w:t>
      </w:r>
      <w:r>
        <w:tab/>
        <w:t>2.010e0</w:t>
      </w:r>
    </w:p>
    <w:p w:rsidR="00354DF7" w:rsidRDefault="00354DF7" w:rsidP="00354DF7">
      <w:pPr>
        <w:tabs>
          <w:tab w:val="left" w:pos="6195"/>
        </w:tabs>
      </w:pPr>
      <w:r>
        <w:t>480.9247</w:t>
      </w:r>
      <w:r>
        <w:tab/>
        <w:t>3.028e0</w:t>
      </w:r>
    </w:p>
    <w:p w:rsidR="00354DF7" w:rsidRDefault="00354DF7" w:rsidP="00354DF7">
      <w:pPr>
        <w:tabs>
          <w:tab w:val="left" w:pos="6195"/>
        </w:tabs>
      </w:pPr>
      <w:r>
        <w:t>480.9566</w:t>
      </w:r>
      <w:r>
        <w:tab/>
        <w:t>2.946e0</w:t>
      </w:r>
    </w:p>
    <w:p w:rsidR="00354DF7" w:rsidRDefault="00354DF7" w:rsidP="00354DF7">
      <w:pPr>
        <w:tabs>
          <w:tab w:val="left" w:pos="6195"/>
        </w:tabs>
      </w:pPr>
      <w:r>
        <w:t>480.9904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480.9954</w:t>
      </w:r>
      <w:r>
        <w:tab/>
        <w:t>1.949e0</w:t>
      </w:r>
    </w:p>
    <w:p w:rsidR="00354DF7" w:rsidRDefault="00354DF7" w:rsidP="00354DF7">
      <w:pPr>
        <w:tabs>
          <w:tab w:val="left" w:pos="6195"/>
        </w:tabs>
      </w:pPr>
      <w:r>
        <w:t>480.9969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481.0125</w:t>
      </w:r>
      <w:r>
        <w:tab/>
        <w:t>1.839e0</w:t>
      </w:r>
    </w:p>
    <w:p w:rsidR="00354DF7" w:rsidRDefault="00354DF7" w:rsidP="00354DF7">
      <w:pPr>
        <w:tabs>
          <w:tab w:val="left" w:pos="6195"/>
        </w:tabs>
      </w:pPr>
      <w:r>
        <w:t>481.0279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481.0659</w:t>
      </w:r>
      <w:r>
        <w:tab/>
        <w:t>5.753e0</w:t>
      </w:r>
    </w:p>
    <w:p w:rsidR="00354DF7" w:rsidRDefault="00354DF7" w:rsidP="00354DF7">
      <w:pPr>
        <w:tabs>
          <w:tab w:val="left" w:pos="6195"/>
        </w:tabs>
      </w:pPr>
      <w:r>
        <w:t>481.0703</w:t>
      </w:r>
      <w:r>
        <w:tab/>
        <w:t>9.066e0</w:t>
      </w:r>
    </w:p>
    <w:p w:rsidR="00354DF7" w:rsidRDefault="00354DF7" w:rsidP="00354DF7">
      <w:pPr>
        <w:tabs>
          <w:tab w:val="left" w:pos="6195"/>
        </w:tabs>
      </w:pPr>
      <w:r>
        <w:t>481.0753</w:t>
      </w:r>
      <w:r>
        <w:tab/>
        <w:t>1.827e1</w:t>
      </w:r>
    </w:p>
    <w:p w:rsidR="00354DF7" w:rsidRDefault="00354DF7" w:rsidP="00354DF7">
      <w:pPr>
        <w:tabs>
          <w:tab w:val="left" w:pos="6195"/>
        </w:tabs>
      </w:pPr>
      <w:r>
        <w:t>481.0958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481.1195</w:t>
      </w:r>
      <w:r>
        <w:tab/>
        <w:t>3.570e0</w:t>
      </w:r>
    </w:p>
    <w:p w:rsidR="00354DF7" w:rsidRDefault="00354DF7" w:rsidP="00354DF7">
      <w:pPr>
        <w:tabs>
          <w:tab w:val="left" w:pos="6195"/>
        </w:tabs>
      </w:pPr>
      <w:r>
        <w:t>481.1212</w:t>
      </w:r>
      <w:r>
        <w:tab/>
        <w:t>4.388e0</w:t>
      </w:r>
    </w:p>
    <w:p w:rsidR="00354DF7" w:rsidRDefault="00354DF7" w:rsidP="00354DF7">
      <w:pPr>
        <w:tabs>
          <w:tab w:val="left" w:pos="6195"/>
        </w:tabs>
      </w:pPr>
      <w:r>
        <w:t>481.1423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481.1985</w:t>
      </w:r>
      <w:r>
        <w:tab/>
        <w:t>5.508e0</w:t>
      </w:r>
    </w:p>
    <w:p w:rsidR="00354DF7" w:rsidRDefault="00354DF7" w:rsidP="00354DF7">
      <w:pPr>
        <w:tabs>
          <w:tab w:val="left" w:pos="6195"/>
        </w:tabs>
      </w:pPr>
      <w:r>
        <w:t>481.2166</w:t>
      </w:r>
      <w:r>
        <w:tab/>
        <w:t>8.718e0</w:t>
      </w:r>
    </w:p>
    <w:p w:rsidR="00354DF7" w:rsidRDefault="00354DF7" w:rsidP="00354DF7">
      <w:pPr>
        <w:tabs>
          <w:tab w:val="left" w:pos="6195"/>
        </w:tabs>
      </w:pPr>
      <w:r>
        <w:t>481.2367</w:t>
      </w:r>
      <w:r>
        <w:tab/>
        <w:t>4.612e0</w:t>
      </w:r>
    </w:p>
    <w:p w:rsidR="00354DF7" w:rsidRDefault="00354DF7" w:rsidP="00354DF7">
      <w:pPr>
        <w:tabs>
          <w:tab w:val="left" w:pos="6195"/>
        </w:tabs>
      </w:pPr>
      <w:r>
        <w:lastRenderedPageBreak/>
        <w:t>481.2433</w:t>
      </w:r>
      <w:r>
        <w:tab/>
        <w:t>1.824e0</w:t>
      </w:r>
    </w:p>
    <w:p w:rsidR="00354DF7" w:rsidRDefault="00354DF7" w:rsidP="00354DF7">
      <w:pPr>
        <w:tabs>
          <w:tab w:val="left" w:pos="6195"/>
        </w:tabs>
      </w:pPr>
      <w:r>
        <w:t>481.2643</w:t>
      </w:r>
      <w:r>
        <w:tab/>
        <w:t>7.773e0</w:t>
      </w:r>
    </w:p>
    <w:p w:rsidR="00354DF7" w:rsidRDefault="00354DF7" w:rsidP="00354DF7">
      <w:pPr>
        <w:tabs>
          <w:tab w:val="left" w:pos="6195"/>
        </w:tabs>
      </w:pPr>
      <w:r>
        <w:t>481.2672</w:t>
      </w:r>
      <w:r>
        <w:tab/>
        <w:t>6.738e0</w:t>
      </w:r>
    </w:p>
    <w:p w:rsidR="00354DF7" w:rsidRDefault="00354DF7" w:rsidP="00354DF7">
      <w:pPr>
        <w:tabs>
          <w:tab w:val="left" w:pos="6195"/>
        </w:tabs>
      </w:pPr>
      <w:r>
        <w:t>481.2840</w:t>
      </w:r>
      <w:r>
        <w:tab/>
        <w:t>4.500e0</w:t>
      </w:r>
    </w:p>
    <w:p w:rsidR="00354DF7" w:rsidRDefault="00354DF7" w:rsidP="00354DF7">
      <w:pPr>
        <w:tabs>
          <w:tab w:val="left" w:pos="6195"/>
        </w:tabs>
      </w:pPr>
      <w:r>
        <w:t>481.3409</w:t>
      </w:r>
      <w:r>
        <w:tab/>
        <w:t>1.160e0</w:t>
      </w:r>
    </w:p>
    <w:p w:rsidR="00354DF7" w:rsidRDefault="00354DF7" w:rsidP="00354DF7">
      <w:pPr>
        <w:tabs>
          <w:tab w:val="left" w:pos="6195"/>
        </w:tabs>
      </w:pPr>
      <w:r>
        <w:t>481.4095</w:t>
      </w:r>
      <w:r>
        <w:tab/>
        <w:t>6.794e0</w:t>
      </w:r>
    </w:p>
    <w:p w:rsidR="00354DF7" w:rsidRDefault="00354DF7" w:rsidP="00354DF7">
      <w:pPr>
        <w:tabs>
          <w:tab w:val="left" w:pos="6195"/>
        </w:tabs>
      </w:pPr>
      <w:r>
        <w:t>481.4542</w:t>
      </w:r>
      <w:r>
        <w:tab/>
        <w:t>8.576e0</w:t>
      </w:r>
    </w:p>
    <w:p w:rsidR="00354DF7" w:rsidRDefault="00354DF7" w:rsidP="00354DF7">
      <w:pPr>
        <w:tabs>
          <w:tab w:val="left" w:pos="6195"/>
        </w:tabs>
      </w:pPr>
      <w:r>
        <w:t>481.4637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481.5306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481.5320</w:t>
      </w:r>
      <w:r>
        <w:tab/>
        <w:t>2.004e0</w:t>
      </w:r>
    </w:p>
    <w:p w:rsidR="00354DF7" w:rsidRDefault="00354DF7" w:rsidP="00354DF7">
      <w:pPr>
        <w:tabs>
          <w:tab w:val="left" w:pos="6195"/>
        </w:tabs>
      </w:pPr>
      <w:r>
        <w:t>481.5780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481.5814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481.5901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481.6069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481.6160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481.6518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481.6663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481.6745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481.6875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481.7372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481.7432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481.7514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481.7569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481.7766</w:t>
      </w:r>
      <w:r>
        <w:tab/>
        <w:t>4.593e0</w:t>
      </w:r>
    </w:p>
    <w:p w:rsidR="00354DF7" w:rsidRDefault="00354DF7" w:rsidP="00354DF7">
      <w:pPr>
        <w:tabs>
          <w:tab w:val="left" w:pos="6195"/>
        </w:tabs>
      </w:pPr>
      <w:r>
        <w:t>481.7821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481.7925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481.8003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481.8256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481.8423</w:t>
      </w:r>
      <w:r>
        <w:tab/>
        <w:t>2.039e0</w:t>
      </w:r>
    </w:p>
    <w:p w:rsidR="00354DF7" w:rsidRDefault="00354DF7" w:rsidP="00354DF7">
      <w:pPr>
        <w:tabs>
          <w:tab w:val="left" w:pos="6195"/>
        </w:tabs>
      </w:pPr>
      <w:r>
        <w:t>481.8570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481.8751</w:t>
      </w:r>
      <w:r>
        <w:tab/>
        <w:t>2.837e0</w:t>
      </w:r>
    </w:p>
    <w:p w:rsidR="00354DF7" w:rsidRDefault="00354DF7" w:rsidP="00354DF7">
      <w:pPr>
        <w:tabs>
          <w:tab w:val="left" w:pos="6195"/>
        </w:tabs>
      </w:pPr>
      <w:r>
        <w:t>481.8797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481.8961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481.9444</w:t>
      </w:r>
      <w:r>
        <w:tab/>
        <w:t>5.751e0</w:t>
      </w:r>
    </w:p>
    <w:p w:rsidR="00354DF7" w:rsidRDefault="00354DF7" w:rsidP="00354DF7">
      <w:pPr>
        <w:tabs>
          <w:tab w:val="left" w:pos="6195"/>
        </w:tabs>
      </w:pPr>
      <w:r>
        <w:t>481.9549</w:t>
      </w:r>
      <w:r>
        <w:tab/>
        <w:t>3.023e0</w:t>
      </w:r>
    </w:p>
    <w:p w:rsidR="00354DF7" w:rsidRDefault="00354DF7" w:rsidP="00354DF7">
      <w:pPr>
        <w:tabs>
          <w:tab w:val="left" w:pos="6195"/>
        </w:tabs>
      </w:pPr>
      <w:r>
        <w:t>481.9597</w:t>
      </w:r>
      <w:r>
        <w:tab/>
        <w:t>1.673e0</w:t>
      </w:r>
    </w:p>
    <w:p w:rsidR="00354DF7" w:rsidRDefault="00354DF7" w:rsidP="00354DF7">
      <w:pPr>
        <w:tabs>
          <w:tab w:val="left" w:pos="6195"/>
        </w:tabs>
      </w:pPr>
      <w:r>
        <w:t>481.9618</w:t>
      </w:r>
      <w:r>
        <w:tab/>
        <w:t>3.708e0</w:t>
      </w:r>
    </w:p>
    <w:p w:rsidR="00354DF7" w:rsidRDefault="00354DF7" w:rsidP="00354DF7">
      <w:pPr>
        <w:tabs>
          <w:tab w:val="left" w:pos="6195"/>
        </w:tabs>
      </w:pPr>
      <w:r>
        <w:t>481.9637</w:t>
      </w:r>
      <w:r>
        <w:tab/>
        <w:t>2.890e0</w:t>
      </w:r>
    </w:p>
    <w:p w:rsidR="00354DF7" w:rsidRDefault="00354DF7" w:rsidP="00354DF7">
      <w:pPr>
        <w:tabs>
          <w:tab w:val="left" w:pos="6195"/>
        </w:tabs>
      </w:pPr>
      <w:r>
        <w:lastRenderedPageBreak/>
        <w:t>481.9897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482.0139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482.0243</w:t>
      </w:r>
      <w:r>
        <w:tab/>
        <w:t>2.931e0</w:t>
      </w:r>
    </w:p>
    <w:p w:rsidR="00354DF7" w:rsidRDefault="00354DF7" w:rsidP="00354DF7">
      <w:pPr>
        <w:tabs>
          <w:tab w:val="left" w:pos="6195"/>
        </w:tabs>
      </w:pPr>
      <w:r>
        <w:t>482.0327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482.0493</w:t>
      </w:r>
      <w:r>
        <w:tab/>
        <w:t>3.411e0</w:t>
      </w:r>
    </w:p>
    <w:p w:rsidR="00354DF7" w:rsidRDefault="00354DF7" w:rsidP="00354DF7">
      <w:pPr>
        <w:tabs>
          <w:tab w:val="left" w:pos="6195"/>
        </w:tabs>
      </w:pPr>
      <w:r>
        <w:t>482.0867</w:t>
      </w:r>
      <w:r>
        <w:tab/>
        <w:t>1.894e0</w:t>
      </w:r>
    </w:p>
    <w:p w:rsidR="00354DF7" w:rsidRDefault="00354DF7" w:rsidP="00354DF7">
      <w:pPr>
        <w:tabs>
          <w:tab w:val="left" w:pos="6195"/>
        </w:tabs>
      </w:pPr>
      <w:r>
        <w:t>482.0887</w:t>
      </w:r>
      <w:r>
        <w:tab/>
        <w:t>1.921e0</w:t>
      </w:r>
    </w:p>
    <w:p w:rsidR="00354DF7" w:rsidRDefault="00354DF7" w:rsidP="00354DF7">
      <w:pPr>
        <w:tabs>
          <w:tab w:val="left" w:pos="6195"/>
        </w:tabs>
      </w:pPr>
      <w:r>
        <w:t>482.1022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482.1055</w:t>
      </w:r>
      <w:r>
        <w:tab/>
        <w:t>3.034e0</w:t>
      </w:r>
    </w:p>
    <w:p w:rsidR="00354DF7" w:rsidRDefault="00354DF7" w:rsidP="00354DF7">
      <w:pPr>
        <w:tabs>
          <w:tab w:val="left" w:pos="6195"/>
        </w:tabs>
      </w:pPr>
      <w:r>
        <w:t>482.1348</w:t>
      </w:r>
      <w:r>
        <w:tab/>
        <w:t>2.655e0</w:t>
      </w:r>
    </w:p>
    <w:p w:rsidR="00354DF7" w:rsidRDefault="00354DF7" w:rsidP="00354DF7">
      <w:pPr>
        <w:tabs>
          <w:tab w:val="left" w:pos="6195"/>
        </w:tabs>
      </w:pPr>
      <w:r>
        <w:t>482.1453</w:t>
      </w:r>
      <w:r>
        <w:tab/>
        <w:t>1.416e0</w:t>
      </w:r>
    </w:p>
    <w:p w:rsidR="00354DF7" w:rsidRDefault="00354DF7" w:rsidP="00354DF7">
      <w:pPr>
        <w:tabs>
          <w:tab w:val="left" w:pos="6195"/>
        </w:tabs>
      </w:pPr>
      <w:r>
        <w:t>482.1940</w:t>
      </w:r>
      <w:r>
        <w:tab/>
        <w:t>3.891e0</w:t>
      </w:r>
    </w:p>
    <w:p w:rsidR="00354DF7" w:rsidRDefault="00354DF7" w:rsidP="00354DF7">
      <w:pPr>
        <w:tabs>
          <w:tab w:val="left" w:pos="6195"/>
        </w:tabs>
      </w:pPr>
      <w:r>
        <w:t>482.2255</w:t>
      </w:r>
      <w:r>
        <w:tab/>
        <w:t>4.380e0</w:t>
      </w:r>
    </w:p>
    <w:p w:rsidR="00354DF7" w:rsidRDefault="00354DF7" w:rsidP="00354DF7">
      <w:pPr>
        <w:tabs>
          <w:tab w:val="left" w:pos="6195"/>
        </w:tabs>
      </w:pPr>
      <w:r>
        <w:t>482.2291</w:t>
      </w:r>
      <w:r>
        <w:tab/>
        <w:t>2.242e0</w:t>
      </w:r>
    </w:p>
    <w:p w:rsidR="00354DF7" w:rsidRDefault="00354DF7" w:rsidP="00354DF7">
      <w:pPr>
        <w:tabs>
          <w:tab w:val="left" w:pos="6195"/>
        </w:tabs>
      </w:pPr>
      <w:r>
        <w:t>482.2495</w:t>
      </w:r>
      <w:r>
        <w:tab/>
        <w:t>3.813e0</w:t>
      </w:r>
    </w:p>
    <w:p w:rsidR="00354DF7" w:rsidRDefault="00354DF7" w:rsidP="00354DF7">
      <w:pPr>
        <w:tabs>
          <w:tab w:val="left" w:pos="6195"/>
        </w:tabs>
      </w:pPr>
      <w:r>
        <w:t>482.3115</w:t>
      </w:r>
      <w:r>
        <w:tab/>
        <w:t>4.247e0</w:t>
      </w:r>
    </w:p>
    <w:p w:rsidR="00354DF7" w:rsidRDefault="00354DF7" w:rsidP="00354DF7">
      <w:pPr>
        <w:tabs>
          <w:tab w:val="left" w:pos="6195"/>
        </w:tabs>
      </w:pPr>
      <w:r>
        <w:t>482.3355</w:t>
      </w:r>
      <w:r>
        <w:tab/>
        <w:t>4.784e0</w:t>
      </w:r>
    </w:p>
    <w:p w:rsidR="00354DF7" w:rsidRDefault="00354DF7" w:rsidP="00354DF7">
      <w:pPr>
        <w:tabs>
          <w:tab w:val="left" w:pos="6195"/>
        </w:tabs>
      </w:pPr>
      <w:r>
        <w:t>482.3806</w:t>
      </w:r>
      <w:r>
        <w:tab/>
        <w:t>4.999e0</w:t>
      </w:r>
    </w:p>
    <w:p w:rsidR="00354DF7" w:rsidRDefault="00354DF7" w:rsidP="00354DF7">
      <w:pPr>
        <w:tabs>
          <w:tab w:val="left" w:pos="6195"/>
        </w:tabs>
      </w:pPr>
      <w:r>
        <w:t>482.3952</w:t>
      </w:r>
      <w:r>
        <w:tab/>
        <w:t>8.958e0</w:t>
      </w:r>
    </w:p>
    <w:p w:rsidR="00354DF7" w:rsidRDefault="00354DF7" w:rsidP="00354DF7">
      <w:pPr>
        <w:tabs>
          <w:tab w:val="left" w:pos="6195"/>
        </w:tabs>
      </w:pPr>
      <w:r>
        <w:lastRenderedPageBreak/>
        <w:t>482.3974</w:t>
      </w:r>
      <w:r>
        <w:tab/>
        <w:t>1.247e1</w:t>
      </w:r>
    </w:p>
    <w:p w:rsidR="00354DF7" w:rsidRDefault="00354DF7" w:rsidP="00354DF7">
      <w:pPr>
        <w:tabs>
          <w:tab w:val="left" w:pos="6195"/>
        </w:tabs>
      </w:pPr>
      <w:r>
        <w:t>482.3985</w:t>
      </w:r>
      <w:r>
        <w:tab/>
        <w:t>1.612e1</w:t>
      </w:r>
    </w:p>
    <w:p w:rsidR="00354DF7" w:rsidRDefault="00354DF7" w:rsidP="00354DF7">
      <w:pPr>
        <w:tabs>
          <w:tab w:val="left" w:pos="6195"/>
        </w:tabs>
      </w:pPr>
      <w:r>
        <w:t>482.4056</w:t>
      </w:r>
      <w:r>
        <w:tab/>
        <w:t>2.829e0</w:t>
      </w:r>
    </w:p>
    <w:p w:rsidR="00354DF7" w:rsidRDefault="00354DF7" w:rsidP="00354DF7">
      <w:pPr>
        <w:tabs>
          <w:tab w:val="left" w:pos="6195"/>
        </w:tabs>
      </w:pPr>
      <w:r>
        <w:t>482.4135</w:t>
      </w:r>
      <w:r>
        <w:tab/>
        <w:t>2.138e1</w:t>
      </w:r>
    </w:p>
    <w:p w:rsidR="00354DF7" w:rsidRDefault="00354DF7" w:rsidP="00354DF7">
      <w:pPr>
        <w:tabs>
          <w:tab w:val="left" w:pos="6195"/>
        </w:tabs>
      </w:pPr>
      <w:r>
        <w:t>482.4256</w:t>
      </w:r>
      <w:r>
        <w:tab/>
        <w:t>6.512e0</w:t>
      </w:r>
    </w:p>
    <w:p w:rsidR="00354DF7" w:rsidRDefault="00354DF7" w:rsidP="00354DF7">
      <w:pPr>
        <w:tabs>
          <w:tab w:val="left" w:pos="6195"/>
        </w:tabs>
      </w:pPr>
      <w:r>
        <w:t>482.4351</w:t>
      </w:r>
      <w:r>
        <w:tab/>
        <w:t>4.068e0</w:t>
      </w:r>
    </w:p>
    <w:p w:rsidR="00354DF7" w:rsidRDefault="00354DF7" w:rsidP="00354DF7">
      <w:pPr>
        <w:tabs>
          <w:tab w:val="left" w:pos="6195"/>
        </w:tabs>
      </w:pPr>
      <w:r>
        <w:t>482.4675</w:t>
      </w:r>
      <w:r>
        <w:tab/>
        <w:t>2.916e0</w:t>
      </w:r>
    </w:p>
    <w:p w:rsidR="00354DF7" w:rsidRDefault="00354DF7" w:rsidP="00354DF7">
      <w:pPr>
        <w:tabs>
          <w:tab w:val="left" w:pos="6195"/>
        </w:tabs>
      </w:pPr>
      <w:r>
        <w:t>482.4816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482.4884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482.5115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482.5262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482.5550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482.5640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482.5744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482.5808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482.6093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482.6216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482.6268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482.6317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482.6396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482.6564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482.6961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482.7179</w:t>
      </w:r>
      <w:r>
        <w:tab/>
        <w:t>8.492e0</w:t>
      </w:r>
    </w:p>
    <w:p w:rsidR="00354DF7" w:rsidRDefault="00354DF7" w:rsidP="00354DF7">
      <w:pPr>
        <w:tabs>
          <w:tab w:val="left" w:pos="6195"/>
        </w:tabs>
      </w:pPr>
      <w:r>
        <w:t>482.7252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482.7385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482.7440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482.7755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482.7799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482.8170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482.8300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482.8328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482.8436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482.8713</w:t>
      </w:r>
      <w:r>
        <w:tab/>
        <w:t>5.957e0</w:t>
      </w:r>
    </w:p>
    <w:p w:rsidR="00354DF7" w:rsidRDefault="00354DF7" w:rsidP="00354DF7">
      <w:pPr>
        <w:tabs>
          <w:tab w:val="left" w:pos="6195"/>
        </w:tabs>
      </w:pPr>
      <w:r>
        <w:t>482.8777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482.8999</w:t>
      </w:r>
      <w:r>
        <w:tab/>
        <w:t>3.715e0</w:t>
      </w:r>
    </w:p>
    <w:p w:rsidR="00354DF7" w:rsidRDefault="00354DF7" w:rsidP="00354DF7">
      <w:pPr>
        <w:tabs>
          <w:tab w:val="left" w:pos="6195"/>
        </w:tabs>
      </w:pPr>
      <w:r>
        <w:t>482.9254</w:t>
      </w:r>
      <w:r>
        <w:tab/>
        <w:t>1.964e0</w:t>
      </w:r>
    </w:p>
    <w:p w:rsidR="00354DF7" w:rsidRDefault="00354DF7" w:rsidP="00354DF7">
      <w:pPr>
        <w:tabs>
          <w:tab w:val="left" w:pos="6195"/>
        </w:tabs>
      </w:pPr>
      <w:r>
        <w:t>482.9427</w:t>
      </w:r>
      <w:r>
        <w:tab/>
        <w:t>1.908e0</w:t>
      </w:r>
    </w:p>
    <w:p w:rsidR="00354DF7" w:rsidRDefault="00354DF7" w:rsidP="00354DF7">
      <w:pPr>
        <w:tabs>
          <w:tab w:val="left" w:pos="6195"/>
        </w:tabs>
      </w:pPr>
      <w:r>
        <w:t>482.9510</w:t>
      </w:r>
      <w:r>
        <w:tab/>
        <w:t>3.971e0</w:t>
      </w:r>
    </w:p>
    <w:p w:rsidR="00354DF7" w:rsidRDefault="00354DF7" w:rsidP="00354DF7">
      <w:pPr>
        <w:tabs>
          <w:tab w:val="left" w:pos="6195"/>
        </w:tabs>
      </w:pPr>
      <w:r>
        <w:lastRenderedPageBreak/>
        <w:t>482.9565</w:t>
      </w:r>
      <w:r>
        <w:tab/>
        <w:t>5.891e0</w:t>
      </w:r>
    </w:p>
    <w:p w:rsidR="00354DF7" w:rsidRDefault="00354DF7" w:rsidP="00354DF7">
      <w:pPr>
        <w:tabs>
          <w:tab w:val="left" w:pos="6195"/>
        </w:tabs>
      </w:pPr>
      <w:r>
        <w:t>482.9897</w:t>
      </w:r>
      <w:r>
        <w:tab/>
        <w:t>2.001e0</w:t>
      </w:r>
    </w:p>
    <w:p w:rsidR="00354DF7" w:rsidRDefault="00354DF7" w:rsidP="00354DF7">
      <w:pPr>
        <w:tabs>
          <w:tab w:val="left" w:pos="6195"/>
        </w:tabs>
      </w:pPr>
      <w:r>
        <w:t>482.9931</w:t>
      </w:r>
      <w:r>
        <w:tab/>
        <w:t>3.981e0</w:t>
      </w:r>
    </w:p>
    <w:p w:rsidR="00354DF7" w:rsidRDefault="00354DF7" w:rsidP="00354DF7">
      <w:pPr>
        <w:tabs>
          <w:tab w:val="left" w:pos="6195"/>
        </w:tabs>
      </w:pPr>
      <w:r>
        <w:t>483.0040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483.0466</w:t>
      </w:r>
      <w:r>
        <w:tab/>
        <w:t>1.697e0</w:t>
      </w:r>
    </w:p>
    <w:p w:rsidR="00354DF7" w:rsidRDefault="00354DF7" w:rsidP="00354DF7">
      <w:pPr>
        <w:tabs>
          <w:tab w:val="left" w:pos="6195"/>
        </w:tabs>
      </w:pPr>
      <w:r>
        <w:t>483.0692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483.0757</w:t>
      </w:r>
      <w:r>
        <w:tab/>
        <w:t>1.110e1</w:t>
      </w:r>
    </w:p>
    <w:p w:rsidR="00354DF7" w:rsidRDefault="00354DF7" w:rsidP="00354DF7">
      <w:pPr>
        <w:tabs>
          <w:tab w:val="left" w:pos="6195"/>
        </w:tabs>
      </w:pPr>
      <w:r>
        <w:t>483.0802</w:t>
      </w:r>
      <w:r>
        <w:tab/>
        <w:t>5.317e0</w:t>
      </w:r>
    </w:p>
    <w:p w:rsidR="00354DF7" w:rsidRDefault="00354DF7" w:rsidP="00354DF7">
      <w:pPr>
        <w:tabs>
          <w:tab w:val="left" w:pos="6195"/>
        </w:tabs>
      </w:pPr>
      <w:r>
        <w:t>483.0893</w:t>
      </w:r>
      <w:r>
        <w:tab/>
        <w:t>1.897e0</w:t>
      </w:r>
    </w:p>
    <w:p w:rsidR="00354DF7" w:rsidRDefault="00354DF7" w:rsidP="00354DF7">
      <w:pPr>
        <w:tabs>
          <w:tab w:val="left" w:pos="6195"/>
        </w:tabs>
      </w:pPr>
      <w:r>
        <w:t>483.0931</w:t>
      </w:r>
      <w:r>
        <w:tab/>
        <w:t>5.029e0</w:t>
      </w:r>
    </w:p>
    <w:p w:rsidR="00354DF7" w:rsidRDefault="00354DF7" w:rsidP="00354DF7">
      <w:pPr>
        <w:tabs>
          <w:tab w:val="left" w:pos="6195"/>
        </w:tabs>
      </w:pPr>
      <w:r>
        <w:t>483.1044</w:t>
      </w:r>
      <w:r>
        <w:tab/>
        <w:t>2.974e0</w:t>
      </w:r>
    </w:p>
    <w:p w:rsidR="00354DF7" w:rsidRDefault="00354DF7" w:rsidP="00354DF7">
      <w:pPr>
        <w:tabs>
          <w:tab w:val="left" w:pos="6195"/>
        </w:tabs>
      </w:pPr>
      <w:r>
        <w:t>483.1588</w:t>
      </w:r>
      <w:r>
        <w:tab/>
        <w:t>5.302e0</w:t>
      </w:r>
    </w:p>
    <w:p w:rsidR="00354DF7" w:rsidRDefault="00354DF7" w:rsidP="00354DF7">
      <w:pPr>
        <w:tabs>
          <w:tab w:val="left" w:pos="6195"/>
        </w:tabs>
      </w:pPr>
      <w:r>
        <w:t>483.1662</w:t>
      </w:r>
      <w:r>
        <w:tab/>
        <w:t>2.847e0</w:t>
      </w:r>
    </w:p>
    <w:p w:rsidR="00354DF7" w:rsidRDefault="00354DF7" w:rsidP="00354DF7">
      <w:pPr>
        <w:tabs>
          <w:tab w:val="left" w:pos="6195"/>
        </w:tabs>
      </w:pPr>
      <w:r>
        <w:t>483.1672</w:t>
      </w:r>
      <w:r>
        <w:tab/>
        <w:t>2.029e0</w:t>
      </w:r>
    </w:p>
    <w:p w:rsidR="00354DF7" w:rsidRDefault="00354DF7" w:rsidP="00354DF7">
      <w:pPr>
        <w:tabs>
          <w:tab w:val="left" w:pos="6195"/>
        </w:tabs>
      </w:pPr>
      <w:r>
        <w:t>483.2433</w:t>
      </w:r>
      <w:r>
        <w:tab/>
        <w:t>4.266e0</w:t>
      </w:r>
    </w:p>
    <w:p w:rsidR="00354DF7" w:rsidRDefault="00354DF7" w:rsidP="00354DF7">
      <w:pPr>
        <w:tabs>
          <w:tab w:val="left" w:pos="6195"/>
        </w:tabs>
      </w:pPr>
      <w:r>
        <w:t>483.3331</w:t>
      </w:r>
      <w:r>
        <w:tab/>
        <w:t>2.997e0</w:t>
      </w:r>
    </w:p>
    <w:p w:rsidR="00354DF7" w:rsidRDefault="00354DF7" w:rsidP="00354DF7">
      <w:pPr>
        <w:tabs>
          <w:tab w:val="left" w:pos="6195"/>
        </w:tabs>
      </w:pPr>
      <w:r>
        <w:t>483.3605</w:t>
      </w:r>
      <w:r>
        <w:tab/>
        <w:t>5.180e0</w:t>
      </w:r>
    </w:p>
    <w:p w:rsidR="00354DF7" w:rsidRDefault="00354DF7" w:rsidP="00354DF7">
      <w:pPr>
        <w:tabs>
          <w:tab w:val="left" w:pos="6195"/>
        </w:tabs>
      </w:pPr>
      <w:r>
        <w:t>483.3837</w:t>
      </w:r>
      <w:r>
        <w:tab/>
        <w:t>1.176e0</w:t>
      </w:r>
    </w:p>
    <w:p w:rsidR="00354DF7" w:rsidRDefault="00354DF7" w:rsidP="00354DF7">
      <w:pPr>
        <w:tabs>
          <w:tab w:val="left" w:pos="6195"/>
        </w:tabs>
      </w:pPr>
      <w:r>
        <w:t>483.3961</w:t>
      </w:r>
      <w:r>
        <w:tab/>
        <w:t>1.161e0</w:t>
      </w:r>
    </w:p>
    <w:p w:rsidR="00354DF7" w:rsidRDefault="00354DF7" w:rsidP="00354DF7">
      <w:pPr>
        <w:tabs>
          <w:tab w:val="left" w:pos="6195"/>
        </w:tabs>
      </w:pPr>
      <w:r>
        <w:lastRenderedPageBreak/>
        <w:t>483.4029</w:t>
      </w:r>
      <w:r>
        <w:tab/>
        <w:t>2.419e0</w:t>
      </w:r>
    </w:p>
    <w:p w:rsidR="00354DF7" w:rsidRDefault="00354DF7" w:rsidP="00354DF7">
      <w:pPr>
        <w:tabs>
          <w:tab w:val="left" w:pos="6195"/>
        </w:tabs>
      </w:pPr>
      <w:r>
        <w:t>483.4229</w:t>
      </w:r>
      <w:r>
        <w:tab/>
        <w:t>2.114e0</w:t>
      </w:r>
    </w:p>
    <w:p w:rsidR="00354DF7" w:rsidRDefault="00354DF7" w:rsidP="00354DF7">
      <w:pPr>
        <w:tabs>
          <w:tab w:val="left" w:pos="6195"/>
        </w:tabs>
      </w:pPr>
      <w:r>
        <w:t>483.4240</w:t>
      </w:r>
      <w:r>
        <w:tab/>
        <w:t>5.241e0</w:t>
      </w:r>
    </w:p>
    <w:p w:rsidR="00354DF7" w:rsidRDefault="00354DF7" w:rsidP="00354DF7">
      <w:pPr>
        <w:tabs>
          <w:tab w:val="left" w:pos="6195"/>
        </w:tabs>
      </w:pPr>
      <w:r>
        <w:t>483.4454</w:t>
      </w:r>
      <w:r>
        <w:tab/>
        <w:t>1.726e0</w:t>
      </w:r>
    </w:p>
    <w:p w:rsidR="00354DF7" w:rsidRDefault="00354DF7" w:rsidP="00354DF7">
      <w:pPr>
        <w:tabs>
          <w:tab w:val="left" w:pos="6195"/>
        </w:tabs>
      </w:pPr>
      <w:r>
        <w:t>483.4534</w:t>
      </w:r>
      <w:r>
        <w:tab/>
        <w:t>2.277e0</w:t>
      </w:r>
    </w:p>
    <w:p w:rsidR="00354DF7" w:rsidRDefault="00354DF7" w:rsidP="00354DF7">
      <w:pPr>
        <w:tabs>
          <w:tab w:val="left" w:pos="6195"/>
        </w:tabs>
      </w:pPr>
      <w:r>
        <w:t>483.4557</w:t>
      </w:r>
      <w:r>
        <w:tab/>
        <w:t>2.122e0</w:t>
      </w:r>
    </w:p>
    <w:p w:rsidR="00354DF7" w:rsidRDefault="00354DF7" w:rsidP="00354DF7">
      <w:pPr>
        <w:tabs>
          <w:tab w:val="left" w:pos="6195"/>
        </w:tabs>
      </w:pPr>
      <w:r>
        <w:t>483.4731</w:t>
      </w:r>
      <w:r>
        <w:tab/>
        <w:t>2.497e0</w:t>
      </w:r>
    </w:p>
    <w:p w:rsidR="00354DF7" w:rsidRDefault="00354DF7" w:rsidP="00354DF7">
      <w:pPr>
        <w:tabs>
          <w:tab w:val="left" w:pos="6195"/>
        </w:tabs>
      </w:pPr>
      <w:r>
        <w:t>483.4993</w:t>
      </w:r>
      <w:r>
        <w:tab/>
        <w:t>4.047e0</w:t>
      </w:r>
    </w:p>
    <w:p w:rsidR="00354DF7" w:rsidRDefault="00354DF7" w:rsidP="00354DF7">
      <w:pPr>
        <w:tabs>
          <w:tab w:val="left" w:pos="6195"/>
        </w:tabs>
      </w:pPr>
      <w:r>
        <w:t>483.5069</w:t>
      </w:r>
      <w:r>
        <w:tab/>
        <w:t>3.809e0</w:t>
      </w:r>
    </w:p>
    <w:p w:rsidR="00354DF7" w:rsidRDefault="00354DF7" w:rsidP="00354DF7">
      <w:pPr>
        <w:tabs>
          <w:tab w:val="left" w:pos="6195"/>
        </w:tabs>
      </w:pPr>
      <w:r>
        <w:t>483.5164</w:t>
      </w:r>
      <w:r>
        <w:tab/>
        <w:t>2.000e0</w:t>
      </w:r>
    </w:p>
    <w:p w:rsidR="00354DF7" w:rsidRDefault="00354DF7" w:rsidP="00354DF7">
      <w:pPr>
        <w:tabs>
          <w:tab w:val="left" w:pos="6195"/>
        </w:tabs>
      </w:pPr>
      <w:r>
        <w:t>483.5222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483.5300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483.5319</w:t>
      </w:r>
      <w:r>
        <w:tab/>
        <w:t>2.790e0</w:t>
      </w:r>
    </w:p>
    <w:p w:rsidR="00354DF7" w:rsidRDefault="00354DF7" w:rsidP="00354DF7">
      <w:pPr>
        <w:tabs>
          <w:tab w:val="left" w:pos="6195"/>
        </w:tabs>
      </w:pPr>
      <w:r>
        <w:t>483.5497</w:t>
      </w:r>
      <w:r>
        <w:tab/>
        <w:t>6.079e0</w:t>
      </w:r>
    </w:p>
    <w:p w:rsidR="00354DF7" w:rsidRDefault="00354DF7" w:rsidP="00354DF7">
      <w:pPr>
        <w:tabs>
          <w:tab w:val="left" w:pos="6195"/>
        </w:tabs>
      </w:pPr>
      <w:r>
        <w:t>483.5823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483.5936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483.5972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483.6033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483.6237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483.6432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483.6489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483.6499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483.6614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483.7058</w:t>
      </w:r>
      <w:r>
        <w:tab/>
        <w:t>3.474e0</w:t>
      </w:r>
    </w:p>
    <w:p w:rsidR="00354DF7" w:rsidRDefault="00354DF7" w:rsidP="00354DF7">
      <w:pPr>
        <w:tabs>
          <w:tab w:val="left" w:pos="6195"/>
        </w:tabs>
      </w:pPr>
      <w:r>
        <w:t>483.7242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483.7282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483.7326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483.7758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483.7949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483.8121</w:t>
      </w:r>
      <w:r>
        <w:tab/>
        <w:t>1.727e0</w:t>
      </w:r>
    </w:p>
    <w:p w:rsidR="00354DF7" w:rsidRDefault="00354DF7" w:rsidP="00354DF7">
      <w:pPr>
        <w:tabs>
          <w:tab w:val="left" w:pos="6195"/>
        </w:tabs>
      </w:pPr>
      <w:r>
        <w:t>483.8138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483.8194</w:t>
      </w:r>
      <w:r>
        <w:tab/>
        <w:t>3.463e0</w:t>
      </w:r>
    </w:p>
    <w:p w:rsidR="00354DF7" w:rsidRDefault="00354DF7" w:rsidP="00354DF7">
      <w:pPr>
        <w:tabs>
          <w:tab w:val="left" w:pos="6195"/>
        </w:tabs>
      </w:pPr>
      <w:r>
        <w:t>483.8245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483.8504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483.8668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483.8999</w:t>
      </w:r>
      <w:r>
        <w:tab/>
        <w:t>2.812e0</w:t>
      </w:r>
    </w:p>
    <w:p w:rsidR="00354DF7" w:rsidRDefault="00354DF7" w:rsidP="00354DF7">
      <w:pPr>
        <w:tabs>
          <w:tab w:val="left" w:pos="6195"/>
        </w:tabs>
      </w:pPr>
      <w:r>
        <w:t>483.9156</w:t>
      </w:r>
      <w:r>
        <w:tab/>
        <w:t>2.927e0</w:t>
      </w:r>
    </w:p>
    <w:p w:rsidR="00354DF7" w:rsidRDefault="00354DF7" w:rsidP="00354DF7">
      <w:pPr>
        <w:tabs>
          <w:tab w:val="left" w:pos="6195"/>
        </w:tabs>
      </w:pPr>
      <w:r>
        <w:t>483.9179</w:t>
      </w:r>
      <w:r>
        <w:tab/>
        <w:t>3.007e0</w:t>
      </w:r>
    </w:p>
    <w:p w:rsidR="00354DF7" w:rsidRDefault="00354DF7" w:rsidP="00354DF7">
      <w:pPr>
        <w:tabs>
          <w:tab w:val="left" w:pos="6195"/>
        </w:tabs>
      </w:pPr>
      <w:r>
        <w:lastRenderedPageBreak/>
        <w:t>483.9485</w:t>
      </w:r>
      <w:r>
        <w:tab/>
        <w:t>1.915e0</w:t>
      </w:r>
    </w:p>
    <w:p w:rsidR="00354DF7" w:rsidRDefault="00354DF7" w:rsidP="00354DF7">
      <w:pPr>
        <w:tabs>
          <w:tab w:val="left" w:pos="6195"/>
        </w:tabs>
      </w:pPr>
      <w:r>
        <w:t>483.9570</w:t>
      </w:r>
      <w:r>
        <w:tab/>
        <w:t>1.467e0</w:t>
      </w:r>
    </w:p>
    <w:p w:rsidR="00354DF7" w:rsidRDefault="00354DF7" w:rsidP="00354DF7">
      <w:pPr>
        <w:tabs>
          <w:tab w:val="left" w:pos="6195"/>
        </w:tabs>
      </w:pPr>
      <w:r>
        <w:t>483.9635</w:t>
      </w:r>
      <w:r>
        <w:tab/>
        <w:t>3.670e0</w:t>
      </w:r>
    </w:p>
    <w:p w:rsidR="00354DF7" w:rsidRDefault="00354DF7" w:rsidP="00354DF7">
      <w:pPr>
        <w:tabs>
          <w:tab w:val="left" w:pos="6195"/>
        </w:tabs>
      </w:pPr>
      <w:r>
        <w:t>483.9911</w:t>
      </w:r>
      <w:r>
        <w:tab/>
        <w:t>5.424e0</w:t>
      </w:r>
    </w:p>
    <w:p w:rsidR="00354DF7" w:rsidRDefault="00354DF7" w:rsidP="00354DF7">
      <w:pPr>
        <w:tabs>
          <w:tab w:val="left" w:pos="6195"/>
        </w:tabs>
      </w:pPr>
      <w:r>
        <w:t>483.9978</w:t>
      </w:r>
      <w:r>
        <w:tab/>
        <w:t>1.253e0</w:t>
      </w:r>
    </w:p>
    <w:p w:rsidR="00354DF7" w:rsidRDefault="00354DF7" w:rsidP="00354DF7">
      <w:pPr>
        <w:tabs>
          <w:tab w:val="left" w:pos="6195"/>
        </w:tabs>
      </w:pPr>
      <w:r>
        <w:t>484.0013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484.0201</w:t>
      </w:r>
      <w:r>
        <w:tab/>
        <w:t>2.857e0</w:t>
      </w:r>
    </w:p>
    <w:p w:rsidR="00354DF7" w:rsidRDefault="00354DF7" w:rsidP="00354DF7">
      <w:pPr>
        <w:tabs>
          <w:tab w:val="left" w:pos="6195"/>
        </w:tabs>
      </w:pPr>
      <w:r>
        <w:t>484.0235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484.0506</w:t>
      </w:r>
      <w:r>
        <w:tab/>
        <w:t>4.275e0</w:t>
      </w:r>
    </w:p>
    <w:p w:rsidR="00354DF7" w:rsidRDefault="00354DF7" w:rsidP="00354DF7">
      <w:pPr>
        <w:tabs>
          <w:tab w:val="left" w:pos="6195"/>
        </w:tabs>
      </w:pPr>
      <w:r>
        <w:t>484.0677</w:t>
      </w:r>
      <w:r>
        <w:tab/>
        <w:t>1.833e0</w:t>
      </w:r>
    </w:p>
    <w:p w:rsidR="00354DF7" w:rsidRDefault="00354DF7" w:rsidP="00354DF7">
      <w:pPr>
        <w:tabs>
          <w:tab w:val="left" w:pos="6195"/>
        </w:tabs>
      </w:pPr>
      <w:r>
        <w:t>484.0969</w:t>
      </w:r>
      <w:r>
        <w:tab/>
        <w:t>4.700e0</w:t>
      </w:r>
    </w:p>
    <w:p w:rsidR="00354DF7" w:rsidRDefault="00354DF7" w:rsidP="00354DF7">
      <w:pPr>
        <w:tabs>
          <w:tab w:val="left" w:pos="6195"/>
        </w:tabs>
      </w:pPr>
      <w:r>
        <w:t>484.1145</w:t>
      </w:r>
      <w:r>
        <w:tab/>
        <w:t>3.970e0</w:t>
      </w:r>
    </w:p>
    <w:p w:rsidR="00354DF7" w:rsidRDefault="00354DF7" w:rsidP="00354DF7">
      <w:pPr>
        <w:tabs>
          <w:tab w:val="left" w:pos="6195"/>
        </w:tabs>
      </w:pPr>
      <w:r>
        <w:t>484.1528</w:t>
      </w:r>
      <w:r>
        <w:tab/>
        <w:t>1.193e0</w:t>
      </w:r>
    </w:p>
    <w:p w:rsidR="00354DF7" w:rsidRDefault="00354DF7" w:rsidP="00354DF7">
      <w:pPr>
        <w:tabs>
          <w:tab w:val="left" w:pos="6195"/>
        </w:tabs>
      </w:pPr>
      <w:r>
        <w:t>484.1555</w:t>
      </w:r>
      <w:r>
        <w:tab/>
        <w:t>8.229e0</w:t>
      </w:r>
    </w:p>
    <w:p w:rsidR="00354DF7" w:rsidRDefault="00354DF7" w:rsidP="00354DF7">
      <w:pPr>
        <w:tabs>
          <w:tab w:val="left" w:pos="6195"/>
        </w:tabs>
      </w:pPr>
      <w:r>
        <w:t>484.1597</w:t>
      </w:r>
      <w:r>
        <w:tab/>
        <w:t>1.581e0</w:t>
      </w:r>
    </w:p>
    <w:p w:rsidR="00354DF7" w:rsidRDefault="00354DF7" w:rsidP="00354DF7">
      <w:pPr>
        <w:tabs>
          <w:tab w:val="left" w:pos="6195"/>
        </w:tabs>
      </w:pPr>
      <w:r>
        <w:t>484.2151</w:t>
      </w:r>
      <w:r>
        <w:tab/>
        <w:t>5.028e0</w:t>
      </w:r>
    </w:p>
    <w:p w:rsidR="00354DF7" w:rsidRDefault="00354DF7" w:rsidP="00354DF7">
      <w:pPr>
        <w:tabs>
          <w:tab w:val="left" w:pos="6195"/>
        </w:tabs>
      </w:pPr>
      <w:r>
        <w:t>484.2205</w:t>
      </w:r>
      <w:r>
        <w:tab/>
        <w:t>1.680e0</w:t>
      </w:r>
    </w:p>
    <w:p w:rsidR="00354DF7" w:rsidRDefault="00354DF7" w:rsidP="00354DF7">
      <w:pPr>
        <w:tabs>
          <w:tab w:val="left" w:pos="6195"/>
        </w:tabs>
      </w:pPr>
      <w:r>
        <w:t>484.2311</w:t>
      </w:r>
      <w:r>
        <w:tab/>
        <w:t>1.400e0</w:t>
      </w:r>
    </w:p>
    <w:p w:rsidR="00354DF7" w:rsidRDefault="00354DF7" w:rsidP="00354DF7">
      <w:pPr>
        <w:tabs>
          <w:tab w:val="left" w:pos="6195"/>
        </w:tabs>
      </w:pPr>
      <w:r>
        <w:t>484.2343</w:t>
      </w:r>
      <w:r>
        <w:tab/>
        <w:t>2.398e0</w:t>
      </w:r>
    </w:p>
    <w:p w:rsidR="00354DF7" w:rsidRDefault="00354DF7" w:rsidP="00354DF7">
      <w:pPr>
        <w:tabs>
          <w:tab w:val="left" w:pos="6195"/>
        </w:tabs>
      </w:pPr>
      <w:r>
        <w:lastRenderedPageBreak/>
        <w:t>484.2419</w:t>
      </w:r>
      <w:r>
        <w:tab/>
        <w:t>4.615e0</w:t>
      </w:r>
    </w:p>
    <w:p w:rsidR="00354DF7" w:rsidRDefault="00354DF7" w:rsidP="00354DF7">
      <w:pPr>
        <w:tabs>
          <w:tab w:val="left" w:pos="6195"/>
        </w:tabs>
      </w:pPr>
      <w:r>
        <w:t>484.2804</w:t>
      </w:r>
      <w:r>
        <w:tab/>
        <w:t>2.610e0</w:t>
      </w:r>
    </w:p>
    <w:p w:rsidR="00354DF7" w:rsidRDefault="00354DF7" w:rsidP="00354DF7">
      <w:pPr>
        <w:tabs>
          <w:tab w:val="left" w:pos="6195"/>
        </w:tabs>
      </w:pPr>
      <w:r>
        <w:t>484.2864</w:t>
      </w:r>
      <w:r>
        <w:tab/>
        <w:t>2.216e0</w:t>
      </w:r>
    </w:p>
    <w:p w:rsidR="00354DF7" w:rsidRDefault="00354DF7" w:rsidP="00354DF7">
      <w:pPr>
        <w:tabs>
          <w:tab w:val="left" w:pos="6195"/>
        </w:tabs>
      </w:pPr>
      <w:r>
        <w:t>484.3211</w:t>
      </w:r>
      <w:r>
        <w:tab/>
        <w:t>3.026e0</w:t>
      </w:r>
    </w:p>
    <w:p w:rsidR="00354DF7" w:rsidRDefault="00354DF7" w:rsidP="00354DF7">
      <w:pPr>
        <w:tabs>
          <w:tab w:val="left" w:pos="6195"/>
        </w:tabs>
      </w:pPr>
      <w:r>
        <w:t>484.3333</w:t>
      </w:r>
      <w:r>
        <w:tab/>
        <w:t>4.036e0</w:t>
      </w:r>
    </w:p>
    <w:p w:rsidR="00354DF7" w:rsidRDefault="00354DF7" w:rsidP="00354DF7">
      <w:pPr>
        <w:tabs>
          <w:tab w:val="left" w:pos="6195"/>
        </w:tabs>
      </w:pPr>
      <w:r>
        <w:t>484.3554</w:t>
      </w:r>
      <w:r>
        <w:tab/>
        <w:t>2.416e0</w:t>
      </w:r>
    </w:p>
    <w:p w:rsidR="00354DF7" w:rsidRDefault="00354DF7" w:rsidP="00354DF7">
      <w:pPr>
        <w:tabs>
          <w:tab w:val="left" w:pos="6195"/>
        </w:tabs>
      </w:pPr>
      <w:r>
        <w:t>484.3864</w:t>
      </w:r>
      <w:r>
        <w:tab/>
        <w:t>8.528e0</w:t>
      </w:r>
    </w:p>
    <w:p w:rsidR="00354DF7" w:rsidRDefault="00354DF7" w:rsidP="00354DF7">
      <w:pPr>
        <w:tabs>
          <w:tab w:val="left" w:pos="6195"/>
        </w:tabs>
      </w:pPr>
      <w:r>
        <w:t>484.3990</w:t>
      </w:r>
      <w:r>
        <w:tab/>
        <w:t>3.752e0</w:t>
      </w:r>
    </w:p>
    <w:p w:rsidR="00354DF7" w:rsidRDefault="00354DF7" w:rsidP="00354DF7">
      <w:pPr>
        <w:tabs>
          <w:tab w:val="left" w:pos="6195"/>
        </w:tabs>
      </w:pPr>
      <w:r>
        <w:t>484.4073</w:t>
      </w:r>
      <w:r>
        <w:tab/>
        <w:t>2.112e0</w:t>
      </w:r>
    </w:p>
    <w:p w:rsidR="00354DF7" w:rsidRDefault="00354DF7" w:rsidP="00354DF7">
      <w:pPr>
        <w:tabs>
          <w:tab w:val="left" w:pos="6195"/>
        </w:tabs>
      </w:pPr>
      <w:r>
        <w:t>484.4167</w:t>
      </w:r>
      <w:r>
        <w:tab/>
        <w:t>3.127e0</w:t>
      </w:r>
    </w:p>
    <w:p w:rsidR="00354DF7" w:rsidRDefault="00354DF7" w:rsidP="00354DF7">
      <w:pPr>
        <w:tabs>
          <w:tab w:val="left" w:pos="6195"/>
        </w:tabs>
      </w:pPr>
      <w:r>
        <w:t>484.4497</w:t>
      </w:r>
      <w:r>
        <w:tab/>
        <w:t>1.462e0</w:t>
      </w:r>
    </w:p>
    <w:p w:rsidR="00354DF7" w:rsidRDefault="00354DF7" w:rsidP="00354DF7">
      <w:pPr>
        <w:tabs>
          <w:tab w:val="left" w:pos="6195"/>
        </w:tabs>
      </w:pPr>
      <w:r>
        <w:t>484.4510</w:t>
      </w:r>
      <w:r>
        <w:tab/>
        <w:t>2.122e0</w:t>
      </w:r>
    </w:p>
    <w:p w:rsidR="00354DF7" w:rsidRDefault="00354DF7" w:rsidP="00354DF7">
      <w:pPr>
        <w:tabs>
          <w:tab w:val="left" w:pos="6195"/>
        </w:tabs>
      </w:pPr>
      <w:r>
        <w:t>484.4592</w:t>
      </w:r>
      <w:r>
        <w:tab/>
        <w:t>1.160e1</w:t>
      </w:r>
    </w:p>
    <w:p w:rsidR="00354DF7" w:rsidRDefault="00354DF7" w:rsidP="00354DF7">
      <w:pPr>
        <w:tabs>
          <w:tab w:val="left" w:pos="6195"/>
        </w:tabs>
      </w:pPr>
      <w:r>
        <w:t>484.4652</w:t>
      </w:r>
      <w:r>
        <w:tab/>
        <w:t>2.462e0</w:t>
      </w:r>
    </w:p>
    <w:p w:rsidR="00354DF7" w:rsidRDefault="00354DF7" w:rsidP="00354DF7">
      <w:pPr>
        <w:tabs>
          <w:tab w:val="left" w:pos="6195"/>
        </w:tabs>
      </w:pPr>
      <w:r>
        <w:t>484.4942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484.5207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484.5240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484.5320</w:t>
      </w:r>
      <w:r>
        <w:tab/>
        <w:t>1.963e0</w:t>
      </w:r>
    </w:p>
    <w:p w:rsidR="00354DF7" w:rsidRDefault="00354DF7" w:rsidP="00354DF7">
      <w:pPr>
        <w:tabs>
          <w:tab w:val="left" w:pos="6195"/>
        </w:tabs>
      </w:pPr>
      <w:r>
        <w:t>484.5580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484.5706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484.5787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484.5913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484.6446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484.6530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484.6555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484.6621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484.6890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484.7266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484.7428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484.7686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484.7891</w:t>
      </w:r>
      <w:r>
        <w:tab/>
        <w:t>5.936e0</w:t>
      </w:r>
    </w:p>
    <w:p w:rsidR="00354DF7" w:rsidRDefault="00354DF7" w:rsidP="00354DF7">
      <w:pPr>
        <w:tabs>
          <w:tab w:val="left" w:pos="6195"/>
        </w:tabs>
      </w:pPr>
      <w:r>
        <w:t>484.7928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484.7979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484.8519</w:t>
      </w:r>
      <w:r>
        <w:tab/>
        <w:t>5.380e0</w:t>
      </w:r>
    </w:p>
    <w:p w:rsidR="00354DF7" w:rsidRDefault="00354DF7" w:rsidP="00354DF7">
      <w:pPr>
        <w:tabs>
          <w:tab w:val="left" w:pos="6195"/>
        </w:tabs>
      </w:pPr>
      <w:r>
        <w:t>484.8547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484.8812</w:t>
      </w:r>
      <w:r>
        <w:tab/>
        <w:t>5.695e0</w:t>
      </w:r>
    </w:p>
    <w:p w:rsidR="00354DF7" w:rsidRDefault="00354DF7" w:rsidP="00354DF7">
      <w:pPr>
        <w:tabs>
          <w:tab w:val="left" w:pos="6195"/>
        </w:tabs>
      </w:pPr>
      <w:r>
        <w:t>484.8953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484.9006</w:t>
      </w:r>
      <w:r>
        <w:tab/>
        <w:t>3.081e0</w:t>
      </w:r>
    </w:p>
    <w:p w:rsidR="00354DF7" w:rsidRDefault="00354DF7" w:rsidP="00354DF7">
      <w:pPr>
        <w:tabs>
          <w:tab w:val="left" w:pos="6195"/>
        </w:tabs>
      </w:pPr>
      <w:r>
        <w:lastRenderedPageBreak/>
        <w:t>484.9269</w:t>
      </w:r>
      <w:r>
        <w:tab/>
        <w:t>1.489e0</w:t>
      </w:r>
    </w:p>
    <w:p w:rsidR="00354DF7" w:rsidRDefault="00354DF7" w:rsidP="00354DF7">
      <w:pPr>
        <w:tabs>
          <w:tab w:val="left" w:pos="6195"/>
        </w:tabs>
      </w:pPr>
      <w:r>
        <w:t>484.9707</w:t>
      </w:r>
      <w:r>
        <w:tab/>
        <w:t>8.898e0</w:t>
      </w:r>
    </w:p>
    <w:p w:rsidR="00354DF7" w:rsidRDefault="00354DF7" w:rsidP="00354DF7">
      <w:pPr>
        <w:tabs>
          <w:tab w:val="left" w:pos="6195"/>
        </w:tabs>
      </w:pPr>
      <w:r>
        <w:t>484.9730</w:t>
      </w:r>
      <w:r>
        <w:tab/>
        <w:t>4.112e0</w:t>
      </w:r>
    </w:p>
    <w:p w:rsidR="00354DF7" w:rsidRDefault="00354DF7" w:rsidP="00354DF7">
      <w:pPr>
        <w:tabs>
          <w:tab w:val="left" w:pos="6195"/>
        </w:tabs>
      </w:pPr>
      <w:r>
        <w:t>484.9836</w:t>
      </w:r>
      <w:r>
        <w:tab/>
        <w:t>9.904e0</w:t>
      </w:r>
    </w:p>
    <w:p w:rsidR="00354DF7" w:rsidRDefault="00354DF7" w:rsidP="00354DF7">
      <w:pPr>
        <w:tabs>
          <w:tab w:val="left" w:pos="6195"/>
        </w:tabs>
      </w:pPr>
      <w:r>
        <w:t>484.9943</w:t>
      </w:r>
      <w:r>
        <w:tab/>
        <w:t>2.221e0</w:t>
      </w:r>
    </w:p>
    <w:p w:rsidR="00354DF7" w:rsidRDefault="00354DF7" w:rsidP="00354DF7">
      <w:pPr>
        <w:tabs>
          <w:tab w:val="left" w:pos="6195"/>
        </w:tabs>
      </w:pPr>
      <w:r>
        <w:t>485.0408</w:t>
      </w:r>
      <w:r>
        <w:tab/>
        <w:t>3.629e0</w:t>
      </w:r>
    </w:p>
    <w:p w:rsidR="00354DF7" w:rsidRDefault="00354DF7" w:rsidP="00354DF7">
      <w:pPr>
        <w:tabs>
          <w:tab w:val="left" w:pos="6195"/>
        </w:tabs>
      </w:pPr>
      <w:r>
        <w:t>485.0522</w:t>
      </w:r>
      <w:r>
        <w:tab/>
        <w:t>2.781e0</w:t>
      </w:r>
    </w:p>
    <w:p w:rsidR="00354DF7" w:rsidRDefault="00354DF7" w:rsidP="00354DF7">
      <w:pPr>
        <w:tabs>
          <w:tab w:val="left" w:pos="6195"/>
        </w:tabs>
      </w:pPr>
      <w:r>
        <w:t>485.0554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485.0754</w:t>
      </w:r>
      <w:r>
        <w:tab/>
        <w:t>2.828e0</w:t>
      </w:r>
    </w:p>
    <w:p w:rsidR="00354DF7" w:rsidRDefault="00354DF7" w:rsidP="00354DF7">
      <w:pPr>
        <w:tabs>
          <w:tab w:val="left" w:pos="6195"/>
        </w:tabs>
      </w:pPr>
      <w:r>
        <w:t>485.0790</w:t>
      </w:r>
      <w:r>
        <w:tab/>
        <w:t>1.863e0</w:t>
      </w:r>
    </w:p>
    <w:p w:rsidR="00354DF7" w:rsidRDefault="00354DF7" w:rsidP="00354DF7">
      <w:pPr>
        <w:tabs>
          <w:tab w:val="left" w:pos="6195"/>
        </w:tabs>
      </w:pPr>
      <w:r>
        <w:t>485.0930</w:t>
      </w:r>
      <w:r>
        <w:tab/>
        <w:t>1.860e0</w:t>
      </w:r>
    </w:p>
    <w:p w:rsidR="00354DF7" w:rsidRDefault="00354DF7" w:rsidP="00354DF7">
      <w:pPr>
        <w:tabs>
          <w:tab w:val="left" w:pos="6195"/>
        </w:tabs>
      </w:pPr>
      <w:r>
        <w:t>485.0978</w:t>
      </w:r>
      <w:r>
        <w:tab/>
        <w:t>1.887e0</w:t>
      </w:r>
    </w:p>
    <w:p w:rsidR="00354DF7" w:rsidRDefault="00354DF7" w:rsidP="00354DF7">
      <w:pPr>
        <w:tabs>
          <w:tab w:val="left" w:pos="6195"/>
        </w:tabs>
      </w:pPr>
      <w:r>
        <w:t>485.1359</w:t>
      </w:r>
      <w:r>
        <w:tab/>
        <w:t>3.025e0</w:t>
      </w:r>
    </w:p>
    <w:p w:rsidR="00354DF7" w:rsidRDefault="00354DF7" w:rsidP="00354DF7">
      <w:pPr>
        <w:tabs>
          <w:tab w:val="left" w:pos="6195"/>
        </w:tabs>
      </w:pPr>
      <w:r>
        <w:t>485.1446</w:t>
      </w:r>
      <w:r>
        <w:tab/>
        <w:t>4.564e0</w:t>
      </w:r>
    </w:p>
    <w:p w:rsidR="00354DF7" w:rsidRDefault="00354DF7" w:rsidP="00354DF7">
      <w:pPr>
        <w:tabs>
          <w:tab w:val="left" w:pos="6195"/>
        </w:tabs>
      </w:pPr>
      <w:r>
        <w:t>485.1470</w:t>
      </w:r>
      <w:r>
        <w:tab/>
        <w:t>1.712e0</w:t>
      </w:r>
    </w:p>
    <w:p w:rsidR="00354DF7" w:rsidRDefault="00354DF7" w:rsidP="00354DF7">
      <w:pPr>
        <w:tabs>
          <w:tab w:val="left" w:pos="6195"/>
        </w:tabs>
      </w:pPr>
      <w:r>
        <w:t>485.2256</w:t>
      </w:r>
      <w:r>
        <w:tab/>
        <w:t>1.473e0</w:t>
      </w:r>
    </w:p>
    <w:p w:rsidR="00354DF7" w:rsidRDefault="00354DF7" w:rsidP="00354DF7">
      <w:pPr>
        <w:tabs>
          <w:tab w:val="left" w:pos="6195"/>
        </w:tabs>
      </w:pPr>
      <w:r>
        <w:t>485.2503</w:t>
      </w:r>
      <w:r>
        <w:tab/>
        <w:t>1.143e0</w:t>
      </w:r>
    </w:p>
    <w:p w:rsidR="00354DF7" w:rsidRDefault="00354DF7" w:rsidP="00354DF7">
      <w:pPr>
        <w:tabs>
          <w:tab w:val="left" w:pos="6195"/>
        </w:tabs>
      </w:pPr>
      <w:r>
        <w:t>485.3004</w:t>
      </w:r>
      <w:r>
        <w:tab/>
        <w:t>2.113e0</w:t>
      </w:r>
    </w:p>
    <w:p w:rsidR="00354DF7" w:rsidRDefault="00354DF7" w:rsidP="00354DF7">
      <w:pPr>
        <w:tabs>
          <w:tab w:val="left" w:pos="6195"/>
        </w:tabs>
      </w:pPr>
      <w:r>
        <w:t>485.3285</w:t>
      </w:r>
      <w:r>
        <w:tab/>
        <w:t>5.149e0</w:t>
      </w:r>
    </w:p>
    <w:p w:rsidR="00354DF7" w:rsidRDefault="00354DF7" w:rsidP="00354DF7">
      <w:pPr>
        <w:tabs>
          <w:tab w:val="left" w:pos="6195"/>
        </w:tabs>
      </w:pPr>
      <w:r>
        <w:lastRenderedPageBreak/>
        <w:t>485.3358</w:t>
      </w:r>
      <w:r>
        <w:tab/>
        <w:t>3.414e0</w:t>
      </w:r>
    </w:p>
    <w:p w:rsidR="00354DF7" w:rsidRDefault="00354DF7" w:rsidP="00354DF7">
      <w:pPr>
        <w:tabs>
          <w:tab w:val="left" w:pos="6195"/>
        </w:tabs>
      </w:pPr>
      <w:r>
        <w:t>485.3427</w:t>
      </w:r>
      <w:r>
        <w:tab/>
        <w:t>3.358e0</w:t>
      </w:r>
    </w:p>
    <w:p w:rsidR="00354DF7" w:rsidRDefault="00354DF7" w:rsidP="00354DF7">
      <w:pPr>
        <w:tabs>
          <w:tab w:val="left" w:pos="6195"/>
        </w:tabs>
      </w:pPr>
      <w:r>
        <w:t>485.3511</w:t>
      </w:r>
      <w:r>
        <w:tab/>
        <w:t>4.373e0</w:t>
      </w:r>
    </w:p>
    <w:p w:rsidR="00354DF7" w:rsidRDefault="00354DF7" w:rsidP="00354DF7">
      <w:pPr>
        <w:tabs>
          <w:tab w:val="left" w:pos="6195"/>
        </w:tabs>
      </w:pPr>
      <w:r>
        <w:t>485.3821</w:t>
      </w:r>
      <w:r>
        <w:tab/>
        <w:t>6.924e0</w:t>
      </w:r>
    </w:p>
    <w:p w:rsidR="00354DF7" w:rsidRDefault="00354DF7" w:rsidP="00354DF7">
      <w:pPr>
        <w:tabs>
          <w:tab w:val="left" w:pos="6195"/>
        </w:tabs>
      </w:pPr>
      <w:r>
        <w:t>485.3832</w:t>
      </w:r>
      <w:r>
        <w:tab/>
        <w:t>3.338e0</w:t>
      </w:r>
    </w:p>
    <w:p w:rsidR="00354DF7" w:rsidRDefault="00354DF7" w:rsidP="00354DF7">
      <w:pPr>
        <w:tabs>
          <w:tab w:val="left" w:pos="6195"/>
        </w:tabs>
      </w:pPr>
      <w:r>
        <w:t>485.3871</w:t>
      </w:r>
      <w:r>
        <w:tab/>
        <w:t>4.195e0</w:t>
      </w:r>
    </w:p>
    <w:p w:rsidR="00354DF7" w:rsidRDefault="00354DF7" w:rsidP="00354DF7">
      <w:pPr>
        <w:tabs>
          <w:tab w:val="left" w:pos="6195"/>
        </w:tabs>
      </w:pPr>
      <w:r>
        <w:t>485.4256</w:t>
      </w:r>
      <w:r>
        <w:tab/>
        <w:t>2.578e0</w:t>
      </w:r>
    </w:p>
    <w:p w:rsidR="00354DF7" w:rsidRDefault="00354DF7" w:rsidP="00354DF7">
      <w:pPr>
        <w:tabs>
          <w:tab w:val="left" w:pos="6195"/>
        </w:tabs>
      </w:pPr>
      <w:r>
        <w:t>485.4446</w:t>
      </w:r>
      <w:r>
        <w:tab/>
        <w:t>1.068e0</w:t>
      </w:r>
    </w:p>
    <w:p w:rsidR="00354DF7" w:rsidRDefault="00354DF7" w:rsidP="00354DF7">
      <w:pPr>
        <w:tabs>
          <w:tab w:val="left" w:pos="6195"/>
        </w:tabs>
      </w:pPr>
      <w:r>
        <w:t>485.4540</w:t>
      </w:r>
      <w:r>
        <w:tab/>
        <w:t>2.906e0</w:t>
      </w:r>
    </w:p>
    <w:p w:rsidR="00354DF7" w:rsidRDefault="00354DF7" w:rsidP="00354DF7">
      <w:pPr>
        <w:tabs>
          <w:tab w:val="left" w:pos="6195"/>
        </w:tabs>
      </w:pPr>
      <w:r>
        <w:t>485.4729</w:t>
      </w:r>
      <w:r>
        <w:tab/>
        <w:t>1.258e0</w:t>
      </w:r>
    </w:p>
    <w:p w:rsidR="00354DF7" w:rsidRDefault="00354DF7" w:rsidP="00354DF7">
      <w:pPr>
        <w:tabs>
          <w:tab w:val="left" w:pos="6195"/>
        </w:tabs>
      </w:pPr>
      <w:r>
        <w:t>485.4755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485.4948</w:t>
      </w:r>
      <w:r>
        <w:tab/>
        <w:t>5.194e0</w:t>
      </w:r>
    </w:p>
    <w:p w:rsidR="00354DF7" w:rsidRDefault="00354DF7" w:rsidP="00354DF7">
      <w:pPr>
        <w:tabs>
          <w:tab w:val="left" w:pos="6195"/>
        </w:tabs>
      </w:pPr>
      <w:r>
        <w:t>485.5171</w:t>
      </w:r>
      <w:r>
        <w:tab/>
        <w:t>2.950e0</w:t>
      </w:r>
    </w:p>
    <w:p w:rsidR="00354DF7" w:rsidRDefault="00354DF7" w:rsidP="00354DF7">
      <w:pPr>
        <w:tabs>
          <w:tab w:val="left" w:pos="6195"/>
        </w:tabs>
      </w:pPr>
      <w:r>
        <w:t>485.5420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485.5549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485.5621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485.5796</w:t>
      </w:r>
      <w:r>
        <w:tab/>
        <w:t>2.854e0</w:t>
      </w:r>
    </w:p>
    <w:p w:rsidR="00354DF7" w:rsidRDefault="00354DF7" w:rsidP="00354DF7">
      <w:pPr>
        <w:tabs>
          <w:tab w:val="left" w:pos="6195"/>
        </w:tabs>
      </w:pPr>
      <w:r>
        <w:t>485.6205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485.6357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485.6534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485.6635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485.6674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485.6853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485.7114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485.7262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485.7317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485.7374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485.7617</w:t>
      </w:r>
      <w:r>
        <w:tab/>
        <w:t>2.670e0</w:t>
      </w:r>
    </w:p>
    <w:p w:rsidR="00354DF7" w:rsidRDefault="00354DF7" w:rsidP="00354DF7">
      <w:pPr>
        <w:tabs>
          <w:tab w:val="left" w:pos="6195"/>
        </w:tabs>
      </w:pPr>
      <w:r>
        <w:t>485.8010</w:t>
      </w:r>
      <w:r>
        <w:tab/>
        <w:t>4.827e0</w:t>
      </w:r>
    </w:p>
    <w:p w:rsidR="00354DF7" w:rsidRDefault="00354DF7" w:rsidP="00354DF7">
      <w:pPr>
        <w:tabs>
          <w:tab w:val="left" w:pos="6195"/>
        </w:tabs>
      </w:pPr>
      <w:r>
        <w:t>485.8082</w:t>
      </w:r>
      <w:r>
        <w:tab/>
        <w:t>2.886e0</w:t>
      </w:r>
    </w:p>
    <w:p w:rsidR="00354DF7" w:rsidRDefault="00354DF7" w:rsidP="00354DF7">
      <w:pPr>
        <w:tabs>
          <w:tab w:val="left" w:pos="6195"/>
        </w:tabs>
      </w:pPr>
      <w:r>
        <w:t>485.8480</w:t>
      </w:r>
      <w:r>
        <w:tab/>
        <w:t>3.208e0</w:t>
      </w:r>
    </w:p>
    <w:p w:rsidR="00354DF7" w:rsidRDefault="00354DF7" w:rsidP="00354DF7">
      <w:pPr>
        <w:tabs>
          <w:tab w:val="left" w:pos="6195"/>
        </w:tabs>
      </w:pPr>
      <w:r>
        <w:t>485.8662</w:t>
      </w:r>
      <w:r>
        <w:tab/>
        <w:t>2.726e0</w:t>
      </w:r>
    </w:p>
    <w:p w:rsidR="00354DF7" w:rsidRDefault="00354DF7" w:rsidP="00354DF7">
      <w:pPr>
        <w:tabs>
          <w:tab w:val="left" w:pos="6195"/>
        </w:tabs>
      </w:pPr>
      <w:r>
        <w:t>485.8758</w:t>
      </w:r>
      <w:r>
        <w:tab/>
        <w:t>4.827e0</w:t>
      </w:r>
    </w:p>
    <w:p w:rsidR="00354DF7" w:rsidRDefault="00354DF7" w:rsidP="00354DF7">
      <w:pPr>
        <w:tabs>
          <w:tab w:val="left" w:pos="6195"/>
        </w:tabs>
      </w:pPr>
      <w:r>
        <w:t>485.8807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485.8991</w:t>
      </w:r>
      <w:r>
        <w:tab/>
        <w:t>3.620e0</w:t>
      </w:r>
    </w:p>
    <w:p w:rsidR="00354DF7" w:rsidRDefault="00354DF7" w:rsidP="00354DF7">
      <w:pPr>
        <w:tabs>
          <w:tab w:val="left" w:pos="6195"/>
        </w:tabs>
      </w:pPr>
      <w:r>
        <w:t>485.9085</w:t>
      </w:r>
      <w:r>
        <w:tab/>
        <w:t>1.999e0</w:t>
      </w:r>
    </w:p>
    <w:p w:rsidR="00354DF7" w:rsidRDefault="00354DF7" w:rsidP="00354DF7">
      <w:pPr>
        <w:tabs>
          <w:tab w:val="left" w:pos="6195"/>
        </w:tabs>
      </w:pPr>
      <w:r>
        <w:t>485.9177</w:t>
      </w:r>
      <w:r>
        <w:tab/>
        <w:t>4.944e0</w:t>
      </w:r>
    </w:p>
    <w:p w:rsidR="00354DF7" w:rsidRDefault="00354DF7" w:rsidP="00354DF7">
      <w:pPr>
        <w:tabs>
          <w:tab w:val="left" w:pos="6195"/>
        </w:tabs>
      </w:pPr>
      <w:r>
        <w:t>485.9444</w:t>
      </w:r>
      <w:r>
        <w:tab/>
        <w:t>1.915e0</w:t>
      </w:r>
    </w:p>
    <w:p w:rsidR="00354DF7" w:rsidRDefault="00354DF7" w:rsidP="00354DF7">
      <w:pPr>
        <w:tabs>
          <w:tab w:val="left" w:pos="6195"/>
        </w:tabs>
      </w:pPr>
      <w:r>
        <w:lastRenderedPageBreak/>
        <w:t>485.9632</w:t>
      </w:r>
      <w:r>
        <w:tab/>
        <w:t>2.719e0</w:t>
      </w:r>
    </w:p>
    <w:p w:rsidR="00354DF7" w:rsidRDefault="00354DF7" w:rsidP="00354DF7">
      <w:pPr>
        <w:tabs>
          <w:tab w:val="left" w:pos="6195"/>
        </w:tabs>
      </w:pPr>
      <w:r>
        <w:t>485.9888</w:t>
      </w:r>
      <w:r>
        <w:tab/>
        <w:t>1.986e0</w:t>
      </w:r>
    </w:p>
    <w:p w:rsidR="00354DF7" w:rsidRDefault="00354DF7" w:rsidP="00354DF7">
      <w:pPr>
        <w:tabs>
          <w:tab w:val="left" w:pos="6195"/>
        </w:tabs>
      </w:pPr>
      <w:r>
        <w:t>486.0024</w:t>
      </w:r>
      <w:r>
        <w:tab/>
        <w:t>1.660e0</w:t>
      </w:r>
    </w:p>
    <w:p w:rsidR="00354DF7" w:rsidRDefault="00354DF7" w:rsidP="00354DF7">
      <w:pPr>
        <w:tabs>
          <w:tab w:val="left" w:pos="6195"/>
        </w:tabs>
      </w:pPr>
      <w:r>
        <w:t>486.0114</w:t>
      </w:r>
      <w:r>
        <w:tab/>
        <w:t>1.773e0</w:t>
      </w:r>
    </w:p>
    <w:p w:rsidR="00354DF7" w:rsidRDefault="00354DF7" w:rsidP="00354DF7">
      <w:pPr>
        <w:tabs>
          <w:tab w:val="left" w:pos="6195"/>
        </w:tabs>
      </w:pPr>
      <w:r>
        <w:t>486.0241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486.0407</w:t>
      </w:r>
      <w:r>
        <w:tab/>
        <w:t>2.068e0</w:t>
      </w:r>
    </w:p>
    <w:p w:rsidR="00354DF7" w:rsidRDefault="00354DF7" w:rsidP="00354DF7">
      <w:pPr>
        <w:tabs>
          <w:tab w:val="left" w:pos="6195"/>
        </w:tabs>
      </w:pPr>
      <w:r>
        <w:t>486.0421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486.0500</w:t>
      </w:r>
      <w:r>
        <w:tab/>
        <w:t>3.030e0</w:t>
      </w:r>
    </w:p>
    <w:p w:rsidR="00354DF7" w:rsidRDefault="00354DF7" w:rsidP="00354DF7">
      <w:pPr>
        <w:tabs>
          <w:tab w:val="left" w:pos="6195"/>
        </w:tabs>
      </w:pPr>
      <w:r>
        <w:t>486.0693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486.0725</w:t>
      </w:r>
      <w:r>
        <w:tab/>
        <w:t>5.873e0</w:t>
      </w:r>
    </w:p>
    <w:p w:rsidR="00354DF7" w:rsidRDefault="00354DF7" w:rsidP="00354DF7">
      <w:pPr>
        <w:tabs>
          <w:tab w:val="left" w:pos="6195"/>
        </w:tabs>
      </w:pPr>
      <w:r>
        <w:t>486.0874</w:t>
      </w:r>
      <w:r>
        <w:tab/>
        <w:t>1.972e0</w:t>
      </w:r>
    </w:p>
    <w:p w:rsidR="00354DF7" w:rsidRDefault="00354DF7" w:rsidP="00354DF7">
      <w:pPr>
        <w:tabs>
          <w:tab w:val="left" w:pos="6195"/>
        </w:tabs>
      </w:pPr>
      <w:r>
        <w:t>486.0945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486.1295</w:t>
      </w:r>
      <w:r>
        <w:tab/>
        <w:t>4.730e0</w:t>
      </w:r>
    </w:p>
    <w:p w:rsidR="00354DF7" w:rsidRDefault="00354DF7" w:rsidP="00354DF7">
      <w:pPr>
        <w:tabs>
          <w:tab w:val="left" w:pos="6195"/>
        </w:tabs>
      </w:pPr>
      <w:r>
        <w:t>486.1669</w:t>
      </w:r>
      <w:r>
        <w:tab/>
        <w:t>3.364e0</w:t>
      </w:r>
    </w:p>
    <w:p w:rsidR="00354DF7" w:rsidRDefault="00354DF7" w:rsidP="00354DF7">
      <w:pPr>
        <w:tabs>
          <w:tab w:val="left" w:pos="6195"/>
        </w:tabs>
      </w:pPr>
      <w:r>
        <w:t>486.1718</w:t>
      </w:r>
      <w:r>
        <w:tab/>
        <w:t>5.556e0</w:t>
      </w:r>
    </w:p>
    <w:p w:rsidR="00354DF7" w:rsidRDefault="00354DF7" w:rsidP="00354DF7">
      <w:pPr>
        <w:tabs>
          <w:tab w:val="left" w:pos="6195"/>
        </w:tabs>
      </w:pPr>
      <w:r>
        <w:t>486.1753</w:t>
      </w:r>
      <w:r>
        <w:tab/>
        <w:t>2.353e0</w:t>
      </w:r>
    </w:p>
    <w:p w:rsidR="00354DF7" w:rsidRDefault="00354DF7" w:rsidP="00354DF7">
      <w:pPr>
        <w:tabs>
          <w:tab w:val="left" w:pos="6195"/>
        </w:tabs>
      </w:pPr>
      <w:r>
        <w:t>486.2307</w:t>
      </w:r>
      <w:r>
        <w:tab/>
        <w:t>1.245e0</w:t>
      </w:r>
    </w:p>
    <w:p w:rsidR="00354DF7" w:rsidRDefault="00354DF7" w:rsidP="00354DF7">
      <w:pPr>
        <w:tabs>
          <w:tab w:val="left" w:pos="6195"/>
        </w:tabs>
      </w:pPr>
      <w:r>
        <w:t>486.2465</w:t>
      </w:r>
      <w:r>
        <w:tab/>
        <w:t>3.567e0</w:t>
      </w:r>
    </w:p>
    <w:p w:rsidR="00354DF7" w:rsidRDefault="00354DF7" w:rsidP="00354DF7">
      <w:pPr>
        <w:tabs>
          <w:tab w:val="left" w:pos="6195"/>
        </w:tabs>
      </w:pPr>
      <w:r>
        <w:t>486.2593</w:t>
      </w:r>
      <w:r>
        <w:tab/>
        <w:t>1.885e0</w:t>
      </w:r>
    </w:p>
    <w:p w:rsidR="00354DF7" w:rsidRDefault="00354DF7" w:rsidP="00354DF7">
      <w:pPr>
        <w:tabs>
          <w:tab w:val="left" w:pos="6195"/>
        </w:tabs>
      </w:pPr>
      <w:r>
        <w:lastRenderedPageBreak/>
        <w:t>486.3256</w:t>
      </w:r>
      <w:r>
        <w:tab/>
        <w:t>1.155e0</w:t>
      </w:r>
    </w:p>
    <w:p w:rsidR="00354DF7" w:rsidRDefault="00354DF7" w:rsidP="00354DF7">
      <w:pPr>
        <w:tabs>
          <w:tab w:val="left" w:pos="6195"/>
        </w:tabs>
      </w:pPr>
      <w:r>
        <w:t>486.3940</w:t>
      </w:r>
      <w:r>
        <w:tab/>
        <w:t>3.263e0</w:t>
      </w:r>
    </w:p>
    <w:p w:rsidR="00354DF7" w:rsidRDefault="00354DF7" w:rsidP="00354DF7">
      <w:pPr>
        <w:tabs>
          <w:tab w:val="left" w:pos="6195"/>
        </w:tabs>
      </w:pPr>
      <w:r>
        <w:t>486.4241</w:t>
      </w:r>
      <w:r>
        <w:tab/>
        <w:t>1.103e1</w:t>
      </w:r>
    </w:p>
    <w:p w:rsidR="00354DF7" w:rsidRDefault="00354DF7" w:rsidP="00354DF7">
      <w:pPr>
        <w:tabs>
          <w:tab w:val="left" w:pos="6195"/>
        </w:tabs>
      </w:pPr>
      <w:r>
        <w:t>486.4265</w:t>
      </w:r>
      <w:r>
        <w:tab/>
        <w:t>1.399e1</w:t>
      </w:r>
    </w:p>
    <w:p w:rsidR="00354DF7" w:rsidRDefault="00354DF7" w:rsidP="00354DF7">
      <w:pPr>
        <w:tabs>
          <w:tab w:val="left" w:pos="6195"/>
        </w:tabs>
      </w:pPr>
      <w:r>
        <w:t>486.4280</w:t>
      </w:r>
      <w:r>
        <w:tab/>
        <w:t>1.087e1</w:t>
      </w:r>
    </w:p>
    <w:p w:rsidR="00354DF7" w:rsidRDefault="00354DF7" w:rsidP="00354DF7">
      <w:pPr>
        <w:tabs>
          <w:tab w:val="left" w:pos="6195"/>
        </w:tabs>
      </w:pPr>
      <w:r>
        <w:t>486.4299</w:t>
      </w:r>
      <w:r>
        <w:tab/>
        <w:t>6.999e0</w:t>
      </w:r>
    </w:p>
    <w:p w:rsidR="00354DF7" w:rsidRDefault="00354DF7" w:rsidP="00354DF7">
      <w:pPr>
        <w:tabs>
          <w:tab w:val="left" w:pos="6195"/>
        </w:tabs>
      </w:pPr>
      <w:r>
        <w:t>486.4332</w:t>
      </w:r>
      <w:r>
        <w:tab/>
        <w:t>7.887e0</w:t>
      </w:r>
    </w:p>
    <w:p w:rsidR="00354DF7" w:rsidRDefault="00354DF7" w:rsidP="00354DF7">
      <w:pPr>
        <w:tabs>
          <w:tab w:val="left" w:pos="6195"/>
        </w:tabs>
      </w:pPr>
      <w:r>
        <w:t>486.4421</w:t>
      </w:r>
      <w:r>
        <w:tab/>
        <w:t>1.184e1</w:t>
      </w:r>
    </w:p>
    <w:p w:rsidR="00354DF7" w:rsidRDefault="00354DF7" w:rsidP="00354DF7">
      <w:pPr>
        <w:tabs>
          <w:tab w:val="left" w:pos="6195"/>
        </w:tabs>
      </w:pPr>
      <w:r>
        <w:t>486.4913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486.5250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486.5300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486.5451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486.5941</w:t>
      </w:r>
      <w:r>
        <w:tab/>
        <w:t>2.013e0</w:t>
      </w:r>
    </w:p>
    <w:p w:rsidR="00354DF7" w:rsidRDefault="00354DF7" w:rsidP="00354DF7">
      <w:pPr>
        <w:tabs>
          <w:tab w:val="left" w:pos="6195"/>
        </w:tabs>
      </w:pPr>
      <w:r>
        <w:t>486.6020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486.6078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486.6259</w:t>
      </w:r>
      <w:r>
        <w:tab/>
        <w:t>2.860e0</w:t>
      </w:r>
    </w:p>
    <w:p w:rsidR="00354DF7" w:rsidRDefault="00354DF7" w:rsidP="00354DF7">
      <w:pPr>
        <w:tabs>
          <w:tab w:val="left" w:pos="6195"/>
        </w:tabs>
      </w:pPr>
      <w:r>
        <w:t>486.6344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486.6569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486.6591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486.6629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486.6915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486.7119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486.7164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486.7184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486.7367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486.7575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486.7628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486.7798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486.8048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486.8214</w:t>
      </w:r>
      <w:r>
        <w:tab/>
        <w:t>1.674e0</w:t>
      </w:r>
    </w:p>
    <w:p w:rsidR="00354DF7" w:rsidRDefault="00354DF7" w:rsidP="00354DF7">
      <w:pPr>
        <w:tabs>
          <w:tab w:val="left" w:pos="6195"/>
        </w:tabs>
      </w:pPr>
      <w:r>
        <w:t>486.8255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486.8383</w:t>
      </w:r>
      <w:r>
        <w:tab/>
        <w:t>3.493e0</w:t>
      </w:r>
    </w:p>
    <w:p w:rsidR="00354DF7" w:rsidRDefault="00354DF7" w:rsidP="00354DF7">
      <w:pPr>
        <w:tabs>
          <w:tab w:val="left" w:pos="6195"/>
        </w:tabs>
      </w:pPr>
      <w:r>
        <w:t>486.8437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486.8486</w:t>
      </w:r>
      <w:r>
        <w:tab/>
        <w:t>3.866e0</w:t>
      </w:r>
    </w:p>
    <w:p w:rsidR="00354DF7" w:rsidRDefault="00354DF7" w:rsidP="00354DF7">
      <w:pPr>
        <w:tabs>
          <w:tab w:val="left" w:pos="6195"/>
        </w:tabs>
      </w:pPr>
      <w:r>
        <w:t>486.8515</w:t>
      </w:r>
      <w:r>
        <w:tab/>
        <w:t>4.533e0</w:t>
      </w:r>
    </w:p>
    <w:p w:rsidR="00354DF7" w:rsidRDefault="00354DF7" w:rsidP="00354DF7">
      <w:pPr>
        <w:tabs>
          <w:tab w:val="left" w:pos="6195"/>
        </w:tabs>
      </w:pPr>
      <w:r>
        <w:t>486.8717</w:t>
      </w:r>
      <w:r>
        <w:tab/>
        <w:t>2.726e0</w:t>
      </w:r>
    </w:p>
    <w:p w:rsidR="00354DF7" w:rsidRDefault="00354DF7" w:rsidP="00354DF7">
      <w:pPr>
        <w:tabs>
          <w:tab w:val="left" w:pos="6195"/>
        </w:tabs>
      </w:pPr>
      <w:r>
        <w:t>486.8911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486.9067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486.9113</w:t>
      </w:r>
      <w:r>
        <w:tab/>
        <w:t>1.643e0</w:t>
      </w:r>
    </w:p>
    <w:p w:rsidR="00354DF7" w:rsidRDefault="00354DF7" w:rsidP="00354DF7">
      <w:pPr>
        <w:tabs>
          <w:tab w:val="left" w:pos="6195"/>
        </w:tabs>
      </w:pPr>
      <w:r>
        <w:t>486.9414</w:t>
      </w:r>
      <w:r>
        <w:tab/>
        <w:t>4.952e0</w:t>
      </w:r>
    </w:p>
    <w:p w:rsidR="00354DF7" w:rsidRDefault="00354DF7" w:rsidP="00354DF7">
      <w:pPr>
        <w:tabs>
          <w:tab w:val="left" w:pos="6195"/>
        </w:tabs>
      </w:pPr>
      <w:r>
        <w:t>486.9487</w:t>
      </w:r>
      <w:r>
        <w:tab/>
        <w:t>1.841e0</w:t>
      </w:r>
    </w:p>
    <w:p w:rsidR="00354DF7" w:rsidRDefault="00354DF7" w:rsidP="00354DF7">
      <w:pPr>
        <w:tabs>
          <w:tab w:val="left" w:pos="6195"/>
        </w:tabs>
      </w:pPr>
      <w:r>
        <w:t>486.9702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486.9756</w:t>
      </w:r>
      <w:r>
        <w:tab/>
        <w:t>2.737e0</w:t>
      </w:r>
    </w:p>
    <w:p w:rsidR="00354DF7" w:rsidRDefault="00354DF7" w:rsidP="00354DF7">
      <w:pPr>
        <w:tabs>
          <w:tab w:val="left" w:pos="6195"/>
        </w:tabs>
      </w:pPr>
      <w:r>
        <w:t>486.9778</w:t>
      </w:r>
      <w:r>
        <w:tab/>
        <w:t>3.022e0</w:t>
      </w:r>
    </w:p>
    <w:p w:rsidR="00354DF7" w:rsidRDefault="00354DF7" w:rsidP="00354DF7">
      <w:pPr>
        <w:tabs>
          <w:tab w:val="left" w:pos="6195"/>
        </w:tabs>
      </w:pPr>
      <w:r>
        <w:t>487.0116</w:t>
      </w:r>
      <w:r>
        <w:tab/>
        <w:t>3.971e0</w:t>
      </w:r>
    </w:p>
    <w:p w:rsidR="00354DF7" w:rsidRDefault="00354DF7" w:rsidP="00354DF7">
      <w:pPr>
        <w:tabs>
          <w:tab w:val="left" w:pos="6195"/>
        </w:tabs>
      </w:pPr>
      <w:r>
        <w:t>487.0472</w:t>
      </w:r>
      <w:r>
        <w:tab/>
        <w:t>1.632e0</w:t>
      </w:r>
    </w:p>
    <w:p w:rsidR="00354DF7" w:rsidRDefault="00354DF7" w:rsidP="00354DF7">
      <w:pPr>
        <w:tabs>
          <w:tab w:val="left" w:pos="6195"/>
        </w:tabs>
      </w:pPr>
      <w:r>
        <w:t>487.0594</w:t>
      </w:r>
      <w:r>
        <w:tab/>
        <w:t>2.464e0</w:t>
      </w:r>
    </w:p>
    <w:p w:rsidR="00354DF7" w:rsidRDefault="00354DF7" w:rsidP="00354DF7">
      <w:pPr>
        <w:tabs>
          <w:tab w:val="left" w:pos="6195"/>
        </w:tabs>
      </w:pPr>
      <w:r>
        <w:t>487.0825</w:t>
      </w:r>
      <w:r>
        <w:tab/>
        <w:t>3.540e0</w:t>
      </w:r>
    </w:p>
    <w:p w:rsidR="00354DF7" w:rsidRDefault="00354DF7" w:rsidP="00354DF7">
      <w:pPr>
        <w:tabs>
          <w:tab w:val="left" w:pos="6195"/>
        </w:tabs>
      </w:pPr>
      <w:r>
        <w:t>487.1082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487.1113</w:t>
      </w:r>
      <w:r>
        <w:tab/>
        <w:t>3.450e0</w:t>
      </w:r>
    </w:p>
    <w:p w:rsidR="00354DF7" w:rsidRDefault="00354DF7" w:rsidP="00354DF7">
      <w:pPr>
        <w:tabs>
          <w:tab w:val="left" w:pos="6195"/>
        </w:tabs>
      </w:pPr>
      <w:r>
        <w:t>487.1415</w:t>
      </w:r>
      <w:r>
        <w:tab/>
        <w:t>2.562e0</w:t>
      </w:r>
    </w:p>
    <w:p w:rsidR="00354DF7" w:rsidRDefault="00354DF7" w:rsidP="00354DF7">
      <w:pPr>
        <w:tabs>
          <w:tab w:val="left" w:pos="6195"/>
        </w:tabs>
      </w:pPr>
      <w:r>
        <w:t>487.1624</w:t>
      </w:r>
      <w:r>
        <w:tab/>
        <w:t>1.514e0</w:t>
      </w:r>
    </w:p>
    <w:p w:rsidR="00354DF7" w:rsidRDefault="00354DF7" w:rsidP="00354DF7">
      <w:pPr>
        <w:tabs>
          <w:tab w:val="left" w:pos="6195"/>
        </w:tabs>
      </w:pPr>
      <w:r>
        <w:t>487.1691</w:t>
      </w:r>
      <w:r>
        <w:tab/>
        <w:t>6.443e0</w:t>
      </w:r>
    </w:p>
    <w:p w:rsidR="00354DF7" w:rsidRDefault="00354DF7" w:rsidP="00354DF7">
      <w:pPr>
        <w:tabs>
          <w:tab w:val="left" w:pos="6195"/>
        </w:tabs>
      </w:pPr>
      <w:r>
        <w:t>487.2370</w:t>
      </w:r>
      <w:r>
        <w:tab/>
        <w:t>1.227e0</w:t>
      </w:r>
    </w:p>
    <w:p w:rsidR="00354DF7" w:rsidRDefault="00354DF7" w:rsidP="00354DF7">
      <w:pPr>
        <w:tabs>
          <w:tab w:val="left" w:pos="6195"/>
        </w:tabs>
      </w:pPr>
      <w:r>
        <w:t>487.2644</w:t>
      </w:r>
      <w:r>
        <w:tab/>
        <w:t>1.672e0</w:t>
      </w:r>
    </w:p>
    <w:p w:rsidR="00354DF7" w:rsidRDefault="00354DF7" w:rsidP="00354DF7">
      <w:pPr>
        <w:tabs>
          <w:tab w:val="left" w:pos="6195"/>
        </w:tabs>
      </w:pPr>
      <w:r>
        <w:t>487.3067</w:t>
      </w:r>
      <w:r>
        <w:tab/>
        <w:t>3.328e0</w:t>
      </w:r>
    </w:p>
    <w:p w:rsidR="00354DF7" w:rsidRDefault="00354DF7" w:rsidP="00354DF7">
      <w:pPr>
        <w:tabs>
          <w:tab w:val="left" w:pos="6195"/>
        </w:tabs>
      </w:pPr>
      <w:r>
        <w:t>487.3423</w:t>
      </w:r>
      <w:r>
        <w:tab/>
        <w:t>1.372e0</w:t>
      </w:r>
    </w:p>
    <w:p w:rsidR="00354DF7" w:rsidRDefault="00354DF7" w:rsidP="00354DF7">
      <w:pPr>
        <w:tabs>
          <w:tab w:val="left" w:pos="6195"/>
        </w:tabs>
      </w:pPr>
      <w:r>
        <w:lastRenderedPageBreak/>
        <w:t>487.3528</w:t>
      </w:r>
      <w:r>
        <w:tab/>
        <w:t>1.679e0</w:t>
      </w:r>
    </w:p>
    <w:p w:rsidR="00354DF7" w:rsidRDefault="00354DF7" w:rsidP="00354DF7">
      <w:pPr>
        <w:tabs>
          <w:tab w:val="left" w:pos="6195"/>
        </w:tabs>
      </w:pPr>
      <w:r>
        <w:t>487.3580</w:t>
      </w:r>
      <w:r>
        <w:tab/>
        <w:t>1.201e0</w:t>
      </w:r>
    </w:p>
    <w:p w:rsidR="00354DF7" w:rsidRDefault="00354DF7" w:rsidP="00354DF7">
      <w:pPr>
        <w:tabs>
          <w:tab w:val="left" w:pos="6195"/>
        </w:tabs>
      </w:pPr>
      <w:r>
        <w:t>487.3614</w:t>
      </w:r>
      <w:r>
        <w:tab/>
        <w:t>4.681e0</w:t>
      </w:r>
    </w:p>
    <w:p w:rsidR="00354DF7" w:rsidRDefault="00354DF7" w:rsidP="00354DF7">
      <w:pPr>
        <w:tabs>
          <w:tab w:val="left" w:pos="6195"/>
        </w:tabs>
      </w:pPr>
      <w:r>
        <w:t>487.3626</w:t>
      </w:r>
      <w:r>
        <w:tab/>
        <w:t>1.277e0</w:t>
      </w:r>
    </w:p>
    <w:p w:rsidR="00354DF7" w:rsidRDefault="00354DF7" w:rsidP="00354DF7">
      <w:pPr>
        <w:tabs>
          <w:tab w:val="left" w:pos="6195"/>
        </w:tabs>
      </w:pPr>
      <w:r>
        <w:t>487.3774</w:t>
      </w:r>
      <w:r>
        <w:tab/>
        <w:t>1.402e0</w:t>
      </w:r>
    </w:p>
    <w:p w:rsidR="00354DF7" w:rsidRDefault="00354DF7" w:rsidP="00354DF7">
      <w:pPr>
        <w:tabs>
          <w:tab w:val="left" w:pos="6195"/>
        </w:tabs>
      </w:pPr>
      <w:r>
        <w:t>487.4203</w:t>
      </w:r>
      <w:r>
        <w:tab/>
        <w:t>1.595e0</w:t>
      </w:r>
    </w:p>
    <w:p w:rsidR="00354DF7" w:rsidRDefault="00354DF7" w:rsidP="00354DF7">
      <w:pPr>
        <w:tabs>
          <w:tab w:val="left" w:pos="6195"/>
        </w:tabs>
      </w:pPr>
      <w:r>
        <w:t>487.4283</w:t>
      </w:r>
      <w:r>
        <w:tab/>
        <w:t>2.824e0</w:t>
      </w:r>
    </w:p>
    <w:p w:rsidR="00354DF7" w:rsidRDefault="00354DF7" w:rsidP="00354DF7">
      <w:pPr>
        <w:tabs>
          <w:tab w:val="left" w:pos="6195"/>
        </w:tabs>
      </w:pPr>
      <w:r>
        <w:t>487.4293</w:t>
      </w:r>
      <w:r>
        <w:tab/>
        <w:t>3.214e0</w:t>
      </w:r>
    </w:p>
    <w:p w:rsidR="00354DF7" w:rsidRDefault="00354DF7" w:rsidP="00354DF7">
      <w:pPr>
        <w:tabs>
          <w:tab w:val="left" w:pos="6195"/>
        </w:tabs>
      </w:pPr>
      <w:r>
        <w:t>487.4563</w:t>
      </w:r>
      <w:r>
        <w:tab/>
        <w:t>4.813e0</w:t>
      </w:r>
    </w:p>
    <w:p w:rsidR="00354DF7" w:rsidRDefault="00354DF7" w:rsidP="00354DF7">
      <w:pPr>
        <w:tabs>
          <w:tab w:val="left" w:pos="6195"/>
        </w:tabs>
      </w:pPr>
      <w:r>
        <w:t>487.4658</w:t>
      </w:r>
      <w:r>
        <w:tab/>
        <w:t>1.176e0</w:t>
      </w:r>
    </w:p>
    <w:p w:rsidR="00354DF7" w:rsidRDefault="00354DF7" w:rsidP="00354DF7">
      <w:pPr>
        <w:tabs>
          <w:tab w:val="left" w:pos="6195"/>
        </w:tabs>
      </w:pPr>
      <w:r>
        <w:t>487.4689</w:t>
      </w:r>
      <w:r>
        <w:tab/>
        <w:t>4.515e0</w:t>
      </w:r>
    </w:p>
    <w:p w:rsidR="00354DF7" w:rsidRDefault="00354DF7" w:rsidP="00354DF7">
      <w:pPr>
        <w:tabs>
          <w:tab w:val="left" w:pos="6195"/>
        </w:tabs>
      </w:pPr>
      <w:r>
        <w:t>487.4715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487.4773</w:t>
      </w:r>
      <w:r>
        <w:tab/>
        <w:t>3.793e0</w:t>
      </w:r>
    </w:p>
    <w:p w:rsidR="00354DF7" w:rsidRDefault="00354DF7" w:rsidP="00354DF7">
      <w:pPr>
        <w:tabs>
          <w:tab w:val="left" w:pos="6195"/>
        </w:tabs>
      </w:pPr>
      <w:r>
        <w:t>487.4859</w:t>
      </w:r>
      <w:r>
        <w:tab/>
        <w:t>1.833e0</w:t>
      </w:r>
    </w:p>
    <w:p w:rsidR="00354DF7" w:rsidRDefault="00354DF7" w:rsidP="00354DF7">
      <w:pPr>
        <w:tabs>
          <w:tab w:val="left" w:pos="6195"/>
        </w:tabs>
      </w:pPr>
      <w:r>
        <w:t>487.5292</w:t>
      </w:r>
      <w:r>
        <w:tab/>
        <w:t>3.927e0</w:t>
      </w:r>
    </w:p>
    <w:p w:rsidR="00354DF7" w:rsidRDefault="00354DF7" w:rsidP="00354DF7">
      <w:pPr>
        <w:tabs>
          <w:tab w:val="left" w:pos="6195"/>
        </w:tabs>
      </w:pPr>
      <w:r>
        <w:t>487.5491</w:t>
      </w:r>
      <w:r>
        <w:tab/>
        <w:t>1.950e0</w:t>
      </w:r>
    </w:p>
    <w:p w:rsidR="00354DF7" w:rsidRDefault="00354DF7" w:rsidP="00354DF7">
      <w:pPr>
        <w:tabs>
          <w:tab w:val="left" w:pos="6195"/>
        </w:tabs>
      </w:pPr>
      <w:r>
        <w:t>487.5559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487.5845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487.6039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487.6066</w:t>
      </w:r>
      <w:r>
        <w:tab/>
        <w:t>3.390e0</w:t>
      </w:r>
    </w:p>
    <w:p w:rsidR="00354DF7" w:rsidRDefault="00354DF7" w:rsidP="00354DF7">
      <w:pPr>
        <w:tabs>
          <w:tab w:val="left" w:pos="6195"/>
        </w:tabs>
      </w:pPr>
      <w:r>
        <w:t>487.6333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487.6731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487.6777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487.6796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487.6830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487.6909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487.7364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487.7382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487.7561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487.7679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487.7791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487.8110</w:t>
      </w:r>
      <w:r>
        <w:tab/>
        <w:t>1.885e0</w:t>
      </w:r>
    </w:p>
    <w:p w:rsidR="00354DF7" w:rsidRDefault="00354DF7" w:rsidP="00354DF7">
      <w:pPr>
        <w:tabs>
          <w:tab w:val="left" w:pos="6195"/>
        </w:tabs>
      </w:pPr>
      <w:r>
        <w:t>487.8304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487.8739</w:t>
      </w:r>
      <w:r>
        <w:tab/>
        <w:t>1.720e0</w:t>
      </w:r>
    </w:p>
    <w:p w:rsidR="00354DF7" w:rsidRDefault="00354DF7" w:rsidP="00354DF7">
      <w:pPr>
        <w:tabs>
          <w:tab w:val="left" w:pos="6195"/>
        </w:tabs>
      </w:pPr>
      <w:r>
        <w:t>487.8898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487.9017</w:t>
      </w:r>
      <w:r>
        <w:tab/>
        <w:t>3.483e0</w:t>
      </w:r>
    </w:p>
    <w:p w:rsidR="00354DF7" w:rsidRDefault="00354DF7" w:rsidP="00354DF7">
      <w:pPr>
        <w:tabs>
          <w:tab w:val="left" w:pos="6195"/>
        </w:tabs>
      </w:pPr>
      <w:r>
        <w:t>487.9183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487.9384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487.9838</w:t>
      </w:r>
      <w:r>
        <w:tab/>
        <w:t>1.952e0</w:t>
      </w:r>
    </w:p>
    <w:p w:rsidR="00354DF7" w:rsidRDefault="00354DF7" w:rsidP="00354DF7">
      <w:pPr>
        <w:tabs>
          <w:tab w:val="left" w:pos="6195"/>
        </w:tabs>
      </w:pPr>
      <w:r>
        <w:t>487.9958</w:t>
      </w:r>
      <w:r>
        <w:tab/>
        <w:t>5.085e0</w:t>
      </w:r>
    </w:p>
    <w:p w:rsidR="00354DF7" w:rsidRDefault="00354DF7" w:rsidP="00354DF7">
      <w:pPr>
        <w:tabs>
          <w:tab w:val="left" w:pos="6195"/>
        </w:tabs>
      </w:pPr>
      <w:r>
        <w:t>488.0164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488.0399</w:t>
      </w:r>
      <w:r>
        <w:tab/>
        <w:t>6.625e0</w:t>
      </w:r>
    </w:p>
    <w:p w:rsidR="00354DF7" w:rsidRDefault="00354DF7" w:rsidP="00354DF7">
      <w:pPr>
        <w:tabs>
          <w:tab w:val="left" w:pos="6195"/>
        </w:tabs>
      </w:pPr>
      <w:r>
        <w:t>488.0449</w:t>
      </w:r>
      <w:r>
        <w:tab/>
        <w:t>3.657e0</w:t>
      </w:r>
    </w:p>
    <w:p w:rsidR="00354DF7" w:rsidRDefault="00354DF7" w:rsidP="00354DF7">
      <w:pPr>
        <w:tabs>
          <w:tab w:val="left" w:pos="6195"/>
        </w:tabs>
      </w:pPr>
      <w:r>
        <w:t>488.0595</w:t>
      </w:r>
      <w:r>
        <w:tab/>
        <w:t>1.352e0</w:t>
      </w:r>
    </w:p>
    <w:p w:rsidR="00354DF7" w:rsidRDefault="00354DF7" w:rsidP="00354DF7">
      <w:pPr>
        <w:tabs>
          <w:tab w:val="left" w:pos="6195"/>
        </w:tabs>
      </w:pPr>
      <w:r>
        <w:t>488.0804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488.0940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488.1083</w:t>
      </w:r>
      <w:r>
        <w:tab/>
        <w:t>2.445e0</w:t>
      </w:r>
    </w:p>
    <w:p w:rsidR="00354DF7" w:rsidRDefault="00354DF7" w:rsidP="00354DF7">
      <w:pPr>
        <w:tabs>
          <w:tab w:val="left" w:pos="6195"/>
        </w:tabs>
      </w:pPr>
      <w:r>
        <w:t>488.1479</w:t>
      </w:r>
      <w:r>
        <w:tab/>
        <w:t>1.526e0</w:t>
      </w:r>
    </w:p>
    <w:p w:rsidR="00354DF7" w:rsidRDefault="00354DF7" w:rsidP="00354DF7">
      <w:pPr>
        <w:tabs>
          <w:tab w:val="left" w:pos="6195"/>
        </w:tabs>
      </w:pPr>
      <w:r>
        <w:t>488.1566</w:t>
      </w:r>
      <w:r>
        <w:tab/>
        <w:t>5.172e0</w:t>
      </w:r>
    </w:p>
    <w:p w:rsidR="00354DF7" w:rsidRDefault="00354DF7" w:rsidP="00354DF7">
      <w:pPr>
        <w:tabs>
          <w:tab w:val="left" w:pos="6195"/>
        </w:tabs>
      </w:pPr>
      <w:r>
        <w:t>488.1604</w:t>
      </w:r>
      <w:r>
        <w:tab/>
        <w:t>5.868e0</w:t>
      </w:r>
    </w:p>
    <w:p w:rsidR="00354DF7" w:rsidRDefault="00354DF7" w:rsidP="00354DF7">
      <w:pPr>
        <w:tabs>
          <w:tab w:val="left" w:pos="6195"/>
        </w:tabs>
      </w:pPr>
      <w:r>
        <w:t>488.1631</w:t>
      </w:r>
      <w:r>
        <w:tab/>
        <w:t>2.847e0</w:t>
      </w:r>
    </w:p>
    <w:p w:rsidR="00354DF7" w:rsidRDefault="00354DF7" w:rsidP="00354DF7">
      <w:pPr>
        <w:tabs>
          <w:tab w:val="left" w:pos="6195"/>
        </w:tabs>
      </w:pPr>
      <w:r>
        <w:t>488.2156</w:t>
      </w:r>
      <w:r>
        <w:tab/>
        <w:t>7.211e0</w:t>
      </w:r>
    </w:p>
    <w:p w:rsidR="00354DF7" w:rsidRDefault="00354DF7" w:rsidP="00354DF7">
      <w:pPr>
        <w:tabs>
          <w:tab w:val="left" w:pos="6195"/>
        </w:tabs>
      </w:pPr>
      <w:r>
        <w:t>488.2173</w:t>
      </w:r>
      <w:r>
        <w:tab/>
        <w:t>2.438e0</w:t>
      </w:r>
    </w:p>
    <w:p w:rsidR="00354DF7" w:rsidRDefault="00354DF7" w:rsidP="00354DF7">
      <w:pPr>
        <w:tabs>
          <w:tab w:val="left" w:pos="6195"/>
        </w:tabs>
      </w:pPr>
      <w:r>
        <w:t>488.2197</w:t>
      </w:r>
      <w:r>
        <w:tab/>
        <w:t>8.915e0</w:t>
      </w:r>
    </w:p>
    <w:p w:rsidR="00354DF7" w:rsidRDefault="00354DF7" w:rsidP="00354DF7">
      <w:pPr>
        <w:tabs>
          <w:tab w:val="left" w:pos="6195"/>
        </w:tabs>
      </w:pPr>
      <w:r>
        <w:t>488.2346</w:t>
      </w:r>
      <w:r>
        <w:tab/>
        <w:t>3.315e0</w:t>
      </w:r>
    </w:p>
    <w:p w:rsidR="00354DF7" w:rsidRDefault="00354DF7" w:rsidP="00354DF7">
      <w:pPr>
        <w:tabs>
          <w:tab w:val="left" w:pos="6195"/>
        </w:tabs>
      </w:pPr>
      <w:r>
        <w:t>488.2488</w:t>
      </w:r>
      <w:r>
        <w:tab/>
        <w:t>4.558e0</w:t>
      </w:r>
    </w:p>
    <w:p w:rsidR="00354DF7" w:rsidRDefault="00354DF7" w:rsidP="00354DF7">
      <w:pPr>
        <w:tabs>
          <w:tab w:val="left" w:pos="6195"/>
        </w:tabs>
      </w:pPr>
      <w:r>
        <w:t>488.2625</w:t>
      </w:r>
      <w:r>
        <w:tab/>
        <w:t>8.424e0</w:t>
      </w:r>
    </w:p>
    <w:p w:rsidR="00354DF7" w:rsidRDefault="00354DF7" w:rsidP="00354DF7">
      <w:pPr>
        <w:tabs>
          <w:tab w:val="left" w:pos="6195"/>
        </w:tabs>
      </w:pPr>
      <w:r>
        <w:lastRenderedPageBreak/>
        <w:t>488.2773</w:t>
      </w:r>
      <w:r>
        <w:tab/>
        <w:t>1.002e1</w:t>
      </w:r>
    </w:p>
    <w:p w:rsidR="00354DF7" w:rsidRDefault="00354DF7" w:rsidP="00354DF7">
      <w:pPr>
        <w:tabs>
          <w:tab w:val="left" w:pos="6195"/>
        </w:tabs>
      </w:pPr>
      <w:r>
        <w:t>488.2906</w:t>
      </w:r>
      <w:r>
        <w:tab/>
        <w:t>9.732e0</w:t>
      </w:r>
    </w:p>
    <w:p w:rsidR="00354DF7" w:rsidRDefault="00354DF7" w:rsidP="00354DF7">
      <w:pPr>
        <w:tabs>
          <w:tab w:val="left" w:pos="6195"/>
        </w:tabs>
      </w:pPr>
      <w:r>
        <w:t>488.3005</w:t>
      </w:r>
      <w:r>
        <w:tab/>
        <w:t>1.516e1</w:t>
      </w:r>
    </w:p>
    <w:p w:rsidR="00354DF7" w:rsidRDefault="00354DF7" w:rsidP="00354DF7">
      <w:pPr>
        <w:tabs>
          <w:tab w:val="left" w:pos="6195"/>
        </w:tabs>
      </w:pPr>
      <w:r>
        <w:t>488.3019</w:t>
      </w:r>
      <w:r>
        <w:tab/>
        <w:t>2.500e0</w:t>
      </w:r>
    </w:p>
    <w:p w:rsidR="00354DF7" w:rsidRDefault="00354DF7" w:rsidP="00354DF7">
      <w:pPr>
        <w:tabs>
          <w:tab w:val="left" w:pos="6195"/>
        </w:tabs>
      </w:pPr>
      <w:r>
        <w:t>488.3129</w:t>
      </w:r>
      <w:r>
        <w:tab/>
        <w:t>1.835e1</w:t>
      </w:r>
    </w:p>
    <w:p w:rsidR="00354DF7" w:rsidRDefault="00354DF7" w:rsidP="00354DF7">
      <w:pPr>
        <w:tabs>
          <w:tab w:val="left" w:pos="6195"/>
        </w:tabs>
      </w:pPr>
      <w:r>
        <w:t>488.3219</w:t>
      </w:r>
      <w:r>
        <w:tab/>
        <w:t>4.320e0</w:t>
      </w:r>
    </w:p>
    <w:p w:rsidR="00354DF7" w:rsidRDefault="00354DF7" w:rsidP="00354DF7">
      <w:pPr>
        <w:tabs>
          <w:tab w:val="left" w:pos="6195"/>
        </w:tabs>
      </w:pPr>
      <w:r>
        <w:t>488.3513</w:t>
      </w:r>
      <w:r>
        <w:tab/>
        <w:t>2.785e0</w:t>
      </w:r>
    </w:p>
    <w:p w:rsidR="00354DF7" w:rsidRDefault="00354DF7" w:rsidP="00354DF7">
      <w:pPr>
        <w:tabs>
          <w:tab w:val="left" w:pos="6195"/>
        </w:tabs>
      </w:pPr>
      <w:r>
        <w:t>488.3765</w:t>
      </w:r>
      <w:r>
        <w:tab/>
        <w:t>6.317e0</w:t>
      </w:r>
    </w:p>
    <w:p w:rsidR="00354DF7" w:rsidRDefault="00354DF7" w:rsidP="00354DF7">
      <w:pPr>
        <w:tabs>
          <w:tab w:val="left" w:pos="6195"/>
        </w:tabs>
      </w:pPr>
      <w:r>
        <w:t>488.4025</w:t>
      </w:r>
      <w:r>
        <w:tab/>
        <w:t>4.309e0</w:t>
      </w:r>
    </w:p>
    <w:p w:rsidR="00354DF7" w:rsidRDefault="00354DF7" w:rsidP="00354DF7">
      <w:pPr>
        <w:tabs>
          <w:tab w:val="left" w:pos="6195"/>
        </w:tabs>
      </w:pPr>
      <w:r>
        <w:t>488.4081</w:t>
      </w:r>
      <w:r>
        <w:tab/>
        <w:t>9.902e0</w:t>
      </w:r>
    </w:p>
    <w:p w:rsidR="00354DF7" w:rsidRDefault="00354DF7" w:rsidP="00354DF7">
      <w:pPr>
        <w:tabs>
          <w:tab w:val="left" w:pos="6195"/>
        </w:tabs>
      </w:pPr>
      <w:r>
        <w:t>488.4417</w:t>
      </w:r>
      <w:r>
        <w:tab/>
        <w:t>1.085e0</w:t>
      </w:r>
    </w:p>
    <w:p w:rsidR="00354DF7" w:rsidRDefault="00354DF7" w:rsidP="00354DF7">
      <w:pPr>
        <w:tabs>
          <w:tab w:val="left" w:pos="6195"/>
        </w:tabs>
      </w:pPr>
      <w:r>
        <w:t>488.4496</w:t>
      </w:r>
      <w:r>
        <w:tab/>
        <w:t>6.305e0</w:t>
      </w:r>
    </w:p>
    <w:p w:rsidR="00354DF7" w:rsidRDefault="00354DF7" w:rsidP="00354DF7">
      <w:pPr>
        <w:tabs>
          <w:tab w:val="left" w:pos="6195"/>
        </w:tabs>
      </w:pPr>
      <w:r>
        <w:t>488.4747</w:t>
      </w:r>
      <w:r>
        <w:tab/>
        <w:t>5.730e0</w:t>
      </w:r>
    </w:p>
    <w:p w:rsidR="00354DF7" w:rsidRDefault="00354DF7" w:rsidP="00354DF7">
      <w:pPr>
        <w:tabs>
          <w:tab w:val="left" w:pos="6195"/>
        </w:tabs>
      </w:pPr>
      <w:r>
        <w:t>488.5039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488.5361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488.5442</w:t>
      </w:r>
      <w:r>
        <w:tab/>
        <w:t>2.963e0</w:t>
      </w:r>
    </w:p>
    <w:p w:rsidR="00354DF7" w:rsidRDefault="00354DF7" w:rsidP="00354DF7">
      <w:pPr>
        <w:tabs>
          <w:tab w:val="left" w:pos="6195"/>
        </w:tabs>
      </w:pPr>
      <w:r>
        <w:t>488.5517</w:t>
      </w:r>
      <w:r>
        <w:tab/>
        <w:t>5.966e0</w:t>
      </w:r>
    </w:p>
    <w:p w:rsidR="00354DF7" w:rsidRDefault="00354DF7" w:rsidP="00354DF7">
      <w:pPr>
        <w:tabs>
          <w:tab w:val="left" w:pos="6195"/>
        </w:tabs>
      </w:pPr>
      <w:r>
        <w:t>488.5649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488.5665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488.6155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488.6284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488.6368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488.6408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488.6428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488.6958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488.7004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488.7301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488.7355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488.7406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488.7622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488.7643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488.7891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488.7983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488.8306</w:t>
      </w:r>
      <w:r>
        <w:tab/>
        <w:t>6.744e0</w:t>
      </w:r>
    </w:p>
    <w:p w:rsidR="00354DF7" w:rsidRDefault="00354DF7" w:rsidP="00354DF7">
      <w:pPr>
        <w:tabs>
          <w:tab w:val="left" w:pos="6195"/>
        </w:tabs>
      </w:pPr>
      <w:r>
        <w:t>488.8335</w:t>
      </w:r>
      <w:r>
        <w:tab/>
        <w:t>2.766e0</w:t>
      </w:r>
    </w:p>
    <w:p w:rsidR="00354DF7" w:rsidRDefault="00354DF7" w:rsidP="00354DF7">
      <w:pPr>
        <w:tabs>
          <w:tab w:val="left" w:pos="6195"/>
        </w:tabs>
      </w:pPr>
      <w:r>
        <w:t>488.8666</w:t>
      </w:r>
      <w:r>
        <w:tab/>
        <w:t>4.649e0</w:t>
      </w:r>
    </w:p>
    <w:p w:rsidR="00354DF7" w:rsidRDefault="00354DF7" w:rsidP="00354DF7">
      <w:pPr>
        <w:tabs>
          <w:tab w:val="left" w:pos="6195"/>
        </w:tabs>
      </w:pPr>
      <w:r>
        <w:t>488.8824</w:t>
      </w:r>
      <w:r>
        <w:tab/>
        <w:t>1.935e0</w:t>
      </w:r>
    </w:p>
    <w:p w:rsidR="00354DF7" w:rsidRDefault="00354DF7" w:rsidP="00354DF7">
      <w:pPr>
        <w:tabs>
          <w:tab w:val="left" w:pos="6195"/>
        </w:tabs>
      </w:pPr>
      <w:r>
        <w:t>488.9053</w:t>
      </w:r>
      <w:r>
        <w:tab/>
        <w:t>2.922e0</w:t>
      </w:r>
    </w:p>
    <w:p w:rsidR="00354DF7" w:rsidRDefault="00354DF7" w:rsidP="00354DF7">
      <w:pPr>
        <w:tabs>
          <w:tab w:val="left" w:pos="6195"/>
        </w:tabs>
      </w:pPr>
      <w:r>
        <w:lastRenderedPageBreak/>
        <w:t>488.9207</w:t>
      </w:r>
      <w:r>
        <w:tab/>
        <w:t>1.886e0</w:t>
      </w:r>
    </w:p>
    <w:p w:rsidR="00354DF7" w:rsidRDefault="00354DF7" w:rsidP="00354DF7">
      <w:pPr>
        <w:tabs>
          <w:tab w:val="left" w:pos="6195"/>
        </w:tabs>
      </w:pPr>
      <w:r>
        <w:t>488.9259</w:t>
      </w:r>
      <w:r>
        <w:tab/>
        <w:t>3.745e0</w:t>
      </w:r>
    </w:p>
    <w:p w:rsidR="00354DF7" w:rsidRDefault="00354DF7" w:rsidP="00354DF7">
      <w:pPr>
        <w:tabs>
          <w:tab w:val="left" w:pos="6195"/>
        </w:tabs>
      </w:pPr>
      <w:r>
        <w:t>488.9358</w:t>
      </w:r>
      <w:r>
        <w:tab/>
        <w:t>2.331e0</w:t>
      </w:r>
    </w:p>
    <w:p w:rsidR="00354DF7" w:rsidRDefault="00354DF7" w:rsidP="00354DF7">
      <w:pPr>
        <w:tabs>
          <w:tab w:val="left" w:pos="6195"/>
        </w:tabs>
      </w:pPr>
      <w:r>
        <w:t>489.0028</w:t>
      </w:r>
      <w:r>
        <w:tab/>
        <w:t>1.977e0</w:t>
      </w:r>
    </w:p>
    <w:p w:rsidR="00354DF7" w:rsidRDefault="00354DF7" w:rsidP="00354DF7">
      <w:pPr>
        <w:tabs>
          <w:tab w:val="left" w:pos="6195"/>
        </w:tabs>
      </w:pPr>
      <w:r>
        <w:t>489.0227</w:t>
      </w:r>
      <w:r>
        <w:tab/>
        <w:t>5.041e0</w:t>
      </w:r>
    </w:p>
    <w:p w:rsidR="00354DF7" w:rsidRDefault="00354DF7" w:rsidP="00354DF7">
      <w:pPr>
        <w:tabs>
          <w:tab w:val="left" w:pos="6195"/>
        </w:tabs>
      </w:pPr>
      <w:r>
        <w:t>489.0287</w:t>
      </w:r>
      <w:r>
        <w:tab/>
        <w:t>4.966e0</w:t>
      </w:r>
    </w:p>
    <w:p w:rsidR="00354DF7" w:rsidRDefault="00354DF7" w:rsidP="00354DF7">
      <w:pPr>
        <w:tabs>
          <w:tab w:val="left" w:pos="6195"/>
        </w:tabs>
      </w:pPr>
      <w:r>
        <w:t>489.0311</w:t>
      </w:r>
      <w:r>
        <w:tab/>
        <w:t>3.355e0</w:t>
      </w:r>
    </w:p>
    <w:p w:rsidR="00354DF7" w:rsidRDefault="00354DF7" w:rsidP="00354DF7">
      <w:pPr>
        <w:tabs>
          <w:tab w:val="left" w:pos="6195"/>
        </w:tabs>
      </w:pPr>
      <w:r>
        <w:t>489.0739</w:t>
      </w:r>
      <w:r>
        <w:tab/>
        <w:t>2.577e0</w:t>
      </w:r>
    </w:p>
    <w:p w:rsidR="00354DF7" w:rsidRDefault="00354DF7" w:rsidP="00354DF7">
      <w:pPr>
        <w:tabs>
          <w:tab w:val="left" w:pos="6195"/>
        </w:tabs>
      </w:pPr>
      <w:r>
        <w:t>489.0823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489.0879</w:t>
      </w:r>
      <w:r>
        <w:tab/>
        <w:t>1.674e0</w:t>
      </w:r>
    </w:p>
    <w:p w:rsidR="00354DF7" w:rsidRDefault="00354DF7" w:rsidP="00354DF7">
      <w:pPr>
        <w:tabs>
          <w:tab w:val="left" w:pos="6195"/>
        </w:tabs>
      </w:pPr>
      <w:r>
        <w:t>489.0891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489.0941</w:t>
      </w:r>
      <w:r>
        <w:tab/>
        <w:t>2.996e0</w:t>
      </w:r>
    </w:p>
    <w:p w:rsidR="00354DF7" w:rsidRDefault="00354DF7" w:rsidP="00354DF7">
      <w:pPr>
        <w:tabs>
          <w:tab w:val="left" w:pos="6195"/>
        </w:tabs>
      </w:pPr>
      <w:r>
        <w:t>489.1007</w:t>
      </w:r>
      <w:r>
        <w:tab/>
        <w:t>3.843e0</w:t>
      </w:r>
    </w:p>
    <w:p w:rsidR="00354DF7" w:rsidRDefault="00354DF7" w:rsidP="00354DF7">
      <w:pPr>
        <w:tabs>
          <w:tab w:val="left" w:pos="6195"/>
        </w:tabs>
      </w:pPr>
      <w:r>
        <w:t>489.1302</w:t>
      </w:r>
      <w:r>
        <w:tab/>
        <w:t>4.424e0</w:t>
      </w:r>
    </w:p>
    <w:p w:rsidR="00354DF7" w:rsidRDefault="00354DF7" w:rsidP="00354DF7">
      <w:pPr>
        <w:tabs>
          <w:tab w:val="left" w:pos="6195"/>
        </w:tabs>
      </w:pPr>
      <w:r>
        <w:t>489.1506</w:t>
      </w:r>
      <w:r>
        <w:tab/>
        <w:t>3.548e0</w:t>
      </w:r>
    </w:p>
    <w:p w:rsidR="00354DF7" w:rsidRDefault="00354DF7" w:rsidP="00354DF7">
      <w:pPr>
        <w:tabs>
          <w:tab w:val="left" w:pos="6195"/>
        </w:tabs>
      </w:pPr>
      <w:r>
        <w:t>489.1532</w:t>
      </w:r>
      <w:r>
        <w:tab/>
        <w:t>5.102e0</w:t>
      </w:r>
    </w:p>
    <w:p w:rsidR="00354DF7" w:rsidRDefault="00354DF7" w:rsidP="00354DF7">
      <w:pPr>
        <w:tabs>
          <w:tab w:val="left" w:pos="6195"/>
        </w:tabs>
      </w:pPr>
      <w:r>
        <w:t>489.1568</w:t>
      </w:r>
      <w:r>
        <w:tab/>
        <w:t>3.295e0</w:t>
      </w:r>
    </w:p>
    <w:p w:rsidR="00354DF7" w:rsidRDefault="00354DF7" w:rsidP="00354DF7">
      <w:pPr>
        <w:tabs>
          <w:tab w:val="left" w:pos="6195"/>
        </w:tabs>
      </w:pPr>
      <w:r>
        <w:t>489.1619</w:t>
      </w:r>
      <w:r>
        <w:tab/>
        <w:t>2.572e0</w:t>
      </w:r>
    </w:p>
    <w:p w:rsidR="00354DF7" w:rsidRDefault="00354DF7" w:rsidP="00354DF7">
      <w:pPr>
        <w:tabs>
          <w:tab w:val="left" w:pos="6195"/>
        </w:tabs>
      </w:pPr>
      <w:r>
        <w:t>489.2038</w:t>
      </w:r>
      <w:r>
        <w:tab/>
        <w:t>7.866e0</w:t>
      </w:r>
    </w:p>
    <w:p w:rsidR="00354DF7" w:rsidRDefault="00354DF7" w:rsidP="00354DF7">
      <w:pPr>
        <w:tabs>
          <w:tab w:val="left" w:pos="6195"/>
        </w:tabs>
      </w:pPr>
      <w:r>
        <w:lastRenderedPageBreak/>
        <w:t>489.2195</w:t>
      </w:r>
      <w:r>
        <w:tab/>
        <w:t>3.098e0</w:t>
      </w:r>
    </w:p>
    <w:p w:rsidR="00354DF7" w:rsidRDefault="00354DF7" w:rsidP="00354DF7">
      <w:pPr>
        <w:tabs>
          <w:tab w:val="left" w:pos="6195"/>
        </w:tabs>
      </w:pPr>
      <w:r>
        <w:t>489.2274</w:t>
      </w:r>
      <w:r>
        <w:tab/>
        <w:t>2.678e0</w:t>
      </w:r>
    </w:p>
    <w:p w:rsidR="00354DF7" w:rsidRDefault="00354DF7" w:rsidP="00354DF7">
      <w:pPr>
        <w:tabs>
          <w:tab w:val="left" w:pos="6195"/>
        </w:tabs>
      </w:pPr>
      <w:r>
        <w:t>489.2400</w:t>
      </w:r>
      <w:r>
        <w:tab/>
        <w:t>1.824e0</w:t>
      </w:r>
    </w:p>
    <w:p w:rsidR="00354DF7" w:rsidRDefault="00354DF7" w:rsidP="00354DF7">
      <w:pPr>
        <w:tabs>
          <w:tab w:val="left" w:pos="6195"/>
        </w:tabs>
      </w:pPr>
      <w:r>
        <w:t>489.2921</w:t>
      </w:r>
      <w:r>
        <w:tab/>
        <w:t>1.004e1</w:t>
      </w:r>
    </w:p>
    <w:p w:rsidR="00354DF7" w:rsidRDefault="00354DF7" w:rsidP="00354DF7">
      <w:pPr>
        <w:tabs>
          <w:tab w:val="left" w:pos="6195"/>
        </w:tabs>
      </w:pPr>
      <w:r>
        <w:t>489.3103</w:t>
      </w:r>
      <w:r>
        <w:tab/>
        <w:t>1.764e1</w:t>
      </w:r>
    </w:p>
    <w:p w:rsidR="00354DF7" w:rsidRDefault="00354DF7" w:rsidP="00354DF7">
      <w:pPr>
        <w:tabs>
          <w:tab w:val="left" w:pos="6195"/>
        </w:tabs>
      </w:pPr>
      <w:r>
        <w:t>489.3179</w:t>
      </w:r>
      <w:r>
        <w:tab/>
        <w:t>2.410e1</w:t>
      </w:r>
    </w:p>
    <w:p w:rsidR="00354DF7" w:rsidRDefault="00354DF7" w:rsidP="00354DF7">
      <w:pPr>
        <w:tabs>
          <w:tab w:val="left" w:pos="6195"/>
        </w:tabs>
      </w:pPr>
      <w:r>
        <w:t>489.3193</w:t>
      </w:r>
      <w:r>
        <w:tab/>
        <w:t>4.193e1</w:t>
      </w:r>
    </w:p>
    <w:p w:rsidR="00354DF7" w:rsidRDefault="00354DF7" w:rsidP="00354DF7">
      <w:pPr>
        <w:tabs>
          <w:tab w:val="left" w:pos="6195"/>
        </w:tabs>
      </w:pPr>
      <w:r>
        <w:t>489.3209</w:t>
      </w:r>
      <w:r>
        <w:tab/>
        <w:t>2.458e1</w:t>
      </w:r>
    </w:p>
    <w:p w:rsidR="00354DF7" w:rsidRDefault="00354DF7" w:rsidP="00354DF7">
      <w:pPr>
        <w:tabs>
          <w:tab w:val="left" w:pos="6195"/>
        </w:tabs>
      </w:pPr>
      <w:r>
        <w:t>489.3332</w:t>
      </w:r>
      <w:r>
        <w:tab/>
        <w:t>1.477e1</w:t>
      </w:r>
    </w:p>
    <w:p w:rsidR="00354DF7" w:rsidRDefault="00354DF7" w:rsidP="00354DF7">
      <w:pPr>
        <w:tabs>
          <w:tab w:val="left" w:pos="6195"/>
        </w:tabs>
      </w:pPr>
      <w:r>
        <w:t>489.3996</w:t>
      </w:r>
      <w:r>
        <w:tab/>
        <w:t>2.760e0</w:t>
      </w:r>
    </w:p>
    <w:p w:rsidR="00354DF7" w:rsidRDefault="00354DF7" w:rsidP="00354DF7">
      <w:pPr>
        <w:tabs>
          <w:tab w:val="left" w:pos="6195"/>
        </w:tabs>
      </w:pPr>
      <w:r>
        <w:t>489.4235</w:t>
      </w:r>
      <w:r>
        <w:tab/>
        <w:t>4.744e0</w:t>
      </w:r>
    </w:p>
    <w:p w:rsidR="00354DF7" w:rsidRDefault="00354DF7" w:rsidP="00354DF7">
      <w:pPr>
        <w:tabs>
          <w:tab w:val="left" w:pos="6195"/>
        </w:tabs>
      </w:pPr>
      <w:r>
        <w:t>489.4395</w:t>
      </w:r>
      <w:r>
        <w:tab/>
        <w:t>1.287e0</w:t>
      </w:r>
    </w:p>
    <w:p w:rsidR="00354DF7" w:rsidRDefault="00354DF7" w:rsidP="00354DF7">
      <w:pPr>
        <w:tabs>
          <w:tab w:val="left" w:pos="6195"/>
        </w:tabs>
      </w:pPr>
      <w:r>
        <w:t>489.4531</w:t>
      </w:r>
      <w:r>
        <w:tab/>
        <w:t>4.764e0</w:t>
      </w:r>
    </w:p>
    <w:p w:rsidR="00354DF7" w:rsidRDefault="00354DF7" w:rsidP="00354DF7">
      <w:pPr>
        <w:tabs>
          <w:tab w:val="left" w:pos="6195"/>
        </w:tabs>
      </w:pPr>
      <w:r>
        <w:t>489.5178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489.5547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489.5763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489.5942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489.6131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489.6415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489.6589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489.6821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489.6859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489.7089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489.7291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489.7636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489.7657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489.7981</w:t>
      </w:r>
      <w:r>
        <w:tab/>
        <w:t>2.257e0</w:t>
      </w:r>
    </w:p>
    <w:p w:rsidR="00354DF7" w:rsidRDefault="00354DF7" w:rsidP="00354DF7">
      <w:pPr>
        <w:tabs>
          <w:tab w:val="left" w:pos="6195"/>
        </w:tabs>
      </w:pPr>
      <w:r>
        <w:t>489.8244</w:t>
      </w:r>
      <w:r>
        <w:tab/>
        <w:t>2.815e0</w:t>
      </w:r>
    </w:p>
    <w:p w:rsidR="00354DF7" w:rsidRDefault="00354DF7" w:rsidP="00354DF7">
      <w:pPr>
        <w:tabs>
          <w:tab w:val="left" w:pos="6195"/>
        </w:tabs>
      </w:pPr>
      <w:r>
        <w:t>489.8308</w:t>
      </w:r>
      <w:r>
        <w:tab/>
        <w:t>2.852e0</w:t>
      </w:r>
    </w:p>
    <w:p w:rsidR="00354DF7" w:rsidRDefault="00354DF7" w:rsidP="00354DF7">
      <w:pPr>
        <w:tabs>
          <w:tab w:val="left" w:pos="6195"/>
        </w:tabs>
      </w:pPr>
      <w:r>
        <w:t>489.8360</w:t>
      </w:r>
      <w:r>
        <w:tab/>
        <w:t>1.856e0</w:t>
      </w:r>
    </w:p>
    <w:p w:rsidR="00354DF7" w:rsidRDefault="00354DF7" w:rsidP="00354DF7">
      <w:pPr>
        <w:tabs>
          <w:tab w:val="left" w:pos="6195"/>
        </w:tabs>
      </w:pPr>
      <w:r>
        <w:t>489.8423</w:t>
      </w:r>
      <w:r>
        <w:tab/>
        <w:t>4.511e0</w:t>
      </w:r>
    </w:p>
    <w:p w:rsidR="00354DF7" w:rsidRDefault="00354DF7" w:rsidP="00354DF7">
      <w:pPr>
        <w:tabs>
          <w:tab w:val="left" w:pos="6195"/>
        </w:tabs>
      </w:pPr>
      <w:r>
        <w:t>489.8521</w:t>
      </w:r>
      <w:r>
        <w:tab/>
        <w:t>2.608e0</w:t>
      </w:r>
    </w:p>
    <w:p w:rsidR="00354DF7" w:rsidRDefault="00354DF7" w:rsidP="00354DF7">
      <w:pPr>
        <w:tabs>
          <w:tab w:val="left" w:pos="6195"/>
        </w:tabs>
      </w:pPr>
      <w:r>
        <w:t>489.9145</w:t>
      </w:r>
      <w:r>
        <w:tab/>
        <w:t>6.901e0</w:t>
      </w:r>
    </w:p>
    <w:p w:rsidR="00354DF7" w:rsidRDefault="00354DF7" w:rsidP="00354DF7">
      <w:pPr>
        <w:tabs>
          <w:tab w:val="left" w:pos="6195"/>
        </w:tabs>
      </w:pPr>
      <w:r>
        <w:t>489.9160</w:t>
      </w:r>
      <w:r>
        <w:tab/>
        <w:t>8.863e0</w:t>
      </w:r>
    </w:p>
    <w:p w:rsidR="00354DF7" w:rsidRDefault="00354DF7" w:rsidP="00354DF7">
      <w:pPr>
        <w:tabs>
          <w:tab w:val="left" w:pos="6195"/>
        </w:tabs>
      </w:pPr>
      <w:r>
        <w:t>489.9386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489.9467</w:t>
      </w:r>
      <w:r>
        <w:tab/>
        <w:t>1.541e0</w:t>
      </w:r>
    </w:p>
    <w:p w:rsidR="00354DF7" w:rsidRDefault="00354DF7" w:rsidP="00354DF7">
      <w:pPr>
        <w:tabs>
          <w:tab w:val="left" w:pos="6195"/>
        </w:tabs>
      </w:pPr>
      <w:r>
        <w:t>489.9727</w:t>
      </w:r>
      <w:r>
        <w:tab/>
        <w:t>3.200e0</w:t>
      </w:r>
    </w:p>
    <w:p w:rsidR="00354DF7" w:rsidRDefault="00354DF7" w:rsidP="00354DF7">
      <w:pPr>
        <w:tabs>
          <w:tab w:val="left" w:pos="6195"/>
        </w:tabs>
      </w:pPr>
      <w:r>
        <w:t>489.9911</w:t>
      </w:r>
      <w:r>
        <w:tab/>
        <w:t>2.845e0</w:t>
      </w:r>
    </w:p>
    <w:p w:rsidR="00354DF7" w:rsidRDefault="00354DF7" w:rsidP="00354DF7">
      <w:pPr>
        <w:tabs>
          <w:tab w:val="left" w:pos="6195"/>
        </w:tabs>
      </w:pPr>
      <w:r>
        <w:lastRenderedPageBreak/>
        <w:t>489.9992</w:t>
      </w:r>
      <w:r>
        <w:tab/>
        <w:t>1.746e0</w:t>
      </w:r>
    </w:p>
    <w:p w:rsidR="00354DF7" w:rsidRDefault="00354DF7" w:rsidP="00354DF7">
      <w:pPr>
        <w:tabs>
          <w:tab w:val="left" w:pos="6195"/>
        </w:tabs>
      </w:pPr>
      <w:r>
        <w:t>490.0164</w:t>
      </w:r>
      <w:r>
        <w:tab/>
        <w:t>3.919e0</w:t>
      </w:r>
    </w:p>
    <w:p w:rsidR="00354DF7" w:rsidRDefault="00354DF7" w:rsidP="00354DF7">
      <w:pPr>
        <w:tabs>
          <w:tab w:val="left" w:pos="6195"/>
        </w:tabs>
      </w:pPr>
      <w:r>
        <w:t>490.0313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490.0402</w:t>
      </w:r>
      <w:r>
        <w:tab/>
        <w:t>2.574e0</w:t>
      </w:r>
    </w:p>
    <w:p w:rsidR="00354DF7" w:rsidRDefault="00354DF7" w:rsidP="00354DF7">
      <w:pPr>
        <w:tabs>
          <w:tab w:val="left" w:pos="6195"/>
        </w:tabs>
      </w:pPr>
      <w:r>
        <w:t>490.0424</w:t>
      </w:r>
      <w:r>
        <w:tab/>
        <w:t>1.321e0</w:t>
      </w:r>
    </w:p>
    <w:p w:rsidR="00354DF7" w:rsidRDefault="00354DF7" w:rsidP="00354DF7">
      <w:pPr>
        <w:tabs>
          <w:tab w:val="left" w:pos="6195"/>
        </w:tabs>
      </w:pPr>
      <w:r>
        <w:t>490.0567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490.0659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490.0981</w:t>
      </w:r>
      <w:r>
        <w:tab/>
        <w:t>3.594e0</w:t>
      </w:r>
    </w:p>
    <w:p w:rsidR="00354DF7" w:rsidRDefault="00354DF7" w:rsidP="00354DF7">
      <w:pPr>
        <w:tabs>
          <w:tab w:val="left" w:pos="6195"/>
        </w:tabs>
      </w:pPr>
      <w:r>
        <w:t>490.1098</w:t>
      </w:r>
      <w:r>
        <w:tab/>
        <w:t>2.404e0</w:t>
      </w:r>
    </w:p>
    <w:p w:rsidR="00354DF7" w:rsidRDefault="00354DF7" w:rsidP="00354DF7">
      <w:pPr>
        <w:tabs>
          <w:tab w:val="left" w:pos="6195"/>
        </w:tabs>
      </w:pPr>
      <w:r>
        <w:t>490.1304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490.1577</w:t>
      </w:r>
      <w:r>
        <w:tab/>
        <w:t>2.813e0</w:t>
      </w:r>
    </w:p>
    <w:p w:rsidR="00354DF7" w:rsidRDefault="00354DF7" w:rsidP="00354DF7">
      <w:pPr>
        <w:tabs>
          <w:tab w:val="left" w:pos="6195"/>
        </w:tabs>
      </w:pPr>
      <w:r>
        <w:t>490.1595</w:t>
      </w:r>
      <w:r>
        <w:tab/>
        <w:t>3.047e0</w:t>
      </w:r>
    </w:p>
    <w:p w:rsidR="00354DF7" w:rsidRDefault="00354DF7" w:rsidP="00354DF7">
      <w:pPr>
        <w:tabs>
          <w:tab w:val="left" w:pos="6195"/>
        </w:tabs>
      </w:pPr>
      <w:r>
        <w:t>490.1625</w:t>
      </w:r>
      <w:r>
        <w:tab/>
        <w:t>5.485e0</w:t>
      </w:r>
    </w:p>
    <w:p w:rsidR="00354DF7" w:rsidRDefault="00354DF7" w:rsidP="00354DF7">
      <w:pPr>
        <w:tabs>
          <w:tab w:val="left" w:pos="6195"/>
        </w:tabs>
      </w:pPr>
      <w:r>
        <w:t>490.1962</w:t>
      </w:r>
      <w:r>
        <w:tab/>
        <w:t>1.711e0</w:t>
      </w:r>
    </w:p>
    <w:p w:rsidR="00354DF7" w:rsidRDefault="00354DF7" w:rsidP="00354DF7">
      <w:pPr>
        <w:tabs>
          <w:tab w:val="left" w:pos="6195"/>
        </w:tabs>
      </w:pPr>
      <w:r>
        <w:t>490.2101</w:t>
      </w:r>
      <w:r>
        <w:tab/>
        <w:t>3.145e0</w:t>
      </w:r>
    </w:p>
    <w:p w:rsidR="00354DF7" w:rsidRDefault="00354DF7" w:rsidP="00354DF7">
      <w:pPr>
        <w:tabs>
          <w:tab w:val="left" w:pos="6195"/>
        </w:tabs>
      </w:pPr>
      <w:r>
        <w:t>490.2533</w:t>
      </w:r>
      <w:r>
        <w:tab/>
        <w:t>1.397e0</w:t>
      </w:r>
    </w:p>
    <w:p w:rsidR="00354DF7" w:rsidRDefault="00354DF7" w:rsidP="00354DF7">
      <w:pPr>
        <w:tabs>
          <w:tab w:val="left" w:pos="6195"/>
        </w:tabs>
      </w:pPr>
      <w:r>
        <w:t>490.3091</w:t>
      </w:r>
      <w:r>
        <w:tab/>
        <w:t>8.859e0</w:t>
      </w:r>
    </w:p>
    <w:p w:rsidR="00354DF7" w:rsidRDefault="00354DF7" w:rsidP="00354DF7">
      <w:pPr>
        <w:tabs>
          <w:tab w:val="left" w:pos="6195"/>
        </w:tabs>
      </w:pPr>
      <w:r>
        <w:t>490.3160</w:t>
      </w:r>
      <w:r>
        <w:tab/>
        <w:t>1.286e1</w:t>
      </w:r>
    </w:p>
    <w:p w:rsidR="00354DF7" w:rsidRDefault="00354DF7" w:rsidP="00354DF7">
      <w:pPr>
        <w:tabs>
          <w:tab w:val="left" w:pos="6195"/>
        </w:tabs>
      </w:pPr>
      <w:r>
        <w:t>490.3183</w:t>
      </w:r>
      <w:r>
        <w:tab/>
        <w:t>7.441e0</w:t>
      </w:r>
    </w:p>
    <w:p w:rsidR="00354DF7" w:rsidRDefault="00354DF7" w:rsidP="00354DF7">
      <w:pPr>
        <w:tabs>
          <w:tab w:val="left" w:pos="6195"/>
        </w:tabs>
      </w:pPr>
      <w:r>
        <w:lastRenderedPageBreak/>
        <w:t>490.3224</w:t>
      </w:r>
      <w:r>
        <w:tab/>
        <w:t>1.777e0</w:t>
      </w:r>
    </w:p>
    <w:p w:rsidR="00354DF7" w:rsidRDefault="00354DF7" w:rsidP="00354DF7">
      <w:pPr>
        <w:tabs>
          <w:tab w:val="left" w:pos="6195"/>
        </w:tabs>
      </w:pPr>
      <w:r>
        <w:t>490.3246</w:t>
      </w:r>
      <w:r>
        <w:tab/>
        <w:t>3.823e0</w:t>
      </w:r>
    </w:p>
    <w:p w:rsidR="00354DF7" w:rsidRDefault="00354DF7" w:rsidP="00354DF7">
      <w:pPr>
        <w:tabs>
          <w:tab w:val="left" w:pos="6195"/>
        </w:tabs>
      </w:pPr>
      <w:r>
        <w:t>490.3441</w:t>
      </w:r>
      <w:r>
        <w:tab/>
        <w:t>1.268e1</w:t>
      </w:r>
    </w:p>
    <w:p w:rsidR="00354DF7" w:rsidRDefault="00354DF7" w:rsidP="00354DF7">
      <w:pPr>
        <w:tabs>
          <w:tab w:val="left" w:pos="6195"/>
        </w:tabs>
      </w:pPr>
      <w:r>
        <w:t>490.3686</w:t>
      </w:r>
      <w:r>
        <w:tab/>
        <w:t>5.065e0</w:t>
      </w:r>
    </w:p>
    <w:p w:rsidR="00354DF7" w:rsidRDefault="00354DF7" w:rsidP="00354DF7">
      <w:pPr>
        <w:tabs>
          <w:tab w:val="left" w:pos="6195"/>
        </w:tabs>
      </w:pPr>
      <w:r>
        <w:t>490.3793</w:t>
      </w:r>
      <w:r>
        <w:tab/>
        <w:t>5.203e0</w:t>
      </w:r>
    </w:p>
    <w:p w:rsidR="00354DF7" w:rsidRDefault="00354DF7" w:rsidP="00354DF7">
      <w:pPr>
        <w:tabs>
          <w:tab w:val="left" w:pos="6195"/>
        </w:tabs>
      </w:pPr>
      <w:r>
        <w:t>490.3930</w:t>
      </w:r>
      <w:r>
        <w:tab/>
        <w:t>6.023e0</w:t>
      </w:r>
    </w:p>
    <w:p w:rsidR="00354DF7" w:rsidRDefault="00354DF7" w:rsidP="00354DF7">
      <w:pPr>
        <w:tabs>
          <w:tab w:val="left" w:pos="6195"/>
        </w:tabs>
      </w:pPr>
      <w:r>
        <w:t>490.3972</w:t>
      </w:r>
      <w:r>
        <w:tab/>
        <w:t>2.281e0</w:t>
      </w:r>
    </w:p>
    <w:p w:rsidR="00354DF7" w:rsidRDefault="00354DF7" w:rsidP="00354DF7">
      <w:pPr>
        <w:tabs>
          <w:tab w:val="left" w:pos="6195"/>
        </w:tabs>
      </w:pPr>
      <w:r>
        <w:t>490.4102</w:t>
      </w:r>
      <w:r>
        <w:tab/>
        <w:t>3.755e0</w:t>
      </w:r>
    </w:p>
    <w:p w:rsidR="00354DF7" w:rsidRDefault="00354DF7" w:rsidP="00354DF7">
      <w:pPr>
        <w:tabs>
          <w:tab w:val="left" w:pos="6195"/>
        </w:tabs>
      </w:pPr>
      <w:r>
        <w:t>490.4161</w:t>
      </w:r>
      <w:r>
        <w:tab/>
        <w:t>6.000e0</w:t>
      </w:r>
    </w:p>
    <w:p w:rsidR="00354DF7" w:rsidRDefault="00354DF7" w:rsidP="00354DF7">
      <w:pPr>
        <w:tabs>
          <w:tab w:val="left" w:pos="6195"/>
        </w:tabs>
      </w:pPr>
      <w:r>
        <w:t>490.4950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490.5072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490.5103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490.5353</w:t>
      </w:r>
      <w:r>
        <w:tab/>
        <w:t>1.753e0</w:t>
      </w:r>
    </w:p>
    <w:p w:rsidR="00354DF7" w:rsidRDefault="00354DF7" w:rsidP="00354DF7">
      <w:pPr>
        <w:tabs>
          <w:tab w:val="left" w:pos="6195"/>
        </w:tabs>
      </w:pPr>
      <w:r>
        <w:t>490.5430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490.5561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490.5652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490.5839</w:t>
      </w:r>
      <w:r>
        <w:tab/>
        <w:t>4.006e0</w:t>
      </w:r>
    </w:p>
    <w:p w:rsidR="00354DF7" w:rsidRDefault="00354DF7" w:rsidP="00354DF7">
      <w:pPr>
        <w:tabs>
          <w:tab w:val="left" w:pos="6195"/>
        </w:tabs>
      </w:pPr>
      <w:r>
        <w:t>490.6075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490.6236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490.6267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490.6492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490.6598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490.6618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490.6775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490.6847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490.7128</w:t>
      </w:r>
      <w:r>
        <w:tab/>
        <w:t>7.052e0</w:t>
      </w:r>
    </w:p>
    <w:p w:rsidR="00354DF7" w:rsidRDefault="00354DF7" w:rsidP="00354DF7">
      <w:pPr>
        <w:tabs>
          <w:tab w:val="left" w:pos="6195"/>
        </w:tabs>
      </w:pPr>
      <w:r>
        <w:t>490.7180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490.7215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490.7901</w:t>
      </w:r>
      <w:r>
        <w:tab/>
        <w:t>3.486e0</w:t>
      </w:r>
    </w:p>
    <w:p w:rsidR="00354DF7" w:rsidRDefault="00354DF7" w:rsidP="00354DF7">
      <w:pPr>
        <w:tabs>
          <w:tab w:val="left" w:pos="6195"/>
        </w:tabs>
      </w:pPr>
      <w:r>
        <w:t>490.7973</w:t>
      </w:r>
      <w:r>
        <w:tab/>
        <w:t>3.020e0</w:t>
      </w:r>
    </w:p>
    <w:p w:rsidR="00354DF7" w:rsidRDefault="00354DF7" w:rsidP="00354DF7">
      <w:pPr>
        <w:tabs>
          <w:tab w:val="left" w:pos="6195"/>
        </w:tabs>
      </w:pPr>
      <w:r>
        <w:t>490.8107</w:t>
      </w:r>
      <w:r>
        <w:tab/>
        <w:t>7.189e0</w:t>
      </w:r>
    </w:p>
    <w:p w:rsidR="00354DF7" w:rsidRDefault="00354DF7" w:rsidP="00354DF7">
      <w:pPr>
        <w:tabs>
          <w:tab w:val="left" w:pos="6195"/>
        </w:tabs>
      </w:pPr>
      <w:r>
        <w:t>490.8271</w:t>
      </w:r>
      <w:r>
        <w:tab/>
        <w:t>3.877e0</w:t>
      </w:r>
    </w:p>
    <w:p w:rsidR="00354DF7" w:rsidRDefault="00354DF7" w:rsidP="00354DF7">
      <w:pPr>
        <w:tabs>
          <w:tab w:val="left" w:pos="6195"/>
        </w:tabs>
      </w:pPr>
      <w:r>
        <w:t>490.8347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490.8474</w:t>
      </w:r>
      <w:r>
        <w:tab/>
        <w:t>1.474e1</w:t>
      </w:r>
    </w:p>
    <w:p w:rsidR="00354DF7" w:rsidRDefault="00354DF7" w:rsidP="00354DF7">
      <w:pPr>
        <w:tabs>
          <w:tab w:val="left" w:pos="6195"/>
        </w:tabs>
      </w:pPr>
      <w:r>
        <w:t>490.8569</w:t>
      </w:r>
      <w:r>
        <w:tab/>
        <w:t>9.588e0</w:t>
      </w:r>
    </w:p>
    <w:p w:rsidR="00354DF7" w:rsidRDefault="00354DF7" w:rsidP="00354DF7">
      <w:pPr>
        <w:tabs>
          <w:tab w:val="left" w:pos="6195"/>
        </w:tabs>
      </w:pPr>
      <w:r>
        <w:t>490.8631</w:t>
      </w:r>
      <w:r>
        <w:tab/>
        <w:t>6.120e0</w:t>
      </w:r>
    </w:p>
    <w:p w:rsidR="00354DF7" w:rsidRDefault="00354DF7" w:rsidP="00354DF7">
      <w:pPr>
        <w:tabs>
          <w:tab w:val="left" w:pos="6195"/>
        </w:tabs>
      </w:pPr>
      <w:r>
        <w:t>490.8720</w:t>
      </w:r>
      <w:r>
        <w:tab/>
        <w:t>3.935e0</w:t>
      </w:r>
    </w:p>
    <w:p w:rsidR="00354DF7" w:rsidRDefault="00354DF7" w:rsidP="00354DF7">
      <w:pPr>
        <w:tabs>
          <w:tab w:val="left" w:pos="6195"/>
        </w:tabs>
      </w:pPr>
      <w:r>
        <w:t>490.8860</w:t>
      </w:r>
      <w:r>
        <w:tab/>
        <w:t>1.068e1</w:t>
      </w:r>
    </w:p>
    <w:p w:rsidR="00354DF7" w:rsidRDefault="00354DF7" w:rsidP="00354DF7">
      <w:pPr>
        <w:tabs>
          <w:tab w:val="left" w:pos="6195"/>
        </w:tabs>
      </w:pPr>
      <w:r>
        <w:lastRenderedPageBreak/>
        <w:t>490.9084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490.9176</w:t>
      </w:r>
      <w:r>
        <w:tab/>
        <w:t>1.952e0</w:t>
      </w:r>
    </w:p>
    <w:p w:rsidR="00354DF7" w:rsidRDefault="00354DF7" w:rsidP="00354DF7">
      <w:pPr>
        <w:tabs>
          <w:tab w:val="left" w:pos="6195"/>
        </w:tabs>
      </w:pPr>
      <w:r>
        <w:t>490.9474</w:t>
      </w:r>
      <w:r>
        <w:tab/>
        <w:t>4.640e0</w:t>
      </w:r>
    </w:p>
    <w:p w:rsidR="00354DF7" w:rsidRDefault="00354DF7" w:rsidP="00354DF7">
      <w:pPr>
        <w:tabs>
          <w:tab w:val="left" w:pos="6195"/>
        </w:tabs>
      </w:pPr>
      <w:r>
        <w:t>490.9702</w:t>
      </w:r>
      <w:r>
        <w:tab/>
        <w:t>1.915e0</w:t>
      </w:r>
    </w:p>
    <w:p w:rsidR="00354DF7" w:rsidRDefault="00354DF7" w:rsidP="00354DF7">
      <w:pPr>
        <w:tabs>
          <w:tab w:val="left" w:pos="6195"/>
        </w:tabs>
      </w:pPr>
      <w:r>
        <w:t>491.0045</w:t>
      </w:r>
      <w:r>
        <w:tab/>
        <w:t>6.020e0</w:t>
      </w:r>
    </w:p>
    <w:p w:rsidR="00354DF7" w:rsidRDefault="00354DF7" w:rsidP="00354DF7">
      <w:pPr>
        <w:tabs>
          <w:tab w:val="left" w:pos="6195"/>
        </w:tabs>
      </w:pPr>
      <w:r>
        <w:t>491.0739</w:t>
      </w:r>
      <w:r>
        <w:tab/>
        <w:t>2.335e0</w:t>
      </w:r>
    </w:p>
    <w:p w:rsidR="00354DF7" w:rsidRDefault="00354DF7" w:rsidP="00354DF7">
      <w:pPr>
        <w:tabs>
          <w:tab w:val="left" w:pos="6195"/>
        </w:tabs>
      </w:pPr>
      <w:r>
        <w:t>491.0758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491.0789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491.1046</w:t>
      </w:r>
      <w:r>
        <w:tab/>
        <w:t>3.498e0</w:t>
      </w:r>
    </w:p>
    <w:p w:rsidR="00354DF7" w:rsidRDefault="00354DF7" w:rsidP="00354DF7">
      <w:pPr>
        <w:tabs>
          <w:tab w:val="left" w:pos="6195"/>
        </w:tabs>
      </w:pPr>
      <w:r>
        <w:t>491.1147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491.1483</w:t>
      </w:r>
      <w:r>
        <w:tab/>
        <w:t>6.047e0</w:t>
      </w:r>
    </w:p>
    <w:p w:rsidR="00354DF7" w:rsidRDefault="00354DF7" w:rsidP="00354DF7">
      <w:pPr>
        <w:tabs>
          <w:tab w:val="left" w:pos="6195"/>
        </w:tabs>
      </w:pPr>
      <w:r>
        <w:t>491.1573</w:t>
      </w:r>
      <w:r>
        <w:tab/>
        <w:t>1.712e0</w:t>
      </w:r>
    </w:p>
    <w:p w:rsidR="00354DF7" w:rsidRDefault="00354DF7" w:rsidP="00354DF7">
      <w:pPr>
        <w:tabs>
          <w:tab w:val="left" w:pos="6195"/>
        </w:tabs>
      </w:pPr>
      <w:r>
        <w:t>491.1709</w:t>
      </w:r>
      <w:r>
        <w:tab/>
        <w:t>3.118e0</w:t>
      </w:r>
    </w:p>
    <w:p w:rsidR="00354DF7" w:rsidRDefault="00354DF7" w:rsidP="00354DF7">
      <w:pPr>
        <w:tabs>
          <w:tab w:val="left" w:pos="6195"/>
        </w:tabs>
      </w:pPr>
      <w:r>
        <w:t>491.2412</w:t>
      </w:r>
      <w:r>
        <w:tab/>
        <w:t>1.341e0</w:t>
      </w:r>
    </w:p>
    <w:p w:rsidR="00354DF7" w:rsidRDefault="00354DF7" w:rsidP="00354DF7">
      <w:pPr>
        <w:tabs>
          <w:tab w:val="left" w:pos="6195"/>
        </w:tabs>
      </w:pPr>
      <w:r>
        <w:t>491.2450</w:t>
      </w:r>
      <w:r>
        <w:tab/>
        <w:t>7.642e0</w:t>
      </w:r>
    </w:p>
    <w:p w:rsidR="00354DF7" w:rsidRDefault="00354DF7" w:rsidP="00354DF7">
      <w:pPr>
        <w:tabs>
          <w:tab w:val="left" w:pos="6195"/>
        </w:tabs>
      </w:pPr>
      <w:r>
        <w:t>491.2507</w:t>
      </w:r>
      <w:r>
        <w:tab/>
        <w:t>2.664e1</w:t>
      </w:r>
    </w:p>
    <w:p w:rsidR="00354DF7" w:rsidRDefault="00354DF7" w:rsidP="00354DF7">
      <w:pPr>
        <w:tabs>
          <w:tab w:val="left" w:pos="6195"/>
        </w:tabs>
      </w:pPr>
      <w:r>
        <w:t>491.2531</w:t>
      </w:r>
      <w:r>
        <w:tab/>
        <w:t>3.574e1</w:t>
      </w:r>
    </w:p>
    <w:p w:rsidR="00354DF7" w:rsidRDefault="00354DF7" w:rsidP="00354DF7">
      <w:pPr>
        <w:tabs>
          <w:tab w:val="left" w:pos="6195"/>
        </w:tabs>
      </w:pPr>
      <w:r>
        <w:t>491.3007</w:t>
      </w:r>
      <w:r>
        <w:tab/>
        <w:t>4.837e0</w:t>
      </w:r>
    </w:p>
    <w:p w:rsidR="00354DF7" w:rsidRDefault="00354DF7" w:rsidP="00354DF7">
      <w:pPr>
        <w:tabs>
          <w:tab w:val="left" w:pos="6195"/>
        </w:tabs>
      </w:pPr>
      <w:r>
        <w:t>491.3475</w:t>
      </w:r>
      <w:r>
        <w:tab/>
        <w:t>3.683e0</w:t>
      </w:r>
    </w:p>
    <w:p w:rsidR="00354DF7" w:rsidRDefault="00354DF7" w:rsidP="00354DF7">
      <w:pPr>
        <w:tabs>
          <w:tab w:val="left" w:pos="6195"/>
        </w:tabs>
      </w:pPr>
      <w:r>
        <w:lastRenderedPageBreak/>
        <w:t>491.3647</w:t>
      </w:r>
      <w:r>
        <w:tab/>
        <w:t>5.622e0</w:t>
      </w:r>
    </w:p>
    <w:p w:rsidR="00354DF7" w:rsidRDefault="00354DF7" w:rsidP="00354DF7">
      <w:pPr>
        <w:tabs>
          <w:tab w:val="left" w:pos="6195"/>
        </w:tabs>
      </w:pPr>
      <w:r>
        <w:t>491.3907</w:t>
      </w:r>
      <w:r>
        <w:tab/>
        <w:t>1.028e0</w:t>
      </w:r>
    </w:p>
    <w:p w:rsidR="00354DF7" w:rsidRDefault="00354DF7" w:rsidP="00354DF7">
      <w:pPr>
        <w:tabs>
          <w:tab w:val="left" w:pos="6195"/>
        </w:tabs>
      </w:pPr>
      <w:r>
        <w:t>491.3972</w:t>
      </w:r>
      <w:r>
        <w:tab/>
        <w:t>1.350e0</w:t>
      </w:r>
    </w:p>
    <w:p w:rsidR="00354DF7" w:rsidRDefault="00354DF7" w:rsidP="00354DF7">
      <w:pPr>
        <w:tabs>
          <w:tab w:val="left" w:pos="6195"/>
        </w:tabs>
      </w:pPr>
      <w:r>
        <w:t>491.4167</w:t>
      </w:r>
      <w:r>
        <w:tab/>
        <w:t>1.215e0</w:t>
      </w:r>
    </w:p>
    <w:p w:rsidR="00354DF7" w:rsidRDefault="00354DF7" w:rsidP="00354DF7">
      <w:pPr>
        <w:tabs>
          <w:tab w:val="left" w:pos="6195"/>
        </w:tabs>
      </w:pPr>
      <w:r>
        <w:t>491.4255</w:t>
      </w:r>
      <w:r>
        <w:tab/>
        <w:t>1.156e0</w:t>
      </w:r>
    </w:p>
    <w:p w:rsidR="00354DF7" w:rsidRDefault="00354DF7" w:rsidP="00354DF7">
      <w:pPr>
        <w:tabs>
          <w:tab w:val="left" w:pos="6195"/>
        </w:tabs>
      </w:pPr>
      <w:r>
        <w:t>491.4382</w:t>
      </w:r>
      <w:r>
        <w:tab/>
        <w:t>2.247e0</w:t>
      </w:r>
    </w:p>
    <w:p w:rsidR="00354DF7" w:rsidRDefault="00354DF7" w:rsidP="00354DF7">
      <w:pPr>
        <w:tabs>
          <w:tab w:val="left" w:pos="6195"/>
        </w:tabs>
      </w:pPr>
      <w:r>
        <w:t>491.4555</w:t>
      </w:r>
      <w:r>
        <w:tab/>
        <w:t>1.264e0</w:t>
      </w:r>
    </w:p>
    <w:p w:rsidR="00354DF7" w:rsidRDefault="00354DF7" w:rsidP="00354DF7">
      <w:pPr>
        <w:tabs>
          <w:tab w:val="left" w:pos="6195"/>
        </w:tabs>
      </w:pPr>
      <w:r>
        <w:t>491.4779</w:t>
      </w:r>
      <w:r>
        <w:tab/>
        <w:t>1.654e0</w:t>
      </w:r>
    </w:p>
    <w:p w:rsidR="00354DF7" w:rsidRDefault="00354DF7" w:rsidP="00354DF7">
      <w:pPr>
        <w:tabs>
          <w:tab w:val="left" w:pos="6195"/>
        </w:tabs>
      </w:pPr>
      <w:r>
        <w:t>491.5292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491.5359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491.5416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491.5475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491.5610</w:t>
      </w:r>
      <w:r>
        <w:tab/>
        <w:t>2.684e0</w:t>
      </w:r>
    </w:p>
    <w:p w:rsidR="00354DF7" w:rsidRDefault="00354DF7" w:rsidP="00354DF7">
      <w:pPr>
        <w:tabs>
          <w:tab w:val="left" w:pos="6195"/>
        </w:tabs>
      </w:pPr>
      <w:r>
        <w:t>491.5790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491.6044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491.6087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491.6298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491.6416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491.6662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491.6688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491.6953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491.7144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491.7715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491.7808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491.7892</w:t>
      </w:r>
      <w:r>
        <w:tab/>
        <w:t>3.996e0</w:t>
      </w:r>
    </w:p>
    <w:p w:rsidR="00354DF7" w:rsidRDefault="00354DF7" w:rsidP="00354DF7">
      <w:pPr>
        <w:tabs>
          <w:tab w:val="left" w:pos="6195"/>
        </w:tabs>
      </w:pPr>
      <w:r>
        <w:t>491.7972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491.8168</w:t>
      </w:r>
      <w:r>
        <w:tab/>
        <w:t>2.947e0</w:t>
      </w:r>
    </w:p>
    <w:p w:rsidR="00354DF7" w:rsidRDefault="00354DF7" w:rsidP="00354DF7">
      <w:pPr>
        <w:tabs>
          <w:tab w:val="left" w:pos="6195"/>
        </w:tabs>
      </w:pPr>
      <w:r>
        <w:t>491.8543</w:t>
      </w:r>
      <w:r>
        <w:tab/>
        <w:t>6.001e0</w:t>
      </w:r>
    </w:p>
    <w:p w:rsidR="00354DF7" w:rsidRDefault="00354DF7" w:rsidP="00354DF7">
      <w:pPr>
        <w:tabs>
          <w:tab w:val="left" w:pos="6195"/>
        </w:tabs>
      </w:pPr>
      <w:r>
        <w:t>491.8591</w:t>
      </w:r>
      <w:r>
        <w:tab/>
        <w:t>1.614e0</w:t>
      </w:r>
    </w:p>
    <w:p w:rsidR="00354DF7" w:rsidRDefault="00354DF7" w:rsidP="00354DF7">
      <w:pPr>
        <w:tabs>
          <w:tab w:val="left" w:pos="6195"/>
        </w:tabs>
      </w:pPr>
      <w:r>
        <w:t>491.8666</w:t>
      </w:r>
      <w:r>
        <w:tab/>
        <w:t>3.838e0</w:t>
      </w:r>
    </w:p>
    <w:p w:rsidR="00354DF7" w:rsidRDefault="00354DF7" w:rsidP="00354DF7">
      <w:pPr>
        <w:tabs>
          <w:tab w:val="left" w:pos="6195"/>
        </w:tabs>
      </w:pPr>
      <w:r>
        <w:t>491.8714</w:t>
      </w:r>
      <w:r>
        <w:tab/>
        <w:t>7.684e0</w:t>
      </w:r>
    </w:p>
    <w:p w:rsidR="00354DF7" w:rsidRDefault="00354DF7" w:rsidP="00354DF7">
      <w:pPr>
        <w:tabs>
          <w:tab w:val="left" w:pos="6195"/>
        </w:tabs>
      </w:pPr>
      <w:r>
        <w:t>491.8896</w:t>
      </w:r>
      <w:r>
        <w:tab/>
        <w:t>4.232e0</w:t>
      </w:r>
    </w:p>
    <w:p w:rsidR="00354DF7" w:rsidRDefault="00354DF7" w:rsidP="00354DF7">
      <w:pPr>
        <w:tabs>
          <w:tab w:val="left" w:pos="6195"/>
        </w:tabs>
      </w:pPr>
      <w:r>
        <w:t>491.9039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491.9084</w:t>
      </w:r>
      <w:r>
        <w:tab/>
        <w:t>1.661e0</w:t>
      </w:r>
    </w:p>
    <w:p w:rsidR="00354DF7" w:rsidRDefault="00354DF7" w:rsidP="00354DF7">
      <w:pPr>
        <w:tabs>
          <w:tab w:val="left" w:pos="6195"/>
        </w:tabs>
      </w:pPr>
      <w:r>
        <w:t>491.9252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491.9626</w:t>
      </w:r>
      <w:r>
        <w:tab/>
        <w:t>4.392e0</w:t>
      </w:r>
    </w:p>
    <w:p w:rsidR="00354DF7" w:rsidRDefault="00354DF7" w:rsidP="00354DF7">
      <w:pPr>
        <w:tabs>
          <w:tab w:val="left" w:pos="6195"/>
        </w:tabs>
      </w:pPr>
      <w:r>
        <w:t>491.9749</w:t>
      </w:r>
      <w:r>
        <w:tab/>
        <w:t>1.881e0</w:t>
      </w:r>
    </w:p>
    <w:p w:rsidR="00354DF7" w:rsidRDefault="00354DF7" w:rsidP="00354DF7">
      <w:pPr>
        <w:tabs>
          <w:tab w:val="left" w:pos="6195"/>
        </w:tabs>
      </w:pPr>
      <w:r>
        <w:t>491.9791</w:t>
      </w:r>
      <w:r>
        <w:tab/>
        <w:t>2.586e0</w:t>
      </w:r>
    </w:p>
    <w:p w:rsidR="00354DF7" w:rsidRDefault="00354DF7" w:rsidP="00354DF7">
      <w:pPr>
        <w:tabs>
          <w:tab w:val="left" w:pos="6195"/>
        </w:tabs>
      </w:pPr>
      <w:r>
        <w:lastRenderedPageBreak/>
        <w:t>492.0023</w:t>
      </w:r>
      <w:r>
        <w:tab/>
        <w:t>2.384e0</w:t>
      </w:r>
    </w:p>
    <w:p w:rsidR="00354DF7" w:rsidRDefault="00354DF7" w:rsidP="00354DF7">
      <w:pPr>
        <w:tabs>
          <w:tab w:val="left" w:pos="6195"/>
        </w:tabs>
      </w:pPr>
      <w:r>
        <w:t>492.0093</w:t>
      </w:r>
      <w:r>
        <w:tab/>
        <w:t>3.875e0</w:t>
      </w:r>
    </w:p>
    <w:p w:rsidR="00354DF7" w:rsidRDefault="00354DF7" w:rsidP="00354DF7">
      <w:pPr>
        <w:tabs>
          <w:tab w:val="left" w:pos="6195"/>
        </w:tabs>
      </w:pPr>
      <w:r>
        <w:t>492.0316</w:t>
      </w:r>
      <w:r>
        <w:tab/>
        <w:t>3.067e0</w:t>
      </w:r>
    </w:p>
    <w:p w:rsidR="00354DF7" w:rsidRDefault="00354DF7" w:rsidP="00354DF7">
      <w:pPr>
        <w:tabs>
          <w:tab w:val="left" w:pos="6195"/>
        </w:tabs>
      </w:pPr>
      <w:r>
        <w:t>492.0468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492.0515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492.0629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492.1121</w:t>
      </w:r>
      <w:r>
        <w:tab/>
        <w:t>5.903e0</w:t>
      </w:r>
    </w:p>
    <w:p w:rsidR="00354DF7" w:rsidRDefault="00354DF7" w:rsidP="00354DF7">
      <w:pPr>
        <w:tabs>
          <w:tab w:val="left" w:pos="6195"/>
        </w:tabs>
      </w:pPr>
      <w:r>
        <w:t>492.1142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492.1176</w:t>
      </w:r>
      <w:r>
        <w:tab/>
        <w:t>4.355e0</w:t>
      </w:r>
    </w:p>
    <w:p w:rsidR="00354DF7" w:rsidRDefault="00354DF7" w:rsidP="00354DF7">
      <w:pPr>
        <w:tabs>
          <w:tab w:val="left" w:pos="6195"/>
        </w:tabs>
      </w:pPr>
      <w:r>
        <w:t>492.1526</w:t>
      </w:r>
      <w:r>
        <w:tab/>
        <w:t>2.420e0</w:t>
      </w:r>
    </w:p>
    <w:p w:rsidR="00354DF7" w:rsidRDefault="00354DF7" w:rsidP="00354DF7">
      <w:pPr>
        <w:tabs>
          <w:tab w:val="left" w:pos="6195"/>
        </w:tabs>
      </w:pPr>
      <w:r>
        <w:t>492.1671</w:t>
      </w:r>
      <w:r>
        <w:tab/>
        <w:t>5.729e0</w:t>
      </w:r>
    </w:p>
    <w:p w:rsidR="00354DF7" w:rsidRDefault="00354DF7" w:rsidP="00354DF7">
      <w:pPr>
        <w:tabs>
          <w:tab w:val="left" w:pos="6195"/>
        </w:tabs>
      </w:pPr>
      <w:r>
        <w:t>492.1727</w:t>
      </w:r>
      <w:r>
        <w:tab/>
        <w:t>1.802e0</w:t>
      </w:r>
    </w:p>
    <w:p w:rsidR="00354DF7" w:rsidRDefault="00354DF7" w:rsidP="00354DF7">
      <w:pPr>
        <w:tabs>
          <w:tab w:val="left" w:pos="6195"/>
        </w:tabs>
      </w:pPr>
      <w:r>
        <w:t>492.1805</w:t>
      </w:r>
      <w:r>
        <w:tab/>
        <w:t>1.331e0</w:t>
      </w:r>
    </w:p>
    <w:p w:rsidR="00354DF7" w:rsidRDefault="00354DF7" w:rsidP="00354DF7">
      <w:pPr>
        <w:tabs>
          <w:tab w:val="left" w:pos="6195"/>
        </w:tabs>
      </w:pPr>
      <w:r>
        <w:t>492.2522</w:t>
      </w:r>
      <w:r>
        <w:tab/>
        <w:t>7.021e0</w:t>
      </w:r>
    </w:p>
    <w:p w:rsidR="00354DF7" w:rsidRDefault="00354DF7" w:rsidP="00354DF7">
      <w:pPr>
        <w:tabs>
          <w:tab w:val="left" w:pos="6195"/>
        </w:tabs>
      </w:pPr>
      <w:r>
        <w:t>492.2538</w:t>
      </w:r>
      <w:r>
        <w:tab/>
        <w:t>9.378e0</w:t>
      </w:r>
    </w:p>
    <w:p w:rsidR="00354DF7" w:rsidRDefault="00354DF7" w:rsidP="00354DF7">
      <w:pPr>
        <w:tabs>
          <w:tab w:val="left" w:pos="6195"/>
        </w:tabs>
      </w:pPr>
      <w:r>
        <w:t>492.2605</w:t>
      </w:r>
      <w:r>
        <w:tab/>
        <w:t>1.284e1</w:t>
      </w:r>
    </w:p>
    <w:p w:rsidR="00354DF7" w:rsidRDefault="00354DF7" w:rsidP="00354DF7">
      <w:pPr>
        <w:tabs>
          <w:tab w:val="left" w:pos="6195"/>
        </w:tabs>
      </w:pPr>
      <w:r>
        <w:t>492.2710</w:t>
      </w:r>
      <w:r>
        <w:tab/>
        <w:t>6.797e0</w:t>
      </w:r>
    </w:p>
    <w:p w:rsidR="00354DF7" w:rsidRDefault="00354DF7" w:rsidP="00354DF7">
      <w:pPr>
        <w:tabs>
          <w:tab w:val="left" w:pos="6195"/>
        </w:tabs>
      </w:pPr>
      <w:r>
        <w:t>492.2758</w:t>
      </w:r>
      <w:r>
        <w:tab/>
        <w:t>5.911e0</w:t>
      </w:r>
    </w:p>
    <w:p w:rsidR="00354DF7" w:rsidRDefault="00354DF7" w:rsidP="00354DF7">
      <w:pPr>
        <w:tabs>
          <w:tab w:val="left" w:pos="6195"/>
        </w:tabs>
      </w:pPr>
      <w:r>
        <w:t>492.2994</w:t>
      </w:r>
      <w:r>
        <w:tab/>
        <w:t>7.104e0</w:t>
      </w:r>
    </w:p>
    <w:p w:rsidR="00354DF7" w:rsidRDefault="00354DF7" w:rsidP="00354DF7">
      <w:pPr>
        <w:tabs>
          <w:tab w:val="left" w:pos="6195"/>
        </w:tabs>
      </w:pPr>
      <w:r>
        <w:lastRenderedPageBreak/>
        <w:t>492.3526</w:t>
      </w:r>
      <w:r>
        <w:tab/>
        <w:t>1.690e0</w:t>
      </w:r>
    </w:p>
    <w:p w:rsidR="00354DF7" w:rsidRDefault="00354DF7" w:rsidP="00354DF7">
      <w:pPr>
        <w:tabs>
          <w:tab w:val="left" w:pos="6195"/>
        </w:tabs>
      </w:pPr>
      <w:r>
        <w:t>492.3618</w:t>
      </w:r>
      <w:r>
        <w:tab/>
        <w:t>1.465e0</w:t>
      </w:r>
    </w:p>
    <w:p w:rsidR="00354DF7" w:rsidRDefault="00354DF7" w:rsidP="00354DF7">
      <w:pPr>
        <w:tabs>
          <w:tab w:val="left" w:pos="6195"/>
        </w:tabs>
      </w:pPr>
      <w:r>
        <w:t>492.3851</w:t>
      </w:r>
      <w:r>
        <w:tab/>
        <w:t>2.108e0</w:t>
      </w:r>
    </w:p>
    <w:p w:rsidR="00354DF7" w:rsidRDefault="00354DF7" w:rsidP="00354DF7">
      <w:pPr>
        <w:tabs>
          <w:tab w:val="left" w:pos="6195"/>
        </w:tabs>
      </w:pPr>
      <w:r>
        <w:t>492.4626</w:t>
      </w:r>
      <w:r>
        <w:tab/>
        <w:t>5.135e0</w:t>
      </w:r>
    </w:p>
    <w:p w:rsidR="00354DF7" w:rsidRDefault="00354DF7" w:rsidP="00354DF7">
      <w:pPr>
        <w:tabs>
          <w:tab w:val="left" w:pos="6195"/>
        </w:tabs>
      </w:pPr>
      <w:r>
        <w:t>492.4661</w:t>
      </w:r>
      <w:r>
        <w:tab/>
        <w:t>6.175e0</w:t>
      </w:r>
    </w:p>
    <w:p w:rsidR="00354DF7" w:rsidRDefault="00354DF7" w:rsidP="00354DF7">
      <w:pPr>
        <w:tabs>
          <w:tab w:val="left" w:pos="6195"/>
        </w:tabs>
      </w:pPr>
      <w:r>
        <w:t>492.4678</w:t>
      </w:r>
      <w:r>
        <w:tab/>
        <w:t>3.542e0</w:t>
      </w:r>
    </w:p>
    <w:p w:rsidR="00354DF7" w:rsidRDefault="00354DF7" w:rsidP="00354DF7">
      <w:pPr>
        <w:tabs>
          <w:tab w:val="left" w:pos="6195"/>
        </w:tabs>
      </w:pPr>
      <w:r>
        <w:t>492.4690</w:t>
      </w:r>
      <w:r>
        <w:tab/>
        <w:t>3.953e0</w:t>
      </w:r>
    </w:p>
    <w:p w:rsidR="00354DF7" w:rsidRDefault="00354DF7" w:rsidP="00354DF7">
      <w:pPr>
        <w:tabs>
          <w:tab w:val="left" w:pos="6195"/>
        </w:tabs>
      </w:pPr>
      <w:r>
        <w:t>492.5035</w:t>
      </w:r>
      <w:r>
        <w:tab/>
        <w:t>2.657e0</w:t>
      </w:r>
    </w:p>
    <w:p w:rsidR="00354DF7" w:rsidRDefault="00354DF7" w:rsidP="00354DF7">
      <w:pPr>
        <w:tabs>
          <w:tab w:val="left" w:pos="6195"/>
        </w:tabs>
      </w:pPr>
      <w:r>
        <w:t>492.5140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492.5388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492.5657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492.5790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492.5925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492.5982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492.6104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492.6212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492.6509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492.6553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492.6656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492.7107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492.7154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492.7644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492.7687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492.7894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492.8322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492.8346</w:t>
      </w:r>
      <w:r>
        <w:tab/>
        <w:t>9.707e0</w:t>
      </w:r>
    </w:p>
    <w:p w:rsidR="00354DF7" w:rsidRDefault="00354DF7" w:rsidP="00354DF7">
      <w:pPr>
        <w:tabs>
          <w:tab w:val="left" w:pos="6195"/>
        </w:tabs>
      </w:pPr>
      <w:r>
        <w:t>492.8405</w:t>
      </w:r>
      <w:r>
        <w:tab/>
        <w:t>1.249e1</w:t>
      </w:r>
    </w:p>
    <w:p w:rsidR="00354DF7" w:rsidRDefault="00354DF7" w:rsidP="00354DF7">
      <w:pPr>
        <w:tabs>
          <w:tab w:val="left" w:pos="6195"/>
        </w:tabs>
      </w:pPr>
      <w:r>
        <w:t>492.8495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492.8584</w:t>
      </w:r>
      <w:r>
        <w:tab/>
        <w:t>1.005e1</w:t>
      </w:r>
    </w:p>
    <w:p w:rsidR="00354DF7" w:rsidRDefault="00354DF7" w:rsidP="00354DF7">
      <w:pPr>
        <w:tabs>
          <w:tab w:val="left" w:pos="6195"/>
        </w:tabs>
      </w:pPr>
      <w:r>
        <w:t>492.8925</w:t>
      </w:r>
      <w:r>
        <w:tab/>
        <w:t>5.016e0</w:t>
      </w:r>
    </w:p>
    <w:p w:rsidR="00354DF7" w:rsidRDefault="00354DF7" w:rsidP="00354DF7">
      <w:pPr>
        <w:tabs>
          <w:tab w:val="left" w:pos="6195"/>
        </w:tabs>
      </w:pPr>
      <w:r>
        <w:t>492.9355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492.9406</w:t>
      </w:r>
      <w:r>
        <w:tab/>
        <w:t>3.626e0</w:t>
      </w:r>
    </w:p>
    <w:p w:rsidR="00354DF7" w:rsidRDefault="00354DF7" w:rsidP="00354DF7">
      <w:pPr>
        <w:tabs>
          <w:tab w:val="left" w:pos="6195"/>
        </w:tabs>
      </w:pPr>
      <w:r>
        <w:t>492.9652</w:t>
      </w:r>
      <w:r>
        <w:tab/>
        <w:t>1.867e0</w:t>
      </w:r>
    </w:p>
    <w:p w:rsidR="00354DF7" w:rsidRDefault="00354DF7" w:rsidP="00354DF7">
      <w:pPr>
        <w:tabs>
          <w:tab w:val="left" w:pos="6195"/>
        </w:tabs>
      </w:pPr>
      <w:r>
        <w:t>492.9901</w:t>
      </w:r>
      <w:r>
        <w:tab/>
        <w:t>1.875e0</w:t>
      </w:r>
    </w:p>
    <w:p w:rsidR="00354DF7" w:rsidRDefault="00354DF7" w:rsidP="00354DF7">
      <w:pPr>
        <w:tabs>
          <w:tab w:val="left" w:pos="6195"/>
        </w:tabs>
      </w:pPr>
      <w:r>
        <w:t>492.9971</w:t>
      </w:r>
      <w:r>
        <w:tab/>
        <w:t>1.371e0</w:t>
      </w:r>
    </w:p>
    <w:p w:rsidR="00354DF7" w:rsidRDefault="00354DF7" w:rsidP="00354DF7">
      <w:pPr>
        <w:tabs>
          <w:tab w:val="left" w:pos="6195"/>
        </w:tabs>
      </w:pPr>
      <w:r>
        <w:t>492.9989</w:t>
      </w:r>
      <w:r>
        <w:tab/>
        <w:t>6.696e0</w:t>
      </w:r>
    </w:p>
    <w:p w:rsidR="00354DF7" w:rsidRDefault="00354DF7" w:rsidP="00354DF7">
      <w:pPr>
        <w:tabs>
          <w:tab w:val="left" w:pos="6195"/>
        </w:tabs>
      </w:pPr>
      <w:r>
        <w:t>493.0030</w:t>
      </w:r>
      <w:r>
        <w:tab/>
        <w:t>2.981e0</w:t>
      </w:r>
    </w:p>
    <w:p w:rsidR="00354DF7" w:rsidRDefault="00354DF7" w:rsidP="00354DF7">
      <w:pPr>
        <w:tabs>
          <w:tab w:val="left" w:pos="6195"/>
        </w:tabs>
      </w:pPr>
      <w:r>
        <w:t>493.0175</w:t>
      </w:r>
      <w:r>
        <w:tab/>
        <w:t>2.687e0</w:t>
      </w:r>
    </w:p>
    <w:p w:rsidR="00354DF7" w:rsidRDefault="00354DF7" w:rsidP="00354DF7">
      <w:pPr>
        <w:tabs>
          <w:tab w:val="left" w:pos="6195"/>
        </w:tabs>
      </w:pPr>
      <w:r>
        <w:lastRenderedPageBreak/>
        <w:t>493.0526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493.0570</w:t>
      </w:r>
      <w:r>
        <w:tab/>
        <w:t>2.160e0</w:t>
      </w:r>
    </w:p>
    <w:p w:rsidR="00354DF7" w:rsidRDefault="00354DF7" w:rsidP="00354DF7">
      <w:pPr>
        <w:tabs>
          <w:tab w:val="left" w:pos="6195"/>
        </w:tabs>
      </w:pPr>
      <w:r>
        <w:t>493.0625</w:t>
      </w:r>
      <w:r>
        <w:tab/>
        <w:t>1.894e0</w:t>
      </w:r>
    </w:p>
    <w:p w:rsidR="00354DF7" w:rsidRDefault="00354DF7" w:rsidP="00354DF7">
      <w:pPr>
        <w:tabs>
          <w:tab w:val="left" w:pos="6195"/>
        </w:tabs>
      </w:pPr>
      <w:r>
        <w:t>493.0741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493.0963</w:t>
      </w:r>
      <w:r>
        <w:tab/>
        <w:t>3.843e0</w:t>
      </w:r>
    </w:p>
    <w:p w:rsidR="00354DF7" w:rsidRDefault="00354DF7" w:rsidP="00354DF7">
      <w:pPr>
        <w:tabs>
          <w:tab w:val="left" w:pos="6195"/>
        </w:tabs>
      </w:pPr>
      <w:r>
        <w:t>493.1276</w:t>
      </w:r>
      <w:r>
        <w:tab/>
        <w:t>3.846e0</w:t>
      </w:r>
    </w:p>
    <w:p w:rsidR="00354DF7" w:rsidRDefault="00354DF7" w:rsidP="00354DF7">
      <w:pPr>
        <w:tabs>
          <w:tab w:val="left" w:pos="6195"/>
        </w:tabs>
      </w:pPr>
      <w:r>
        <w:t>493.1458</w:t>
      </w:r>
      <w:r>
        <w:tab/>
        <w:t>2.216e0</w:t>
      </w:r>
    </w:p>
    <w:p w:rsidR="00354DF7" w:rsidRDefault="00354DF7" w:rsidP="00354DF7">
      <w:pPr>
        <w:tabs>
          <w:tab w:val="left" w:pos="6195"/>
        </w:tabs>
      </w:pPr>
      <w:r>
        <w:t>493.1689</w:t>
      </w:r>
      <w:r>
        <w:tab/>
        <w:t>2.528e0</w:t>
      </w:r>
    </w:p>
    <w:p w:rsidR="00354DF7" w:rsidRDefault="00354DF7" w:rsidP="00354DF7">
      <w:pPr>
        <w:tabs>
          <w:tab w:val="left" w:pos="6195"/>
        </w:tabs>
      </w:pPr>
      <w:r>
        <w:t>493.1710</w:t>
      </w:r>
      <w:r>
        <w:tab/>
        <w:t>2.057e0</w:t>
      </w:r>
    </w:p>
    <w:p w:rsidR="00354DF7" w:rsidRDefault="00354DF7" w:rsidP="00354DF7">
      <w:pPr>
        <w:tabs>
          <w:tab w:val="left" w:pos="6195"/>
        </w:tabs>
      </w:pPr>
      <w:r>
        <w:t>493.1820</w:t>
      </w:r>
      <w:r>
        <w:tab/>
        <w:t>2.624e0</w:t>
      </w:r>
    </w:p>
    <w:p w:rsidR="00354DF7" w:rsidRDefault="00354DF7" w:rsidP="00354DF7">
      <w:pPr>
        <w:tabs>
          <w:tab w:val="left" w:pos="6195"/>
        </w:tabs>
      </w:pPr>
      <w:r>
        <w:t>493.1860</w:t>
      </w:r>
      <w:r>
        <w:tab/>
        <w:t>5.546e0</w:t>
      </w:r>
    </w:p>
    <w:p w:rsidR="00354DF7" w:rsidRDefault="00354DF7" w:rsidP="00354DF7">
      <w:pPr>
        <w:tabs>
          <w:tab w:val="left" w:pos="6195"/>
        </w:tabs>
      </w:pPr>
      <w:r>
        <w:t>493.2156</w:t>
      </w:r>
      <w:r>
        <w:tab/>
        <w:t>4.579e0</w:t>
      </w:r>
    </w:p>
    <w:p w:rsidR="00354DF7" w:rsidRDefault="00354DF7" w:rsidP="00354DF7">
      <w:pPr>
        <w:tabs>
          <w:tab w:val="left" w:pos="6195"/>
        </w:tabs>
      </w:pPr>
      <w:r>
        <w:t>493.2175</w:t>
      </w:r>
      <w:r>
        <w:tab/>
        <w:t>1.809e0</w:t>
      </w:r>
    </w:p>
    <w:p w:rsidR="00354DF7" w:rsidRDefault="00354DF7" w:rsidP="00354DF7">
      <w:pPr>
        <w:tabs>
          <w:tab w:val="left" w:pos="6195"/>
        </w:tabs>
      </w:pPr>
      <w:r>
        <w:t>493.2220</w:t>
      </w:r>
      <w:r>
        <w:tab/>
        <w:t>2.705e0</w:t>
      </w:r>
    </w:p>
    <w:p w:rsidR="00354DF7" w:rsidRDefault="00354DF7" w:rsidP="00354DF7">
      <w:pPr>
        <w:tabs>
          <w:tab w:val="left" w:pos="6195"/>
        </w:tabs>
      </w:pPr>
      <w:r>
        <w:t>493.2646</w:t>
      </w:r>
      <w:r>
        <w:tab/>
        <w:t>1.417e0</w:t>
      </w:r>
    </w:p>
    <w:p w:rsidR="00354DF7" w:rsidRDefault="00354DF7" w:rsidP="00354DF7">
      <w:pPr>
        <w:tabs>
          <w:tab w:val="left" w:pos="6195"/>
        </w:tabs>
      </w:pPr>
      <w:r>
        <w:t>493.2807</w:t>
      </w:r>
      <w:r>
        <w:tab/>
        <w:t>3.535e0</w:t>
      </w:r>
    </w:p>
    <w:p w:rsidR="00354DF7" w:rsidRDefault="00354DF7" w:rsidP="00354DF7">
      <w:pPr>
        <w:tabs>
          <w:tab w:val="left" w:pos="6195"/>
        </w:tabs>
      </w:pPr>
      <w:r>
        <w:t>493.2905</w:t>
      </w:r>
      <w:r>
        <w:tab/>
        <w:t>2.578e0</w:t>
      </w:r>
    </w:p>
    <w:p w:rsidR="00354DF7" w:rsidRDefault="00354DF7" w:rsidP="00354DF7">
      <w:pPr>
        <w:tabs>
          <w:tab w:val="left" w:pos="6195"/>
        </w:tabs>
      </w:pPr>
      <w:r>
        <w:t>493.2993</w:t>
      </w:r>
      <w:r>
        <w:tab/>
        <w:t>1.747e0</w:t>
      </w:r>
    </w:p>
    <w:p w:rsidR="00354DF7" w:rsidRDefault="00354DF7" w:rsidP="00354DF7">
      <w:pPr>
        <w:tabs>
          <w:tab w:val="left" w:pos="6195"/>
        </w:tabs>
      </w:pPr>
      <w:r>
        <w:t>493.3187</w:t>
      </w:r>
      <w:r>
        <w:tab/>
        <w:t>3.723e0</w:t>
      </w:r>
    </w:p>
    <w:p w:rsidR="00354DF7" w:rsidRDefault="00354DF7" w:rsidP="00354DF7">
      <w:pPr>
        <w:tabs>
          <w:tab w:val="left" w:pos="6195"/>
        </w:tabs>
      </w:pPr>
      <w:r>
        <w:lastRenderedPageBreak/>
        <w:t>493.3540</w:t>
      </w:r>
      <w:r>
        <w:tab/>
        <w:t>2.131e0</w:t>
      </w:r>
    </w:p>
    <w:p w:rsidR="00354DF7" w:rsidRDefault="00354DF7" w:rsidP="00354DF7">
      <w:pPr>
        <w:tabs>
          <w:tab w:val="left" w:pos="6195"/>
        </w:tabs>
      </w:pPr>
      <w:r>
        <w:t>493.3682</w:t>
      </w:r>
      <w:r>
        <w:tab/>
        <w:t>4.013e0</w:t>
      </w:r>
    </w:p>
    <w:p w:rsidR="00354DF7" w:rsidRDefault="00354DF7" w:rsidP="00354DF7">
      <w:pPr>
        <w:tabs>
          <w:tab w:val="left" w:pos="6195"/>
        </w:tabs>
      </w:pPr>
      <w:r>
        <w:t>493.3987</w:t>
      </w:r>
      <w:r>
        <w:tab/>
        <w:t>1.472e0</w:t>
      </w:r>
    </w:p>
    <w:p w:rsidR="00354DF7" w:rsidRDefault="00354DF7" w:rsidP="00354DF7">
      <w:pPr>
        <w:tabs>
          <w:tab w:val="left" w:pos="6195"/>
        </w:tabs>
      </w:pPr>
      <w:r>
        <w:t>493.4161</w:t>
      </w:r>
      <w:r>
        <w:tab/>
        <w:t>2.333e0</w:t>
      </w:r>
    </w:p>
    <w:p w:rsidR="00354DF7" w:rsidRDefault="00354DF7" w:rsidP="00354DF7">
      <w:pPr>
        <w:tabs>
          <w:tab w:val="left" w:pos="6195"/>
        </w:tabs>
      </w:pPr>
      <w:r>
        <w:t>493.4171</w:t>
      </w:r>
      <w:r>
        <w:tab/>
        <w:t>1.276e0</w:t>
      </w:r>
    </w:p>
    <w:p w:rsidR="00354DF7" w:rsidRDefault="00354DF7" w:rsidP="00354DF7">
      <w:pPr>
        <w:tabs>
          <w:tab w:val="left" w:pos="6195"/>
        </w:tabs>
      </w:pPr>
      <w:r>
        <w:t>493.4693</w:t>
      </w:r>
      <w:r>
        <w:tab/>
        <w:t>2.295e0</w:t>
      </w:r>
    </w:p>
    <w:p w:rsidR="00354DF7" w:rsidRDefault="00354DF7" w:rsidP="00354DF7">
      <w:pPr>
        <w:tabs>
          <w:tab w:val="left" w:pos="6195"/>
        </w:tabs>
      </w:pPr>
      <w:r>
        <w:t>493.5059</w:t>
      </w:r>
      <w:r>
        <w:tab/>
        <w:t>1.601e0</w:t>
      </w:r>
    </w:p>
    <w:p w:rsidR="00354DF7" w:rsidRDefault="00354DF7" w:rsidP="00354DF7">
      <w:pPr>
        <w:tabs>
          <w:tab w:val="left" w:pos="6195"/>
        </w:tabs>
      </w:pPr>
      <w:r>
        <w:t>493.5473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493.5491</w:t>
      </w:r>
      <w:r>
        <w:tab/>
        <w:t>2.531e0</w:t>
      </w:r>
    </w:p>
    <w:p w:rsidR="00354DF7" w:rsidRDefault="00354DF7" w:rsidP="00354DF7">
      <w:pPr>
        <w:tabs>
          <w:tab w:val="left" w:pos="6195"/>
        </w:tabs>
      </w:pPr>
      <w:r>
        <w:t>493.5520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493.5538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493.5764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493.5842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493.6254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493.6369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493.6384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493.6446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493.6594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493.6641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493.6905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493.7126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493.7347</w:t>
      </w:r>
      <w:r>
        <w:tab/>
        <w:t>3.304e0</w:t>
      </w:r>
    </w:p>
    <w:p w:rsidR="00354DF7" w:rsidRDefault="00354DF7" w:rsidP="00354DF7">
      <w:pPr>
        <w:tabs>
          <w:tab w:val="left" w:pos="6195"/>
        </w:tabs>
      </w:pPr>
      <w:r>
        <w:t>493.7492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493.7556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493.7666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493.7691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493.7756</w:t>
      </w:r>
      <w:r>
        <w:tab/>
        <w:t>2.194e0</w:t>
      </w:r>
    </w:p>
    <w:p w:rsidR="00354DF7" w:rsidRDefault="00354DF7" w:rsidP="00354DF7">
      <w:pPr>
        <w:tabs>
          <w:tab w:val="left" w:pos="6195"/>
        </w:tabs>
      </w:pPr>
      <w:r>
        <w:t>493.7830</w:t>
      </w:r>
      <w:r>
        <w:tab/>
        <w:t>1.864e0</w:t>
      </w:r>
    </w:p>
    <w:p w:rsidR="00354DF7" w:rsidRDefault="00354DF7" w:rsidP="00354DF7">
      <w:pPr>
        <w:tabs>
          <w:tab w:val="left" w:pos="6195"/>
        </w:tabs>
      </w:pPr>
      <w:r>
        <w:t>493.8247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493.8413</w:t>
      </w:r>
      <w:r>
        <w:tab/>
        <w:t>1.573e0</w:t>
      </w:r>
    </w:p>
    <w:p w:rsidR="00354DF7" w:rsidRDefault="00354DF7" w:rsidP="00354DF7">
      <w:pPr>
        <w:tabs>
          <w:tab w:val="left" w:pos="6195"/>
        </w:tabs>
      </w:pPr>
      <w:r>
        <w:t>493.8448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493.8542</w:t>
      </w:r>
      <w:r>
        <w:tab/>
        <w:t>4.538e0</w:t>
      </w:r>
    </w:p>
    <w:p w:rsidR="00354DF7" w:rsidRDefault="00354DF7" w:rsidP="00354DF7">
      <w:pPr>
        <w:tabs>
          <w:tab w:val="left" w:pos="6195"/>
        </w:tabs>
      </w:pPr>
      <w:r>
        <w:t>493.8566</w:t>
      </w:r>
      <w:r>
        <w:tab/>
        <w:t>3.026e0</w:t>
      </w:r>
    </w:p>
    <w:p w:rsidR="00354DF7" w:rsidRDefault="00354DF7" w:rsidP="00354DF7">
      <w:pPr>
        <w:tabs>
          <w:tab w:val="left" w:pos="6195"/>
        </w:tabs>
      </w:pPr>
      <w:r>
        <w:t>493.8917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493.8965</w:t>
      </w:r>
      <w:r>
        <w:tab/>
        <w:t>1.367e0</w:t>
      </w:r>
    </w:p>
    <w:p w:rsidR="00354DF7" w:rsidRDefault="00354DF7" w:rsidP="00354DF7">
      <w:pPr>
        <w:tabs>
          <w:tab w:val="left" w:pos="6195"/>
        </w:tabs>
      </w:pPr>
      <w:r>
        <w:t>493.9075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493.9380</w:t>
      </w:r>
      <w:r>
        <w:tab/>
        <w:t>1.746e0</w:t>
      </w:r>
    </w:p>
    <w:p w:rsidR="00354DF7" w:rsidRDefault="00354DF7" w:rsidP="00354DF7">
      <w:pPr>
        <w:tabs>
          <w:tab w:val="left" w:pos="6195"/>
        </w:tabs>
      </w:pPr>
      <w:r>
        <w:t>493.9398</w:t>
      </w:r>
      <w:r>
        <w:tab/>
        <w:t>1.869e0</w:t>
      </w:r>
    </w:p>
    <w:p w:rsidR="00354DF7" w:rsidRDefault="00354DF7" w:rsidP="00354DF7">
      <w:pPr>
        <w:tabs>
          <w:tab w:val="left" w:pos="6195"/>
        </w:tabs>
      </w:pPr>
      <w:r>
        <w:lastRenderedPageBreak/>
        <w:t>493.9417</w:t>
      </w:r>
      <w:r>
        <w:tab/>
        <w:t>3.826e0</w:t>
      </w:r>
    </w:p>
    <w:p w:rsidR="00354DF7" w:rsidRDefault="00354DF7" w:rsidP="00354DF7">
      <w:pPr>
        <w:tabs>
          <w:tab w:val="left" w:pos="6195"/>
        </w:tabs>
      </w:pPr>
      <w:r>
        <w:t>493.9527</w:t>
      </w:r>
      <w:r>
        <w:tab/>
        <w:t>3.368e0</w:t>
      </w:r>
    </w:p>
    <w:p w:rsidR="00354DF7" w:rsidRDefault="00354DF7" w:rsidP="00354DF7">
      <w:pPr>
        <w:tabs>
          <w:tab w:val="left" w:pos="6195"/>
        </w:tabs>
      </w:pPr>
      <w:r>
        <w:t>493.9574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493.9922</w:t>
      </w:r>
      <w:r>
        <w:tab/>
        <w:t>1.253e0</w:t>
      </w:r>
    </w:p>
    <w:p w:rsidR="00354DF7" w:rsidRDefault="00354DF7" w:rsidP="00354DF7">
      <w:pPr>
        <w:tabs>
          <w:tab w:val="left" w:pos="6195"/>
        </w:tabs>
      </w:pPr>
      <w:r>
        <w:t>494.0055</w:t>
      </w:r>
      <w:r>
        <w:tab/>
        <w:t>2.981e0</w:t>
      </w:r>
    </w:p>
    <w:p w:rsidR="00354DF7" w:rsidRDefault="00354DF7" w:rsidP="00354DF7">
      <w:pPr>
        <w:tabs>
          <w:tab w:val="left" w:pos="6195"/>
        </w:tabs>
      </w:pPr>
      <w:r>
        <w:t>494.0158</w:t>
      </w:r>
      <w:r>
        <w:tab/>
        <w:t>1.906e0</w:t>
      </w:r>
    </w:p>
    <w:p w:rsidR="00354DF7" w:rsidRDefault="00354DF7" w:rsidP="00354DF7">
      <w:pPr>
        <w:tabs>
          <w:tab w:val="left" w:pos="6195"/>
        </w:tabs>
      </w:pPr>
      <w:r>
        <w:t>494.0369</w:t>
      </w:r>
      <w:r>
        <w:tab/>
        <w:t>2.334e0</w:t>
      </w:r>
    </w:p>
    <w:p w:rsidR="00354DF7" w:rsidRDefault="00354DF7" w:rsidP="00354DF7">
      <w:pPr>
        <w:tabs>
          <w:tab w:val="left" w:pos="6195"/>
        </w:tabs>
      </w:pPr>
      <w:r>
        <w:t>494.0406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494.0528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494.0558</w:t>
      </w:r>
      <w:r>
        <w:tab/>
        <w:t>2.518e0</w:t>
      </w:r>
    </w:p>
    <w:p w:rsidR="00354DF7" w:rsidRDefault="00354DF7" w:rsidP="00354DF7">
      <w:pPr>
        <w:tabs>
          <w:tab w:val="left" w:pos="6195"/>
        </w:tabs>
      </w:pPr>
      <w:r>
        <w:t>494.0719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494.1010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494.1130</w:t>
      </w:r>
      <w:r>
        <w:tab/>
        <w:t>2.709e0</w:t>
      </w:r>
    </w:p>
    <w:p w:rsidR="00354DF7" w:rsidRDefault="00354DF7" w:rsidP="00354DF7">
      <w:pPr>
        <w:tabs>
          <w:tab w:val="left" w:pos="6195"/>
        </w:tabs>
      </w:pPr>
      <w:r>
        <w:t>494.1551</w:t>
      </w:r>
      <w:r>
        <w:tab/>
        <w:t>3.240e0</w:t>
      </w:r>
    </w:p>
    <w:p w:rsidR="00354DF7" w:rsidRDefault="00354DF7" w:rsidP="00354DF7">
      <w:pPr>
        <w:tabs>
          <w:tab w:val="left" w:pos="6195"/>
        </w:tabs>
      </w:pPr>
      <w:r>
        <w:t>494.1733</w:t>
      </w:r>
      <w:r>
        <w:tab/>
        <w:t>3.932e0</w:t>
      </w:r>
    </w:p>
    <w:p w:rsidR="00354DF7" w:rsidRDefault="00354DF7" w:rsidP="00354DF7">
      <w:pPr>
        <w:tabs>
          <w:tab w:val="left" w:pos="6195"/>
        </w:tabs>
      </w:pPr>
      <w:r>
        <w:t>494.1758</w:t>
      </w:r>
      <w:r>
        <w:tab/>
        <w:t>2.759e0</w:t>
      </w:r>
    </w:p>
    <w:p w:rsidR="00354DF7" w:rsidRDefault="00354DF7" w:rsidP="00354DF7">
      <w:pPr>
        <w:tabs>
          <w:tab w:val="left" w:pos="6195"/>
        </w:tabs>
      </w:pPr>
      <w:r>
        <w:t>494.2047</w:t>
      </w:r>
      <w:r>
        <w:tab/>
        <w:t>4.874e0</w:t>
      </w:r>
    </w:p>
    <w:p w:rsidR="00354DF7" w:rsidRDefault="00354DF7" w:rsidP="00354DF7">
      <w:pPr>
        <w:tabs>
          <w:tab w:val="left" w:pos="6195"/>
        </w:tabs>
      </w:pPr>
      <w:r>
        <w:t>494.2075</w:t>
      </w:r>
      <w:r>
        <w:tab/>
        <w:t>5.070e0</w:t>
      </w:r>
    </w:p>
    <w:p w:rsidR="00354DF7" w:rsidRDefault="00354DF7" w:rsidP="00354DF7">
      <w:pPr>
        <w:tabs>
          <w:tab w:val="left" w:pos="6195"/>
        </w:tabs>
      </w:pPr>
      <w:r>
        <w:t>494.2301</w:t>
      </w:r>
      <w:r>
        <w:tab/>
        <w:t>5.688e0</w:t>
      </w:r>
    </w:p>
    <w:p w:rsidR="00354DF7" w:rsidRDefault="00354DF7" w:rsidP="00354DF7">
      <w:pPr>
        <w:tabs>
          <w:tab w:val="left" w:pos="6195"/>
        </w:tabs>
      </w:pPr>
      <w:r>
        <w:lastRenderedPageBreak/>
        <w:t>494.2754</w:t>
      </w:r>
      <w:r>
        <w:tab/>
        <w:t>1.865e0</w:t>
      </w:r>
    </w:p>
    <w:p w:rsidR="00354DF7" w:rsidRDefault="00354DF7" w:rsidP="00354DF7">
      <w:pPr>
        <w:tabs>
          <w:tab w:val="left" w:pos="6195"/>
        </w:tabs>
      </w:pPr>
      <w:r>
        <w:t>494.2910</w:t>
      </w:r>
      <w:r>
        <w:tab/>
        <w:t>4.475e0</w:t>
      </w:r>
    </w:p>
    <w:p w:rsidR="00354DF7" w:rsidRDefault="00354DF7" w:rsidP="00354DF7">
      <w:pPr>
        <w:tabs>
          <w:tab w:val="left" w:pos="6195"/>
        </w:tabs>
      </w:pPr>
      <w:r>
        <w:t>494.2923</w:t>
      </w:r>
      <w:r>
        <w:tab/>
        <w:t>4.231e0</w:t>
      </w:r>
    </w:p>
    <w:p w:rsidR="00354DF7" w:rsidRDefault="00354DF7" w:rsidP="00354DF7">
      <w:pPr>
        <w:tabs>
          <w:tab w:val="left" w:pos="6195"/>
        </w:tabs>
      </w:pPr>
      <w:r>
        <w:t>494.3065</w:t>
      </w:r>
      <w:r>
        <w:tab/>
        <w:t>5.808e0</w:t>
      </w:r>
    </w:p>
    <w:p w:rsidR="00354DF7" w:rsidRDefault="00354DF7" w:rsidP="00354DF7">
      <w:pPr>
        <w:tabs>
          <w:tab w:val="left" w:pos="6195"/>
        </w:tabs>
      </w:pPr>
      <w:r>
        <w:t>494.4051</w:t>
      </w:r>
      <w:r>
        <w:tab/>
        <w:t>2.990e0</w:t>
      </w:r>
    </w:p>
    <w:p w:rsidR="00354DF7" w:rsidRDefault="00354DF7" w:rsidP="00354DF7">
      <w:pPr>
        <w:tabs>
          <w:tab w:val="left" w:pos="6195"/>
        </w:tabs>
      </w:pPr>
      <w:r>
        <w:t>494.4255</w:t>
      </w:r>
      <w:r>
        <w:tab/>
        <w:t>1.581e0</w:t>
      </w:r>
    </w:p>
    <w:p w:rsidR="00354DF7" w:rsidRDefault="00354DF7" w:rsidP="00354DF7">
      <w:pPr>
        <w:tabs>
          <w:tab w:val="left" w:pos="6195"/>
        </w:tabs>
      </w:pPr>
      <w:r>
        <w:t>494.4701</w:t>
      </w:r>
      <w:r>
        <w:tab/>
        <w:t>1.785e0</w:t>
      </w:r>
    </w:p>
    <w:p w:rsidR="00354DF7" w:rsidRDefault="00354DF7" w:rsidP="00354DF7">
      <w:pPr>
        <w:tabs>
          <w:tab w:val="left" w:pos="6195"/>
        </w:tabs>
      </w:pPr>
      <w:r>
        <w:t>494.4758</w:t>
      </w:r>
      <w:r>
        <w:tab/>
        <w:t>1.642e0</w:t>
      </w:r>
    </w:p>
    <w:p w:rsidR="00354DF7" w:rsidRDefault="00354DF7" w:rsidP="00354DF7">
      <w:pPr>
        <w:tabs>
          <w:tab w:val="left" w:pos="6195"/>
        </w:tabs>
      </w:pPr>
      <w:r>
        <w:t>494.4911</w:t>
      </w:r>
      <w:r>
        <w:tab/>
        <w:t>2.047e0</w:t>
      </w:r>
    </w:p>
    <w:p w:rsidR="00354DF7" w:rsidRDefault="00354DF7" w:rsidP="00354DF7">
      <w:pPr>
        <w:tabs>
          <w:tab w:val="left" w:pos="6195"/>
        </w:tabs>
      </w:pPr>
      <w:r>
        <w:t>494.5030</w:t>
      </w:r>
      <w:r>
        <w:tab/>
        <w:t>2.537e0</w:t>
      </w:r>
    </w:p>
    <w:p w:rsidR="00354DF7" w:rsidRDefault="00354DF7" w:rsidP="00354DF7">
      <w:pPr>
        <w:tabs>
          <w:tab w:val="left" w:pos="6195"/>
        </w:tabs>
      </w:pPr>
      <w:r>
        <w:t>494.5555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494.5602</w:t>
      </w:r>
      <w:r>
        <w:tab/>
        <w:t>2.430e1</w:t>
      </w:r>
    </w:p>
    <w:p w:rsidR="00354DF7" w:rsidRDefault="00354DF7" w:rsidP="00354DF7">
      <w:pPr>
        <w:tabs>
          <w:tab w:val="left" w:pos="6195"/>
        </w:tabs>
      </w:pPr>
      <w:r>
        <w:t>494.5614</w:t>
      </w:r>
      <w:r>
        <w:tab/>
        <w:t>2.632e1</w:t>
      </w:r>
    </w:p>
    <w:p w:rsidR="00354DF7" w:rsidRDefault="00354DF7" w:rsidP="00354DF7">
      <w:pPr>
        <w:tabs>
          <w:tab w:val="left" w:pos="6195"/>
        </w:tabs>
      </w:pPr>
      <w:r>
        <w:t>494.5634</w:t>
      </w:r>
      <w:r>
        <w:tab/>
        <w:t>1.722e1</w:t>
      </w:r>
    </w:p>
    <w:p w:rsidR="00354DF7" w:rsidRDefault="00354DF7" w:rsidP="00354DF7">
      <w:pPr>
        <w:tabs>
          <w:tab w:val="left" w:pos="6195"/>
        </w:tabs>
      </w:pPr>
      <w:r>
        <w:t>494.5690</w:t>
      </w:r>
      <w:r>
        <w:tab/>
        <w:t>2.937e1</w:t>
      </w:r>
    </w:p>
    <w:p w:rsidR="00354DF7" w:rsidRDefault="00354DF7" w:rsidP="00354DF7">
      <w:pPr>
        <w:tabs>
          <w:tab w:val="left" w:pos="6195"/>
        </w:tabs>
      </w:pPr>
      <w:r>
        <w:t>494.5732</w:t>
      </w:r>
      <w:r>
        <w:tab/>
        <w:t>1.843e1</w:t>
      </w:r>
    </w:p>
    <w:p w:rsidR="00354DF7" w:rsidRDefault="00354DF7" w:rsidP="00354DF7">
      <w:pPr>
        <w:tabs>
          <w:tab w:val="left" w:pos="6195"/>
        </w:tabs>
      </w:pPr>
      <w:r>
        <w:t>494.6098</w:t>
      </w:r>
      <w:r>
        <w:tab/>
        <w:t>4.162e0</w:t>
      </w:r>
    </w:p>
    <w:p w:rsidR="00354DF7" w:rsidRDefault="00354DF7" w:rsidP="00354DF7">
      <w:pPr>
        <w:tabs>
          <w:tab w:val="left" w:pos="6195"/>
        </w:tabs>
      </w:pPr>
      <w:r>
        <w:t>494.6516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494.6770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494.6856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494.7107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494.7372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494.7411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494.7629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494.7726</w:t>
      </w:r>
      <w:r>
        <w:tab/>
        <w:t>2.957e0</w:t>
      </w:r>
    </w:p>
    <w:p w:rsidR="00354DF7" w:rsidRDefault="00354DF7" w:rsidP="00354DF7">
      <w:pPr>
        <w:tabs>
          <w:tab w:val="left" w:pos="6195"/>
        </w:tabs>
      </w:pPr>
      <w:r>
        <w:t>494.7887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494.8136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494.8205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494.8362</w:t>
      </w:r>
      <w:r>
        <w:tab/>
        <w:t>4.301e0</w:t>
      </w:r>
    </w:p>
    <w:p w:rsidR="00354DF7" w:rsidRDefault="00354DF7" w:rsidP="00354DF7">
      <w:pPr>
        <w:tabs>
          <w:tab w:val="left" w:pos="6195"/>
        </w:tabs>
      </w:pPr>
      <w:r>
        <w:t>494.8663</w:t>
      </w:r>
      <w:r>
        <w:tab/>
        <w:t>3.944e0</w:t>
      </w:r>
    </w:p>
    <w:p w:rsidR="00354DF7" w:rsidRDefault="00354DF7" w:rsidP="00354DF7">
      <w:pPr>
        <w:tabs>
          <w:tab w:val="left" w:pos="6195"/>
        </w:tabs>
      </w:pPr>
      <w:r>
        <w:t>494.8793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494.8995</w:t>
      </w:r>
      <w:r>
        <w:tab/>
        <w:t>2.996e0</w:t>
      </w:r>
    </w:p>
    <w:p w:rsidR="00354DF7" w:rsidRDefault="00354DF7" w:rsidP="00354DF7">
      <w:pPr>
        <w:tabs>
          <w:tab w:val="left" w:pos="6195"/>
        </w:tabs>
      </w:pPr>
      <w:r>
        <w:t>494.9427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494.9555</w:t>
      </w:r>
      <w:r>
        <w:tab/>
        <w:t>2.590e0</w:t>
      </w:r>
    </w:p>
    <w:p w:rsidR="00354DF7" w:rsidRDefault="00354DF7" w:rsidP="00354DF7">
      <w:pPr>
        <w:tabs>
          <w:tab w:val="left" w:pos="6195"/>
        </w:tabs>
      </w:pPr>
      <w:r>
        <w:t>494.9687</w:t>
      </w:r>
      <w:r>
        <w:tab/>
        <w:t>4.277e0</w:t>
      </w:r>
    </w:p>
    <w:p w:rsidR="00354DF7" w:rsidRDefault="00354DF7" w:rsidP="00354DF7">
      <w:pPr>
        <w:tabs>
          <w:tab w:val="left" w:pos="6195"/>
        </w:tabs>
      </w:pPr>
      <w:r>
        <w:t>494.9931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495.0187</w:t>
      </w:r>
      <w:r>
        <w:tab/>
        <w:t>2.198e0</w:t>
      </w:r>
    </w:p>
    <w:p w:rsidR="00354DF7" w:rsidRDefault="00354DF7" w:rsidP="00354DF7">
      <w:pPr>
        <w:tabs>
          <w:tab w:val="left" w:pos="6195"/>
        </w:tabs>
      </w:pPr>
      <w:r>
        <w:t>495.0231</w:t>
      </w:r>
      <w:r>
        <w:tab/>
        <w:t>2.839e0</w:t>
      </w:r>
    </w:p>
    <w:p w:rsidR="00354DF7" w:rsidRDefault="00354DF7" w:rsidP="00354DF7">
      <w:pPr>
        <w:tabs>
          <w:tab w:val="left" w:pos="6195"/>
        </w:tabs>
      </w:pPr>
      <w:r>
        <w:lastRenderedPageBreak/>
        <w:t>495.0348</w:t>
      </w:r>
      <w:r>
        <w:tab/>
        <w:t>3.833e0</w:t>
      </w:r>
    </w:p>
    <w:p w:rsidR="00354DF7" w:rsidRDefault="00354DF7" w:rsidP="00354DF7">
      <w:pPr>
        <w:tabs>
          <w:tab w:val="left" w:pos="6195"/>
        </w:tabs>
      </w:pPr>
      <w:r>
        <w:t>495.0695</w:t>
      </w:r>
      <w:r>
        <w:tab/>
        <w:t>1.497e0</w:t>
      </w:r>
    </w:p>
    <w:p w:rsidR="00354DF7" w:rsidRDefault="00354DF7" w:rsidP="00354DF7">
      <w:pPr>
        <w:tabs>
          <w:tab w:val="left" w:pos="6195"/>
        </w:tabs>
      </w:pPr>
      <w:r>
        <w:t>495.0793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495.0982</w:t>
      </w:r>
      <w:r>
        <w:tab/>
        <w:t>1.698e0</w:t>
      </w:r>
    </w:p>
    <w:p w:rsidR="00354DF7" w:rsidRDefault="00354DF7" w:rsidP="00354DF7">
      <w:pPr>
        <w:tabs>
          <w:tab w:val="left" w:pos="6195"/>
        </w:tabs>
      </w:pPr>
      <w:r>
        <w:t>495.1005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495.1066</w:t>
      </w:r>
      <w:r>
        <w:tab/>
        <w:t>2.917e0</w:t>
      </w:r>
    </w:p>
    <w:p w:rsidR="00354DF7" w:rsidRDefault="00354DF7" w:rsidP="00354DF7">
      <w:pPr>
        <w:tabs>
          <w:tab w:val="left" w:pos="6195"/>
        </w:tabs>
      </w:pPr>
      <w:r>
        <w:t>495.1514</w:t>
      </w:r>
      <w:r>
        <w:tab/>
        <w:t>7.341e0</w:t>
      </w:r>
    </w:p>
    <w:p w:rsidR="00354DF7" w:rsidRDefault="00354DF7" w:rsidP="00354DF7">
      <w:pPr>
        <w:tabs>
          <w:tab w:val="left" w:pos="6195"/>
        </w:tabs>
      </w:pPr>
      <w:r>
        <w:t>495.1575</w:t>
      </w:r>
      <w:r>
        <w:tab/>
        <w:t>2.420e0</w:t>
      </w:r>
    </w:p>
    <w:p w:rsidR="00354DF7" w:rsidRDefault="00354DF7" w:rsidP="00354DF7">
      <w:pPr>
        <w:tabs>
          <w:tab w:val="left" w:pos="6195"/>
        </w:tabs>
      </w:pPr>
      <w:r>
        <w:t>495.1588</w:t>
      </w:r>
      <w:r>
        <w:tab/>
        <w:t>1.097e0</w:t>
      </w:r>
    </w:p>
    <w:p w:rsidR="00354DF7" w:rsidRDefault="00354DF7" w:rsidP="00354DF7">
      <w:pPr>
        <w:tabs>
          <w:tab w:val="left" w:pos="6195"/>
        </w:tabs>
      </w:pPr>
      <w:r>
        <w:t>495.1710</w:t>
      </w:r>
      <w:r>
        <w:tab/>
        <w:t>5.703e0</w:t>
      </w:r>
    </w:p>
    <w:p w:rsidR="00354DF7" w:rsidRDefault="00354DF7" w:rsidP="00354DF7">
      <w:pPr>
        <w:tabs>
          <w:tab w:val="left" w:pos="6195"/>
        </w:tabs>
      </w:pPr>
      <w:r>
        <w:t>495.2331</w:t>
      </w:r>
      <w:r>
        <w:tab/>
        <w:t>7.432e0</w:t>
      </w:r>
    </w:p>
    <w:p w:rsidR="00354DF7" w:rsidRDefault="00354DF7" w:rsidP="00354DF7">
      <w:pPr>
        <w:tabs>
          <w:tab w:val="left" w:pos="6195"/>
        </w:tabs>
      </w:pPr>
      <w:r>
        <w:t>495.2350</w:t>
      </w:r>
      <w:r>
        <w:tab/>
        <w:t>2.039e0</w:t>
      </w:r>
    </w:p>
    <w:p w:rsidR="00354DF7" w:rsidRDefault="00354DF7" w:rsidP="00354DF7">
      <w:pPr>
        <w:tabs>
          <w:tab w:val="left" w:pos="6195"/>
        </w:tabs>
      </w:pPr>
      <w:r>
        <w:t>495.2526</w:t>
      </w:r>
      <w:r>
        <w:tab/>
        <w:t>3.661e0</w:t>
      </w:r>
    </w:p>
    <w:p w:rsidR="00354DF7" w:rsidRDefault="00354DF7" w:rsidP="00354DF7">
      <w:pPr>
        <w:tabs>
          <w:tab w:val="left" w:pos="6195"/>
        </w:tabs>
      </w:pPr>
      <w:r>
        <w:t>495.2903</w:t>
      </w:r>
      <w:r>
        <w:tab/>
        <w:t>1.285e0</w:t>
      </w:r>
    </w:p>
    <w:p w:rsidR="00354DF7" w:rsidRDefault="00354DF7" w:rsidP="00354DF7">
      <w:pPr>
        <w:tabs>
          <w:tab w:val="left" w:pos="6195"/>
        </w:tabs>
      </w:pPr>
      <w:r>
        <w:t>495.3000</w:t>
      </w:r>
      <w:r>
        <w:tab/>
        <w:t>7.359e0</w:t>
      </w:r>
    </w:p>
    <w:p w:rsidR="00354DF7" w:rsidRDefault="00354DF7" w:rsidP="00354DF7">
      <w:pPr>
        <w:tabs>
          <w:tab w:val="left" w:pos="6195"/>
        </w:tabs>
      </w:pPr>
      <w:r>
        <w:t>495.3155</w:t>
      </w:r>
      <w:r>
        <w:tab/>
        <w:t>1.757e0</w:t>
      </w:r>
    </w:p>
    <w:p w:rsidR="00354DF7" w:rsidRDefault="00354DF7" w:rsidP="00354DF7">
      <w:pPr>
        <w:tabs>
          <w:tab w:val="left" w:pos="6195"/>
        </w:tabs>
      </w:pPr>
      <w:r>
        <w:t>495.3441</w:t>
      </w:r>
      <w:r>
        <w:tab/>
        <w:t>2.925e0</w:t>
      </w:r>
    </w:p>
    <w:p w:rsidR="00354DF7" w:rsidRDefault="00354DF7" w:rsidP="00354DF7">
      <w:pPr>
        <w:tabs>
          <w:tab w:val="left" w:pos="6195"/>
        </w:tabs>
      </w:pPr>
      <w:r>
        <w:t>495.3873</w:t>
      </w:r>
      <w:r>
        <w:tab/>
        <w:t>2.740e0</w:t>
      </w:r>
    </w:p>
    <w:p w:rsidR="00354DF7" w:rsidRDefault="00354DF7" w:rsidP="00354DF7">
      <w:pPr>
        <w:tabs>
          <w:tab w:val="left" w:pos="6195"/>
        </w:tabs>
      </w:pPr>
      <w:r>
        <w:t>495.4248</w:t>
      </w:r>
      <w:r>
        <w:tab/>
        <w:t>2.159e0</w:t>
      </w:r>
    </w:p>
    <w:p w:rsidR="00354DF7" w:rsidRDefault="00354DF7" w:rsidP="00354DF7">
      <w:pPr>
        <w:tabs>
          <w:tab w:val="left" w:pos="6195"/>
        </w:tabs>
      </w:pPr>
      <w:r>
        <w:lastRenderedPageBreak/>
        <w:t>495.4537</w:t>
      </w:r>
      <w:r>
        <w:tab/>
        <w:t>2.418e0</w:t>
      </w:r>
    </w:p>
    <w:p w:rsidR="00354DF7" w:rsidRDefault="00354DF7" w:rsidP="00354DF7">
      <w:pPr>
        <w:tabs>
          <w:tab w:val="left" w:pos="6195"/>
        </w:tabs>
      </w:pPr>
      <w:r>
        <w:t>495.5128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495.5515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495.5651</w:t>
      </w:r>
      <w:r>
        <w:tab/>
        <w:t>1.296e1</w:t>
      </w:r>
    </w:p>
    <w:p w:rsidR="00354DF7" w:rsidRDefault="00354DF7" w:rsidP="00354DF7">
      <w:pPr>
        <w:tabs>
          <w:tab w:val="left" w:pos="6195"/>
        </w:tabs>
      </w:pPr>
      <w:r>
        <w:t>495.5684</w:t>
      </w:r>
      <w:r>
        <w:tab/>
        <w:t>2.341e1</w:t>
      </w:r>
    </w:p>
    <w:p w:rsidR="00354DF7" w:rsidRDefault="00354DF7" w:rsidP="00354DF7">
      <w:pPr>
        <w:tabs>
          <w:tab w:val="left" w:pos="6195"/>
        </w:tabs>
      </w:pPr>
      <w:r>
        <w:t>495.5710</w:t>
      </w:r>
      <w:r>
        <w:tab/>
        <w:t>1.114e1</w:t>
      </w:r>
    </w:p>
    <w:p w:rsidR="00354DF7" w:rsidRDefault="00354DF7" w:rsidP="00354DF7">
      <w:pPr>
        <w:tabs>
          <w:tab w:val="left" w:pos="6195"/>
        </w:tabs>
      </w:pPr>
      <w:r>
        <w:t>495.5790</w:t>
      </w:r>
      <w:r>
        <w:tab/>
        <w:t>1.519e1</w:t>
      </w:r>
    </w:p>
    <w:p w:rsidR="00354DF7" w:rsidRDefault="00354DF7" w:rsidP="00354DF7">
      <w:pPr>
        <w:tabs>
          <w:tab w:val="left" w:pos="6195"/>
        </w:tabs>
      </w:pPr>
      <w:r>
        <w:t>495.6453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495.6582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495.6710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495.6998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495.7064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495.7193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495.7563</w:t>
      </w:r>
      <w:r>
        <w:tab/>
        <w:t>2.782e0</w:t>
      </w:r>
    </w:p>
    <w:p w:rsidR="00354DF7" w:rsidRDefault="00354DF7" w:rsidP="00354DF7">
      <w:pPr>
        <w:tabs>
          <w:tab w:val="left" w:pos="6195"/>
        </w:tabs>
      </w:pPr>
      <w:r>
        <w:t>495.7693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495.7725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495.7813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495.8206</w:t>
      </w:r>
      <w:r>
        <w:tab/>
        <w:t>1.940e0</w:t>
      </w:r>
    </w:p>
    <w:p w:rsidR="00354DF7" w:rsidRDefault="00354DF7" w:rsidP="00354DF7">
      <w:pPr>
        <w:tabs>
          <w:tab w:val="left" w:pos="6195"/>
        </w:tabs>
      </w:pPr>
      <w:r>
        <w:t>495.8382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lastRenderedPageBreak/>
        <w:t>495.8399</w:t>
      </w:r>
      <w:r>
        <w:tab/>
        <w:t>1.738e1</w:t>
      </w:r>
    </w:p>
    <w:p w:rsidR="00354DF7" w:rsidRDefault="00354DF7" w:rsidP="00354DF7">
      <w:pPr>
        <w:tabs>
          <w:tab w:val="left" w:pos="6195"/>
        </w:tabs>
      </w:pPr>
      <w:r>
        <w:t>495.8462</w:t>
      </w:r>
      <w:r>
        <w:tab/>
        <w:t>2.280e0</w:t>
      </w:r>
    </w:p>
    <w:p w:rsidR="00354DF7" w:rsidRDefault="00354DF7" w:rsidP="00354DF7">
      <w:pPr>
        <w:tabs>
          <w:tab w:val="left" w:pos="6195"/>
        </w:tabs>
      </w:pPr>
      <w:r>
        <w:t>495.8483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495.8605</w:t>
      </w:r>
      <w:r>
        <w:tab/>
        <w:t>5.401e0</w:t>
      </w:r>
    </w:p>
    <w:p w:rsidR="00354DF7" w:rsidRDefault="00354DF7" w:rsidP="00354DF7">
      <w:pPr>
        <w:tabs>
          <w:tab w:val="left" w:pos="6195"/>
        </w:tabs>
      </w:pPr>
      <w:r>
        <w:t>495.8662</w:t>
      </w:r>
      <w:r>
        <w:tab/>
        <w:t>1.729e0</w:t>
      </w:r>
    </w:p>
    <w:p w:rsidR="00354DF7" w:rsidRDefault="00354DF7" w:rsidP="00354DF7">
      <w:pPr>
        <w:tabs>
          <w:tab w:val="left" w:pos="6195"/>
        </w:tabs>
      </w:pPr>
      <w:r>
        <w:t>495.9342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495.9370</w:t>
      </w:r>
      <w:r>
        <w:tab/>
        <w:t>1.347e0</w:t>
      </w:r>
    </w:p>
    <w:p w:rsidR="00354DF7" w:rsidRDefault="00354DF7" w:rsidP="00354DF7">
      <w:pPr>
        <w:tabs>
          <w:tab w:val="left" w:pos="6195"/>
        </w:tabs>
      </w:pPr>
      <w:r>
        <w:t>495.9503</w:t>
      </w:r>
      <w:r>
        <w:tab/>
        <w:t>6.064e0</w:t>
      </w:r>
    </w:p>
    <w:p w:rsidR="00354DF7" w:rsidRDefault="00354DF7" w:rsidP="00354DF7">
      <w:pPr>
        <w:tabs>
          <w:tab w:val="left" w:pos="6195"/>
        </w:tabs>
      </w:pPr>
      <w:r>
        <w:t>495.9537</w:t>
      </w:r>
      <w:r>
        <w:tab/>
        <w:t>1.770e0</w:t>
      </w:r>
    </w:p>
    <w:p w:rsidR="00354DF7" w:rsidRDefault="00354DF7" w:rsidP="00354DF7">
      <w:pPr>
        <w:tabs>
          <w:tab w:val="left" w:pos="6195"/>
        </w:tabs>
      </w:pPr>
      <w:r>
        <w:t>495.9785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495.9879</w:t>
      </w:r>
      <w:r>
        <w:tab/>
        <w:t>1.833e0</w:t>
      </w:r>
    </w:p>
    <w:p w:rsidR="00354DF7" w:rsidRDefault="00354DF7" w:rsidP="00354DF7">
      <w:pPr>
        <w:tabs>
          <w:tab w:val="left" w:pos="6195"/>
        </w:tabs>
      </w:pPr>
      <w:r>
        <w:t>495.9892</w:t>
      </w:r>
      <w:r>
        <w:tab/>
        <w:t>2.692e0</w:t>
      </w:r>
    </w:p>
    <w:p w:rsidR="00354DF7" w:rsidRDefault="00354DF7" w:rsidP="00354DF7">
      <w:pPr>
        <w:tabs>
          <w:tab w:val="left" w:pos="6195"/>
        </w:tabs>
      </w:pPr>
      <w:r>
        <w:t>496.0006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496.0095</w:t>
      </w:r>
      <w:r>
        <w:tab/>
        <w:t>6.756e0</w:t>
      </w:r>
    </w:p>
    <w:p w:rsidR="00354DF7" w:rsidRDefault="00354DF7" w:rsidP="00354DF7">
      <w:pPr>
        <w:tabs>
          <w:tab w:val="left" w:pos="6195"/>
        </w:tabs>
      </w:pPr>
      <w:r>
        <w:t>496.0237</w:t>
      </w:r>
      <w:r>
        <w:tab/>
        <w:t>1.698e0</w:t>
      </w:r>
    </w:p>
    <w:p w:rsidR="00354DF7" w:rsidRDefault="00354DF7" w:rsidP="00354DF7">
      <w:pPr>
        <w:tabs>
          <w:tab w:val="left" w:pos="6195"/>
        </w:tabs>
      </w:pPr>
      <w:r>
        <w:t>496.0393</w:t>
      </w:r>
      <w:r>
        <w:tab/>
        <w:t>1.147e0</w:t>
      </w:r>
    </w:p>
    <w:p w:rsidR="00354DF7" w:rsidRDefault="00354DF7" w:rsidP="00354DF7">
      <w:pPr>
        <w:tabs>
          <w:tab w:val="left" w:pos="6195"/>
        </w:tabs>
      </w:pPr>
      <w:r>
        <w:t>496.0446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496.0466</w:t>
      </w:r>
      <w:r>
        <w:tab/>
        <w:t>1.402e0</w:t>
      </w:r>
    </w:p>
    <w:p w:rsidR="00354DF7" w:rsidRDefault="00354DF7" w:rsidP="00354DF7">
      <w:pPr>
        <w:tabs>
          <w:tab w:val="left" w:pos="6195"/>
        </w:tabs>
      </w:pPr>
      <w:r>
        <w:t>496.1044</w:t>
      </w:r>
      <w:r>
        <w:tab/>
        <w:t>2.983e0</w:t>
      </w:r>
    </w:p>
    <w:p w:rsidR="00354DF7" w:rsidRDefault="00354DF7" w:rsidP="00354DF7">
      <w:pPr>
        <w:tabs>
          <w:tab w:val="left" w:pos="6195"/>
        </w:tabs>
      </w:pPr>
      <w:r>
        <w:lastRenderedPageBreak/>
        <w:t>496.1187</w:t>
      </w:r>
      <w:r>
        <w:tab/>
        <w:t>1.041e0</w:t>
      </w:r>
    </w:p>
    <w:p w:rsidR="00354DF7" w:rsidRDefault="00354DF7" w:rsidP="00354DF7">
      <w:pPr>
        <w:tabs>
          <w:tab w:val="left" w:pos="6195"/>
        </w:tabs>
      </w:pPr>
      <w:r>
        <w:t>496.1318</w:t>
      </w:r>
      <w:r>
        <w:tab/>
        <w:t>4.315e0</w:t>
      </w:r>
    </w:p>
    <w:p w:rsidR="00354DF7" w:rsidRDefault="00354DF7" w:rsidP="00354DF7">
      <w:pPr>
        <w:tabs>
          <w:tab w:val="left" w:pos="6195"/>
        </w:tabs>
      </w:pPr>
      <w:r>
        <w:t>496.1505</w:t>
      </w:r>
      <w:r>
        <w:tab/>
        <w:t>3.225e0</w:t>
      </w:r>
    </w:p>
    <w:p w:rsidR="00354DF7" w:rsidRDefault="00354DF7" w:rsidP="00354DF7">
      <w:pPr>
        <w:tabs>
          <w:tab w:val="left" w:pos="6195"/>
        </w:tabs>
      </w:pPr>
      <w:r>
        <w:t>496.1638</w:t>
      </w:r>
      <w:r>
        <w:tab/>
        <w:t>5.105e0</w:t>
      </w:r>
    </w:p>
    <w:p w:rsidR="00354DF7" w:rsidRDefault="00354DF7" w:rsidP="00354DF7">
      <w:pPr>
        <w:tabs>
          <w:tab w:val="left" w:pos="6195"/>
        </w:tabs>
      </w:pPr>
      <w:r>
        <w:t>496.1650</w:t>
      </w:r>
      <w:r>
        <w:tab/>
        <w:t>2.457e0</w:t>
      </w:r>
    </w:p>
    <w:p w:rsidR="00354DF7" w:rsidRDefault="00354DF7" w:rsidP="00354DF7">
      <w:pPr>
        <w:tabs>
          <w:tab w:val="left" w:pos="6195"/>
        </w:tabs>
      </w:pPr>
      <w:r>
        <w:t>496.1969</w:t>
      </w:r>
      <w:r>
        <w:tab/>
        <w:t>6.168e0</w:t>
      </w:r>
    </w:p>
    <w:p w:rsidR="00354DF7" w:rsidRDefault="00354DF7" w:rsidP="00354DF7">
      <w:pPr>
        <w:tabs>
          <w:tab w:val="left" w:pos="6195"/>
        </w:tabs>
      </w:pPr>
      <w:r>
        <w:t>496.1986</w:t>
      </w:r>
      <w:r>
        <w:tab/>
        <w:t>3.609e0</w:t>
      </w:r>
    </w:p>
    <w:p w:rsidR="00354DF7" w:rsidRDefault="00354DF7" w:rsidP="00354DF7">
      <w:pPr>
        <w:tabs>
          <w:tab w:val="left" w:pos="6195"/>
        </w:tabs>
      </w:pPr>
      <w:r>
        <w:t>496.2113</w:t>
      </w:r>
      <w:r>
        <w:tab/>
        <w:t>3.340e0</w:t>
      </w:r>
    </w:p>
    <w:p w:rsidR="00354DF7" w:rsidRDefault="00354DF7" w:rsidP="00354DF7">
      <w:pPr>
        <w:tabs>
          <w:tab w:val="left" w:pos="6195"/>
        </w:tabs>
      </w:pPr>
      <w:r>
        <w:t>496.2162</w:t>
      </w:r>
      <w:r>
        <w:tab/>
        <w:t>2.931e0</w:t>
      </w:r>
    </w:p>
    <w:p w:rsidR="00354DF7" w:rsidRDefault="00354DF7" w:rsidP="00354DF7">
      <w:pPr>
        <w:tabs>
          <w:tab w:val="left" w:pos="6195"/>
        </w:tabs>
      </w:pPr>
      <w:r>
        <w:t>496.2181</w:t>
      </w:r>
      <w:r>
        <w:tab/>
        <w:t>4.045e0</w:t>
      </w:r>
    </w:p>
    <w:p w:rsidR="00354DF7" w:rsidRDefault="00354DF7" w:rsidP="00354DF7">
      <w:pPr>
        <w:tabs>
          <w:tab w:val="left" w:pos="6195"/>
        </w:tabs>
      </w:pPr>
      <w:r>
        <w:t>496.2601</w:t>
      </w:r>
      <w:r>
        <w:tab/>
        <w:t>1.723e0</w:t>
      </w:r>
    </w:p>
    <w:p w:rsidR="00354DF7" w:rsidRDefault="00354DF7" w:rsidP="00354DF7">
      <w:pPr>
        <w:tabs>
          <w:tab w:val="left" w:pos="6195"/>
        </w:tabs>
      </w:pPr>
      <w:r>
        <w:t>496.3130</w:t>
      </w:r>
      <w:r>
        <w:tab/>
        <w:t>4.997e0</w:t>
      </w:r>
    </w:p>
    <w:p w:rsidR="00354DF7" w:rsidRDefault="00354DF7" w:rsidP="00354DF7">
      <w:pPr>
        <w:tabs>
          <w:tab w:val="left" w:pos="6195"/>
        </w:tabs>
      </w:pPr>
      <w:r>
        <w:t>496.3178</w:t>
      </w:r>
      <w:r>
        <w:tab/>
        <w:t>3.832e0</w:t>
      </w:r>
    </w:p>
    <w:p w:rsidR="00354DF7" w:rsidRDefault="00354DF7" w:rsidP="00354DF7">
      <w:pPr>
        <w:tabs>
          <w:tab w:val="left" w:pos="6195"/>
        </w:tabs>
      </w:pPr>
      <w:r>
        <w:t>496.3316</w:t>
      </w:r>
      <w:r>
        <w:tab/>
        <w:t>9.553e0</w:t>
      </w:r>
    </w:p>
    <w:p w:rsidR="00354DF7" w:rsidRDefault="00354DF7" w:rsidP="00354DF7">
      <w:pPr>
        <w:tabs>
          <w:tab w:val="left" w:pos="6195"/>
        </w:tabs>
      </w:pPr>
      <w:r>
        <w:t>496.3385</w:t>
      </w:r>
      <w:r>
        <w:tab/>
        <w:t>1.983e0</w:t>
      </w:r>
    </w:p>
    <w:p w:rsidR="00354DF7" w:rsidRDefault="00354DF7" w:rsidP="00354DF7">
      <w:pPr>
        <w:tabs>
          <w:tab w:val="left" w:pos="6195"/>
        </w:tabs>
      </w:pPr>
      <w:r>
        <w:t>496.3662</w:t>
      </w:r>
      <w:r>
        <w:tab/>
        <w:t>2.189e1</w:t>
      </w:r>
    </w:p>
    <w:p w:rsidR="00354DF7" w:rsidRDefault="00354DF7" w:rsidP="00354DF7">
      <w:pPr>
        <w:tabs>
          <w:tab w:val="left" w:pos="6195"/>
        </w:tabs>
      </w:pPr>
      <w:r>
        <w:t>496.4110</w:t>
      </w:r>
      <w:r>
        <w:tab/>
        <w:t>3.643e1</w:t>
      </w:r>
    </w:p>
    <w:p w:rsidR="00354DF7" w:rsidRDefault="00354DF7" w:rsidP="00354DF7">
      <w:pPr>
        <w:tabs>
          <w:tab w:val="left" w:pos="6195"/>
        </w:tabs>
      </w:pPr>
      <w:r>
        <w:t>496.4123</w:t>
      </w:r>
      <w:r>
        <w:tab/>
        <w:t>3.280e1</w:t>
      </w:r>
    </w:p>
    <w:p w:rsidR="00354DF7" w:rsidRDefault="00354DF7" w:rsidP="00354DF7">
      <w:pPr>
        <w:tabs>
          <w:tab w:val="left" w:pos="6195"/>
        </w:tabs>
      </w:pPr>
      <w:r>
        <w:t>496.4149</w:t>
      </w:r>
      <w:r>
        <w:tab/>
        <w:t>8.362e1</w:t>
      </w:r>
    </w:p>
    <w:p w:rsidR="00354DF7" w:rsidRDefault="00354DF7" w:rsidP="00354DF7">
      <w:pPr>
        <w:tabs>
          <w:tab w:val="left" w:pos="6195"/>
        </w:tabs>
      </w:pPr>
      <w:r>
        <w:lastRenderedPageBreak/>
        <w:t>496.4170</w:t>
      </w:r>
      <w:r>
        <w:tab/>
        <w:t>1.708e1</w:t>
      </w:r>
    </w:p>
    <w:p w:rsidR="00354DF7" w:rsidRDefault="00354DF7" w:rsidP="00354DF7">
      <w:pPr>
        <w:tabs>
          <w:tab w:val="left" w:pos="6195"/>
        </w:tabs>
      </w:pPr>
      <w:r>
        <w:t>496.4191</w:t>
      </w:r>
      <w:r>
        <w:tab/>
        <w:t>3.530e1</w:t>
      </w:r>
    </w:p>
    <w:p w:rsidR="00354DF7" w:rsidRDefault="00354DF7" w:rsidP="00354DF7">
      <w:pPr>
        <w:tabs>
          <w:tab w:val="left" w:pos="6195"/>
        </w:tabs>
      </w:pPr>
      <w:r>
        <w:t>496.4839</w:t>
      </w:r>
      <w:r>
        <w:tab/>
        <w:t>5.159e0</w:t>
      </w:r>
    </w:p>
    <w:p w:rsidR="00354DF7" w:rsidRDefault="00354DF7" w:rsidP="00354DF7">
      <w:pPr>
        <w:tabs>
          <w:tab w:val="left" w:pos="6195"/>
        </w:tabs>
      </w:pPr>
      <w:r>
        <w:t>496.5109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496.5423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496.5624</w:t>
      </w:r>
      <w:r>
        <w:tab/>
        <w:t>1.013e1</w:t>
      </w:r>
    </w:p>
    <w:p w:rsidR="00354DF7" w:rsidRDefault="00354DF7" w:rsidP="00354DF7">
      <w:pPr>
        <w:tabs>
          <w:tab w:val="left" w:pos="6195"/>
        </w:tabs>
      </w:pPr>
      <w:r>
        <w:t>496.5742</w:t>
      </w:r>
      <w:r>
        <w:tab/>
        <w:t>2.987e0</w:t>
      </w:r>
    </w:p>
    <w:p w:rsidR="00354DF7" w:rsidRDefault="00354DF7" w:rsidP="00354DF7">
      <w:pPr>
        <w:tabs>
          <w:tab w:val="left" w:pos="6195"/>
        </w:tabs>
      </w:pPr>
      <w:r>
        <w:t>496.5861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496.5919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496.6051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496.6230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496.6291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496.6434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496.6561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496.6600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496.7011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496.7043</w:t>
      </w:r>
      <w:r>
        <w:tab/>
        <w:t>4.147e0</w:t>
      </w:r>
    </w:p>
    <w:p w:rsidR="00354DF7" w:rsidRDefault="00354DF7" w:rsidP="00354DF7">
      <w:pPr>
        <w:tabs>
          <w:tab w:val="left" w:pos="6195"/>
        </w:tabs>
      </w:pPr>
      <w:r>
        <w:t>496.7106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496.7165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496.7650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496.7818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496.7833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496.8028</w:t>
      </w:r>
      <w:r>
        <w:tab/>
        <w:t>2.141e0</w:t>
      </w:r>
    </w:p>
    <w:p w:rsidR="00354DF7" w:rsidRDefault="00354DF7" w:rsidP="00354DF7">
      <w:pPr>
        <w:tabs>
          <w:tab w:val="left" w:pos="6195"/>
        </w:tabs>
      </w:pPr>
      <w:r>
        <w:t>496.8248</w:t>
      </w:r>
      <w:r>
        <w:tab/>
        <w:t>4.805e0</w:t>
      </w:r>
    </w:p>
    <w:p w:rsidR="00354DF7" w:rsidRDefault="00354DF7" w:rsidP="00354DF7">
      <w:pPr>
        <w:tabs>
          <w:tab w:val="left" w:pos="6195"/>
        </w:tabs>
      </w:pPr>
      <w:r>
        <w:t>496.8436</w:t>
      </w:r>
      <w:r>
        <w:tab/>
        <w:t>7.404e0</w:t>
      </w:r>
    </w:p>
    <w:p w:rsidR="00354DF7" w:rsidRDefault="00354DF7" w:rsidP="00354DF7">
      <w:pPr>
        <w:tabs>
          <w:tab w:val="left" w:pos="6195"/>
        </w:tabs>
      </w:pPr>
      <w:r>
        <w:t>496.8596</w:t>
      </w:r>
      <w:r>
        <w:tab/>
        <w:t>2.280e0</w:t>
      </w:r>
    </w:p>
    <w:p w:rsidR="00354DF7" w:rsidRDefault="00354DF7" w:rsidP="00354DF7">
      <w:pPr>
        <w:tabs>
          <w:tab w:val="left" w:pos="6195"/>
        </w:tabs>
      </w:pPr>
      <w:r>
        <w:t>496.8671</w:t>
      </w:r>
      <w:r>
        <w:tab/>
        <w:t>4.003e0</w:t>
      </w:r>
    </w:p>
    <w:p w:rsidR="00354DF7" w:rsidRDefault="00354DF7" w:rsidP="00354DF7">
      <w:pPr>
        <w:tabs>
          <w:tab w:val="left" w:pos="6195"/>
        </w:tabs>
      </w:pPr>
      <w:r>
        <w:t>496.8798</w:t>
      </w:r>
      <w:r>
        <w:tab/>
        <w:t>2.800e0</w:t>
      </w:r>
    </w:p>
    <w:p w:rsidR="00354DF7" w:rsidRDefault="00354DF7" w:rsidP="00354DF7">
      <w:pPr>
        <w:tabs>
          <w:tab w:val="left" w:pos="6195"/>
        </w:tabs>
      </w:pPr>
      <w:r>
        <w:t>496.9236</w:t>
      </w:r>
      <w:r>
        <w:tab/>
        <w:t>1.946e0</w:t>
      </w:r>
    </w:p>
    <w:p w:rsidR="00354DF7" w:rsidRDefault="00354DF7" w:rsidP="00354DF7">
      <w:pPr>
        <w:tabs>
          <w:tab w:val="left" w:pos="6195"/>
        </w:tabs>
      </w:pPr>
      <w:r>
        <w:t>496.9330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496.9405</w:t>
      </w:r>
      <w:r>
        <w:tab/>
        <w:t>1.122e0</w:t>
      </w:r>
    </w:p>
    <w:p w:rsidR="00354DF7" w:rsidRDefault="00354DF7" w:rsidP="00354DF7">
      <w:pPr>
        <w:tabs>
          <w:tab w:val="left" w:pos="6195"/>
        </w:tabs>
      </w:pPr>
      <w:r>
        <w:t>496.9544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496.9739</w:t>
      </w:r>
      <w:r>
        <w:tab/>
        <w:t>2.779e0</w:t>
      </w:r>
    </w:p>
    <w:p w:rsidR="00354DF7" w:rsidRDefault="00354DF7" w:rsidP="00354DF7">
      <w:pPr>
        <w:tabs>
          <w:tab w:val="left" w:pos="6195"/>
        </w:tabs>
      </w:pPr>
      <w:r>
        <w:t>496.9945</w:t>
      </w:r>
      <w:r>
        <w:tab/>
        <w:t>2.550e0</w:t>
      </w:r>
    </w:p>
    <w:p w:rsidR="00354DF7" w:rsidRDefault="00354DF7" w:rsidP="00354DF7">
      <w:pPr>
        <w:tabs>
          <w:tab w:val="left" w:pos="6195"/>
        </w:tabs>
      </w:pPr>
      <w:r>
        <w:t>497.0268</w:t>
      </w:r>
      <w:r>
        <w:tab/>
        <w:t>7.769e0</w:t>
      </w:r>
    </w:p>
    <w:p w:rsidR="00354DF7" w:rsidRDefault="00354DF7" w:rsidP="00354DF7">
      <w:pPr>
        <w:tabs>
          <w:tab w:val="left" w:pos="6195"/>
        </w:tabs>
      </w:pPr>
      <w:r>
        <w:t>497.0327</w:t>
      </w:r>
      <w:r>
        <w:tab/>
        <w:t>2.918e0</w:t>
      </w:r>
    </w:p>
    <w:p w:rsidR="00354DF7" w:rsidRDefault="00354DF7" w:rsidP="00354DF7">
      <w:pPr>
        <w:tabs>
          <w:tab w:val="left" w:pos="6195"/>
        </w:tabs>
      </w:pPr>
      <w:r>
        <w:t>497.0449</w:t>
      </w:r>
      <w:r>
        <w:tab/>
        <w:t>1.981e0</w:t>
      </w:r>
    </w:p>
    <w:p w:rsidR="00354DF7" w:rsidRDefault="00354DF7" w:rsidP="00354DF7">
      <w:pPr>
        <w:tabs>
          <w:tab w:val="left" w:pos="6195"/>
        </w:tabs>
      </w:pPr>
      <w:r>
        <w:t>497.0819</w:t>
      </w:r>
      <w:r>
        <w:tab/>
        <w:t>2.035e0</w:t>
      </w:r>
    </w:p>
    <w:p w:rsidR="00354DF7" w:rsidRDefault="00354DF7" w:rsidP="00354DF7">
      <w:pPr>
        <w:tabs>
          <w:tab w:val="left" w:pos="6195"/>
        </w:tabs>
      </w:pPr>
      <w:r>
        <w:lastRenderedPageBreak/>
        <w:t>497.1021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497.1308</w:t>
      </w:r>
      <w:r>
        <w:tab/>
        <w:t>1.749e0</w:t>
      </w:r>
    </w:p>
    <w:p w:rsidR="00354DF7" w:rsidRDefault="00354DF7" w:rsidP="00354DF7">
      <w:pPr>
        <w:tabs>
          <w:tab w:val="left" w:pos="6195"/>
        </w:tabs>
      </w:pPr>
      <w:r>
        <w:t>497.1617</w:t>
      </w:r>
      <w:r>
        <w:tab/>
        <w:t>7.426e0</w:t>
      </w:r>
    </w:p>
    <w:p w:rsidR="00354DF7" w:rsidRDefault="00354DF7" w:rsidP="00354DF7">
      <w:pPr>
        <w:tabs>
          <w:tab w:val="left" w:pos="6195"/>
        </w:tabs>
      </w:pPr>
      <w:r>
        <w:t>497.2268</w:t>
      </w:r>
      <w:r>
        <w:tab/>
        <w:t>7.137e0</w:t>
      </w:r>
    </w:p>
    <w:p w:rsidR="00354DF7" w:rsidRDefault="00354DF7" w:rsidP="00354DF7">
      <w:pPr>
        <w:tabs>
          <w:tab w:val="left" w:pos="6195"/>
        </w:tabs>
      </w:pPr>
      <w:r>
        <w:t>497.2360</w:t>
      </w:r>
      <w:r>
        <w:tab/>
        <w:t>5.730e0</w:t>
      </w:r>
    </w:p>
    <w:p w:rsidR="00354DF7" w:rsidRDefault="00354DF7" w:rsidP="00354DF7">
      <w:pPr>
        <w:tabs>
          <w:tab w:val="left" w:pos="6195"/>
        </w:tabs>
      </w:pPr>
      <w:r>
        <w:t>497.2377</w:t>
      </w:r>
      <w:r>
        <w:tab/>
        <w:t>1.387e1</w:t>
      </w:r>
    </w:p>
    <w:p w:rsidR="00354DF7" w:rsidRDefault="00354DF7" w:rsidP="00354DF7">
      <w:pPr>
        <w:tabs>
          <w:tab w:val="left" w:pos="6195"/>
        </w:tabs>
      </w:pPr>
      <w:r>
        <w:t>497.2447</w:t>
      </w:r>
      <w:r>
        <w:tab/>
        <w:t>6.661e0</w:t>
      </w:r>
    </w:p>
    <w:p w:rsidR="00354DF7" w:rsidRDefault="00354DF7" w:rsidP="00354DF7">
      <w:pPr>
        <w:tabs>
          <w:tab w:val="left" w:pos="6195"/>
        </w:tabs>
      </w:pPr>
      <w:r>
        <w:t>497.2463</w:t>
      </w:r>
      <w:r>
        <w:tab/>
        <w:t>2.804e1</w:t>
      </w:r>
    </w:p>
    <w:p w:rsidR="00354DF7" w:rsidRDefault="00354DF7" w:rsidP="00354DF7">
      <w:pPr>
        <w:tabs>
          <w:tab w:val="left" w:pos="6195"/>
        </w:tabs>
      </w:pPr>
      <w:r>
        <w:t>497.3268</w:t>
      </w:r>
      <w:r>
        <w:tab/>
        <w:t>3.065e0</w:t>
      </w:r>
    </w:p>
    <w:p w:rsidR="00354DF7" w:rsidRDefault="00354DF7" w:rsidP="00354DF7">
      <w:pPr>
        <w:tabs>
          <w:tab w:val="left" w:pos="6195"/>
        </w:tabs>
      </w:pPr>
      <w:r>
        <w:t>497.3603</w:t>
      </w:r>
      <w:r>
        <w:tab/>
        <w:t>2.030e0</w:t>
      </w:r>
    </w:p>
    <w:p w:rsidR="00354DF7" w:rsidRDefault="00354DF7" w:rsidP="00354DF7">
      <w:pPr>
        <w:tabs>
          <w:tab w:val="left" w:pos="6195"/>
        </w:tabs>
      </w:pPr>
      <w:r>
        <w:t>497.3688</w:t>
      </w:r>
      <w:r>
        <w:tab/>
        <w:t>3.631e0</w:t>
      </w:r>
    </w:p>
    <w:p w:rsidR="00354DF7" w:rsidRDefault="00354DF7" w:rsidP="00354DF7">
      <w:pPr>
        <w:tabs>
          <w:tab w:val="left" w:pos="6195"/>
        </w:tabs>
      </w:pPr>
      <w:r>
        <w:t>497.4269</w:t>
      </w:r>
      <w:r>
        <w:tab/>
        <w:t>5.729e0</w:t>
      </w:r>
    </w:p>
    <w:p w:rsidR="00354DF7" w:rsidRDefault="00354DF7" w:rsidP="00354DF7">
      <w:pPr>
        <w:tabs>
          <w:tab w:val="left" w:pos="6195"/>
        </w:tabs>
      </w:pPr>
      <w:r>
        <w:t>497.4290</w:t>
      </w:r>
      <w:r>
        <w:tab/>
        <w:t>1.943e1</w:t>
      </w:r>
    </w:p>
    <w:p w:rsidR="00354DF7" w:rsidRDefault="00354DF7" w:rsidP="00354DF7">
      <w:pPr>
        <w:tabs>
          <w:tab w:val="left" w:pos="6195"/>
        </w:tabs>
      </w:pPr>
      <w:r>
        <w:t>497.4340</w:t>
      </w:r>
      <w:r>
        <w:tab/>
        <w:t>2.871e1</w:t>
      </w:r>
    </w:p>
    <w:p w:rsidR="00354DF7" w:rsidRDefault="00354DF7" w:rsidP="00354DF7">
      <w:pPr>
        <w:tabs>
          <w:tab w:val="left" w:pos="6195"/>
        </w:tabs>
      </w:pPr>
      <w:r>
        <w:t>497.4365</w:t>
      </w:r>
      <w:r>
        <w:tab/>
        <w:t>3.875e0</w:t>
      </w:r>
    </w:p>
    <w:p w:rsidR="00354DF7" w:rsidRDefault="00354DF7" w:rsidP="00354DF7">
      <w:pPr>
        <w:tabs>
          <w:tab w:val="left" w:pos="6195"/>
        </w:tabs>
      </w:pPr>
      <w:r>
        <w:t>497.4465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497.4953</w:t>
      </w:r>
      <w:r>
        <w:tab/>
        <w:t>1.127e0</w:t>
      </w:r>
    </w:p>
    <w:p w:rsidR="00354DF7" w:rsidRDefault="00354DF7" w:rsidP="00354DF7">
      <w:pPr>
        <w:tabs>
          <w:tab w:val="left" w:pos="6195"/>
        </w:tabs>
      </w:pPr>
      <w:r>
        <w:t>497.5148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497.5570</w:t>
      </w:r>
      <w:r>
        <w:tab/>
        <w:t>2.947e0</w:t>
      </w:r>
    </w:p>
    <w:p w:rsidR="00354DF7" w:rsidRDefault="00354DF7" w:rsidP="00354DF7">
      <w:pPr>
        <w:tabs>
          <w:tab w:val="left" w:pos="6195"/>
        </w:tabs>
      </w:pPr>
      <w:r>
        <w:lastRenderedPageBreak/>
        <w:t>497.5583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497.5636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497.5673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497.5712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497.5748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497.6352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497.6400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497.6656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497.6832</w:t>
      </w:r>
      <w:r>
        <w:tab/>
        <w:t>6.573e0</w:t>
      </w:r>
    </w:p>
    <w:p w:rsidR="00354DF7" w:rsidRDefault="00354DF7" w:rsidP="00354DF7">
      <w:pPr>
        <w:tabs>
          <w:tab w:val="left" w:pos="6195"/>
        </w:tabs>
      </w:pPr>
      <w:r>
        <w:t>497.7042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497.7121</w:t>
      </w:r>
      <w:r>
        <w:tab/>
        <w:t>2.109e0</w:t>
      </w:r>
    </w:p>
    <w:p w:rsidR="00354DF7" w:rsidRDefault="00354DF7" w:rsidP="00354DF7">
      <w:pPr>
        <w:tabs>
          <w:tab w:val="left" w:pos="6195"/>
        </w:tabs>
      </w:pPr>
      <w:r>
        <w:t>497.7143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497.7253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497.7352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497.7464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497.7841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497.7942</w:t>
      </w:r>
      <w:r>
        <w:tab/>
        <w:t>2.228e0</w:t>
      </w:r>
    </w:p>
    <w:p w:rsidR="00354DF7" w:rsidRDefault="00354DF7" w:rsidP="00354DF7">
      <w:pPr>
        <w:tabs>
          <w:tab w:val="left" w:pos="6195"/>
        </w:tabs>
      </w:pPr>
      <w:r>
        <w:t>497.8106</w:t>
      </w:r>
      <w:r>
        <w:tab/>
        <w:t>2.853e0</w:t>
      </w:r>
    </w:p>
    <w:p w:rsidR="00354DF7" w:rsidRDefault="00354DF7" w:rsidP="00354DF7">
      <w:pPr>
        <w:tabs>
          <w:tab w:val="left" w:pos="6195"/>
        </w:tabs>
      </w:pPr>
      <w:r>
        <w:t>497.8236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497.8368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497.8401</w:t>
      </w:r>
      <w:r>
        <w:tab/>
        <w:t>8.929e0</w:t>
      </w:r>
    </w:p>
    <w:p w:rsidR="00354DF7" w:rsidRDefault="00354DF7" w:rsidP="00354DF7">
      <w:pPr>
        <w:tabs>
          <w:tab w:val="left" w:pos="6195"/>
        </w:tabs>
      </w:pPr>
      <w:r>
        <w:t>497.8727</w:t>
      </w:r>
      <w:r>
        <w:tab/>
        <w:t>2.966e0</w:t>
      </w:r>
    </w:p>
    <w:p w:rsidR="00354DF7" w:rsidRDefault="00354DF7" w:rsidP="00354DF7">
      <w:pPr>
        <w:tabs>
          <w:tab w:val="left" w:pos="6195"/>
        </w:tabs>
      </w:pPr>
      <w:r>
        <w:t>497.8885</w:t>
      </w:r>
      <w:r>
        <w:tab/>
        <w:t>2.668e0</w:t>
      </w:r>
    </w:p>
    <w:p w:rsidR="00354DF7" w:rsidRDefault="00354DF7" w:rsidP="00354DF7">
      <w:pPr>
        <w:tabs>
          <w:tab w:val="left" w:pos="6195"/>
        </w:tabs>
      </w:pPr>
      <w:r>
        <w:t>497.9011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497.9260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497.9275</w:t>
      </w:r>
      <w:r>
        <w:tab/>
        <w:t>1.521e0</w:t>
      </w:r>
    </w:p>
    <w:p w:rsidR="00354DF7" w:rsidRDefault="00354DF7" w:rsidP="00354DF7">
      <w:pPr>
        <w:tabs>
          <w:tab w:val="left" w:pos="6195"/>
        </w:tabs>
      </w:pPr>
      <w:r>
        <w:t>497.9561</w:t>
      </w:r>
      <w:r>
        <w:tab/>
        <w:t>7.758e0</w:t>
      </w:r>
    </w:p>
    <w:p w:rsidR="00354DF7" w:rsidRDefault="00354DF7" w:rsidP="00354DF7">
      <w:pPr>
        <w:tabs>
          <w:tab w:val="left" w:pos="6195"/>
        </w:tabs>
      </w:pPr>
      <w:r>
        <w:t>497.9706</w:t>
      </w:r>
      <w:r>
        <w:tab/>
        <w:t>2.940e0</w:t>
      </w:r>
    </w:p>
    <w:p w:rsidR="00354DF7" w:rsidRDefault="00354DF7" w:rsidP="00354DF7">
      <w:pPr>
        <w:tabs>
          <w:tab w:val="left" w:pos="6195"/>
        </w:tabs>
      </w:pPr>
      <w:r>
        <w:t>497.9836</w:t>
      </w:r>
      <w:r>
        <w:tab/>
        <w:t>3.753e0</w:t>
      </w:r>
    </w:p>
    <w:p w:rsidR="00354DF7" w:rsidRDefault="00354DF7" w:rsidP="00354DF7">
      <w:pPr>
        <w:tabs>
          <w:tab w:val="left" w:pos="6195"/>
        </w:tabs>
      </w:pPr>
      <w:r>
        <w:t>497.9937</w:t>
      </w:r>
      <w:r>
        <w:tab/>
        <w:t>3.745e0</w:t>
      </w:r>
    </w:p>
    <w:p w:rsidR="00354DF7" w:rsidRDefault="00354DF7" w:rsidP="00354DF7">
      <w:pPr>
        <w:tabs>
          <w:tab w:val="left" w:pos="6195"/>
        </w:tabs>
      </w:pPr>
      <w:r>
        <w:t>498.0214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498.0318</w:t>
      </w:r>
      <w:r>
        <w:tab/>
        <w:t>1.474e0</w:t>
      </w:r>
    </w:p>
    <w:p w:rsidR="00354DF7" w:rsidRDefault="00354DF7" w:rsidP="00354DF7">
      <w:pPr>
        <w:tabs>
          <w:tab w:val="left" w:pos="6195"/>
        </w:tabs>
      </w:pPr>
      <w:r>
        <w:t>498.0461</w:t>
      </w:r>
      <w:r>
        <w:tab/>
        <w:t>6.005e0</w:t>
      </w:r>
    </w:p>
    <w:p w:rsidR="00354DF7" w:rsidRDefault="00354DF7" w:rsidP="00354DF7">
      <w:pPr>
        <w:tabs>
          <w:tab w:val="left" w:pos="6195"/>
        </w:tabs>
      </w:pPr>
      <w:r>
        <w:t>498.0511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498.0622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498.0794</w:t>
      </w:r>
      <w:r>
        <w:tab/>
        <w:t>4.016e0</w:t>
      </w:r>
    </w:p>
    <w:p w:rsidR="00354DF7" w:rsidRDefault="00354DF7" w:rsidP="00354DF7">
      <w:pPr>
        <w:tabs>
          <w:tab w:val="left" w:pos="6195"/>
        </w:tabs>
      </w:pPr>
      <w:r>
        <w:t>498.1085</w:t>
      </w:r>
      <w:r>
        <w:tab/>
        <w:t>2.616e0</w:t>
      </w:r>
    </w:p>
    <w:p w:rsidR="00354DF7" w:rsidRDefault="00354DF7" w:rsidP="00354DF7">
      <w:pPr>
        <w:tabs>
          <w:tab w:val="left" w:pos="6195"/>
        </w:tabs>
      </w:pPr>
      <w:r>
        <w:t>498.1307</w:t>
      </w:r>
      <w:r>
        <w:tab/>
        <w:t>1.721e0</w:t>
      </w:r>
    </w:p>
    <w:p w:rsidR="00354DF7" w:rsidRDefault="00354DF7" w:rsidP="00354DF7">
      <w:pPr>
        <w:tabs>
          <w:tab w:val="left" w:pos="6195"/>
        </w:tabs>
      </w:pPr>
      <w:r>
        <w:lastRenderedPageBreak/>
        <w:t>498.1548</w:t>
      </w:r>
      <w:r>
        <w:tab/>
        <w:t>2.706e0</w:t>
      </w:r>
    </w:p>
    <w:p w:rsidR="00354DF7" w:rsidRDefault="00354DF7" w:rsidP="00354DF7">
      <w:pPr>
        <w:tabs>
          <w:tab w:val="left" w:pos="6195"/>
        </w:tabs>
      </w:pPr>
      <w:r>
        <w:t>498.1606</w:t>
      </w:r>
      <w:r>
        <w:tab/>
        <w:t>1.889e0</w:t>
      </w:r>
    </w:p>
    <w:p w:rsidR="00354DF7" w:rsidRDefault="00354DF7" w:rsidP="00354DF7">
      <w:pPr>
        <w:tabs>
          <w:tab w:val="left" w:pos="6195"/>
        </w:tabs>
      </w:pPr>
      <w:r>
        <w:t>498.1653</w:t>
      </w:r>
      <w:r>
        <w:tab/>
        <w:t>3.213e0</w:t>
      </w:r>
    </w:p>
    <w:p w:rsidR="00354DF7" w:rsidRDefault="00354DF7" w:rsidP="00354DF7">
      <w:pPr>
        <w:tabs>
          <w:tab w:val="left" w:pos="6195"/>
        </w:tabs>
      </w:pPr>
      <w:r>
        <w:t>498.1786</w:t>
      </w:r>
      <w:r>
        <w:tab/>
        <w:t>1.316e0</w:t>
      </w:r>
    </w:p>
    <w:p w:rsidR="00354DF7" w:rsidRDefault="00354DF7" w:rsidP="00354DF7">
      <w:pPr>
        <w:tabs>
          <w:tab w:val="left" w:pos="6195"/>
        </w:tabs>
      </w:pPr>
      <w:r>
        <w:t>498.2065</w:t>
      </w:r>
      <w:r>
        <w:tab/>
        <w:t>3.642e0</w:t>
      </w:r>
    </w:p>
    <w:p w:rsidR="00354DF7" w:rsidRDefault="00354DF7" w:rsidP="00354DF7">
      <w:pPr>
        <w:tabs>
          <w:tab w:val="left" w:pos="6195"/>
        </w:tabs>
      </w:pPr>
      <w:r>
        <w:t>498.2249</w:t>
      </w:r>
      <w:r>
        <w:tab/>
        <w:t>2.791e0</w:t>
      </w:r>
    </w:p>
    <w:p w:rsidR="00354DF7" w:rsidRDefault="00354DF7" w:rsidP="00354DF7">
      <w:pPr>
        <w:tabs>
          <w:tab w:val="left" w:pos="6195"/>
        </w:tabs>
      </w:pPr>
      <w:r>
        <w:t>498.2295</w:t>
      </w:r>
      <w:r>
        <w:tab/>
        <w:t>4.705e0</w:t>
      </w:r>
    </w:p>
    <w:p w:rsidR="00354DF7" w:rsidRDefault="00354DF7" w:rsidP="00354DF7">
      <w:pPr>
        <w:tabs>
          <w:tab w:val="left" w:pos="6195"/>
        </w:tabs>
      </w:pPr>
      <w:r>
        <w:t>498.2309</w:t>
      </w:r>
      <w:r>
        <w:tab/>
        <w:t>1.652e0</w:t>
      </w:r>
    </w:p>
    <w:p w:rsidR="00354DF7" w:rsidRDefault="00354DF7" w:rsidP="00354DF7">
      <w:pPr>
        <w:tabs>
          <w:tab w:val="left" w:pos="6195"/>
        </w:tabs>
      </w:pPr>
      <w:r>
        <w:t>498.2570</w:t>
      </w:r>
      <w:r>
        <w:tab/>
        <w:t>2.343e0</w:t>
      </w:r>
    </w:p>
    <w:p w:rsidR="00354DF7" w:rsidRDefault="00354DF7" w:rsidP="00354DF7">
      <w:pPr>
        <w:tabs>
          <w:tab w:val="left" w:pos="6195"/>
        </w:tabs>
      </w:pPr>
      <w:r>
        <w:t>498.2650</w:t>
      </w:r>
      <w:r>
        <w:tab/>
        <w:t>3.759e0</w:t>
      </w:r>
    </w:p>
    <w:p w:rsidR="00354DF7" w:rsidRDefault="00354DF7" w:rsidP="00354DF7">
      <w:pPr>
        <w:tabs>
          <w:tab w:val="left" w:pos="6195"/>
        </w:tabs>
      </w:pPr>
      <w:r>
        <w:t>498.3149</w:t>
      </w:r>
      <w:r>
        <w:tab/>
        <w:t>1.091e0</w:t>
      </w:r>
    </w:p>
    <w:p w:rsidR="00354DF7" w:rsidRDefault="00354DF7" w:rsidP="00354DF7">
      <w:pPr>
        <w:tabs>
          <w:tab w:val="left" w:pos="6195"/>
        </w:tabs>
      </w:pPr>
      <w:r>
        <w:t>498.3179</w:t>
      </w:r>
      <w:r>
        <w:tab/>
        <w:t>2.618e0</w:t>
      </w:r>
    </w:p>
    <w:p w:rsidR="00354DF7" w:rsidRDefault="00354DF7" w:rsidP="00354DF7">
      <w:pPr>
        <w:tabs>
          <w:tab w:val="left" w:pos="6195"/>
        </w:tabs>
      </w:pPr>
      <w:r>
        <w:t>498.3516</w:t>
      </w:r>
      <w:r>
        <w:tab/>
        <w:t>1.277e0</w:t>
      </w:r>
    </w:p>
    <w:p w:rsidR="00354DF7" w:rsidRDefault="00354DF7" w:rsidP="00354DF7">
      <w:pPr>
        <w:tabs>
          <w:tab w:val="left" w:pos="6195"/>
        </w:tabs>
      </w:pPr>
      <w:r>
        <w:t>498.3918</w:t>
      </w:r>
      <w:r>
        <w:tab/>
        <w:t>7.204e0</w:t>
      </w:r>
    </w:p>
    <w:p w:rsidR="00354DF7" w:rsidRDefault="00354DF7" w:rsidP="00354DF7">
      <w:pPr>
        <w:tabs>
          <w:tab w:val="left" w:pos="6195"/>
        </w:tabs>
      </w:pPr>
      <w:r>
        <w:t>498.4069</w:t>
      </w:r>
      <w:r>
        <w:tab/>
        <w:t>3.530e0</w:t>
      </w:r>
    </w:p>
    <w:p w:rsidR="00354DF7" w:rsidRDefault="00354DF7" w:rsidP="00354DF7">
      <w:pPr>
        <w:tabs>
          <w:tab w:val="left" w:pos="6195"/>
        </w:tabs>
      </w:pPr>
      <w:r>
        <w:t>498.4178</w:t>
      </w:r>
      <w:r>
        <w:tab/>
        <w:t>6.158e0</w:t>
      </w:r>
    </w:p>
    <w:p w:rsidR="00354DF7" w:rsidRDefault="00354DF7" w:rsidP="00354DF7">
      <w:pPr>
        <w:tabs>
          <w:tab w:val="left" w:pos="6195"/>
        </w:tabs>
      </w:pPr>
      <w:r>
        <w:t>498.4237</w:t>
      </w:r>
      <w:r>
        <w:tab/>
        <w:t>1.433e1</w:t>
      </w:r>
    </w:p>
    <w:p w:rsidR="00354DF7" w:rsidRDefault="00354DF7" w:rsidP="00354DF7">
      <w:pPr>
        <w:tabs>
          <w:tab w:val="left" w:pos="6195"/>
        </w:tabs>
      </w:pPr>
      <w:r>
        <w:t>498.4250</w:t>
      </w:r>
      <w:r>
        <w:tab/>
        <w:t>1.224e1</w:t>
      </w:r>
    </w:p>
    <w:p w:rsidR="00354DF7" w:rsidRDefault="00354DF7" w:rsidP="00354DF7">
      <w:pPr>
        <w:tabs>
          <w:tab w:val="left" w:pos="6195"/>
        </w:tabs>
      </w:pPr>
      <w:r>
        <w:t>498.4427</w:t>
      </w:r>
      <w:r>
        <w:tab/>
        <w:t>1.012e1</w:t>
      </w:r>
    </w:p>
    <w:p w:rsidR="00354DF7" w:rsidRDefault="00354DF7" w:rsidP="00354DF7">
      <w:pPr>
        <w:tabs>
          <w:tab w:val="left" w:pos="6195"/>
        </w:tabs>
      </w:pPr>
      <w:r>
        <w:lastRenderedPageBreak/>
        <w:t>498.4930</w:t>
      </w:r>
      <w:r>
        <w:tab/>
        <w:t>2.238e0</w:t>
      </w:r>
    </w:p>
    <w:p w:rsidR="00354DF7" w:rsidRDefault="00354DF7" w:rsidP="00354DF7">
      <w:pPr>
        <w:tabs>
          <w:tab w:val="left" w:pos="6195"/>
        </w:tabs>
      </w:pPr>
      <w:r>
        <w:t>498.5077</w:t>
      </w:r>
      <w:r>
        <w:tab/>
        <w:t>4.927e0</w:t>
      </w:r>
    </w:p>
    <w:p w:rsidR="00354DF7" w:rsidRDefault="00354DF7" w:rsidP="00354DF7">
      <w:pPr>
        <w:tabs>
          <w:tab w:val="left" w:pos="6195"/>
        </w:tabs>
      </w:pPr>
      <w:r>
        <w:t>498.5233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498.5464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498.5608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498.5760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498.5910</w:t>
      </w:r>
      <w:r>
        <w:tab/>
        <w:t>4.017e0</w:t>
      </w:r>
    </w:p>
    <w:p w:rsidR="00354DF7" w:rsidRDefault="00354DF7" w:rsidP="00354DF7">
      <w:pPr>
        <w:tabs>
          <w:tab w:val="left" w:pos="6195"/>
        </w:tabs>
      </w:pPr>
      <w:r>
        <w:t>498.6168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498.6439</w:t>
      </w:r>
      <w:r>
        <w:tab/>
        <w:t>7.760e0</w:t>
      </w:r>
    </w:p>
    <w:p w:rsidR="00354DF7" w:rsidRDefault="00354DF7" w:rsidP="00354DF7">
      <w:pPr>
        <w:tabs>
          <w:tab w:val="left" w:pos="6195"/>
        </w:tabs>
      </w:pPr>
      <w:r>
        <w:t>498.6568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498.6578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498.6916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498.7178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498.7259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498.7385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498.7519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498.7822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498.7967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498.8055</w:t>
      </w:r>
      <w:r>
        <w:tab/>
        <w:t>1.939e0</w:t>
      </w:r>
    </w:p>
    <w:p w:rsidR="00354DF7" w:rsidRDefault="00354DF7" w:rsidP="00354DF7">
      <w:pPr>
        <w:tabs>
          <w:tab w:val="left" w:pos="6195"/>
        </w:tabs>
      </w:pPr>
      <w:r>
        <w:lastRenderedPageBreak/>
        <w:t>498.8248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498.8258</w:t>
      </w:r>
      <w:r>
        <w:tab/>
        <w:t>1.722e0</w:t>
      </w:r>
    </w:p>
    <w:p w:rsidR="00354DF7" w:rsidRDefault="00354DF7" w:rsidP="00354DF7">
      <w:pPr>
        <w:tabs>
          <w:tab w:val="left" w:pos="6195"/>
        </w:tabs>
      </w:pPr>
      <w:r>
        <w:t>498.8785</w:t>
      </w:r>
      <w:r>
        <w:tab/>
        <w:t>2.578e0</w:t>
      </w:r>
    </w:p>
    <w:p w:rsidR="00354DF7" w:rsidRDefault="00354DF7" w:rsidP="00354DF7">
      <w:pPr>
        <w:tabs>
          <w:tab w:val="left" w:pos="6195"/>
        </w:tabs>
      </w:pPr>
      <w:r>
        <w:t>498.8798</w:t>
      </w:r>
      <w:r>
        <w:tab/>
        <w:t>2.554e0</w:t>
      </w:r>
    </w:p>
    <w:p w:rsidR="00354DF7" w:rsidRDefault="00354DF7" w:rsidP="00354DF7">
      <w:pPr>
        <w:tabs>
          <w:tab w:val="left" w:pos="6195"/>
        </w:tabs>
      </w:pPr>
      <w:r>
        <w:t>498.8840</w:t>
      </w:r>
      <w:r>
        <w:tab/>
        <w:t>2.735e0</w:t>
      </w:r>
    </w:p>
    <w:p w:rsidR="00354DF7" w:rsidRDefault="00354DF7" w:rsidP="00354DF7">
      <w:pPr>
        <w:tabs>
          <w:tab w:val="left" w:pos="6195"/>
        </w:tabs>
      </w:pPr>
      <w:r>
        <w:t>498.9064</w:t>
      </w:r>
      <w:r>
        <w:tab/>
        <w:t>1.905e0</w:t>
      </w:r>
    </w:p>
    <w:p w:rsidR="00354DF7" w:rsidRDefault="00354DF7" w:rsidP="00354DF7">
      <w:pPr>
        <w:tabs>
          <w:tab w:val="left" w:pos="6195"/>
        </w:tabs>
      </w:pPr>
      <w:r>
        <w:t>498.9105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498.9270</w:t>
      </w:r>
      <w:r>
        <w:tab/>
        <w:t>4.671e0</w:t>
      </w:r>
    </w:p>
    <w:p w:rsidR="00354DF7" w:rsidRDefault="00354DF7" w:rsidP="00354DF7">
      <w:pPr>
        <w:tabs>
          <w:tab w:val="left" w:pos="6195"/>
        </w:tabs>
      </w:pPr>
      <w:r>
        <w:t>498.9290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498.9682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498.9875</w:t>
      </w:r>
      <w:r>
        <w:tab/>
        <w:t>1.785e0</w:t>
      </w:r>
    </w:p>
    <w:p w:rsidR="00354DF7" w:rsidRDefault="00354DF7" w:rsidP="00354DF7">
      <w:pPr>
        <w:tabs>
          <w:tab w:val="left" w:pos="6195"/>
        </w:tabs>
      </w:pPr>
      <w:r>
        <w:t>498.9950</w:t>
      </w:r>
      <w:r>
        <w:tab/>
        <w:t>2.703e0</w:t>
      </w:r>
    </w:p>
    <w:p w:rsidR="00354DF7" w:rsidRDefault="00354DF7" w:rsidP="00354DF7">
      <w:pPr>
        <w:tabs>
          <w:tab w:val="left" w:pos="6195"/>
        </w:tabs>
      </w:pPr>
      <w:r>
        <w:t>499.0143</w:t>
      </w:r>
      <w:r>
        <w:tab/>
        <w:t>3.699e0</w:t>
      </w:r>
    </w:p>
    <w:p w:rsidR="00354DF7" w:rsidRDefault="00354DF7" w:rsidP="00354DF7">
      <w:pPr>
        <w:tabs>
          <w:tab w:val="left" w:pos="6195"/>
        </w:tabs>
      </w:pPr>
      <w:r>
        <w:t>499.0272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499.0493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499.0616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499.0902</w:t>
      </w:r>
      <w:r>
        <w:tab/>
        <w:t>1.997e0</w:t>
      </w:r>
    </w:p>
    <w:p w:rsidR="00354DF7" w:rsidRDefault="00354DF7" w:rsidP="00354DF7">
      <w:pPr>
        <w:tabs>
          <w:tab w:val="left" w:pos="6195"/>
        </w:tabs>
      </w:pPr>
      <w:r>
        <w:t>499.1017</w:t>
      </w:r>
      <w:r>
        <w:tab/>
        <w:t>3.699e0</w:t>
      </w:r>
    </w:p>
    <w:p w:rsidR="00354DF7" w:rsidRDefault="00354DF7" w:rsidP="00354DF7">
      <w:pPr>
        <w:tabs>
          <w:tab w:val="left" w:pos="6195"/>
        </w:tabs>
      </w:pPr>
      <w:r>
        <w:t>499.1085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499.1547</w:t>
      </w:r>
      <w:r>
        <w:tab/>
        <w:t>1.382e0</w:t>
      </w:r>
    </w:p>
    <w:p w:rsidR="00354DF7" w:rsidRDefault="00354DF7" w:rsidP="00354DF7">
      <w:pPr>
        <w:tabs>
          <w:tab w:val="left" w:pos="6195"/>
        </w:tabs>
      </w:pPr>
      <w:r>
        <w:t>499.1713</w:t>
      </w:r>
      <w:r>
        <w:tab/>
        <w:t>1.661e0</w:t>
      </w:r>
    </w:p>
    <w:p w:rsidR="00354DF7" w:rsidRDefault="00354DF7" w:rsidP="00354DF7">
      <w:pPr>
        <w:tabs>
          <w:tab w:val="left" w:pos="6195"/>
        </w:tabs>
      </w:pPr>
      <w:r>
        <w:t>499.1888</w:t>
      </w:r>
      <w:r>
        <w:tab/>
        <w:t>1.214e0</w:t>
      </w:r>
    </w:p>
    <w:p w:rsidR="00354DF7" w:rsidRDefault="00354DF7" w:rsidP="00354DF7">
      <w:pPr>
        <w:tabs>
          <w:tab w:val="left" w:pos="6195"/>
        </w:tabs>
      </w:pPr>
      <w:r>
        <w:t>499.1906</w:t>
      </w:r>
      <w:r>
        <w:tab/>
        <w:t>6.289e0</w:t>
      </w:r>
    </w:p>
    <w:p w:rsidR="00354DF7" w:rsidRDefault="00354DF7" w:rsidP="00354DF7">
      <w:pPr>
        <w:tabs>
          <w:tab w:val="left" w:pos="6195"/>
        </w:tabs>
      </w:pPr>
      <w:r>
        <w:t>499.2502</w:t>
      </w:r>
      <w:r>
        <w:tab/>
        <w:t>2.009e0</w:t>
      </w:r>
    </w:p>
    <w:p w:rsidR="00354DF7" w:rsidRDefault="00354DF7" w:rsidP="00354DF7">
      <w:pPr>
        <w:tabs>
          <w:tab w:val="left" w:pos="6195"/>
        </w:tabs>
      </w:pPr>
      <w:r>
        <w:t>499.2863</w:t>
      </w:r>
      <w:r>
        <w:tab/>
        <w:t>1.856e0</w:t>
      </w:r>
    </w:p>
    <w:p w:rsidR="00354DF7" w:rsidRDefault="00354DF7" w:rsidP="00354DF7">
      <w:pPr>
        <w:tabs>
          <w:tab w:val="left" w:pos="6195"/>
        </w:tabs>
      </w:pPr>
      <w:r>
        <w:t>499.3070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499.3330</w:t>
      </w:r>
      <w:r>
        <w:tab/>
        <w:t>5.889e0</w:t>
      </w:r>
    </w:p>
    <w:p w:rsidR="00354DF7" w:rsidRDefault="00354DF7" w:rsidP="00354DF7">
      <w:pPr>
        <w:tabs>
          <w:tab w:val="left" w:pos="6195"/>
        </w:tabs>
      </w:pPr>
      <w:r>
        <w:t>499.3808</w:t>
      </w:r>
      <w:r>
        <w:tab/>
        <w:t>3.689e0</w:t>
      </w:r>
    </w:p>
    <w:p w:rsidR="00354DF7" w:rsidRDefault="00354DF7" w:rsidP="00354DF7">
      <w:pPr>
        <w:tabs>
          <w:tab w:val="left" w:pos="6195"/>
        </w:tabs>
      </w:pPr>
      <w:r>
        <w:t>499.4032</w:t>
      </w:r>
      <w:r>
        <w:tab/>
        <w:t>2.792e0</w:t>
      </w:r>
    </w:p>
    <w:p w:rsidR="00354DF7" w:rsidRDefault="00354DF7" w:rsidP="00354DF7">
      <w:pPr>
        <w:tabs>
          <w:tab w:val="left" w:pos="6195"/>
        </w:tabs>
      </w:pPr>
      <w:r>
        <w:t>499.4236</w:t>
      </w:r>
      <w:r>
        <w:tab/>
        <w:t>3.055e0</w:t>
      </w:r>
    </w:p>
    <w:p w:rsidR="00354DF7" w:rsidRDefault="00354DF7" w:rsidP="00354DF7">
      <w:pPr>
        <w:tabs>
          <w:tab w:val="left" w:pos="6195"/>
        </w:tabs>
      </w:pPr>
      <w:r>
        <w:t>499.4280</w:t>
      </w:r>
      <w:r>
        <w:tab/>
        <w:t>1.910e0</w:t>
      </w:r>
    </w:p>
    <w:p w:rsidR="00354DF7" w:rsidRDefault="00354DF7" w:rsidP="00354DF7">
      <w:pPr>
        <w:tabs>
          <w:tab w:val="left" w:pos="6195"/>
        </w:tabs>
      </w:pPr>
      <w:r>
        <w:t>499.4319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499.4529</w:t>
      </w:r>
      <w:r>
        <w:tab/>
        <w:t>1.335e0</w:t>
      </w:r>
    </w:p>
    <w:p w:rsidR="00354DF7" w:rsidRDefault="00354DF7" w:rsidP="00354DF7">
      <w:pPr>
        <w:tabs>
          <w:tab w:val="left" w:pos="6195"/>
        </w:tabs>
      </w:pPr>
      <w:r>
        <w:t>499.4824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499.4893</w:t>
      </w:r>
      <w:r>
        <w:tab/>
        <w:t>1.528e0</w:t>
      </w:r>
    </w:p>
    <w:p w:rsidR="00354DF7" w:rsidRDefault="00354DF7" w:rsidP="00354DF7">
      <w:pPr>
        <w:tabs>
          <w:tab w:val="left" w:pos="6195"/>
        </w:tabs>
      </w:pPr>
      <w:r>
        <w:t>499.4984</w:t>
      </w:r>
      <w:r>
        <w:tab/>
        <w:t>9.384e0</w:t>
      </w:r>
    </w:p>
    <w:p w:rsidR="00354DF7" w:rsidRDefault="00354DF7" w:rsidP="00354DF7">
      <w:pPr>
        <w:tabs>
          <w:tab w:val="left" w:pos="6195"/>
        </w:tabs>
      </w:pPr>
      <w:r>
        <w:t>499.5046</w:t>
      </w:r>
      <w:r>
        <w:tab/>
        <w:t>4.945e0</w:t>
      </w:r>
    </w:p>
    <w:p w:rsidR="00354DF7" w:rsidRDefault="00354DF7" w:rsidP="00354DF7">
      <w:pPr>
        <w:tabs>
          <w:tab w:val="left" w:pos="6195"/>
        </w:tabs>
      </w:pPr>
      <w:r>
        <w:t>499.5362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499.5587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499.5899</w:t>
      </w:r>
      <w:r>
        <w:tab/>
        <w:t>2.008e0</w:t>
      </w:r>
    </w:p>
    <w:p w:rsidR="00354DF7" w:rsidRDefault="00354DF7" w:rsidP="00354DF7">
      <w:pPr>
        <w:tabs>
          <w:tab w:val="left" w:pos="6195"/>
        </w:tabs>
      </w:pPr>
      <w:r>
        <w:t>499.5955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499.5992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499.6089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499.6234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499.6353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499.6485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499.6912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499.6975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499.7010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499.7441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499.7481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499.7506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499.7957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499.8168</w:t>
      </w:r>
      <w:r>
        <w:tab/>
        <w:t>1.805e0</w:t>
      </w:r>
    </w:p>
    <w:p w:rsidR="00354DF7" w:rsidRDefault="00354DF7" w:rsidP="00354DF7">
      <w:pPr>
        <w:tabs>
          <w:tab w:val="left" w:pos="6195"/>
        </w:tabs>
      </w:pPr>
      <w:r>
        <w:t>499.8191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499.8361</w:t>
      </w:r>
      <w:r>
        <w:tab/>
        <w:t>2.389e0</w:t>
      </w:r>
    </w:p>
    <w:p w:rsidR="00354DF7" w:rsidRDefault="00354DF7" w:rsidP="00354DF7">
      <w:pPr>
        <w:tabs>
          <w:tab w:val="left" w:pos="6195"/>
        </w:tabs>
      </w:pPr>
      <w:r>
        <w:t>499.8449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499.8504</w:t>
      </w:r>
      <w:r>
        <w:tab/>
        <w:t>3.665e0</w:t>
      </w:r>
    </w:p>
    <w:p w:rsidR="00354DF7" w:rsidRDefault="00354DF7" w:rsidP="00354DF7">
      <w:pPr>
        <w:tabs>
          <w:tab w:val="left" w:pos="6195"/>
        </w:tabs>
      </w:pPr>
      <w:r>
        <w:t>499.8748</w:t>
      </w:r>
      <w:r>
        <w:tab/>
        <w:t>4.899e0</w:t>
      </w:r>
    </w:p>
    <w:p w:rsidR="00354DF7" w:rsidRDefault="00354DF7" w:rsidP="00354DF7">
      <w:pPr>
        <w:tabs>
          <w:tab w:val="left" w:pos="6195"/>
        </w:tabs>
      </w:pPr>
      <w:r>
        <w:t>499.8873</w:t>
      </w:r>
      <w:r>
        <w:tab/>
        <w:t>6.689e0</w:t>
      </w:r>
    </w:p>
    <w:p w:rsidR="00354DF7" w:rsidRDefault="00354DF7" w:rsidP="00354DF7">
      <w:pPr>
        <w:tabs>
          <w:tab w:val="left" w:pos="6195"/>
        </w:tabs>
      </w:pPr>
      <w:r>
        <w:t>499.9237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499.9285</w:t>
      </w:r>
      <w:r>
        <w:tab/>
        <w:t>2.744e0</w:t>
      </w:r>
    </w:p>
    <w:p w:rsidR="00354DF7" w:rsidRDefault="00354DF7" w:rsidP="00354DF7">
      <w:pPr>
        <w:tabs>
          <w:tab w:val="left" w:pos="6195"/>
        </w:tabs>
      </w:pPr>
      <w:r>
        <w:t>499.9313</w:t>
      </w:r>
      <w:r>
        <w:tab/>
        <w:t>1.747e0</w:t>
      </w:r>
    </w:p>
    <w:p w:rsidR="00354DF7" w:rsidRDefault="00354DF7" w:rsidP="00354DF7">
      <w:pPr>
        <w:tabs>
          <w:tab w:val="left" w:pos="6195"/>
        </w:tabs>
      </w:pPr>
      <w:r>
        <w:t>499.9519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499.9693</w:t>
      </w:r>
      <w:r>
        <w:tab/>
        <w:t>1.042e0</w:t>
      </w:r>
    </w:p>
    <w:p w:rsidR="00354DF7" w:rsidRDefault="00354DF7" w:rsidP="00354DF7">
      <w:pPr>
        <w:tabs>
          <w:tab w:val="left" w:pos="6195"/>
        </w:tabs>
      </w:pPr>
      <w:r>
        <w:t>499.9931</w:t>
      </w:r>
      <w:r>
        <w:tab/>
        <w:t>5.070e0</w:t>
      </w:r>
    </w:p>
    <w:p w:rsidR="00354DF7" w:rsidRDefault="00354DF7" w:rsidP="00354DF7">
      <w:pPr>
        <w:tabs>
          <w:tab w:val="left" w:pos="6195"/>
        </w:tabs>
      </w:pPr>
      <w:r>
        <w:t>500.0012</w:t>
      </w:r>
      <w:r>
        <w:tab/>
        <w:t>1.983e0</w:t>
      </w:r>
    </w:p>
    <w:p w:rsidR="00354DF7" w:rsidRDefault="00354DF7" w:rsidP="00354DF7">
      <w:pPr>
        <w:tabs>
          <w:tab w:val="left" w:pos="6195"/>
        </w:tabs>
      </w:pPr>
      <w:r>
        <w:t>500.0213</w:t>
      </w:r>
      <w:r>
        <w:tab/>
        <w:t>1.759e0</w:t>
      </w:r>
    </w:p>
    <w:p w:rsidR="00354DF7" w:rsidRDefault="00354DF7" w:rsidP="00354DF7">
      <w:pPr>
        <w:tabs>
          <w:tab w:val="left" w:pos="6195"/>
        </w:tabs>
      </w:pPr>
      <w:r>
        <w:t>500.0555</w:t>
      </w:r>
      <w:r>
        <w:tab/>
        <w:t>7.337e0</w:t>
      </w:r>
    </w:p>
    <w:p w:rsidR="00354DF7" w:rsidRDefault="00354DF7" w:rsidP="00354DF7">
      <w:pPr>
        <w:tabs>
          <w:tab w:val="left" w:pos="6195"/>
        </w:tabs>
      </w:pPr>
      <w:r>
        <w:t>500.0617</w:t>
      </w:r>
      <w:r>
        <w:tab/>
        <w:t>9.637e0</w:t>
      </w:r>
    </w:p>
    <w:p w:rsidR="00354DF7" w:rsidRDefault="00354DF7" w:rsidP="00354DF7">
      <w:pPr>
        <w:tabs>
          <w:tab w:val="left" w:pos="6195"/>
        </w:tabs>
      </w:pPr>
      <w:r>
        <w:t>500.0813</w:t>
      </w:r>
      <w:r>
        <w:tab/>
        <w:t>4.460e0</w:t>
      </w:r>
    </w:p>
    <w:p w:rsidR="00354DF7" w:rsidRDefault="00354DF7" w:rsidP="00354DF7">
      <w:pPr>
        <w:tabs>
          <w:tab w:val="left" w:pos="6195"/>
        </w:tabs>
      </w:pPr>
      <w:r>
        <w:t>500.0827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500.0941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500.1617</w:t>
      </w:r>
      <w:r>
        <w:tab/>
        <w:t>1.901e0</w:t>
      </w:r>
    </w:p>
    <w:p w:rsidR="00354DF7" w:rsidRDefault="00354DF7" w:rsidP="00354DF7">
      <w:pPr>
        <w:tabs>
          <w:tab w:val="left" w:pos="6195"/>
        </w:tabs>
      </w:pPr>
      <w:r>
        <w:t>500.1664</w:t>
      </w:r>
      <w:r>
        <w:tab/>
        <w:t>4.469e0</w:t>
      </w:r>
    </w:p>
    <w:p w:rsidR="00354DF7" w:rsidRDefault="00354DF7" w:rsidP="00354DF7">
      <w:pPr>
        <w:tabs>
          <w:tab w:val="left" w:pos="6195"/>
        </w:tabs>
      </w:pPr>
      <w:r>
        <w:t>500.1759</w:t>
      </w:r>
      <w:r>
        <w:tab/>
        <w:t>2.762e0</w:t>
      </w:r>
    </w:p>
    <w:p w:rsidR="00354DF7" w:rsidRDefault="00354DF7" w:rsidP="00354DF7">
      <w:pPr>
        <w:tabs>
          <w:tab w:val="left" w:pos="6195"/>
        </w:tabs>
      </w:pPr>
      <w:r>
        <w:lastRenderedPageBreak/>
        <w:t>500.1867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500.2513</w:t>
      </w:r>
      <w:r>
        <w:tab/>
        <w:t>1.196e0</w:t>
      </w:r>
    </w:p>
    <w:p w:rsidR="00354DF7" w:rsidRDefault="00354DF7" w:rsidP="00354DF7">
      <w:pPr>
        <w:tabs>
          <w:tab w:val="left" w:pos="6195"/>
        </w:tabs>
      </w:pPr>
      <w:r>
        <w:t>500.2976</w:t>
      </w:r>
      <w:r>
        <w:tab/>
        <w:t>2.557e0</w:t>
      </w:r>
    </w:p>
    <w:p w:rsidR="00354DF7" w:rsidRDefault="00354DF7" w:rsidP="00354DF7">
      <w:pPr>
        <w:tabs>
          <w:tab w:val="left" w:pos="6195"/>
        </w:tabs>
      </w:pPr>
      <w:r>
        <w:t>500.3055</w:t>
      </w:r>
      <w:r>
        <w:tab/>
        <w:t>2.466e0</w:t>
      </w:r>
    </w:p>
    <w:p w:rsidR="00354DF7" w:rsidRDefault="00354DF7" w:rsidP="00354DF7">
      <w:pPr>
        <w:tabs>
          <w:tab w:val="left" w:pos="6195"/>
        </w:tabs>
      </w:pPr>
      <w:r>
        <w:t>500.3140</w:t>
      </w:r>
      <w:r>
        <w:tab/>
        <w:t>2.862e0</w:t>
      </w:r>
    </w:p>
    <w:p w:rsidR="00354DF7" w:rsidRDefault="00354DF7" w:rsidP="00354DF7">
      <w:pPr>
        <w:tabs>
          <w:tab w:val="left" w:pos="6195"/>
        </w:tabs>
      </w:pPr>
      <w:r>
        <w:t>500.3575</w:t>
      </w:r>
      <w:r>
        <w:tab/>
        <w:t>3.882e0</w:t>
      </w:r>
    </w:p>
    <w:p w:rsidR="00354DF7" w:rsidRDefault="00354DF7" w:rsidP="00354DF7">
      <w:pPr>
        <w:tabs>
          <w:tab w:val="left" w:pos="6195"/>
        </w:tabs>
      </w:pPr>
      <w:r>
        <w:t>500.3592</w:t>
      </w:r>
      <w:r>
        <w:tab/>
        <w:t>2.698e0</w:t>
      </w:r>
    </w:p>
    <w:p w:rsidR="00354DF7" w:rsidRDefault="00354DF7" w:rsidP="00354DF7">
      <w:pPr>
        <w:tabs>
          <w:tab w:val="left" w:pos="6195"/>
        </w:tabs>
      </w:pPr>
      <w:r>
        <w:t>500.3778</w:t>
      </w:r>
      <w:r>
        <w:tab/>
        <w:t>2.666e0</w:t>
      </w:r>
    </w:p>
    <w:p w:rsidR="00354DF7" w:rsidRDefault="00354DF7" w:rsidP="00354DF7">
      <w:pPr>
        <w:tabs>
          <w:tab w:val="left" w:pos="6195"/>
        </w:tabs>
      </w:pPr>
      <w:r>
        <w:t>500.3861</w:t>
      </w:r>
      <w:r>
        <w:tab/>
        <w:t>3.560e0</w:t>
      </w:r>
    </w:p>
    <w:p w:rsidR="00354DF7" w:rsidRDefault="00354DF7" w:rsidP="00354DF7">
      <w:pPr>
        <w:tabs>
          <w:tab w:val="left" w:pos="6195"/>
        </w:tabs>
      </w:pPr>
      <w:r>
        <w:t>500.3945</w:t>
      </w:r>
      <w:r>
        <w:tab/>
        <w:t>5.371e0</w:t>
      </w:r>
    </w:p>
    <w:p w:rsidR="00354DF7" w:rsidRDefault="00354DF7" w:rsidP="00354DF7">
      <w:pPr>
        <w:tabs>
          <w:tab w:val="left" w:pos="6195"/>
        </w:tabs>
      </w:pPr>
      <w:r>
        <w:t>500.4288</w:t>
      </w:r>
      <w:r>
        <w:tab/>
        <w:t>5.795e0</w:t>
      </w:r>
    </w:p>
    <w:p w:rsidR="00354DF7" w:rsidRDefault="00354DF7" w:rsidP="00354DF7">
      <w:pPr>
        <w:tabs>
          <w:tab w:val="left" w:pos="6195"/>
        </w:tabs>
      </w:pPr>
      <w:r>
        <w:t>500.4321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500.4532</w:t>
      </w:r>
      <w:r>
        <w:tab/>
        <w:t>1.147e0</w:t>
      </w:r>
    </w:p>
    <w:p w:rsidR="00354DF7" w:rsidRDefault="00354DF7" w:rsidP="00354DF7">
      <w:pPr>
        <w:tabs>
          <w:tab w:val="left" w:pos="6195"/>
        </w:tabs>
      </w:pPr>
      <w:r>
        <w:t>500.4556</w:t>
      </w:r>
      <w:r>
        <w:tab/>
        <w:t>7.135e0</w:t>
      </w:r>
    </w:p>
    <w:p w:rsidR="00354DF7" w:rsidRDefault="00354DF7" w:rsidP="00354DF7">
      <w:pPr>
        <w:tabs>
          <w:tab w:val="left" w:pos="6195"/>
        </w:tabs>
      </w:pPr>
      <w:r>
        <w:t>500.4995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500.5084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500.5125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500.5467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500.5548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500.5600</w:t>
      </w:r>
      <w:r>
        <w:tab/>
        <w:t>2.937e0</w:t>
      </w:r>
    </w:p>
    <w:p w:rsidR="00354DF7" w:rsidRDefault="00354DF7" w:rsidP="00354DF7">
      <w:pPr>
        <w:tabs>
          <w:tab w:val="left" w:pos="6195"/>
        </w:tabs>
      </w:pPr>
      <w:r>
        <w:t>500.5767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500.5943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500.6306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500.6432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500.6471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500.6611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500.6890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500.6919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500.6993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500.7062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500.7514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500.7540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500.7635</w:t>
      </w:r>
      <w:r>
        <w:tab/>
        <w:t>4.034e0</w:t>
      </w:r>
    </w:p>
    <w:p w:rsidR="00354DF7" w:rsidRDefault="00354DF7" w:rsidP="00354DF7">
      <w:pPr>
        <w:tabs>
          <w:tab w:val="left" w:pos="6195"/>
        </w:tabs>
      </w:pPr>
      <w:r>
        <w:t>500.7666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500.8035</w:t>
      </w:r>
      <w:r>
        <w:tab/>
        <w:t>4.774e0</w:t>
      </w:r>
    </w:p>
    <w:p w:rsidR="00354DF7" w:rsidRDefault="00354DF7" w:rsidP="00354DF7">
      <w:pPr>
        <w:tabs>
          <w:tab w:val="left" w:pos="6195"/>
        </w:tabs>
      </w:pPr>
      <w:r>
        <w:t>500.8428</w:t>
      </w:r>
      <w:r>
        <w:tab/>
        <w:t>1.142e0</w:t>
      </w:r>
    </w:p>
    <w:p w:rsidR="00354DF7" w:rsidRDefault="00354DF7" w:rsidP="00354DF7">
      <w:pPr>
        <w:tabs>
          <w:tab w:val="left" w:pos="6195"/>
        </w:tabs>
      </w:pPr>
      <w:r>
        <w:t>500.8805</w:t>
      </w:r>
      <w:r>
        <w:tab/>
        <w:t>1.953e0</w:t>
      </w:r>
    </w:p>
    <w:p w:rsidR="00354DF7" w:rsidRDefault="00354DF7" w:rsidP="00354DF7">
      <w:pPr>
        <w:tabs>
          <w:tab w:val="left" w:pos="6195"/>
        </w:tabs>
      </w:pPr>
      <w:r>
        <w:t>500.8856</w:t>
      </w:r>
      <w:r>
        <w:tab/>
        <w:t>3.958e0</w:t>
      </w:r>
    </w:p>
    <w:p w:rsidR="00354DF7" w:rsidRDefault="00354DF7" w:rsidP="00354DF7">
      <w:pPr>
        <w:tabs>
          <w:tab w:val="left" w:pos="6195"/>
        </w:tabs>
      </w:pPr>
      <w:r>
        <w:lastRenderedPageBreak/>
        <w:t>500.9147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500.9288</w:t>
      </w:r>
      <w:r>
        <w:tab/>
        <w:t>2.966e0</w:t>
      </w:r>
    </w:p>
    <w:p w:rsidR="00354DF7" w:rsidRDefault="00354DF7" w:rsidP="00354DF7">
      <w:pPr>
        <w:tabs>
          <w:tab w:val="left" w:pos="6195"/>
        </w:tabs>
      </w:pPr>
      <w:r>
        <w:t>500.9318</w:t>
      </w:r>
      <w:r>
        <w:tab/>
        <w:t>4.893e0</w:t>
      </w:r>
    </w:p>
    <w:p w:rsidR="00354DF7" w:rsidRDefault="00354DF7" w:rsidP="00354DF7">
      <w:pPr>
        <w:tabs>
          <w:tab w:val="left" w:pos="6195"/>
        </w:tabs>
      </w:pPr>
      <w:r>
        <w:t>500.9446</w:t>
      </w:r>
      <w:r>
        <w:tab/>
        <w:t>1.829e0</w:t>
      </w:r>
    </w:p>
    <w:p w:rsidR="00354DF7" w:rsidRDefault="00354DF7" w:rsidP="00354DF7">
      <w:pPr>
        <w:tabs>
          <w:tab w:val="left" w:pos="6195"/>
        </w:tabs>
      </w:pPr>
      <w:r>
        <w:t>500.9861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500.9884</w:t>
      </w:r>
      <w:r>
        <w:tab/>
        <w:t>4.221e0</w:t>
      </w:r>
    </w:p>
    <w:p w:rsidR="00354DF7" w:rsidRDefault="00354DF7" w:rsidP="00354DF7">
      <w:pPr>
        <w:tabs>
          <w:tab w:val="left" w:pos="6195"/>
        </w:tabs>
      </w:pPr>
      <w:r>
        <w:t>501.0291</w:t>
      </w:r>
      <w:r>
        <w:tab/>
        <w:t>4.999e0</w:t>
      </w:r>
    </w:p>
    <w:p w:rsidR="00354DF7" w:rsidRDefault="00354DF7" w:rsidP="00354DF7">
      <w:pPr>
        <w:tabs>
          <w:tab w:val="left" w:pos="6195"/>
        </w:tabs>
      </w:pPr>
      <w:r>
        <w:t>501.0348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501.0501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501.0549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501.0838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501.1097</w:t>
      </w:r>
      <w:r>
        <w:tab/>
        <w:t>2.834e0</w:t>
      </w:r>
    </w:p>
    <w:p w:rsidR="00354DF7" w:rsidRDefault="00354DF7" w:rsidP="00354DF7">
      <w:pPr>
        <w:tabs>
          <w:tab w:val="left" w:pos="6195"/>
        </w:tabs>
      </w:pPr>
      <w:r>
        <w:t>501.1123</w:t>
      </w:r>
      <w:r>
        <w:tab/>
        <w:t>2.789e0</w:t>
      </w:r>
    </w:p>
    <w:p w:rsidR="00354DF7" w:rsidRDefault="00354DF7" w:rsidP="00354DF7">
      <w:pPr>
        <w:tabs>
          <w:tab w:val="left" w:pos="6195"/>
        </w:tabs>
      </w:pPr>
      <w:r>
        <w:t>501.1556</w:t>
      </w:r>
      <w:r>
        <w:tab/>
        <w:t>5.910e0</w:t>
      </w:r>
    </w:p>
    <w:p w:rsidR="00354DF7" w:rsidRDefault="00354DF7" w:rsidP="00354DF7">
      <w:pPr>
        <w:tabs>
          <w:tab w:val="left" w:pos="6195"/>
        </w:tabs>
      </w:pPr>
      <w:r>
        <w:t>501.1671</w:t>
      </w:r>
      <w:r>
        <w:tab/>
        <w:t>9.227e0</w:t>
      </w:r>
    </w:p>
    <w:p w:rsidR="00354DF7" w:rsidRDefault="00354DF7" w:rsidP="00354DF7">
      <w:pPr>
        <w:tabs>
          <w:tab w:val="left" w:pos="6195"/>
        </w:tabs>
      </w:pPr>
      <w:r>
        <w:t>501.1701</w:t>
      </w:r>
      <w:r>
        <w:tab/>
        <w:t>1.796e0</w:t>
      </w:r>
    </w:p>
    <w:p w:rsidR="00354DF7" w:rsidRDefault="00354DF7" w:rsidP="00354DF7">
      <w:pPr>
        <w:tabs>
          <w:tab w:val="left" w:pos="6195"/>
        </w:tabs>
      </w:pPr>
      <w:r>
        <w:t>501.1894</w:t>
      </w:r>
      <w:r>
        <w:tab/>
        <w:t>1.444e1</w:t>
      </w:r>
    </w:p>
    <w:p w:rsidR="00354DF7" w:rsidRDefault="00354DF7" w:rsidP="00354DF7">
      <w:pPr>
        <w:tabs>
          <w:tab w:val="left" w:pos="6195"/>
        </w:tabs>
      </w:pPr>
      <w:r>
        <w:t>501.2001</w:t>
      </w:r>
      <w:r>
        <w:tab/>
        <w:t>8.399e0</w:t>
      </w:r>
    </w:p>
    <w:p w:rsidR="00354DF7" w:rsidRDefault="00354DF7" w:rsidP="00354DF7">
      <w:pPr>
        <w:tabs>
          <w:tab w:val="left" w:pos="6195"/>
        </w:tabs>
      </w:pPr>
      <w:r>
        <w:t>501.2090</w:t>
      </w:r>
      <w:r>
        <w:tab/>
        <w:t>7.950e0</w:t>
      </w:r>
    </w:p>
    <w:p w:rsidR="00354DF7" w:rsidRDefault="00354DF7" w:rsidP="00354DF7">
      <w:pPr>
        <w:tabs>
          <w:tab w:val="left" w:pos="6195"/>
        </w:tabs>
      </w:pPr>
      <w:r>
        <w:lastRenderedPageBreak/>
        <w:t>501.2270</w:t>
      </w:r>
      <w:r>
        <w:tab/>
        <w:t>6.519e0</w:t>
      </w:r>
    </w:p>
    <w:p w:rsidR="00354DF7" w:rsidRDefault="00354DF7" w:rsidP="00354DF7">
      <w:pPr>
        <w:tabs>
          <w:tab w:val="left" w:pos="6195"/>
        </w:tabs>
      </w:pPr>
      <w:r>
        <w:t>501.2978</w:t>
      </w:r>
      <w:r>
        <w:tab/>
        <w:t>1.678e0</w:t>
      </w:r>
    </w:p>
    <w:p w:rsidR="00354DF7" w:rsidRDefault="00354DF7" w:rsidP="00354DF7">
      <w:pPr>
        <w:tabs>
          <w:tab w:val="left" w:pos="6195"/>
        </w:tabs>
      </w:pPr>
      <w:r>
        <w:t>501.2998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501.3156</w:t>
      </w:r>
      <w:r>
        <w:tab/>
        <w:t>1.622e0</w:t>
      </w:r>
    </w:p>
    <w:p w:rsidR="00354DF7" w:rsidRDefault="00354DF7" w:rsidP="00354DF7">
      <w:pPr>
        <w:tabs>
          <w:tab w:val="left" w:pos="6195"/>
        </w:tabs>
      </w:pPr>
      <w:r>
        <w:t>501.3352</w:t>
      </w:r>
      <w:r>
        <w:tab/>
        <w:t>2.163e0</w:t>
      </w:r>
    </w:p>
    <w:p w:rsidR="00354DF7" w:rsidRDefault="00354DF7" w:rsidP="00354DF7">
      <w:pPr>
        <w:tabs>
          <w:tab w:val="left" w:pos="6195"/>
        </w:tabs>
      </w:pPr>
      <w:r>
        <w:t>501.3604</w:t>
      </w:r>
      <w:r>
        <w:tab/>
        <w:t>8.695e0</w:t>
      </w:r>
    </w:p>
    <w:p w:rsidR="00354DF7" w:rsidRDefault="00354DF7" w:rsidP="00354DF7">
      <w:pPr>
        <w:tabs>
          <w:tab w:val="left" w:pos="6195"/>
        </w:tabs>
      </w:pPr>
      <w:r>
        <w:t>501.3728</w:t>
      </w:r>
      <w:r>
        <w:tab/>
        <w:t>1.706e1</w:t>
      </w:r>
    </w:p>
    <w:p w:rsidR="00354DF7" w:rsidRDefault="00354DF7" w:rsidP="00354DF7">
      <w:pPr>
        <w:tabs>
          <w:tab w:val="left" w:pos="6195"/>
        </w:tabs>
      </w:pPr>
      <w:r>
        <w:t>501.3782</w:t>
      </w:r>
      <w:r>
        <w:tab/>
        <w:t>1.604e1</w:t>
      </w:r>
    </w:p>
    <w:p w:rsidR="00354DF7" w:rsidRDefault="00354DF7" w:rsidP="00354DF7">
      <w:pPr>
        <w:tabs>
          <w:tab w:val="left" w:pos="6195"/>
        </w:tabs>
      </w:pPr>
      <w:r>
        <w:t>501.3818</w:t>
      </w:r>
      <w:r>
        <w:tab/>
        <w:t>1.960e1</w:t>
      </w:r>
    </w:p>
    <w:p w:rsidR="00354DF7" w:rsidRDefault="00354DF7" w:rsidP="00354DF7">
      <w:pPr>
        <w:tabs>
          <w:tab w:val="left" w:pos="6195"/>
        </w:tabs>
      </w:pPr>
      <w:r>
        <w:t>501.3880</w:t>
      </w:r>
      <w:r>
        <w:tab/>
        <w:t>9.399e0</w:t>
      </w:r>
    </w:p>
    <w:p w:rsidR="00354DF7" w:rsidRDefault="00354DF7" w:rsidP="00354DF7">
      <w:pPr>
        <w:tabs>
          <w:tab w:val="left" w:pos="6195"/>
        </w:tabs>
      </w:pPr>
      <w:r>
        <w:t>501.3916</w:t>
      </w:r>
      <w:r>
        <w:tab/>
        <w:t>3.329e0</w:t>
      </w:r>
    </w:p>
    <w:p w:rsidR="00354DF7" w:rsidRDefault="00354DF7" w:rsidP="00354DF7">
      <w:pPr>
        <w:tabs>
          <w:tab w:val="left" w:pos="6195"/>
        </w:tabs>
      </w:pPr>
      <w:r>
        <w:t>501.4553</w:t>
      </w:r>
      <w:r>
        <w:tab/>
        <w:t>2.954e0</w:t>
      </w:r>
    </w:p>
    <w:p w:rsidR="00354DF7" w:rsidRDefault="00354DF7" w:rsidP="00354DF7">
      <w:pPr>
        <w:tabs>
          <w:tab w:val="left" w:pos="6195"/>
        </w:tabs>
      </w:pPr>
      <w:r>
        <w:t>501.4637</w:t>
      </w:r>
      <w:r>
        <w:tab/>
        <w:t>1.530e0</w:t>
      </w:r>
    </w:p>
    <w:p w:rsidR="00354DF7" w:rsidRDefault="00354DF7" w:rsidP="00354DF7">
      <w:pPr>
        <w:tabs>
          <w:tab w:val="left" w:pos="6195"/>
        </w:tabs>
      </w:pPr>
      <w:r>
        <w:t>501.4838</w:t>
      </w:r>
      <w:r>
        <w:tab/>
        <w:t>3.721e0</w:t>
      </w:r>
    </w:p>
    <w:p w:rsidR="00354DF7" w:rsidRDefault="00354DF7" w:rsidP="00354DF7">
      <w:pPr>
        <w:tabs>
          <w:tab w:val="left" w:pos="6195"/>
        </w:tabs>
      </w:pPr>
      <w:r>
        <w:t>501.5118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501.5224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501.5388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501.5688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501.5748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501.5993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501.6123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501.6284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501.6329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501.6465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501.6533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501.6994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501.7175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501.7248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501.7521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501.7550</w:t>
      </w:r>
      <w:r>
        <w:tab/>
        <w:t>7.089e0</w:t>
      </w:r>
    </w:p>
    <w:p w:rsidR="00354DF7" w:rsidRDefault="00354DF7" w:rsidP="00354DF7">
      <w:pPr>
        <w:tabs>
          <w:tab w:val="left" w:pos="6195"/>
        </w:tabs>
      </w:pPr>
      <w:r>
        <w:t>501.7653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501.8089</w:t>
      </w:r>
      <w:r>
        <w:tab/>
        <w:t>2.817e0</w:t>
      </w:r>
    </w:p>
    <w:p w:rsidR="00354DF7" w:rsidRDefault="00354DF7" w:rsidP="00354DF7">
      <w:pPr>
        <w:tabs>
          <w:tab w:val="left" w:pos="6195"/>
        </w:tabs>
      </w:pPr>
      <w:r>
        <w:t>501.8304</w:t>
      </w:r>
      <w:r>
        <w:tab/>
        <w:t>2.780e0</w:t>
      </w:r>
    </w:p>
    <w:p w:rsidR="00354DF7" w:rsidRDefault="00354DF7" w:rsidP="00354DF7">
      <w:pPr>
        <w:tabs>
          <w:tab w:val="left" w:pos="6195"/>
        </w:tabs>
      </w:pPr>
      <w:r>
        <w:t>501.8406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501.8502</w:t>
      </w:r>
      <w:r>
        <w:tab/>
        <w:t>4.043e0</w:t>
      </w:r>
    </w:p>
    <w:p w:rsidR="00354DF7" w:rsidRDefault="00354DF7" w:rsidP="00354DF7">
      <w:pPr>
        <w:tabs>
          <w:tab w:val="left" w:pos="6195"/>
        </w:tabs>
      </w:pPr>
      <w:r>
        <w:t>501.8877</w:t>
      </w:r>
      <w:r>
        <w:tab/>
        <w:t>3.593e0</w:t>
      </w:r>
    </w:p>
    <w:p w:rsidR="00354DF7" w:rsidRDefault="00354DF7" w:rsidP="00354DF7">
      <w:pPr>
        <w:tabs>
          <w:tab w:val="left" w:pos="6195"/>
        </w:tabs>
      </w:pPr>
      <w:r>
        <w:t>501.8990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501.9121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501.9154</w:t>
      </w:r>
      <w:r>
        <w:tab/>
        <w:t>2.294e0</w:t>
      </w:r>
    </w:p>
    <w:p w:rsidR="00354DF7" w:rsidRDefault="00354DF7" w:rsidP="00354DF7">
      <w:pPr>
        <w:tabs>
          <w:tab w:val="left" w:pos="6195"/>
        </w:tabs>
      </w:pPr>
      <w:r>
        <w:t>501.9425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501.9532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501.9582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501.9924</w:t>
      </w:r>
      <w:r>
        <w:tab/>
        <w:t>9.052e0</w:t>
      </w:r>
    </w:p>
    <w:p w:rsidR="00354DF7" w:rsidRDefault="00354DF7" w:rsidP="00354DF7">
      <w:pPr>
        <w:tabs>
          <w:tab w:val="left" w:pos="6195"/>
        </w:tabs>
      </w:pPr>
      <w:r>
        <w:t>501.9982</w:t>
      </w:r>
      <w:r>
        <w:tab/>
        <w:t>2.211e0</w:t>
      </w:r>
    </w:p>
    <w:p w:rsidR="00354DF7" w:rsidRDefault="00354DF7" w:rsidP="00354DF7">
      <w:pPr>
        <w:tabs>
          <w:tab w:val="left" w:pos="6195"/>
        </w:tabs>
      </w:pPr>
      <w:r>
        <w:t>502.0178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502.0651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502.0824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502.0960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502.1072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502.1407</w:t>
      </w:r>
      <w:r>
        <w:tab/>
        <w:t>2.763e0</w:t>
      </w:r>
    </w:p>
    <w:p w:rsidR="00354DF7" w:rsidRDefault="00354DF7" w:rsidP="00354DF7">
      <w:pPr>
        <w:tabs>
          <w:tab w:val="left" w:pos="6195"/>
        </w:tabs>
      </w:pPr>
      <w:r>
        <w:t>502.1605</w:t>
      </w:r>
      <w:r>
        <w:tab/>
        <w:t>1.200e0</w:t>
      </w:r>
    </w:p>
    <w:p w:rsidR="00354DF7" w:rsidRDefault="00354DF7" w:rsidP="00354DF7">
      <w:pPr>
        <w:tabs>
          <w:tab w:val="left" w:pos="6195"/>
        </w:tabs>
      </w:pPr>
      <w:r>
        <w:t>502.1641</w:t>
      </w:r>
      <w:r>
        <w:tab/>
        <w:t>3.476e0</w:t>
      </w:r>
    </w:p>
    <w:p w:rsidR="00354DF7" w:rsidRDefault="00354DF7" w:rsidP="00354DF7">
      <w:pPr>
        <w:tabs>
          <w:tab w:val="left" w:pos="6195"/>
        </w:tabs>
      </w:pPr>
      <w:r>
        <w:t>502.1696</w:t>
      </w:r>
      <w:r>
        <w:tab/>
        <w:t>2.774e0</w:t>
      </w:r>
    </w:p>
    <w:p w:rsidR="00354DF7" w:rsidRDefault="00354DF7" w:rsidP="00354DF7">
      <w:pPr>
        <w:tabs>
          <w:tab w:val="left" w:pos="6195"/>
        </w:tabs>
      </w:pPr>
      <w:r>
        <w:t>502.1940</w:t>
      </w:r>
      <w:r>
        <w:tab/>
        <w:t>3.165e0</w:t>
      </w:r>
    </w:p>
    <w:p w:rsidR="00354DF7" w:rsidRDefault="00354DF7" w:rsidP="00354DF7">
      <w:pPr>
        <w:tabs>
          <w:tab w:val="left" w:pos="6195"/>
        </w:tabs>
      </w:pPr>
      <w:r>
        <w:t>502.2141</w:t>
      </w:r>
      <w:r>
        <w:tab/>
        <w:t>4.092e0</w:t>
      </w:r>
    </w:p>
    <w:p w:rsidR="00354DF7" w:rsidRDefault="00354DF7" w:rsidP="00354DF7">
      <w:pPr>
        <w:tabs>
          <w:tab w:val="left" w:pos="6195"/>
        </w:tabs>
      </w:pPr>
      <w:r>
        <w:t>502.2300</w:t>
      </w:r>
      <w:r>
        <w:tab/>
        <w:t>1.363e0</w:t>
      </w:r>
    </w:p>
    <w:p w:rsidR="00354DF7" w:rsidRDefault="00354DF7" w:rsidP="00354DF7">
      <w:pPr>
        <w:tabs>
          <w:tab w:val="left" w:pos="6195"/>
        </w:tabs>
      </w:pPr>
      <w:r>
        <w:t>502.2627</w:t>
      </w:r>
      <w:r>
        <w:tab/>
        <w:t>2.151e1</w:t>
      </w:r>
    </w:p>
    <w:p w:rsidR="00354DF7" w:rsidRDefault="00354DF7" w:rsidP="00354DF7">
      <w:pPr>
        <w:tabs>
          <w:tab w:val="left" w:pos="6195"/>
        </w:tabs>
      </w:pPr>
      <w:r>
        <w:lastRenderedPageBreak/>
        <w:t>502.2823</w:t>
      </w:r>
      <w:r>
        <w:tab/>
        <w:t>2.815e0</w:t>
      </w:r>
    </w:p>
    <w:p w:rsidR="00354DF7" w:rsidRDefault="00354DF7" w:rsidP="00354DF7">
      <w:pPr>
        <w:tabs>
          <w:tab w:val="left" w:pos="6195"/>
        </w:tabs>
      </w:pPr>
      <w:r>
        <w:t>502.3058</w:t>
      </w:r>
      <w:r>
        <w:tab/>
        <w:t>3.259e0</w:t>
      </w:r>
    </w:p>
    <w:p w:rsidR="00354DF7" w:rsidRDefault="00354DF7" w:rsidP="00354DF7">
      <w:pPr>
        <w:tabs>
          <w:tab w:val="left" w:pos="6195"/>
        </w:tabs>
      </w:pPr>
      <w:r>
        <w:t>502.3377</w:t>
      </w:r>
      <w:r>
        <w:tab/>
        <w:t>2.883e0</w:t>
      </w:r>
    </w:p>
    <w:p w:rsidR="00354DF7" w:rsidRDefault="00354DF7" w:rsidP="00354DF7">
      <w:pPr>
        <w:tabs>
          <w:tab w:val="left" w:pos="6195"/>
        </w:tabs>
      </w:pPr>
      <w:r>
        <w:t>502.3724</w:t>
      </w:r>
      <w:r>
        <w:tab/>
        <w:t>7.122e0</w:t>
      </w:r>
    </w:p>
    <w:p w:rsidR="00354DF7" w:rsidRDefault="00354DF7" w:rsidP="00354DF7">
      <w:pPr>
        <w:tabs>
          <w:tab w:val="left" w:pos="6195"/>
        </w:tabs>
      </w:pPr>
      <w:r>
        <w:t>502.3792</w:t>
      </w:r>
      <w:r>
        <w:tab/>
        <w:t>8.410e0</w:t>
      </w:r>
    </w:p>
    <w:p w:rsidR="00354DF7" w:rsidRDefault="00354DF7" w:rsidP="00354DF7">
      <w:pPr>
        <w:tabs>
          <w:tab w:val="left" w:pos="6195"/>
        </w:tabs>
      </w:pPr>
      <w:r>
        <w:t>502.3803</w:t>
      </w:r>
      <w:r>
        <w:tab/>
        <w:t>6.798e0</w:t>
      </w:r>
    </w:p>
    <w:p w:rsidR="00354DF7" w:rsidRDefault="00354DF7" w:rsidP="00354DF7">
      <w:pPr>
        <w:tabs>
          <w:tab w:val="left" w:pos="6195"/>
        </w:tabs>
      </w:pPr>
      <w:r>
        <w:t>502.3813</w:t>
      </w:r>
      <w:r>
        <w:tab/>
        <w:t>3.830e0</w:t>
      </w:r>
    </w:p>
    <w:p w:rsidR="00354DF7" w:rsidRDefault="00354DF7" w:rsidP="00354DF7">
      <w:pPr>
        <w:tabs>
          <w:tab w:val="left" w:pos="6195"/>
        </w:tabs>
      </w:pPr>
      <w:r>
        <w:t>502.4058</w:t>
      </w:r>
      <w:r>
        <w:tab/>
        <w:t>1.146e1</w:t>
      </w:r>
    </w:p>
    <w:p w:rsidR="00354DF7" w:rsidRDefault="00354DF7" w:rsidP="00354DF7">
      <w:pPr>
        <w:tabs>
          <w:tab w:val="left" w:pos="6195"/>
        </w:tabs>
      </w:pPr>
      <w:r>
        <w:t>502.4390</w:t>
      </w:r>
      <w:r>
        <w:tab/>
        <w:t>2.627e0</w:t>
      </w:r>
    </w:p>
    <w:p w:rsidR="00354DF7" w:rsidRDefault="00354DF7" w:rsidP="00354DF7">
      <w:pPr>
        <w:tabs>
          <w:tab w:val="left" w:pos="6195"/>
        </w:tabs>
      </w:pPr>
      <w:r>
        <w:t>502.4409</w:t>
      </w:r>
      <w:r>
        <w:tab/>
        <w:t>3.561e0</w:t>
      </w:r>
    </w:p>
    <w:p w:rsidR="00354DF7" w:rsidRDefault="00354DF7" w:rsidP="00354DF7">
      <w:pPr>
        <w:tabs>
          <w:tab w:val="left" w:pos="6195"/>
        </w:tabs>
      </w:pPr>
      <w:r>
        <w:t>502.4434</w:t>
      </w:r>
      <w:r>
        <w:tab/>
        <w:t>3.462e0</w:t>
      </w:r>
    </w:p>
    <w:p w:rsidR="00354DF7" w:rsidRDefault="00354DF7" w:rsidP="00354DF7">
      <w:pPr>
        <w:tabs>
          <w:tab w:val="left" w:pos="6195"/>
        </w:tabs>
      </w:pPr>
      <w:r>
        <w:t>502.4974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502.5003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502.5208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502.5432</w:t>
      </w:r>
      <w:r>
        <w:tab/>
        <w:t>6.651e0</w:t>
      </w:r>
    </w:p>
    <w:p w:rsidR="00354DF7" w:rsidRDefault="00354DF7" w:rsidP="00354DF7">
      <w:pPr>
        <w:tabs>
          <w:tab w:val="left" w:pos="6195"/>
        </w:tabs>
      </w:pPr>
      <w:r>
        <w:t>502.6054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502.6646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502.6665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502.6698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502.6926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502.7094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502.7133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502.7518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502.7610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502.7711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502.7988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502.8112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502.8139</w:t>
      </w:r>
      <w:r>
        <w:tab/>
        <w:t>1.910e0</w:t>
      </w:r>
    </w:p>
    <w:p w:rsidR="00354DF7" w:rsidRDefault="00354DF7" w:rsidP="00354DF7">
      <w:pPr>
        <w:tabs>
          <w:tab w:val="left" w:pos="6195"/>
        </w:tabs>
      </w:pPr>
      <w:r>
        <w:t>502.8876</w:t>
      </w:r>
      <w:r>
        <w:tab/>
        <w:t>1.584e0</w:t>
      </w:r>
    </w:p>
    <w:p w:rsidR="00354DF7" w:rsidRDefault="00354DF7" w:rsidP="00354DF7">
      <w:pPr>
        <w:tabs>
          <w:tab w:val="left" w:pos="6195"/>
        </w:tabs>
      </w:pPr>
      <w:r>
        <w:t>502.9057</w:t>
      </w:r>
      <w:r>
        <w:tab/>
        <w:t>3.993e0</w:t>
      </w:r>
    </w:p>
    <w:p w:rsidR="00354DF7" w:rsidRDefault="00354DF7" w:rsidP="00354DF7">
      <w:pPr>
        <w:tabs>
          <w:tab w:val="left" w:pos="6195"/>
        </w:tabs>
      </w:pPr>
      <w:r>
        <w:t>502.9155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502.9325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502.9892</w:t>
      </w:r>
      <w:r>
        <w:tab/>
        <w:t>1.611e0</w:t>
      </w:r>
    </w:p>
    <w:p w:rsidR="00354DF7" w:rsidRDefault="00354DF7" w:rsidP="00354DF7">
      <w:pPr>
        <w:tabs>
          <w:tab w:val="left" w:pos="6195"/>
        </w:tabs>
      </w:pPr>
      <w:r>
        <w:t>503.0113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503.0246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503.0303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503.0403</w:t>
      </w:r>
      <w:r>
        <w:tab/>
        <w:t>6.029e0</w:t>
      </w:r>
    </w:p>
    <w:p w:rsidR="00354DF7" w:rsidRDefault="00354DF7" w:rsidP="00354DF7">
      <w:pPr>
        <w:tabs>
          <w:tab w:val="left" w:pos="6195"/>
        </w:tabs>
      </w:pPr>
      <w:r>
        <w:t>503.0512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503.0551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503.0852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503.1022</w:t>
      </w:r>
      <w:r>
        <w:tab/>
        <w:t>3.279e0</w:t>
      </w:r>
    </w:p>
    <w:p w:rsidR="00354DF7" w:rsidRDefault="00354DF7" w:rsidP="00354DF7">
      <w:pPr>
        <w:tabs>
          <w:tab w:val="left" w:pos="6195"/>
        </w:tabs>
      </w:pPr>
      <w:r>
        <w:t>503.1064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503.1108</w:t>
      </w:r>
      <w:r>
        <w:tab/>
        <w:t>1.954e0</w:t>
      </w:r>
    </w:p>
    <w:p w:rsidR="00354DF7" w:rsidRDefault="00354DF7" w:rsidP="00354DF7">
      <w:pPr>
        <w:tabs>
          <w:tab w:val="left" w:pos="6195"/>
        </w:tabs>
      </w:pPr>
      <w:r>
        <w:t>503.1395</w:t>
      </w:r>
      <w:r>
        <w:tab/>
        <w:t>3.776e0</w:t>
      </w:r>
    </w:p>
    <w:p w:rsidR="00354DF7" w:rsidRDefault="00354DF7" w:rsidP="00354DF7">
      <w:pPr>
        <w:tabs>
          <w:tab w:val="left" w:pos="6195"/>
        </w:tabs>
      </w:pPr>
      <w:r>
        <w:t>503.1555</w:t>
      </w:r>
      <w:r>
        <w:tab/>
        <w:t>4.427e0</w:t>
      </w:r>
    </w:p>
    <w:p w:rsidR="00354DF7" w:rsidRDefault="00354DF7" w:rsidP="00354DF7">
      <w:pPr>
        <w:tabs>
          <w:tab w:val="left" w:pos="6195"/>
        </w:tabs>
      </w:pPr>
      <w:r>
        <w:t>503.1577</w:t>
      </w:r>
      <w:r>
        <w:tab/>
        <w:t>3.875e0</w:t>
      </w:r>
    </w:p>
    <w:p w:rsidR="00354DF7" w:rsidRDefault="00354DF7" w:rsidP="00354DF7">
      <w:pPr>
        <w:tabs>
          <w:tab w:val="left" w:pos="6195"/>
        </w:tabs>
      </w:pPr>
      <w:r>
        <w:t>503.1765</w:t>
      </w:r>
      <w:r>
        <w:tab/>
        <w:t>4.597e0</w:t>
      </w:r>
    </w:p>
    <w:p w:rsidR="00354DF7" w:rsidRDefault="00354DF7" w:rsidP="00354DF7">
      <w:pPr>
        <w:tabs>
          <w:tab w:val="left" w:pos="6195"/>
        </w:tabs>
      </w:pPr>
      <w:r>
        <w:t>503.1954</w:t>
      </w:r>
      <w:r>
        <w:tab/>
        <w:t>4.085e0</w:t>
      </w:r>
    </w:p>
    <w:p w:rsidR="00354DF7" w:rsidRDefault="00354DF7" w:rsidP="00354DF7">
      <w:pPr>
        <w:tabs>
          <w:tab w:val="left" w:pos="6195"/>
        </w:tabs>
      </w:pPr>
      <w:r>
        <w:t>503.2147</w:t>
      </w:r>
      <w:r>
        <w:tab/>
        <w:t>3.791e0</w:t>
      </w:r>
    </w:p>
    <w:p w:rsidR="00354DF7" w:rsidRDefault="00354DF7" w:rsidP="00354DF7">
      <w:pPr>
        <w:tabs>
          <w:tab w:val="left" w:pos="6195"/>
        </w:tabs>
      </w:pPr>
      <w:r>
        <w:t>503.2366</w:t>
      </w:r>
      <w:r>
        <w:tab/>
        <w:t>5.614e0</w:t>
      </w:r>
    </w:p>
    <w:p w:rsidR="00354DF7" w:rsidRDefault="00354DF7" w:rsidP="00354DF7">
      <w:pPr>
        <w:tabs>
          <w:tab w:val="left" w:pos="6195"/>
        </w:tabs>
      </w:pPr>
      <w:r>
        <w:t>503.2426</w:t>
      </w:r>
      <w:r>
        <w:tab/>
        <w:t>1.169e0</w:t>
      </w:r>
    </w:p>
    <w:p w:rsidR="00354DF7" w:rsidRDefault="00354DF7" w:rsidP="00354DF7">
      <w:pPr>
        <w:tabs>
          <w:tab w:val="left" w:pos="6195"/>
        </w:tabs>
      </w:pPr>
      <w:r>
        <w:t>503.2651</w:t>
      </w:r>
      <w:r>
        <w:tab/>
        <w:t>5.389e0</w:t>
      </w:r>
    </w:p>
    <w:p w:rsidR="00354DF7" w:rsidRDefault="00354DF7" w:rsidP="00354DF7">
      <w:pPr>
        <w:tabs>
          <w:tab w:val="left" w:pos="6195"/>
        </w:tabs>
      </w:pPr>
      <w:r>
        <w:t>503.2771</w:t>
      </w:r>
      <w:r>
        <w:tab/>
        <w:t>2.514e0</w:t>
      </w:r>
    </w:p>
    <w:p w:rsidR="00354DF7" w:rsidRDefault="00354DF7" w:rsidP="00354DF7">
      <w:pPr>
        <w:tabs>
          <w:tab w:val="left" w:pos="6195"/>
        </w:tabs>
      </w:pPr>
      <w:r>
        <w:t>503.3287</w:t>
      </w:r>
      <w:r>
        <w:tab/>
        <w:t>3.476e0</w:t>
      </w:r>
    </w:p>
    <w:p w:rsidR="00354DF7" w:rsidRDefault="00354DF7" w:rsidP="00354DF7">
      <w:pPr>
        <w:tabs>
          <w:tab w:val="left" w:pos="6195"/>
        </w:tabs>
      </w:pPr>
      <w:r>
        <w:t>503.3313</w:t>
      </w:r>
      <w:r>
        <w:tab/>
        <w:t>1.310e0</w:t>
      </w:r>
    </w:p>
    <w:p w:rsidR="00354DF7" w:rsidRDefault="00354DF7" w:rsidP="00354DF7">
      <w:pPr>
        <w:tabs>
          <w:tab w:val="left" w:pos="6195"/>
        </w:tabs>
      </w:pPr>
      <w:r>
        <w:t>503.3354</w:t>
      </w:r>
      <w:r>
        <w:tab/>
        <w:t>1.069e0</w:t>
      </w:r>
    </w:p>
    <w:p w:rsidR="00354DF7" w:rsidRDefault="00354DF7" w:rsidP="00354DF7">
      <w:pPr>
        <w:tabs>
          <w:tab w:val="left" w:pos="6195"/>
        </w:tabs>
      </w:pPr>
      <w:r>
        <w:t>503.3405</w:t>
      </w:r>
      <w:r>
        <w:tab/>
        <w:t>7.402e0</w:t>
      </w:r>
    </w:p>
    <w:p w:rsidR="00354DF7" w:rsidRDefault="00354DF7" w:rsidP="00354DF7">
      <w:pPr>
        <w:tabs>
          <w:tab w:val="left" w:pos="6195"/>
        </w:tabs>
      </w:pPr>
      <w:r>
        <w:lastRenderedPageBreak/>
        <w:t>503.3493</w:t>
      </w:r>
      <w:r>
        <w:tab/>
        <w:t>4.951e0</w:t>
      </w:r>
    </w:p>
    <w:p w:rsidR="00354DF7" w:rsidRDefault="00354DF7" w:rsidP="00354DF7">
      <w:pPr>
        <w:tabs>
          <w:tab w:val="left" w:pos="6195"/>
        </w:tabs>
      </w:pPr>
      <w:r>
        <w:t>503.3849</w:t>
      </w:r>
      <w:r>
        <w:tab/>
        <w:t>6.252e0</w:t>
      </w:r>
    </w:p>
    <w:p w:rsidR="00354DF7" w:rsidRDefault="00354DF7" w:rsidP="00354DF7">
      <w:pPr>
        <w:tabs>
          <w:tab w:val="left" w:pos="6195"/>
        </w:tabs>
      </w:pPr>
      <w:r>
        <w:t>503.4519</w:t>
      </w:r>
      <w:r>
        <w:tab/>
        <w:t>1.724e0</w:t>
      </w:r>
    </w:p>
    <w:p w:rsidR="00354DF7" w:rsidRDefault="00354DF7" w:rsidP="00354DF7">
      <w:pPr>
        <w:tabs>
          <w:tab w:val="left" w:pos="6195"/>
        </w:tabs>
      </w:pPr>
      <w:r>
        <w:t>503.4531</w:t>
      </w:r>
      <w:r>
        <w:tab/>
        <w:t>1.026e0</w:t>
      </w:r>
    </w:p>
    <w:p w:rsidR="00354DF7" w:rsidRDefault="00354DF7" w:rsidP="00354DF7">
      <w:pPr>
        <w:tabs>
          <w:tab w:val="left" w:pos="6195"/>
        </w:tabs>
      </w:pPr>
      <w:r>
        <w:t>503.4592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503.4710</w:t>
      </w:r>
      <w:r>
        <w:tab/>
        <w:t>2.996e0</w:t>
      </w:r>
    </w:p>
    <w:p w:rsidR="00354DF7" w:rsidRDefault="00354DF7" w:rsidP="00354DF7">
      <w:pPr>
        <w:tabs>
          <w:tab w:val="left" w:pos="6195"/>
        </w:tabs>
      </w:pPr>
      <w:r>
        <w:t>503.4973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503.5233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503.5300</w:t>
      </w:r>
      <w:r>
        <w:tab/>
        <w:t>3.475e0</w:t>
      </w:r>
    </w:p>
    <w:p w:rsidR="00354DF7" w:rsidRDefault="00354DF7" w:rsidP="00354DF7">
      <w:pPr>
        <w:tabs>
          <w:tab w:val="left" w:pos="6195"/>
        </w:tabs>
      </w:pPr>
      <w:r>
        <w:t>503.5554</w:t>
      </w:r>
      <w:r>
        <w:tab/>
        <w:t>1.795e0</w:t>
      </w:r>
    </w:p>
    <w:p w:rsidR="00354DF7" w:rsidRDefault="00354DF7" w:rsidP="00354DF7">
      <w:pPr>
        <w:tabs>
          <w:tab w:val="left" w:pos="6195"/>
        </w:tabs>
      </w:pPr>
      <w:r>
        <w:t>503.5956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503.6066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503.6084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503.6251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503.6363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503.6997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503.7019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503.7071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503.7301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lastRenderedPageBreak/>
        <w:t>503.7549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503.7664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503.7820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503.7838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503.8006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503.8066</w:t>
      </w:r>
      <w:r>
        <w:tab/>
        <w:t>3.993e0</w:t>
      </w:r>
    </w:p>
    <w:p w:rsidR="00354DF7" w:rsidRDefault="00354DF7" w:rsidP="00354DF7">
      <w:pPr>
        <w:tabs>
          <w:tab w:val="left" w:pos="6195"/>
        </w:tabs>
      </w:pPr>
      <w:r>
        <w:t>503.8100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503.8328</w:t>
      </w:r>
      <w:r>
        <w:tab/>
        <w:t>2.073e0</w:t>
      </w:r>
    </w:p>
    <w:p w:rsidR="00354DF7" w:rsidRDefault="00354DF7" w:rsidP="00354DF7">
      <w:pPr>
        <w:tabs>
          <w:tab w:val="left" w:pos="6195"/>
        </w:tabs>
      </w:pPr>
      <w:r>
        <w:t>503.8668</w:t>
      </w:r>
      <w:r>
        <w:tab/>
        <w:t>4.016e0</w:t>
      </w:r>
    </w:p>
    <w:p w:rsidR="00354DF7" w:rsidRDefault="00354DF7" w:rsidP="00354DF7">
      <w:pPr>
        <w:tabs>
          <w:tab w:val="left" w:pos="6195"/>
        </w:tabs>
      </w:pPr>
      <w:r>
        <w:t>503.8769</w:t>
      </w:r>
      <w:r>
        <w:tab/>
        <w:t>5.154e0</w:t>
      </w:r>
    </w:p>
    <w:p w:rsidR="00354DF7" w:rsidRDefault="00354DF7" w:rsidP="00354DF7">
      <w:pPr>
        <w:tabs>
          <w:tab w:val="left" w:pos="6195"/>
        </w:tabs>
      </w:pPr>
      <w:r>
        <w:t>503.8808</w:t>
      </w:r>
      <w:r>
        <w:tab/>
        <w:t>2.990e0</w:t>
      </w:r>
    </w:p>
    <w:p w:rsidR="00354DF7" w:rsidRDefault="00354DF7" w:rsidP="00354DF7">
      <w:pPr>
        <w:tabs>
          <w:tab w:val="left" w:pos="6195"/>
        </w:tabs>
      </w:pPr>
      <w:r>
        <w:t>503.9236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503.9337</w:t>
      </w:r>
      <w:r>
        <w:tab/>
        <w:t>4.509e0</w:t>
      </w:r>
    </w:p>
    <w:p w:rsidR="00354DF7" w:rsidRDefault="00354DF7" w:rsidP="00354DF7">
      <w:pPr>
        <w:tabs>
          <w:tab w:val="left" w:pos="6195"/>
        </w:tabs>
      </w:pPr>
      <w:r>
        <w:t>503.9457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503.9567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503.9754</w:t>
      </w:r>
      <w:r>
        <w:tab/>
        <w:t>2.015e0</w:t>
      </w:r>
    </w:p>
    <w:p w:rsidR="00354DF7" w:rsidRDefault="00354DF7" w:rsidP="00354DF7">
      <w:pPr>
        <w:tabs>
          <w:tab w:val="left" w:pos="6195"/>
        </w:tabs>
      </w:pPr>
      <w:r>
        <w:t>503.9894</w:t>
      </w:r>
      <w:r>
        <w:tab/>
        <w:t>2.853e0</w:t>
      </w:r>
    </w:p>
    <w:p w:rsidR="00354DF7" w:rsidRDefault="00354DF7" w:rsidP="00354DF7">
      <w:pPr>
        <w:tabs>
          <w:tab w:val="left" w:pos="6195"/>
        </w:tabs>
      </w:pPr>
      <w:r>
        <w:t>504.0027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504.0182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504.0219</w:t>
      </w:r>
      <w:r>
        <w:tab/>
        <w:t>2.550e0</w:t>
      </w:r>
    </w:p>
    <w:p w:rsidR="00354DF7" w:rsidRDefault="00354DF7" w:rsidP="00354DF7">
      <w:pPr>
        <w:tabs>
          <w:tab w:val="left" w:pos="6195"/>
        </w:tabs>
      </w:pPr>
      <w:r>
        <w:t>504.0528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504.0631</w:t>
      </w:r>
      <w:r>
        <w:tab/>
        <w:t>2.359e0</w:t>
      </w:r>
    </w:p>
    <w:p w:rsidR="00354DF7" w:rsidRDefault="00354DF7" w:rsidP="00354DF7">
      <w:pPr>
        <w:tabs>
          <w:tab w:val="left" w:pos="6195"/>
        </w:tabs>
      </w:pPr>
      <w:r>
        <w:t>504.0863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504.0885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504.0915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504.1219</w:t>
      </w:r>
      <w:r>
        <w:tab/>
        <w:t>1.970e0</w:t>
      </w:r>
    </w:p>
    <w:p w:rsidR="00354DF7" w:rsidRDefault="00354DF7" w:rsidP="00354DF7">
      <w:pPr>
        <w:tabs>
          <w:tab w:val="left" w:pos="6195"/>
        </w:tabs>
      </w:pPr>
      <w:r>
        <w:t>504.1422</w:t>
      </w:r>
      <w:r>
        <w:tab/>
        <w:t>3.862e0</w:t>
      </w:r>
    </w:p>
    <w:p w:rsidR="00354DF7" w:rsidRDefault="00354DF7" w:rsidP="00354DF7">
      <w:pPr>
        <w:tabs>
          <w:tab w:val="left" w:pos="6195"/>
        </w:tabs>
      </w:pPr>
      <w:r>
        <w:t>504.1512</w:t>
      </w:r>
      <w:r>
        <w:tab/>
        <w:t>1.896e0</w:t>
      </w:r>
    </w:p>
    <w:p w:rsidR="00354DF7" w:rsidRDefault="00354DF7" w:rsidP="00354DF7">
      <w:pPr>
        <w:tabs>
          <w:tab w:val="left" w:pos="6195"/>
        </w:tabs>
      </w:pPr>
      <w:r>
        <w:t>504.1536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504.1602</w:t>
      </w:r>
      <w:r>
        <w:tab/>
        <w:t>2.260e0</w:t>
      </w:r>
    </w:p>
    <w:p w:rsidR="00354DF7" w:rsidRDefault="00354DF7" w:rsidP="00354DF7">
      <w:pPr>
        <w:tabs>
          <w:tab w:val="left" w:pos="6195"/>
        </w:tabs>
      </w:pPr>
      <w:r>
        <w:t>504.1733</w:t>
      </w:r>
      <w:r>
        <w:tab/>
        <w:t>5.282e0</w:t>
      </w:r>
    </w:p>
    <w:p w:rsidR="00354DF7" w:rsidRDefault="00354DF7" w:rsidP="00354DF7">
      <w:pPr>
        <w:tabs>
          <w:tab w:val="left" w:pos="6195"/>
        </w:tabs>
      </w:pPr>
      <w:r>
        <w:t>504.2151</w:t>
      </w:r>
      <w:r>
        <w:tab/>
        <w:t>6.139e0</w:t>
      </w:r>
    </w:p>
    <w:p w:rsidR="00354DF7" w:rsidRDefault="00354DF7" w:rsidP="00354DF7">
      <w:pPr>
        <w:tabs>
          <w:tab w:val="left" w:pos="6195"/>
        </w:tabs>
      </w:pPr>
      <w:r>
        <w:t>504.2231</w:t>
      </w:r>
      <w:r>
        <w:tab/>
        <w:t>6.597e0</w:t>
      </w:r>
    </w:p>
    <w:p w:rsidR="00354DF7" w:rsidRDefault="00354DF7" w:rsidP="00354DF7">
      <w:pPr>
        <w:tabs>
          <w:tab w:val="left" w:pos="6195"/>
        </w:tabs>
      </w:pPr>
      <w:r>
        <w:t>504.2280</w:t>
      </w:r>
      <w:r>
        <w:tab/>
        <w:t>1.589e1</w:t>
      </w:r>
    </w:p>
    <w:p w:rsidR="00354DF7" w:rsidRDefault="00354DF7" w:rsidP="00354DF7">
      <w:pPr>
        <w:tabs>
          <w:tab w:val="left" w:pos="6195"/>
        </w:tabs>
      </w:pPr>
      <w:r>
        <w:t>504.2348</w:t>
      </w:r>
      <w:r>
        <w:tab/>
        <w:t>9.127e0</w:t>
      </w:r>
    </w:p>
    <w:p w:rsidR="00354DF7" w:rsidRDefault="00354DF7" w:rsidP="00354DF7">
      <w:pPr>
        <w:tabs>
          <w:tab w:val="left" w:pos="6195"/>
        </w:tabs>
      </w:pPr>
      <w:r>
        <w:t>504.2932</w:t>
      </w:r>
      <w:r>
        <w:tab/>
        <w:t>6.009e0</w:t>
      </w:r>
    </w:p>
    <w:p w:rsidR="00354DF7" w:rsidRDefault="00354DF7" w:rsidP="00354DF7">
      <w:pPr>
        <w:tabs>
          <w:tab w:val="left" w:pos="6195"/>
        </w:tabs>
      </w:pPr>
      <w:r>
        <w:t>504.3017</w:t>
      </w:r>
      <w:r>
        <w:tab/>
        <w:t>5.844e0</w:t>
      </w:r>
    </w:p>
    <w:p w:rsidR="00354DF7" w:rsidRDefault="00354DF7" w:rsidP="00354DF7">
      <w:pPr>
        <w:tabs>
          <w:tab w:val="left" w:pos="6195"/>
        </w:tabs>
      </w:pPr>
      <w:r>
        <w:t>504.3058</w:t>
      </w:r>
      <w:r>
        <w:tab/>
        <w:t>9.682e0</w:t>
      </w:r>
    </w:p>
    <w:p w:rsidR="00354DF7" w:rsidRDefault="00354DF7" w:rsidP="00354DF7">
      <w:pPr>
        <w:tabs>
          <w:tab w:val="left" w:pos="6195"/>
        </w:tabs>
      </w:pPr>
      <w:r>
        <w:lastRenderedPageBreak/>
        <w:t>504.3151</w:t>
      </w:r>
      <w:r>
        <w:tab/>
        <w:t>1.627e1</w:t>
      </w:r>
    </w:p>
    <w:p w:rsidR="00354DF7" w:rsidRDefault="00354DF7" w:rsidP="00354DF7">
      <w:pPr>
        <w:tabs>
          <w:tab w:val="left" w:pos="6195"/>
        </w:tabs>
      </w:pPr>
      <w:r>
        <w:t>504.3163</w:t>
      </w:r>
      <w:r>
        <w:tab/>
        <w:t>5.201e0</w:t>
      </w:r>
    </w:p>
    <w:p w:rsidR="00354DF7" w:rsidRDefault="00354DF7" w:rsidP="00354DF7">
      <w:pPr>
        <w:tabs>
          <w:tab w:val="left" w:pos="6195"/>
        </w:tabs>
      </w:pPr>
      <w:r>
        <w:t>504.3352</w:t>
      </w:r>
      <w:r>
        <w:tab/>
        <w:t>6.601e0</w:t>
      </w:r>
    </w:p>
    <w:p w:rsidR="00354DF7" w:rsidRDefault="00354DF7" w:rsidP="00354DF7">
      <w:pPr>
        <w:tabs>
          <w:tab w:val="left" w:pos="6195"/>
        </w:tabs>
      </w:pPr>
      <w:r>
        <w:t>504.3531</w:t>
      </w:r>
      <w:r>
        <w:tab/>
        <w:t>6.844e0</w:t>
      </w:r>
    </w:p>
    <w:p w:rsidR="00354DF7" w:rsidRDefault="00354DF7" w:rsidP="00354DF7">
      <w:pPr>
        <w:tabs>
          <w:tab w:val="left" w:pos="6195"/>
        </w:tabs>
      </w:pPr>
      <w:r>
        <w:t>504.3834</w:t>
      </w:r>
      <w:r>
        <w:tab/>
        <w:t>3.305e0</w:t>
      </w:r>
    </w:p>
    <w:p w:rsidR="00354DF7" w:rsidRDefault="00354DF7" w:rsidP="00354DF7">
      <w:pPr>
        <w:tabs>
          <w:tab w:val="left" w:pos="6195"/>
        </w:tabs>
      </w:pPr>
      <w:r>
        <w:t>504.4318</w:t>
      </w:r>
      <w:r>
        <w:tab/>
        <w:t>1.200e0</w:t>
      </w:r>
    </w:p>
    <w:p w:rsidR="00354DF7" w:rsidRDefault="00354DF7" w:rsidP="00354DF7">
      <w:pPr>
        <w:tabs>
          <w:tab w:val="left" w:pos="6195"/>
        </w:tabs>
      </w:pPr>
      <w:r>
        <w:t>504.4723</w:t>
      </w:r>
      <w:r>
        <w:tab/>
        <w:t>6.327e0</w:t>
      </w:r>
    </w:p>
    <w:p w:rsidR="00354DF7" w:rsidRDefault="00354DF7" w:rsidP="00354DF7">
      <w:pPr>
        <w:tabs>
          <w:tab w:val="left" w:pos="6195"/>
        </w:tabs>
      </w:pPr>
      <w:r>
        <w:t>504.4812</w:t>
      </w:r>
      <w:r>
        <w:tab/>
        <w:t>1.642e0</w:t>
      </w:r>
    </w:p>
    <w:p w:rsidR="00354DF7" w:rsidRDefault="00354DF7" w:rsidP="00354DF7">
      <w:pPr>
        <w:tabs>
          <w:tab w:val="left" w:pos="6195"/>
        </w:tabs>
      </w:pPr>
      <w:r>
        <w:t>504.4946</w:t>
      </w:r>
      <w:r>
        <w:tab/>
        <w:t>2.573e0</w:t>
      </w:r>
    </w:p>
    <w:p w:rsidR="00354DF7" w:rsidRDefault="00354DF7" w:rsidP="00354DF7">
      <w:pPr>
        <w:tabs>
          <w:tab w:val="left" w:pos="6195"/>
        </w:tabs>
      </w:pPr>
      <w:r>
        <w:t>504.5305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504.5331</w:t>
      </w:r>
      <w:r>
        <w:tab/>
        <w:t>2.031e0</w:t>
      </w:r>
    </w:p>
    <w:p w:rsidR="00354DF7" w:rsidRDefault="00354DF7" w:rsidP="00354DF7">
      <w:pPr>
        <w:tabs>
          <w:tab w:val="left" w:pos="6195"/>
        </w:tabs>
      </w:pPr>
      <w:r>
        <w:t>504.5668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504.5758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504.5876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504.6008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504.6031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504.6244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504.6645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504.6792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504.6846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504.6985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504.7223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504.7342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504.7526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504.7812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504.7923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504.8240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504.8348</w:t>
      </w:r>
      <w:r>
        <w:tab/>
        <w:t>1.254e1</w:t>
      </w:r>
    </w:p>
    <w:p w:rsidR="00354DF7" w:rsidRDefault="00354DF7" w:rsidP="00354DF7">
      <w:pPr>
        <w:tabs>
          <w:tab w:val="left" w:pos="6195"/>
        </w:tabs>
      </w:pPr>
      <w:r>
        <w:t>504.8555</w:t>
      </w:r>
      <w:r>
        <w:tab/>
        <w:t>1.737e0</w:t>
      </w:r>
    </w:p>
    <w:p w:rsidR="00354DF7" w:rsidRDefault="00354DF7" w:rsidP="00354DF7">
      <w:pPr>
        <w:tabs>
          <w:tab w:val="left" w:pos="6195"/>
        </w:tabs>
      </w:pPr>
      <w:r>
        <w:t>504.8748</w:t>
      </w:r>
      <w:r>
        <w:tab/>
        <w:t>6.159e0</w:t>
      </w:r>
    </w:p>
    <w:p w:rsidR="00354DF7" w:rsidRDefault="00354DF7" w:rsidP="00354DF7">
      <w:pPr>
        <w:tabs>
          <w:tab w:val="left" w:pos="6195"/>
        </w:tabs>
      </w:pPr>
      <w:r>
        <w:t>504.8870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504.8904</w:t>
      </w:r>
      <w:r>
        <w:tab/>
        <w:t>6.968e0</w:t>
      </w:r>
    </w:p>
    <w:p w:rsidR="00354DF7" w:rsidRDefault="00354DF7" w:rsidP="00354DF7">
      <w:pPr>
        <w:tabs>
          <w:tab w:val="left" w:pos="6195"/>
        </w:tabs>
      </w:pPr>
      <w:r>
        <w:t>504.9132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504.9152</w:t>
      </w:r>
      <w:r>
        <w:tab/>
        <w:t>5.204e0</w:t>
      </w:r>
    </w:p>
    <w:p w:rsidR="00354DF7" w:rsidRDefault="00354DF7" w:rsidP="00354DF7">
      <w:pPr>
        <w:tabs>
          <w:tab w:val="left" w:pos="6195"/>
        </w:tabs>
      </w:pPr>
      <w:r>
        <w:t>504.9442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504.9601</w:t>
      </w:r>
      <w:r>
        <w:tab/>
        <w:t>1.943e0</w:t>
      </w:r>
    </w:p>
    <w:p w:rsidR="00354DF7" w:rsidRDefault="00354DF7" w:rsidP="00354DF7">
      <w:pPr>
        <w:tabs>
          <w:tab w:val="left" w:pos="6195"/>
        </w:tabs>
      </w:pPr>
      <w:r>
        <w:t>504.9927</w:t>
      </w:r>
      <w:r>
        <w:tab/>
        <w:t>3.810e0</w:t>
      </w:r>
    </w:p>
    <w:p w:rsidR="00354DF7" w:rsidRDefault="00354DF7" w:rsidP="00354DF7">
      <w:pPr>
        <w:tabs>
          <w:tab w:val="left" w:pos="6195"/>
        </w:tabs>
      </w:pPr>
      <w:r>
        <w:t>505.0005</w:t>
      </w:r>
      <w:r>
        <w:tab/>
        <w:t>2.853e0</w:t>
      </w:r>
    </w:p>
    <w:p w:rsidR="00354DF7" w:rsidRDefault="00354DF7" w:rsidP="00354DF7">
      <w:pPr>
        <w:tabs>
          <w:tab w:val="left" w:pos="6195"/>
        </w:tabs>
      </w:pPr>
      <w:r>
        <w:lastRenderedPageBreak/>
        <w:t>505.0077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505.0143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505.0525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505.0679</w:t>
      </w:r>
      <w:r>
        <w:tab/>
        <w:t>2.534e0</w:t>
      </w:r>
    </w:p>
    <w:p w:rsidR="00354DF7" w:rsidRDefault="00354DF7" w:rsidP="00354DF7">
      <w:pPr>
        <w:tabs>
          <w:tab w:val="left" w:pos="6195"/>
        </w:tabs>
      </w:pPr>
      <w:r>
        <w:t>505.0718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505.0786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505.0975</w:t>
      </w:r>
      <w:r>
        <w:tab/>
        <w:t>1.990e0</w:t>
      </w:r>
    </w:p>
    <w:p w:rsidR="00354DF7" w:rsidRDefault="00354DF7" w:rsidP="00354DF7">
      <w:pPr>
        <w:tabs>
          <w:tab w:val="left" w:pos="6195"/>
        </w:tabs>
      </w:pPr>
      <w:r>
        <w:t>505.0990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505.1326</w:t>
      </w:r>
      <w:r>
        <w:tab/>
        <w:t>1.804e0</w:t>
      </w:r>
    </w:p>
    <w:p w:rsidR="00354DF7" w:rsidRDefault="00354DF7" w:rsidP="00354DF7">
      <w:pPr>
        <w:tabs>
          <w:tab w:val="left" w:pos="6195"/>
        </w:tabs>
      </w:pPr>
      <w:r>
        <w:t>505.1505</w:t>
      </w:r>
      <w:r>
        <w:tab/>
        <w:t>1.761e0</w:t>
      </w:r>
    </w:p>
    <w:p w:rsidR="00354DF7" w:rsidRDefault="00354DF7" w:rsidP="00354DF7">
      <w:pPr>
        <w:tabs>
          <w:tab w:val="left" w:pos="6195"/>
        </w:tabs>
      </w:pPr>
      <w:r>
        <w:t>505.1583</w:t>
      </w:r>
      <w:r>
        <w:tab/>
        <w:t>2.935e0</w:t>
      </w:r>
    </w:p>
    <w:p w:rsidR="00354DF7" w:rsidRDefault="00354DF7" w:rsidP="00354DF7">
      <w:pPr>
        <w:tabs>
          <w:tab w:val="left" w:pos="6195"/>
        </w:tabs>
      </w:pPr>
      <w:r>
        <w:t>505.1796</w:t>
      </w:r>
      <w:r>
        <w:tab/>
        <w:t>7.406e0</w:t>
      </w:r>
    </w:p>
    <w:p w:rsidR="00354DF7" w:rsidRDefault="00354DF7" w:rsidP="00354DF7">
      <w:pPr>
        <w:tabs>
          <w:tab w:val="left" w:pos="6195"/>
        </w:tabs>
      </w:pPr>
      <w:r>
        <w:t>505.2271</w:t>
      </w:r>
      <w:r>
        <w:tab/>
        <w:t>1.205e0</w:t>
      </w:r>
    </w:p>
    <w:p w:rsidR="00354DF7" w:rsidRDefault="00354DF7" w:rsidP="00354DF7">
      <w:pPr>
        <w:tabs>
          <w:tab w:val="left" w:pos="6195"/>
        </w:tabs>
      </w:pPr>
      <w:r>
        <w:t>505.2444</w:t>
      </w:r>
      <w:r>
        <w:tab/>
        <w:t>3.020e0</w:t>
      </w:r>
    </w:p>
    <w:p w:rsidR="00354DF7" w:rsidRDefault="00354DF7" w:rsidP="00354DF7">
      <w:pPr>
        <w:tabs>
          <w:tab w:val="left" w:pos="6195"/>
        </w:tabs>
      </w:pPr>
      <w:r>
        <w:t>505.2519</w:t>
      </w:r>
      <w:r>
        <w:tab/>
        <w:t>2.518e0</w:t>
      </w:r>
    </w:p>
    <w:p w:rsidR="00354DF7" w:rsidRDefault="00354DF7" w:rsidP="00354DF7">
      <w:pPr>
        <w:tabs>
          <w:tab w:val="left" w:pos="6195"/>
        </w:tabs>
      </w:pPr>
      <w:r>
        <w:t>505.2592</w:t>
      </w:r>
      <w:r>
        <w:tab/>
        <w:t>1.216e1</w:t>
      </w:r>
    </w:p>
    <w:p w:rsidR="00354DF7" w:rsidRDefault="00354DF7" w:rsidP="00354DF7">
      <w:pPr>
        <w:tabs>
          <w:tab w:val="left" w:pos="6195"/>
        </w:tabs>
      </w:pPr>
      <w:r>
        <w:t>505.2675</w:t>
      </w:r>
      <w:r>
        <w:tab/>
        <w:t>4.283e0</w:t>
      </w:r>
    </w:p>
    <w:p w:rsidR="00354DF7" w:rsidRDefault="00354DF7" w:rsidP="00354DF7">
      <w:pPr>
        <w:tabs>
          <w:tab w:val="left" w:pos="6195"/>
        </w:tabs>
      </w:pPr>
      <w:r>
        <w:t>505.2938</w:t>
      </w:r>
      <w:r>
        <w:tab/>
        <w:t>5.996e0</w:t>
      </w:r>
    </w:p>
    <w:p w:rsidR="00354DF7" w:rsidRDefault="00354DF7" w:rsidP="00354DF7">
      <w:pPr>
        <w:tabs>
          <w:tab w:val="left" w:pos="6195"/>
        </w:tabs>
      </w:pPr>
      <w:r>
        <w:t>505.3133</w:t>
      </w:r>
      <w:r>
        <w:tab/>
        <w:t>6.963e0</w:t>
      </w:r>
    </w:p>
    <w:p w:rsidR="00354DF7" w:rsidRDefault="00354DF7" w:rsidP="00354DF7">
      <w:pPr>
        <w:tabs>
          <w:tab w:val="left" w:pos="6195"/>
        </w:tabs>
      </w:pPr>
      <w:r>
        <w:lastRenderedPageBreak/>
        <w:t>505.3162</w:t>
      </w:r>
      <w:r>
        <w:tab/>
        <w:t>3.358e0</w:t>
      </w:r>
    </w:p>
    <w:p w:rsidR="00354DF7" w:rsidRDefault="00354DF7" w:rsidP="00354DF7">
      <w:pPr>
        <w:tabs>
          <w:tab w:val="left" w:pos="6195"/>
        </w:tabs>
      </w:pPr>
      <w:r>
        <w:t>505.3202</w:t>
      </w:r>
      <w:r>
        <w:tab/>
        <w:t>9.886e0</w:t>
      </w:r>
    </w:p>
    <w:p w:rsidR="00354DF7" w:rsidRDefault="00354DF7" w:rsidP="00354DF7">
      <w:pPr>
        <w:tabs>
          <w:tab w:val="left" w:pos="6195"/>
        </w:tabs>
      </w:pPr>
      <w:r>
        <w:t>505.3293</w:t>
      </w:r>
      <w:r>
        <w:tab/>
        <w:t>4.178e0</w:t>
      </w:r>
    </w:p>
    <w:p w:rsidR="00354DF7" w:rsidRDefault="00354DF7" w:rsidP="00354DF7">
      <w:pPr>
        <w:tabs>
          <w:tab w:val="left" w:pos="6195"/>
        </w:tabs>
      </w:pPr>
      <w:r>
        <w:t>505.3594</w:t>
      </w:r>
      <w:r>
        <w:tab/>
        <w:t>1.931e0</w:t>
      </w:r>
    </w:p>
    <w:p w:rsidR="00354DF7" w:rsidRDefault="00354DF7" w:rsidP="00354DF7">
      <w:pPr>
        <w:tabs>
          <w:tab w:val="left" w:pos="6195"/>
        </w:tabs>
      </w:pPr>
      <w:r>
        <w:t>505.3767</w:t>
      </w:r>
      <w:r>
        <w:tab/>
        <w:t>1.696e0</w:t>
      </w:r>
    </w:p>
    <w:p w:rsidR="00354DF7" w:rsidRDefault="00354DF7" w:rsidP="00354DF7">
      <w:pPr>
        <w:tabs>
          <w:tab w:val="left" w:pos="6195"/>
        </w:tabs>
      </w:pPr>
      <w:r>
        <w:t>505.3910</w:t>
      </w:r>
      <w:r>
        <w:tab/>
        <w:t>2.560e0</w:t>
      </w:r>
    </w:p>
    <w:p w:rsidR="00354DF7" w:rsidRDefault="00354DF7" w:rsidP="00354DF7">
      <w:pPr>
        <w:tabs>
          <w:tab w:val="left" w:pos="6195"/>
        </w:tabs>
      </w:pPr>
      <w:r>
        <w:t>505.3920</w:t>
      </w:r>
      <w:r>
        <w:tab/>
        <w:t>2.943e0</w:t>
      </w:r>
    </w:p>
    <w:p w:rsidR="00354DF7" w:rsidRDefault="00354DF7" w:rsidP="00354DF7">
      <w:pPr>
        <w:tabs>
          <w:tab w:val="left" w:pos="6195"/>
        </w:tabs>
      </w:pPr>
      <w:r>
        <w:t>505.4481</w:t>
      </w:r>
      <w:r>
        <w:tab/>
        <w:t>5.608e0</w:t>
      </w:r>
    </w:p>
    <w:p w:rsidR="00354DF7" w:rsidRDefault="00354DF7" w:rsidP="00354DF7">
      <w:pPr>
        <w:tabs>
          <w:tab w:val="left" w:pos="6195"/>
        </w:tabs>
      </w:pPr>
      <w:r>
        <w:t>505.4975</w:t>
      </w:r>
      <w:r>
        <w:tab/>
        <w:t>3.667e0</w:t>
      </w:r>
    </w:p>
    <w:p w:rsidR="00354DF7" w:rsidRDefault="00354DF7" w:rsidP="00354DF7">
      <w:pPr>
        <w:tabs>
          <w:tab w:val="left" w:pos="6195"/>
        </w:tabs>
      </w:pPr>
      <w:r>
        <w:t>505.5161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505.5392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505.5719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505.5781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505.5956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505.6001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505.6166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505.6483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505.6541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505.6837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505.6880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505.6946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505.7262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505.7662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505.8007</w:t>
      </w:r>
      <w:r>
        <w:tab/>
        <w:t>1.658e0</w:t>
      </w:r>
    </w:p>
    <w:p w:rsidR="00354DF7" w:rsidRDefault="00354DF7" w:rsidP="00354DF7">
      <w:pPr>
        <w:tabs>
          <w:tab w:val="left" w:pos="6195"/>
        </w:tabs>
      </w:pPr>
      <w:r>
        <w:t>505.8192</w:t>
      </w:r>
      <w:r>
        <w:tab/>
        <w:t>2.902e0</w:t>
      </w:r>
    </w:p>
    <w:p w:rsidR="00354DF7" w:rsidRDefault="00354DF7" w:rsidP="00354DF7">
      <w:pPr>
        <w:tabs>
          <w:tab w:val="left" w:pos="6195"/>
        </w:tabs>
      </w:pPr>
      <w:r>
        <w:t>505.8303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505.8324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505.8412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505.8664</w:t>
      </w:r>
      <w:r>
        <w:tab/>
        <w:t>2.916e0</w:t>
      </w:r>
    </w:p>
    <w:p w:rsidR="00354DF7" w:rsidRDefault="00354DF7" w:rsidP="00354DF7">
      <w:pPr>
        <w:tabs>
          <w:tab w:val="left" w:pos="6195"/>
        </w:tabs>
      </w:pPr>
      <w:r>
        <w:t>505.9026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505.9422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505.9496</w:t>
      </w:r>
      <w:r>
        <w:tab/>
        <w:t>1.002e1</w:t>
      </w:r>
    </w:p>
    <w:p w:rsidR="00354DF7" w:rsidRDefault="00354DF7" w:rsidP="00354DF7">
      <w:pPr>
        <w:tabs>
          <w:tab w:val="left" w:pos="6195"/>
        </w:tabs>
      </w:pPr>
      <w:r>
        <w:t>505.9728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505.9878</w:t>
      </w:r>
      <w:r>
        <w:tab/>
        <w:t>1.886e0</w:t>
      </w:r>
    </w:p>
    <w:p w:rsidR="00354DF7" w:rsidRDefault="00354DF7" w:rsidP="00354DF7">
      <w:pPr>
        <w:tabs>
          <w:tab w:val="left" w:pos="6195"/>
        </w:tabs>
      </w:pPr>
      <w:r>
        <w:t>505.9989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506.0222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506.0307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506.0419</w:t>
      </w:r>
      <w:r>
        <w:tab/>
        <w:t>3.556e0</w:t>
      </w:r>
    </w:p>
    <w:p w:rsidR="00354DF7" w:rsidRDefault="00354DF7" w:rsidP="00354DF7">
      <w:pPr>
        <w:tabs>
          <w:tab w:val="left" w:pos="6195"/>
        </w:tabs>
      </w:pPr>
      <w:r>
        <w:lastRenderedPageBreak/>
        <w:t>506.0715</w:t>
      </w:r>
      <w:r>
        <w:tab/>
        <w:t>8.087e0</w:t>
      </w:r>
    </w:p>
    <w:p w:rsidR="00354DF7" w:rsidRDefault="00354DF7" w:rsidP="00354DF7">
      <w:pPr>
        <w:tabs>
          <w:tab w:val="left" w:pos="6195"/>
        </w:tabs>
      </w:pPr>
      <w:r>
        <w:t>506.1117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506.1132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506.1364</w:t>
      </w:r>
      <w:r>
        <w:tab/>
        <w:t>1.242e0</w:t>
      </w:r>
    </w:p>
    <w:p w:rsidR="00354DF7" w:rsidRDefault="00354DF7" w:rsidP="00354DF7">
      <w:pPr>
        <w:tabs>
          <w:tab w:val="left" w:pos="6195"/>
        </w:tabs>
      </w:pPr>
      <w:r>
        <w:t>506.1621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506.1633</w:t>
      </w:r>
      <w:r>
        <w:tab/>
        <w:t>4.987e0</w:t>
      </w:r>
    </w:p>
    <w:p w:rsidR="00354DF7" w:rsidRDefault="00354DF7" w:rsidP="00354DF7">
      <w:pPr>
        <w:tabs>
          <w:tab w:val="left" w:pos="6195"/>
        </w:tabs>
      </w:pPr>
      <w:r>
        <w:t>506.1656</w:t>
      </w:r>
      <w:r>
        <w:tab/>
        <w:t>2.184e0</w:t>
      </w:r>
    </w:p>
    <w:p w:rsidR="00354DF7" w:rsidRDefault="00354DF7" w:rsidP="00354DF7">
      <w:pPr>
        <w:tabs>
          <w:tab w:val="left" w:pos="6195"/>
        </w:tabs>
      </w:pPr>
      <w:r>
        <w:t>506.1863</w:t>
      </w:r>
      <w:r>
        <w:tab/>
        <w:t>1.095e1</w:t>
      </w:r>
    </w:p>
    <w:p w:rsidR="00354DF7" w:rsidRDefault="00354DF7" w:rsidP="00354DF7">
      <w:pPr>
        <w:tabs>
          <w:tab w:val="left" w:pos="6195"/>
        </w:tabs>
      </w:pPr>
      <w:r>
        <w:t>506.2202</w:t>
      </w:r>
      <w:r>
        <w:tab/>
        <w:t>1.819e0</w:t>
      </w:r>
    </w:p>
    <w:p w:rsidR="00354DF7" w:rsidRDefault="00354DF7" w:rsidP="00354DF7">
      <w:pPr>
        <w:tabs>
          <w:tab w:val="left" w:pos="6195"/>
        </w:tabs>
      </w:pPr>
      <w:r>
        <w:t>506.2569</w:t>
      </w:r>
      <w:r>
        <w:tab/>
        <w:t>2.243e0</w:t>
      </w:r>
    </w:p>
    <w:p w:rsidR="00354DF7" w:rsidRDefault="00354DF7" w:rsidP="00354DF7">
      <w:pPr>
        <w:tabs>
          <w:tab w:val="left" w:pos="6195"/>
        </w:tabs>
      </w:pPr>
      <w:r>
        <w:t>506.2620</w:t>
      </w:r>
      <w:r>
        <w:tab/>
        <w:t>2.000e0</w:t>
      </w:r>
    </w:p>
    <w:p w:rsidR="00354DF7" w:rsidRDefault="00354DF7" w:rsidP="00354DF7">
      <w:pPr>
        <w:tabs>
          <w:tab w:val="left" w:pos="6195"/>
        </w:tabs>
      </w:pPr>
      <w:r>
        <w:t>506.3141</w:t>
      </w:r>
      <w:r>
        <w:tab/>
        <w:t>7.594e0</w:t>
      </w:r>
    </w:p>
    <w:p w:rsidR="00354DF7" w:rsidRDefault="00354DF7" w:rsidP="00354DF7">
      <w:pPr>
        <w:tabs>
          <w:tab w:val="left" w:pos="6195"/>
        </w:tabs>
      </w:pPr>
      <w:r>
        <w:t>506.3170</w:t>
      </w:r>
      <w:r>
        <w:tab/>
        <w:t>2.278e0</w:t>
      </w:r>
    </w:p>
    <w:p w:rsidR="00354DF7" w:rsidRDefault="00354DF7" w:rsidP="00354DF7">
      <w:pPr>
        <w:tabs>
          <w:tab w:val="left" w:pos="6195"/>
        </w:tabs>
      </w:pPr>
      <w:r>
        <w:t>506.3185</w:t>
      </w:r>
      <w:r>
        <w:tab/>
        <w:t>4.171e0</w:t>
      </w:r>
    </w:p>
    <w:p w:rsidR="00354DF7" w:rsidRDefault="00354DF7" w:rsidP="00354DF7">
      <w:pPr>
        <w:tabs>
          <w:tab w:val="left" w:pos="6195"/>
        </w:tabs>
      </w:pPr>
      <w:r>
        <w:t>506.3370</w:t>
      </w:r>
      <w:r>
        <w:tab/>
        <w:t>3.526e0</w:t>
      </w:r>
    </w:p>
    <w:p w:rsidR="00354DF7" w:rsidRDefault="00354DF7" w:rsidP="00354DF7">
      <w:pPr>
        <w:tabs>
          <w:tab w:val="left" w:pos="6195"/>
        </w:tabs>
      </w:pPr>
      <w:r>
        <w:t>506.3433</w:t>
      </w:r>
      <w:r>
        <w:tab/>
        <w:t>4.336e0</w:t>
      </w:r>
    </w:p>
    <w:p w:rsidR="00354DF7" w:rsidRDefault="00354DF7" w:rsidP="00354DF7">
      <w:pPr>
        <w:tabs>
          <w:tab w:val="left" w:pos="6195"/>
        </w:tabs>
      </w:pPr>
      <w:r>
        <w:t>506.3678</w:t>
      </w:r>
      <w:r>
        <w:tab/>
        <w:t>2.068e0</w:t>
      </w:r>
    </w:p>
    <w:p w:rsidR="00354DF7" w:rsidRDefault="00354DF7" w:rsidP="00354DF7">
      <w:pPr>
        <w:tabs>
          <w:tab w:val="left" w:pos="6195"/>
        </w:tabs>
      </w:pPr>
      <w:r>
        <w:t>506.3823</w:t>
      </w:r>
      <w:r>
        <w:tab/>
        <w:t>7.703e0</w:t>
      </w:r>
    </w:p>
    <w:p w:rsidR="00354DF7" w:rsidRDefault="00354DF7" w:rsidP="00354DF7">
      <w:pPr>
        <w:tabs>
          <w:tab w:val="left" w:pos="6195"/>
        </w:tabs>
      </w:pPr>
      <w:r>
        <w:t>506.4445</w:t>
      </w:r>
      <w:r>
        <w:tab/>
        <w:t>1.054e0</w:t>
      </w:r>
    </w:p>
    <w:p w:rsidR="00354DF7" w:rsidRDefault="00354DF7" w:rsidP="00354DF7">
      <w:pPr>
        <w:tabs>
          <w:tab w:val="left" w:pos="6195"/>
        </w:tabs>
      </w:pPr>
      <w:r>
        <w:lastRenderedPageBreak/>
        <w:t>506.4807</w:t>
      </w:r>
      <w:r>
        <w:tab/>
        <w:t>3.099e0</w:t>
      </w:r>
    </w:p>
    <w:p w:rsidR="00354DF7" w:rsidRDefault="00354DF7" w:rsidP="00354DF7">
      <w:pPr>
        <w:tabs>
          <w:tab w:val="left" w:pos="6195"/>
        </w:tabs>
      </w:pPr>
      <w:r>
        <w:t>506.4832</w:t>
      </w:r>
      <w:r>
        <w:tab/>
        <w:t>2.271e0</w:t>
      </w:r>
    </w:p>
    <w:p w:rsidR="00354DF7" w:rsidRDefault="00354DF7" w:rsidP="00354DF7">
      <w:pPr>
        <w:tabs>
          <w:tab w:val="left" w:pos="6195"/>
        </w:tabs>
      </w:pPr>
      <w:r>
        <w:t>506.5204</w:t>
      </w:r>
      <w:r>
        <w:tab/>
        <w:t>2.820e0</w:t>
      </w:r>
    </w:p>
    <w:p w:rsidR="00354DF7" w:rsidRDefault="00354DF7" w:rsidP="00354DF7">
      <w:pPr>
        <w:tabs>
          <w:tab w:val="left" w:pos="6195"/>
        </w:tabs>
      </w:pPr>
      <w:r>
        <w:t>506.5258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506.5484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506.5669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506.5733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506.5978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506.6172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506.6293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506.6328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506.6571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506.6674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506.6696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506.7190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506.7271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506.7429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506.7481</w:t>
      </w:r>
      <w:r>
        <w:tab/>
        <w:t>3.103e0</w:t>
      </w:r>
    </w:p>
    <w:p w:rsidR="00354DF7" w:rsidRDefault="00354DF7" w:rsidP="00354DF7">
      <w:pPr>
        <w:tabs>
          <w:tab w:val="left" w:pos="6195"/>
        </w:tabs>
      </w:pPr>
      <w:r>
        <w:t>506.7575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lastRenderedPageBreak/>
        <w:t>506.7642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506.8236</w:t>
      </w:r>
      <w:r>
        <w:tab/>
        <w:t>7.830e0</w:t>
      </w:r>
    </w:p>
    <w:p w:rsidR="00354DF7" w:rsidRDefault="00354DF7" w:rsidP="00354DF7">
      <w:pPr>
        <w:tabs>
          <w:tab w:val="left" w:pos="6195"/>
        </w:tabs>
      </w:pPr>
      <w:r>
        <w:t>506.8266</w:t>
      </w:r>
      <w:r>
        <w:tab/>
        <w:t>8.003e0</w:t>
      </w:r>
    </w:p>
    <w:p w:rsidR="00354DF7" w:rsidRDefault="00354DF7" w:rsidP="00354DF7">
      <w:pPr>
        <w:tabs>
          <w:tab w:val="left" w:pos="6195"/>
        </w:tabs>
      </w:pPr>
      <w:r>
        <w:t>506.8325</w:t>
      </w:r>
      <w:r>
        <w:tab/>
        <w:t>7.704e0</w:t>
      </w:r>
    </w:p>
    <w:p w:rsidR="00354DF7" w:rsidRDefault="00354DF7" w:rsidP="00354DF7">
      <w:pPr>
        <w:tabs>
          <w:tab w:val="left" w:pos="6195"/>
        </w:tabs>
      </w:pPr>
      <w:r>
        <w:t>506.8345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506.8419</w:t>
      </w:r>
      <w:r>
        <w:tab/>
        <w:t>8.768e0</w:t>
      </w:r>
    </w:p>
    <w:p w:rsidR="00354DF7" w:rsidRDefault="00354DF7" w:rsidP="00354DF7">
      <w:pPr>
        <w:tabs>
          <w:tab w:val="left" w:pos="6195"/>
        </w:tabs>
      </w:pPr>
      <w:r>
        <w:t>506.8927</w:t>
      </w:r>
      <w:r>
        <w:tab/>
        <w:t>2.947e0</w:t>
      </w:r>
    </w:p>
    <w:p w:rsidR="00354DF7" w:rsidRDefault="00354DF7" w:rsidP="00354DF7">
      <w:pPr>
        <w:tabs>
          <w:tab w:val="left" w:pos="6195"/>
        </w:tabs>
      </w:pPr>
      <w:r>
        <w:t>506.9019</w:t>
      </w:r>
      <w:r>
        <w:tab/>
        <w:t>4.687e0</w:t>
      </w:r>
    </w:p>
    <w:p w:rsidR="00354DF7" w:rsidRDefault="00354DF7" w:rsidP="00354DF7">
      <w:pPr>
        <w:tabs>
          <w:tab w:val="left" w:pos="6195"/>
        </w:tabs>
      </w:pPr>
      <w:r>
        <w:t>506.9134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506.9577</w:t>
      </w:r>
      <w:r>
        <w:tab/>
        <w:t>5.034e0</w:t>
      </w:r>
    </w:p>
    <w:p w:rsidR="00354DF7" w:rsidRDefault="00354DF7" w:rsidP="00354DF7">
      <w:pPr>
        <w:tabs>
          <w:tab w:val="left" w:pos="6195"/>
        </w:tabs>
      </w:pPr>
      <w:r>
        <w:t>506.9747</w:t>
      </w:r>
      <w:r>
        <w:tab/>
        <w:t>2.935e0</w:t>
      </w:r>
    </w:p>
    <w:p w:rsidR="00354DF7" w:rsidRDefault="00354DF7" w:rsidP="00354DF7">
      <w:pPr>
        <w:tabs>
          <w:tab w:val="left" w:pos="6195"/>
        </w:tabs>
      </w:pPr>
      <w:r>
        <w:t>506.9797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506.9951</w:t>
      </w:r>
      <w:r>
        <w:tab/>
        <w:t>2.949e0</w:t>
      </w:r>
    </w:p>
    <w:p w:rsidR="00354DF7" w:rsidRDefault="00354DF7" w:rsidP="00354DF7">
      <w:pPr>
        <w:tabs>
          <w:tab w:val="left" w:pos="6195"/>
        </w:tabs>
      </w:pPr>
      <w:r>
        <w:t>507.0087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507.0284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507.0786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507.0974</w:t>
      </w:r>
      <w:r>
        <w:tab/>
        <w:t>9.125e0</w:t>
      </w:r>
    </w:p>
    <w:p w:rsidR="00354DF7" w:rsidRDefault="00354DF7" w:rsidP="00354DF7">
      <w:pPr>
        <w:tabs>
          <w:tab w:val="left" w:pos="6195"/>
        </w:tabs>
      </w:pPr>
      <w:r>
        <w:t>507.1035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507.1567</w:t>
      </w:r>
      <w:r>
        <w:tab/>
        <w:t>1.849e0</w:t>
      </w:r>
    </w:p>
    <w:p w:rsidR="00354DF7" w:rsidRDefault="00354DF7" w:rsidP="00354DF7">
      <w:pPr>
        <w:tabs>
          <w:tab w:val="left" w:pos="6195"/>
        </w:tabs>
      </w:pPr>
      <w:r>
        <w:lastRenderedPageBreak/>
        <w:t>507.1710</w:t>
      </w:r>
      <w:r>
        <w:tab/>
        <w:t>1.775e0</w:t>
      </w:r>
    </w:p>
    <w:p w:rsidR="00354DF7" w:rsidRDefault="00354DF7" w:rsidP="00354DF7">
      <w:pPr>
        <w:tabs>
          <w:tab w:val="left" w:pos="6195"/>
        </w:tabs>
      </w:pPr>
      <w:r>
        <w:t>507.2210</w:t>
      </w:r>
      <w:r>
        <w:tab/>
        <w:t>1.160e1</w:t>
      </w:r>
    </w:p>
    <w:p w:rsidR="00354DF7" w:rsidRDefault="00354DF7" w:rsidP="00354DF7">
      <w:pPr>
        <w:tabs>
          <w:tab w:val="left" w:pos="6195"/>
        </w:tabs>
      </w:pPr>
      <w:r>
        <w:t>507.2418</w:t>
      </w:r>
      <w:r>
        <w:tab/>
        <w:t>1.068e1</w:t>
      </w:r>
    </w:p>
    <w:p w:rsidR="00354DF7" w:rsidRDefault="00354DF7" w:rsidP="00354DF7">
      <w:pPr>
        <w:tabs>
          <w:tab w:val="left" w:pos="6195"/>
        </w:tabs>
      </w:pPr>
      <w:r>
        <w:t>507.2437</w:t>
      </w:r>
      <w:r>
        <w:tab/>
        <w:t>8.363e0</w:t>
      </w:r>
    </w:p>
    <w:p w:rsidR="00354DF7" w:rsidRDefault="00354DF7" w:rsidP="00354DF7">
      <w:pPr>
        <w:tabs>
          <w:tab w:val="left" w:pos="6195"/>
        </w:tabs>
      </w:pPr>
      <w:r>
        <w:t>507.2453</w:t>
      </w:r>
      <w:r>
        <w:tab/>
        <w:t>9.950e0</w:t>
      </w:r>
    </w:p>
    <w:p w:rsidR="00354DF7" w:rsidRDefault="00354DF7" w:rsidP="00354DF7">
      <w:pPr>
        <w:tabs>
          <w:tab w:val="left" w:pos="6195"/>
        </w:tabs>
      </w:pPr>
      <w:r>
        <w:t>507.2481</w:t>
      </w:r>
      <w:r>
        <w:tab/>
        <w:t>6.898e0</w:t>
      </w:r>
    </w:p>
    <w:p w:rsidR="00354DF7" w:rsidRDefault="00354DF7" w:rsidP="00354DF7">
      <w:pPr>
        <w:tabs>
          <w:tab w:val="left" w:pos="6195"/>
        </w:tabs>
      </w:pPr>
      <w:r>
        <w:t>507.2683</w:t>
      </w:r>
      <w:r>
        <w:tab/>
        <w:t>1.484e1</w:t>
      </w:r>
    </w:p>
    <w:p w:rsidR="00354DF7" w:rsidRDefault="00354DF7" w:rsidP="00354DF7">
      <w:pPr>
        <w:tabs>
          <w:tab w:val="left" w:pos="6195"/>
        </w:tabs>
      </w:pPr>
      <w:r>
        <w:t>507.2958</w:t>
      </w:r>
      <w:r>
        <w:tab/>
        <w:t>3.566e0</w:t>
      </w:r>
    </w:p>
    <w:p w:rsidR="00354DF7" w:rsidRDefault="00354DF7" w:rsidP="00354DF7">
      <w:pPr>
        <w:tabs>
          <w:tab w:val="left" w:pos="6195"/>
        </w:tabs>
      </w:pPr>
      <w:r>
        <w:t>507.3135</w:t>
      </w:r>
      <w:r>
        <w:tab/>
        <w:t>3.215e0</w:t>
      </w:r>
    </w:p>
    <w:p w:rsidR="00354DF7" w:rsidRDefault="00354DF7" w:rsidP="00354DF7">
      <w:pPr>
        <w:tabs>
          <w:tab w:val="left" w:pos="6195"/>
        </w:tabs>
      </w:pPr>
      <w:r>
        <w:t>507.3375</w:t>
      </w:r>
      <w:r>
        <w:tab/>
        <w:t>2.984e0</w:t>
      </w:r>
    </w:p>
    <w:p w:rsidR="00354DF7" w:rsidRDefault="00354DF7" w:rsidP="00354DF7">
      <w:pPr>
        <w:tabs>
          <w:tab w:val="left" w:pos="6195"/>
        </w:tabs>
      </w:pPr>
      <w:r>
        <w:t>507.3628</w:t>
      </w:r>
      <w:r>
        <w:tab/>
        <w:t>1.286e1</w:t>
      </w:r>
    </w:p>
    <w:p w:rsidR="00354DF7" w:rsidRDefault="00354DF7" w:rsidP="00354DF7">
      <w:pPr>
        <w:tabs>
          <w:tab w:val="left" w:pos="6195"/>
        </w:tabs>
      </w:pPr>
      <w:r>
        <w:t>507.3726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507.3904</w:t>
      </w:r>
      <w:r>
        <w:tab/>
        <w:t>1.685e0</w:t>
      </w:r>
    </w:p>
    <w:p w:rsidR="00354DF7" w:rsidRDefault="00354DF7" w:rsidP="00354DF7">
      <w:pPr>
        <w:tabs>
          <w:tab w:val="left" w:pos="6195"/>
        </w:tabs>
      </w:pPr>
      <w:r>
        <w:t>507.4597</w:t>
      </w:r>
      <w:r>
        <w:tab/>
        <w:t>1.460e0</w:t>
      </w:r>
    </w:p>
    <w:p w:rsidR="00354DF7" w:rsidRDefault="00354DF7" w:rsidP="00354DF7">
      <w:pPr>
        <w:tabs>
          <w:tab w:val="left" w:pos="6195"/>
        </w:tabs>
      </w:pPr>
      <w:r>
        <w:t>507.4623</w:t>
      </w:r>
      <w:r>
        <w:tab/>
        <w:t>4.653e0</w:t>
      </w:r>
    </w:p>
    <w:p w:rsidR="00354DF7" w:rsidRDefault="00354DF7" w:rsidP="00354DF7">
      <w:pPr>
        <w:tabs>
          <w:tab w:val="left" w:pos="6195"/>
        </w:tabs>
      </w:pPr>
      <w:r>
        <w:t>507.4976</w:t>
      </w:r>
      <w:r>
        <w:tab/>
        <w:t>1.560e0</w:t>
      </w:r>
    </w:p>
    <w:p w:rsidR="00354DF7" w:rsidRDefault="00354DF7" w:rsidP="00354DF7">
      <w:pPr>
        <w:tabs>
          <w:tab w:val="left" w:pos="6195"/>
        </w:tabs>
      </w:pPr>
      <w:r>
        <w:t>507.4990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507.5279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507.5309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lastRenderedPageBreak/>
        <w:t>507.5508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507.5709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507.5807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507.5985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507.6647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507.6679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507.6764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507.7318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507.7513</w:t>
      </w:r>
      <w:r>
        <w:tab/>
        <w:t>4.639e0</w:t>
      </w:r>
    </w:p>
    <w:p w:rsidR="00354DF7" w:rsidRDefault="00354DF7" w:rsidP="00354DF7">
      <w:pPr>
        <w:tabs>
          <w:tab w:val="left" w:pos="6195"/>
        </w:tabs>
      </w:pPr>
      <w:r>
        <w:t>507.7608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507.7800</w:t>
      </w:r>
      <w:r>
        <w:tab/>
        <w:t>3.357e0</w:t>
      </w:r>
    </w:p>
    <w:p w:rsidR="00354DF7" w:rsidRDefault="00354DF7" w:rsidP="00354DF7">
      <w:pPr>
        <w:tabs>
          <w:tab w:val="left" w:pos="6195"/>
        </w:tabs>
      </w:pPr>
      <w:r>
        <w:t>507.7831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507.8164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507.8179</w:t>
      </w:r>
      <w:r>
        <w:tab/>
        <w:t>1.963e0</w:t>
      </w:r>
    </w:p>
    <w:p w:rsidR="00354DF7" w:rsidRDefault="00354DF7" w:rsidP="00354DF7">
      <w:pPr>
        <w:tabs>
          <w:tab w:val="left" w:pos="6195"/>
        </w:tabs>
      </w:pPr>
      <w:r>
        <w:t>507.8365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507.8399</w:t>
      </w:r>
      <w:r>
        <w:tab/>
        <w:t>3.598e0</w:t>
      </w:r>
    </w:p>
    <w:p w:rsidR="00354DF7" w:rsidRDefault="00354DF7" w:rsidP="00354DF7">
      <w:pPr>
        <w:tabs>
          <w:tab w:val="left" w:pos="6195"/>
        </w:tabs>
      </w:pPr>
      <w:r>
        <w:t>507.8633</w:t>
      </w:r>
      <w:r>
        <w:tab/>
        <w:t>2.854e0</w:t>
      </w:r>
    </w:p>
    <w:p w:rsidR="00354DF7" w:rsidRDefault="00354DF7" w:rsidP="00354DF7">
      <w:pPr>
        <w:tabs>
          <w:tab w:val="left" w:pos="6195"/>
        </w:tabs>
      </w:pPr>
      <w:r>
        <w:t>507.8656</w:t>
      </w:r>
      <w:r>
        <w:tab/>
        <w:t>1.776e0</w:t>
      </w:r>
    </w:p>
    <w:p w:rsidR="00354DF7" w:rsidRDefault="00354DF7" w:rsidP="00354DF7">
      <w:pPr>
        <w:tabs>
          <w:tab w:val="left" w:pos="6195"/>
        </w:tabs>
      </w:pPr>
      <w:r>
        <w:t>507.8940</w:t>
      </w:r>
      <w:r>
        <w:tab/>
        <w:t>4.967e0</w:t>
      </w:r>
    </w:p>
    <w:p w:rsidR="00354DF7" w:rsidRDefault="00354DF7" w:rsidP="00354DF7">
      <w:pPr>
        <w:tabs>
          <w:tab w:val="left" w:pos="6195"/>
        </w:tabs>
      </w:pPr>
      <w:r>
        <w:lastRenderedPageBreak/>
        <w:t>507.9127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507.9151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507.9320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507.9510</w:t>
      </w:r>
      <w:r>
        <w:tab/>
        <w:t>1.901e0</w:t>
      </w:r>
    </w:p>
    <w:p w:rsidR="00354DF7" w:rsidRDefault="00354DF7" w:rsidP="00354DF7">
      <w:pPr>
        <w:tabs>
          <w:tab w:val="left" w:pos="6195"/>
        </w:tabs>
      </w:pPr>
      <w:r>
        <w:t>507.9545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508.0080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508.0176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508.0397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508.0472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508.0514</w:t>
      </w:r>
      <w:r>
        <w:tab/>
        <w:t>6.076e0</w:t>
      </w:r>
    </w:p>
    <w:p w:rsidR="00354DF7" w:rsidRDefault="00354DF7" w:rsidP="00354DF7">
      <w:pPr>
        <w:tabs>
          <w:tab w:val="left" w:pos="6195"/>
        </w:tabs>
      </w:pPr>
      <w:r>
        <w:t>508.0757</w:t>
      </w:r>
      <w:r>
        <w:tab/>
        <w:t>6.062e0</w:t>
      </w:r>
    </w:p>
    <w:p w:rsidR="00354DF7" w:rsidRDefault="00354DF7" w:rsidP="00354DF7">
      <w:pPr>
        <w:tabs>
          <w:tab w:val="left" w:pos="6195"/>
        </w:tabs>
      </w:pPr>
      <w:r>
        <w:t>508.0961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508.1198</w:t>
      </w:r>
      <w:r>
        <w:tab/>
        <w:t>4.339e0</w:t>
      </w:r>
    </w:p>
    <w:p w:rsidR="00354DF7" w:rsidRDefault="00354DF7" w:rsidP="00354DF7">
      <w:pPr>
        <w:tabs>
          <w:tab w:val="left" w:pos="6195"/>
        </w:tabs>
      </w:pPr>
      <w:r>
        <w:t>508.1356</w:t>
      </w:r>
      <w:r>
        <w:tab/>
        <w:t>5.792e0</w:t>
      </w:r>
    </w:p>
    <w:p w:rsidR="00354DF7" w:rsidRDefault="00354DF7" w:rsidP="00354DF7">
      <w:pPr>
        <w:tabs>
          <w:tab w:val="left" w:pos="6195"/>
        </w:tabs>
      </w:pPr>
      <w:r>
        <w:t>508.1381</w:t>
      </w:r>
      <w:r>
        <w:tab/>
        <w:t>1.539e0</w:t>
      </w:r>
    </w:p>
    <w:p w:rsidR="00354DF7" w:rsidRDefault="00354DF7" w:rsidP="00354DF7">
      <w:pPr>
        <w:tabs>
          <w:tab w:val="left" w:pos="6195"/>
        </w:tabs>
      </w:pPr>
      <w:r>
        <w:t>508.1890</w:t>
      </w:r>
      <w:r>
        <w:tab/>
        <w:t>7.240e0</w:t>
      </w:r>
    </w:p>
    <w:p w:rsidR="00354DF7" w:rsidRDefault="00354DF7" w:rsidP="00354DF7">
      <w:pPr>
        <w:tabs>
          <w:tab w:val="left" w:pos="6195"/>
        </w:tabs>
      </w:pPr>
      <w:r>
        <w:t>508.1946</w:t>
      </w:r>
      <w:r>
        <w:tab/>
        <w:t>5.846e0</w:t>
      </w:r>
    </w:p>
    <w:p w:rsidR="00354DF7" w:rsidRDefault="00354DF7" w:rsidP="00354DF7">
      <w:pPr>
        <w:tabs>
          <w:tab w:val="left" w:pos="6195"/>
        </w:tabs>
      </w:pPr>
      <w:r>
        <w:t>508.2191</w:t>
      </w:r>
      <w:r>
        <w:tab/>
        <w:t>5.118e0</w:t>
      </w:r>
    </w:p>
    <w:p w:rsidR="00354DF7" w:rsidRDefault="00354DF7" w:rsidP="00354DF7">
      <w:pPr>
        <w:tabs>
          <w:tab w:val="left" w:pos="6195"/>
        </w:tabs>
      </w:pPr>
      <w:r>
        <w:t>508.2267</w:t>
      </w:r>
      <w:r>
        <w:tab/>
        <w:t>6.577e0</w:t>
      </w:r>
    </w:p>
    <w:p w:rsidR="00354DF7" w:rsidRDefault="00354DF7" w:rsidP="00354DF7">
      <w:pPr>
        <w:tabs>
          <w:tab w:val="left" w:pos="6195"/>
        </w:tabs>
      </w:pPr>
      <w:r>
        <w:lastRenderedPageBreak/>
        <w:t>508.2542</w:t>
      </w:r>
      <w:r>
        <w:tab/>
        <w:t>8.606e0</w:t>
      </w:r>
    </w:p>
    <w:p w:rsidR="00354DF7" w:rsidRDefault="00354DF7" w:rsidP="00354DF7">
      <w:pPr>
        <w:tabs>
          <w:tab w:val="left" w:pos="6195"/>
        </w:tabs>
      </w:pPr>
      <w:r>
        <w:t>508.2823</w:t>
      </w:r>
      <w:r>
        <w:tab/>
        <w:t>7.748e0</w:t>
      </w:r>
    </w:p>
    <w:p w:rsidR="00354DF7" w:rsidRDefault="00354DF7" w:rsidP="00354DF7">
      <w:pPr>
        <w:tabs>
          <w:tab w:val="left" w:pos="6195"/>
        </w:tabs>
      </w:pPr>
      <w:r>
        <w:t>508.2969</w:t>
      </w:r>
      <w:r>
        <w:tab/>
        <w:t>2.745e0</w:t>
      </w:r>
    </w:p>
    <w:p w:rsidR="00354DF7" w:rsidRDefault="00354DF7" w:rsidP="00354DF7">
      <w:pPr>
        <w:tabs>
          <w:tab w:val="left" w:pos="6195"/>
        </w:tabs>
      </w:pPr>
      <w:r>
        <w:t>508.3219</w:t>
      </w:r>
      <w:r>
        <w:tab/>
        <w:t>6.947e0</w:t>
      </w:r>
    </w:p>
    <w:p w:rsidR="00354DF7" w:rsidRDefault="00354DF7" w:rsidP="00354DF7">
      <w:pPr>
        <w:tabs>
          <w:tab w:val="left" w:pos="6195"/>
        </w:tabs>
      </w:pPr>
      <w:r>
        <w:t>508.3348</w:t>
      </w:r>
      <w:r>
        <w:tab/>
        <w:t>3.231e0</w:t>
      </w:r>
    </w:p>
    <w:p w:rsidR="00354DF7" w:rsidRDefault="00354DF7" w:rsidP="00354DF7">
      <w:pPr>
        <w:tabs>
          <w:tab w:val="left" w:pos="6195"/>
        </w:tabs>
      </w:pPr>
      <w:r>
        <w:t>508.3503</w:t>
      </w:r>
      <w:r>
        <w:tab/>
        <w:t>2.746e0</w:t>
      </w:r>
    </w:p>
    <w:p w:rsidR="00354DF7" w:rsidRDefault="00354DF7" w:rsidP="00354DF7">
      <w:pPr>
        <w:tabs>
          <w:tab w:val="left" w:pos="6195"/>
        </w:tabs>
      </w:pPr>
      <w:r>
        <w:t>508.3701</w:t>
      </w:r>
      <w:r>
        <w:tab/>
        <w:t>1.477e0</w:t>
      </w:r>
    </w:p>
    <w:p w:rsidR="00354DF7" w:rsidRDefault="00354DF7" w:rsidP="00354DF7">
      <w:pPr>
        <w:tabs>
          <w:tab w:val="left" w:pos="6195"/>
        </w:tabs>
      </w:pPr>
      <w:r>
        <w:t>508.3996</w:t>
      </w:r>
      <w:r>
        <w:tab/>
        <w:t>1.513e0</w:t>
      </w:r>
    </w:p>
    <w:p w:rsidR="00354DF7" w:rsidRDefault="00354DF7" w:rsidP="00354DF7">
      <w:pPr>
        <w:tabs>
          <w:tab w:val="left" w:pos="6195"/>
        </w:tabs>
      </w:pPr>
      <w:r>
        <w:t>508.4337</w:t>
      </w:r>
      <w:r>
        <w:tab/>
        <w:t>4.827e0</w:t>
      </w:r>
    </w:p>
    <w:p w:rsidR="00354DF7" w:rsidRDefault="00354DF7" w:rsidP="00354DF7">
      <w:pPr>
        <w:tabs>
          <w:tab w:val="left" w:pos="6195"/>
        </w:tabs>
      </w:pPr>
      <w:r>
        <w:t>508.4369</w:t>
      </w:r>
      <w:r>
        <w:tab/>
        <w:t>1.550e0</w:t>
      </w:r>
    </w:p>
    <w:p w:rsidR="00354DF7" w:rsidRDefault="00354DF7" w:rsidP="00354DF7">
      <w:pPr>
        <w:tabs>
          <w:tab w:val="left" w:pos="6195"/>
        </w:tabs>
      </w:pPr>
      <w:r>
        <w:t>508.4400</w:t>
      </w:r>
      <w:r>
        <w:tab/>
        <w:t>6.062e0</w:t>
      </w:r>
    </w:p>
    <w:p w:rsidR="00354DF7" w:rsidRDefault="00354DF7" w:rsidP="00354DF7">
      <w:pPr>
        <w:tabs>
          <w:tab w:val="left" w:pos="6195"/>
        </w:tabs>
      </w:pPr>
      <w:r>
        <w:t>508.4464</w:t>
      </w:r>
      <w:r>
        <w:tab/>
        <w:t>2.158e0</w:t>
      </w:r>
    </w:p>
    <w:p w:rsidR="00354DF7" w:rsidRDefault="00354DF7" w:rsidP="00354DF7">
      <w:pPr>
        <w:tabs>
          <w:tab w:val="left" w:pos="6195"/>
        </w:tabs>
      </w:pPr>
      <w:r>
        <w:t>508.4575</w:t>
      </w:r>
      <w:r>
        <w:tab/>
        <w:t>3.270e0</w:t>
      </w:r>
    </w:p>
    <w:p w:rsidR="00354DF7" w:rsidRDefault="00354DF7" w:rsidP="00354DF7">
      <w:pPr>
        <w:tabs>
          <w:tab w:val="left" w:pos="6195"/>
        </w:tabs>
      </w:pPr>
      <w:r>
        <w:t>508.5142</w:t>
      </w:r>
      <w:r>
        <w:tab/>
        <w:t>1.169e0</w:t>
      </w:r>
    </w:p>
    <w:p w:rsidR="00354DF7" w:rsidRDefault="00354DF7" w:rsidP="00354DF7">
      <w:pPr>
        <w:tabs>
          <w:tab w:val="left" w:pos="6195"/>
        </w:tabs>
      </w:pPr>
      <w:r>
        <w:t>508.5210</w:t>
      </w:r>
      <w:r>
        <w:tab/>
        <w:t>6.680e0</w:t>
      </w:r>
    </w:p>
    <w:p w:rsidR="00354DF7" w:rsidRDefault="00354DF7" w:rsidP="00354DF7">
      <w:pPr>
        <w:tabs>
          <w:tab w:val="left" w:pos="6195"/>
        </w:tabs>
      </w:pPr>
      <w:r>
        <w:t>508.5399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508.5670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508.5770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508.5840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lastRenderedPageBreak/>
        <w:t>508.5981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508.6023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508.6089</w:t>
      </w:r>
      <w:r>
        <w:tab/>
        <w:t>5.063e0</w:t>
      </w:r>
    </w:p>
    <w:p w:rsidR="00354DF7" w:rsidRDefault="00354DF7" w:rsidP="00354DF7">
      <w:pPr>
        <w:tabs>
          <w:tab w:val="left" w:pos="6195"/>
        </w:tabs>
      </w:pPr>
      <w:r>
        <w:t>508.6424</w:t>
      </w:r>
      <w:r>
        <w:tab/>
        <w:t>2.025e0</w:t>
      </w:r>
    </w:p>
    <w:p w:rsidR="00354DF7" w:rsidRDefault="00354DF7" w:rsidP="00354DF7">
      <w:pPr>
        <w:tabs>
          <w:tab w:val="left" w:pos="6195"/>
        </w:tabs>
      </w:pPr>
      <w:r>
        <w:t>508.6565</w:t>
      </w:r>
      <w:r>
        <w:tab/>
        <w:t>1.013e0</w:t>
      </w:r>
    </w:p>
    <w:p w:rsidR="00354DF7" w:rsidRDefault="00354DF7" w:rsidP="00354DF7">
      <w:pPr>
        <w:tabs>
          <w:tab w:val="left" w:pos="6195"/>
        </w:tabs>
      </w:pPr>
      <w:r>
        <w:t>508.6702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508.6970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508.7054</w:t>
      </w:r>
      <w:r>
        <w:tab/>
        <w:t>4.051e0</w:t>
      </w:r>
    </w:p>
    <w:p w:rsidR="00354DF7" w:rsidRDefault="00354DF7" w:rsidP="00354DF7">
      <w:pPr>
        <w:tabs>
          <w:tab w:val="left" w:pos="6195"/>
        </w:tabs>
      </w:pPr>
      <w:r>
        <w:t>508.7343</w:t>
      </w:r>
      <w:r>
        <w:tab/>
        <w:t>3.038e0</w:t>
      </w:r>
    </w:p>
    <w:p w:rsidR="00354DF7" w:rsidRDefault="00354DF7" w:rsidP="00354DF7">
      <w:pPr>
        <w:tabs>
          <w:tab w:val="left" w:pos="6195"/>
        </w:tabs>
      </w:pPr>
      <w:r>
        <w:t>508.8251</w:t>
      </w:r>
      <w:r>
        <w:tab/>
        <w:t>4.340e1</w:t>
      </w:r>
    </w:p>
    <w:p w:rsidR="00354DF7" w:rsidRDefault="00354DF7" w:rsidP="00354DF7">
      <w:pPr>
        <w:tabs>
          <w:tab w:val="left" w:pos="6195"/>
        </w:tabs>
      </w:pPr>
      <w:r>
        <w:t>508.8277</w:t>
      </w:r>
      <w:r>
        <w:tab/>
        <w:t>3.392e1</w:t>
      </w:r>
    </w:p>
    <w:p w:rsidR="00354DF7" w:rsidRDefault="00354DF7" w:rsidP="00354DF7">
      <w:pPr>
        <w:tabs>
          <w:tab w:val="left" w:pos="6195"/>
        </w:tabs>
      </w:pPr>
      <w:r>
        <w:t>508.8292</w:t>
      </w:r>
      <w:r>
        <w:tab/>
        <w:t>7.245e1</w:t>
      </w:r>
    </w:p>
    <w:p w:rsidR="00354DF7" w:rsidRDefault="00354DF7" w:rsidP="00354DF7">
      <w:pPr>
        <w:tabs>
          <w:tab w:val="left" w:pos="6195"/>
        </w:tabs>
      </w:pPr>
      <w:r>
        <w:t>508.8311</w:t>
      </w:r>
      <w:r>
        <w:tab/>
        <w:t>4.350e1</w:t>
      </w:r>
    </w:p>
    <w:p w:rsidR="00354DF7" w:rsidRDefault="00354DF7" w:rsidP="00354DF7">
      <w:pPr>
        <w:tabs>
          <w:tab w:val="left" w:pos="6195"/>
        </w:tabs>
      </w:pPr>
      <w:r>
        <w:t>508.8352</w:t>
      </w:r>
      <w:r>
        <w:tab/>
        <w:t>3.922e1</w:t>
      </w:r>
    </w:p>
    <w:p w:rsidR="00354DF7" w:rsidRDefault="00354DF7" w:rsidP="00354DF7">
      <w:pPr>
        <w:tabs>
          <w:tab w:val="left" w:pos="6195"/>
        </w:tabs>
      </w:pPr>
      <w:r>
        <w:t>508.9164</w:t>
      </w:r>
      <w:r>
        <w:tab/>
        <w:t>1.013e0</w:t>
      </w:r>
      <w:bookmarkStart w:id="0" w:name="_GoBack"/>
      <w:bookmarkEnd w:id="0"/>
      <w:r>
        <w:tab/>
      </w:r>
    </w:p>
    <w:p w:rsidR="00354DF7" w:rsidRPr="00044EB7" w:rsidRDefault="00354DF7" w:rsidP="00354DF7"/>
    <w:p w:rsidR="00354DF7" w:rsidRPr="00195477" w:rsidRDefault="00354DF7" w:rsidP="00354DF7"/>
    <w:p w:rsidR="00354DF7" w:rsidRPr="00044EB7" w:rsidRDefault="00354DF7" w:rsidP="00354DF7"/>
    <w:sectPr w:rsidR="00354DF7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DF7"/>
    <w:rsid w:val="00044EB7"/>
    <w:rsid w:val="00354DF7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1586</Pages>
  <Words>76520</Words>
  <Characters>436170</Characters>
  <Application>Microsoft Office Word</Application>
  <DocSecurity>0</DocSecurity>
  <Lines>3634</Lines>
  <Paragraphs>1023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511667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2022-03-07T10:06:00Z</dcterms:created>
  <dcterms:modified xsi:type="dcterms:W3CDTF">2022-03-07T12:23:00Z</dcterms:modified>
</cp:coreProperties>
</file>