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B65" w:rsidRDefault="00850B65" w:rsidP="00A563A9">
      <w:r w:rsidRPr="00850B65">
        <w:rPr>
          <w:noProof/>
          <w:lang w:val="en-GB" w:eastAsia="en-GB"/>
        </w:rPr>
        <w:drawing>
          <wp:inline distT="0" distB="0" distL="0" distR="0">
            <wp:extent cx="9070975" cy="5939188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3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B65" w:rsidRDefault="00850B65" w:rsidP="00A563A9"/>
    <w:p w:rsidR="00A563A9" w:rsidRDefault="00A563A9" w:rsidP="00A563A9">
      <w:r>
        <w:lastRenderedPageBreak/>
        <w:t>REPORT MASSES AS +/-5mDa, referenced against</w:t>
      </w:r>
    </w:p>
    <w:p w:rsidR="00A563A9" w:rsidRDefault="00A563A9" w:rsidP="00A563A9">
      <w:r>
        <w:t xml:space="preserve"> Leucine </w:t>
      </w:r>
      <w:proofErr w:type="spellStart"/>
      <w:r>
        <w:t>Enkephalin</w:t>
      </w:r>
      <w:proofErr w:type="spellEnd"/>
      <w:r>
        <w:t xml:space="preserve"> @ 557.2802 (M+H, C13 isotope) and 556.2771 (M+H, C12 isotope) positive mode, 555.2645 (M-H, C13) and 554.2615 (M-H, C12) negative mode.</w:t>
      </w:r>
    </w:p>
    <w:p w:rsidR="00A563A9" w:rsidRDefault="00A563A9" w:rsidP="00A563A9">
      <w:proofErr w:type="gramStart"/>
      <w:r>
        <w:t>or</w:t>
      </w:r>
      <w:proofErr w:type="gramEnd"/>
      <w:r>
        <w:t xml:space="preserve">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:rsidR="00A563A9" w:rsidRDefault="00A563A9" w:rsidP="00A563A9">
      <w:r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:rsidR="00850B65" w:rsidRDefault="00850B65" w:rsidP="00850B65">
      <w:r>
        <w:t>Elemental Composition Report</w:t>
      </w:r>
    </w:p>
    <w:p w:rsidR="00850B65" w:rsidRDefault="00850B65" w:rsidP="00850B65"/>
    <w:p w:rsidR="00850B65" w:rsidRDefault="00850B65" w:rsidP="00850B65">
      <w:r>
        <w:t xml:space="preserve">Single Mass Analysis </w:t>
      </w:r>
    </w:p>
    <w:p w:rsidR="00850B65" w:rsidRDefault="00850B65" w:rsidP="00850B65">
      <w:r>
        <w:t>Tolerance = 7.0 PPM   /   DBE: min = -15.0, max = 100.0</w:t>
      </w:r>
    </w:p>
    <w:p w:rsidR="00850B65" w:rsidRDefault="00850B65" w:rsidP="00850B65">
      <w:r>
        <w:t>Selected filters: None</w:t>
      </w:r>
    </w:p>
    <w:p w:rsidR="00850B65" w:rsidRDefault="00850B65" w:rsidP="00850B65"/>
    <w:p w:rsidR="00850B65" w:rsidRDefault="00850B65" w:rsidP="00850B65">
      <w:r>
        <w:t>Monoisotopic Mass, Even Electron Ions</w:t>
      </w:r>
    </w:p>
    <w:p w:rsidR="00850B65" w:rsidRDefault="00850B65" w:rsidP="00850B65">
      <w:r>
        <w:t xml:space="preserve">59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850B65" w:rsidRDefault="00850B65" w:rsidP="00850B65">
      <w:r>
        <w:t>Elements Used:</w:t>
      </w:r>
    </w:p>
    <w:p w:rsidR="00850B65" w:rsidRDefault="00850B65" w:rsidP="00850B65">
      <w:r>
        <w:t xml:space="preserve">C: 8-9    H: 5-13    N: 1-10    F: 2-5    Na: 0-1    S: 1-1    </w:t>
      </w:r>
    </w:p>
    <w:p w:rsidR="00850B65" w:rsidRDefault="00850B65" w:rsidP="00850B65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-15.0</w:t>
      </w:r>
    </w:p>
    <w:p w:rsidR="00850B65" w:rsidRDefault="00850B65" w:rsidP="00850B65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100.0</w:t>
      </w:r>
    </w:p>
    <w:p w:rsidR="00850B65" w:rsidRDefault="00850B65" w:rsidP="00850B65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  <w:t>Formula</w:t>
      </w:r>
    </w:p>
    <w:p w:rsidR="00850B65" w:rsidRDefault="00850B65" w:rsidP="00850B65">
      <w:r>
        <w:t xml:space="preserve">262.0683   </w:t>
      </w:r>
      <w:r>
        <w:tab/>
        <w:t xml:space="preserve">262.0689       </w:t>
      </w:r>
      <w:r>
        <w:tab/>
        <w:t xml:space="preserve">-0.6     </w:t>
      </w:r>
      <w:r>
        <w:tab/>
        <w:t xml:space="preserve">-2.3     </w:t>
      </w:r>
      <w:r>
        <w:tab/>
        <w:t xml:space="preserve">1.5      </w:t>
      </w:r>
      <w:r>
        <w:tab/>
        <w:t xml:space="preserve">7.0        </w:t>
      </w:r>
      <w:r>
        <w:tab/>
      </w:r>
      <w:proofErr w:type="gramStart"/>
      <w:r>
        <w:t>C9  H13</w:t>
      </w:r>
      <w:proofErr w:type="gramEnd"/>
      <w:r>
        <w:t xml:space="preserve">  N  F5  S</w:t>
      </w:r>
    </w:p>
    <w:p w:rsidR="00595483" w:rsidRDefault="00595483" w:rsidP="00044EB7"/>
    <w:p w:rsidR="00850B65" w:rsidRDefault="00850B65" w:rsidP="00850B65">
      <w:r>
        <w:lastRenderedPageBreak/>
        <w:t>201.9536</w:t>
      </w:r>
      <w:r>
        <w:tab/>
        <w:t>1.013e0</w:t>
      </w:r>
    </w:p>
    <w:p w:rsidR="00850B65" w:rsidRDefault="00850B65" w:rsidP="00850B65">
      <w:r>
        <w:t>202.0147</w:t>
      </w:r>
      <w:r>
        <w:tab/>
        <w:t>1.013e0</w:t>
      </w:r>
    </w:p>
    <w:p w:rsidR="00850B65" w:rsidRDefault="00850B65" w:rsidP="00850B65">
      <w:r>
        <w:t>202.0338</w:t>
      </w:r>
      <w:r>
        <w:tab/>
        <w:t>1.013e0</w:t>
      </w:r>
    </w:p>
    <w:p w:rsidR="00850B65" w:rsidRDefault="00850B65" w:rsidP="00850B65">
      <w:r>
        <w:t>202.0412</w:t>
      </w:r>
      <w:r>
        <w:tab/>
        <w:t>1.013e0</w:t>
      </w:r>
    </w:p>
    <w:p w:rsidR="00850B65" w:rsidRDefault="00850B65" w:rsidP="00850B65">
      <w:r>
        <w:t>202.0486</w:t>
      </w:r>
      <w:r>
        <w:tab/>
        <w:t>1.013e0</w:t>
      </w:r>
    </w:p>
    <w:p w:rsidR="00850B65" w:rsidRDefault="00850B65" w:rsidP="00850B65">
      <w:r>
        <w:t>202.0785</w:t>
      </w:r>
      <w:r>
        <w:tab/>
        <w:t>1.013e0</w:t>
      </w:r>
    </w:p>
    <w:p w:rsidR="00850B65" w:rsidRDefault="00850B65" w:rsidP="00850B65">
      <w:r>
        <w:t>202.0935</w:t>
      </w:r>
      <w:r>
        <w:tab/>
        <w:t>1.013e0</w:t>
      </w:r>
    </w:p>
    <w:p w:rsidR="00850B65" w:rsidRDefault="00850B65" w:rsidP="00850B65">
      <w:r>
        <w:t>202.1010</w:t>
      </w:r>
      <w:r>
        <w:tab/>
        <w:t>2.025e0</w:t>
      </w:r>
    </w:p>
    <w:p w:rsidR="00850B65" w:rsidRDefault="00850B65" w:rsidP="00850B65">
      <w:r>
        <w:t>202.1158</w:t>
      </w:r>
      <w:r>
        <w:tab/>
        <w:t>1.013e0</w:t>
      </w:r>
    </w:p>
    <w:p w:rsidR="00850B65" w:rsidRDefault="00850B65" w:rsidP="00850B65">
      <w:r>
        <w:t>202.1427</w:t>
      </w:r>
      <w:r>
        <w:tab/>
        <w:t>2.025e0</w:t>
      </w:r>
    </w:p>
    <w:p w:rsidR="00850B65" w:rsidRDefault="00850B65" w:rsidP="00850B65">
      <w:r>
        <w:t>202.1775</w:t>
      </w:r>
      <w:r>
        <w:tab/>
        <w:t>1.013e0</w:t>
      </w:r>
    </w:p>
    <w:p w:rsidR="00850B65" w:rsidRDefault="00850B65" w:rsidP="00850B65">
      <w:r>
        <w:t>202.1849</w:t>
      </w:r>
      <w:r>
        <w:tab/>
        <w:t>1.013e0</w:t>
      </w:r>
    </w:p>
    <w:p w:rsidR="00850B65" w:rsidRDefault="00850B65" w:rsidP="00850B65">
      <w:r>
        <w:t>202.1923</w:t>
      </w:r>
      <w:r>
        <w:tab/>
        <w:t>1.013e0</w:t>
      </w:r>
    </w:p>
    <w:p w:rsidR="00850B65" w:rsidRDefault="00850B65" w:rsidP="00850B65">
      <w:r>
        <w:t>202.1960</w:t>
      </w:r>
      <w:r>
        <w:tab/>
        <w:t>1.013e0</w:t>
      </w:r>
    </w:p>
    <w:p w:rsidR="00850B65" w:rsidRDefault="00850B65" w:rsidP="00850B65">
      <w:r>
        <w:t>202.2346</w:t>
      </w:r>
      <w:r>
        <w:tab/>
        <w:t>3.038e0</w:t>
      </w:r>
    </w:p>
    <w:p w:rsidR="00850B65" w:rsidRDefault="00850B65" w:rsidP="00850B65">
      <w:r>
        <w:t>202.2744</w:t>
      </w:r>
      <w:r>
        <w:tab/>
        <w:t>1.013e0</w:t>
      </w:r>
    </w:p>
    <w:p w:rsidR="00850B65" w:rsidRDefault="00850B65" w:rsidP="00850B65">
      <w:r>
        <w:t>202.3434</w:t>
      </w:r>
      <w:r>
        <w:tab/>
        <w:t>1.013e0</w:t>
      </w:r>
    </w:p>
    <w:p w:rsidR="00850B65" w:rsidRDefault="00850B65" w:rsidP="00850B65">
      <w:r>
        <w:t>202.3658</w:t>
      </w:r>
      <w:r>
        <w:tab/>
        <w:t>1.013e0</w:t>
      </w:r>
    </w:p>
    <w:p w:rsidR="00850B65" w:rsidRDefault="00850B65" w:rsidP="00850B65">
      <w:r>
        <w:t>202.4568</w:t>
      </w:r>
      <w:r>
        <w:tab/>
        <w:t>1.013e0</w:t>
      </w:r>
    </w:p>
    <w:p w:rsidR="00850B65" w:rsidRDefault="00850B65" w:rsidP="00850B65">
      <w:r>
        <w:lastRenderedPageBreak/>
        <w:t>202.5069</w:t>
      </w:r>
      <w:r>
        <w:tab/>
        <w:t>4.051e0</w:t>
      </w:r>
    </w:p>
    <w:p w:rsidR="00850B65" w:rsidRDefault="00850B65" w:rsidP="00850B65">
      <w:r>
        <w:t>202.5133</w:t>
      </w:r>
      <w:r>
        <w:tab/>
        <w:t>1.013e0</w:t>
      </w:r>
    </w:p>
    <w:p w:rsidR="00850B65" w:rsidRDefault="00850B65" w:rsidP="00850B65">
      <w:r>
        <w:t>202.5190</w:t>
      </w:r>
      <w:r>
        <w:tab/>
        <w:t>2.025e0</w:t>
      </w:r>
    </w:p>
    <w:p w:rsidR="00850B65" w:rsidRDefault="00850B65" w:rsidP="00850B65">
      <w:r>
        <w:t>202.5619</w:t>
      </w:r>
      <w:r>
        <w:tab/>
        <w:t>1.013e0</w:t>
      </w:r>
    </w:p>
    <w:p w:rsidR="00850B65" w:rsidRDefault="00850B65" w:rsidP="00850B65">
      <w:r>
        <w:t>202.5771</w:t>
      </w:r>
      <w:r>
        <w:tab/>
        <w:t>1.013e0</w:t>
      </w:r>
    </w:p>
    <w:p w:rsidR="00850B65" w:rsidRDefault="00850B65" w:rsidP="00850B65">
      <w:r>
        <w:t>202.6571</w:t>
      </w:r>
      <w:r>
        <w:tab/>
        <w:t>1.013e0</w:t>
      </w:r>
    </w:p>
    <w:p w:rsidR="00850B65" w:rsidRDefault="00850B65" w:rsidP="00850B65">
      <w:r>
        <w:t>202.6758</w:t>
      </w:r>
      <w:r>
        <w:tab/>
        <w:t>1.013e0</w:t>
      </w:r>
    </w:p>
    <w:p w:rsidR="00850B65" w:rsidRDefault="00850B65" w:rsidP="00850B65">
      <w:r>
        <w:t>202.6945</w:t>
      </w:r>
      <w:r>
        <w:tab/>
        <w:t>1.013e0</w:t>
      </w:r>
    </w:p>
    <w:p w:rsidR="00850B65" w:rsidRDefault="00850B65" w:rsidP="00850B65">
      <w:r>
        <w:t>202.7132</w:t>
      </w:r>
      <w:r>
        <w:tab/>
        <w:t>2.025e0</w:t>
      </w:r>
    </w:p>
    <w:p w:rsidR="00850B65" w:rsidRDefault="00850B65" w:rsidP="00850B65">
      <w:r>
        <w:t>202.7711</w:t>
      </w:r>
      <w:r>
        <w:tab/>
        <w:t>1.013e0</w:t>
      </w:r>
    </w:p>
    <w:p w:rsidR="00850B65" w:rsidRDefault="00850B65" w:rsidP="00850B65">
      <w:r>
        <w:t>202.7748</w:t>
      </w:r>
      <w:r>
        <w:tab/>
        <w:t>1.013e0</w:t>
      </w:r>
    </w:p>
    <w:p w:rsidR="00850B65" w:rsidRDefault="00850B65" w:rsidP="00850B65">
      <w:r>
        <w:t>202.8919</w:t>
      </w:r>
      <w:r>
        <w:tab/>
        <w:t>2.025e0</w:t>
      </w:r>
    </w:p>
    <w:p w:rsidR="00850B65" w:rsidRDefault="00850B65" w:rsidP="00850B65">
      <w:r>
        <w:t>202.9149</w:t>
      </w:r>
      <w:r>
        <w:tab/>
        <w:t>1.013e0</w:t>
      </w:r>
    </w:p>
    <w:p w:rsidR="00850B65" w:rsidRDefault="00850B65" w:rsidP="00850B65">
      <w:r>
        <w:t>202.9915</w:t>
      </w:r>
      <w:r>
        <w:tab/>
        <w:t>2.025e0</w:t>
      </w:r>
    </w:p>
    <w:p w:rsidR="00850B65" w:rsidRDefault="00850B65" w:rsidP="00850B65">
      <w:r>
        <w:t>203.0310</w:t>
      </w:r>
      <w:r>
        <w:tab/>
        <w:t>8.101e0</w:t>
      </w:r>
    </w:p>
    <w:p w:rsidR="00850B65" w:rsidRDefault="00850B65" w:rsidP="00850B65">
      <w:r>
        <w:t>203.0344</w:t>
      </w:r>
      <w:r>
        <w:tab/>
        <w:t>6.510e1</w:t>
      </w:r>
    </w:p>
    <w:p w:rsidR="00850B65" w:rsidRDefault="00850B65" w:rsidP="00850B65">
      <w:r>
        <w:t>203.1046</w:t>
      </w:r>
      <w:r>
        <w:tab/>
        <w:t>5.384e1</w:t>
      </w:r>
    </w:p>
    <w:p w:rsidR="00850B65" w:rsidRDefault="00850B65" w:rsidP="00850B65">
      <w:r>
        <w:t>203.1060</w:t>
      </w:r>
      <w:r>
        <w:tab/>
        <w:t>1.220e2</w:t>
      </w:r>
    </w:p>
    <w:p w:rsidR="00850B65" w:rsidRDefault="00850B65" w:rsidP="00850B65">
      <w:r>
        <w:t>203.1526</w:t>
      </w:r>
      <w:r>
        <w:tab/>
        <w:t>1.013e0</w:t>
      </w:r>
    </w:p>
    <w:p w:rsidR="00850B65" w:rsidRDefault="00850B65" w:rsidP="00850B65">
      <w:r>
        <w:lastRenderedPageBreak/>
        <w:t>203.1779</w:t>
      </w:r>
      <w:r>
        <w:tab/>
        <w:t>3.038e0</w:t>
      </w:r>
    </w:p>
    <w:p w:rsidR="00850B65" w:rsidRDefault="00850B65" w:rsidP="00850B65">
      <w:r>
        <w:t>203.1837</w:t>
      </w:r>
      <w:r>
        <w:tab/>
        <w:t>2.025e0</w:t>
      </w:r>
    </w:p>
    <w:p w:rsidR="00850B65" w:rsidRDefault="00850B65" w:rsidP="00850B65">
      <w:r>
        <w:t>203.2194</w:t>
      </w:r>
      <w:r>
        <w:tab/>
        <w:t>2.025e0</w:t>
      </w:r>
    </w:p>
    <w:p w:rsidR="00850B65" w:rsidRDefault="00850B65" w:rsidP="00850B65">
      <w:r>
        <w:t>203.2503</w:t>
      </w:r>
      <w:r>
        <w:tab/>
        <w:t>3.038e0</w:t>
      </w:r>
    </w:p>
    <w:p w:rsidR="00850B65" w:rsidRDefault="00850B65" w:rsidP="00850B65">
      <w:r>
        <w:t>203.2662</w:t>
      </w:r>
      <w:r>
        <w:tab/>
        <w:t>2.025e0</w:t>
      </w:r>
    </w:p>
    <w:p w:rsidR="00850B65" w:rsidRDefault="00850B65" w:rsidP="00850B65">
      <w:r>
        <w:t>203.3005</w:t>
      </w:r>
      <w:r>
        <w:tab/>
        <w:t>1.013e0</w:t>
      </w:r>
    </w:p>
    <w:p w:rsidR="00850B65" w:rsidRDefault="00850B65" w:rsidP="00850B65">
      <w:r>
        <w:t>203.3278</w:t>
      </w:r>
      <w:r>
        <w:tab/>
        <w:t>1.013e0</w:t>
      </w:r>
    </w:p>
    <w:p w:rsidR="00850B65" w:rsidRDefault="00850B65" w:rsidP="00850B65">
      <w:r>
        <w:t>203.4083</w:t>
      </w:r>
      <w:r>
        <w:tab/>
        <w:t>2.025e0</w:t>
      </w:r>
    </w:p>
    <w:p w:rsidR="00850B65" w:rsidRDefault="00850B65" w:rsidP="00850B65">
      <w:r>
        <w:t>203.4252</w:t>
      </w:r>
      <w:r>
        <w:tab/>
        <w:t>1.013e0</w:t>
      </w:r>
    </w:p>
    <w:p w:rsidR="00850B65" w:rsidRDefault="00850B65" w:rsidP="00850B65">
      <w:r>
        <w:t>203.4330</w:t>
      </w:r>
      <w:r>
        <w:tab/>
        <w:t>1.013e0</w:t>
      </w:r>
    </w:p>
    <w:p w:rsidR="00850B65" w:rsidRDefault="00850B65" w:rsidP="00850B65">
      <w:r>
        <w:t>203.4597</w:t>
      </w:r>
      <w:r>
        <w:tab/>
        <w:t>2.025e0</w:t>
      </w:r>
    </w:p>
    <w:p w:rsidR="00850B65" w:rsidRDefault="00850B65" w:rsidP="00850B65">
      <w:r>
        <w:t>203.4642</w:t>
      </w:r>
      <w:r>
        <w:tab/>
        <w:t>1.013e0</w:t>
      </w:r>
    </w:p>
    <w:p w:rsidR="00850B65" w:rsidRDefault="00850B65" w:rsidP="00850B65">
      <w:r>
        <w:t>203.4868</w:t>
      </w:r>
      <w:r>
        <w:tab/>
        <w:t>2.025e0</w:t>
      </w:r>
    </w:p>
    <w:p w:rsidR="00850B65" w:rsidRDefault="00850B65" w:rsidP="00850B65">
      <w:r>
        <w:t>203.4942</w:t>
      </w:r>
      <w:r>
        <w:tab/>
        <w:t>1.013e0</w:t>
      </w:r>
    </w:p>
    <w:p w:rsidR="00850B65" w:rsidRDefault="00850B65" w:rsidP="00850B65">
      <w:r>
        <w:t>203.5242</w:t>
      </w:r>
      <w:r>
        <w:tab/>
        <w:t>1.013e0</w:t>
      </w:r>
    </w:p>
    <w:p w:rsidR="00850B65" w:rsidRDefault="00850B65" w:rsidP="00850B65">
      <w:r>
        <w:t>203.5655</w:t>
      </w:r>
      <w:r>
        <w:tab/>
        <w:t>1.013e0</w:t>
      </w:r>
    </w:p>
    <w:p w:rsidR="00850B65" w:rsidRDefault="00850B65" w:rsidP="00850B65">
      <w:r>
        <w:t>203.5811</w:t>
      </w:r>
      <w:r>
        <w:tab/>
        <w:t>1.013e0</w:t>
      </w:r>
    </w:p>
    <w:p w:rsidR="00850B65" w:rsidRDefault="00850B65" w:rsidP="00850B65">
      <w:r>
        <w:t>203.5850</w:t>
      </w:r>
      <w:r>
        <w:tab/>
        <w:t>1.013e0</w:t>
      </w:r>
    </w:p>
    <w:p w:rsidR="00850B65" w:rsidRDefault="00850B65" w:rsidP="00850B65">
      <w:r>
        <w:t>203.5967</w:t>
      </w:r>
      <w:r>
        <w:tab/>
        <w:t>1.013e0</w:t>
      </w:r>
    </w:p>
    <w:p w:rsidR="00850B65" w:rsidRDefault="00850B65" w:rsidP="00850B65">
      <w:r>
        <w:lastRenderedPageBreak/>
        <w:t>203.6196</w:t>
      </w:r>
      <w:r>
        <w:tab/>
        <w:t>2.025e0</w:t>
      </w:r>
    </w:p>
    <w:p w:rsidR="00850B65" w:rsidRDefault="00850B65" w:rsidP="00850B65">
      <w:r>
        <w:t>203.6382</w:t>
      </w:r>
      <w:r>
        <w:tab/>
        <w:t>1.013e0</w:t>
      </w:r>
    </w:p>
    <w:p w:rsidR="00850B65" w:rsidRDefault="00850B65" w:rsidP="00850B65">
      <w:r>
        <w:t>203.6590</w:t>
      </w:r>
      <w:r>
        <w:tab/>
        <w:t>3.038e0</w:t>
      </w:r>
    </w:p>
    <w:p w:rsidR="00850B65" w:rsidRDefault="00850B65" w:rsidP="00850B65">
      <w:r>
        <w:t>203.6850</w:t>
      </w:r>
      <w:r>
        <w:tab/>
        <w:t>2.025e0</w:t>
      </w:r>
    </w:p>
    <w:p w:rsidR="00850B65" w:rsidRDefault="00850B65" w:rsidP="00850B65">
      <w:r>
        <w:t>203.7081</w:t>
      </w:r>
      <w:r>
        <w:tab/>
        <w:t>2.025e0</w:t>
      </w:r>
    </w:p>
    <w:p w:rsidR="00850B65" w:rsidRDefault="00850B65" w:rsidP="00850B65">
      <w:r>
        <w:t>203.7636</w:t>
      </w:r>
      <w:r>
        <w:tab/>
        <w:t>1.013e0</w:t>
      </w:r>
    </w:p>
    <w:p w:rsidR="00850B65" w:rsidRDefault="00850B65" w:rsidP="00850B65">
      <w:r>
        <w:t>203.7898</w:t>
      </w:r>
      <w:r>
        <w:tab/>
        <w:t>2.025e0</w:t>
      </w:r>
    </w:p>
    <w:p w:rsidR="00850B65" w:rsidRDefault="00850B65" w:rsidP="00850B65">
      <w:r>
        <w:t>203.7936</w:t>
      </w:r>
      <w:r>
        <w:tab/>
        <w:t>1.013e0</w:t>
      </w:r>
    </w:p>
    <w:p w:rsidR="00850B65" w:rsidRDefault="00850B65" w:rsidP="00850B65">
      <w:r>
        <w:t>203.8562</w:t>
      </w:r>
      <w:r>
        <w:tab/>
        <w:t>2.025e0</w:t>
      </w:r>
    </w:p>
    <w:p w:rsidR="00850B65" w:rsidRDefault="00850B65" w:rsidP="00850B65">
      <w:r>
        <w:t>203.8582</w:t>
      </w:r>
      <w:r>
        <w:tab/>
        <w:t>1.013e0</w:t>
      </w:r>
    </w:p>
    <w:p w:rsidR="00850B65" w:rsidRDefault="00850B65" w:rsidP="00850B65">
      <w:r>
        <w:t>203.8621</w:t>
      </w:r>
      <w:r>
        <w:tab/>
        <w:t>1.013e0</w:t>
      </w:r>
    </w:p>
    <w:p w:rsidR="00850B65" w:rsidRDefault="00850B65" w:rsidP="00850B65">
      <w:r>
        <w:t>203.9451</w:t>
      </w:r>
      <w:r>
        <w:tab/>
        <w:t>1.013e0</w:t>
      </w:r>
    </w:p>
    <w:p w:rsidR="00850B65" w:rsidRDefault="00850B65" w:rsidP="00850B65">
      <w:r>
        <w:t>203.9949</w:t>
      </w:r>
      <w:r>
        <w:tab/>
        <w:t>1.013e0</w:t>
      </w:r>
    </w:p>
    <w:p w:rsidR="00850B65" w:rsidRDefault="00850B65" w:rsidP="00850B65">
      <w:r>
        <w:t>204.0105</w:t>
      </w:r>
      <w:r>
        <w:tab/>
        <w:t>1.013e0</w:t>
      </w:r>
    </w:p>
    <w:p w:rsidR="00850B65" w:rsidRDefault="00850B65" w:rsidP="00850B65">
      <w:r>
        <w:t>204.0144</w:t>
      </w:r>
      <w:r>
        <w:tab/>
        <w:t>1.013e0</w:t>
      </w:r>
    </w:p>
    <w:p w:rsidR="00850B65" w:rsidRDefault="00850B65" w:rsidP="00850B65">
      <w:r>
        <w:t>204.0161</w:t>
      </w:r>
      <w:r>
        <w:tab/>
        <w:t>2.025e0</w:t>
      </w:r>
    </w:p>
    <w:p w:rsidR="00850B65" w:rsidRDefault="00850B65" w:rsidP="00850B65">
      <w:r>
        <w:t>204.0330</w:t>
      </w:r>
      <w:r>
        <w:tab/>
        <w:t>1.013e0</w:t>
      </w:r>
    </w:p>
    <w:p w:rsidR="00850B65" w:rsidRDefault="00850B65" w:rsidP="00850B65">
      <w:r>
        <w:t>204.0366</w:t>
      </w:r>
      <w:r>
        <w:tab/>
        <w:t>5.522e0</w:t>
      </w:r>
    </w:p>
    <w:p w:rsidR="00850B65" w:rsidRDefault="00850B65" w:rsidP="00850B65">
      <w:r>
        <w:t>204.0426</w:t>
      </w:r>
      <w:r>
        <w:tab/>
        <w:t>3.038e0</w:t>
      </w:r>
    </w:p>
    <w:p w:rsidR="00850B65" w:rsidRDefault="00850B65" w:rsidP="00850B65">
      <w:r>
        <w:lastRenderedPageBreak/>
        <w:t>204.0611</w:t>
      </w:r>
      <w:r>
        <w:tab/>
        <w:t>2.025e0</w:t>
      </w:r>
    </w:p>
    <w:p w:rsidR="00850B65" w:rsidRDefault="00850B65" w:rsidP="00850B65">
      <w:r>
        <w:t>204.1030</w:t>
      </w:r>
      <w:r>
        <w:tab/>
        <w:t>6.026e0</w:t>
      </w:r>
    </w:p>
    <w:p w:rsidR="00850B65" w:rsidRDefault="00850B65" w:rsidP="00850B65">
      <w:r>
        <w:t>204.1040</w:t>
      </w:r>
      <w:r>
        <w:tab/>
        <w:t>4.051e0</w:t>
      </w:r>
    </w:p>
    <w:p w:rsidR="00850B65" w:rsidRDefault="00850B65" w:rsidP="00850B65">
      <w:r>
        <w:t>204.1132</w:t>
      </w:r>
      <w:r>
        <w:tab/>
        <w:t>6.076e0</w:t>
      </w:r>
    </w:p>
    <w:p w:rsidR="00850B65" w:rsidRDefault="00850B65" w:rsidP="00850B65">
      <w:r>
        <w:t>204.1300</w:t>
      </w:r>
      <w:r>
        <w:tab/>
        <w:t>6.076e0</w:t>
      </w:r>
    </w:p>
    <w:p w:rsidR="00850B65" w:rsidRDefault="00850B65" w:rsidP="00850B65">
      <w:r>
        <w:t>204.1355</w:t>
      </w:r>
      <w:r>
        <w:tab/>
        <w:t>2.025e0</w:t>
      </w:r>
    </w:p>
    <w:p w:rsidR="00850B65" w:rsidRDefault="00850B65" w:rsidP="00850B65">
      <w:r>
        <w:t>204.1614</w:t>
      </w:r>
      <w:r>
        <w:tab/>
        <w:t>3.038e0</w:t>
      </w:r>
    </w:p>
    <w:p w:rsidR="00850B65" w:rsidRDefault="00850B65" w:rsidP="00850B65">
      <w:r>
        <w:t>204.1641</w:t>
      </w:r>
      <w:r>
        <w:tab/>
        <w:t>2.025e0</w:t>
      </w:r>
    </w:p>
    <w:p w:rsidR="00850B65" w:rsidRDefault="00850B65" w:rsidP="00850B65">
      <w:r>
        <w:t>204.1678</w:t>
      </w:r>
      <w:r>
        <w:tab/>
        <w:t>2.025e0</w:t>
      </w:r>
    </w:p>
    <w:p w:rsidR="00850B65" w:rsidRDefault="00850B65" w:rsidP="00850B65">
      <w:r>
        <w:t>204.1884</w:t>
      </w:r>
      <w:r>
        <w:tab/>
        <w:t>1.013e0</w:t>
      </w:r>
    </w:p>
    <w:p w:rsidR="00850B65" w:rsidRDefault="00850B65" w:rsidP="00850B65">
      <w:r>
        <w:t>204.1922</w:t>
      </w:r>
      <w:r>
        <w:tab/>
        <w:t>2.025e0</w:t>
      </w:r>
    </w:p>
    <w:p w:rsidR="00850B65" w:rsidRDefault="00850B65" w:rsidP="00850B65">
      <w:r>
        <w:t>204.2951</w:t>
      </w:r>
      <w:r>
        <w:tab/>
        <w:t>1.013e0</w:t>
      </w:r>
    </w:p>
    <w:p w:rsidR="00850B65" w:rsidRDefault="00850B65" w:rsidP="00850B65">
      <w:r>
        <w:t>204.3364</w:t>
      </w:r>
      <w:r>
        <w:tab/>
        <w:t>1.013e0</w:t>
      </w:r>
    </w:p>
    <w:p w:rsidR="00850B65" w:rsidRDefault="00850B65" w:rsidP="00850B65">
      <w:r>
        <w:t>204.3842</w:t>
      </w:r>
      <w:r>
        <w:tab/>
        <w:t>4.051e0</w:t>
      </w:r>
    </w:p>
    <w:p w:rsidR="00850B65" w:rsidRDefault="00850B65" w:rsidP="00850B65">
      <w:r>
        <w:t>204.3858</w:t>
      </w:r>
      <w:r>
        <w:tab/>
        <w:t>2.025e0</w:t>
      </w:r>
    </w:p>
    <w:p w:rsidR="00850B65" w:rsidRDefault="00850B65" w:rsidP="00850B65">
      <w:r>
        <w:t>204.3976</w:t>
      </w:r>
      <w:r>
        <w:tab/>
        <w:t>1.013e0</w:t>
      </w:r>
    </w:p>
    <w:p w:rsidR="00850B65" w:rsidRDefault="00850B65" w:rsidP="00850B65">
      <w:r>
        <w:t>204.4768</w:t>
      </w:r>
      <w:r>
        <w:tab/>
        <w:t>1.013e0</w:t>
      </w:r>
    </w:p>
    <w:p w:rsidR="00850B65" w:rsidRDefault="00850B65" w:rsidP="00850B65">
      <w:r>
        <w:t>204.4880</w:t>
      </w:r>
      <w:r>
        <w:tab/>
        <w:t>1.013e0</w:t>
      </w:r>
    </w:p>
    <w:p w:rsidR="00850B65" w:rsidRDefault="00850B65" w:rsidP="00850B65">
      <w:r>
        <w:t>204.4954</w:t>
      </w:r>
      <w:r>
        <w:tab/>
        <w:t>1.013e0</w:t>
      </w:r>
    </w:p>
    <w:p w:rsidR="00850B65" w:rsidRDefault="00850B65" w:rsidP="00850B65">
      <w:r>
        <w:lastRenderedPageBreak/>
        <w:t>204.5324</w:t>
      </w:r>
      <w:r>
        <w:tab/>
        <w:t>2.025e0</w:t>
      </w:r>
    </w:p>
    <w:p w:rsidR="00850B65" w:rsidRDefault="00850B65" w:rsidP="00850B65">
      <w:r>
        <w:t>204.5449</w:t>
      </w:r>
      <w:r>
        <w:tab/>
        <w:t>3.038e0</w:t>
      </w:r>
    </w:p>
    <w:p w:rsidR="00850B65" w:rsidRDefault="00850B65" w:rsidP="00850B65">
      <w:r>
        <w:t>204.5616</w:t>
      </w:r>
      <w:r>
        <w:tab/>
        <w:t>4.051e0</w:t>
      </w:r>
    </w:p>
    <w:p w:rsidR="00850B65" w:rsidRDefault="00850B65" w:rsidP="00850B65">
      <w:r>
        <w:t>204.5967</w:t>
      </w:r>
      <w:r>
        <w:tab/>
        <w:t>2.025e0</w:t>
      </w:r>
    </w:p>
    <w:p w:rsidR="00850B65" w:rsidRDefault="00850B65" w:rsidP="00850B65">
      <w:r>
        <w:t>204.6098</w:t>
      </w:r>
      <w:r>
        <w:tab/>
        <w:t>1.013e0</w:t>
      </w:r>
    </w:p>
    <w:p w:rsidR="00850B65" w:rsidRDefault="00850B65" w:rsidP="00850B65">
      <w:r>
        <w:t>204.7090</w:t>
      </w:r>
      <w:r>
        <w:tab/>
        <w:t>1.013e0</w:t>
      </w:r>
    </w:p>
    <w:p w:rsidR="00850B65" w:rsidRDefault="00850B65" w:rsidP="00850B65">
      <w:r>
        <w:t>204.7503</w:t>
      </w:r>
      <w:r>
        <w:tab/>
        <w:t>1.013e0</w:t>
      </w:r>
    </w:p>
    <w:p w:rsidR="00850B65" w:rsidRDefault="00850B65" w:rsidP="00850B65">
      <w:r>
        <w:t>204.7657</w:t>
      </w:r>
      <w:r>
        <w:tab/>
        <w:t>1.013e0</w:t>
      </w:r>
    </w:p>
    <w:p w:rsidR="00850B65" w:rsidRDefault="00850B65" w:rsidP="00850B65">
      <w:r>
        <w:t>204.7696</w:t>
      </w:r>
      <w:r>
        <w:tab/>
        <w:t>1.013e0</w:t>
      </w:r>
    </w:p>
    <w:p w:rsidR="00850B65" w:rsidRDefault="00850B65" w:rsidP="00850B65">
      <w:r>
        <w:t>204.8590</w:t>
      </w:r>
      <w:r>
        <w:tab/>
        <w:t>2.025e0</w:t>
      </w:r>
    </w:p>
    <w:p w:rsidR="00850B65" w:rsidRDefault="00850B65" w:rsidP="00850B65">
      <w:r>
        <w:t>204.8796</w:t>
      </w:r>
      <w:r>
        <w:tab/>
        <w:t>1.013e0</w:t>
      </w:r>
    </w:p>
    <w:p w:rsidR="00850B65" w:rsidRDefault="00850B65" w:rsidP="00850B65">
      <w:r>
        <w:t>204.9029</w:t>
      </w:r>
      <w:r>
        <w:tab/>
        <w:t>1.013e0</w:t>
      </w:r>
    </w:p>
    <w:p w:rsidR="00850B65" w:rsidRDefault="00850B65" w:rsidP="00850B65">
      <w:r>
        <w:t>204.9377</w:t>
      </w:r>
      <w:r>
        <w:tab/>
        <w:t>1.013e0</w:t>
      </w:r>
    </w:p>
    <w:p w:rsidR="00850B65" w:rsidRDefault="00850B65" w:rsidP="00850B65">
      <w:r>
        <w:t>204.9602</w:t>
      </w:r>
      <w:r>
        <w:tab/>
        <w:t>1.013e0</w:t>
      </w:r>
    </w:p>
    <w:p w:rsidR="00850B65" w:rsidRDefault="00850B65" w:rsidP="00850B65">
      <w:r>
        <w:t>204.9677</w:t>
      </w:r>
      <w:r>
        <w:tab/>
        <w:t>2.025e0</w:t>
      </w:r>
    </w:p>
    <w:p w:rsidR="00850B65" w:rsidRDefault="00850B65" w:rsidP="00850B65">
      <w:r>
        <w:t>204.9902</w:t>
      </w:r>
      <w:r>
        <w:tab/>
        <w:t>1.013e0</w:t>
      </w:r>
    </w:p>
    <w:p w:rsidR="00850B65" w:rsidRDefault="00850B65" w:rsidP="00850B65">
      <w:r>
        <w:t>205.0014</w:t>
      </w:r>
      <w:r>
        <w:tab/>
        <w:t>2.025e0</w:t>
      </w:r>
    </w:p>
    <w:p w:rsidR="00850B65" w:rsidRDefault="00850B65" w:rsidP="00850B65">
      <w:r>
        <w:t>205.0187</w:t>
      </w:r>
      <w:r>
        <w:tab/>
        <w:t>3.038e0</w:t>
      </w:r>
    </w:p>
    <w:p w:rsidR="00850B65" w:rsidRDefault="00850B65" w:rsidP="00850B65">
      <w:r>
        <w:t>205.0344</w:t>
      </w:r>
      <w:r>
        <w:tab/>
        <w:t>5.063e0</w:t>
      </w:r>
    </w:p>
    <w:p w:rsidR="00850B65" w:rsidRDefault="00850B65" w:rsidP="00850B65">
      <w:r>
        <w:lastRenderedPageBreak/>
        <w:t>205.0360</w:t>
      </w:r>
      <w:r>
        <w:tab/>
        <w:t>3.038e0</w:t>
      </w:r>
    </w:p>
    <w:p w:rsidR="00850B65" w:rsidRDefault="00850B65" w:rsidP="00850B65">
      <w:r>
        <w:t>205.0633</w:t>
      </w:r>
      <w:r>
        <w:tab/>
        <w:t>1.013e0</w:t>
      </w:r>
    </w:p>
    <w:p w:rsidR="00850B65" w:rsidRDefault="00850B65" w:rsidP="00850B65">
      <w:r>
        <w:t>205.1210</w:t>
      </w:r>
      <w:r>
        <w:tab/>
        <w:t>5.063e0</w:t>
      </w:r>
    </w:p>
    <w:p w:rsidR="00850B65" w:rsidRDefault="00850B65" w:rsidP="00850B65">
      <w:r>
        <w:t>205.1259</w:t>
      </w:r>
      <w:r>
        <w:tab/>
        <w:t>3.419e0</w:t>
      </w:r>
    </w:p>
    <w:p w:rsidR="00850B65" w:rsidRDefault="00850B65" w:rsidP="00850B65">
      <w:r>
        <w:t>205.1336</w:t>
      </w:r>
      <w:r>
        <w:tab/>
        <w:t>7.089e0</w:t>
      </w:r>
    </w:p>
    <w:p w:rsidR="00850B65" w:rsidRDefault="00850B65" w:rsidP="00850B65">
      <w:r>
        <w:t>205.1483</w:t>
      </w:r>
      <w:r>
        <w:tab/>
        <w:t>1.215e1</w:t>
      </w:r>
    </w:p>
    <w:p w:rsidR="00850B65" w:rsidRDefault="00850B65" w:rsidP="00850B65">
      <w:r>
        <w:t>205.1579</w:t>
      </w:r>
      <w:r>
        <w:tab/>
        <w:t>2.025e0</w:t>
      </w:r>
    </w:p>
    <w:p w:rsidR="00850B65" w:rsidRDefault="00850B65" w:rsidP="00850B65">
      <w:r>
        <w:t>205.1964</w:t>
      </w:r>
      <w:r>
        <w:tab/>
        <w:t>1.013e0</w:t>
      </w:r>
    </w:p>
    <w:p w:rsidR="00850B65" w:rsidRDefault="00850B65" w:rsidP="00850B65">
      <w:r>
        <w:t>205.2564</w:t>
      </w:r>
      <w:r>
        <w:tab/>
        <w:t>1.013e0</w:t>
      </w:r>
    </w:p>
    <w:p w:rsidR="00850B65" w:rsidRDefault="00850B65" w:rsidP="00850B65">
      <w:r>
        <w:t>205.2874</w:t>
      </w:r>
      <w:r>
        <w:tab/>
        <w:t>1.013e0</w:t>
      </w:r>
    </w:p>
    <w:p w:rsidR="00850B65" w:rsidRDefault="00850B65" w:rsidP="00850B65">
      <w:r>
        <w:t>205.2892</w:t>
      </w:r>
      <w:r>
        <w:tab/>
        <w:t>2.025e0</w:t>
      </w:r>
    </w:p>
    <w:p w:rsidR="00850B65" w:rsidRDefault="00850B65" w:rsidP="00850B65">
      <w:r>
        <w:t>205.2914</w:t>
      </w:r>
      <w:r>
        <w:tab/>
        <w:t>1.013e0</w:t>
      </w:r>
    </w:p>
    <w:p w:rsidR="00850B65" w:rsidRDefault="00850B65" w:rsidP="00850B65">
      <w:r>
        <w:t>205.3408</w:t>
      </w:r>
      <w:r>
        <w:tab/>
        <w:t>2.025e0</w:t>
      </w:r>
    </w:p>
    <w:p w:rsidR="00850B65" w:rsidRDefault="00850B65" w:rsidP="00850B65">
      <w:r>
        <w:t>205.3596</w:t>
      </w:r>
      <w:r>
        <w:tab/>
        <w:t>1.013e0</w:t>
      </w:r>
    </w:p>
    <w:p w:rsidR="00850B65" w:rsidRDefault="00850B65" w:rsidP="00850B65">
      <w:r>
        <w:t>205.3634</w:t>
      </w:r>
      <w:r>
        <w:tab/>
        <w:t>1.013e0</w:t>
      </w:r>
    </w:p>
    <w:p w:rsidR="00850B65" w:rsidRDefault="00850B65" w:rsidP="00850B65">
      <w:r>
        <w:t>205.5003</w:t>
      </w:r>
      <w:r>
        <w:tab/>
        <w:t>1.013e0</w:t>
      </w:r>
    </w:p>
    <w:p w:rsidR="00850B65" w:rsidRDefault="00850B65" w:rsidP="00850B65">
      <w:r>
        <w:t>205.5447</w:t>
      </w:r>
      <w:r>
        <w:tab/>
        <w:t>2.025e0</w:t>
      </w:r>
    </w:p>
    <w:p w:rsidR="00850B65" w:rsidRDefault="00850B65" w:rsidP="00850B65">
      <w:r>
        <w:t>205.5547</w:t>
      </w:r>
      <w:r>
        <w:tab/>
        <w:t>1.013e0</w:t>
      </w:r>
    </w:p>
    <w:p w:rsidR="00850B65" w:rsidRDefault="00850B65" w:rsidP="00850B65">
      <w:r>
        <w:t>205.5771</w:t>
      </w:r>
      <w:r>
        <w:tab/>
        <w:t>1.013e0</w:t>
      </w:r>
    </w:p>
    <w:p w:rsidR="00850B65" w:rsidRDefault="00850B65" w:rsidP="00850B65">
      <w:r>
        <w:lastRenderedPageBreak/>
        <w:t>205.5791</w:t>
      </w:r>
      <w:r>
        <w:tab/>
        <w:t>2.025e0</w:t>
      </w:r>
    </w:p>
    <w:p w:rsidR="00850B65" w:rsidRDefault="00850B65" w:rsidP="00850B65">
      <w:r>
        <w:t>205.5846</w:t>
      </w:r>
      <w:r>
        <w:tab/>
        <w:t>1.013e0</w:t>
      </w:r>
    </w:p>
    <w:p w:rsidR="00850B65" w:rsidRDefault="00850B65" w:rsidP="00850B65">
      <w:r>
        <w:t>205.6016</w:t>
      </w:r>
      <w:r>
        <w:tab/>
        <w:t>2.025e0</w:t>
      </w:r>
    </w:p>
    <w:p w:rsidR="00850B65" w:rsidRDefault="00850B65" w:rsidP="00850B65">
      <w:r>
        <w:t>205.6035</w:t>
      </w:r>
      <w:r>
        <w:tab/>
        <w:t>1.013e0</w:t>
      </w:r>
    </w:p>
    <w:p w:rsidR="00850B65" w:rsidRDefault="00850B65" w:rsidP="00850B65">
      <w:r>
        <w:t>205.6317</w:t>
      </w:r>
      <w:r>
        <w:tab/>
        <w:t>2.025e0</w:t>
      </w:r>
    </w:p>
    <w:p w:rsidR="00850B65" w:rsidRDefault="00850B65" w:rsidP="00850B65">
      <w:r>
        <w:t>205.6569</w:t>
      </w:r>
      <w:r>
        <w:tab/>
        <w:t>1.013e0</w:t>
      </w:r>
    </w:p>
    <w:p w:rsidR="00850B65" w:rsidRDefault="00850B65" w:rsidP="00850B65">
      <w:r>
        <w:t>205.7405</w:t>
      </w:r>
      <w:r>
        <w:tab/>
        <w:t>1.013e0</w:t>
      </w:r>
    </w:p>
    <w:p w:rsidR="00850B65" w:rsidRDefault="00850B65" w:rsidP="00850B65">
      <w:r>
        <w:t>205.7633</w:t>
      </w:r>
      <w:r>
        <w:tab/>
        <w:t>2.025e0</w:t>
      </w:r>
    </w:p>
    <w:p w:rsidR="00850B65" w:rsidRDefault="00850B65" w:rsidP="00850B65">
      <w:r>
        <w:t>205.8399</w:t>
      </w:r>
      <w:r>
        <w:tab/>
        <w:t>1.013e0</w:t>
      </w:r>
    </w:p>
    <w:p w:rsidR="00850B65" w:rsidRDefault="00850B65" w:rsidP="00850B65">
      <w:r>
        <w:t>205.8891</w:t>
      </w:r>
      <w:r>
        <w:tab/>
        <w:t>1.013e0</w:t>
      </w:r>
    </w:p>
    <w:p w:rsidR="00850B65" w:rsidRDefault="00850B65" w:rsidP="00850B65">
      <w:r>
        <w:t>205.9544</w:t>
      </w:r>
      <w:r>
        <w:tab/>
        <w:t>1.013e0</w:t>
      </w:r>
    </w:p>
    <w:p w:rsidR="00850B65" w:rsidRDefault="00850B65" w:rsidP="00850B65">
      <w:r>
        <w:t>205.9957</w:t>
      </w:r>
      <w:r>
        <w:tab/>
        <w:t>1.013e0</w:t>
      </w:r>
    </w:p>
    <w:p w:rsidR="00850B65" w:rsidRDefault="00850B65" w:rsidP="00850B65">
      <w:r>
        <w:t>206.0033</w:t>
      </w:r>
      <w:r>
        <w:tab/>
        <w:t>1.013e0</w:t>
      </w:r>
    </w:p>
    <w:p w:rsidR="00850B65" w:rsidRDefault="00850B65" w:rsidP="00850B65">
      <w:r>
        <w:t>206.0269</w:t>
      </w:r>
      <w:r>
        <w:tab/>
        <w:t>1.013e0</w:t>
      </w:r>
    </w:p>
    <w:p w:rsidR="00850B65" w:rsidRDefault="00850B65" w:rsidP="00850B65">
      <w:r>
        <w:t>206.0598</w:t>
      </w:r>
      <w:r>
        <w:tab/>
        <w:t>1.399e0</w:t>
      </w:r>
    </w:p>
    <w:p w:rsidR="00850B65" w:rsidRDefault="00850B65" w:rsidP="00850B65">
      <w:r>
        <w:t>206.0614</w:t>
      </w:r>
      <w:r>
        <w:tab/>
        <w:t>2.025e0</w:t>
      </w:r>
    </w:p>
    <w:p w:rsidR="00850B65" w:rsidRDefault="00850B65" w:rsidP="00850B65">
      <w:r>
        <w:t>206.1034</w:t>
      </w:r>
      <w:r>
        <w:tab/>
        <w:t>6.926e1</w:t>
      </w:r>
    </w:p>
    <w:p w:rsidR="00850B65" w:rsidRDefault="00850B65" w:rsidP="00850B65">
      <w:r>
        <w:t>206.1071</w:t>
      </w:r>
      <w:r>
        <w:tab/>
        <w:t>3.085e1</w:t>
      </w:r>
    </w:p>
    <w:p w:rsidR="00850B65" w:rsidRDefault="00850B65" w:rsidP="00850B65">
      <w:r>
        <w:t>206.1489</w:t>
      </w:r>
      <w:r>
        <w:tab/>
        <w:t>3.038e0</w:t>
      </w:r>
    </w:p>
    <w:p w:rsidR="00850B65" w:rsidRDefault="00850B65" w:rsidP="00850B65">
      <w:r>
        <w:lastRenderedPageBreak/>
        <w:t>206.1511</w:t>
      </w:r>
      <w:r>
        <w:tab/>
        <w:t>3.038e0</w:t>
      </w:r>
    </w:p>
    <w:p w:rsidR="00850B65" w:rsidRDefault="00850B65" w:rsidP="00850B65">
      <w:r>
        <w:t>206.1648</w:t>
      </w:r>
      <w:r>
        <w:tab/>
        <w:t>1.013e0</w:t>
      </w:r>
    </w:p>
    <w:p w:rsidR="00850B65" w:rsidRDefault="00850B65" w:rsidP="00850B65">
      <w:r>
        <w:t>206.1764</w:t>
      </w:r>
      <w:r>
        <w:tab/>
        <w:t>1.820e0</w:t>
      </w:r>
    </w:p>
    <w:p w:rsidR="00850B65" w:rsidRDefault="00850B65" w:rsidP="00850B65">
      <w:r>
        <w:t>206.1807</w:t>
      </w:r>
      <w:r>
        <w:tab/>
        <w:t>3.038e0</w:t>
      </w:r>
    </w:p>
    <w:p w:rsidR="00850B65" w:rsidRDefault="00850B65" w:rsidP="00850B65">
      <w:r>
        <w:t>206.2249</w:t>
      </w:r>
      <w:r>
        <w:tab/>
        <w:t>1.013e0</w:t>
      </w:r>
    </w:p>
    <w:p w:rsidR="00850B65" w:rsidRDefault="00850B65" w:rsidP="00850B65">
      <w:r>
        <w:t>206.2323</w:t>
      </w:r>
      <w:r>
        <w:tab/>
        <w:t>2.025e0</w:t>
      </w:r>
    </w:p>
    <w:p w:rsidR="00850B65" w:rsidRDefault="00850B65" w:rsidP="00850B65">
      <w:r>
        <w:t>206.2831</w:t>
      </w:r>
      <w:r>
        <w:tab/>
        <w:t>1.013e0</w:t>
      </w:r>
    </w:p>
    <w:p w:rsidR="00850B65" w:rsidRDefault="00850B65" w:rsidP="00850B65">
      <w:r>
        <w:t>206.3699</w:t>
      </w:r>
      <w:r>
        <w:tab/>
        <w:t>1.013e0</w:t>
      </w:r>
    </w:p>
    <w:p w:rsidR="00850B65" w:rsidRDefault="00850B65" w:rsidP="00850B65">
      <w:r>
        <w:t>206.3739</w:t>
      </w:r>
      <w:r>
        <w:tab/>
        <w:t>1.013e0</w:t>
      </w:r>
    </w:p>
    <w:p w:rsidR="00850B65" w:rsidRDefault="00850B65" w:rsidP="00850B65">
      <w:r>
        <w:t>206.4127</w:t>
      </w:r>
      <w:r>
        <w:tab/>
        <w:t>1.013e0</w:t>
      </w:r>
    </w:p>
    <w:p w:rsidR="00850B65" w:rsidRDefault="00850B65" w:rsidP="00850B65">
      <w:r>
        <w:t>206.4541</w:t>
      </w:r>
      <w:r>
        <w:tab/>
        <w:t>2.025e0</w:t>
      </w:r>
    </w:p>
    <w:p w:rsidR="00850B65" w:rsidRDefault="00850B65" w:rsidP="00850B65">
      <w:r>
        <w:t>206.4843</w:t>
      </w:r>
      <w:r>
        <w:tab/>
        <w:t>1.013e0</w:t>
      </w:r>
    </w:p>
    <w:p w:rsidR="00850B65" w:rsidRDefault="00850B65" w:rsidP="00850B65">
      <w:r>
        <w:t>206.5001</w:t>
      </w:r>
      <w:r>
        <w:tab/>
        <w:t>1.013e0</w:t>
      </w:r>
    </w:p>
    <w:p w:rsidR="00850B65" w:rsidRDefault="00850B65" w:rsidP="00850B65">
      <w:r>
        <w:t>206.5041</w:t>
      </w:r>
      <w:r>
        <w:tab/>
        <w:t>1.013e0</w:t>
      </w:r>
    </w:p>
    <w:p w:rsidR="00850B65" w:rsidRDefault="00850B65" w:rsidP="00850B65">
      <w:r>
        <w:t>206.5236</w:t>
      </w:r>
      <w:r>
        <w:tab/>
        <w:t>1.013e0</w:t>
      </w:r>
    </w:p>
    <w:p w:rsidR="00850B65" w:rsidRDefault="00850B65" w:rsidP="00850B65">
      <w:r>
        <w:t>206.5273</w:t>
      </w:r>
      <w:r>
        <w:tab/>
        <w:t>1.013e0</w:t>
      </w:r>
    </w:p>
    <w:p w:rsidR="00850B65" w:rsidRDefault="00850B65" w:rsidP="00850B65">
      <w:r>
        <w:t>206.5725</w:t>
      </w:r>
      <w:r>
        <w:tab/>
        <w:t>1.013e0</w:t>
      </w:r>
    </w:p>
    <w:p w:rsidR="00850B65" w:rsidRDefault="00850B65" w:rsidP="00850B65">
      <w:r>
        <w:t>206.5762</w:t>
      </w:r>
      <w:r>
        <w:tab/>
        <w:t>3.038e0</w:t>
      </w:r>
    </w:p>
    <w:p w:rsidR="00850B65" w:rsidRDefault="00850B65" w:rsidP="00850B65">
      <w:r>
        <w:t>206.5933</w:t>
      </w:r>
      <w:r>
        <w:tab/>
        <w:t>2.025e0</w:t>
      </w:r>
    </w:p>
    <w:p w:rsidR="00850B65" w:rsidRDefault="00850B65" w:rsidP="00850B65">
      <w:r>
        <w:lastRenderedPageBreak/>
        <w:t>206.6186</w:t>
      </w:r>
      <w:r>
        <w:tab/>
        <w:t>1.013e0</w:t>
      </w:r>
    </w:p>
    <w:p w:rsidR="00850B65" w:rsidRDefault="00850B65" w:rsidP="00850B65">
      <w:r>
        <w:t>206.6225</w:t>
      </w:r>
      <w:r>
        <w:tab/>
        <w:t>1.013e0</w:t>
      </w:r>
    </w:p>
    <w:p w:rsidR="00850B65" w:rsidRDefault="00850B65" w:rsidP="00850B65">
      <w:r>
        <w:t>206.6570</w:t>
      </w:r>
      <w:r>
        <w:tab/>
        <w:t>1.013e0</w:t>
      </w:r>
    </w:p>
    <w:p w:rsidR="00850B65" w:rsidRDefault="00850B65" w:rsidP="00850B65">
      <w:r>
        <w:t>206.6645</w:t>
      </w:r>
      <w:r>
        <w:tab/>
        <w:t>1.013e0</w:t>
      </w:r>
    </w:p>
    <w:p w:rsidR="00850B65" w:rsidRDefault="00850B65" w:rsidP="00850B65">
      <w:r>
        <w:t>206.7292</w:t>
      </w:r>
      <w:r>
        <w:tab/>
        <w:t>1.013e0</w:t>
      </w:r>
    </w:p>
    <w:p w:rsidR="00850B65" w:rsidRDefault="00850B65" w:rsidP="00850B65">
      <w:r>
        <w:t>206.8018</w:t>
      </w:r>
      <w:r>
        <w:tab/>
        <w:t>1.013e0</w:t>
      </w:r>
    </w:p>
    <w:p w:rsidR="00850B65" w:rsidRDefault="00850B65" w:rsidP="00850B65">
      <w:r>
        <w:t>206.8477</w:t>
      </w:r>
      <w:r>
        <w:tab/>
        <w:t>1.013e0</w:t>
      </w:r>
    </w:p>
    <w:p w:rsidR="00850B65" w:rsidRDefault="00850B65" w:rsidP="00850B65">
      <w:r>
        <w:t>206.8536</w:t>
      </w:r>
      <w:r>
        <w:tab/>
        <w:t>2.025e0</w:t>
      </w:r>
    </w:p>
    <w:p w:rsidR="00850B65" w:rsidRDefault="00850B65" w:rsidP="00850B65">
      <w:r>
        <w:t>206.8788</w:t>
      </w:r>
      <w:r>
        <w:tab/>
        <w:t>1.013e0</w:t>
      </w:r>
    </w:p>
    <w:p w:rsidR="00850B65" w:rsidRDefault="00850B65" w:rsidP="00850B65">
      <w:r>
        <w:t>206.8826</w:t>
      </w:r>
      <w:r>
        <w:tab/>
        <w:t>1.013e0</w:t>
      </w:r>
    </w:p>
    <w:p w:rsidR="00850B65" w:rsidRDefault="00850B65" w:rsidP="00850B65">
      <w:r>
        <w:t>206.8863</w:t>
      </w:r>
      <w:r>
        <w:tab/>
        <w:t>1.013e0</w:t>
      </w:r>
    </w:p>
    <w:p w:rsidR="00850B65" w:rsidRDefault="00850B65" w:rsidP="00850B65">
      <w:r>
        <w:t>206.9315</w:t>
      </w:r>
      <w:r>
        <w:tab/>
        <w:t>1.013e0</w:t>
      </w:r>
    </w:p>
    <w:p w:rsidR="00850B65" w:rsidRDefault="00850B65" w:rsidP="00850B65">
      <w:r>
        <w:t>206.9505</w:t>
      </w:r>
      <w:r>
        <w:tab/>
        <w:t>1.013e0</w:t>
      </w:r>
    </w:p>
    <w:p w:rsidR="00850B65" w:rsidRDefault="00850B65" w:rsidP="00850B65">
      <w:r>
        <w:t>207.0067</w:t>
      </w:r>
      <w:r>
        <w:tab/>
        <w:t>2.025e0</w:t>
      </w:r>
    </w:p>
    <w:p w:rsidR="00850B65" w:rsidRDefault="00850B65" w:rsidP="00850B65">
      <w:r>
        <w:t>207.0236</w:t>
      </w:r>
      <w:r>
        <w:tab/>
        <w:t>1.013e0</w:t>
      </w:r>
    </w:p>
    <w:p w:rsidR="00850B65" w:rsidRDefault="00850B65" w:rsidP="00850B65">
      <w:r>
        <w:t>207.0321</w:t>
      </w:r>
      <w:r>
        <w:tab/>
        <w:t>4.051e0</w:t>
      </w:r>
    </w:p>
    <w:p w:rsidR="00850B65" w:rsidRDefault="00850B65" w:rsidP="00850B65">
      <w:r>
        <w:t>207.1006</w:t>
      </w:r>
      <w:r>
        <w:tab/>
        <w:t>7.364e0</w:t>
      </w:r>
    </w:p>
    <w:p w:rsidR="00850B65" w:rsidRDefault="00850B65" w:rsidP="00850B65">
      <w:r>
        <w:t>207.1034</w:t>
      </w:r>
      <w:r>
        <w:tab/>
        <w:t>4.051e0</w:t>
      </w:r>
    </w:p>
    <w:p w:rsidR="00850B65" w:rsidRDefault="00850B65" w:rsidP="00850B65">
      <w:r>
        <w:t>207.1137</w:t>
      </w:r>
      <w:r>
        <w:tab/>
        <w:t>8.587e0</w:t>
      </w:r>
    </w:p>
    <w:p w:rsidR="00850B65" w:rsidRDefault="00850B65" w:rsidP="00850B65">
      <w:r>
        <w:lastRenderedPageBreak/>
        <w:t>207.1246</w:t>
      </w:r>
      <w:r>
        <w:tab/>
        <w:t>4.051e0</w:t>
      </w:r>
    </w:p>
    <w:p w:rsidR="00850B65" w:rsidRDefault="00850B65" w:rsidP="00850B65">
      <w:r>
        <w:t>207.1289</w:t>
      </w:r>
      <w:r>
        <w:tab/>
        <w:t>2.025e0</w:t>
      </w:r>
    </w:p>
    <w:p w:rsidR="00850B65" w:rsidRDefault="00850B65" w:rsidP="00850B65">
      <w:r>
        <w:t>207.1609</w:t>
      </w:r>
      <w:r>
        <w:tab/>
        <w:t>1.013e0</w:t>
      </w:r>
    </w:p>
    <w:p w:rsidR="00850B65" w:rsidRDefault="00850B65" w:rsidP="00850B65">
      <w:r>
        <w:t>207.1628</w:t>
      </w:r>
      <w:r>
        <w:tab/>
        <w:t>3.038e0</w:t>
      </w:r>
    </w:p>
    <w:p w:rsidR="00850B65" w:rsidRDefault="00850B65" w:rsidP="00850B65">
      <w:r>
        <w:t>207.1800</w:t>
      </w:r>
      <w:r>
        <w:tab/>
        <w:t>1.013e0</w:t>
      </w:r>
    </w:p>
    <w:p w:rsidR="00850B65" w:rsidRDefault="00850B65" w:rsidP="00850B65">
      <w:r>
        <w:t>207.2418</w:t>
      </w:r>
      <w:r>
        <w:tab/>
        <w:t>2.025e0</w:t>
      </w:r>
    </w:p>
    <w:p w:rsidR="00850B65" w:rsidRDefault="00850B65" w:rsidP="00850B65">
      <w:r>
        <w:t>207.2644</w:t>
      </w:r>
      <w:r>
        <w:tab/>
        <w:t>1.013e0</w:t>
      </w:r>
    </w:p>
    <w:p w:rsidR="00850B65" w:rsidRDefault="00850B65" w:rsidP="00850B65">
      <w:r>
        <w:t>207.2794</w:t>
      </w:r>
      <w:r>
        <w:tab/>
        <w:t>1.013e0</w:t>
      </w:r>
    </w:p>
    <w:p w:rsidR="00850B65" w:rsidRDefault="00850B65" w:rsidP="00850B65">
      <w:r>
        <w:t>207.2988</w:t>
      </w:r>
      <w:r>
        <w:tab/>
        <w:t>1.013e0</w:t>
      </w:r>
    </w:p>
    <w:p w:rsidR="00850B65" w:rsidRDefault="00850B65" w:rsidP="00850B65">
      <w:r>
        <w:t>207.3466</w:t>
      </w:r>
      <w:r>
        <w:tab/>
        <w:t>4.051e0</w:t>
      </w:r>
    </w:p>
    <w:p w:rsidR="00850B65" w:rsidRDefault="00850B65" w:rsidP="00850B65">
      <w:r>
        <w:t>207.3754</w:t>
      </w:r>
      <w:r>
        <w:tab/>
        <w:t>1.013e0</w:t>
      </w:r>
    </w:p>
    <w:p w:rsidR="00850B65" w:rsidRDefault="00850B65" w:rsidP="00850B65">
      <w:r>
        <w:t>207.3942</w:t>
      </w:r>
      <w:r>
        <w:tab/>
        <w:t>1.013e0</w:t>
      </w:r>
    </w:p>
    <w:p w:rsidR="00850B65" w:rsidRDefault="00850B65" w:rsidP="00850B65">
      <w:r>
        <w:t>207.4414</w:t>
      </w:r>
      <w:r>
        <w:tab/>
        <w:t>1.013e0</w:t>
      </w:r>
    </w:p>
    <w:p w:rsidR="00850B65" w:rsidRDefault="00850B65" w:rsidP="00850B65">
      <w:r>
        <w:t>207.4978</w:t>
      </w:r>
      <w:r>
        <w:tab/>
        <w:t>1.013e0</w:t>
      </w:r>
    </w:p>
    <w:p w:rsidR="00850B65" w:rsidRDefault="00850B65" w:rsidP="00850B65">
      <w:r>
        <w:t>207.5167</w:t>
      </w:r>
      <w:r>
        <w:tab/>
        <w:t>1.013e0</w:t>
      </w:r>
    </w:p>
    <w:p w:rsidR="00850B65" w:rsidRDefault="00850B65" w:rsidP="00850B65">
      <w:r>
        <w:t>207.5557</w:t>
      </w:r>
      <w:r>
        <w:tab/>
        <w:t>2.025e0</w:t>
      </w:r>
    </w:p>
    <w:p w:rsidR="00850B65" w:rsidRDefault="00850B65" w:rsidP="00850B65">
      <w:r>
        <w:t>207.5900</w:t>
      </w:r>
      <w:r>
        <w:tab/>
        <w:t>1.013e0</w:t>
      </w:r>
    </w:p>
    <w:p w:rsidR="00850B65" w:rsidRDefault="00850B65" w:rsidP="00850B65">
      <w:r>
        <w:t>207.6163</w:t>
      </w:r>
      <w:r>
        <w:tab/>
        <w:t>2.025e0</w:t>
      </w:r>
    </w:p>
    <w:p w:rsidR="00850B65" w:rsidRDefault="00850B65" w:rsidP="00850B65">
      <w:r>
        <w:t>207.6200</w:t>
      </w:r>
      <w:r>
        <w:tab/>
        <w:t>1.013e0</w:t>
      </w:r>
    </w:p>
    <w:p w:rsidR="00850B65" w:rsidRDefault="00850B65" w:rsidP="00850B65">
      <w:r>
        <w:lastRenderedPageBreak/>
        <w:t>207.6435</w:t>
      </w:r>
      <w:r>
        <w:tab/>
        <w:t>1.013e0</w:t>
      </w:r>
    </w:p>
    <w:p w:rsidR="00850B65" w:rsidRDefault="00850B65" w:rsidP="00850B65">
      <w:r>
        <w:t>207.6781</w:t>
      </w:r>
      <w:r>
        <w:tab/>
        <w:t>3.038e0</w:t>
      </w:r>
    </w:p>
    <w:p w:rsidR="00850B65" w:rsidRDefault="00850B65" w:rsidP="00850B65">
      <w:r>
        <w:t>207.7311</w:t>
      </w:r>
      <w:r>
        <w:tab/>
        <w:t>1.013e0</w:t>
      </w:r>
    </w:p>
    <w:p w:rsidR="00850B65" w:rsidRDefault="00850B65" w:rsidP="00850B65">
      <w:r>
        <w:t>207.7348</w:t>
      </w:r>
      <w:r>
        <w:tab/>
        <w:t>1.013e0</w:t>
      </w:r>
    </w:p>
    <w:p w:rsidR="00850B65" w:rsidRDefault="00850B65" w:rsidP="00850B65">
      <w:r>
        <w:t>207.7858</w:t>
      </w:r>
      <w:r>
        <w:tab/>
        <w:t>2.025e0</w:t>
      </w:r>
    </w:p>
    <w:p w:rsidR="00850B65" w:rsidRDefault="00850B65" w:rsidP="00850B65">
      <w:r>
        <w:t>207.7970</w:t>
      </w:r>
      <w:r>
        <w:tab/>
        <w:t>1.013e0</w:t>
      </w:r>
    </w:p>
    <w:p w:rsidR="00850B65" w:rsidRDefault="00850B65" w:rsidP="00850B65">
      <w:r>
        <w:t>207.8140</w:t>
      </w:r>
      <w:r>
        <w:tab/>
        <w:t>2.025e0</w:t>
      </w:r>
    </w:p>
    <w:p w:rsidR="00850B65" w:rsidRDefault="00850B65" w:rsidP="00850B65">
      <w:r>
        <w:t>207.8459</w:t>
      </w:r>
      <w:r>
        <w:tab/>
        <w:t>1.013e0</w:t>
      </w:r>
    </w:p>
    <w:p w:rsidR="00850B65" w:rsidRDefault="00850B65" w:rsidP="00850B65">
      <w:r>
        <w:t>207.8578</w:t>
      </w:r>
      <w:r>
        <w:tab/>
        <w:t>1.013e0</w:t>
      </w:r>
    </w:p>
    <w:p w:rsidR="00850B65" w:rsidRDefault="00850B65" w:rsidP="00850B65">
      <w:r>
        <w:t>207.9044</w:t>
      </w:r>
      <w:r>
        <w:tab/>
        <w:t>1.013e0</w:t>
      </w:r>
    </w:p>
    <w:p w:rsidR="00850B65" w:rsidRDefault="00850B65" w:rsidP="00850B65">
      <w:r>
        <w:t>207.9063</w:t>
      </w:r>
      <w:r>
        <w:tab/>
        <w:t>2.025e0</w:t>
      </w:r>
    </w:p>
    <w:p w:rsidR="00850B65" w:rsidRDefault="00850B65" w:rsidP="00850B65">
      <w:r>
        <w:t>207.9308</w:t>
      </w:r>
      <w:r>
        <w:tab/>
        <w:t>1.013e0</w:t>
      </w:r>
    </w:p>
    <w:p w:rsidR="00850B65" w:rsidRDefault="00850B65" w:rsidP="00850B65">
      <w:r>
        <w:t>207.9848</w:t>
      </w:r>
      <w:r>
        <w:tab/>
        <w:t>1.013e0</w:t>
      </w:r>
    </w:p>
    <w:p w:rsidR="00850B65" w:rsidRDefault="00850B65" w:rsidP="00850B65">
      <w:r>
        <w:t>208.0412</w:t>
      </w:r>
      <w:r>
        <w:tab/>
        <w:t>1.842e2</w:t>
      </w:r>
    </w:p>
    <w:p w:rsidR="00850B65" w:rsidRDefault="00850B65" w:rsidP="00850B65">
      <w:r>
        <w:t>208.1000</w:t>
      </w:r>
      <w:r>
        <w:tab/>
        <w:t>1.013e0</w:t>
      </w:r>
    </w:p>
    <w:p w:rsidR="00850B65" w:rsidRDefault="00850B65" w:rsidP="00850B65">
      <w:r>
        <w:t>208.1055</w:t>
      </w:r>
      <w:r>
        <w:tab/>
        <w:t>4.051e0</w:t>
      </w:r>
    </w:p>
    <w:p w:rsidR="00850B65" w:rsidRDefault="00850B65" w:rsidP="00850B65">
      <w:r>
        <w:t>208.1281</w:t>
      </w:r>
      <w:r>
        <w:tab/>
        <w:t>4.051e0</w:t>
      </w:r>
    </w:p>
    <w:p w:rsidR="00850B65" w:rsidRDefault="00850B65" w:rsidP="00850B65">
      <w:r>
        <w:t>208.1438</w:t>
      </w:r>
      <w:r>
        <w:tab/>
        <w:t>3.038e0</w:t>
      </w:r>
    </w:p>
    <w:p w:rsidR="00850B65" w:rsidRDefault="00850B65" w:rsidP="00850B65">
      <w:r>
        <w:t>208.1455</w:t>
      </w:r>
      <w:r>
        <w:tab/>
        <w:t>6.076e0</w:t>
      </w:r>
    </w:p>
    <w:p w:rsidR="00850B65" w:rsidRDefault="00850B65" w:rsidP="00850B65">
      <w:r>
        <w:lastRenderedPageBreak/>
        <w:t>208.1606</w:t>
      </w:r>
      <w:r>
        <w:tab/>
        <w:t>2.025e0</w:t>
      </w:r>
    </w:p>
    <w:p w:rsidR="00850B65" w:rsidRDefault="00850B65" w:rsidP="00850B65">
      <w:r>
        <w:t>208.1786</w:t>
      </w:r>
      <w:r>
        <w:tab/>
        <w:t>3.038e0</w:t>
      </w:r>
    </w:p>
    <w:p w:rsidR="00850B65" w:rsidRDefault="00850B65" w:rsidP="00850B65">
      <w:r>
        <w:t>208.2191</w:t>
      </w:r>
      <w:r>
        <w:tab/>
        <w:t>2.025e0</w:t>
      </w:r>
    </w:p>
    <w:p w:rsidR="00850B65" w:rsidRDefault="00850B65" w:rsidP="00850B65">
      <w:r>
        <w:t>208.2265</w:t>
      </w:r>
      <w:r>
        <w:tab/>
        <w:t>2.025e0</w:t>
      </w:r>
    </w:p>
    <w:p w:rsidR="00850B65" w:rsidRDefault="00850B65" w:rsidP="00850B65">
      <w:r>
        <w:t>208.2529</w:t>
      </w:r>
      <w:r>
        <w:tab/>
        <w:t>1.013e0</w:t>
      </w:r>
    </w:p>
    <w:p w:rsidR="00850B65" w:rsidRDefault="00850B65" w:rsidP="00850B65">
      <w:r>
        <w:t>208.2567</w:t>
      </w:r>
      <w:r>
        <w:tab/>
        <w:t>1.013e0</w:t>
      </w:r>
    </w:p>
    <w:p w:rsidR="00850B65" w:rsidRDefault="00850B65" w:rsidP="00850B65">
      <w:r>
        <w:t>208.2910</w:t>
      </w:r>
      <w:r>
        <w:tab/>
        <w:t>2.025e0</w:t>
      </w:r>
    </w:p>
    <w:p w:rsidR="00850B65" w:rsidRDefault="00850B65" w:rsidP="00850B65">
      <w:r>
        <w:t>208.3147</w:t>
      </w:r>
      <w:r>
        <w:tab/>
        <w:t>1.013e0</w:t>
      </w:r>
    </w:p>
    <w:p w:rsidR="00850B65" w:rsidRDefault="00850B65" w:rsidP="00850B65">
      <w:r>
        <w:t>208.3265</w:t>
      </w:r>
      <w:r>
        <w:tab/>
        <w:t>1.013e0</w:t>
      </w:r>
    </w:p>
    <w:p w:rsidR="00850B65" w:rsidRDefault="00850B65" w:rsidP="00850B65">
      <w:r>
        <w:t>208.3452</w:t>
      </w:r>
      <w:r>
        <w:tab/>
        <w:t>1.013e0</w:t>
      </w:r>
    </w:p>
    <w:p w:rsidR="00850B65" w:rsidRDefault="00850B65" w:rsidP="00850B65">
      <w:r>
        <w:t>208.3867</w:t>
      </w:r>
      <w:r>
        <w:tab/>
        <w:t>1.013e0</w:t>
      </w:r>
    </w:p>
    <w:p w:rsidR="00850B65" w:rsidRDefault="00850B65" w:rsidP="00850B65">
      <w:r>
        <w:t>208.3982</w:t>
      </w:r>
      <w:r>
        <w:tab/>
        <w:t>1.013e0</w:t>
      </w:r>
    </w:p>
    <w:p w:rsidR="00850B65" w:rsidRDefault="00850B65" w:rsidP="00850B65">
      <w:r>
        <w:t>208.4377</w:t>
      </w:r>
      <w:r>
        <w:tab/>
        <w:t>1.013e0</w:t>
      </w:r>
    </w:p>
    <w:p w:rsidR="00850B65" w:rsidRDefault="00850B65" w:rsidP="00850B65">
      <w:r>
        <w:t>208.4414</w:t>
      </w:r>
      <w:r>
        <w:tab/>
        <w:t>1.013e0</w:t>
      </w:r>
    </w:p>
    <w:p w:rsidR="00850B65" w:rsidRDefault="00850B65" w:rsidP="00850B65">
      <w:r>
        <w:t>208.4904</w:t>
      </w:r>
      <w:r>
        <w:tab/>
        <w:t>1.013e0</w:t>
      </w:r>
    </w:p>
    <w:p w:rsidR="00850B65" w:rsidRDefault="00850B65" w:rsidP="00850B65">
      <w:r>
        <w:t>208.4966</w:t>
      </w:r>
      <w:r>
        <w:tab/>
        <w:t>3.038e0</w:t>
      </w:r>
    </w:p>
    <w:p w:rsidR="00850B65" w:rsidRDefault="00850B65" w:rsidP="00850B65">
      <w:r>
        <w:t>208.5176</w:t>
      </w:r>
      <w:r>
        <w:tab/>
        <w:t>1.013e0</w:t>
      </w:r>
    </w:p>
    <w:p w:rsidR="00850B65" w:rsidRDefault="00850B65" w:rsidP="00850B65">
      <w:r>
        <w:t>208.5295</w:t>
      </w:r>
      <w:r>
        <w:tab/>
        <w:t>1.013e0</w:t>
      </w:r>
    </w:p>
    <w:p w:rsidR="00850B65" w:rsidRDefault="00850B65" w:rsidP="00850B65">
      <w:r>
        <w:t>208.5489</w:t>
      </w:r>
      <w:r>
        <w:tab/>
        <w:t>2.025e0</w:t>
      </w:r>
    </w:p>
    <w:p w:rsidR="00850B65" w:rsidRDefault="00850B65" w:rsidP="00850B65">
      <w:r>
        <w:lastRenderedPageBreak/>
        <w:t>208.5837</w:t>
      </w:r>
      <w:r>
        <w:tab/>
        <w:t>3.038e0</w:t>
      </w:r>
    </w:p>
    <w:p w:rsidR="00850B65" w:rsidRDefault="00850B65" w:rsidP="00850B65">
      <w:r>
        <w:t>208.6016</w:t>
      </w:r>
      <w:r>
        <w:tab/>
        <w:t>1.013e0</w:t>
      </w:r>
    </w:p>
    <w:p w:rsidR="00850B65" w:rsidRDefault="00850B65" w:rsidP="00850B65">
      <w:r>
        <w:t>208.6131</w:t>
      </w:r>
      <w:r>
        <w:tab/>
        <w:t>1.013e0</w:t>
      </w:r>
    </w:p>
    <w:p w:rsidR="00850B65" w:rsidRDefault="00850B65" w:rsidP="00850B65">
      <w:r>
        <w:t>208.6526</w:t>
      </w:r>
      <w:r>
        <w:tab/>
        <w:t>1.013e0</w:t>
      </w:r>
    </w:p>
    <w:p w:rsidR="00850B65" w:rsidRDefault="00850B65" w:rsidP="00850B65">
      <w:r>
        <w:t>208.6676</w:t>
      </w:r>
      <w:r>
        <w:tab/>
        <w:t>1.013e0</w:t>
      </w:r>
    </w:p>
    <w:p w:rsidR="00850B65" w:rsidRDefault="00850B65" w:rsidP="00850B65">
      <w:r>
        <w:t>208.7286</w:t>
      </w:r>
      <w:r>
        <w:tab/>
        <w:t>1.013e0</w:t>
      </w:r>
    </w:p>
    <w:p w:rsidR="00850B65" w:rsidRDefault="00850B65" w:rsidP="00850B65">
      <w:r>
        <w:t>208.7405</w:t>
      </w:r>
      <w:r>
        <w:tab/>
        <w:t>1.013e0</w:t>
      </w:r>
    </w:p>
    <w:p w:rsidR="00850B65" w:rsidRDefault="00850B65" w:rsidP="00850B65">
      <w:r>
        <w:t>208.7600</w:t>
      </w:r>
      <w:r>
        <w:tab/>
        <w:t>1.013e0</w:t>
      </w:r>
    </w:p>
    <w:p w:rsidR="00850B65" w:rsidRDefault="00850B65" w:rsidP="00850B65">
      <w:r>
        <w:t>208.8147</w:t>
      </w:r>
      <w:r>
        <w:tab/>
        <w:t>2.025e0</w:t>
      </w:r>
    </w:p>
    <w:p w:rsidR="00850B65" w:rsidRDefault="00850B65" w:rsidP="00850B65">
      <w:r>
        <w:t>208.8638</w:t>
      </w:r>
      <w:r>
        <w:tab/>
        <w:t>3.038e0</w:t>
      </w:r>
    </w:p>
    <w:p w:rsidR="00850B65" w:rsidRDefault="00850B65" w:rsidP="00850B65">
      <w:r>
        <w:t>208.9197</w:t>
      </w:r>
      <w:r>
        <w:tab/>
        <w:t>3.038e0</w:t>
      </w:r>
    </w:p>
    <w:p w:rsidR="00850B65" w:rsidRDefault="00850B65" w:rsidP="00850B65">
      <w:r>
        <w:t>208.9518</w:t>
      </w:r>
      <w:r>
        <w:tab/>
        <w:t>1.013e0</w:t>
      </w:r>
    </w:p>
    <w:p w:rsidR="00850B65" w:rsidRDefault="00850B65" w:rsidP="00850B65">
      <w:r>
        <w:t>208.9901</w:t>
      </w:r>
      <w:r>
        <w:tab/>
        <w:t>1.013e0</w:t>
      </w:r>
    </w:p>
    <w:p w:rsidR="00850B65" w:rsidRDefault="00850B65" w:rsidP="00850B65">
      <w:r>
        <w:t>209.0177</w:t>
      </w:r>
      <w:r>
        <w:tab/>
        <w:t>6.076e0</w:t>
      </w:r>
    </w:p>
    <w:p w:rsidR="00850B65" w:rsidRDefault="00850B65" w:rsidP="00850B65">
      <w:r>
        <w:t>209.0392</w:t>
      </w:r>
      <w:r>
        <w:tab/>
        <w:t>5.063e0</w:t>
      </w:r>
    </w:p>
    <w:p w:rsidR="00850B65" w:rsidRDefault="00850B65" w:rsidP="00850B65">
      <w:r>
        <w:t>209.0411</w:t>
      </w:r>
      <w:r>
        <w:tab/>
        <w:t>1.620e1</w:t>
      </w:r>
    </w:p>
    <w:p w:rsidR="00850B65" w:rsidRDefault="00850B65" w:rsidP="00850B65">
      <w:r>
        <w:t>209.0476</w:t>
      </w:r>
      <w:r>
        <w:tab/>
        <w:t>2.025e0</w:t>
      </w:r>
    </w:p>
    <w:p w:rsidR="00850B65" w:rsidRDefault="00850B65" w:rsidP="00850B65">
      <w:r>
        <w:t>209.0674</w:t>
      </w:r>
      <w:r>
        <w:tab/>
        <w:t>1.013e0</w:t>
      </w:r>
    </w:p>
    <w:p w:rsidR="00850B65" w:rsidRDefault="00850B65" w:rsidP="00850B65">
      <w:r>
        <w:t>209.1069</w:t>
      </w:r>
      <w:r>
        <w:tab/>
        <w:t>8.736e0</w:t>
      </w:r>
    </w:p>
    <w:p w:rsidR="00850B65" w:rsidRDefault="00850B65" w:rsidP="00850B65">
      <w:r>
        <w:lastRenderedPageBreak/>
        <w:t>209.1160</w:t>
      </w:r>
      <w:r>
        <w:tab/>
        <w:t>1.493e1</w:t>
      </w:r>
    </w:p>
    <w:p w:rsidR="00850B65" w:rsidRDefault="00850B65" w:rsidP="00850B65">
      <w:r>
        <w:t>209.1271</w:t>
      </w:r>
      <w:r>
        <w:tab/>
        <w:t>5.441e0</w:t>
      </w:r>
    </w:p>
    <w:p w:rsidR="00850B65" w:rsidRDefault="00850B65" w:rsidP="00850B65">
      <w:r>
        <w:t>209.1505</w:t>
      </w:r>
      <w:r>
        <w:tab/>
        <w:t>4.051e0</w:t>
      </w:r>
    </w:p>
    <w:p w:rsidR="00850B65" w:rsidRDefault="00850B65" w:rsidP="00850B65">
      <w:r>
        <w:t>209.1789</w:t>
      </w:r>
      <w:r>
        <w:tab/>
        <w:t>1.013e0</w:t>
      </w:r>
    </w:p>
    <w:p w:rsidR="00850B65" w:rsidRDefault="00850B65" w:rsidP="00850B65">
      <w:r>
        <w:t>209.1996</w:t>
      </w:r>
      <w:r>
        <w:tab/>
        <w:t>4.051e0</w:t>
      </w:r>
    </w:p>
    <w:p w:rsidR="00850B65" w:rsidRDefault="00850B65" w:rsidP="00850B65">
      <w:r>
        <w:t>209.2014</w:t>
      </w:r>
      <w:r>
        <w:tab/>
        <w:t>1.013e0</w:t>
      </w:r>
    </w:p>
    <w:p w:rsidR="00850B65" w:rsidRDefault="00850B65" w:rsidP="00850B65">
      <w:r>
        <w:t>209.2317</w:t>
      </w:r>
      <w:r>
        <w:tab/>
        <w:t>1.013e0</w:t>
      </w:r>
    </w:p>
    <w:p w:rsidR="00850B65" w:rsidRDefault="00850B65" w:rsidP="00850B65">
      <w:r>
        <w:t>209.2709</w:t>
      </w:r>
      <w:r>
        <w:tab/>
        <w:t>1.013e0</w:t>
      </w:r>
    </w:p>
    <w:p w:rsidR="00850B65" w:rsidRDefault="00850B65" w:rsidP="00850B65">
      <w:r>
        <w:t>209.2977</w:t>
      </w:r>
      <w:r>
        <w:tab/>
        <w:t>1.013e0</w:t>
      </w:r>
    </w:p>
    <w:p w:rsidR="00850B65" w:rsidRDefault="00850B65" w:rsidP="00850B65">
      <w:r>
        <w:t>209.3317</w:t>
      </w:r>
      <w:r>
        <w:tab/>
        <w:t>1.013e0</w:t>
      </w:r>
    </w:p>
    <w:p w:rsidR="00850B65" w:rsidRDefault="00850B65" w:rsidP="00850B65">
      <w:r>
        <w:t>209.3609</w:t>
      </w:r>
      <w:r>
        <w:tab/>
        <w:t>2.025e0</w:t>
      </w:r>
    </w:p>
    <w:p w:rsidR="00850B65" w:rsidRDefault="00850B65" w:rsidP="00850B65">
      <w:r>
        <w:t>209.3865</w:t>
      </w:r>
      <w:r>
        <w:tab/>
        <w:t>1.013e0</w:t>
      </w:r>
    </w:p>
    <w:p w:rsidR="00850B65" w:rsidRDefault="00850B65" w:rsidP="00850B65">
      <w:r>
        <w:t>209.4129</w:t>
      </w:r>
      <w:r>
        <w:tab/>
        <w:t>1.013e0</w:t>
      </w:r>
    </w:p>
    <w:p w:rsidR="00850B65" w:rsidRDefault="00850B65" w:rsidP="00850B65">
      <w:r>
        <w:t>209.4356</w:t>
      </w:r>
      <w:r>
        <w:tab/>
        <w:t>1.013e0</w:t>
      </w:r>
    </w:p>
    <w:p w:rsidR="00850B65" w:rsidRDefault="00850B65" w:rsidP="00850B65">
      <w:r>
        <w:t>209.4786</w:t>
      </w:r>
      <w:r>
        <w:tab/>
        <w:t>1.013e0</w:t>
      </w:r>
    </w:p>
    <w:p w:rsidR="00850B65" w:rsidRDefault="00850B65" w:rsidP="00850B65">
      <w:r>
        <w:t>209.4922</w:t>
      </w:r>
      <w:r>
        <w:tab/>
        <w:t>2.025e0</w:t>
      </w:r>
    </w:p>
    <w:p w:rsidR="00850B65" w:rsidRDefault="00850B65" w:rsidP="00850B65">
      <w:r>
        <w:t>209.5205</w:t>
      </w:r>
      <w:r>
        <w:tab/>
        <w:t>1.013e0</w:t>
      </w:r>
    </w:p>
    <w:p w:rsidR="00850B65" w:rsidRDefault="00850B65" w:rsidP="00850B65">
      <w:r>
        <w:t>209.5450</w:t>
      </w:r>
      <w:r>
        <w:tab/>
        <w:t>2.025e0</w:t>
      </w:r>
    </w:p>
    <w:p w:rsidR="00850B65" w:rsidRDefault="00850B65" w:rsidP="00850B65">
      <w:r>
        <w:t>209.6206</w:t>
      </w:r>
      <w:r>
        <w:tab/>
        <w:t>1.013e0</w:t>
      </w:r>
    </w:p>
    <w:p w:rsidR="00850B65" w:rsidRDefault="00850B65" w:rsidP="00850B65">
      <w:r>
        <w:lastRenderedPageBreak/>
        <w:t>209.6489</w:t>
      </w:r>
      <w:r>
        <w:tab/>
        <w:t>2.025e0</w:t>
      </w:r>
    </w:p>
    <w:p w:rsidR="00850B65" w:rsidRDefault="00850B65" w:rsidP="00850B65">
      <w:r>
        <w:t>209.6745</w:t>
      </w:r>
      <w:r>
        <w:tab/>
        <w:t>1.013e0</w:t>
      </w:r>
    </w:p>
    <w:p w:rsidR="00850B65" w:rsidRDefault="00850B65" w:rsidP="00850B65">
      <w:r>
        <w:t>209.7093</w:t>
      </w:r>
      <w:r>
        <w:tab/>
        <w:t>2.025e0</w:t>
      </w:r>
    </w:p>
    <w:p w:rsidR="00850B65" w:rsidRDefault="00850B65" w:rsidP="00850B65">
      <w:r>
        <w:t>209.7131</w:t>
      </w:r>
      <w:r>
        <w:tab/>
        <w:t>1.013e0</w:t>
      </w:r>
    </w:p>
    <w:p w:rsidR="00850B65" w:rsidRDefault="00850B65" w:rsidP="00850B65">
      <w:r>
        <w:t>209.7245</w:t>
      </w:r>
      <w:r>
        <w:tab/>
        <w:t>1.013e0</w:t>
      </w:r>
    </w:p>
    <w:p w:rsidR="00850B65" w:rsidRDefault="00850B65" w:rsidP="00850B65">
      <w:r>
        <w:t>209.7625</w:t>
      </w:r>
      <w:r>
        <w:tab/>
        <w:t>1.013e0</w:t>
      </w:r>
    </w:p>
    <w:p w:rsidR="00850B65" w:rsidRDefault="00850B65" w:rsidP="00850B65">
      <w:r>
        <w:t>209.8019</w:t>
      </w:r>
      <w:r>
        <w:tab/>
        <w:t>1.013e0</w:t>
      </w:r>
    </w:p>
    <w:p w:rsidR="00850B65" w:rsidRDefault="00850B65" w:rsidP="00850B65">
      <w:r>
        <w:t>209.9361</w:t>
      </w:r>
      <w:r>
        <w:tab/>
        <w:t>1.013e0</w:t>
      </w:r>
    </w:p>
    <w:p w:rsidR="00850B65" w:rsidRDefault="00850B65" w:rsidP="00850B65">
      <w:r>
        <w:t>209.9436</w:t>
      </w:r>
      <w:r>
        <w:tab/>
        <w:t>1.013e0</w:t>
      </w:r>
    </w:p>
    <w:p w:rsidR="00850B65" w:rsidRDefault="00850B65" w:rsidP="00850B65">
      <w:r>
        <w:t>209.9866</w:t>
      </w:r>
      <w:r>
        <w:tab/>
        <w:t>1.013e0</w:t>
      </w:r>
    </w:p>
    <w:p w:rsidR="00850B65" w:rsidRDefault="00850B65" w:rsidP="00850B65">
      <w:r>
        <w:t>210.0324</w:t>
      </w:r>
      <w:r>
        <w:tab/>
        <w:t>3.038e0</w:t>
      </w:r>
    </w:p>
    <w:p w:rsidR="00850B65" w:rsidRDefault="00850B65" w:rsidP="00850B65">
      <w:r>
        <w:t>210.0536</w:t>
      </w:r>
      <w:r>
        <w:tab/>
        <w:t>3.038e0</w:t>
      </w:r>
    </w:p>
    <w:p w:rsidR="00850B65" w:rsidRDefault="00850B65" w:rsidP="00850B65">
      <w:r>
        <w:t>210.0627</w:t>
      </w:r>
      <w:r>
        <w:tab/>
        <w:t>1.013e0</w:t>
      </w:r>
    </w:p>
    <w:p w:rsidR="00850B65" w:rsidRDefault="00850B65" w:rsidP="00850B65">
      <w:r>
        <w:t>210.0827</w:t>
      </w:r>
      <w:r>
        <w:tab/>
        <w:t>1.013e0</w:t>
      </w:r>
    </w:p>
    <w:p w:rsidR="00850B65" w:rsidRDefault="00850B65" w:rsidP="00850B65">
      <w:r>
        <w:t>210.0867</w:t>
      </w:r>
      <w:r>
        <w:tab/>
        <w:t>1.013e0</w:t>
      </w:r>
    </w:p>
    <w:p w:rsidR="00850B65" w:rsidRDefault="00850B65" w:rsidP="00850B65">
      <w:r>
        <w:t>210.0987</w:t>
      </w:r>
      <w:r>
        <w:tab/>
        <w:t>1.013e0</w:t>
      </w:r>
    </w:p>
    <w:p w:rsidR="00850B65" w:rsidRDefault="00850B65" w:rsidP="00850B65">
      <w:r>
        <w:t>210.1287</w:t>
      </w:r>
      <w:r>
        <w:tab/>
        <w:t>7.746e0</w:t>
      </w:r>
    </w:p>
    <w:p w:rsidR="00850B65" w:rsidRDefault="00850B65" w:rsidP="00850B65">
      <w:r>
        <w:t>210.1307</w:t>
      </w:r>
      <w:r>
        <w:tab/>
        <w:t>4.051e0</w:t>
      </w:r>
    </w:p>
    <w:p w:rsidR="00850B65" w:rsidRDefault="00850B65" w:rsidP="00850B65">
      <w:r>
        <w:t>210.1328</w:t>
      </w:r>
      <w:r>
        <w:tab/>
        <w:t>3.695e0</w:t>
      </w:r>
    </w:p>
    <w:p w:rsidR="00850B65" w:rsidRDefault="00850B65" w:rsidP="00850B65">
      <w:r>
        <w:lastRenderedPageBreak/>
        <w:t>210.1611</w:t>
      </w:r>
      <w:r>
        <w:tab/>
        <w:t>2.025e0</w:t>
      </w:r>
    </w:p>
    <w:p w:rsidR="00850B65" w:rsidRDefault="00850B65" w:rsidP="00850B65">
      <w:r>
        <w:t>210.1708</w:t>
      </w:r>
      <w:r>
        <w:tab/>
        <w:t>1.013e0</w:t>
      </w:r>
    </w:p>
    <w:p w:rsidR="00850B65" w:rsidRDefault="00850B65" w:rsidP="00850B65">
      <w:r>
        <w:t>210.1949</w:t>
      </w:r>
      <w:r>
        <w:tab/>
        <w:t>1.013e0</w:t>
      </w:r>
    </w:p>
    <w:p w:rsidR="00850B65" w:rsidRDefault="00850B65" w:rsidP="00850B65">
      <w:r>
        <w:t>210.2063</w:t>
      </w:r>
      <w:r>
        <w:tab/>
        <w:t>1.013e0</w:t>
      </w:r>
    </w:p>
    <w:p w:rsidR="00850B65" w:rsidRDefault="00850B65" w:rsidP="00850B65">
      <w:r>
        <w:t>210.2138</w:t>
      </w:r>
      <w:r>
        <w:tab/>
        <w:t>1.013e0</w:t>
      </w:r>
    </w:p>
    <w:p w:rsidR="00850B65" w:rsidRDefault="00850B65" w:rsidP="00850B65">
      <w:r>
        <w:t>210.2252</w:t>
      </w:r>
      <w:r>
        <w:tab/>
        <w:t>1.013e0</w:t>
      </w:r>
    </w:p>
    <w:p w:rsidR="00850B65" w:rsidRDefault="00850B65" w:rsidP="00850B65">
      <w:r>
        <w:t>210.2670</w:t>
      </w:r>
      <w:r>
        <w:tab/>
        <w:t>1.013e0</w:t>
      </w:r>
    </w:p>
    <w:p w:rsidR="00850B65" w:rsidRDefault="00850B65" w:rsidP="00850B65">
      <w:r>
        <w:t>210.2910</w:t>
      </w:r>
      <w:r>
        <w:tab/>
        <w:t>1.013e0</w:t>
      </w:r>
    </w:p>
    <w:p w:rsidR="00850B65" w:rsidRDefault="00850B65" w:rsidP="00850B65">
      <w:r>
        <w:t>210.3178</w:t>
      </w:r>
      <w:r>
        <w:tab/>
        <w:t>1.013e0</w:t>
      </w:r>
    </w:p>
    <w:p w:rsidR="00850B65" w:rsidRDefault="00850B65" w:rsidP="00850B65">
      <w:r>
        <w:t>210.3443</w:t>
      </w:r>
      <w:r>
        <w:tab/>
        <w:t>1.013e0</w:t>
      </w:r>
    </w:p>
    <w:p w:rsidR="00850B65" w:rsidRDefault="00850B65" w:rsidP="00850B65">
      <w:r>
        <w:t>210.3632</w:t>
      </w:r>
      <w:r>
        <w:tab/>
        <w:t>1.013e0</w:t>
      </w:r>
    </w:p>
    <w:p w:rsidR="00850B65" w:rsidRDefault="00850B65" w:rsidP="00850B65">
      <w:r>
        <w:t>210.3992</w:t>
      </w:r>
      <w:r>
        <w:tab/>
        <w:t>1.013e0</w:t>
      </w:r>
    </w:p>
    <w:p w:rsidR="00850B65" w:rsidRDefault="00850B65" w:rsidP="00850B65">
      <w:r>
        <w:t>210.5258</w:t>
      </w:r>
      <w:r>
        <w:tab/>
        <w:t>2.025e0</w:t>
      </w:r>
    </w:p>
    <w:p w:rsidR="00850B65" w:rsidRDefault="00850B65" w:rsidP="00850B65">
      <w:r>
        <w:t>210.5638</w:t>
      </w:r>
      <w:r>
        <w:tab/>
        <w:t>1.013e0</w:t>
      </w:r>
    </w:p>
    <w:p w:rsidR="00850B65" w:rsidRDefault="00850B65" w:rsidP="00850B65">
      <w:r>
        <w:t>210.5976</w:t>
      </w:r>
      <w:r>
        <w:tab/>
        <w:t>2.025e0</w:t>
      </w:r>
    </w:p>
    <w:p w:rsidR="00850B65" w:rsidRDefault="00850B65" w:rsidP="00850B65">
      <w:r>
        <w:t>210.6009</w:t>
      </w:r>
      <w:r>
        <w:tab/>
        <w:t>3.038e0</w:t>
      </w:r>
    </w:p>
    <w:p w:rsidR="00850B65" w:rsidRDefault="00850B65" w:rsidP="00850B65">
      <w:r>
        <w:t>210.6261</w:t>
      </w:r>
      <w:r>
        <w:tab/>
        <w:t>1.013e0</w:t>
      </w:r>
    </w:p>
    <w:p w:rsidR="00850B65" w:rsidRDefault="00850B65" w:rsidP="00850B65">
      <w:r>
        <w:t>210.6601</w:t>
      </w:r>
      <w:r>
        <w:tab/>
        <w:t>2.025e0</w:t>
      </w:r>
    </w:p>
    <w:p w:rsidR="00850B65" w:rsidRDefault="00850B65" w:rsidP="00850B65">
      <w:r>
        <w:t>210.6882</w:t>
      </w:r>
      <w:r>
        <w:tab/>
        <w:t>1.013e0</w:t>
      </w:r>
    </w:p>
    <w:p w:rsidR="00850B65" w:rsidRDefault="00850B65" w:rsidP="00850B65">
      <w:r>
        <w:lastRenderedPageBreak/>
        <w:t>210.7150</w:t>
      </w:r>
      <w:r>
        <w:tab/>
        <w:t>1.013e0</w:t>
      </w:r>
    </w:p>
    <w:p w:rsidR="00850B65" w:rsidRDefault="00850B65" w:rsidP="00850B65">
      <w:r>
        <w:t>210.7886</w:t>
      </w:r>
      <w:r>
        <w:tab/>
        <w:t>1.013e0</w:t>
      </w:r>
    </w:p>
    <w:p w:rsidR="00850B65" w:rsidRDefault="00850B65" w:rsidP="00850B65">
      <w:r>
        <w:t>210.8228</w:t>
      </w:r>
      <w:r>
        <w:tab/>
        <w:t>1.013e0</w:t>
      </w:r>
    </w:p>
    <w:p w:rsidR="00850B65" w:rsidRDefault="00850B65" w:rsidP="00850B65">
      <w:r>
        <w:t>210.8304</w:t>
      </w:r>
      <w:r>
        <w:tab/>
        <w:t>1.013e0</w:t>
      </w:r>
    </w:p>
    <w:p w:rsidR="00850B65" w:rsidRDefault="00850B65" w:rsidP="00850B65">
      <w:r>
        <w:t>210.8493</w:t>
      </w:r>
      <w:r>
        <w:tab/>
        <w:t>1.013e0</w:t>
      </w:r>
    </w:p>
    <w:p w:rsidR="00850B65" w:rsidRDefault="00850B65" w:rsidP="00850B65">
      <w:r>
        <w:t>210.8929</w:t>
      </w:r>
      <w:r>
        <w:tab/>
        <w:t>1.013e0</w:t>
      </w:r>
    </w:p>
    <w:p w:rsidR="00850B65" w:rsidRDefault="00850B65" w:rsidP="00850B65">
      <w:r>
        <w:t>210.9042</w:t>
      </w:r>
      <w:r>
        <w:tab/>
        <w:t>1.013e0</w:t>
      </w:r>
    </w:p>
    <w:p w:rsidR="00850B65" w:rsidRDefault="00850B65" w:rsidP="00850B65">
      <w:r>
        <w:t>210.9269</w:t>
      </w:r>
      <w:r>
        <w:tab/>
        <w:t>1.013e0</w:t>
      </w:r>
    </w:p>
    <w:p w:rsidR="00850B65" w:rsidRDefault="00850B65" w:rsidP="00850B65">
      <w:r>
        <w:t>210.9695</w:t>
      </w:r>
      <w:r>
        <w:tab/>
        <w:t>1.013e0</w:t>
      </w:r>
    </w:p>
    <w:p w:rsidR="00850B65" w:rsidRDefault="00850B65" w:rsidP="00850B65">
      <w:r>
        <w:t>210.9735</w:t>
      </w:r>
      <w:r>
        <w:tab/>
        <w:t>1.013e0</w:t>
      </w:r>
    </w:p>
    <w:p w:rsidR="00850B65" w:rsidRDefault="00850B65" w:rsidP="00850B65">
      <w:r>
        <w:t>210.9932</w:t>
      </w:r>
      <w:r>
        <w:tab/>
        <w:t>1.013e0</w:t>
      </w:r>
    </w:p>
    <w:p w:rsidR="00850B65" w:rsidRDefault="00850B65" w:rsidP="00850B65">
      <w:r>
        <w:t>211.0083</w:t>
      </w:r>
      <w:r>
        <w:tab/>
        <w:t>2.025e0</w:t>
      </w:r>
    </w:p>
    <w:p w:rsidR="00850B65" w:rsidRDefault="00850B65" w:rsidP="00850B65">
      <w:r>
        <w:t>211.0348</w:t>
      </w:r>
      <w:r>
        <w:tab/>
        <w:t>1.013e0</w:t>
      </w:r>
    </w:p>
    <w:p w:rsidR="00850B65" w:rsidRDefault="00850B65" w:rsidP="00850B65">
      <w:r>
        <w:t>211.0461</w:t>
      </w:r>
      <w:r>
        <w:tab/>
        <w:t>1.013e0</w:t>
      </w:r>
    </w:p>
    <w:p w:rsidR="00850B65" w:rsidRDefault="00850B65" w:rsidP="00850B65">
      <w:r>
        <w:t>211.0579</w:t>
      </w:r>
      <w:r>
        <w:tab/>
        <w:t>1.013e0</w:t>
      </w:r>
    </w:p>
    <w:p w:rsidR="00850B65" w:rsidRDefault="00850B65" w:rsidP="00850B65">
      <w:r>
        <w:t>211.0811</w:t>
      </w:r>
      <w:r>
        <w:tab/>
        <w:t>2.025e0</w:t>
      </w:r>
    </w:p>
    <w:p w:rsidR="00850B65" w:rsidRDefault="00850B65" w:rsidP="00850B65">
      <w:r>
        <w:t>211.0860</w:t>
      </w:r>
      <w:r>
        <w:tab/>
        <w:t>1.013e0</w:t>
      </w:r>
    </w:p>
    <w:p w:rsidR="00850B65" w:rsidRDefault="00850B65" w:rsidP="00850B65">
      <w:r>
        <w:t>211.0972</w:t>
      </w:r>
      <w:r>
        <w:tab/>
        <w:t>1.013e0</w:t>
      </w:r>
    </w:p>
    <w:p w:rsidR="00850B65" w:rsidRDefault="00850B65" w:rsidP="00850B65">
      <w:r>
        <w:t>211.1162</w:t>
      </w:r>
      <w:r>
        <w:tab/>
        <w:t>3.038e0</w:t>
      </w:r>
    </w:p>
    <w:p w:rsidR="00850B65" w:rsidRDefault="00850B65" w:rsidP="00850B65">
      <w:r>
        <w:lastRenderedPageBreak/>
        <w:t>211.1216</w:t>
      </w:r>
      <w:r>
        <w:tab/>
        <w:t>4.051e0</w:t>
      </w:r>
    </w:p>
    <w:p w:rsidR="00850B65" w:rsidRDefault="00850B65" w:rsidP="00850B65">
      <w:r>
        <w:t>211.1373</w:t>
      </w:r>
      <w:r>
        <w:tab/>
        <w:t>4.465e0</w:t>
      </w:r>
    </w:p>
    <w:p w:rsidR="00850B65" w:rsidRDefault="00850B65" w:rsidP="00850B65">
      <w:r>
        <w:t>211.1652</w:t>
      </w:r>
      <w:r>
        <w:tab/>
        <w:t>8.623e0</w:t>
      </w:r>
    </w:p>
    <w:p w:rsidR="00850B65" w:rsidRDefault="00850B65" w:rsidP="00850B65">
      <w:r>
        <w:t>211.1709</w:t>
      </w:r>
      <w:r>
        <w:tab/>
        <w:t>7.207e0</w:t>
      </w:r>
    </w:p>
    <w:p w:rsidR="00850B65" w:rsidRDefault="00850B65" w:rsidP="00850B65">
      <w:r>
        <w:t>211.1841</w:t>
      </w:r>
      <w:r>
        <w:tab/>
        <w:t>6.076e0</w:t>
      </w:r>
    </w:p>
    <w:p w:rsidR="00850B65" w:rsidRDefault="00850B65" w:rsidP="00850B65">
      <w:r>
        <w:t>211.1900</w:t>
      </w:r>
      <w:r>
        <w:tab/>
        <w:t>2.025e0</w:t>
      </w:r>
    </w:p>
    <w:p w:rsidR="00850B65" w:rsidRDefault="00850B65" w:rsidP="00850B65">
      <w:r>
        <w:t>211.2127</w:t>
      </w:r>
      <w:r>
        <w:tab/>
        <w:t>1.013e0</w:t>
      </w:r>
    </w:p>
    <w:p w:rsidR="00850B65" w:rsidRDefault="00850B65" w:rsidP="00850B65">
      <w:r>
        <w:t>211.2317</w:t>
      </w:r>
      <w:r>
        <w:tab/>
        <w:t>1.013e0</w:t>
      </w:r>
    </w:p>
    <w:p w:rsidR="00850B65" w:rsidRDefault="00850B65" w:rsidP="00850B65">
      <w:r>
        <w:t>211.2666</w:t>
      </w:r>
      <w:r>
        <w:tab/>
        <w:t>5.063e0</w:t>
      </w:r>
    </w:p>
    <w:p w:rsidR="00850B65" w:rsidRDefault="00850B65" w:rsidP="00850B65">
      <w:r>
        <w:t>211.3476</w:t>
      </w:r>
      <w:r>
        <w:tab/>
        <w:t>1.013e0</w:t>
      </w:r>
    </w:p>
    <w:p w:rsidR="00850B65" w:rsidRDefault="00850B65" w:rsidP="00850B65">
      <w:r>
        <w:t>211.3757</w:t>
      </w:r>
      <w:r>
        <w:tab/>
        <w:t>1.013e0</w:t>
      </w:r>
    </w:p>
    <w:p w:rsidR="00850B65" w:rsidRDefault="00850B65" w:rsidP="00850B65">
      <w:r>
        <w:t>211.4286</w:t>
      </w:r>
      <w:r>
        <w:tab/>
        <w:t>1.013e0</w:t>
      </w:r>
    </w:p>
    <w:p w:rsidR="00850B65" w:rsidRDefault="00850B65" w:rsidP="00850B65">
      <w:r>
        <w:t>211.4563</w:t>
      </w:r>
      <w:r>
        <w:tab/>
        <w:t>1.013e0</w:t>
      </w:r>
    </w:p>
    <w:p w:rsidR="00850B65" w:rsidRDefault="00850B65" w:rsidP="00850B65">
      <w:r>
        <w:t>211.5063</w:t>
      </w:r>
      <w:r>
        <w:tab/>
        <w:t>1.013e0</w:t>
      </w:r>
    </w:p>
    <w:p w:rsidR="00850B65" w:rsidRDefault="00850B65" w:rsidP="00850B65">
      <w:r>
        <w:t>211.5251</w:t>
      </w:r>
      <w:r>
        <w:tab/>
        <w:t>1.013e0</w:t>
      </w:r>
    </w:p>
    <w:p w:rsidR="00850B65" w:rsidRDefault="00850B65" w:rsidP="00850B65">
      <w:r>
        <w:t>211.5915</w:t>
      </w:r>
      <w:r>
        <w:tab/>
        <w:t>1.013e0</w:t>
      </w:r>
    </w:p>
    <w:p w:rsidR="00850B65" w:rsidRDefault="00850B65" w:rsidP="00850B65">
      <w:r>
        <w:t>211.6180</w:t>
      </w:r>
      <w:r>
        <w:tab/>
        <w:t>3.038e0</w:t>
      </w:r>
    </w:p>
    <w:p w:rsidR="00850B65" w:rsidRDefault="00850B65" w:rsidP="00850B65">
      <w:r>
        <w:t>211.6692</w:t>
      </w:r>
      <w:r>
        <w:tab/>
        <w:t>1.013e0</w:t>
      </w:r>
    </w:p>
    <w:p w:rsidR="00850B65" w:rsidRDefault="00850B65" w:rsidP="00850B65">
      <w:r>
        <w:t>211.6729</w:t>
      </w:r>
      <w:r>
        <w:tab/>
        <w:t>1.013e0</w:t>
      </w:r>
    </w:p>
    <w:p w:rsidR="00850B65" w:rsidRDefault="00850B65" w:rsidP="00850B65">
      <w:r>
        <w:lastRenderedPageBreak/>
        <w:t>211.6767</w:t>
      </w:r>
      <w:r>
        <w:tab/>
        <w:t>1.013e0</w:t>
      </w:r>
    </w:p>
    <w:p w:rsidR="00850B65" w:rsidRDefault="00850B65" w:rsidP="00850B65">
      <w:r>
        <w:t>211.6957</w:t>
      </w:r>
      <w:r>
        <w:tab/>
        <w:t>2.025e0</w:t>
      </w:r>
    </w:p>
    <w:p w:rsidR="00850B65" w:rsidRDefault="00850B65" w:rsidP="00850B65">
      <w:r>
        <w:t>211.7999</w:t>
      </w:r>
      <w:r>
        <w:tab/>
        <w:t>1.013e0</w:t>
      </w:r>
    </w:p>
    <w:p w:rsidR="00850B65" w:rsidRDefault="00850B65" w:rsidP="00850B65">
      <w:r>
        <w:t>211.8549</w:t>
      </w:r>
      <w:r>
        <w:tab/>
        <w:t>1.013e0</w:t>
      </w:r>
    </w:p>
    <w:p w:rsidR="00850B65" w:rsidRDefault="00850B65" w:rsidP="00850B65">
      <w:r>
        <w:t>211.8852</w:t>
      </w:r>
      <w:r>
        <w:tab/>
        <w:t>1.013e0</w:t>
      </w:r>
    </w:p>
    <w:p w:rsidR="00850B65" w:rsidRDefault="00850B65" w:rsidP="00850B65">
      <w:r>
        <w:t>211.9240</w:t>
      </w:r>
      <w:r>
        <w:tab/>
        <w:t>1.013e0</w:t>
      </w:r>
    </w:p>
    <w:p w:rsidR="00850B65" w:rsidRDefault="00850B65" w:rsidP="00850B65">
      <w:r>
        <w:t>211.9591</w:t>
      </w:r>
      <w:r>
        <w:tab/>
        <w:t>1.013e0</w:t>
      </w:r>
    </w:p>
    <w:p w:rsidR="00850B65" w:rsidRDefault="00850B65" w:rsidP="00850B65">
      <w:r>
        <w:t>211.9819</w:t>
      </w:r>
      <w:r>
        <w:tab/>
        <w:t>2.025e0</w:t>
      </w:r>
    </w:p>
    <w:p w:rsidR="00850B65" w:rsidRDefault="00850B65" w:rsidP="00850B65">
      <w:r>
        <w:t>211.9856</w:t>
      </w:r>
      <w:r>
        <w:tab/>
        <w:t>2.025e0</w:t>
      </w:r>
    </w:p>
    <w:p w:rsidR="00850B65" w:rsidRDefault="00850B65" w:rsidP="00850B65">
      <w:r>
        <w:t>212.0086</w:t>
      </w:r>
      <w:r>
        <w:tab/>
        <w:t>3.038e0</w:t>
      </w:r>
    </w:p>
    <w:p w:rsidR="00850B65" w:rsidRDefault="00850B65" w:rsidP="00850B65">
      <w:r>
        <w:t>212.0169</w:t>
      </w:r>
      <w:r>
        <w:tab/>
        <w:t>2.025e0</w:t>
      </w:r>
    </w:p>
    <w:p w:rsidR="00850B65" w:rsidRDefault="00850B65" w:rsidP="00850B65">
      <w:r>
        <w:t>212.0239</w:t>
      </w:r>
      <w:r>
        <w:tab/>
        <w:t>6.076e0</w:t>
      </w:r>
    </w:p>
    <w:p w:rsidR="00850B65" w:rsidRDefault="00850B65" w:rsidP="00850B65">
      <w:r>
        <w:t>212.0407</w:t>
      </w:r>
      <w:r>
        <w:tab/>
        <w:t>1.013e0</w:t>
      </w:r>
    </w:p>
    <w:p w:rsidR="00850B65" w:rsidRDefault="00850B65" w:rsidP="00850B65">
      <w:r>
        <w:t>212.0444</w:t>
      </w:r>
      <w:r>
        <w:tab/>
        <w:t>1.013e0</w:t>
      </w:r>
    </w:p>
    <w:p w:rsidR="00850B65" w:rsidRDefault="00850B65" w:rsidP="00850B65">
      <w:r>
        <w:t>212.0672</w:t>
      </w:r>
      <w:r>
        <w:tab/>
        <w:t>2.025e0</w:t>
      </w:r>
    </w:p>
    <w:p w:rsidR="00850B65" w:rsidRDefault="00850B65" w:rsidP="00850B65">
      <w:r>
        <w:t>212.0786</w:t>
      </w:r>
      <w:r>
        <w:tab/>
        <w:t>2.025e0</w:t>
      </w:r>
    </w:p>
    <w:p w:rsidR="00850B65" w:rsidRDefault="00850B65" w:rsidP="00850B65">
      <w:r>
        <w:t>212.1166</w:t>
      </w:r>
      <w:r>
        <w:tab/>
        <w:t>1.335e1</w:t>
      </w:r>
    </w:p>
    <w:p w:rsidR="00850B65" w:rsidRDefault="00850B65" w:rsidP="00850B65">
      <w:r>
        <w:t>212.1187</w:t>
      </w:r>
      <w:r>
        <w:tab/>
        <w:t>5.440e1</w:t>
      </w:r>
    </w:p>
    <w:p w:rsidR="00850B65" w:rsidRDefault="00850B65" w:rsidP="00850B65">
      <w:r>
        <w:t>212.1197</w:t>
      </w:r>
      <w:r>
        <w:tab/>
        <w:t>2.835e1</w:t>
      </w:r>
    </w:p>
    <w:p w:rsidR="00850B65" w:rsidRDefault="00850B65" w:rsidP="00850B65">
      <w:r>
        <w:lastRenderedPageBreak/>
        <w:t>212.1479</w:t>
      </w:r>
      <w:r>
        <w:tab/>
        <w:t>5.584e0</w:t>
      </w:r>
    </w:p>
    <w:p w:rsidR="00850B65" w:rsidRDefault="00850B65" w:rsidP="00850B65">
      <w:r>
        <w:t>212.1591</w:t>
      </w:r>
      <w:r>
        <w:tab/>
        <w:t>4.631e0</w:t>
      </w:r>
    </w:p>
    <w:p w:rsidR="00850B65" w:rsidRDefault="00850B65" w:rsidP="00850B65">
      <w:r>
        <w:t>212.1828</w:t>
      </w:r>
      <w:r>
        <w:tab/>
        <w:t>1.013e0</w:t>
      </w:r>
    </w:p>
    <w:p w:rsidR="00850B65" w:rsidRDefault="00850B65" w:rsidP="00850B65">
      <w:r>
        <w:t>212.2026</w:t>
      </w:r>
      <w:r>
        <w:tab/>
        <w:t>2.025e0</w:t>
      </w:r>
    </w:p>
    <w:p w:rsidR="00850B65" w:rsidRDefault="00850B65" w:rsidP="00850B65">
      <w:r>
        <w:t>212.2322</w:t>
      </w:r>
      <w:r>
        <w:tab/>
        <w:t>2.025e0</w:t>
      </w:r>
    </w:p>
    <w:p w:rsidR="00850B65" w:rsidRDefault="00850B65" w:rsidP="00850B65">
      <w:r>
        <w:t>212.2340</w:t>
      </w:r>
      <w:r>
        <w:tab/>
        <w:t>1.013e0</w:t>
      </w:r>
    </w:p>
    <w:p w:rsidR="00850B65" w:rsidRDefault="00850B65" w:rsidP="00850B65">
      <w:r>
        <w:t>212.2644</w:t>
      </w:r>
      <w:r>
        <w:tab/>
        <w:t>1.013e0</w:t>
      </w:r>
    </w:p>
    <w:p w:rsidR="00850B65" w:rsidRDefault="00850B65" w:rsidP="00850B65">
      <w:r>
        <w:t>212.3194</w:t>
      </w:r>
      <w:r>
        <w:tab/>
        <w:t>1.013e0</w:t>
      </w:r>
    </w:p>
    <w:p w:rsidR="00850B65" w:rsidRDefault="00850B65" w:rsidP="00850B65">
      <w:r>
        <w:t>212.3269</w:t>
      </w:r>
      <w:r>
        <w:tab/>
        <w:t>1.013e0</w:t>
      </w:r>
    </w:p>
    <w:p w:rsidR="00850B65" w:rsidRDefault="00850B65" w:rsidP="00850B65">
      <w:r>
        <w:t>212.3459</w:t>
      </w:r>
      <w:r>
        <w:tab/>
        <w:t>1.013e0</w:t>
      </w:r>
    </w:p>
    <w:p w:rsidR="00850B65" w:rsidRDefault="00850B65" w:rsidP="00850B65">
      <w:r>
        <w:t>212.3925</w:t>
      </w:r>
      <w:r>
        <w:tab/>
        <w:t>1.013e0</w:t>
      </w:r>
    </w:p>
    <w:p w:rsidR="00850B65" w:rsidRDefault="00850B65" w:rsidP="00850B65">
      <w:r>
        <w:t>212.4006</w:t>
      </w:r>
      <w:r>
        <w:tab/>
        <w:t>1.013e0</w:t>
      </w:r>
    </w:p>
    <w:p w:rsidR="00850B65" w:rsidRDefault="00850B65" w:rsidP="00850B65">
      <w:r>
        <w:t>212.4465</w:t>
      </w:r>
      <w:r>
        <w:tab/>
        <w:t>1.013e0</w:t>
      </w:r>
    </w:p>
    <w:p w:rsidR="00850B65" w:rsidRDefault="00850B65" w:rsidP="00850B65">
      <w:r>
        <w:t>212.4578</w:t>
      </w:r>
      <w:r>
        <w:tab/>
        <w:t>1.013e0</w:t>
      </w:r>
    </w:p>
    <w:p w:rsidR="00850B65" w:rsidRDefault="00850B65" w:rsidP="00850B65">
      <w:r>
        <w:t>212.4896</w:t>
      </w:r>
      <w:r>
        <w:tab/>
        <w:t>1.013e0</w:t>
      </w:r>
    </w:p>
    <w:p w:rsidR="00850B65" w:rsidRDefault="00850B65" w:rsidP="00850B65">
      <w:r>
        <w:t>212.5299</w:t>
      </w:r>
      <w:r>
        <w:tab/>
        <w:t>2.025e0</w:t>
      </w:r>
    </w:p>
    <w:p w:rsidR="00850B65" w:rsidRDefault="00850B65" w:rsidP="00850B65">
      <w:r>
        <w:t>212.5508</w:t>
      </w:r>
      <w:r>
        <w:tab/>
        <w:t>1.013e0</w:t>
      </w:r>
    </w:p>
    <w:p w:rsidR="00850B65" w:rsidRDefault="00850B65" w:rsidP="00850B65">
      <w:r>
        <w:t>212.5745</w:t>
      </w:r>
      <w:r>
        <w:tab/>
        <w:t>2.025e0</w:t>
      </w:r>
    </w:p>
    <w:p w:rsidR="00850B65" w:rsidRDefault="00850B65" w:rsidP="00850B65">
      <w:r>
        <w:t>212.6020</w:t>
      </w:r>
      <w:r>
        <w:tab/>
        <w:t>1.013e0</w:t>
      </w:r>
    </w:p>
    <w:p w:rsidR="00850B65" w:rsidRDefault="00850B65" w:rsidP="00850B65">
      <w:r>
        <w:lastRenderedPageBreak/>
        <w:t>212.6475</w:t>
      </w:r>
      <w:r>
        <w:tab/>
        <w:t>1.013e0</w:t>
      </w:r>
    </w:p>
    <w:p w:rsidR="00850B65" w:rsidRDefault="00850B65" w:rsidP="00850B65">
      <w:r>
        <w:t>212.6716</w:t>
      </w:r>
      <w:r>
        <w:tab/>
        <w:t>1.013e0</w:t>
      </w:r>
    </w:p>
    <w:p w:rsidR="00850B65" w:rsidRDefault="00850B65" w:rsidP="00850B65">
      <w:r>
        <w:t>212.7254</w:t>
      </w:r>
      <w:r>
        <w:tab/>
        <w:t>2.025e0</w:t>
      </w:r>
    </w:p>
    <w:p w:rsidR="00850B65" w:rsidRDefault="00850B65" w:rsidP="00850B65">
      <w:r>
        <w:t>212.7526</w:t>
      </w:r>
      <w:r>
        <w:tab/>
        <w:t>1.013e0</w:t>
      </w:r>
    </w:p>
    <w:p w:rsidR="00850B65" w:rsidRDefault="00850B65" w:rsidP="00850B65">
      <w:r>
        <w:t>212.8146</w:t>
      </w:r>
      <w:r>
        <w:tab/>
        <w:t>1.013e0</w:t>
      </w:r>
    </w:p>
    <w:p w:rsidR="00850B65" w:rsidRDefault="00850B65" w:rsidP="00850B65">
      <w:r>
        <w:t>212.8259</w:t>
      </w:r>
      <w:r>
        <w:tab/>
        <w:t>1.013e0</w:t>
      </w:r>
    </w:p>
    <w:p w:rsidR="00850B65" w:rsidRDefault="00850B65" w:rsidP="00850B65">
      <w:r>
        <w:t>212.8619</w:t>
      </w:r>
      <w:r>
        <w:tab/>
        <w:t>2.025e0</w:t>
      </w:r>
    </w:p>
    <w:p w:rsidR="00850B65" w:rsidRDefault="00850B65" w:rsidP="00850B65">
      <w:r>
        <w:t>212.8886</w:t>
      </w:r>
      <w:r>
        <w:tab/>
        <w:t>1.013e0</w:t>
      </w:r>
    </w:p>
    <w:p w:rsidR="00850B65" w:rsidRDefault="00850B65" w:rsidP="00850B65">
      <w:r>
        <w:t>212.9076</w:t>
      </w:r>
      <w:r>
        <w:tab/>
        <w:t>1.013e0</w:t>
      </w:r>
    </w:p>
    <w:p w:rsidR="00850B65" w:rsidRDefault="00850B65" w:rsidP="00850B65">
      <w:r>
        <w:t>212.9740</w:t>
      </w:r>
      <w:r>
        <w:tab/>
        <w:t>2.025e0</w:t>
      </w:r>
    </w:p>
    <w:p w:rsidR="00850B65" w:rsidRDefault="00850B65" w:rsidP="00850B65">
      <w:r>
        <w:t>213.0179</w:t>
      </w:r>
      <w:r>
        <w:tab/>
        <w:t>8.200e0</w:t>
      </w:r>
    </w:p>
    <w:p w:rsidR="00850B65" w:rsidRDefault="00850B65" w:rsidP="00850B65">
      <w:r>
        <w:t>213.0252</w:t>
      </w:r>
      <w:r>
        <w:tab/>
        <w:t>1.316e1</w:t>
      </w:r>
    </w:p>
    <w:p w:rsidR="00850B65" w:rsidRDefault="00850B65" w:rsidP="00850B65">
      <w:r>
        <w:t>213.0557</w:t>
      </w:r>
      <w:r>
        <w:tab/>
        <w:t>2.025e0</w:t>
      </w:r>
    </w:p>
    <w:p w:rsidR="00850B65" w:rsidRDefault="00850B65" w:rsidP="00850B65">
      <w:r>
        <w:t>213.0708</w:t>
      </w:r>
      <w:r>
        <w:tab/>
        <w:t>1.013e0</w:t>
      </w:r>
    </w:p>
    <w:p w:rsidR="00850B65" w:rsidRDefault="00850B65" w:rsidP="00850B65">
      <w:r>
        <w:t>213.1160</w:t>
      </w:r>
      <w:r>
        <w:tab/>
        <w:t>1.013e1</w:t>
      </w:r>
    </w:p>
    <w:p w:rsidR="00850B65" w:rsidRDefault="00850B65" w:rsidP="00850B65">
      <w:r>
        <w:t>213.1224</w:t>
      </w:r>
      <w:r>
        <w:tab/>
        <w:t>6.441e0</w:t>
      </w:r>
    </w:p>
    <w:p w:rsidR="00850B65" w:rsidRDefault="00850B65" w:rsidP="00850B65">
      <w:r>
        <w:t>213.1273</w:t>
      </w:r>
      <w:r>
        <w:tab/>
        <w:t>8.195e0</w:t>
      </w:r>
    </w:p>
    <w:p w:rsidR="00850B65" w:rsidRDefault="00850B65" w:rsidP="00850B65">
      <w:r>
        <w:t>213.1487</w:t>
      </w:r>
      <w:r>
        <w:tab/>
        <w:t>3.825e0</w:t>
      </w:r>
    </w:p>
    <w:p w:rsidR="00850B65" w:rsidRDefault="00850B65" w:rsidP="00850B65">
      <w:r>
        <w:t>213.1639</w:t>
      </w:r>
      <w:r>
        <w:tab/>
        <w:t>1.013e0</w:t>
      </w:r>
    </w:p>
    <w:p w:rsidR="00850B65" w:rsidRDefault="00850B65" w:rsidP="00850B65">
      <w:r>
        <w:lastRenderedPageBreak/>
        <w:t>213.1867</w:t>
      </w:r>
      <w:r>
        <w:tab/>
        <w:t>3.038e0</w:t>
      </w:r>
    </w:p>
    <w:p w:rsidR="00850B65" w:rsidRDefault="00850B65" w:rsidP="00850B65">
      <w:r>
        <w:t>213.1905</w:t>
      </w:r>
      <w:r>
        <w:tab/>
        <w:t>2.025e0</w:t>
      </w:r>
    </w:p>
    <w:p w:rsidR="00850B65" w:rsidRDefault="00850B65" w:rsidP="00850B65">
      <w:r>
        <w:t>213.2304</w:t>
      </w:r>
      <w:r>
        <w:tab/>
        <w:t>1.013e0</w:t>
      </w:r>
    </w:p>
    <w:p w:rsidR="00850B65" w:rsidRDefault="00850B65" w:rsidP="00850B65">
      <w:r>
        <w:t>213.2493</w:t>
      </w:r>
      <w:r>
        <w:tab/>
        <w:t>1.013e0</w:t>
      </w:r>
    </w:p>
    <w:p w:rsidR="00850B65" w:rsidRDefault="00850B65" w:rsidP="00850B65">
      <w:r>
        <w:t>213.2759</w:t>
      </w:r>
      <w:r>
        <w:tab/>
        <w:t>1.013e0</w:t>
      </w:r>
    </w:p>
    <w:p w:rsidR="00850B65" w:rsidRDefault="00850B65" w:rsidP="00850B65">
      <w:r>
        <w:t>213.2798</w:t>
      </w:r>
      <w:r>
        <w:tab/>
        <w:t>2.025e0</w:t>
      </w:r>
    </w:p>
    <w:p w:rsidR="00850B65" w:rsidRDefault="00850B65" w:rsidP="00850B65">
      <w:r>
        <w:t>213.3272</w:t>
      </w:r>
      <w:r>
        <w:tab/>
        <w:t>1.013e0</w:t>
      </w:r>
    </w:p>
    <w:p w:rsidR="00850B65" w:rsidRDefault="00850B65" w:rsidP="00850B65">
      <w:r>
        <w:t>213.3310</w:t>
      </w:r>
      <w:r>
        <w:tab/>
        <w:t>1.013e0</w:t>
      </w:r>
    </w:p>
    <w:p w:rsidR="00850B65" w:rsidRDefault="00850B65" w:rsidP="00850B65">
      <w:r>
        <w:t>213.4394</w:t>
      </w:r>
      <w:r>
        <w:tab/>
        <w:t>2.025e0</w:t>
      </w:r>
    </w:p>
    <w:p w:rsidR="00850B65" w:rsidRDefault="00850B65" w:rsidP="00850B65">
      <w:r>
        <w:t>213.4432</w:t>
      </w:r>
      <w:r>
        <w:tab/>
        <w:t>1.013e0</w:t>
      </w:r>
    </w:p>
    <w:p w:rsidR="00850B65" w:rsidRDefault="00850B65" w:rsidP="00850B65">
      <w:r>
        <w:t>213.4906</w:t>
      </w:r>
      <w:r>
        <w:tab/>
        <w:t>1.013e0</w:t>
      </w:r>
    </w:p>
    <w:p w:rsidR="00850B65" w:rsidRDefault="00850B65" w:rsidP="00850B65">
      <w:r>
        <w:t>213.5134</w:t>
      </w:r>
      <w:r>
        <w:tab/>
        <w:t>2.025e0</w:t>
      </w:r>
    </w:p>
    <w:p w:rsidR="00850B65" w:rsidRDefault="00850B65" w:rsidP="00850B65">
      <w:r>
        <w:t>213.5210</w:t>
      </w:r>
      <w:r>
        <w:tab/>
        <w:t>1.013e0</w:t>
      </w:r>
    </w:p>
    <w:p w:rsidR="00850B65" w:rsidRDefault="00850B65" w:rsidP="00850B65">
      <w:r>
        <w:t>213.5438</w:t>
      </w:r>
      <w:r>
        <w:tab/>
        <w:t>1.013e0</w:t>
      </w:r>
    </w:p>
    <w:p w:rsidR="00850B65" w:rsidRDefault="00850B65" w:rsidP="00850B65">
      <w:r>
        <w:t>213.5465</w:t>
      </w:r>
      <w:r>
        <w:tab/>
        <w:t>2.942e0</w:t>
      </w:r>
    </w:p>
    <w:p w:rsidR="00850B65" w:rsidRDefault="00850B65" w:rsidP="00850B65">
      <w:r>
        <w:t>213.5718</w:t>
      </w:r>
      <w:r>
        <w:tab/>
        <w:t>1.013e0</w:t>
      </w:r>
    </w:p>
    <w:p w:rsidR="00850B65" w:rsidRDefault="00850B65" w:rsidP="00850B65">
      <w:r>
        <w:t>213.5758</w:t>
      </w:r>
      <w:r>
        <w:tab/>
        <w:t>1.013e0</w:t>
      </w:r>
    </w:p>
    <w:p w:rsidR="00850B65" w:rsidRDefault="00850B65" w:rsidP="00850B65">
      <w:r>
        <w:t>213.6142</w:t>
      </w:r>
      <w:r>
        <w:tab/>
        <w:t>1.013e0</w:t>
      </w:r>
    </w:p>
    <w:p w:rsidR="00850B65" w:rsidRDefault="00850B65" w:rsidP="00850B65">
      <w:r>
        <w:t>213.6180</w:t>
      </w:r>
      <w:r>
        <w:tab/>
        <w:t>1.013e0</w:t>
      </w:r>
    </w:p>
    <w:p w:rsidR="00850B65" w:rsidRDefault="00850B65" w:rsidP="00850B65">
      <w:r>
        <w:lastRenderedPageBreak/>
        <w:t>213.6331</w:t>
      </w:r>
      <w:r>
        <w:tab/>
        <w:t>1.013e0</w:t>
      </w:r>
    </w:p>
    <w:p w:rsidR="00850B65" w:rsidRDefault="00850B65" w:rsidP="00850B65">
      <w:r>
        <w:t>213.6612</w:t>
      </w:r>
      <w:r>
        <w:tab/>
        <w:t>1.013e0</w:t>
      </w:r>
    </w:p>
    <w:p w:rsidR="00850B65" w:rsidRDefault="00850B65" w:rsidP="00850B65">
      <w:r>
        <w:t>213.6997</w:t>
      </w:r>
      <w:r>
        <w:tab/>
        <w:t>1.013e0</w:t>
      </w:r>
    </w:p>
    <w:p w:rsidR="00850B65" w:rsidRDefault="00850B65" w:rsidP="00850B65">
      <w:r>
        <w:t>213.7187</w:t>
      </w:r>
      <w:r>
        <w:tab/>
        <w:t>1.013e0</w:t>
      </w:r>
    </w:p>
    <w:p w:rsidR="00850B65" w:rsidRDefault="00850B65" w:rsidP="00850B65">
      <w:r>
        <w:t>213.7425</w:t>
      </w:r>
      <w:r>
        <w:tab/>
        <w:t>2.025e0</w:t>
      </w:r>
    </w:p>
    <w:p w:rsidR="00850B65" w:rsidRDefault="00850B65" w:rsidP="00850B65">
      <w:r>
        <w:t>213.7662</w:t>
      </w:r>
      <w:r>
        <w:tab/>
        <w:t>1.013e0</w:t>
      </w:r>
    </w:p>
    <w:p w:rsidR="00850B65" w:rsidRDefault="00850B65" w:rsidP="00850B65">
      <w:r>
        <w:t>213.8237</w:t>
      </w:r>
      <w:r>
        <w:tab/>
        <w:t>1.013e0</w:t>
      </w:r>
    </w:p>
    <w:p w:rsidR="00850B65" w:rsidRDefault="00850B65" w:rsidP="00850B65">
      <w:r>
        <w:t>213.8441</w:t>
      </w:r>
      <w:r>
        <w:tab/>
        <w:t>1.013e0</w:t>
      </w:r>
    </w:p>
    <w:p w:rsidR="00850B65" w:rsidRDefault="00850B65" w:rsidP="00850B65">
      <w:r>
        <w:t>213.8481</w:t>
      </w:r>
      <w:r>
        <w:tab/>
        <w:t>1.013e0</w:t>
      </w:r>
    </w:p>
    <w:p w:rsidR="00850B65" w:rsidRDefault="00850B65" w:rsidP="00850B65">
      <w:r>
        <w:t>213.9233</w:t>
      </w:r>
      <w:r>
        <w:tab/>
        <w:t>2.025e0</w:t>
      </w:r>
    </w:p>
    <w:p w:rsidR="00850B65" w:rsidRDefault="00850B65" w:rsidP="00850B65">
      <w:r>
        <w:t>213.9412</w:t>
      </w:r>
      <w:r>
        <w:tab/>
        <w:t>2.025e0</w:t>
      </w:r>
    </w:p>
    <w:p w:rsidR="00850B65" w:rsidRDefault="00850B65" w:rsidP="00850B65">
      <w:r>
        <w:t>213.9450</w:t>
      </w:r>
      <w:r>
        <w:tab/>
        <w:t>2.025e0</w:t>
      </w:r>
    </w:p>
    <w:p w:rsidR="00850B65" w:rsidRDefault="00850B65" w:rsidP="00850B65">
      <w:r>
        <w:t>213.9864</w:t>
      </w:r>
      <w:r>
        <w:tab/>
        <w:t>7.407e0</w:t>
      </w:r>
    </w:p>
    <w:p w:rsidR="00850B65" w:rsidRDefault="00850B65" w:rsidP="00850B65">
      <w:r>
        <w:t>213.9892</w:t>
      </w:r>
      <w:r>
        <w:tab/>
        <w:t>2.681e1</w:t>
      </w:r>
    </w:p>
    <w:p w:rsidR="00850B65" w:rsidRDefault="00850B65" w:rsidP="00850B65">
      <w:r>
        <w:t>214.0290</w:t>
      </w:r>
      <w:r>
        <w:tab/>
        <w:t>2.908e0</w:t>
      </w:r>
    </w:p>
    <w:p w:rsidR="00850B65" w:rsidRDefault="00850B65" w:rsidP="00850B65">
      <w:r>
        <w:t>214.0305</w:t>
      </w:r>
      <w:r>
        <w:tab/>
        <w:t>2.025e0</w:t>
      </w:r>
    </w:p>
    <w:p w:rsidR="00850B65" w:rsidRDefault="00850B65" w:rsidP="00850B65">
      <w:r>
        <w:t>214.0324</w:t>
      </w:r>
      <w:r>
        <w:tab/>
        <w:t>2.025e0</w:t>
      </w:r>
    </w:p>
    <w:p w:rsidR="00850B65" w:rsidRDefault="00850B65" w:rsidP="00850B65">
      <w:r>
        <w:t>214.0552</w:t>
      </w:r>
      <w:r>
        <w:tab/>
        <w:t>2.025e0</w:t>
      </w:r>
    </w:p>
    <w:p w:rsidR="00850B65" w:rsidRDefault="00850B65" w:rsidP="00850B65">
      <w:r>
        <w:t>214.0647</w:t>
      </w:r>
      <w:r>
        <w:tab/>
        <w:t>2.025e0</w:t>
      </w:r>
    </w:p>
    <w:p w:rsidR="00850B65" w:rsidRDefault="00850B65" w:rsidP="00850B65">
      <w:r>
        <w:lastRenderedPageBreak/>
        <w:t>214.0905</w:t>
      </w:r>
      <w:r>
        <w:tab/>
        <w:t>2.025e0</w:t>
      </w:r>
    </w:p>
    <w:p w:rsidR="00850B65" w:rsidRDefault="00850B65" w:rsidP="00850B65">
      <w:r>
        <w:t>214.0923</w:t>
      </w:r>
      <w:r>
        <w:tab/>
        <w:t>1.013e0</w:t>
      </w:r>
    </w:p>
    <w:p w:rsidR="00850B65" w:rsidRDefault="00850B65" w:rsidP="00850B65">
      <w:r>
        <w:t>214.1161</w:t>
      </w:r>
      <w:r>
        <w:tab/>
        <w:t>2.025e0</w:t>
      </w:r>
    </w:p>
    <w:p w:rsidR="00850B65" w:rsidRDefault="00850B65" w:rsidP="00850B65">
      <w:r>
        <w:t>214.1426</w:t>
      </w:r>
      <w:r>
        <w:tab/>
        <w:t>3.765e0</w:t>
      </w:r>
    </w:p>
    <w:p w:rsidR="00850B65" w:rsidRDefault="00850B65" w:rsidP="00850B65">
      <w:r>
        <w:t>214.1446</w:t>
      </w:r>
      <w:r>
        <w:tab/>
        <w:t>2.025e0</w:t>
      </w:r>
    </w:p>
    <w:p w:rsidR="00850B65" w:rsidRDefault="00850B65" w:rsidP="00850B65">
      <w:r>
        <w:t>214.1475</w:t>
      </w:r>
      <w:r>
        <w:tab/>
        <w:t>3.038e0</w:t>
      </w:r>
    </w:p>
    <w:p w:rsidR="00850B65" w:rsidRDefault="00850B65" w:rsidP="00850B65">
      <w:r>
        <w:t>214.1644</w:t>
      </w:r>
      <w:r>
        <w:tab/>
        <w:t>1.299e0</w:t>
      </w:r>
    </w:p>
    <w:p w:rsidR="00850B65" w:rsidRDefault="00850B65" w:rsidP="00850B65">
      <w:r>
        <w:t>214.1716</w:t>
      </w:r>
      <w:r>
        <w:tab/>
        <w:t>4.051e0</w:t>
      </w:r>
    </w:p>
    <w:p w:rsidR="00850B65" w:rsidRDefault="00850B65" w:rsidP="00850B65">
      <w:r>
        <w:t>214.1940</w:t>
      </w:r>
      <w:r>
        <w:tab/>
        <w:t>1.013e0</w:t>
      </w:r>
    </w:p>
    <w:p w:rsidR="00850B65" w:rsidRDefault="00850B65" w:rsidP="00850B65">
      <w:r>
        <w:t>214.1978</w:t>
      </w:r>
      <w:r>
        <w:tab/>
        <w:t>2.025e0</w:t>
      </w:r>
    </w:p>
    <w:p w:rsidR="00850B65" w:rsidRDefault="00850B65" w:rsidP="00850B65">
      <w:r>
        <w:t>214.2169</w:t>
      </w:r>
      <w:r>
        <w:tab/>
        <w:t>1.013e0</w:t>
      </w:r>
    </w:p>
    <w:p w:rsidR="00850B65" w:rsidRDefault="00850B65" w:rsidP="00850B65">
      <w:r>
        <w:t>214.2359</w:t>
      </w:r>
      <w:r>
        <w:tab/>
        <w:t>1.013e0</w:t>
      </w:r>
    </w:p>
    <w:p w:rsidR="00850B65" w:rsidRDefault="00850B65" w:rsidP="00850B65">
      <w:r>
        <w:t>214.2617</w:t>
      </w:r>
      <w:r>
        <w:tab/>
        <w:t>2.025e0</w:t>
      </w:r>
    </w:p>
    <w:p w:rsidR="00850B65" w:rsidRDefault="00850B65" w:rsidP="00850B65">
      <w:r>
        <w:t>214.3063</w:t>
      </w:r>
      <w:r>
        <w:tab/>
        <w:t>1.013e0</w:t>
      </w:r>
    </w:p>
    <w:p w:rsidR="00850B65" w:rsidRDefault="00850B65" w:rsidP="00850B65">
      <w:r>
        <w:t>214.3488</w:t>
      </w:r>
      <w:r>
        <w:tab/>
        <w:t>1.013e0</w:t>
      </w:r>
    </w:p>
    <w:p w:rsidR="00850B65" w:rsidRDefault="00850B65" w:rsidP="00850B65">
      <w:r>
        <w:t>214.3805</w:t>
      </w:r>
      <w:r>
        <w:tab/>
        <w:t>1.013e0</w:t>
      </w:r>
    </w:p>
    <w:p w:rsidR="00850B65" w:rsidRDefault="00850B65" w:rsidP="00850B65">
      <w:r>
        <w:t>214.4147</w:t>
      </w:r>
      <w:r>
        <w:tab/>
        <w:t>1.013e0</w:t>
      </w:r>
    </w:p>
    <w:p w:rsidR="00850B65" w:rsidRDefault="00850B65" w:rsidP="00850B65">
      <w:r>
        <w:t>214.4481</w:t>
      </w:r>
      <w:r>
        <w:tab/>
        <w:t>2.025e0</w:t>
      </w:r>
    </w:p>
    <w:p w:rsidR="00850B65" w:rsidRDefault="00850B65" w:rsidP="00850B65">
      <w:r>
        <w:t>214.4890</w:t>
      </w:r>
      <w:r>
        <w:tab/>
        <w:t>2.025e0</w:t>
      </w:r>
    </w:p>
    <w:p w:rsidR="00850B65" w:rsidRDefault="00850B65" w:rsidP="00850B65">
      <w:r>
        <w:lastRenderedPageBreak/>
        <w:t>214.5282</w:t>
      </w:r>
      <w:r>
        <w:tab/>
        <w:t>1.013e0</w:t>
      </w:r>
    </w:p>
    <w:p w:rsidR="00850B65" w:rsidRDefault="00850B65" w:rsidP="00850B65">
      <w:r>
        <w:t>214.5632</w:t>
      </w:r>
      <w:r>
        <w:tab/>
        <w:t>3.038e0</w:t>
      </w:r>
    </w:p>
    <w:p w:rsidR="00850B65" w:rsidRDefault="00850B65" w:rsidP="00850B65">
      <w:r>
        <w:t>214.5822</w:t>
      </w:r>
      <w:r>
        <w:tab/>
        <w:t>3.038e0</w:t>
      </w:r>
    </w:p>
    <w:p w:rsidR="00850B65" w:rsidRDefault="00850B65" w:rsidP="00850B65">
      <w:r>
        <w:t>214.6057</w:t>
      </w:r>
      <w:r>
        <w:tab/>
        <w:t>1.013e0</w:t>
      </w:r>
    </w:p>
    <w:p w:rsidR="00850B65" w:rsidRDefault="00850B65" w:rsidP="00850B65">
      <w:r>
        <w:t>214.6138</w:t>
      </w:r>
      <w:r>
        <w:tab/>
        <w:t>1.013e0</w:t>
      </w:r>
    </w:p>
    <w:p w:rsidR="00850B65" w:rsidRDefault="00850B65" w:rsidP="00850B65">
      <w:r>
        <w:t>214.6641</w:t>
      </w:r>
      <w:r>
        <w:tab/>
        <w:t>1.013e0</w:t>
      </w:r>
    </w:p>
    <w:p w:rsidR="00850B65" w:rsidRDefault="00850B65" w:rsidP="00850B65">
      <w:r>
        <w:t>214.6792</w:t>
      </w:r>
      <w:r>
        <w:tab/>
        <w:t>2.025e0</w:t>
      </w:r>
    </w:p>
    <w:p w:rsidR="00850B65" w:rsidRDefault="00850B65" w:rsidP="00850B65">
      <w:r>
        <w:t>214.7231</w:t>
      </w:r>
      <w:r>
        <w:tab/>
        <w:t>2.025e0</w:t>
      </w:r>
    </w:p>
    <w:p w:rsidR="00850B65" w:rsidRDefault="00850B65" w:rsidP="00850B65">
      <w:r>
        <w:t>214.7421</w:t>
      </w:r>
      <w:r>
        <w:tab/>
        <w:t>1.013e0</w:t>
      </w:r>
    </w:p>
    <w:p w:rsidR="00850B65" w:rsidRDefault="00850B65" w:rsidP="00850B65">
      <w:r>
        <w:t>214.7852</w:t>
      </w:r>
      <w:r>
        <w:tab/>
        <w:t>1.013e0</w:t>
      </w:r>
    </w:p>
    <w:p w:rsidR="00850B65" w:rsidRDefault="00850B65" w:rsidP="00850B65">
      <w:r>
        <w:t>214.8087</w:t>
      </w:r>
      <w:r>
        <w:tab/>
        <w:t>1.013e0</w:t>
      </w:r>
    </w:p>
    <w:p w:rsidR="00850B65" w:rsidRDefault="00850B65" w:rsidP="00850B65">
      <w:r>
        <w:t>214.8278</w:t>
      </w:r>
      <w:r>
        <w:tab/>
        <w:t>2.025e0</w:t>
      </w:r>
    </w:p>
    <w:p w:rsidR="00850B65" w:rsidRDefault="00850B65" w:rsidP="00850B65">
      <w:r>
        <w:t>214.8316</w:t>
      </w:r>
      <w:r>
        <w:tab/>
        <w:t>1.013e0</w:t>
      </w:r>
    </w:p>
    <w:p w:rsidR="00850B65" w:rsidRDefault="00850B65" w:rsidP="00850B65">
      <w:r>
        <w:t>214.8505</w:t>
      </w:r>
      <w:r>
        <w:tab/>
        <w:t>1.013e0</w:t>
      </w:r>
    </w:p>
    <w:p w:rsidR="00850B65" w:rsidRDefault="00850B65" w:rsidP="00850B65">
      <w:r>
        <w:t>214.8831</w:t>
      </w:r>
      <w:r>
        <w:tab/>
        <w:t>1.013e0</w:t>
      </w:r>
    </w:p>
    <w:p w:rsidR="00850B65" w:rsidRDefault="00850B65" w:rsidP="00850B65">
      <w:r>
        <w:t>214.9249</w:t>
      </w:r>
      <w:r>
        <w:tab/>
        <w:t>1.013e0</w:t>
      </w:r>
    </w:p>
    <w:p w:rsidR="00850B65" w:rsidRDefault="00850B65" w:rsidP="00850B65">
      <w:r>
        <w:t>214.9526</w:t>
      </w:r>
      <w:r>
        <w:tab/>
        <w:t>1.013e0</w:t>
      </w:r>
    </w:p>
    <w:p w:rsidR="00850B65" w:rsidRDefault="00850B65" w:rsidP="00850B65">
      <w:r>
        <w:t>214.9723</w:t>
      </w:r>
      <w:r>
        <w:tab/>
        <w:t>2.025e0</w:t>
      </w:r>
    </w:p>
    <w:p w:rsidR="00850B65" w:rsidRDefault="00850B65" w:rsidP="00850B65">
      <w:r>
        <w:t>214.9839</w:t>
      </w:r>
      <w:r>
        <w:tab/>
        <w:t>1.013e0</w:t>
      </w:r>
    </w:p>
    <w:p w:rsidR="00850B65" w:rsidRDefault="00850B65" w:rsidP="00850B65">
      <w:r>
        <w:lastRenderedPageBreak/>
        <w:t>215.0106</w:t>
      </w:r>
      <w:r>
        <w:tab/>
        <w:t>2.025e0</w:t>
      </w:r>
    </w:p>
    <w:p w:rsidR="00850B65" w:rsidRDefault="00850B65" w:rsidP="00850B65">
      <w:r>
        <w:t>215.0466</w:t>
      </w:r>
      <w:r>
        <w:tab/>
        <w:t>1.013e0</w:t>
      </w:r>
    </w:p>
    <w:p w:rsidR="00850B65" w:rsidRDefault="00850B65" w:rsidP="00850B65">
      <w:r>
        <w:t>215.0734</w:t>
      </w:r>
      <w:r>
        <w:tab/>
        <w:t>1.013e0</w:t>
      </w:r>
    </w:p>
    <w:p w:rsidR="00850B65" w:rsidRDefault="00850B65" w:rsidP="00850B65">
      <w:r>
        <w:t>215.1001</w:t>
      </w:r>
      <w:r>
        <w:tab/>
        <w:t>1.013e0</w:t>
      </w:r>
    </w:p>
    <w:p w:rsidR="00850B65" w:rsidRDefault="00850B65" w:rsidP="00850B65">
      <w:r>
        <w:t>215.1221</w:t>
      </w:r>
      <w:r>
        <w:tab/>
        <w:t>2.025e0</w:t>
      </w:r>
    </w:p>
    <w:p w:rsidR="00850B65" w:rsidRDefault="00850B65" w:rsidP="00850B65">
      <w:r>
        <w:t>215.1301</w:t>
      </w:r>
      <w:r>
        <w:tab/>
        <w:t>2.025e0</w:t>
      </w:r>
    </w:p>
    <w:p w:rsidR="00850B65" w:rsidRDefault="00850B65" w:rsidP="00850B65">
      <w:r>
        <w:t>215.1362</w:t>
      </w:r>
      <w:r>
        <w:tab/>
        <w:t>2.025e0</w:t>
      </w:r>
    </w:p>
    <w:p w:rsidR="00850B65" w:rsidRDefault="00850B65" w:rsidP="00850B65">
      <w:r>
        <w:t>215.1463</w:t>
      </w:r>
      <w:r>
        <w:tab/>
        <w:t>1.806e0</w:t>
      </w:r>
    </w:p>
    <w:p w:rsidR="00850B65" w:rsidRDefault="00850B65" w:rsidP="00850B65">
      <w:r>
        <w:t>215.1553</w:t>
      </w:r>
      <w:r>
        <w:tab/>
        <w:t>1.013e0</w:t>
      </w:r>
    </w:p>
    <w:p w:rsidR="00850B65" w:rsidRDefault="00850B65" w:rsidP="00850B65">
      <w:r>
        <w:t>215.1569</w:t>
      </w:r>
      <w:r>
        <w:tab/>
        <w:t>1.708e0</w:t>
      </w:r>
    </w:p>
    <w:p w:rsidR="00850B65" w:rsidRDefault="00850B65" w:rsidP="00850B65">
      <w:r>
        <w:t>215.1745</w:t>
      </w:r>
      <w:r>
        <w:tab/>
        <w:t>1.013e0</w:t>
      </w:r>
    </w:p>
    <w:p w:rsidR="00850B65" w:rsidRDefault="00850B65" w:rsidP="00850B65">
      <w:r>
        <w:t>215.1899</w:t>
      </w:r>
      <w:r>
        <w:tab/>
        <w:t>2.025e0</w:t>
      </w:r>
    </w:p>
    <w:p w:rsidR="00850B65" w:rsidRDefault="00850B65" w:rsidP="00850B65">
      <w:r>
        <w:t>215.2182</w:t>
      </w:r>
      <w:r>
        <w:tab/>
        <w:t>1.013e0</w:t>
      </w:r>
    </w:p>
    <w:p w:rsidR="00850B65" w:rsidRDefault="00850B65" w:rsidP="00850B65">
      <w:r>
        <w:t>215.2959</w:t>
      </w:r>
      <w:r>
        <w:tab/>
        <w:t>1.013e0</w:t>
      </w:r>
    </w:p>
    <w:p w:rsidR="00850B65" w:rsidRDefault="00850B65" w:rsidP="00850B65">
      <w:r>
        <w:t>215.3116</w:t>
      </w:r>
      <w:r>
        <w:tab/>
        <w:t>1.013e0</w:t>
      </w:r>
    </w:p>
    <w:p w:rsidR="00850B65" w:rsidRDefault="00850B65" w:rsidP="00850B65">
      <w:r>
        <w:t>215.3477</w:t>
      </w:r>
      <w:r>
        <w:tab/>
        <w:t>2.025e0</w:t>
      </w:r>
    </w:p>
    <w:p w:rsidR="00850B65" w:rsidRDefault="00850B65" w:rsidP="00850B65">
      <w:r>
        <w:t>215.3663</w:t>
      </w:r>
      <w:r>
        <w:tab/>
        <w:t>2.025e0</w:t>
      </w:r>
    </w:p>
    <w:p w:rsidR="00850B65" w:rsidRDefault="00850B65" w:rsidP="00850B65">
      <w:r>
        <w:t>215.4164</w:t>
      </w:r>
      <w:r>
        <w:tab/>
        <w:t>1.013e0</w:t>
      </w:r>
    </w:p>
    <w:p w:rsidR="00850B65" w:rsidRDefault="00850B65" w:rsidP="00850B65">
      <w:r>
        <w:t>215.4907</w:t>
      </w:r>
      <w:r>
        <w:tab/>
        <w:t>1.013e0</w:t>
      </w:r>
    </w:p>
    <w:p w:rsidR="00850B65" w:rsidRDefault="00850B65" w:rsidP="00850B65">
      <w:r>
        <w:lastRenderedPageBreak/>
        <w:t>215.5251</w:t>
      </w:r>
      <w:r>
        <w:tab/>
        <w:t>1.013e0</w:t>
      </w:r>
    </w:p>
    <w:p w:rsidR="00850B65" w:rsidRDefault="00850B65" w:rsidP="00850B65">
      <w:r>
        <w:t>215.5537</w:t>
      </w:r>
      <w:r>
        <w:tab/>
        <w:t>1.013e0</w:t>
      </w:r>
    </w:p>
    <w:p w:rsidR="00850B65" w:rsidRDefault="00850B65" w:rsidP="00850B65">
      <w:r>
        <w:t>215.5576</w:t>
      </w:r>
      <w:r>
        <w:tab/>
        <w:t>1.013e0</w:t>
      </w:r>
    </w:p>
    <w:p w:rsidR="00850B65" w:rsidRDefault="00850B65" w:rsidP="00850B65">
      <w:r>
        <w:t>215.5956</w:t>
      </w:r>
      <w:r>
        <w:tab/>
        <w:t>2.025e0</w:t>
      </w:r>
    </w:p>
    <w:p w:rsidR="00850B65" w:rsidRDefault="00850B65" w:rsidP="00850B65">
      <w:r>
        <w:t>215.6111</w:t>
      </w:r>
      <w:r>
        <w:tab/>
        <w:t>1.013e0</w:t>
      </w:r>
    </w:p>
    <w:p w:rsidR="00850B65" w:rsidRDefault="00850B65" w:rsidP="00850B65">
      <w:r>
        <w:t>215.6275</w:t>
      </w:r>
      <w:r>
        <w:tab/>
        <w:t>1.013e0</w:t>
      </w:r>
    </w:p>
    <w:p w:rsidR="00850B65" w:rsidRDefault="00850B65" w:rsidP="00850B65">
      <w:r>
        <w:t>215.6315</w:t>
      </w:r>
      <w:r>
        <w:tab/>
        <w:t>1.013e0</w:t>
      </w:r>
    </w:p>
    <w:p w:rsidR="00850B65" w:rsidRDefault="00850B65" w:rsidP="00850B65">
      <w:r>
        <w:t>215.6662</w:t>
      </w:r>
      <w:r>
        <w:tab/>
        <w:t>1.013e0</w:t>
      </w:r>
    </w:p>
    <w:p w:rsidR="00850B65" w:rsidRDefault="00850B65" w:rsidP="00850B65">
      <w:r>
        <w:t>215.6738</w:t>
      </w:r>
      <w:r>
        <w:tab/>
        <w:t>2.025e0</w:t>
      </w:r>
    </w:p>
    <w:p w:rsidR="00850B65" w:rsidRDefault="00850B65" w:rsidP="00850B65">
      <w:r>
        <w:t>215.8225</w:t>
      </w:r>
      <w:r>
        <w:tab/>
        <w:t>2.025e0</w:t>
      </w:r>
    </w:p>
    <w:p w:rsidR="00850B65" w:rsidRDefault="00850B65" w:rsidP="00850B65">
      <w:r>
        <w:t>215.8454</w:t>
      </w:r>
      <w:r>
        <w:tab/>
        <w:t>2.025e0</w:t>
      </w:r>
    </w:p>
    <w:p w:rsidR="00850B65" w:rsidRDefault="00850B65" w:rsidP="00850B65">
      <w:r>
        <w:t>215.8815</w:t>
      </w:r>
      <w:r>
        <w:tab/>
        <w:t>1.013e0</w:t>
      </w:r>
    </w:p>
    <w:p w:rsidR="00850B65" w:rsidRDefault="00850B65" w:rsidP="00850B65">
      <w:r>
        <w:t>215.9160</w:t>
      </w:r>
      <w:r>
        <w:tab/>
        <w:t>1.013e0</w:t>
      </w:r>
    </w:p>
    <w:p w:rsidR="00850B65" w:rsidRDefault="00850B65" w:rsidP="00850B65">
      <w:r>
        <w:t>215.9389</w:t>
      </w:r>
      <w:r>
        <w:tab/>
        <w:t>1.013e0</w:t>
      </w:r>
    </w:p>
    <w:p w:rsidR="00850B65" w:rsidRDefault="00850B65" w:rsidP="00850B65">
      <w:r>
        <w:t>215.9713</w:t>
      </w:r>
      <w:r>
        <w:tab/>
        <w:t>1.013e0</w:t>
      </w:r>
    </w:p>
    <w:p w:rsidR="00850B65" w:rsidRDefault="00850B65" w:rsidP="00850B65">
      <w:r>
        <w:t>215.9894</w:t>
      </w:r>
      <w:r>
        <w:tab/>
        <w:t>4.051e0</w:t>
      </w:r>
    </w:p>
    <w:p w:rsidR="00850B65" w:rsidRDefault="00850B65" w:rsidP="00850B65">
      <w:r>
        <w:t>215.9922</w:t>
      </w:r>
      <w:r>
        <w:tab/>
        <w:t>2.025e0</w:t>
      </w:r>
    </w:p>
    <w:p w:rsidR="00850B65" w:rsidRDefault="00850B65" w:rsidP="00850B65">
      <w:r>
        <w:t>216.0153</w:t>
      </w:r>
      <w:r>
        <w:tab/>
        <w:t>2.025e0</w:t>
      </w:r>
    </w:p>
    <w:p w:rsidR="00850B65" w:rsidRDefault="00850B65" w:rsidP="00850B65">
      <w:r>
        <w:t>216.0291</w:t>
      </w:r>
      <w:r>
        <w:tab/>
        <w:t>1.013e0</w:t>
      </w:r>
    </w:p>
    <w:p w:rsidR="00850B65" w:rsidRDefault="00850B65" w:rsidP="00850B65">
      <w:r>
        <w:lastRenderedPageBreak/>
        <w:t>216.0473</w:t>
      </w:r>
      <w:r>
        <w:tab/>
        <w:t>2.025e0</w:t>
      </w:r>
    </w:p>
    <w:p w:rsidR="00850B65" w:rsidRDefault="00850B65" w:rsidP="00850B65">
      <w:r>
        <w:t>216.0685</w:t>
      </w:r>
      <w:r>
        <w:tab/>
        <w:t>2.025e0</w:t>
      </w:r>
    </w:p>
    <w:p w:rsidR="00850B65" w:rsidRDefault="00850B65" w:rsidP="00850B65">
      <w:r>
        <w:t>216.0832</w:t>
      </w:r>
      <w:r>
        <w:tab/>
        <w:t>4.834e0</w:t>
      </w:r>
    </w:p>
    <w:p w:rsidR="00850B65" w:rsidRDefault="00850B65" w:rsidP="00850B65">
      <w:r>
        <w:t>216.0989</w:t>
      </w:r>
      <w:r>
        <w:tab/>
        <w:t>1.013e0</w:t>
      </w:r>
    </w:p>
    <w:p w:rsidR="00850B65" w:rsidRDefault="00850B65" w:rsidP="00850B65">
      <w:r>
        <w:t>216.1071</w:t>
      </w:r>
      <w:r>
        <w:tab/>
        <w:t>1.013e0</w:t>
      </w:r>
    </w:p>
    <w:p w:rsidR="00850B65" w:rsidRDefault="00850B65" w:rsidP="00850B65">
      <w:r>
        <w:t>216.1276</w:t>
      </w:r>
      <w:r>
        <w:tab/>
        <w:t>2.025e0</w:t>
      </w:r>
    </w:p>
    <w:p w:rsidR="00850B65" w:rsidRDefault="00850B65" w:rsidP="00850B65">
      <w:r>
        <w:t>216.1314</w:t>
      </w:r>
      <w:r>
        <w:tab/>
        <w:t>2.025e0</w:t>
      </w:r>
    </w:p>
    <w:p w:rsidR="00850B65" w:rsidRDefault="00850B65" w:rsidP="00850B65">
      <w:r>
        <w:t>216.1354</w:t>
      </w:r>
      <w:r>
        <w:tab/>
        <w:t>1.013e0</w:t>
      </w:r>
    </w:p>
    <w:p w:rsidR="00850B65" w:rsidRDefault="00850B65" w:rsidP="00850B65">
      <w:r>
        <w:t>216.1544</w:t>
      </w:r>
      <w:r>
        <w:tab/>
        <w:t>1.013e0</w:t>
      </w:r>
    </w:p>
    <w:p w:rsidR="00850B65" w:rsidRDefault="00850B65" w:rsidP="00850B65">
      <w:r>
        <w:t>216.1659</w:t>
      </w:r>
      <w:r>
        <w:tab/>
        <w:t>2.025e0</w:t>
      </w:r>
    </w:p>
    <w:p w:rsidR="00850B65" w:rsidRDefault="00850B65" w:rsidP="00850B65">
      <w:r>
        <w:t>216.1677</w:t>
      </w:r>
      <w:r>
        <w:tab/>
        <w:t>2.025e0</w:t>
      </w:r>
    </w:p>
    <w:p w:rsidR="00850B65" w:rsidRDefault="00850B65" w:rsidP="00850B65">
      <w:r>
        <w:t>216.1882</w:t>
      </w:r>
      <w:r>
        <w:tab/>
        <w:t>3.038e0</w:t>
      </w:r>
    </w:p>
    <w:p w:rsidR="00850B65" w:rsidRDefault="00850B65" w:rsidP="00850B65">
      <w:r>
        <w:t>216.3657</w:t>
      </w:r>
      <w:r>
        <w:tab/>
        <w:t>1.013e0</w:t>
      </w:r>
    </w:p>
    <w:p w:rsidR="00850B65" w:rsidRDefault="00850B65" w:rsidP="00850B65">
      <w:r>
        <w:t>216.4044</w:t>
      </w:r>
      <w:r>
        <w:tab/>
        <w:t>1.013e0</w:t>
      </w:r>
    </w:p>
    <w:p w:rsidR="00850B65" w:rsidRDefault="00850B65" w:rsidP="00850B65">
      <w:r>
        <w:t>216.4273</w:t>
      </w:r>
      <w:r>
        <w:tab/>
        <w:t>2.025e0</w:t>
      </w:r>
    </w:p>
    <w:p w:rsidR="00850B65" w:rsidRDefault="00850B65" w:rsidP="00850B65">
      <w:r>
        <w:t>216.4561</w:t>
      </w:r>
      <w:r>
        <w:tab/>
        <w:t>1.013e0</w:t>
      </w:r>
    </w:p>
    <w:p w:rsidR="00850B65" w:rsidRDefault="00850B65" w:rsidP="00850B65">
      <w:r>
        <w:t>216.4979</w:t>
      </w:r>
      <w:r>
        <w:tab/>
        <w:t>2.025e0</w:t>
      </w:r>
    </w:p>
    <w:p w:rsidR="00850B65" w:rsidRDefault="00850B65" w:rsidP="00850B65">
      <w:r>
        <w:t>216.5177</w:t>
      </w:r>
      <w:r>
        <w:tab/>
        <w:t>1.013e0</w:t>
      </w:r>
    </w:p>
    <w:p w:rsidR="00850B65" w:rsidRDefault="00850B65" w:rsidP="00850B65">
      <w:r>
        <w:t>216.5844</w:t>
      </w:r>
      <w:r>
        <w:tab/>
        <w:t>2.025e0</w:t>
      </w:r>
    </w:p>
    <w:p w:rsidR="00850B65" w:rsidRDefault="00850B65" w:rsidP="00850B65">
      <w:r>
        <w:lastRenderedPageBreak/>
        <w:t>216.5876</w:t>
      </w:r>
      <w:r>
        <w:tab/>
        <w:t>1.013e0</w:t>
      </w:r>
    </w:p>
    <w:p w:rsidR="00850B65" w:rsidRDefault="00850B65" w:rsidP="00850B65">
      <w:r>
        <w:t>216.6985</w:t>
      </w:r>
      <w:r>
        <w:tab/>
        <w:t>1.013e0</w:t>
      </w:r>
    </w:p>
    <w:p w:rsidR="00850B65" w:rsidRDefault="00850B65" w:rsidP="00850B65">
      <w:r>
        <w:t>216.7175</w:t>
      </w:r>
      <w:r>
        <w:tab/>
        <w:t>1.013e0</w:t>
      </w:r>
    </w:p>
    <w:p w:rsidR="00850B65" w:rsidRDefault="00850B65" w:rsidP="00850B65">
      <w:r>
        <w:t>216.7345</w:t>
      </w:r>
      <w:r>
        <w:tab/>
        <w:t>3.038e0</w:t>
      </w:r>
    </w:p>
    <w:p w:rsidR="00850B65" w:rsidRDefault="00850B65" w:rsidP="00850B65">
      <w:r>
        <w:t>216.7844</w:t>
      </w:r>
      <w:r>
        <w:tab/>
        <w:t>1.013e0</w:t>
      </w:r>
    </w:p>
    <w:p w:rsidR="00850B65" w:rsidRDefault="00850B65" w:rsidP="00850B65">
      <w:r>
        <w:t>216.8149</w:t>
      </w:r>
      <w:r>
        <w:tab/>
        <w:t>1.013e0</w:t>
      </w:r>
    </w:p>
    <w:p w:rsidR="00850B65" w:rsidRDefault="00850B65" w:rsidP="00850B65">
      <w:r>
        <w:t>216.9448</w:t>
      </w:r>
      <w:r>
        <w:tab/>
        <w:t>1.013e0</w:t>
      </w:r>
    </w:p>
    <w:p w:rsidR="00850B65" w:rsidRDefault="00850B65" w:rsidP="00850B65">
      <w:r>
        <w:t>216.9754</w:t>
      </w:r>
      <w:r>
        <w:tab/>
        <w:t>1.013e0</w:t>
      </w:r>
    </w:p>
    <w:p w:rsidR="00850B65" w:rsidRDefault="00850B65" w:rsidP="00850B65">
      <w:r>
        <w:t>216.9931</w:t>
      </w:r>
      <w:r>
        <w:tab/>
        <w:t>2.025e0</w:t>
      </w:r>
    </w:p>
    <w:p w:rsidR="00850B65" w:rsidRDefault="00850B65" w:rsidP="00850B65">
      <w:r>
        <w:t>217.0114</w:t>
      </w:r>
      <w:r>
        <w:tab/>
        <w:t>1.013e0</w:t>
      </w:r>
    </w:p>
    <w:p w:rsidR="00850B65" w:rsidRDefault="00850B65" w:rsidP="00850B65">
      <w:r>
        <w:t>217.0269</w:t>
      </w:r>
      <w:r>
        <w:tab/>
        <w:t>1.013e0</w:t>
      </w:r>
    </w:p>
    <w:p w:rsidR="00850B65" w:rsidRDefault="00850B65" w:rsidP="00850B65">
      <w:r>
        <w:t>217.0365</w:t>
      </w:r>
      <w:r>
        <w:tab/>
        <w:t>2.025e0</w:t>
      </w:r>
    </w:p>
    <w:p w:rsidR="00850B65" w:rsidRDefault="00850B65" w:rsidP="00850B65">
      <w:r>
        <w:t>217.0475</w:t>
      </w:r>
      <w:r>
        <w:tab/>
        <w:t>4.051e0</w:t>
      </w:r>
    </w:p>
    <w:p w:rsidR="00850B65" w:rsidRDefault="00850B65" w:rsidP="00850B65">
      <w:r>
        <w:t>217.0537</w:t>
      </w:r>
      <w:r>
        <w:tab/>
        <w:t>1.013e0</w:t>
      </w:r>
    </w:p>
    <w:p w:rsidR="00850B65" w:rsidRDefault="00850B65" w:rsidP="00850B65">
      <w:r>
        <w:t>217.0574</w:t>
      </w:r>
      <w:r>
        <w:tab/>
        <w:t>2.025e0</w:t>
      </w:r>
    </w:p>
    <w:p w:rsidR="00850B65" w:rsidRDefault="00850B65" w:rsidP="00850B65">
      <w:r>
        <w:t>217.1010</w:t>
      </w:r>
      <w:r>
        <w:tab/>
        <w:t>4.051e0</w:t>
      </w:r>
    </w:p>
    <w:p w:rsidR="00850B65" w:rsidRDefault="00850B65" w:rsidP="00850B65">
      <w:r>
        <w:t>217.1053</w:t>
      </w:r>
      <w:r>
        <w:tab/>
        <w:t>3.038e0</w:t>
      </w:r>
    </w:p>
    <w:p w:rsidR="00850B65" w:rsidRDefault="00850B65" w:rsidP="00850B65">
      <w:r>
        <w:t>217.1244</w:t>
      </w:r>
      <w:r>
        <w:tab/>
        <w:t>1.013e0</w:t>
      </w:r>
    </w:p>
    <w:p w:rsidR="00850B65" w:rsidRDefault="00850B65" w:rsidP="00850B65">
      <w:r>
        <w:t>217.1282</w:t>
      </w:r>
      <w:r>
        <w:tab/>
        <w:t>1.013e0</w:t>
      </w:r>
    </w:p>
    <w:p w:rsidR="00850B65" w:rsidRDefault="00850B65" w:rsidP="00850B65">
      <w:r>
        <w:lastRenderedPageBreak/>
        <w:t>217.1508</w:t>
      </w:r>
      <w:r>
        <w:tab/>
        <w:t>4.051e0</w:t>
      </w:r>
    </w:p>
    <w:p w:rsidR="00850B65" w:rsidRDefault="00850B65" w:rsidP="00850B65">
      <w:r>
        <w:t>217.1912</w:t>
      </w:r>
      <w:r>
        <w:tab/>
        <w:t>1.013e0</w:t>
      </w:r>
    </w:p>
    <w:p w:rsidR="00850B65" w:rsidRDefault="00850B65" w:rsidP="00850B65">
      <w:r>
        <w:t>217.2084</w:t>
      </w:r>
      <w:r>
        <w:tab/>
        <w:t>2.025e0</w:t>
      </w:r>
    </w:p>
    <w:p w:rsidR="00850B65" w:rsidRDefault="00850B65" w:rsidP="00850B65">
      <w:r>
        <w:t>217.2142</w:t>
      </w:r>
      <w:r>
        <w:tab/>
        <w:t>4.051e0</w:t>
      </w:r>
    </w:p>
    <w:p w:rsidR="00850B65" w:rsidRDefault="00850B65" w:rsidP="00850B65">
      <w:r>
        <w:t>217.2658</w:t>
      </w:r>
      <w:r>
        <w:tab/>
        <w:t>2.025e0</w:t>
      </w:r>
    </w:p>
    <w:p w:rsidR="00850B65" w:rsidRDefault="00850B65" w:rsidP="00850B65">
      <w:r>
        <w:t>217.3404</w:t>
      </w:r>
      <w:r>
        <w:tab/>
        <w:t>2.025e0</w:t>
      </w:r>
    </w:p>
    <w:p w:rsidR="00850B65" w:rsidRDefault="00850B65" w:rsidP="00850B65">
      <w:r>
        <w:t>217.3671</w:t>
      </w:r>
      <w:r>
        <w:tab/>
        <w:t>1.013e0</w:t>
      </w:r>
    </w:p>
    <w:p w:rsidR="00850B65" w:rsidRDefault="00850B65" w:rsidP="00850B65">
      <w:r>
        <w:t>217.3864</w:t>
      </w:r>
      <w:r>
        <w:tab/>
        <w:t>1.013e0</w:t>
      </w:r>
    </w:p>
    <w:p w:rsidR="00850B65" w:rsidRDefault="00850B65" w:rsidP="00850B65">
      <w:r>
        <w:t>217.4007</w:t>
      </w:r>
      <w:r>
        <w:tab/>
        <w:t>2.025e0</w:t>
      </w:r>
    </w:p>
    <w:p w:rsidR="00850B65" w:rsidRDefault="00850B65" w:rsidP="00850B65">
      <w:r>
        <w:t>217.4294</w:t>
      </w:r>
      <w:r>
        <w:tab/>
        <w:t>3.038e0</w:t>
      </w:r>
    </w:p>
    <w:p w:rsidR="00850B65" w:rsidRDefault="00850B65" w:rsidP="00850B65">
      <w:r>
        <w:t>217.5047</w:t>
      </w:r>
      <w:r>
        <w:tab/>
        <w:t>1.013e0</w:t>
      </w:r>
    </w:p>
    <w:p w:rsidR="00850B65" w:rsidRDefault="00850B65" w:rsidP="00850B65">
      <w:r>
        <w:t>217.5597</w:t>
      </w:r>
      <w:r>
        <w:tab/>
        <w:t>1.013e0</w:t>
      </w:r>
    </w:p>
    <w:p w:rsidR="00850B65" w:rsidRDefault="00850B65" w:rsidP="00850B65">
      <w:r>
        <w:t>217.5831</w:t>
      </w:r>
      <w:r>
        <w:tab/>
        <w:t>2.025e0</w:t>
      </w:r>
    </w:p>
    <w:p w:rsidR="00850B65" w:rsidRDefault="00850B65" w:rsidP="00850B65">
      <w:r>
        <w:t>217.5870</w:t>
      </w:r>
      <w:r>
        <w:tab/>
        <w:t>2.025e0</w:t>
      </w:r>
    </w:p>
    <w:p w:rsidR="00850B65" w:rsidRDefault="00850B65" w:rsidP="00850B65">
      <w:r>
        <w:t>217.6340</w:t>
      </w:r>
      <w:r>
        <w:tab/>
        <w:t>1.013e0</w:t>
      </w:r>
    </w:p>
    <w:p w:rsidR="00850B65" w:rsidRDefault="00850B65" w:rsidP="00850B65">
      <w:r>
        <w:t>217.6959</w:t>
      </w:r>
      <w:r>
        <w:tab/>
        <w:t>1.013e0</w:t>
      </w:r>
    </w:p>
    <w:p w:rsidR="00850B65" w:rsidRDefault="00850B65" w:rsidP="00850B65">
      <w:r>
        <w:t>217.7667</w:t>
      </w:r>
      <w:r>
        <w:tab/>
        <w:t>1.013e0</w:t>
      </w:r>
    </w:p>
    <w:p w:rsidR="00850B65" w:rsidRDefault="00850B65" w:rsidP="00850B65">
      <w:r>
        <w:t>217.8047</w:t>
      </w:r>
      <w:r>
        <w:tab/>
        <w:t>2.025e0</w:t>
      </w:r>
    </w:p>
    <w:p w:rsidR="00850B65" w:rsidRDefault="00850B65" w:rsidP="00850B65">
      <w:r>
        <w:t>217.9868</w:t>
      </w:r>
      <w:r>
        <w:tab/>
        <w:t>2.025e0</w:t>
      </w:r>
    </w:p>
    <w:p w:rsidR="00850B65" w:rsidRDefault="00850B65" w:rsidP="00850B65">
      <w:r>
        <w:lastRenderedPageBreak/>
        <w:t>217.9966</w:t>
      </w:r>
      <w:r>
        <w:tab/>
        <w:t>2.874e0</w:t>
      </w:r>
    </w:p>
    <w:p w:rsidR="00850B65" w:rsidRDefault="00850B65" w:rsidP="00850B65">
      <w:r>
        <w:t>218.0008</w:t>
      </w:r>
      <w:r>
        <w:tab/>
        <w:t>3.038e0</w:t>
      </w:r>
    </w:p>
    <w:p w:rsidR="00850B65" w:rsidRDefault="00850B65" w:rsidP="00850B65">
      <w:r>
        <w:t>218.0242</w:t>
      </w:r>
      <w:r>
        <w:tab/>
        <w:t>2.025e0</w:t>
      </w:r>
    </w:p>
    <w:p w:rsidR="00850B65" w:rsidRDefault="00850B65" w:rsidP="00850B65">
      <w:r>
        <w:t>218.0461</w:t>
      </w:r>
      <w:r>
        <w:tab/>
        <w:t>2.025e0</w:t>
      </w:r>
    </w:p>
    <w:p w:rsidR="00850B65" w:rsidRDefault="00850B65" w:rsidP="00850B65">
      <w:r>
        <w:t>218.0614</w:t>
      </w:r>
      <w:r>
        <w:tab/>
        <w:t>2.025e0</w:t>
      </w:r>
    </w:p>
    <w:p w:rsidR="00850B65" w:rsidRDefault="00850B65" w:rsidP="00850B65">
      <w:r>
        <w:t>218.0652</w:t>
      </w:r>
      <w:r>
        <w:tab/>
        <w:t>1.013e0</w:t>
      </w:r>
    </w:p>
    <w:p w:rsidR="00850B65" w:rsidRDefault="00850B65" w:rsidP="00850B65">
      <w:r>
        <w:t>218.0983</w:t>
      </w:r>
      <w:r>
        <w:tab/>
        <w:t>3.038e0</w:t>
      </w:r>
    </w:p>
    <w:p w:rsidR="00850B65" w:rsidRDefault="00850B65" w:rsidP="00850B65">
      <w:r>
        <w:t>218.1141</w:t>
      </w:r>
      <w:r>
        <w:tab/>
        <w:t>3.038e0</w:t>
      </w:r>
    </w:p>
    <w:p w:rsidR="00850B65" w:rsidRDefault="00850B65" w:rsidP="00850B65">
      <w:r>
        <w:t>218.1207</w:t>
      </w:r>
      <w:r>
        <w:tab/>
        <w:t>1.013e0</w:t>
      </w:r>
    </w:p>
    <w:p w:rsidR="00850B65" w:rsidRDefault="00850B65" w:rsidP="00850B65">
      <w:r>
        <w:t>218.1557</w:t>
      </w:r>
      <w:r>
        <w:tab/>
        <w:t>8.553e0</w:t>
      </w:r>
    </w:p>
    <w:p w:rsidR="00850B65" w:rsidRDefault="00850B65" w:rsidP="00850B65">
      <w:r>
        <w:t>218.2183</w:t>
      </w:r>
      <w:r>
        <w:tab/>
        <w:t>1.013e0</w:t>
      </w:r>
    </w:p>
    <w:p w:rsidR="00850B65" w:rsidRDefault="00850B65" w:rsidP="00850B65">
      <w:r>
        <w:t>218.2374</w:t>
      </w:r>
      <w:r>
        <w:tab/>
        <w:t>1.013e0</w:t>
      </w:r>
    </w:p>
    <w:p w:rsidR="00850B65" w:rsidRDefault="00850B65" w:rsidP="00850B65">
      <w:r>
        <w:t>218.2581</w:t>
      </w:r>
      <w:r>
        <w:tab/>
        <w:t>1.013e0</w:t>
      </w:r>
    </w:p>
    <w:p w:rsidR="00850B65" w:rsidRDefault="00850B65" w:rsidP="00850B65">
      <w:r>
        <w:t>218.2930</w:t>
      </w:r>
      <w:r>
        <w:tab/>
        <w:t>1.013e0</w:t>
      </w:r>
    </w:p>
    <w:p w:rsidR="00850B65" w:rsidRDefault="00850B65" w:rsidP="00850B65">
      <w:r>
        <w:t>218.3201</w:t>
      </w:r>
      <w:r>
        <w:tab/>
        <w:t>1.013e0</w:t>
      </w:r>
    </w:p>
    <w:p w:rsidR="00850B65" w:rsidRDefault="00850B65" w:rsidP="00850B65">
      <w:r>
        <w:t>218.3715</w:t>
      </w:r>
      <w:r>
        <w:tab/>
        <w:t>1.013e0</w:t>
      </w:r>
    </w:p>
    <w:p w:rsidR="00850B65" w:rsidRDefault="00850B65" w:rsidP="00850B65">
      <w:r>
        <w:t>218.3947</w:t>
      </w:r>
      <w:r>
        <w:tab/>
        <w:t>2.025e0</w:t>
      </w:r>
    </w:p>
    <w:p w:rsidR="00850B65" w:rsidRDefault="00850B65" w:rsidP="00850B65">
      <w:r>
        <w:t>218.4112</w:t>
      </w:r>
      <w:r>
        <w:tab/>
        <w:t>1.013e0</w:t>
      </w:r>
    </w:p>
    <w:p w:rsidR="00850B65" w:rsidRDefault="00850B65" w:rsidP="00850B65">
      <w:r>
        <w:t>218.4308</w:t>
      </w:r>
      <w:r>
        <w:tab/>
        <w:t>1.013e0</w:t>
      </w:r>
    </w:p>
    <w:p w:rsidR="00850B65" w:rsidRDefault="00850B65" w:rsidP="00850B65">
      <w:r>
        <w:lastRenderedPageBreak/>
        <w:t>218.4816</w:t>
      </w:r>
      <w:r>
        <w:tab/>
        <w:t>2.025e0</w:t>
      </w:r>
    </w:p>
    <w:p w:rsidR="00850B65" w:rsidRDefault="00850B65" w:rsidP="00850B65">
      <w:r>
        <w:t>218.5017</w:t>
      </w:r>
      <w:r>
        <w:tab/>
        <w:t>1.013e0</w:t>
      </w:r>
    </w:p>
    <w:p w:rsidR="00850B65" w:rsidRDefault="00850B65" w:rsidP="00850B65">
      <w:r>
        <w:t>218.5093</w:t>
      </w:r>
      <w:r>
        <w:tab/>
        <w:t>1.013e0</w:t>
      </w:r>
    </w:p>
    <w:p w:rsidR="00850B65" w:rsidRDefault="00850B65" w:rsidP="00850B65">
      <w:r>
        <w:t>218.5170</w:t>
      </w:r>
      <w:r>
        <w:tab/>
        <w:t>1.013e0</w:t>
      </w:r>
    </w:p>
    <w:p w:rsidR="00850B65" w:rsidRDefault="00850B65" w:rsidP="00850B65">
      <w:r>
        <w:t>218.5802</w:t>
      </w:r>
      <w:r>
        <w:tab/>
        <w:t>1.013e0</w:t>
      </w:r>
    </w:p>
    <w:p w:rsidR="00850B65" w:rsidRDefault="00850B65" w:rsidP="00850B65">
      <w:r>
        <w:t>218.5916</w:t>
      </w:r>
      <w:r>
        <w:tab/>
        <w:t>1.013e0</w:t>
      </w:r>
    </w:p>
    <w:p w:rsidR="00850B65" w:rsidRDefault="00850B65" w:rsidP="00850B65">
      <w:r>
        <w:t>218.6032</w:t>
      </w:r>
      <w:r>
        <w:tab/>
        <w:t>1.013e0</w:t>
      </w:r>
    </w:p>
    <w:p w:rsidR="00850B65" w:rsidRDefault="00850B65" w:rsidP="00850B65">
      <w:r>
        <w:t>218.6108</w:t>
      </w:r>
      <w:r>
        <w:tab/>
        <w:t>1.013e0</w:t>
      </w:r>
    </w:p>
    <w:p w:rsidR="00850B65" w:rsidRDefault="00850B65" w:rsidP="00850B65">
      <w:r>
        <w:t>218.6432</w:t>
      </w:r>
      <w:r>
        <w:tab/>
        <w:t>1.013e0</w:t>
      </w:r>
    </w:p>
    <w:p w:rsidR="00850B65" w:rsidRDefault="00850B65" w:rsidP="00850B65">
      <w:r>
        <w:t>218.6511</w:t>
      </w:r>
      <w:r>
        <w:tab/>
        <w:t>1.013e0</w:t>
      </w:r>
    </w:p>
    <w:p w:rsidR="00850B65" w:rsidRDefault="00850B65" w:rsidP="00850B65">
      <w:r>
        <w:t>218.7526</w:t>
      </w:r>
      <w:r>
        <w:tab/>
        <w:t>1.013e0</w:t>
      </w:r>
    </w:p>
    <w:p w:rsidR="00850B65" w:rsidRDefault="00850B65" w:rsidP="00850B65">
      <w:r>
        <w:t>218.7883</w:t>
      </w:r>
      <w:r>
        <w:tab/>
        <w:t>1.013e0</w:t>
      </w:r>
    </w:p>
    <w:p w:rsidR="00850B65" w:rsidRDefault="00850B65" w:rsidP="00850B65">
      <w:r>
        <w:t>218.8491</w:t>
      </w:r>
      <w:r>
        <w:tab/>
        <w:t>2.025e0</w:t>
      </w:r>
    </w:p>
    <w:p w:rsidR="00850B65" w:rsidRDefault="00850B65" w:rsidP="00850B65">
      <w:r>
        <w:t>218.9376</w:t>
      </w:r>
      <w:r>
        <w:tab/>
        <w:t>1.013e0</w:t>
      </w:r>
    </w:p>
    <w:p w:rsidR="00850B65" w:rsidRDefault="00850B65" w:rsidP="00850B65">
      <w:r>
        <w:t>218.9919</w:t>
      </w:r>
      <w:r>
        <w:tab/>
        <w:t>2.025e0</w:t>
      </w:r>
    </w:p>
    <w:p w:rsidR="00850B65" w:rsidRDefault="00850B65" w:rsidP="00850B65">
      <w:r>
        <w:t>219.0323</w:t>
      </w:r>
      <w:r>
        <w:tab/>
        <w:t>1.013e0</w:t>
      </w:r>
    </w:p>
    <w:p w:rsidR="00850B65" w:rsidRDefault="00850B65" w:rsidP="00850B65">
      <w:r>
        <w:t>219.0399</w:t>
      </w:r>
      <w:r>
        <w:tab/>
        <w:t>1.013e0</w:t>
      </w:r>
    </w:p>
    <w:p w:rsidR="00850B65" w:rsidRDefault="00850B65" w:rsidP="00850B65">
      <w:r>
        <w:t>219.0476</w:t>
      </w:r>
      <w:r>
        <w:tab/>
        <w:t>1.013e0</w:t>
      </w:r>
    </w:p>
    <w:p w:rsidR="00850B65" w:rsidRDefault="00850B65" w:rsidP="00850B65">
      <w:r>
        <w:t>219.1033</w:t>
      </w:r>
      <w:r>
        <w:tab/>
        <w:t>1.013e0</w:t>
      </w:r>
    </w:p>
    <w:p w:rsidR="00850B65" w:rsidRDefault="00850B65" w:rsidP="00850B65">
      <w:r>
        <w:lastRenderedPageBreak/>
        <w:t>219.1262</w:t>
      </w:r>
      <w:r>
        <w:tab/>
        <w:t>1.013e0</w:t>
      </w:r>
    </w:p>
    <w:p w:rsidR="00850B65" w:rsidRDefault="00850B65" w:rsidP="00850B65">
      <w:r>
        <w:t>219.1493</w:t>
      </w:r>
      <w:r>
        <w:tab/>
        <w:t>3.038e0</w:t>
      </w:r>
    </w:p>
    <w:p w:rsidR="00850B65" w:rsidRDefault="00850B65" w:rsidP="00850B65">
      <w:r>
        <w:t>219.1616</w:t>
      </w:r>
      <w:r>
        <w:tab/>
        <w:t>3.038e0</w:t>
      </w:r>
    </w:p>
    <w:p w:rsidR="00850B65" w:rsidRDefault="00850B65" w:rsidP="00850B65">
      <w:r>
        <w:t>219.1818</w:t>
      </w:r>
      <w:r>
        <w:tab/>
        <w:t>1.013e0</w:t>
      </w:r>
    </w:p>
    <w:p w:rsidR="00850B65" w:rsidRDefault="00850B65" w:rsidP="00850B65">
      <w:r>
        <w:t>219.2407</w:t>
      </w:r>
      <w:r>
        <w:tab/>
        <w:t>1.013e0</w:t>
      </w:r>
    </w:p>
    <w:p w:rsidR="00850B65" w:rsidRDefault="00850B65" w:rsidP="00850B65">
      <w:r>
        <w:t>219.2490</w:t>
      </w:r>
      <w:r>
        <w:tab/>
        <w:t>1.024e0</w:t>
      </w:r>
    </w:p>
    <w:p w:rsidR="00850B65" w:rsidRDefault="00850B65" w:rsidP="00850B65">
      <w:r>
        <w:t>219.2642</w:t>
      </w:r>
      <w:r>
        <w:tab/>
        <w:t>1.013e0</w:t>
      </w:r>
    </w:p>
    <w:p w:rsidR="00850B65" w:rsidRDefault="00850B65" w:rsidP="00850B65">
      <w:r>
        <w:t>219.2719</w:t>
      </w:r>
      <w:r>
        <w:tab/>
        <w:t>2.025e0</w:t>
      </w:r>
    </w:p>
    <w:p w:rsidR="00850B65" w:rsidRDefault="00850B65" w:rsidP="00850B65">
      <w:r>
        <w:t>219.3092</w:t>
      </w:r>
      <w:r>
        <w:tab/>
        <w:t>2.025e0</w:t>
      </w:r>
    </w:p>
    <w:p w:rsidR="00850B65" w:rsidRDefault="00850B65" w:rsidP="00850B65">
      <w:r>
        <w:t>219.4485</w:t>
      </w:r>
      <w:r>
        <w:tab/>
        <w:t>1.013e0</w:t>
      </w:r>
    </w:p>
    <w:p w:rsidR="00850B65" w:rsidRDefault="00850B65" w:rsidP="00850B65">
      <w:r>
        <w:t>219.5078</w:t>
      </w:r>
      <w:r>
        <w:tab/>
        <w:t>1.013e0</w:t>
      </w:r>
    </w:p>
    <w:p w:rsidR="00850B65" w:rsidRDefault="00850B65" w:rsidP="00850B65">
      <w:r>
        <w:t>219.5441</w:t>
      </w:r>
      <w:r>
        <w:tab/>
        <w:t>1.013e0</w:t>
      </w:r>
    </w:p>
    <w:p w:rsidR="00850B65" w:rsidRDefault="00850B65" w:rsidP="00850B65">
      <w:r>
        <w:t>219.5749</w:t>
      </w:r>
      <w:r>
        <w:tab/>
        <w:t>1.013e0</w:t>
      </w:r>
    </w:p>
    <w:p w:rsidR="00850B65" w:rsidRDefault="00850B65" w:rsidP="00850B65">
      <w:r>
        <w:t>219.6267</w:t>
      </w:r>
      <w:r>
        <w:tab/>
        <w:t>1.013e0</w:t>
      </w:r>
    </w:p>
    <w:p w:rsidR="00850B65" w:rsidRDefault="00850B65" w:rsidP="00850B65">
      <w:r>
        <w:t>219.6420</w:t>
      </w:r>
      <w:r>
        <w:tab/>
        <w:t>2.025e0</w:t>
      </w:r>
    </w:p>
    <w:p w:rsidR="00850B65" w:rsidRDefault="00850B65" w:rsidP="00850B65">
      <w:r>
        <w:t>219.6689</w:t>
      </w:r>
      <w:r>
        <w:tab/>
        <w:t>1.013e0</w:t>
      </w:r>
    </w:p>
    <w:p w:rsidR="00850B65" w:rsidRDefault="00850B65" w:rsidP="00850B65">
      <w:r>
        <w:t>219.6731</w:t>
      </w:r>
      <w:r>
        <w:tab/>
        <w:t>1.013e0</w:t>
      </w:r>
    </w:p>
    <w:p w:rsidR="00850B65" w:rsidRDefault="00850B65" w:rsidP="00850B65">
      <w:r>
        <w:t>219.6978</w:t>
      </w:r>
      <w:r>
        <w:tab/>
        <w:t>1.013e0</w:t>
      </w:r>
    </w:p>
    <w:p w:rsidR="00850B65" w:rsidRDefault="00850B65" w:rsidP="00850B65">
      <w:r>
        <w:t>219.7579</w:t>
      </w:r>
      <w:r>
        <w:tab/>
        <w:t>2.025e0</w:t>
      </w:r>
    </w:p>
    <w:p w:rsidR="00850B65" w:rsidRDefault="00850B65" w:rsidP="00850B65">
      <w:r>
        <w:lastRenderedPageBreak/>
        <w:t>219.8107</w:t>
      </w:r>
      <w:r>
        <w:tab/>
        <w:t>1.013e0</w:t>
      </w:r>
    </w:p>
    <w:p w:rsidR="00850B65" w:rsidRDefault="00850B65" w:rsidP="00850B65">
      <w:r>
        <w:t>219.8188</w:t>
      </w:r>
      <w:r>
        <w:tab/>
        <w:t>1.013e0</w:t>
      </w:r>
    </w:p>
    <w:p w:rsidR="00850B65" w:rsidRDefault="00850B65" w:rsidP="00850B65">
      <w:r>
        <w:t>219.8856</w:t>
      </w:r>
      <w:r>
        <w:tab/>
        <w:t>2.025e0</w:t>
      </w:r>
    </w:p>
    <w:p w:rsidR="00850B65" w:rsidRDefault="00850B65" w:rsidP="00850B65">
      <w:r>
        <w:t>219.9770</w:t>
      </w:r>
      <w:r>
        <w:tab/>
        <w:t>2.025e0</w:t>
      </w:r>
    </w:p>
    <w:p w:rsidR="00850B65" w:rsidRDefault="00850B65" w:rsidP="00850B65">
      <w:r>
        <w:t>220.0008</w:t>
      </w:r>
      <w:r>
        <w:tab/>
        <w:t>1.013e0</w:t>
      </w:r>
    </w:p>
    <w:p w:rsidR="00850B65" w:rsidRDefault="00850B65" w:rsidP="00850B65">
      <w:r>
        <w:t>220.0200</w:t>
      </w:r>
      <w:r>
        <w:tab/>
        <w:t>2.025e0</w:t>
      </w:r>
    </w:p>
    <w:p w:rsidR="00850B65" w:rsidRDefault="00850B65" w:rsidP="00850B65">
      <w:r>
        <w:t>220.0414</w:t>
      </w:r>
      <w:r>
        <w:tab/>
        <w:t>5.063e0</w:t>
      </w:r>
    </w:p>
    <w:p w:rsidR="00850B65" w:rsidRDefault="00850B65" w:rsidP="00850B65">
      <w:r>
        <w:t>220.0428</w:t>
      </w:r>
      <w:r>
        <w:tab/>
        <w:t>9.518e0</w:t>
      </w:r>
    </w:p>
    <w:p w:rsidR="00850B65" w:rsidRDefault="00850B65" w:rsidP="00850B65">
      <w:r>
        <w:t>220.0609</w:t>
      </w:r>
      <w:r>
        <w:tab/>
        <w:t>3.038e0</w:t>
      </w:r>
    </w:p>
    <w:p w:rsidR="00850B65" w:rsidRDefault="00850B65" w:rsidP="00850B65">
      <w:r>
        <w:t>220.0653</w:t>
      </w:r>
      <w:r>
        <w:tab/>
        <w:t>3.038e0</w:t>
      </w:r>
    </w:p>
    <w:p w:rsidR="00850B65" w:rsidRDefault="00850B65" w:rsidP="00850B65">
      <w:r>
        <w:t>220.0957</w:t>
      </w:r>
      <w:r>
        <w:tab/>
        <w:t>3.038e0</w:t>
      </w:r>
    </w:p>
    <w:p w:rsidR="00850B65" w:rsidRDefault="00850B65" w:rsidP="00850B65">
      <w:r>
        <w:t>220.1025</w:t>
      </w:r>
      <w:r>
        <w:tab/>
        <w:t>2.025e0</w:t>
      </w:r>
    </w:p>
    <w:p w:rsidR="00850B65" w:rsidRDefault="00850B65" w:rsidP="00850B65">
      <w:r>
        <w:t>220.1062</w:t>
      </w:r>
      <w:r>
        <w:tab/>
        <w:t>1.013e0</w:t>
      </w:r>
    </w:p>
    <w:p w:rsidR="00850B65" w:rsidRDefault="00850B65" w:rsidP="00850B65">
      <w:r>
        <w:t>220.1312</w:t>
      </w:r>
      <w:r>
        <w:tab/>
        <w:t>1.013e0</w:t>
      </w:r>
    </w:p>
    <w:p w:rsidR="00850B65" w:rsidRDefault="00850B65" w:rsidP="00850B65">
      <w:r>
        <w:t>220.1505</w:t>
      </w:r>
      <w:r>
        <w:tab/>
        <w:t>1.013e0</w:t>
      </w:r>
    </w:p>
    <w:p w:rsidR="00850B65" w:rsidRDefault="00850B65" w:rsidP="00850B65">
      <w:r>
        <w:t>220.1640</w:t>
      </w:r>
      <w:r>
        <w:tab/>
        <w:t>3.038e0</w:t>
      </w:r>
    </w:p>
    <w:p w:rsidR="00850B65" w:rsidRDefault="00850B65" w:rsidP="00850B65">
      <w:r>
        <w:t>220.1697</w:t>
      </w:r>
      <w:r>
        <w:tab/>
        <w:t>3.038e0</w:t>
      </w:r>
    </w:p>
    <w:p w:rsidR="00850B65" w:rsidRDefault="00850B65" w:rsidP="00850B65">
      <w:r>
        <w:t>220.1937</w:t>
      </w:r>
      <w:r>
        <w:tab/>
        <w:t>1.013e0</w:t>
      </w:r>
    </w:p>
    <w:p w:rsidR="00850B65" w:rsidRDefault="00850B65" w:rsidP="00850B65">
      <w:r>
        <w:t>220.2102</w:t>
      </w:r>
      <w:r>
        <w:tab/>
        <w:t>1.013e0</w:t>
      </w:r>
    </w:p>
    <w:p w:rsidR="00850B65" w:rsidRDefault="00850B65" w:rsidP="00850B65">
      <w:r>
        <w:lastRenderedPageBreak/>
        <w:t>220.2370</w:t>
      </w:r>
      <w:r>
        <w:tab/>
        <w:t>1.013e0</w:t>
      </w:r>
    </w:p>
    <w:p w:rsidR="00850B65" w:rsidRDefault="00850B65" w:rsidP="00850B65">
      <w:r>
        <w:t>220.2563</w:t>
      </w:r>
      <w:r>
        <w:tab/>
        <w:t>1.013e0</w:t>
      </w:r>
    </w:p>
    <w:p w:rsidR="00850B65" w:rsidRDefault="00850B65" w:rsidP="00850B65">
      <w:r>
        <w:t>220.2926</w:t>
      </w:r>
      <w:r>
        <w:tab/>
        <w:t>1.013e0</w:t>
      </w:r>
    </w:p>
    <w:p w:rsidR="00850B65" w:rsidRDefault="00850B65" w:rsidP="00850B65">
      <w:r>
        <w:t>220.3355</w:t>
      </w:r>
      <w:r>
        <w:tab/>
        <w:t>1.013e0</w:t>
      </w:r>
    </w:p>
    <w:p w:rsidR="00850B65" w:rsidRDefault="00850B65" w:rsidP="00850B65">
      <w:r>
        <w:t>220.4761</w:t>
      </w:r>
      <w:r>
        <w:tab/>
        <w:t>2.025e0</w:t>
      </w:r>
    </w:p>
    <w:p w:rsidR="00850B65" w:rsidRDefault="00850B65" w:rsidP="00850B65">
      <w:r>
        <w:t>220.4816</w:t>
      </w:r>
      <w:r>
        <w:tab/>
        <w:t>1.013e0</w:t>
      </w:r>
    </w:p>
    <w:p w:rsidR="00850B65" w:rsidRDefault="00850B65" w:rsidP="00850B65">
      <w:r>
        <w:t>220.4983</w:t>
      </w:r>
      <w:r>
        <w:tab/>
        <w:t>1.013e0</w:t>
      </w:r>
    </w:p>
    <w:p w:rsidR="00850B65" w:rsidRDefault="00850B65" w:rsidP="00850B65">
      <w:r>
        <w:t>220.5154</w:t>
      </w:r>
      <w:r>
        <w:tab/>
        <w:t>2.025e0</w:t>
      </w:r>
    </w:p>
    <w:p w:rsidR="00850B65" w:rsidRDefault="00850B65" w:rsidP="00850B65">
      <w:r>
        <w:t>220.5250</w:t>
      </w:r>
      <w:r>
        <w:tab/>
        <w:t>1.013e0</w:t>
      </w:r>
    </w:p>
    <w:p w:rsidR="00850B65" w:rsidRDefault="00850B65" w:rsidP="00850B65">
      <w:r>
        <w:t>220.5327</w:t>
      </w:r>
      <w:r>
        <w:tab/>
        <w:t>1.013e0</w:t>
      </w:r>
    </w:p>
    <w:p w:rsidR="00850B65" w:rsidRDefault="00850B65" w:rsidP="00850B65">
      <w:r>
        <w:t>220.5669</w:t>
      </w:r>
      <w:r>
        <w:tab/>
        <w:t>2.025e0</w:t>
      </w:r>
    </w:p>
    <w:p w:rsidR="00850B65" w:rsidRDefault="00850B65" w:rsidP="00850B65">
      <w:r>
        <w:t>220.5693</w:t>
      </w:r>
      <w:r>
        <w:tab/>
        <w:t>1.013e0</w:t>
      </w:r>
    </w:p>
    <w:p w:rsidR="00850B65" w:rsidRDefault="00850B65" w:rsidP="00850B65">
      <w:r>
        <w:t>220.6194</w:t>
      </w:r>
      <w:r>
        <w:tab/>
        <w:t>1.013e0</w:t>
      </w:r>
    </w:p>
    <w:p w:rsidR="00850B65" w:rsidRDefault="00850B65" w:rsidP="00850B65">
      <w:r>
        <w:t>220.6277</w:t>
      </w:r>
      <w:r>
        <w:tab/>
        <w:t>1.013e0</w:t>
      </w:r>
    </w:p>
    <w:p w:rsidR="00850B65" w:rsidRDefault="00850B65" w:rsidP="00850B65">
      <w:r>
        <w:t>220.6403</w:t>
      </w:r>
      <w:r>
        <w:tab/>
        <w:t>1.013e0</w:t>
      </w:r>
    </w:p>
    <w:p w:rsidR="00850B65" w:rsidRDefault="00850B65" w:rsidP="00850B65">
      <w:r>
        <w:t>220.7344</w:t>
      </w:r>
      <w:r>
        <w:tab/>
        <w:t>1.013e0</w:t>
      </w:r>
    </w:p>
    <w:p w:rsidR="00850B65" w:rsidRDefault="00850B65" w:rsidP="00850B65">
      <w:r>
        <w:t>220.7656</w:t>
      </w:r>
      <w:r>
        <w:tab/>
        <w:t>1.013e0</w:t>
      </w:r>
    </w:p>
    <w:p w:rsidR="00850B65" w:rsidRDefault="00850B65" w:rsidP="00850B65">
      <w:r>
        <w:t>220.7698</w:t>
      </w:r>
      <w:r>
        <w:tab/>
        <w:t>1.013e0</w:t>
      </w:r>
    </w:p>
    <w:p w:rsidR="00850B65" w:rsidRDefault="00850B65" w:rsidP="00850B65">
      <w:r>
        <w:t>220.8132</w:t>
      </w:r>
      <w:r>
        <w:tab/>
        <w:t>1.013e0</w:t>
      </w:r>
    </w:p>
    <w:p w:rsidR="00850B65" w:rsidRDefault="00850B65" w:rsidP="00850B65">
      <w:r>
        <w:lastRenderedPageBreak/>
        <w:t>220.8492</w:t>
      </w:r>
      <w:r>
        <w:tab/>
        <w:t>1.013e0</w:t>
      </w:r>
    </w:p>
    <w:p w:rsidR="00850B65" w:rsidRDefault="00850B65" w:rsidP="00850B65">
      <w:r>
        <w:t>220.9035</w:t>
      </w:r>
      <w:r>
        <w:tab/>
        <w:t>1.013e0</w:t>
      </w:r>
    </w:p>
    <w:p w:rsidR="00850B65" w:rsidRDefault="00850B65" w:rsidP="00850B65">
      <w:r>
        <w:t>220.9554</w:t>
      </w:r>
      <w:r>
        <w:tab/>
        <w:t>1.013e0</w:t>
      </w:r>
    </w:p>
    <w:p w:rsidR="00850B65" w:rsidRDefault="00850B65" w:rsidP="00850B65">
      <w:r>
        <w:t>220.9669</w:t>
      </w:r>
      <w:r>
        <w:tab/>
        <w:t>1.013e0</w:t>
      </w:r>
    </w:p>
    <w:p w:rsidR="00850B65" w:rsidRDefault="00850B65" w:rsidP="00850B65">
      <w:r>
        <w:t>220.9788</w:t>
      </w:r>
      <w:r>
        <w:tab/>
        <w:t>1.013e0</w:t>
      </w:r>
    </w:p>
    <w:p w:rsidR="00850B65" w:rsidRDefault="00850B65" w:rsidP="00850B65">
      <w:r>
        <w:t>221.0266</w:t>
      </w:r>
      <w:r>
        <w:tab/>
        <w:t>1.013e0</w:t>
      </w:r>
    </w:p>
    <w:p w:rsidR="00850B65" w:rsidRDefault="00850B65" w:rsidP="00850B65">
      <w:r>
        <w:t>221.0304</w:t>
      </w:r>
      <w:r>
        <w:tab/>
        <w:t>2.025e0</w:t>
      </w:r>
    </w:p>
    <w:p w:rsidR="00850B65" w:rsidRDefault="00850B65" w:rsidP="00850B65">
      <w:r>
        <w:t>221.0380</w:t>
      </w:r>
      <w:r>
        <w:tab/>
        <w:t>1.013e0</w:t>
      </w:r>
    </w:p>
    <w:p w:rsidR="00850B65" w:rsidRDefault="00850B65" w:rsidP="00850B65">
      <w:r>
        <w:t>221.0541</w:t>
      </w:r>
      <w:r>
        <w:tab/>
        <w:t>1.013e0</w:t>
      </w:r>
    </w:p>
    <w:p w:rsidR="00850B65" w:rsidRDefault="00850B65" w:rsidP="00850B65">
      <w:r>
        <w:t>221.0961</w:t>
      </w:r>
      <w:r>
        <w:tab/>
        <w:t>7.089e0</w:t>
      </w:r>
    </w:p>
    <w:p w:rsidR="00850B65" w:rsidRDefault="00850B65" w:rsidP="00850B65">
      <w:r>
        <w:t>221.1022</w:t>
      </w:r>
      <w:r>
        <w:tab/>
        <w:t>9.114e0</w:t>
      </w:r>
    </w:p>
    <w:p w:rsidR="00850B65" w:rsidRDefault="00850B65" w:rsidP="00850B65">
      <w:r>
        <w:t>221.1034</w:t>
      </w:r>
      <w:r>
        <w:tab/>
        <w:t>4.051e0</w:t>
      </w:r>
    </w:p>
    <w:p w:rsidR="00850B65" w:rsidRDefault="00850B65" w:rsidP="00850B65">
      <w:r>
        <w:t>221.1611</w:t>
      </w:r>
      <w:r>
        <w:tab/>
        <w:t>1.013e0</w:t>
      </w:r>
    </w:p>
    <w:p w:rsidR="00850B65" w:rsidRDefault="00850B65" w:rsidP="00850B65">
      <w:r>
        <w:t>221.1922</w:t>
      </w:r>
      <w:r>
        <w:tab/>
        <w:t>1.013e0</w:t>
      </w:r>
    </w:p>
    <w:p w:rsidR="00850B65" w:rsidRDefault="00850B65" w:rsidP="00850B65">
      <w:r>
        <w:t>221.2552</w:t>
      </w:r>
      <w:r>
        <w:tab/>
        <w:t>1.013e0</w:t>
      </w:r>
    </w:p>
    <w:p w:rsidR="00850B65" w:rsidRDefault="00850B65" w:rsidP="00850B65">
      <w:r>
        <w:t>221.2860</w:t>
      </w:r>
      <w:r>
        <w:tab/>
        <w:t>2.025e0</w:t>
      </w:r>
    </w:p>
    <w:p w:rsidR="00850B65" w:rsidRDefault="00850B65" w:rsidP="00850B65">
      <w:r>
        <w:t>221.2875</w:t>
      </w:r>
      <w:r>
        <w:tab/>
        <w:t>2.025e0</w:t>
      </w:r>
    </w:p>
    <w:p w:rsidR="00850B65" w:rsidRDefault="00850B65" w:rsidP="00850B65">
      <w:r>
        <w:t>221.3429</w:t>
      </w:r>
      <w:r>
        <w:tab/>
        <w:t>1.013e0</w:t>
      </w:r>
    </w:p>
    <w:p w:rsidR="00850B65" w:rsidRDefault="00850B65" w:rsidP="00850B65">
      <w:r>
        <w:t>221.3631</w:t>
      </w:r>
      <w:r>
        <w:tab/>
        <w:t>1.013e0</w:t>
      </w:r>
    </w:p>
    <w:p w:rsidR="00850B65" w:rsidRDefault="00850B65" w:rsidP="00850B65">
      <w:r>
        <w:lastRenderedPageBreak/>
        <w:t>221.4687</w:t>
      </w:r>
      <w:r>
        <w:tab/>
        <w:t>1.013e0</w:t>
      </w:r>
    </w:p>
    <w:p w:rsidR="00850B65" w:rsidRDefault="00850B65" w:rsidP="00850B65">
      <w:r>
        <w:t>221.5054</w:t>
      </w:r>
      <w:r>
        <w:tab/>
        <w:t>3.038e0</w:t>
      </w:r>
    </w:p>
    <w:p w:rsidR="00850B65" w:rsidRDefault="00850B65" w:rsidP="00850B65">
      <w:r>
        <w:t>221.5361</w:t>
      </w:r>
      <w:r>
        <w:tab/>
        <w:t>1.013e0</w:t>
      </w:r>
    </w:p>
    <w:p w:rsidR="00850B65" w:rsidRDefault="00850B65" w:rsidP="00850B65">
      <w:r>
        <w:t>221.6145</w:t>
      </w:r>
      <w:r>
        <w:tab/>
        <w:t>3.038e0</w:t>
      </w:r>
    </w:p>
    <w:p w:rsidR="00850B65" w:rsidRDefault="00850B65" w:rsidP="00850B65">
      <w:r>
        <w:t>221.6237</w:t>
      </w:r>
      <w:r>
        <w:tab/>
        <w:t>1.013e0</w:t>
      </w:r>
    </w:p>
    <w:p w:rsidR="00850B65" w:rsidRDefault="00850B65" w:rsidP="00850B65">
      <w:r>
        <w:t>221.7324</w:t>
      </w:r>
      <w:r>
        <w:tab/>
        <w:t>2.025e0</w:t>
      </w:r>
    </w:p>
    <w:p w:rsidR="00850B65" w:rsidRDefault="00850B65" w:rsidP="00850B65">
      <w:r>
        <w:t>221.7523</w:t>
      </w:r>
      <w:r>
        <w:tab/>
        <w:t>2.025e0</w:t>
      </w:r>
    </w:p>
    <w:p w:rsidR="00850B65" w:rsidRDefault="00850B65" w:rsidP="00850B65">
      <w:r>
        <w:t>221.7747</w:t>
      </w:r>
      <w:r>
        <w:tab/>
        <w:t>1.013e0</w:t>
      </w:r>
    </w:p>
    <w:p w:rsidR="00850B65" w:rsidRDefault="00850B65" w:rsidP="00850B65">
      <w:r>
        <w:t>221.8334</w:t>
      </w:r>
      <w:r>
        <w:tab/>
        <w:t>2.025e0</w:t>
      </w:r>
    </w:p>
    <w:p w:rsidR="00850B65" w:rsidRDefault="00850B65" w:rsidP="00850B65">
      <w:r>
        <w:t>221.8517</w:t>
      </w:r>
      <w:r>
        <w:tab/>
        <w:t>2.025e0</w:t>
      </w:r>
    </w:p>
    <w:p w:rsidR="00850B65" w:rsidRDefault="00850B65" w:rsidP="00850B65">
      <w:r>
        <w:t>221.8690</w:t>
      </w:r>
      <w:r>
        <w:tab/>
        <w:t>1.013e0</w:t>
      </w:r>
    </w:p>
    <w:p w:rsidR="00850B65" w:rsidRDefault="00850B65" w:rsidP="00850B65">
      <w:r>
        <w:t>221.8729</w:t>
      </w:r>
      <w:r>
        <w:tab/>
        <w:t>1.013e0</w:t>
      </w:r>
    </w:p>
    <w:p w:rsidR="00850B65" w:rsidRDefault="00850B65" w:rsidP="00850B65">
      <w:r>
        <w:t>221.9090</w:t>
      </w:r>
      <w:r>
        <w:tab/>
        <w:t>1.013e0</w:t>
      </w:r>
    </w:p>
    <w:p w:rsidR="00850B65" w:rsidRDefault="00850B65" w:rsidP="00850B65">
      <w:r>
        <w:t>222.0162</w:t>
      </w:r>
      <w:r>
        <w:tab/>
        <w:t>2.124e1</w:t>
      </w:r>
    </w:p>
    <w:p w:rsidR="00850B65" w:rsidRDefault="00850B65" w:rsidP="00850B65">
      <w:r>
        <w:t>222.0181</w:t>
      </w:r>
      <w:r>
        <w:tab/>
        <w:t>1.620e1</w:t>
      </w:r>
    </w:p>
    <w:p w:rsidR="00850B65" w:rsidRDefault="00850B65" w:rsidP="00850B65">
      <w:r>
        <w:t>222.0257</w:t>
      </w:r>
      <w:r>
        <w:tab/>
        <w:t>1.009e1</w:t>
      </w:r>
    </w:p>
    <w:p w:rsidR="00850B65" w:rsidRDefault="00850B65" w:rsidP="00850B65">
      <w:r>
        <w:t>222.0647</w:t>
      </w:r>
      <w:r>
        <w:tab/>
        <w:t>5.063e0</w:t>
      </w:r>
    </w:p>
    <w:p w:rsidR="00850B65" w:rsidRDefault="00850B65" w:rsidP="00850B65">
      <w:r>
        <w:t>222.0693</w:t>
      </w:r>
      <w:r>
        <w:tab/>
        <w:t>3.038e0</w:t>
      </w:r>
    </w:p>
    <w:p w:rsidR="00850B65" w:rsidRDefault="00850B65" w:rsidP="00850B65">
      <w:r>
        <w:t>222.0731</w:t>
      </w:r>
      <w:r>
        <w:tab/>
        <w:t>4.051e0</w:t>
      </w:r>
    </w:p>
    <w:p w:rsidR="00850B65" w:rsidRDefault="00850B65" w:rsidP="00850B65">
      <w:r>
        <w:lastRenderedPageBreak/>
        <w:t>222.0936</w:t>
      </w:r>
      <w:r>
        <w:tab/>
        <w:t>3.460e0</w:t>
      </w:r>
    </w:p>
    <w:p w:rsidR="00850B65" w:rsidRDefault="00850B65" w:rsidP="00850B65">
      <w:r>
        <w:t>222.1105</w:t>
      </w:r>
      <w:r>
        <w:tab/>
        <w:t>1.013e0</w:t>
      </w:r>
    </w:p>
    <w:p w:rsidR="00850B65" w:rsidRDefault="00850B65" w:rsidP="00850B65">
      <w:r>
        <w:t>222.1309</w:t>
      </w:r>
      <w:r>
        <w:tab/>
        <w:t>1.013e0</w:t>
      </w:r>
    </w:p>
    <w:p w:rsidR="00850B65" w:rsidRDefault="00850B65" w:rsidP="00850B65">
      <w:r>
        <w:t>222.1669</w:t>
      </w:r>
      <w:r>
        <w:tab/>
        <w:t>3.038e0</w:t>
      </w:r>
    </w:p>
    <w:p w:rsidR="00850B65" w:rsidRDefault="00850B65" w:rsidP="00850B65">
      <w:r>
        <w:t>222.1758</w:t>
      </w:r>
      <w:r>
        <w:tab/>
        <w:t>5.063e0</w:t>
      </w:r>
    </w:p>
    <w:p w:rsidR="00850B65" w:rsidRDefault="00850B65" w:rsidP="00850B65">
      <w:r>
        <w:t>222.1909</w:t>
      </w:r>
      <w:r>
        <w:tab/>
        <w:t>3.038e0</w:t>
      </w:r>
    </w:p>
    <w:p w:rsidR="00850B65" w:rsidRDefault="00850B65" w:rsidP="00850B65">
      <w:r>
        <w:t>222.2214</w:t>
      </w:r>
      <w:r>
        <w:tab/>
        <w:t>1.013e0</w:t>
      </w:r>
    </w:p>
    <w:p w:rsidR="00850B65" w:rsidRDefault="00850B65" w:rsidP="00850B65">
      <w:r>
        <w:t>222.2328</w:t>
      </w:r>
      <w:r>
        <w:tab/>
        <w:t>1.013e0</w:t>
      </w:r>
    </w:p>
    <w:p w:rsidR="00850B65" w:rsidRDefault="00850B65" w:rsidP="00850B65">
      <w:r>
        <w:t>222.2576</w:t>
      </w:r>
      <w:r>
        <w:tab/>
        <w:t>1.013e0</w:t>
      </w:r>
    </w:p>
    <w:p w:rsidR="00850B65" w:rsidRDefault="00850B65" w:rsidP="00850B65">
      <w:r>
        <w:t>222.2618</w:t>
      </w:r>
      <w:r>
        <w:tab/>
        <w:t>1.013e0</w:t>
      </w:r>
    </w:p>
    <w:p w:rsidR="00850B65" w:rsidRDefault="00850B65" w:rsidP="00850B65">
      <w:r>
        <w:t>222.3523</w:t>
      </w:r>
      <w:r>
        <w:tab/>
        <w:t>1.013e0</w:t>
      </w:r>
    </w:p>
    <w:p w:rsidR="00850B65" w:rsidRDefault="00850B65" w:rsidP="00850B65">
      <w:r>
        <w:t>222.3715</w:t>
      </w:r>
      <w:r>
        <w:tab/>
        <w:t>1.013e0</w:t>
      </w:r>
    </w:p>
    <w:p w:rsidR="00850B65" w:rsidRDefault="00850B65" w:rsidP="00850B65">
      <w:r>
        <w:t>222.3777</w:t>
      </w:r>
      <w:r>
        <w:tab/>
        <w:t>2.025e0</w:t>
      </w:r>
    </w:p>
    <w:p w:rsidR="00850B65" w:rsidRDefault="00850B65" w:rsidP="00850B65">
      <w:r>
        <w:t>222.4988</w:t>
      </w:r>
      <w:r>
        <w:tab/>
        <w:t>1.013e0</w:t>
      </w:r>
    </w:p>
    <w:p w:rsidR="00850B65" w:rsidRDefault="00850B65" w:rsidP="00850B65">
      <w:r>
        <w:t>222.5546</w:t>
      </w:r>
      <w:r>
        <w:tab/>
        <w:t>1.013e0</w:t>
      </w:r>
    </w:p>
    <w:p w:rsidR="00850B65" w:rsidRDefault="00850B65" w:rsidP="00850B65">
      <w:r>
        <w:t>222.5757</w:t>
      </w:r>
      <w:r>
        <w:tab/>
        <w:t>2.025e0</w:t>
      </w:r>
    </w:p>
    <w:p w:rsidR="00850B65" w:rsidRDefault="00850B65" w:rsidP="00850B65">
      <w:r>
        <w:t>222.6259</w:t>
      </w:r>
      <w:r>
        <w:tab/>
        <w:t>1.013e0</w:t>
      </w:r>
    </w:p>
    <w:p w:rsidR="00850B65" w:rsidRDefault="00850B65" w:rsidP="00850B65">
      <w:r>
        <w:t>222.6656</w:t>
      </w:r>
      <w:r>
        <w:tab/>
        <w:t>1.013e0</w:t>
      </w:r>
    </w:p>
    <w:p w:rsidR="00850B65" w:rsidRDefault="00850B65" w:rsidP="00850B65">
      <w:r>
        <w:t>222.7126</w:t>
      </w:r>
      <w:r>
        <w:tab/>
        <w:t>1.013e0</w:t>
      </w:r>
    </w:p>
    <w:p w:rsidR="00850B65" w:rsidRDefault="00850B65" w:rsidP="00850B65">
      <w:r>
        <w:lastRenderedPageBreak/>
        <w:t>222.7172</w:t>
      </w:r>
      <w:r>
        <w:tab/>
        <w:t>2.025e0</w:t>
      </w:r>
    </w:p>
    <w:p w:rsidR="00850B65" w:rsidRDefault="00850B65" w:rsidP="00850B65">
      <w:r>
        <w:t>222.7372</w:t>
      </w:r>
      <w:r>
        <w:tab/>
        <w:t>1.013e0</w:t>
      </w:r>
    </w:p>
    <w:p w:rsidR="00850B65" w:rsidRDefault="00850B65" w:rsidP="00850B65">
      <w:r>
        <w:t>222.7414</w:t>
      </w:r>
      <w:r>
        <w:tab/>
        <w:t>1.013e0</w:t>
      </w:r>
    </w:p>
    <w:p w:rsidR="00850B65" w:rsidRDefault="00850B65" w:rsidP="00850B65">
      <w:r>
        <w:t>222.7493</w:t>
      </w:r>
      <w:r>
        <w:tab/>
        <w:t>1.013e0</w:t>
      </w:r>
    </w:p>
    <w:p w:rsidR="00850B65" w:rsidRDefault="00850B65" w:rsidP="00850B65">
      <w:r>
        <w:t>222.7961</w:t>
      </w:r>
      <w:r>
        <w:tab/>
        <w:t>1.013e0</w:t>
      </w:r>
    </w:p>
    <w:p w:rsidR="00850B65" w:rsidRDefault="00850B65" w:rsidP="00850B65">
      <w:r>
        <w:t>222.7976</w:t>
      </w:r>
      <w:r>
        <w:tab/>
        <w:t>3.038e0</w:t>
      </w:r>
    </w:p>
    <w:p w:rsidR="00850B65" w:rsidRDefault="00850B65" w:rsidP="00850B65">
      <w:r>
        <w:t>222.8003</w:t>
      </w:r>
      <w:r>
        <w:tab/>
        <w:t>1.013e0</w:t>
      </w:r>
    </w:p>
    <w:p w:rsidR="00850B65" w:rsidRDefault="00850B65" w:rsidP="00850B65">
      <w:r>
        <w:t>222.8791</w:t>
      </w:r>
      <w:r>
        <w:tab/>
        <w:t>4.051e0</w:t>
      </w:r>
    </w:p>
    <w:p w:rsidR="00850B65" w:rsidRDefault="00850B65" w:rsidP="00850B65">
      <w:r>
        <w:t>222.8843</w:t>
      </w:r>
      <w:r>
        <w:tab/>
        <w:t>2.025e0</w:t>
      </w:r>
    </w:p>
    <w:p w:rsidR="00850B65" w:rsidRDefault="00850B65" w:rsidP="00850B65">
      <w:r>
        <w:t>222.9670</w:t>
      </w:r>
      <w:r>
        <w:tab/>
        <w:t>1.013e0</w:t>
      </w:r>
    </w:p>
    <w:p w:rsidR="00850B65" w:rsidRDefault="00850B65" w:rsidP="00850B65">
      <w:r>
        <w:t>223.0135</w:t>
      </w:r>
      <w:r>
        <w:tab/>
        <w:t>9.559e0</w:t>
      </w:r>
    </w:p>
    <w:p w:rsidR="00850B65" w:rsidRDefault="00850B65" w:rsidP="00850B65">
      <w:r>
        <w:t>223.0184</w:t>
      </w:r>
      <w:r>
        <w:tab/>
        <w:t>8.101e0</w:t>
      </w:r>
    </w:p>
    <w:p w:rsidR="00850B65" w:rsidRDefault="00850B65" w:rsidP="00850B65">
      <w:r>
        <w:t>223.0196</w:t>
      </w:r>
      <w:r>
        <w:tab/>
        <w:t>9.114e0</w:t>
      </w:r>
    </w:p>
    <w:p w:rsidR="00850B65" w:rsidRDefault="00850B65" w:rsidP="00850B65">
      <w:r>
        <w:t>223.0865</w:t>
      </w:r>
      <w:r>
        <w:tab/>
        <w:t>2.025e0</w:t>
      </w:r>
    </w:p>
    <w:p w:rsidR="00850B65" w:rsidRDefault="00850B65" w:rsidP="00850B65">
      <w:r>
        <w:t>223.0876</w:t>
      </w:r>
      <w:r>
        <w:tab/>
        <w:t>7.089e0</w:t>
      </w:r>
    </w:p>
    <w:p w:rsidR="00850B65" w:rsidRDefault="00850B65" w:rsidP="00850B65">
      <w:r>
        <w:t>223.0954</w:t>
      </w:r>
      <w:r>
        <w:tab/>
        <w:t>3.038e0</w:t>
      </w:r>
    </w:p>
    <w:p w:rsidR="00850B65" w:rsidRDefault="00850B65" w:rsidP="00850B65">
      <w:r>
        <w:t>223.1214</w:t>
      </w:r>
      <w:r>
        <w:tab/>
        <w:t>6.586e0</w:t>
      </w:r>
    </w:p>
    <w:p w:rsidR="00850B65" w:rsidRDefault="00850B65" w:rsidP="00850B65">
      <w:r>
        <w:t>223.1285</w:t>
      </w:r>
      <w:r>
        <w:tab/>
        <w:t>3.038e0</w:t>
      </w:r>
    </w:p>
    <w:p w:rsidR="00850B65" w:rsidRDefault="00850B65" w:rsidP="00850B65">
      <w:r>
        <w:t>223.1396</w:t>
      </w:r>
      <w:r>
        <w:tab/>
        <w:t>2.025e0</w:t>
      </w:r>
    </w:p>
    <w:p w:rsidR="00850B65" w:rsidRDefault="00850B65" w:rsidP="00850B65">
      <w:r>
        <w:lastRenderedPageBreak/>
        <w:t>223.1558</w:t>
      </w:r>
      <w:r>
        <w:tab/>
        <w:t>2.025e0</w:t>
      </w:r>
    </w:p>
    <w:p w:rsidR="00850B65" w:rsidRDefault="00850B65" w:rsidP="00850B65">
      <w:r>
        <w:t>223.1877</w:t>
      </w:r>
      <w:r>
        <w:tab/>
        <w:t>3.038e0</w:t>
      </w:r>
    </w:p>
    <w:p w:rsidR="00850B65" w:rsidRDefault="00850B65" w:rsidP="00850B65">
      <w:r>
        <w:t>223.1989</w:t>
      </w:r>
      <w:r>
        <w:tab/>
        <w:t>2.025e0</w:t>
      </w:r>
    </w:p>
    <w:p w:rsidR="00850B65" w:rsidRDefault="00850B65" w:rsidP="00850B65">
      <w:r>
        <w:t>223.2071</w:t>
      </w:r>
      <w:r>
        <w:tab/>
        <w:t>2.025e0</w:t>
      </w:r>
    </w:p>
    <w:p w:rsidR="00850B65" w:rsidRDefault="00850B65" w:rsidP="00850B65">
      <w:r>
        <w:t>223.2241</w:t>
      </w:r>
      <w:r>
        <w:tab/>
        <w:t>4.051e0</w:t>
      </w:r>
    </w:p>
    <w:p w:rsidR="00850B65" w:rsidRDefault="00850B65" w:rsidP="00850B65">
      <w:r>
        <w:t>223.2370</w:t>
      </w:r>
      <w:r>
        <w:tab/>
        <w:t>1.013e0</w:t>
      </w:r>
    </w:p>
    <w:p w:rsidR="00850B65" w:rsidRDefault="00850B65" w:rsidP="00850B65">
      <w:r>
        <w:t>223.2409</w:t>
      </w:r>
      <w:r>
        <w:tab/>
        <w:t>1.013e0</w:t>
      </w:r>
    </w:p>
    <w:p w:rsidR="00850B65" w:rsidRDefault="00850B65" w:rsidP="00850B65">
      <w:r>
        <w:t>223.3358</w:t>
      </w:r>
      <w:r>
        <w:tab/>
        <w:t>1.013e0</w:t>
      </w:r>
    </w:p>
    <w:p w:rsidR="00850B65" w:rsidRDefault="00850B65" w:rsidP="00850B65">
      <w:r>
        <w:t>223.3701</w:t>
      </w:r>
      <w:r>
        <w:tab/>
        <w:t>2.025e0</w:t>
      </w:r>
    </w:p>
    <w:p w:rsidR="00850B65" w:rsidRDefault="00850B65" w:rsidP="00850B65">
      <w:r>
        <w:t>223.3875</w:t>
      </w:r>
      <w:r>
        <w:tab/>
        <w:t>1.013e0</w:t>
      </w:r>
    </w:p>
    <w:p w:rsidR="00850B65" w:rsidRDefault="00850B65" w:rsidP="00850B65">
      <w:r>
        <w:t>223.4118</w:t>
      </w:r>
      <w:r>
        <w:tab/>
        <w:t>1.013e0</w:t>
      </w:r>
    </w:p>
    <w:p w:rsidR="00850B65" w:rsidRDefault="00850B65" w:rsidP="00850B65">
      <w:r>
        <w:t>223.4434</w:t>
      </w:r>
      <w:r>
        <w:tab/>
        <w:t>1.013e0</w:t>
      </w:r>
    </w:p>
    <w:p w:rsidR="00850B65" w:rsidRDefault="00850B65" w:rsidP="00850B65">
      <w:r>
        <w:t>223.4918</w:t>
      </w:r>
      <w:r>
        <w:tab/>
        <w:t>1.013e0</w:t>
      </w:r>
    </w:p>
    <w:p w:rsidR="00850B65" w:rsidRDefault="00850B65" w:rsidP="00850B65">
      <w:r>
        <w:t>223.4956</w:t>
      </w:r>
      <w:r>
        <w:tab/>
        <w:t>1.013e0</w:t>
      </w:r>
    </w:p>
    <w:p w:rsidR="00850B65" w:rsidRDefault="00850B65" w:rsidP="00850B65">
      <w:r>
        <w:t>223.5785</w:t>
      </w:r>
      <w:r>
        <w:tab/>
        <w:t>1.013e0</w:t>
      </w:r>
    </w:p>
    <w:p w:rsidR="00850B65" w:rsidRDefault="00850B65" w:rsidP="00850B65">
      <w:r>
        <w:t>223.5939</w:t>
      </w:r>
      <w:r>
        <w:tab/>
        <w:t>1.013e0</w:t>
      </w:r>
    </w:p>
    <w:p w:rsidR="00850B65" w:rsidRDefault="00850B65" w:rsidP="00850B65">
      <w:r>
        <w:t>223.6103</w:t>
      </w:r>
      <w:r>
        <w:tab/>
        <w:t>1.013e0</w:t>
      </w:r>
    </w:p>
    <w:p w:rsidR="00850B65" w:rsidRDefault="00850B65" w:rsidP="00850B65">
      <w:r>
        <w:t>223.6269</w:t>
      </w:r>
      <w:r>
        <w:tab/>
        <w:t>1.013e0</w:t>
      </w:r>
    </w:p>
    <w:p w:rsidR="00850B65" w:rsidRDefault="00850B65" w:rsidP="00850B65">
      <w:r>
        <w:t>223.6538</w:t>
      </w:r>
      <w:r>
        <w:tab/>
        <w:t>1.013e0</w:t>
      </w:r>
    </w:p>
    <w:p w:rsidR="00850B65" w:rsidRDefault="00850B65" w:rsidP="00850B65">
      <w:r>
        <w:lastRenderedPageBreak/>
        <w:t>223.6576</w:t>
      </w:r>
      <w:r>
        <w:tab/>
        <w:t>1.013e0</w:t>
      </w:r>
    </w:p>
    <w:p w:rsidR="00850B65" w:rsidRDefault="00850B65" w:rsidP="00850B65">
      <w:r>
        <w:t>223.6694</w:t>
      </w:r>
      <w:r>
        <w:tab/>
        <w:t>1.013e0</w:t>
      </w:r>
    </w:p>
    <w:p w:rsidR="00850B65" w:rsidRDefault="00850B65" w:rsidP="00850B65">
      <w:r>
        <w:t>223.6944</w:t>
      </w:r>
      <w:r>
        <w:tab/>
        <w:t>1.013e0</w:t>
      </w:r>
    </w:p>
    <w:p w:rsidR="00850B65" w:rsidRDefault="00850B65" w:rsidP="00850B65">
      <w:r>
        <w:t>223.6963</w:t>
      </w:r>
      <w:r>
        <w:tab/>
        <w:t>2.025e0</w:t>
      </w:r>
    </w:p>
    <w:p w:rsidR="00850B65" w:rsidRDefault="00850B65" w:rsidP="00850B65">
      <w:r>
        <w:t>223.7241</w:t>
      </w:r>
      <w:r>
        <w:tab/>
        <w:t>3.038e0</w:t>
      </w:r>
    </w:p>
    <w:p w:rsidR="00850B65" w:rsidRDefault="00850B65" w:rsidP="00850B65">
      <w:r>
        <w:t>223.7494</w:t>
      </w:r>
      <w:r>
        <w:tab/>
        <w:t>2.025e0</w:t>
      </w:r>
    </w:p>
    <w:p w:rsidR="00850B65" w:rsidRDefault="00850B65" w:rsidP="00850B65">
      <w:r>
        <w:t>223.7553</w:t>
      </w:r>
      <w:r>
        <w:tab/>
        <w:t>2.025e0</w:t>
      </w:r>
    </w:p>
    <w:p w:rsidR="00850B65" w:rsidRDefault="00850B65" w:rsidP="00850B65">
      <w:r>
        <w:t>223.7773</w:t>
      </w:r>
      <w:r>
        <w:tab/>
        <w:t>1.013e0</w:t>
      </w:r>
    </w:p>
    <w:p w:rsidR="00850B65" w:rsidRDefault="00850B65" w:rsidP="00850B65">
      <w:r>
        <w:t>223.8129</w:t>
      </w:r>
      <w:r>
        <w:tab/>
        <w:t>2.025e0</w:t>
      </w:r>
    </w:p>
    <w:p w:rsidR="00850B65" w:rsidRDefault="00850B65" w:rsidP="00850B65">
      <w:r>
        <w:t>223.8174</w:t>
      </w:r>
      <w:r>
        <w:tab/>
        <w:t>1.013e0</w:t>
      </w:r>
    </w:p>
    <w:p w:rsidR="00850B65" w:rsidRDefault="00850B65" w:rsidP="00850B65">
      <w:r>
        <w:t>223.8391</w:t>
      </w:r>
      <w:r>
        <w:tab/>
        <w:t>2.025e0</w:t>
      </w:r>
    </w:p>
    <w:p w:rsidR="00850B65" w:rsidRDefault="00850B65" w:rsidP="00850B65">
      <w:r>
        <w:t>223.8423</w:t>
      </w:r>
      <w:r>
        <w:tab/>
        <w:t>3.038e0</w:t>
      </w:r>
    </w:p>
    <w:p w:rsidR="00850B65" w:rsidRDefault="00850B65" w:rsidP="00850B65">
      <w:r>
        <w:t>223.8786</w:t>
      </w:r>
      <w:r>
        <w:tab/>
        <w:t>2.025e0</w:t>
      </w:r>
    </w:p>
    <w:p w:rsidR="00850B65" w:rsidRDefault="00850B65" w:rsidP="00850B65">
      <w:r>
        <w:t>223.9086</w:t>
      </w:r>
      <w:r>
        <w:tab/>
        <w:t>1.013e0</w:t>
      </w:r>
    </w:p>
    <w:p w:rsidR="00850B65" w:rsidRDefault="00850B65" w:rsidP="00850B65">
      <w:r>
        <w:t>223.9163</w:t>
      </w:r>
      <w:r>
        <w:tab/>
        <w:t>2.025e0</w:t>
      </w:r>
    </w:p>
    <w:p w:rsidR="00850B65" w:rsidRDefault="00850B65" w:rsidP="00850B65">
      <w:r>
        <w:t>223.9443</w:t>
      </w:r>
      <w:r>
        <w:tab/>
        <w:t>2.025e0</w:t>
      </w:r>
    </w:p>
    <w:p w:rsidR="00850B65" w:rsidRDefault="00850B65" w:rsidP="00850B65">
      <w:r>
        <w:t>223.9527</w:t>
      </w:r>
      <w:r>
        <w:tab/>
        <w:t>1.013e0</w:t>
      </w:r>
    </w:p>
    <w:p w:rsidR="00850B65" w:rsidRDefault="00850B65" w:rsidP="00850B65">
      <w:r>
        <w:t>224.0125</w:t>
      </w:r>
      <w:r>
        <w:tab/>
        <w:t>7.247e2</w:t>
      </w:r>
    </w:p>
    <w:p w:rsidR="00850B65" w:rsidRDefault="00850B65" w:rsidP="00850B65">
      <w:r>
        <w:t>224.0699</w:t>
      </w:r>
      <w:r>
        <w:tab/>
        <w:t>2.025e0</w:t>
      </w:r>
    </w:p>
    <w:p w:rsidR="00850B65" w:rsidRDefault="00850B65" w:rsidP="00850B65">
      <w:r>
        <w:lastRenderedPageBreak/>
        <w:t>224.0795</w:t>
      </w:r>
      <w:r>
        <w:tab/>
        <w:t>3.038e0</w:t>
      </w:r>
    </w:p>
    <w:p w:rsidR="00850B65" w:rsidRDefault="00850B65" w:rsidP="00850B65">
      <w:r>
        <w:t>224.1028</w:t>
      </w:r>
      <w:r>
        <w:tab/>
        <w:t>3.038e0</w:t>
      </w:r>
    </w:p>
    <w:p w:rsidR="00850B65" w:rsidRDefault="00850B65" w:rsidP="00850B65">
      <w:r>
        <w:t>224.1055</w:t>
      </w:r>
      <w:r>
        <w:tab/>
        <w:t>2.025e0</w:t>
      </w:r>
    </w:p>
    <w:p w:rsidR="00850B65" w:rsidRDefault="00850B65" w:rsidP="00850B65">
      <w:r>
        <w:t>224.1229</w:t>
      </w:r>
      <w:r>
        <w:tab/>
        <w:t>1.013e0</w:t>
      </w:r>
    </w:p>
    <w:p w:rsidR="00850B65" w:rsidRDefault="00850B65" w:rsidP="00850B65">
      <w:r>
        <w:t>224.1281</w:t>
      </w:r>
      <w:r>
        <w:tab/>
        <w:t>3.038e0</w:t>
      </w:r>
    </w:p>
    <w:p w:rsidR="00850B65" w:rsidRDefault="00850B65" w:rsidP="00850B65">
      <w:r>
        <w:t>224.1559</w:t>
      </w:r>
      <w:r>
        <w:tab/>
        <w:t>1.013e0</w:t>
      </w:r>
    </w:p>
    <w:p w:rsidR="00850B65" w:rsidRDefault="00850B65" w:rsidP="00850B65">
      <w:r>
        <w:t>224.1736</w:t>
      </w:r>
      <w:r>
        <w:tab/>
        <w:t>4.051e0</w:t>
      </w:r>
    </w:p>
    <w:p w:rsidR="00850B65" w:rsidRDefault="00850B65" w:rsidP="00850B65">
      <w:r>
        <w:t>224.1762</w:t>
      </w:r>
      <w:r>
        <w:tab/>
        <w:t>2.701e0</w:t>
      </w:r>
    </w:p>
    <w:p w:rsidR="00850B65" w:rsidRDefault="00850B65" w:rsidP="00850B65">
      <w:r>
        <w:t>224.1895</w:t>
      </w:r>
      <w:r>
        <w:tab/>
        <w:t>3.038e0</w:t>
      </w:r>
    </w:p>
    <w:p w:rsidR="00850B65" w:rsidRDefault="00850B65" w:rsidP="00850B65">
      <w:r>
        <w:t>224.2062</w:t>
      </w:r>
      <w:r>
        <w:tab/>
        <w:t>4.051e0</w:t>
      </w:r>
    </w:p>
    <w:p w:rsidR="00850B65" w:rsidRDefault="00850B65" w:rsidP="00850B65">
      <w:r>
        <w:t>224.2188</w:t>
      </w:r>
      <w:r>
        <w:tab/>
        <w:t>5.063e0</w:t>
      </w:r>
    </w:p>
    <w:p w:rsidR="00850B65" w:rsidRDefault="00850B65" w:rsidP="00850B65">
      <w:r>
        <w:t>224.2235</w:t>
      </w:r>
      <w:r>
        <w:tab/>
        <w:t>1.013e0</w:t>
      </w:r>
    </w:p>
    <w:p w:rsidR="00850B65" w:rsidRDefault="00850B65" w:rsidP="00850B65">
      <w:r>
        <w:t>224.2374</w:t>
      </w:r>
      <w:r>
        <w:tab/>
        <w:t>4.051e0</w:t>
      </w:r>
    </w:p>
    <w:p w:rsidR="00850B65" w:rsidRDefault="00850B65" w:rsidP="00850B65">
      <w:r>
        <w:t>224.2785</w:t>
      </w:r>
      <w:r>
        <w:tab/>
        <w:t>4.051e0</w:t>
      </w:r>
    </w:p>
    <w:p w:rsidR="00850B65" w:rsidRDefault="00850B65" w:rsidP="00850B65">
      <w:r>
        <w:t>224.2911</w:t>
      </w:r>
      <w:r>
        <w:tab/>
        <w:t>1.013e0</w:t>
      </w:r>
    </w:p>
    <w:p w:rsidR="00850B65" w:rsidRDefault="00850B65" w:rsidP="00850B65">
      <w:r>
        <w:t>224.3141</w:t>
      </w:r>
      <w:r>
        <w:tab/>
        <w:t>3.038e0</w:t>
      </w:r>
    </w:p>
    <w:p w:rsidR="00850B65" w:rsidRDefault="00850B65" w:rsidP="00850B65">
      <w:r>
        <w:t>224.3465</w:t>
      </w:r>
      <w:r>
        <w:tab/>
        <w:t>1.013e0</w:t>
      </w:r>
    </w:p>
    <w:p w:rsidR="00850B65" w:rsidRDefault="00850B65" w:rsidP="00850B65">
      <w:r>
        <w:t>224.3549</w:t>
      </w:r>
      <w:r>
        <w:tab/>
        <w:t>1.013e0</w:t>
      </w:r>
    </w:p>
    <w:p w:rsidR="00850B65" w:rsidRDefault="00850B65" w:rsidP="00850B65">
      <w:r>
        <w:t>224.3779</w:t>
      </w:r>
      <w:r>
        <w:tab/>
        <w:t>1.013e0</w:t>
      </w:r>
    </w:p>
    <w:p w:rsidR="00850B65" w:rsidRDefault="00850B65" w:rsidP="00850B65">
      <w:r>
        <w:lastRenderedPageBreak/>
        <w:t>224.3968</w:t>
      </w:r>
      <w:r>
        <w:tab/>
        <w:t>3.038e0</w:t>
      </w:r>
    </w:p>
    <w:p w:rsidR="00850B65" w:rsidRDefault="00850B65" w:rsidP="00850B65">
      <w:r>
        <w:t>224.4181</w:t>
      </w:r>
      <w:r>
        <w:tab/>
        <w:t>2.025e0</w:t>
      </w:r>
    </w:p>
    <w:p w:rsidR="00850B65" w:rsidRDefault="00850B65" w:rsidP="00850B65">
      <w:r>
        <w:t>224.4202</w:t>
      </w:r>
      <w:r>
        <w:tab/>
        <w:t>2.025e0</w:t>
      </w:r>
    </w:p>
    <w:p w:rsidR="00850B65" w:rsidRDefault="00850B65" w:rsidP="00850B65">
      <w:r>
        <w:t>224.4378</w:t>
      </w:r>
      <w:r>
        <w:tab/>
        <w:t>1.013e0</w:t>
      </w:r>
    </w:p>
    <w:p w:rsidR="00850B65" w:rsidRDefault="00850B65" w:rsidP="00850B65">
      <w:r>
        <w:t>224.4417</w:t>
      </w:r>
      <w:r>
        <w:tab/>
        <w:t>1.013e0</w:t>
      </w:r>
    </w:p>
    <w:p w:rsidR="00850B65" w:rsidRDefault="00850B65" w:rsidP="00850B65">
      <w:r>
        <w:t>224.4494</w:t>
      </w:r>
      <w:r>
        <w:tab/>
        <w:t>2.025e0</w:t>
      </w:r>
    </w:p>
    <w:p w:rsidR="00850B65" w:rsidRDefault="00850B65" w:rsidP="00850B65">
      <w:r>
        <w:t>224.4977</w:t>
      </w:r>
      <w:r>
        <w:tab/>
        <w:t>1.013e0</w:t>
      </w:r>
    </w:p>
    <w:p w:rsidR="00850B65" w:rsidRDefault="00850B65" w:rsidP="00850B65">
      <w:r>
        <w:t>224.4996</w:t>
      </w:r>
      <w:r>
        <w:tab/>
        <w:t>2.025e0</w:t>
      </w:r>
    </w:p>
    <w:p w:rsidR="00850B65" w:rsidRDefault="00850B65" w:rsidP="00850B65">
      <w:r>
        <w:t>224.5576</w:t>
      </w:r>
      <w:r>
        <w:tab/>
        <w:t>1.013e0</w:t>
      </w:r>
    </w:p>
    <w:p w:rsidR="00850B65" w:rsidRDefault="00850B65" w:rsidP="00850B65">
      <w:r>
        <w:t>224.5910</w:t>
      </w:r>
      <w:r>
        <w:tab/>
        <w:t>2.025e0</w:t>
      </w:r>
    </w:p>
    <w:p w:rsidR="00850B65" w:rsidRDefault="00850B65" w:rsidP="00850B65">
      <w:r>
        <w:t>224.5989</w:t>
      </w:r>
      <w:r>
        <w:tab/>
        <w:t>2.025e0</w:t>
      </w:r>
    </w:p>
    <w:p w:rsidR="00850B65" w:rsidRDefault="00850B65" w:rsidP="00850B65">
      <w:r>
        <w:t>224.6349</w:t>
      </w:r>
      <w:r>
        <w:tab/>
        <w:t>2.025e0</w:t>
      </w:r>
    </w:p>
    <w:p w:rsidR="00850B65" w:rsidRDefault="00850B65" w:rsidP="00850B65">
      <w:r>
        <w:t>224.6522</w:t>
      </w:r>
      <w:r>
        <w:tab/>
        <w:t>1.013e0</w:t>
      </w:r>
    </w:p>
    <w:p w:rsidR="00850B65" w:rsidRDefault="00850B65" w:rsidP="00850B65">
      <w:r>
        <w:t>224.6644</w:t>
      </w:r>
      <w:r>
        <w:tab/>
        <w:t>1.013e0</w:t>
      </w:r>
    </w:p>
    <w:p w:rsidR="00850B65" w:rsidRDefault="00850B65" w:rsidP="00850B65">
      <w:r>
        <w:t>224.6771</w:t>
      </w:r>
      <w:r>
        <w:tab/>
        <w:t>1.013e0</w:t>
      </w:r>
    </w:p>
    <w:p w:rsidR="00850B65" w:rsidRDefault="00850B65" w:rsidP="00850B65">
      <w:r>
        <w:t>224.6831</w:t>
      </w:r>
      <w:r>
        <w:tab/>
        <w:t>2.025e0</w:t>
      </w:r>
    </w:p>
    <w:p w:rsidR="00850B65" w:rsidRDefault="00850B65" w:rsidP="00850B65">
      <w:r>
        <w:t>224.6929</w:t>
      </w:r>
      <w:r>
        <w:tab/>
        <w:t>1.013e0</w:t>
      </w:r>
    </w:p>
    <w:p w:rsidR="00850B65" w:rsidRDefault="00850B65" w:rsidP="00850B65">
      <w:r>
        <w:t>224.7163</w:t>
      </w:r>
      <w:r>
        <w:tab/>
        <w:t>1.889e0</w:t>
      </w:r>
    </w:p>
    <w:p w:rsidR="00850B65" w:rsidRDefault="00850B65" w:rsidP="00850B65">
      <w:r>
        <w:t>224.7496</w:t>
      </w:r>
      <w:r>
        <w:tab/>
        <w:t>3.038e0</w:t>
      </w:r>
    </w:p>
    <w:p w:rsidR="00850B65" w:rsidRDefault="00850B65" w:rsidP="00850B65">
      <w:r>
        <w:lastRenderedPageBreak/>
        <w:t>224.7730</w:t>
      </w:r>
      <w:r>
        <w:tab/>
        <w:t>1.732e0</w:t>
      </w:r>
    </w:p>
    <w:p w:rsidR="00850B65" w:rsidRDefault="00850B65" w:rsidP="00850B65">
      <w:r>
        <w:t>224.8008</w:t>
      </w:r>
      <w:r>
        <w:tab/>
        <w:t>5.063e0</w:t>
      </w:r>
    </w:p>
    <w:p w:rsidR="00850B65" w:rsidRDefault="00850B65" w:rsidP="00850B65">
      <w:r>
        <w:t>224.8062</w:t>
      </w:r>
      <w:r>
        <w:tab/>
        <w:t>3.038e0</w:t>
      </w:r>
    </w:p>
    <w:p w:rsidR="00850B65" w:rsidRDefault="00850B65" w:rsidP="00850B65">
      <w:r>
        <w:t>224.8074</w:t>
      </w:r>
      <w:r>
        <w:tab/>
        <w:t>2.025e0</w:t>
      </w:r>
    </w:p>
    <w:p w:rsidR="00850B65" w:rsidRDefault="00850B65" w:rsidP="00850B65">
      <w:r>
        <w:t>224.8495</w:t>
      </w:r>
      <w:r>
        <w:tab/>
        <w:t>2.025e0</w:t>
      </w:r>
    </w:p>
    <w:p w:rsidR="00850B65" w:rsidRDefault="00850B65" w:rsidP="00850B65">
      <w:r>
        <w:t>224.8724</w:t>
      </w:r>
      <w:r>
        <w:tab/>
        <w:t>1.013e0</w:t>
      </w:r>
    </w:p>
    <w:p w:rsidR="00850B65" w:rsidRDefault="00850B65" w:rsidP="00850B65">
      <w:r>
        <w:t>224.8766</w:t>
      </w:r>
      <w:r>
        <w:tab/>
        <w:t>1.013e0</w:t>
      </w:r>
    </w:p>
    <w:p w:rsidR="00850B65" w:rsidRDefault="00850B65" w:rsidP="00850B65">
      <w:r>
        <w:t>224.8843</w:t>
      </w:r>
      <w:r>
        <w:tab/>
        <w:t>1.013e0</w:t>
      </w:r>
    </w:p>
    <w:p w:rsidR="00850B65" w:rsidRDefault="00850B65" w:rsidP="00850B65">
      <w:r>
        <w:t>224.9074</w:t>
      </w:r>
      <w:r>
        <w:tab/>
        <w:t>2.025e0</w:t>
      </w:r>
    </w:p>
    <w:p w:rsidR="00850B65" w:rsidRDefault="00850B65" w:rsidP="00850B65">
      <w:r>
        <w:t>224.9318</w:t>
      </w:r>
      <w:r>
        <w:tab/>
        <w:t>2.025e0</w:t>
      </w:r>
    </w:p>
    <w:p w:rsidR="00850B65" w:rsidRDefault="00850B65" w:rsidP="00850B65">
      <w:r>
        <w:t>224.9737</w:t>
      </w:r>
      <w:r>
        <w:tab/>
        <w:t>5.063e0</w:t>
      </w:r>
    </w:p>
    <w:p w:rsidR="00850B65" w:rsidRDefault="00850B65" w:rsidP="00850B65">
      <w:r>
        <w:t>225.0243</w:t>
      </w:r>
      <w:r>
        <w:tab/>
        <w:t>6.510e1</w:t>
      </w:r>
    </w:p>
    <w:p w:rsidR="00850B65" w:rsidRDefault="00850B65" w:rsidP="00850B65">
      <w:r>
        <w:t>225.0356</w:t>
      </w:r>
      <w:r>
        <w:tab/>
        <w:t>2.734e2</w:t>
      </w:r>
    </w:p>
    <w:p w:rsidR="00850B65" w:rsidRDefault="00850B65" w:rsidP="00850B65">
      <w:r>
        <w:t>225.0828</w:t>
      </w:r>
      <w:r>
        <w:tab/>
        <w:t>1.471e1</w:t>
      </w:r>
    </w:p>
    <w:p w:rsidR="00850B65" w:rsidRDefault="00850B65" w:rsidP="00850B65">
      <w:r>
        <w:t>225.0845</w:t>
      </w:r>
      <w:r>
        <w:tab/>
        <w:t>7.467e1</w:t>
      </w:r>
    </w:p>
    <w:p w:rsidR="00850B65" w:rsidRDefault="00850B65" w:rsidP="00850B65">
      <w:r>
        <w:t>225.1296</w:t>
      </w:r>
      <w:r>
        <w:tab/>
        <w:t>4.176e0</w:t>
      </w:r>
    </w:p>
    <w:p w:rsidR="00850B65" w:rsidRDefault="00850B65" w:rsidP="00850B65">
      <w:r>
        <w:t>225.1474</w:t>
      </w:r>
      <w:r>
        <w:tab/>
        <w:t>3.038e0</w:t>
      </w:r>
    </w:p>
    <w:p w:rsidR="00850B65" w:rsidRDefault="00850B65" w:rsidP="00850B65">
      <w:r>
        <w:t>225.1705</w:t>
      </w:r>
      <w:r>
        <w:tab/>
        <w:t>1.013e0</w:t>
      </w:r>
    </w:p>
    <w:p w:rsidR="00850B65" w:rsidRDefault="00850B65" w:rsidP="00850B65">
      <w:r>
        <w:t>225.1821</w:t>
      </w:r>
      <w:r>
        <w:tab/>
        <w:t>8.101e0</w:t>
      </w:r>
    </w:p>
    <w:p w:rsidR="00850B65" w:rsidRDefault="00850B65" w:rsidP="00850B65">
      <w:r>
        <w:lastRenderedPageBreak/>
        <w:t>225.1992</w:t>
      </w:r>
      <w:r>
        <w:tab/>
        <w:t>1.215e1</w:t>
      </w:r>
    </w:p>
    <w:p w:rsidR="00850B65" w:rsidRDefault="00850B65" w:rsidP="00850B65">
      <w:r>
        <w:t>225.2012</w:t>
      </w:r>
      <w:r>
        <w:tab/>
        <w:t>2.025e0</w:t>
      </w:r>
    </w:p>
    <w:p w:rsidR="00850B65" w:rsidRDefault="00850B65" w:rsidP="00850B65">
      <w:r>
        <w:t>225.2188</w:t>
      </w:r>
      <w:r>
        <w:tab/>
        <w:t>1.013e0</w:t>
      </w:r>
    </w:p>
    <w:p w:rsidR="00850B65" w:rsidRDefault="00850B65" w:rsidP="00850B65">
      <w:r>
        <w:t>225.2227</w:t>
      </w:r>
      <w:r>
        <w:tab/>
        <w:t>2.025e0</w:t>
      </w:r>
    </w:p>
    <w:p w:rsidR="00850B65" w:rsidRDefault="00850B65" w:rsidP="00850B65">
      <w:r>
        <w:t>225.2527</w:t>
      </w:r>
      <w:r>
        <w:tab/>
        <w:t>2.025e0</w:t>
      </w:r>
    </w:p>
    <w:p w:rsidR="00850B65" w:rsidRDefault="00850B65" w:rsidP="00850B65">
      <w:r>
        <w:t>225.2982</w:t>
      </w:r>
      <w:r>
        <w:tab/>
        <w:t>1.013e0</w:t>
      </w:r>
    </w:p>
    <w:p w:rsidR="00850B65" w:rsidRDefault="00850B65" w:rsidP="00850B65">
      <w:r>
        <w:t>225.3100</w:t>
      </w:r>
      <w:r>
        <w:tab/>
        <w:t>1.013e0</w:t>
      </w:r>
    </w:p>
    <w:p w:rsidR="00850B65" w:rsidRDefault="00850B65" w:rsidP="00850B65">
      <w:r>
        <w:t>225.3388</w:t>
      </w:r>
      <w:r>
        <w:tab/>
        <w:t>1.013e0</w:t>
      </w:r>
    </w:p>
    <w:p w:rsidR="00850B65" w:rsidRDefault="00850B65" w:rsidP="00850B65">
      <w:r>
        <w:t>225.3582</w:t>
      </w:r>
      <w:r>
        <w:tab/>
        <w:t>1.013e0</w:t>
      </w:r>
    </w:p>
    <w:p w:rsidR="00850B65" w:rsidRDefault="00850B65" w:rsidP="00850B65">
      <w:r>
        <w:t>225.3886</w:t>
      </w:r>
      <w:r>
        <w:tab/>
        <w:t>3.038e0</w:t>
      </w:r>
    </w:p>
    <w:p w:rsidR="00850B65" w:rsidRDefault="00850B65" w:rsidP="00850B65">
      <w:r>
        <w:t>225.3908</w:t>
      </w:r>
      <w:r>
        <w:tab/>
        <w:t>1.013e0</w:t>
      </w:r>
    </w:p>
    <w:p w:rsidR="00850B65" w:rsidRDefault="00850B65" w:rsidP="00850B65">
      <w:r>
        <w:t>225.4259</w:t>
      </w:r>
      <w:r>
        <w:tab/>
        <w:t>1.013e0</w:t>
      </w:r>
    </w:p>
    <w:p w:rsidR="00850B65" w:rsidRDefault="00850B65" w:rsidP="00850B65">
      <w:r>
        <w:t>225.4342</w:t>
      </w:r>
      <w:r>
        <w:tab/>
        <w:t>3.038e0</w:t>
      </w:r>
    </w:p>
    <w:p w:rsidR="00850B65" w:rsidRDefault="00850B65" w:rsidP="00850B65">
      <w:r>
        <w:t>225.4585</w:t>
      </w:r>
      <w:r>
        <w:tab/>
        <w:t>2.025e0</w:t>
      </w:r>
    </w:p>
    <w:p w:rsidR="00850B65" w:rsidRDefault="00850B65" w:rsidP="00850B65">
      <w:r>
        <w:t>225.4897</w:t>
      </w:r>
      <w:r>
        <w:tab/>
        <w:t>1.013e0</w:t>
      </w:r>
    </w:p>
    <w:p w:rsidR="00850B65" w:rsidRDefault="00850B65" w:rsidP="00850B65">
      <w:r>
        <w:t>225.4973</w:t>
      </w:r>
      <w:r>
        <w:tab/>
        <w:t>1.013e0</w:t>
      </w:r>
    </w:p>
    <w:p w:rsidR="00850B65" w:rsidRDefault="00850B65" w:rsidP="00850B65">
      <w:r>
        <w:t>225.5161</w:t>
      </w:r>
      <w:r>
        <w:tab/>
        <w:t>2.025e0</w:t>
      </w:r>
    </w:p>
    <w:p w:rsidR="00850B65" w:rsidRDefault="00850B65" w:rsidP="00850B65">
      <w:r>
        <w:t>225.5266</w:t>
      </w:r>
      <w:r>
        <w:tab/>
        <w:t>1.013e0</w:t>
      </w:r>
    </w:p>
    <w:p w:rsidR="00850B65" w:rsidRDefault="00850B65" w:rsidP="00850B65">
      <w:r>
        <w:t>225.5420</w:t>
      </w:r>
      <w:r>
        <w:tab/>
        <w:t>1.013e0</w:t>
      </w:r>
    </w:p>
    <w:p w:rsidR="00850B65" w:rsidRDefault="00850B65" w:rsidP="00850B65">
      <w:r>
        <w:lastRenderedPageBreak/>
        <w:t>225.5459</w:t>
      </w:r>
      <w:r>
        <w:tab/>
        <w:t>1.013e0</w:t>
      </w:r>
    </w:p>
    <w:p w:rsidR="00850B65" w:rsidRDefault="00850B65" w:rsidP="00850B65">
      <w:r>
        <w:t>225.5497</w:t>
      </w:r>
      <w:r>
        <w:tab/>
        <w:t>2.025e0</w:t>
      </w:r>
    </w:p>
    <w:p w:rsidR="00850B65" w:rsidRDefault="00850B65" w:rsidP="00850B65">
      <w:r>
        <w:t>225.5806</w:t>
      </w:r>
      <w:r>
        <w:tab/>
        <w:t>3.038e0</w:t>
      </w:r>
    </w:p>
    <w:p w:rsidR="00850B65" w:rsidRDefault="00850B65" w:rsidP="00850B65">
      <w:r>
        <w:t>225.5823</w:t>
      </w:r>
      <w:r>
        <w:tab/>
        <w:t>1.013e0</w:t>
      </w:r>
    </w:p>
    <w:p w:rsidR="00850B65" w:rsidRDefault="00850B65" w:rsidP="00850B65">
      <w:r>
        <w:t>225.5904</w:t>
      </w:r>
      <w:r>
        <w:tab/>
        <w:t>4.051e0</w:t>
      </w:r>
    </w:p>
    <w:p w:rsidR="00850B65" w:rsidRDefault="00850B65" w:rsidP="00850B65">
      <w:r>
        <w:t>225.6334</w:t>
      </w:r>
      <w:r>
        <w:tab/>
        <w:t>1.013e0</w:t>
      </w:r>
    </w:p>
    <w:p w:rsidR="00850B65" w:rsidRDefault="00850B65" w:rsidP="00850B65">
      <w:r>
        <w:t>225.6429</w:t>
      </w:r>
      <w:r>
        <w:tab/>
        <w:t>3.038e0</w:t>
      </w:r>
    </w:p>
    <w:p w:rsidR="00850B65" w:rsidRDefault="00850B65" w:rsidP="00850B65">
      <w:r>
        <w:t>225.6504</w:t>
      </w:r>
      <w:r>
        <w:tab/>
        <w:t>1.013e0</w:t>
      </w:r>
    </w:p>
    <w:p w:rsidR="00850B65" w:rsidRDefault="00850B65" w:rsidP="00850B65">
      <w:r>
        <w:t>225.6872</w:t>
      </w:r>
      <w:r>
        <w:tab/>
        <w:t>3.038e0</w:t>
      </w:r>
    </w:p>
    <w:p w:rsidR="00850B65" w:rsidRDefault="00850B65" w:rsidP="00850B65">
      <w:r>
        <w:t>225.6890</w:t>
      </w:r>
      <w:r>
        <w:tab/>
        <w:t>1.013e0</w:t>
      </w:r>
    </w:p>
    <w:p w:rsidR="00850B65" w:rsidRDefault="00850B65" w:rsidP="00850B65">
      <w:r>
        <w:t>225.6996</w:t>
      </w:r>
      <w:r>
        <w:tab/>
        <w:t>2.025e0</w:t>
      </w:r>
    </w:p>
    <w:p w:rsidR="00850B65" w:rsidRDefault="00850B65" w:rsidP="00850B65">
      <w:r>
        <w:t>225.7298</w:t>
      </w:r>
      <w:r>
        <w:tab/>
        <w:t>2.025e0</w:t>
      </w:r>
    </w:p>
    <w:p w:rsidR="00850B65" w:rsidRDefault="00850B65" w:rsidP="00850B65">
      <w:r>
        <w:t>225.7414</w:t>
      </w:r>
      <w:r>
        <w:tab/>
        <w:t>3.038e0</w:t>
      </w:r>
    </w:p>
    <w:p w:rsidR="00850B65" w:rsidRDefault="00850B65" w:rsidP="00850B65">
      <w:r>
        <w:t>225.7841</w:t>
      </w:r>
      <w:r>
        <w:tab/>
        <w:t>2.025e0</w:t>
      </w:r>
    </w:p>
    <w:p w:rsidR="00850B65" w:rsidRDefault="00850B65" w:rsidP="00850B65">
      <w:r>
        <w:t>225.8125</w:t>
      </w:r>
      <w:r>
        <w:tab/>
        <w:t>4.051e0</w:t>
      </w:r>
    </w:p>
    <w:p w:rsidR="00850B65" w:rsidRDefault="00850B65" w:rsidP="00850B65">
      <w:r>
        <w:t>225.8232</w:t>
      </w:r>
      <w:r>
        <w:tab/>
        <w:t>2.025e0</w:t>
      </w:r>
    </w:p>
    <w:p w:rsidR="00850B65" w:rsidRDefault="00850B65" w:rsidP="00850B65">
      <w:r>
        <w:t>225.8391</w:t>
      </w:r>
      <w:r>
        <w:tab/>
        <w:t>2.025e0</w:t>
      </w:r>
    </w:p>
    <w:p w:rsidR="00850B65" w:rsidRDefault="00850B65" w:rsidP="00850B65">
      <w:r>
        <w:t>225.8435</w:t>
      </w:r>
      <w:r>
        <w:tab/>
        <w:t>2.025e0</w:t>
      </w:r>
    </w:p>
    <w:p w:rsidR="00850B65" w:rsidRDefault="00850B65" w:rsidP="00850B65">
      <w:r>
        <w:t>225.8830</w:t>
      </w:r>
      <w:r>
        <w:tab/>
        <w:t>2.025e0</w:t>
      </w:r>
    </w:p>
    <w:p w:rsidR="00850B65" w:rsidRDefault="00850B65" w:rsidP="00850B65">
      <w:r>
        <w:lastRenderedPageBreak/>
        <w:t>225.8933</w:t>
      </w:r>
      <w:r>
        <w:tab/>
        <w:t>3.038e0</w:t>
      </w:r>
    </w:p>
    <w:p w:rsidR="00850B65" w:rsidRDefault="00850B65" w:rsidP="00850B65">
      <w:r>
        <w:t>225.9137</w:t>
      </w:r>
      <w:r>
        <w:tab/>
        <w:t>1.013e0</w:t>
      </w:r>
    </w:p>
    <w:p w:rsidR="00850B65" w:rsidRDefault="00850B65" w:rsidP="00850B65">
      <w:r>
        <w:t>225.9253</w:t>
      </w:r>
      <w:r>
        <w:tab/>
        <w:t>3.038e0</w:t>
      </w:r>
    </w:p>
    <w:p w:rsidR="00850B65" w:rsidRDefault="00850B65" w:rsidP="00850B65">
      <w:r>
        <w:t>225.9594</w:t>
      </w:r>
      <w:r>
        <w:tab/>
        <w:t>3.038e0</w:t>
      </w:r>
    </w:p>
    <w:p w:rsidR="00850B65" w:rsidRDefault="00850B65" w:rsidP="00850B65">
      <w:r>
        <w:t>225.9764</w:t>
      </w:r>
      <w:r>
        <w:tab/>
        <w:t>4.480e0</w:t>
      </w:r>
    </w:p>
    <w:p w:rsidR="00850B65" w:rsidRDefault="00850B65" w:rsidP="00850B65">
      <w:r>
        <w:t>225.9940</w:t>
      </w:r>
      <w:r>
        <w:tab/>
        <w:t>1.418e1</w:t>
      </w:r>
    </w:p>
    <w:p w:rsidR="00850B65" w:rsidRDefault="00850B65" w:rsidP="00850B65">
      <w:r>
        <w:t>226.0131</w:t>
      </w:r>
      <w:r>
        <w:tab/>
        <w:t>1.985e1</w:t>
      </w:r>
    </w:p>
    <w:p w:rsidR="00850B65" w:rsidRDefault="00850B65" w:rsidP="00850B65">
      <w:r>
        <w:t>226.0148</w:t>
      </w:r>
      <w:r>
        <w:tab/>
        <w:t>2.847e1</w:t>
      </w:r>
    </w:p>
    <w:p w:rsidR="00850B65" w:rsidRDefault="00850B65" w:rsidP="00850B65">
      <w:r>
        <w:t>226.0383</w:t>
      </w:r>
      <w:r>
        <w:tab/>
        <w:t>2.851e1</w:t>
      </w:r>
    </w:p>
    <w:p w:rsidR="00850B65" w:rsidRDefault="00850B65" w:rsidP="00850B65">
      <w:r>
        <w:t>226.0591</w:t>
      </w:r>
      <w:r>
        <w:tab/>
        <w:t>8.101e0</w:t>
      </w:r>
    </w:p>
    <w:p w:rsidR="00850B65" w:rsidRDefault="00850B65" w:rsidP="00850B65">
      <w:r>
        <w:t>226.0822</w:t>
      </w:r>
      <w:r>
        <w:tab/>
        <w:t>7.089e0</w:t>
      </w:r>
    </w:p>
    <w:p w:rsidR="00850B65" w:rsidRDefault="00850B65" w:rsidP="00850B65">
      <w:r>
        <w:t>226.0934</w:t>
      </w:r>
      <w:r>
        <w:tab/>
        <w:t>3.167e0</w:t>
      </w:r>
    </w:p>
    <w:p w:rsidR="00850B65" w:rsidRDefault="00850B65" w:rsidP="00850B65">
      <w:r>
        <w:t>226.1132</w:t>
      </w:r>
      <w:r>
        <w:tab/>
        <w:t>1.013e0</w:t>
      </w:r>
    </w:p>
    <w:p w:rsidR="00850B65" w:rsidRDefault="00850B65" w:rsidP="00850B65">
      <w:r>
        <w:t>226.1326</w:t>
      </w:r>
      <w:r>
        <w:tab/>
        <w:t>4.051e0</w:t>
      </w:r>
    </w:p>
    <w:p w:rsidR="00850B65" w:rsidRDefault="00850B65" w:rsidP="00850B65">
      <w:r>
        <w:t>226.1361</w:t>
      </w:r>
      <w:r>
        <w:tab/>
        <w:t>3.155e0</w:t>
      </w:r>
    </w:p>
    <w:p w:rsidR="00850B65" w:rsidRDefault="00850B65" w:rsidP="00850B65">
      <w:r>
        <w:t>226.1546</w:t>
      </w:r>
      <w:r>
        <w:tab/>
        <w:t>4.051e0</w:t>
      </w:r>
    </w:p>
    <w:p w:rsidR="00850B65" w:rsidRDefault="00850B65" w:rsidP="00850B65">
      <w:r>
        <w:t>226.1656</w:t>
      </w:r>
      <w:r>
        <w:tab/>
        <w:t>2.025e0</w:t>
      </w:r>
    </w:p>
    <w:p w:rsidR="00850B65" w:rsidRDefault="00850B65" w:rsidP="00850B65">
      <w:r>
        <w:t>226.1732</w:t>
      </w:r>
      <w:r>
        <w:tab/>
        <w:t>1.013e0</w:t>
      </w:r>
    </w:p>
    <w:p w:rsidR="00850B65" w:rsidRDefault="00850B65" w:rsidP="00850B65">
      <w:r>
        <w:t>226.1888</w:t>
      </w:r>
      <w:r>
        <w:tab/>
        <w:t>1.013e0</w:t>
      </w:r>
    </w:p>
    <w:p w:rsidR="00850B65" w:rsidRDefault="00850B65" w:rsidP="00850B65">
      <w:r>
        <w:lastRenderedPageBreak/>
        <w:t>226.2025</w:t>
      </w:r>
      <w:r>
        <w:tab/>
        <w:t>4.051e0</w:t>
      </w:r>
    </w:p>
    <w:p w:rsidR="00850B65" w:rsidRDefault="00850B65" w:rsidP="00850B65">
      <w:r>
        <w:t>226.2102</w:t>
      </w:r>
      <w:r>
        <w:tab/>
        <w:t>3.038e0</w:t>
      </w:r>
    </w:p>
    <w:p w:rsidR="00850B65" w:rsidRDefault="00850B65" w:rsidP="00850B65">
      <w:r>
        <w:t>226.2315</w:t>
      </w:r>
      <w:r>
        <w:tab/>
        <w:t>3.038e0</w:t>
      </w:r>
    </w:p>
    <w:p w:rsidR="00850B65" w:rsidRDefault="00850B65" w:rsidP="00850B65">
      <w:r>
        <w:t>226.2372</w:t>
      </w:r>
      <w:r>
        <w:tab/>
        <w:t>1.013e0</w:t>
      </w:r>
    </w:p>
    <w:p w:rsidR="00850B65" w:rsidRDefault="00850B65" w:rsidP="00850B65">
      <w:r>
        <w:t>226.2410</w:t>
      </w:r>
      <w:r>
        <w:tab/>
        <w:t>1.013e0</w:t>
      </w:r>
    </w:p>
    <w:p w:rsidR="00850B65" w:rsidRDefault="00850B65" w:rsidP="00850B65">
      <w:r>
        <w:t>226.2686</w:t>
      </w:r>
      <w:r>
        <w:tab/>
        <w:t>1.013e0</w:t>
      </w:r>
    </w:p>
    <w:p w:rsidR="00850B65" w:rsidRDefault="00850B65" w:rsidP="00850B65">
      <w:r>
        <w:t>226.2959</w:t>
      </w:r>
      <w:r>
        <w:tab/>
        <w:t>3.038e0</w:t>
      </w:r>
    </w:p>
    <w:p w:rsidR="00850B65" w:rsidRDefault="00850B65" w:rsidP="00850B65">
      <w:r>
        <w:t>226.3184</w:t>
      </w:r>
      <w:r>
        <w:tab/>
        <w:t>2.025e0</w:t>
      </w:r>
    </w:p>
    <w:p w:rsidR="00850B65" w:rsidRDefault="00850B65" w:rsidP="00850B65">
      <w:r>
        <w:t>226.3206</w:t>
      </w:r>
      <w:r>
        <w:tab/>
        <w:t>3.038e0</w:t>
      </w:r>
    </w:p>
    <w:p w:rsidR="00850B65" w:rsidRDefault="00850B65" w:rsidP="00850B65">
      <w:r>
        <w:t>226.3555</w:t>
      </w:r>
      <w:r>
        <w:tab/>
        <w:t>4.051e0</w:t>
      </w:r>
    </w:p>
    <w:p w:rsidR="00850B65" w:rsidRDefault="00850B65" w:rsidP="00850B65">
      <w:r>
        <w:t>226.3689</w:t>
      </w:r>
      <w:r>
        <w:tab/>
        <w:t>1.013e0</w:t>
      </w:r>
    </w:p>
    <w:p w:rsidR="00850B65" w:rsidRDefault="00850B65" w:rsidP="00850B65">
      <w:r>
        <w:t>226.4062</w:t>
      </w:r>
      <w:r>
        <w:tab/>
        <w:t>3.038e0</w:t>
      </w:r>
    </w:p>
    <w:p w:rsidR="00850B65" w:rsidRDefault="00850B65" w:rsidP="00850B65">
      <w:r>
        <w:t>226.4310</w:t>
      </w:r>
      <w:r>
        <w:tab/>
        <w:t>2.025e0</w:t>
      </w:r>
    </w:p>
    <w:p w:rsidR="00850B65" w:rsidRDefault="00850B65" w:rsidP="00850B65">
      <w:r>
        <w:t>226.4445</w:t>
      </w:r>
      <w:r>
        <w:tab/>
        <w:t>1.013e0</w:t>
      </w:r>
    </w:p>
    <w:p w:rsidR="00850B65" w:rsidRDefault="00850B65" w:rsidP="00850B65">
      <w:r>
        <w:t>226.4607</w:t>
      </w:r>
      <w:r>
        <w:tab/>
        <w:t>1.013e0</w:t>
      </w:r>
    </w:p>
    <w:p w:rsidR="00850B65" w:rsidRDefault="00850B65" w:rsidP="00850B65">
      <w:r>
        <w:t>226.5087</w:t>
      </w:r>
      <w:r>
        <w:tab/>
        <w:t>2.025e0</w:t>
      </w:r>
    </w:p>
    <w:p w:rsidR="00850B65" w:rsidRDefault="00850B65" w:rsidP="00850B65">
      <w:r>
        <w:t>226.5248</w:t>
      </w:r>
      <w:r>
        <w:tab/>
        <w:t>1.013e0</w:t>
      </w:r>
    </w:p>
    <w:p w:rsidR="00850B65" w:rsidRDefault="00850B65" w:rsidP="00850B65">
      <w:r>
        <w:t>226.5333</w:t>
      </w:r>
      <w:r>
        <w:tab/>
        <w:t>1.013e0</w:t>
      </w:r>
    </w:p>
    <w:p w:rsidR="00850B65" w:rsidRDefault="00850B65" w:rsidP="00850B65">
      <w:r>
        <w:t>226.5569</w:t>
      </w:r>
      <w:r>
        <w:tab/>
        <w:t>2.025e0</w:t>
      </w:r>
    </w:p>
    <w:p w:rsidR="00850B65" w:rsidRDefault="00850B65" w:rsidP="00850B65">
      <w:r>
        <w:lastRenderedPageBreak/>
        <w:t>226.5685</w:t>
      </w:r>
      <w:r>
        <w:tab/>
        <w:t>1.013e0</w:t>
      </w:r>
    </w:p>
    <w:p w:rsidR="00850B65" w:rsidRDefault="00850B65" w:rsidP="00850B65">
      <w:r>
        <w:t>226.5970</w:t>
      </w:r>
      <w:r>
        <w:tab/>
        <w:t>2.025e0</w:t>
      </w:r>
    </w:p>
    <w:p w:rsidR="00850B65" w:rsidRDefault="00850B65" w:rsidP="00850B65">
      <w:r>
        <w:t>226.6209</w:t>
      </w:r>
      <w:r>
        <w:tab/>
        <w:t>1.013e0</w:t>
      </w:r>
    </w:p>
    <w:p w:rsidR="00850B65" w:rsidRDefault="00850B65" w:rsidP="00850B65">
      <w:r>
        <w:t>226.6248</w:t>
      </w:r>
      <w:r>
        <w:tab/>
        <w:t>1.013e0</w:t>
      </w:r>
    </w:p>
    <w:p w:rsidR="00850B65" w:rsidRDefault="00850B65" w:rsidP="00850B65">
      <w:r>
        <w:t>226.6530</w:t>
      </w:r>
      <w:r>
        <w:tab/>
        <w:t>1.013e0</w:t>
      </w:r>
    </w:p>
    <w:p w:rsidR="00850B65" w:rsidRDefault="00850B65" w:rsidP="00850B65">
      <w:r>
        <w:t>226.6573</w:t>
      </w:r>
      <w:r>
        <w:tab/>
        <w:t>1.013e0</w:t>
      </w:r>
    </w:p>
    <w:p w:rsidR="00850B65" w:rsidRDefault="00850B65" w:rsidP="00850B65">
      <w:r>
        <w:t>226.6694</w:t>
      </w:r>
      <w:r>
        <w:tab/>
        <w:t>1.013e0</w:t>
      </w:r>
    </w:p>
    <w:p w:rsidR="00850B65" w:rsidRDefault="00850B65" w:rsidP="00850B65">
      <w:r>
        <w:t>226.6977</w:t>
      </w:r>
      <w:r>
        <w:tab/>
        <w:t>4.051e0</w:t>
      </w:r>
    </w:p>
    <w:p w:rsidR="00850B65" w:rsidRDefault="00850B65" w:rsidP="00850B65">
      <w:r>
        <w:t>226.7334</w:t>
      </w:r>
      <w:r>
        <w:tab/>
        <w:t>1.013e0</w:t>
      </w:r>
    </w:p>
    <w:p w:rsidR="00850B65" w:rsidRDefault="00850B65" w:rsidP="00850B65">
      <w:r>
        <w:t>226.7450</w:t>
      </w:r>
      <w:r>
        <w:tab/>
        <w:t>1.013e0</w:t>
      </w:r>
    </w:p>
    <w:p w:rsidR="00850B65" w:rsidRDefault="00850B65" w:rsidP="00850B65">
      <w:r>
        <w:t>226.7655</w:t>
      </w:r>
      <w:r>
        <w:tab/>
        <w:t>2.025e0</w:t>
      </w:r>
    </w:p>
    <w:p w:rsidR="00850B65" w:rsidRDefault="00850B65" w:rsidP="00850B65">
      <w:r>
        <w:t>226.8129</w:t>
      </w:r>
      <w:r>
        <w:tab/>
        <w:t>1.013e0</w:t>
      </w:r>
    </w:p>
    <w:p w:rsidR="00850B65" w:rsidRDefault="00850B65" w:rsidP="00850B65">
      <w:r>
        <w:t>226.8369</w:t>
      </w:r>
      <w:r>
        <w:tab/>
        <w:t>2.025e0</w:t>
      </w:r>
    </w:p>
    <w:p w:rsidR="00850B65" w:rsidRDefault="00850B65" w:rsidP="00850B65">
      <w:r>
        <w:t>226.8454</w:t>
      </w:r>
      <w:r>
        <w:tab/>
        <w:t>1.013e0</w:t>
      </w:r>
    </w:p>
    <w:p w:rsidR="00850B65" w:rsidRDefault="00850B65" w:rsidP="00850B65">
      <w:r>
        <w:t>226.8825</w:t>
      </w:r>
      <w:r>
        <w:tab/>
        <w:t>2.025e0</w:t>
      </w:r>
    </w:p>
    <w:p w:rsidR="00850B65" w:rsidRDefault="00850B65" w:rsidP="00850B65">
      <w:r>
        <w:t>226.9331</w:t>
      </w:r>
      <w:r>
        <w:tab/>
        <w:t>1.013e0</w:t>
      </w:r>
    </w:p>
    <w:p w:rsidR="00850B65" w:rsidRDefault="00850B65" w:rsidP="00850B65">
      <w:r>
        <w:t>226.9524</w:t>
      </w:r>
      <w:r>
        <w:tab/>
        <w:t>1.013e0</w:t>
      </w:r>
    </w:p>
    <w:p w:rsidR="00850B65" w:rsidRDefault="00850B65" w:rsidP="00850B65">
      <w:r>
        <w:t>227.0067</w:t>
      </w:r>
      <w:r>
        <w:tab/>
        <w:t>2.025e0</w:t>
      </w:r>
    </w:p>
    <w:p w:rsidR="00850B65" w:rsidRDefault="00850B65" w:rsidP="00850B65">
      <w:r>
        <w:t>227.0096</w:t>
      </w:r>
      <w:r>
        <w:tab/>
        <w:t>4.051e0</w:t>
      </w:r>
    </w:p>
    <w:p w:rsidR="00850B65" w:rsidRDefault="00850B65" w:rsidP="00850B65">
      <w:r>
        <w:lastRenderedPageBreak/>
        <w:t>227.0336</w:t>
      </w:r>
      <w:r>
        <w:tab/>
        <w:t>3.341e0</w:t>
      </w:r>
    </w:p>
    <w:p w:rsidR="00850B65" w:rsidRDefault="00850B65" w:rsidP="00850B65">
      <w:r>
        <w:t>227.0411</w:t>
      </w:r>
      <w:r>
        <w:tab/>
        <w:t>2.025e0</w:t>
      </w:r>
    </w:p>
    <w:p w:rsidR="00850B65" w:rsidRDefault="00850B65" w:rsidP="00850B65">
      <w:r>
        <w:t>227.0496</w:t>
      </w:r>
      <w:r>
        <w:tab/>
        <w:t>3.818e0</w:t>
      </w:r>
    </w:p>
    <w:p w:rsidR="00850B65" w:rsidRDefault="00850B65" w:rsidP="00850B65">
      <w:r>
        <w:t>227.0547</w:t>
      </w:r>
      <w:r>
        <w:tab/>
        <w:t>4.051e0</w:t>
      </w:r>
    </w:p>
    <w:p w:rsidR="00850B65" w:rsidRDefault="00850B65" w:rsidP="00850B65">
      <w:r>
        <w:t>227.0789</w:t>
      </w:r>
      <w:r>
        <w:tab/>
        <w:t>2.025e0</w:t>
      </w:r>
    </w:p>
    <w:p w:rsidR="00850B65" w:rsidRDefault="00850B65" w:rsidP="00850B65">
      <w:r>
        <w:t>227.0851</w:t>
      </w:r>
      <w:r>
        <w:tab/>
        <w:t>1.013e0</w:t>
      </w:r>
    </w:p>
    <w:p w:rsidR="00850B65" w:rsidRDefault="00850B65" w:rsidP="00850B65">
      <w:r>
        <w:t>227.1173</w:t>
      </w:r>
      <w:r>
        <w:tab/>
        <w:t>1.013e0</w:t>
      </w:r>
    </w:p>
    <w:p w:rsidR="00850B65" w:rsidRDefault="00850B65" w:rsidP="00850B65">
      <w:r>
        <w:t>227.1212</w:t>
      </w:r>
      <w:r>
        <w:tab/>
        <w:t>3.038e0</w:t>
      </w:r>
    </w:p>
    <w:p w:rsidR="00850B65" w:rsidRDefault="00850B65" w:rsidP="00850B65">
      <w:r>
        <w:t>227.1645</w:t>
      </w:r>
      <w:r>
        <w:tab/>
        <w:t>3.038e0</w:t>
      </w:r>
    </w:p>
    <w:p w:rsidR="00850B65" w:rsidRDefault="00850B65" w:rsidP="00850B65">
      <w:r>
        <w:t>227.1968</w:t>
      </w:r>
      <w:r>
        <w:tab/>
        <w:t>3.038e0</w:t>
      </w:r>
    </w:p>
    <w:p w:rsidR="00850B65" w:rsidRDefault="00850B65" w:rsidP="00850B65">
      <w:r>
        <w:t>227.2204</w:t>
      </w:r>
      <w:r>
        <w:tab/>
        <w:t>4.128e0</w:t>
      </w:r>
    </w:p>
    <w:p w:rsidR="00850B65" w:rsidRDefault="00850B65" w:rsidP="00850B65">
      <w:r>
        <w:t>227.2219</w:t>
      </w:r>
      <w:r>
        <w:tab/>
        <w:t>3.038e0</w:t>
      </w:r>
    </w:p>
    <w:p w:rsidR="00850B65" w:rsidRDefault="00850B65" w:rsidP="00850B65">
      <w:r>
        <w:t>227.2692</w:t>
      </w:r>
      <w:r>
        <w:tab/>
        <w:t>1.013e0</w:t>
      </w:r>
    </w:p>
    <w:p w:rsidR="00850B65" w:rsidRDefault="00850B65" w:rsidP="00850B65">
      <w:r>
        <w:t>227.3016</w:t>
      </w:r>
      <w:r>
        <w:tab/>
        <w:t>2.025e0</w:t>
      </w:r>
    </w:p>
    <w:p w:rsidR="00850B65" w:rsidRDefault="00850B65" w:rsidP="00850B65">
      <w:r>
        <w:t>227.3773</w:t>
      </w:r>
      <w:r>
        <w:tab/>
        <w:t>1.013e0</w:t>
      </w:r>
    </w:p>
    <w:p w:rsidR="00850B65" w:rsidRDefault="00850B65" w:rsidP="00850B65">
      <w:r>
        <w:t>227.4374</w:t>
      </w:r>
      <w:r>
        <w:tab/>
        <w:t>3.038e0</w:t>
      </w:r>
    </w:p>
    <w:p w:rsidR="00850B65" w:rsidRDefault="00850B65" w:rsidP="00850B65">
      <w:r>
        <w:t>227.4492</w:t>
      </w:r>
      <w:r>
        <w:tab/>
        <w:t>1.013e0</w:t>
      </w:r>
    </w:p>
    <w:p w:rsidR="00850B65" w:rsidRDefault="00850B65" w:rsidP="00850B65">
      <w:r>
        <w:t>227.4783</w:t>
      </w:r>
      <w:r>
        <w:tab/>
        <w:t>1.013e0</w:t>
      </w:r>
    </w:p>
    <w:p w:rsidR="00850B65" w:rsidRDefault="00850B65" w:rsidP="00850B65">
      <w:r>
        <w:t>227.5135</w:t>
      </w:r>
      <w:r>
        <w:tab/>
        <w:t>1.013e0</w:t>
      </w:r>
    </w:p>
    <w:p w:rsidR="00850B65" w:rsidRDefault="00850B65" w:rsidP="00850B65">
      <w:r>
        <w:lastRenderedPageBreak/>
        <w:t>227.5178</w:t>
      </w:r>
      <w:r>
        <w:tab/>
        <w:t>1.013e0</w:t>
      </w:r>
    </w:p>
    <w:p w:rsidR="00850B65" w:rsidRDefault="00850B65" w:rsidP="00850B65">
      <w:r>
        <w:t>227.5462</w:t>
      </w:r>
      <w:r>
        <w:tab/>
        <w:t>1.013e0</w:t>
      </w:r>
    </w:p>
    <w:p w:rsidR="00850B65" w:rsidRDefault="00850B65" w:rsidP="00850B65">
      <w:r>
        <w:t>227.5655</w:t>
      </w:r>
      <w:r>
        <w:tab/>
        <w:t>1.013e0</w:t>
      </w:r>
    </w:p>
    <w:p w:rsidR="00850B65" w:rsidRDefault="00850B65" w:rsidP="00850B65">
      <w:r>
        <w:t>227.5693</w:t>
      </w:r>
      <w:r>
        <w:tab/>
        <w:t>1.013e0</w:t>
      </w:r>
    </w:p>
    <w:p w:rsidR="00850B65" w:rsidRDefault="00850B65" w:rsidP="00850B65">
      <w:r>
        <w:t>227.5736</w:t>
      </w:r>
      <w:r>
        <w:tab/>
        <w:t>1.013e0</w:t>
      </w:r>
    </w:p>
    <w:p w:rsidR="00850B65" w:rsidRDefault="00850B65" w:rsidP="00850B65">
      <w:r>
        <w:t>227.6064</w:t>
      </w:r>
      <w:r>
        <w:tab/>
        <w:t>1.013e0</w:t>
      </w:r>
    </w:p>
    <w:p w:rsidR="00850B65" w:rsidRDefault="00850B65" w:rsidP="00850B65">
      <w:r>
        <w:t>227.6102</w:t>
      </w:r>
      <w:r>
        <w:tab/>
        <w:t>1.013e0</w:t>
      </w:r>
    </w:p>
    <w:p w:rsidR="00850B65" w:rsidRDefault="00850B65" w:rsidP="00850B65">
      <w:r>
        <w:t>227.6180</w:t>
      </w:r>
      <w:r>
        <w:tab/>
        <w:t>1.013e0</w:t>
      </w:r>
    </w:p>
    <w:p w:rsidR="00850B65" w:rsidRDefault="00850B65" w:rsidP="00850B65">
      <w:r>
        <w:t>227.6422</w:t>
      </w:r>
      <w:r>
        <w:tab/>
        <w:t>1.013e0</w:t>
      </w:r>
    </w:p>
    <w:p w:rsidR="00850B65" w:rsidRDefault="00850B65" w:rsidP="00850B65">
      <w:r>
        <w:t>227.6443</w:t>
      </w:r>
      <w:r>
        <w:tab/>
        <w:t>2.025e0</w:t>
      </w:r>
    </w:p>
    <w:p w:rsidR="00850B65" w:rsidRDefault="00850B65" w:rsidP="00850B65">
      <w:r>
        <w:t>227.6520</w:t>
      </w:r>
      <w:r>
        <w:tab/>
        <w:t>2.025e0</w:t>
      </w:r>
    </w:p>
    <w:p w:rsidR="00850B65" w:rsidRDefault="00850B65" w:rsidP="00850B65">
      <w:r>
        <w:t>227.6937</w:t>
      </w:r>
      <w:r>
        <w:tab/>
        <w:t>1.013e0</w:t>
      </w:r>
    </w:p>
    <w:p w:rsidR="00850B65" w:rsidRDefault="00850B65" w:rsidP="00850B65">
      <w:r>
        <w:t>227.7023</w:t>
      </w:r>
      <w:r>
        <w:tab/>
        <w:t>1.013e0</w:t>
      </w:r>
    </w:p>
    <w:p w:rsidR="00850B65" w:rsidRDefault="00850B65" w:rsidP="00850B65">
      <w:r>
        <w:t>227.7423</w:t>
      </w:r>
      <w:r>
        <w:tab/>
        <w:t>1.013e0</w:t>
      </w:r>
    </w:p>
    <w:p w:rsidR="00850B65" w:rsidRDefault="00850B65" w:rsidP="00850B65">
      <w:r>
        <w:t>227.7480</w:t>
      </w:r>
      <w:r>
        <w:tab/>
        <w:t>2.025e0</w:t>
      </w:r>
    </w:p>
    <w:p w:rsidR="00850B65" w:rsidRDefault="00850B65" w:rsidP="00850B65">
      <w:r>
        <w:t>227.9844</w:t>
      </w:r>
      <w:r>
        <w:tab/>
        <w:t>1.118e2</w:t>
      </w:r>
    </w:p>
    <w:p w:rsidR="00850B65" w:rsidRDefault="00850B65" w:rsidP="00850B65">
      <w:r>
        <w:t>227.9860</w:t>
      </w:r>
      <w:r>
        <w:tab/>
        <w:t>3.956e1</w:t>
      </w:r>
    </w:p>
    <w:p w:rsidR="00850B65" w:rsidRDefault="00850B65" w:rsidP="00850B65">
      <w:r>
        <w:t>228.0285</w:t>
      </w:r>
      <w:r>
        <w:tab/>
        <w:t>5.938e0</w:t>
      </w:r>
    </w:p>
    <w:p w:rsidR="00850B65" w:rsidRDefault="00850B65" w:rsidP="00850B65">
      <w:r>
        <w:t>228.0510</w:t>
      </w:r>
      <w:r>
        <w:tab/>
        <w:t>3.038e0</w:t>
      </w:r>
    </w:p>
    <w:p w:rsidR="00850B65" w:rsidRDefault="00850B65" w:rsidP="00850B65">
      <w:r>
        <w:lastRenderedPageBreak/>
        <w:t>228.0570</w:t>
      </w:r>
      <w:r>
        <w:tab/>
        <w:t>2.025e0</w:t>
      </w:r>
    </w:p>
    <w:p w:rsidR="00850B65" w:rsidRDefault="00850B65" w:rsidP="00850B65">
      <w:r>
        <w:t>228.0938</w:t>
      </w:r>
      <w:r>
        <w:tab/>
        <w:t>3.038e0</w:t>
      </w:r>
    </w:p>
    <w:p w:rsidR="00850B65" w:rsidRDefault="00850B65" w:rsidP="00850B65">
      <w:r>
        <w:t>228.0983</w:t>
      </w:r>
      <w:r>
        <w:tab/>
        <w:t>6.076e0</w:t>
      </w:r>
    </w:p>
    <w:p w:rsidR="00850B65" w:rsidRDefault="00850B65" w:rsidP="00850B65">
      <w:r>
        <w:t>228.1385</w:t>
      </w:r>
      <w:r>
        <w:tab/>
        <w:t>3.038e0</w:t>
      </w:r>
    </w:p>
    <w:p w:rsidR="00850B65" w:rsidRDefault="00850B65" w:rsidP="00850B65">
      <w:r>
        <w:t>228.1442</w:t>
      </w:r>
      <w:r>
        <w:tab/>
        <w:t>4.051e0</w:t>
      </w:r>
    </w:p>
    <w:p w:rsidR="00850B65" w:rsidRDefault="00850B65" w:rsidP="00850B65">
      <w:r>
        <w:t>228.1483</w:t>
      </w:r>
      <w:r>
        <w:tab/>
        <w:t>1.013e0</w:t>
      </w:r>
    </w:p>
    <w:p w:rsidR="00850B65" w:rsidRDefault="00850B65" w:rsidP="00850B65">
      <w:r>
        <w:t>228.1734</w:t>
      </w:r>
      <w:r>
        <w:tab/>
        <w:t>2.025e0</w:t>
      </w:r>
    </w:p>
    <w:p w:rsidR="00850B65" w:rsidRDefault="00850B65" w:rsidP="00850B65">
      <w:r>
        <w:t>228.1777</w:t>
      </w:r>
      <w:r>
        <w:tab/>
        <w:t>3.503e0</w:t>
      </w:r>
    </w:p>
    <w:p w:rsidR="00850B65" w:rsidRDefault="00850B65" w:rsidP="00850B65">
      <w:r>
        <w:t>228.1971</w:t>
      </w:r>
      <w:r>
        <w:tab/>
        <w:t>3.038e0</w:t>
      </w:r>
    </w:p>
    <w:p w:rsidR="00850B65" w:rsidRDefault="00850B65" w:rsidP="00850B65">
      <w:r>
        <w:t>228.2029</w:t>
      </w:r>
      <w:r>
        <w:tab/>
        <w:t>5.063e0</w:t>
      </w:r>
    </w:p>
    <w:p w:rsidR="00850B65" w:rsidRDefault="00850B65" w:rsidP="00850B65">
      <w:r>
        <w:t>228.2086</w:t>
      </w:r>
      <w:r>
        <w:tab/>
        <w:t>1.013e0</w:t>
      </w:r>
    </w:p>
    <w:p w:rsidR="00850B65" w:rsidRDefault="00850B65" w:rsidP="00850B65">
      <w:r>
        <w:t>228.2406</w:t>
      </w:r>
      <w:r>
        <w:tab/>
        <w:t>2.025e0</w:t>
      </w:r>
    </w:p>
    <w:p w:rsidR="00850B65" w:rsidRDefault="00850B65" w:rsidP="00850B65">
      <w:r>
        <w:t>228.2689</w:t>
      </w:r>
      <w:r>
        <w:tab/>
        <w:t>2.025e0</w:t>
      </w:r>
    </w:p>
    <w:p w:rsidR="00850B65" w:rsidRDefault="00850B65" w:rsidP="00850B65">
      <w:r>
        <w:t>228.3038</w:t>
      </w:r>
      <w:r>
        <w:tab/>
        <w:t>1.013e0</w:t>
      </w:r>
    </w:p>
    <w:p w:rsidR="00850B65" w:rsidRDefault="00850B65" w:rsidP="00850B65">
      <w:r>
        <w:t>228.3124</w:t>
      </w:r>
      <w:r>
        <w:tab/>
        <w:t>1.013e0</w:t>
      </w:r>
    </w:p>
    <w:p w:rsidR="00850B65" w:rsidRDefault="00850B65" w:rsidP="00850B65">
      <w:r>
        <w:t>228.3367</w:t>
      </w:r>
      <w:r>
        <w:tab/>
        <w:t>1.013e0</w:t>
      </w:r>
    </w:p>
    <w:p w:rsidR="00850B65" w:rsidRDefault="00850B65" w:rsidP="00850B65">
      <w:r>
        <w:t>228.3640</w:t>
      </w:r>
      <w:r>
        <w:tab/>
        <w:t>1.013e0</w:t>
      </w:r>
    </w:p>
    <w:p w:rsidR="00850B65" w:rsidRDefault="00850B65" w:rsidP="00850B65">
      <w:r>
        <w:t>228.4125</w:t>
      </w:r>
      <w:r>
        <w:tab/>
        <w:t>2.025e0</w:t>
      </w:r>
    </w:p>
    <w:p w:rsidR="00850B65" w:rsidRDefault="00850B65" w:rsidP="00850B65">
      <w:r>
        <w:t>228.4285</w:t>
      </w:r>
      <w:r>
        <w:tab/>
        <w:t>1.013e0</w:t>
      </w:r>
    </w:p>
    <w:p w:rsidR="00850B65" w:rsidRDefault="00850B65" w:rsidP="00850B65">
      <w:r>
        <w:lastRenderedPageBreak/>
        <w:t>228.4489</w:t>
      </w:r>
      <w:r>
        <w:tab/>
        <w:t>2.025e0</w:t>
      </w:r>
    </w:p>
    <w:p w:rsidR="00850B65" w:rsidRDefault="00850B65" w:rsidP="00850B65">
      <w:r>
        <w:t>228.4728</w:t>
      </w:r>
      <w:r>
        <w:tab/>
        <w:t>1.013e0</w:t>
      </w:r>
    </w:p>
    <w:p w:rsidR="00850B65" w:rsidRDefault="00850B65" w:rsidP="00850B65">
      <w:r>
        <w:t>228.5175</w:t>
      </w:r>
      <w:r>
        <w:tab/>
        <w:t>1.013e0</w:t>
      </w:r>
    </w:p>
    <w:p w:rsidR="00850B65" w:rsidRDefault="00850B65" w:rsidP="00850B65">
      <w:r>
        <w:t>228.5330</w:t>
      </w:r>
      <w:r>
        <w:tab/>
        <w:t>4.051e0</w:t>
      </w:r>
    </w:p>
    <w:p w:rsidR="00850B65" w:rsidRDefault="00850B65" w:rsidP="00850B65">
      <w:r>
        <w:t>228.5836</w:t>
      </w:r>
      <w:r>
        <w:tab/>
        <w:t>2.025e0</w:t>
      </w:r>
    </w:p>
    <w:p w:rsidR="00850B65" w:rsidRDefault="00850B65" w:rsidP="00850B65">
      <w:r>
        <w:t>228.5855</w:t>
      </w:r>
      <w:r>
        <w:tab/>
        <w:t>1.013e0</w:t>
      </w:r>
    </w:p>
    <w:p w:rsidR="00850B65" w:rsidRDefault="00850B65" w:rsidP="00850B65">
      <w:r>
        <w:t>228.6050</w:t>
      </w:r>
      <w:r>
        <w:tab/>
        <w:t>2.025e0</w:t>
      </w:r>
    </w:p>
    <w:p w:rsidR="00850B65" w:rsidRDefault="00850B65" w:rsidP="00850B65">
      <w:r>
        <w:t>228.6536</w:t>
      </w:r>
      <w:r>
        <w:tab/>
        <w:t>1.013e0</w:t>
      </w:r>
    </w:p>
    <w:p w:rsidR="00850B65" w:rsidRDefault="00850B65" w:rsidP="00850B65">
      <w:r>
        <w:t>228.6578</w:t>
      </w:r>
      <w:r>
        <w:tab/>
        <w:t>2.025e0</w:t>
      </w:r>
    </w:p>
    <w:p w:rsidR="00850B65" w:rsidRDefault="00850B65" w:rsidP="00850B65">
      <w:r>
        <w:t>228.6864</w:t>
      </w:r>
      <w:r>
        <w:tab/>
        <w:t>2.025e0</w:t>
      </w:r>
    </w:p>
    <w:p w:rsidR="00850B65" w:rsidRDefault="00850B65" w:rsidP="00850B65">
      <w:r>
        <w:t>228.7664</w:t>
      </w:r>
      <w:r>
        <w:tab/>
        <w:t>1.013e0</w:t>
      </w:r>
    </w:p>
    <w:p w:rsidR="00850B65" w:rsidRDefault="00850B65" w:rsidP="00850B65">
      <w:r>
        <w:t>228.8032</w:t>
      </w:r>
      <w:r>
        <w:tab/>
        <w:t>1.013e0</w:t>
      </w:r>
    </w:p>
    <w:p w:rsidR="00850B65" w:rsidRDefault="00850B65" w:rsidP="00850B65">
      <w:r>
        <w:t>228.8228</w:t>
      </w:r>
      <w:r>
        <w:tab/>
        <w:t>1.013e0</w:t>
      </w:r>
    </w:p>
    <w:p w:rsidR="00850B65" w:rsidRDefault="00850B65" w:rsidP="00850B65">
      <w:r>
        <w:t>228.8753</w:t>
      </w:r>
      <w:r>
        <w:tab/>
        <w:t>1.013e0</w:t>
      </w:r>
    </w:p>
    <w:p w:rsidR="00850B65" w:rsidRDefault="00850B65" w:rsidP="00850B65">
      <w:r>
        <w:t>228.8792</w:t>
      </w:r>
      <w:r>
        <w:tab/>
        <w:t>1.013e0</w:t>
      </w:r>
    </w:p>
    <w:p w:rsidR="00850B65" w:rsidRDefault="00850B65" w:rsidP="00850B65">
      <w:r>
        <w:t>228.9133</w:t>
      </w:r>
      <w:r>
        <w:tab/>
        <w:t>2.025e0</w:t>
      </w:r>
    </w:p>
    <w:p w:rsidR="00850B65" w:rsidRDefault="00850B65" w:rsidP="00850B65">
      <w:r>
        <w:t>228.9568</w:t>
      </w:r>
      <w:r>
        <w:tab/>
        <w:t>2.025e0</w:t>
      </w:r>
    </w:p>
    <w:p w:rsidR="00850B65" w:rsidRDefault="00850B65" w:rsidP="00850B65">
      <w:r>
        <w:t>228.9658</w:t>
      </w:r>
      <w:r>
        <w:tab/>
        <w:t>2.025e0</w:t>
      </w:r>
    </w:p>
    <w:p w:rsidR="00850B65" w:rsidRDefault="00850B65" w:rsidP="00850B65">
      <w:r>
        <w:t>228.9841</w:t>
      </w:r>
      <w:r>
        <w:tab/>
        <w:t>4.051e0</w:t>
      </w:r>
    </w:p>
    <w:p w:rsidR="00850B65" w:rsidRDefault="00850B65" w:rsidP="00850B65">
      <w:r>
        <w:lastRenderedPageBreak/>
        <w:t>228.9899</w:t>
      </w:r>
      <w:r>
        <w:tab/>
        <w:t>2.025e0</w:t>
      </w:r>
    </w:p>
    <w:p w:rsidR="00850B65" w:rsidRDefault="00850B65" w:rsidP="00850B65">
      <w:r>
        <w:t>228.9961</w:t>
      </w:r>
      <w:r>
        <w:tab/>
        <w:t>5.063e0</w:t>
      </w:r>
    </w:p>
    <w:p w:rsidR="00850B65" w:rsidRDefault="00850B65" w:rsidP="00850B65">
      <w:r>
        <w:t>229.0358</w:t>
      </w:r>
      <w:r>
        <w:tab/>
        <w:t>2.025e0</w:t>
      </w:r>
    </w:p>
    <w:p w:rsidR="00850B65" w:rsidRDefault="00850B65" w:rsidP="00850B65">
      <w:r>
        <w:t>229.0405</w:t>
      </w:r>
      <w:r>
        <w:tab/>
        <w:t>4.051e0</w:t>
      </w:r>
    </w:p>
    <w:p w:rsidR="00850B65" w:rsidRDefault="00850B65" w:rsidP="00850B65">
      <w:r>
        <w:t>229.0697</w:t>
      </w:r>
      <w:r>
        <w:tab/>
        <w:t>2.025e0</w:t>
      </w:r>
    </w:p>
    <w:p w:rsidR="00850B65" w:rsidRDefault="00850B65" w:rsidP="00850B65">
      <w:r>
        <w:t>229.0775</w:t>
      </w:r>
      <w:r>
        <w:tab/>
        <w:t>2.025e0</w:t>
      </w:r>
    </w:p>
    <w:p w:rsidR="00850B65" w:rsidRDefault="00850B65" w:rsidP="00850B65">
      <w:r>
        <w:t>229.1126</w:t>
      </w:r>
      <w:r>
        <w:tab/>
        <w:t>1.013e0</w:t>
      </w:r>
    </w:p>
    <w:p w:rsidR="00850B65" w:rsidRDefault="00850B65" w:rsidP="00850B65">
      <w:r>
        <w:t>229.1204</w:t>
      </w:r>
      <w:r>
        <w:tab/>
        <w:t>3.038e0</w:t>
      </w:r>
    </w:p>
    <w:p w:rsidR="00850B65" w:rsidRDefault="00850B65" w:rsidP="00850B65">
      <w:r>
        <w:t>229.1397</w:t>
      </w:r>
      <w:r>
        <w:tab/>
        <w:t>1.013e0</w:t>
      </w:r>
    </w:p>
    <w:p w:rsidR="00850B65" w:rsidRDefault="00850B65" w:rsidP="00850B65">
      <w:r>
        <w:t>229.1514</w:t>
      </w:r>
      <w:r>
        <w:tab/>
        <w:t>3.038e0</w:t>
      </w:r>
    </w:p>
    <w:p w:rsidR="00850B65" w:rsidRDefault="00850B65" w:rsidP="00850B65">
      <w:r>
        <w:t>229.1691</w:t>
      </w:r>
      <w:r>
        <w:tab/>
        <w:t>1.013e0</w:t>
      </w:r>
    </w:p>
    <w:p w:rsidR="00850B65" w:rsidRDefault="00850B65" w:rsidP="00850B65">
      <w:r>
        <w:t>229.1962</w:t>
      </w:r>
      <w:r>
        <w:tab/>
        <w:t>2.025e0</w:t>
      </w:r>
    </w:p>
    <w:p w:rsidR="00850B65" w:rsidRDefault="00850B65" w:rsidP="00850B65">
      <w:r>
        <w:t>229.2256</w:t>
      </w:r>
      <w:r>
        <w:tab/>
        <w:t>1.013e0</w:t>
      </w:r>
    </w:p>
    <w:p w:rsidR="00850B65" w:rsidRDefault="00850B65" w:rsidP="00850B65">
      <w:r>
        <w:t>229.2371</w:t>
      </w:r>
      <w:r>
        <w:tab/>
        <w:t>2.025e0</w:t>
      </w:r>
    </w:p>
    <w:p w:rsidR="00850B65" w:rsidRDefault="00850B65" w:rsidP="00850B65">
      <w:r>
        <w:t>229.3014</w:t>
      </w:r>
      <w:r>
        <w:tab/>
        <w:t>1.013e0</w:t>
      </w:r>
    </w:p>
    <w:p w:rsidR="00850B65" w:rsidRDefault="00850B65" w:rsidP="00850B65">
      <w:r>
        <w:t>229.3092</w:t>
      </w:r>
      <w:r>
        <w:tab/>
        <w:t>1.013e0</w:t>
      </w:r>
    </w:p>
    <w:p w:rsidR="00850B65" w:rsidRDefault="00850B65" w:rsidP="00850B65">
      <w:r>
        <w:t>229.3380</w:t>
      </w:r>
      <w:r>
        <w:tab/>
        <w:t>1.013e0</w:t>
      </w:r>
    </w:p>
    <w:p w:rsidR="00850B65" w:rsidRDefault="00850B65" w:rsidP="00850B65">
      <w:r>
        <w:t>229.3656</w:t>
      </w:r>
      <w:r>
        <w:tab/>
        <w:t>1.013e0</w:t>
      </w:r>
    </w:p>
    <w:p w:rsidR="00850B65" w:rsidRDefault="00850B65" w:rsidP="00850B65">
      <w:r>
        <w:t>229.4259</w:t>
      </w:r>
      <w:r>
        <w:tab/>
        <w:t>1.013e0</w:t>
      </w:r>
    </w:p>
    <w:p w:rsidR="00850B65" w:rsidRDefault="00850B65" w:rsidP="00850B65">
      <w:r>
        <w:lastRenderedPageBreak/>
        <w:t>229.4460</w:t>
      </w:r>
      <w:r>
        <w:tab/>
        <w:t>1.013e0</w:t>
      </w:r>
    </w:p>
    <w:p w:rsidR="00850B65" w:rsidRDefault="00850B65" w:rsidP="00850B65">
      <w:r>
        <w:t>229.4939</w:t>
      </w:r>
      <w:r>
        <w:tab/>
        <w:t>1.013e0</w:t>
      </w:r>
    </w:p>
    <w:p w:rsidR="00850B65" w:rsidRDefault="00850B65" w:rsidP="00850B65">
      <w:r>
        <w:t>229.5447</w:t>
      </w:r>
      <w:r>
        <w:tab/>
        <w:t>2.025e0</w:t>
      </w:r>
    </w:p>
    <w:p w:rsidR="00850B65" w:rsidRDefault="00850B65" w:rsidP="00850B65">
      <w:r>
        <w:t>229.5466</w:t>
      </w:r>
      <w:r>
        <w:tab/>
        <w:t>1.013e0</w:t>
      </w:r>
    </w:p>
    <w:p w:rsidR="00850B65" w:rsidRDefault="00850B65" w:rsidP="00850B65">
      <w:r>
        <w:t>229.5653</w:t>
      </w:r>
      <w:r>
        <w:tab/>
        <w:t>2.025e0</w:t>
      </w:r>
    </w:p>
    <w:p w:rsidR="00850B65" w:rsidRDefault="00850B65" w:rsidP="00850B65">
      <w:r>
        <w:t>229.5670</w:t>
      </w:r>
      <w:r>
        <w:tab/>
        <w:t>1.013e0</w:t>
      </w:r>
    </w:p>
    <w:p w:rsidR="00850B65" w:rsidRDefault="00850B65" w:rsidP="00850B65">
      <w:r>
        <w:t>229.6441</w:t>
      </w:r>
      <w:r>
        <w:tab/>
        <w:t>2.025e0</w:t>
      </w:r>
    </w:p>
    <w:p w:rsidR="00850B65" w:rsidRDefault="00850B65" w:rsidP="00850B65">
      <w:r>
        <w:t>229.7277</w:t>
      </w:r>
      <w:r>
        <w:tab/>
        <w:t>1.013e0</w:t>
      </w:r>
    </w:p>
    <w:p w:rsidR="00850B65" w:rsidRDefault="00850B65" w:rsidP="00850B65">
      <w:r>
        <w:t>229.7961</w:t>
      </w:r>
      <w:r>
        <w:tab/>
        <w:t>1.013e0</w:t>
      </w:r>
    </w:p>
    <w:p w:rsidR="00850B65" w:rsidRDefault="00850B65" w:rsidP="00850B65">
      <w:r>
        <w:t>229.8005</w:t>
      </w:r>
      <w:r>
        <w:tab/>
        <w:t>1.013e0</w:t>
      </w:r>
    </w:p>
    <w:p w:rsidR="00850B65" w:rsidRDefault="00850B65" w:rsidP="00850B65">
      <w:r>
        <w:t>229.8290</w:t>
      </w:r>
      <w:r>
        <w:tab/>
        <w:t>1.013e0</w:t>
      </w:r>
    </w:p>
    <w:p w:rsidR="00850B65" w:rsidRDefault="00850B65" w:rsidP="00850B65">
      <w:r>
        <w:t>229.8329</w:t>
      </w:r>
      <w:r>
        <w:tab/>
        <w:t>1.013e0</w:t>
      </w:r>
    </w:p>
    <w:p w:rsidR="00850B65" w:rsidRDefault="00850B65" w:rsidP="00850B65">
      <w:r>
        <w:t>229.8567</w:t>
      </w:r>
      <w:r>
        <w:tab/>
        <w:t>1.013e0</w:t>
      </w:r>
    </w:p>
    <w:p w:rsidR="00850B65" w:rsidRDefault="00850B65" w:rsidP="00850B65">
      <w:r>
        <w:t>229.9117</w:t>
      </w:r>
      <w:r>
        <w:tab/>
        <w:t>2.025e0</w:t>
      </w:r>
    </w:p>
    <w:p w:rsidR="00850B65" w:rsidRDefault="00850B65" w:rsidP="00850B65">
      <w:r>
        <w:t>229.9216</w:t>
      </w:r>
      <w:r>
        <w:tab/>
        <w:t>1.013e0</w:t>
      </w:r>
    </w:p>
    <w:p w:rsidR="00850B65" w:rsidRDefault="00850B65" w:rsidP="00850B65">
      <w:r>
        <w:t>229.9537</w:t>
      </w:r>
      <w:r>
        <w:tab/>
        <w:t>1.013e0</w:t>
      </w:r>
    </w:p>
    <w:p w:rsidR="00850B65" w:rsidRDefault="00850B65" w:rsidP="00850B65">
      <w:r>
        <w:t>229.9867</w:t>
      </w:r>
      <w:r>
        <w:tab/>
        <w:t>3.038e0</w:t>
      </w:r>
    </w:p>
    <w:p w:rsidR="00850B65" w:rsidRDefault="00850B65" w:rsidP="00850B65">
      <w:r>
        <w:t>230.0159</w:t>
      </w:r>
      <w:r>
        <w:tab/>
        <w:t>2.025e0</w:t>
      </w:r>
    </w:p>
    <w:p w:rsidR="00850B65" w:rsidRDefault="00850B65" w:rsidP="00850B65">
      <w:r>
        <w:t>230.0286</w:t>
      </w:r>
      <w:r>
        <w:tab/>
        <w:t>2.025e0</w:t>
      </w:r>
    </w:p>
    <w:p w:rsidR="00850B65" w:rsidRDefault="00850B65" w:rsidP="00850B65">
      <w:r>
        <w:lastRenderedPageBreak/>
        <w:t>230.0578</w:t>
      </w:r>
      <w:r>
        <w:tab/>
        <w:t>4.051e0</w:t>
      </w:r>
    </w:p>
    <w:p w:rsidR="00850B65" w:rsidRDefault="00850B65" w:rsidP="00850B65">
      <w:r>
        <w:t>230.0618</w:t>
      </w:r>
      <w:r>
        <w:tab/>
        <w:t>3.038e0</w:t>
      </w:r>
    </w:p>
    <w:p w:rsidR="00850B65" w:rsidRDefault="00850B65" w:rsidP="00850B65">
      <w:r>
        <w:t>230.0635</w:t>
      </w:r>
      <w:r>
        <w:tab/>
        <w:t>7.089e0</w:t>
      </w:r>
    </w:p>
    <w:p w:rsidR="00850B65" w:rsidRDefault="00850B65" w:rsidP="00850B65">
      <w:r>
        <w:t>230.0948</w:t>
      </w:r>
      <w:r>
        <w:tab/>
        <w:t>1.013e0</w:t>
      </w:r>
    </w:p>
    <w:p w:rsidR="00850B65" w:rsidRDefault="00850B65" w:rsidP="00850B65">
      <w:r>
        <w:t>230.1212</w:t>
      </w:r>
      <w:r>
        <w:tab/>
        <w:t>2.025e0</w:t>
      </w:r>
    </w:p>
    <w:p w:rsidR="00850B65" w:rsidRDefault="00850B65" w:rsidP="00850B65">
      <w:r>
        <w:t>230.1310</w:t>
      </w:r>
      <w:r>
        <w:tab/>
        <w:t>1.013e0</w:t>
      </w:r>
    </w:p>
    <w:p w:rsidR="00850B65" w:rsidRDefault="00850B65" w:rsidP="00850B65">
      <w:r>
        <w:t>230.1425</w:t>
      </w:r>
      <w:r>
        <w:tab/>
        <w:t>2.025e0</w:t>
      </w:r>
    </w:p>
    <w:p w:rsidR="00850B65" w:rsidRDefault="00850B65" w:rsidP="00850B65">
      <w:r>
        <w:t>230.1597</w:t>
      </w:r>
      <w:r>
        <w:tab/>
        <w:t>1.013e0</w:t>
      </w:r>
    </w:p>
    <w:p w:rsidR="00850B65" w:rsidRDefault="00850B65" w:rsidP="00850B65">
      <w:r>
        <w:t>230.1914</w:t>
      </w:r>
      <w:r>
        <w:tab/>
        <w:t>1.013e0</w:t>
      </w:r>
    </w:p>
    <w:p w:rsidR="00850B65" w:rsidRDefault="00850B65" w:rsidP="00850B65">
      <w:r>
        <w:t>230.2117</w:t>
      </w:r>
      <w:r>
        <w:tab/>
        <w:t>1.013e0</w:t>
      </w:r>
    </w:p>
    <w:p w:rsidR="00850B65" w:rsidRDefault="00850B65" w:rsidP="00850B65">
      <w:r>
        <w:t>230.2401</w:t>
      </w:r>
      <w:r>
        <w:tab/>
        <w:t>2.025e0</w:t>
      </w:r>
    </w:p>
    <w:p w:rsidR="00850B65" w:rsidRDefault="00850B65" w:rsidP="00850B65">
      <w:r>
        <w:t>230.3005</w:t>
      </w:r>
      <w:r>
        <w:tab/>
        <w:t>1.013e0</w:t>
      </w:r>
    </w:p>
    <w:p w:rsidR="00850B65" w:rsidRDefault="00850B65" w:rsidP="00850B65">
      <w:r>
        <w:t>230.3215</w:t>
      </w:r>
      <w:r>
        <w:tab/>
        <w:t>2.025e0</w:t>
      </w:r>
    </w:p>
    <w:p w:rsidR="00850B65" w:rsidRDefault="00850B65" w:rsidP="00850B65">
      <w:r>
        <w:t>230.3454</w:t>
      </w:r>
      <w:r>
        <w:tab/>
        <w:t>1.013e0</w:t>
      </w:r>
    </w:p>
    <w:p w:rsidR="00850B65" w:rsidRDefault="00850B65" w:rsidP="00850B65">
      <w:r>
        <w:t>230.3725</w:t>
      </w:r>
      <w:r>
        <w:tab/>
        <w:t>1.013e0</w:t>
      </w:r>
    </w:p>
    <w:p w:rsidR="00850B65" w:rsidRDefault="00850B65" w:rsidP="00850B65">
      <w:r>
        <w:t>230.3980</w:t>
      </w:r>
      <w:r>
        <w:tab/>
        <w:t>1.013e0</w:t>
      </w:r>
    </w:p>
    <w:p w:rsidR="00850B65" w:rsidRDefault="00850B65" w:rsidP="00850B65">
      <w:r>
        <w:t>230.4135</w:t>
      </w:r>
      <w:r>
        <w:tab/>
        <w:t>1.013e0</w:t>
      </w:r>
    </w:p>
    <w:p w:rsidR="00850B65" w:rsidRDefault="00850B65" w:rsidP="00850B65">
      <w:r>
        <w:t>230.4214</w:t>
      </w:r>
      <w:r>
        <w:tab/>
        <w:t>2.025e0</w:t>
      </w:r>
    </w:p>
    <w:p w:rsidR="00850B65" w:rsidRDefault="00850B65" w:rsidP="00850B65">
      <w:r>
        <w:t>230.4544</w:t>
      </w:r>
      <w:r>
        <w:tab/>
        <w:t>1.013e0</w:t>
      </w:r>
    </w:p>
    <w:p w:rsidR="00850B65" w:rsidRDefault="00850B65" w:rsidP="00850B65">
      <w:r>
        <w:lastRenderedPageBreak/>
        <w:t>230.5228</w:t>
      </w:r>
      <w:r>
        <w:tab/>
        <w:t>2.025e0</w:t>
      </w:r>
    </w:p>
    <w:p w:rsidR="00850B65" w:rsidRDefault="00850B65" w:rsidP="00850B65">
      <w:r>
        <w:t>230.5585</w:t>
      </w:r>
      <w:r>
        <w:tab/>
        <w:t>1.013e0</w:t>
      </w:r>
    </w:p>
    <w:p w:rsidR="00850B65" w:rsidRDefault="00850B65" w:rsidP="00850B65">
      <w:r>
        <w:t>230.5627</w:t>
      </w:r>
      <w:r>
        <w:tab/>
        <w:t>3.038e0</w:t>
      </w:r>
    </w:p>
    <w:p w:rsidR="00850B65" w:rsidRDefault="00850B65" w:rsidP="00850B65">
      <w:r>
        <w:t>230.5715</w:t>
      </w:r>
      <w:r>
        <w:tab/>
        <w:t>1.013e0</w:t>
      </w:r>
    </w:p>
    <w:p w:rsidR="00850B65" w:rsidRDefault="00850B65" w:rsidP="00850B65">
      <w:r>
        <w:t>230.5988</w:t>
      </w:r>
      <w:r>
        <w:tab/>
        <w:t>1.013e0</w:t>
      </w:r>
    </w:p>
    <w:p w:rsidR="00850B65" w:rsidRDefault="00850B65" w:rsidP="00850B65">
      <w:r>
        <w:t>230.6076</w:t>
      </w:r>
      <w:r>
        <w:tab/>
        <w:t>2.025e0</w:t>
      </w:r>
    </w:p>
    <w:p w:rsidR="00850B65" w:rsidRDefault="00850B65" w:rsidP="00850B65">
      <w:r>
        <w:t>230.6297</w:t>
      </w:r>
      <w:r>
        <w:tab/>
        <w:t>2.025e0</w:t>
      </w:r>
    </w:p>
    <w:p w:rsidR="00850B65" w:rsidRDefault="00850B65" w:rsidP="00850B65">
      <w:r>
        <w:t>230.6398</w:t>
      </w:r>
      <w:r>
        <w:tab/>
        <w:t>2.025e0</w:t>
      </w:r>
    </w:p>
    <w:p w:rsidR="00850B65" w:rsidRDefault="00850B65" w:rsidP="00850B65">
      <w:r>
        <w:t>230.7041</w:t>
      </w:r>
      <w:r>
        <w:tab/>
        <w:t>1.013e0</w:t>
      </w:r>
    </w:p>
    <w:p w:rsidR="00850B65" w:rsidRDefault="00850B65" w:rsidP="00850B65">
      <w:r>
        <w:t>230.7238</w:t>
      </w:r>
      <w:r>
        <w:tab/>
        <w:t>2.025e0</w:t>
      </w:r>
    </w:p>
    <w:p w:rsidR="00850B65" w:rsidRDefault="00850B65" w:rsidP="00850B65">
      <w:r>
        <w:t>230.7396</w:t>
      </w:r>
      <w:r>
        <w:tab/>
        <w:t>2.025e0</w:t>
      </w:r>
    </w:p>
    <w:p w:rsidR="00850B65" w:rsidRDefault="00850B65" w:rsidP="00850B65">
      <w:r>
        <w:t>230.8015</w:t>
      </w:r>
      <w:r>
        <w:tab/>
        <w:t>1.013e0</w:t>
      </w:r>
    </w:p>
    <w:p w:rsidR="00850B65" w:rsidRDefault="00850B65" w:rsidP="00850B65">
      <w:r>
        <w:t>230.8057</w:t>
      </w:r>
      <w:r>
        <w:tab/>
        <w:t>1.013e0</w:t>
      </w:r>
    </w:p>
    <w:p w:rsidR="00850B65" w:rsidRDefault="00850B65" w:rsidP="00850B65">
      <w:r>
        <w:t>230.8328</w:t>
      </w:r>
      <w:r>
        <w:tab/>
        <w:t>1.013e0</w:t>
      </w:r>
    </w:p>
    <w:p w:rsidR="00850B65" w:rsidRDefault="00850B65" w:rsidP="00850B65">
      <w:r>
        <w:t>230.8970</w:t>
      </w:r>
      <w:r>
        <w:tab/>
        <w:t>1.013e0</w:t>
      </w:r>
    </w:p>
    <w:p w:rsidR="00850B65" w:rsidRDefault="00850B65" w:rsidP="00850B65">
      <w:r>
        <w:t>230.9014</w:t>
      </w:r>
      <w:r>
        <w:tab/>
        <w:t>1.013e0</w:t>
      </w:r>
    </w:p>
    <w:p w:rsidR="00850B65" w:rsidRDefault="00850B65" w:rsidP="00850B65">
      <w:r>
        <w:t>230.9459</w:t>
      </w:r>
      <w:r>
        <w:tab/>
        <w:t>1.013e0</w:t>
      </w:r>
    </w:p>
    <w:p w:rsidR="00850B65" w:rsidRDefault="00850B65" w:rsidP="00850B65">
      <w:r>
        <w:t>231.0359</w:t>
      </w:r>
      <w:r>
        <w:tab/>
        <w:t>1.013e0</w:t>
      </w:r>
    </w:p>
    <w:p w:rsidR="00850B65" w:rsidRDefault="00850B65" w:rsidP="00850B65">
      <w:r>
        <w:t>231.0397</w:t>
      </w:r>
      <w:r>
        <w:tab/>
        <w:t>1.013e0</w:t>
      </w:r>
    </w:p>
    <w:p w:rsidR="00850B65" w:rsidRDefault="00850B65" w:rsidP="00850B65">
      <w:r>
        <w:lastRenderedPageBreak/>
        <w:t>231.0591</w:t>
      </w:r>
      <w:r>
        <w:tab/>
        <w:t>2.025e0</w:t>
      </w:r>
    </w:p>
    <w:p w:rsidR="00850B65" w:rsidRDefault="00850B65" w:rsidP="00850B65">
      <w:r>
        <w:t>231.0630</w:t>
      </w:r>
      <w:r>
        <w:tab/>
        <w:t>1.013e0</w:t>
      </w:r>
    </w:p>
    <w:p w:rsidR="00850B65" w:rsidRDefault="00850B65" w:rsidP="00850B65">
      <w:r>
        <w:t>231.0836</w:t>
      </w:r>
      <w:r>
        <w:tab/>
        <w:t>3.038e0</w:t>
      </w:r>
    </w:p>
    <w:p w:rsidR="00850B65" w:rsidRDefault="00850B65" w:rsidP="00850B65">
      <w:r>
        <w:t>231.0925</w:t>
      </w:r>
      <w:r>
        <w:tab/>
        <w:t>2.025e0</w:t>
      </w:r>
    </w:p>
    <w:p w:rsidR="00850B65" w:rsidRDefault="00850B65" w:rsidP="00850B65">
      <w:r>
        <w:t>231.0983</w:t>
      </w:r>
      <w:r>
        <w:tab/>
        <w:t>2.025e0</w:t>
      </w:r>
    </w:p>
    <w:p w:rsidR="00850B65" w:rsidRDefault="00850B65" w:rsidP="00850B65">
      <w:r>
        <w:t>231.1119</w:t>
      </w:r>
      <w:r>
        <w:tab/>
        <w:t>8.101e0</w:t>
      </w:r>
    </w:p>
    <w:p w:rsidR="00850B65" w:rsidRDefault="00850B65" w:rsidP="00850B65">
      <w:r>
        <w:t>231.1157</w:t>
      </w:r>
      <w:r>
        <w:tab/>
        <w:t>1.013e0</w:t>
      </w:r>
    </w:p>
    <w:p w:rsidR="00850B65" w:rsidRDefault="00850B65" w:rsidP="00850B65">
      <w:r>
        <w:t>231.1176</w:t>
      </w:r>
      <w:r>
        <w:tab/>
        <w:t>2.025e0</w:t>
      </w:r>
    </w:p>
    <w:p w:rsidR="00850B65" w:rsidRDefault="00850B65" w:rsidP="00850B65">
      <w:r>
        <w:t>231.1568</w:t>
      </w:r>
      <w:r>
        <w:tab/>
        <w:t>2.025e0</w:t>
      </w:r>
    </w:p>
    <w:p w:rsidR="00850B65" w:rsidRDefault="00850B65" w:rsidP="00850B65">
      <w:r>
        <w:t>231.1654</w:t>
      </w:r>
      <w:r>
        <w:tab/>
        <w:t>3.038e0</w:t>
      </w:r>
    </w:p>
    <w:p w:rsidR="00850B65" w:rsidRDefault="00850B65" w:rsidP="00850B65">
      <w:r>
        <w:t>231.2056</w:t>
      </w:r>
      <w:r>
        <w:tab/>
        <w:t>1.013e0</w:t>
      </w:r>
    </w:p>
    <w:p w:rsidR="00850B65" w:rsidRDefault="00850B65" w:rsidP="00850B65">
      <w:r>
        <w:t>231.2289</w:t>
      </w:r>
      <w:r>
        <w:tab/>
        <w:t>1.013e0</w:t>
      </w:r>
    </w:p>
    <w:p w:rsidR="00850B65" w:rsidRDefault="00850B65" w:rsidP="00850B65">
      <w:r>
        <w:t>231.2458</w:t>
      </w:r>
      <w:r>
        <w:tab/>
        <w:t>3.038e0</w:t>
      </w:r>
    </w:p>
    <w:p w:rsidR="00850B65" w:rsidRDefault="00850B65" w:rsidP="00850B65">
      <w:r>
        <w:t>231.2534</w:t>
      </w:r>
      <w:r>
        <w:tab/>
        <w:t>1.013e0</w:t>
      </w:r>
    </w:p>
    <w:p w:rsidR="00850B65" w:rsidRDefault="00850B65" w:rsidP="00850B65">
      <w:r>
        <w:t>231.2738</w:t>
      </w:r>
      <w:r>
        <w:tab/>
        <w:t>1.013e0</w:t>
      </w:r>
    </w:p>
    <w:p w:rsidR="00850B65" w:rsidRDefault="00850B65" w:rsidP="00850B65">
      <w:r>
        <w:t>231.2970</w:t>
      </w:r>
      <w:r>
        <w:tab/>
        <w:t>1.013e0</w:t>
      </w:r>
    </w:p>
    <w:p w:rsidR="00850B65" w:rsidRDefault="00850B65" w:rsidP="00850B65">
      <w:r>
        <w:t>231.3266</w:t>
      </w:r>
      <w:r>
        <w:tab/>
        <w:t>1.013e0</w:t>
      </w:r>
    </w:p>
    <w:p w:rsidR="00850B65" w:rsidRDefault="00850B65" w:rsidP="00850B65">
      <w:r>
        <w:t>231.3382</w:t>
      </w:r>
      <w:r>
        <w:tab/>
        <w:t>1.013e0</w:t>
      </w:r>
    </w:p>
    <w:p w:rsidR="00850B65" w:rsidRDefault="00850B65" w:rsidP="00850B65">
      <w:r>
        <w:t>231.4231</w:t>
      </w:r>
      <w:r>
        <w:tab/>
        <w:t>1.013e0</w:t>
      </w:r>
    </w:p>
    <w:p w:rsidR="00850B65" w:rsidRDefault="00850B65" w:rsidP="00850B65">
      <w:r>
        <w:lastRenderedPageBreak/>
        <w:t>231.4288</w:t>
      </w:r>
      <w:r>
        <w:tab/>
        <w:t>2.025e0</w:t>
      </w:r>
    </w:p>
    <w:p w:rsidR="00850B65" w:rsidRDefault="00850B65" w:rsidP="00850B65">
      <w:r>
        <w:t>231.5459</w:t>
      </w:r>
      <w:r>
        <w:tab/>
        <w:t>3.038e0</w:t>
      </w:r>
    </w:p>
    <w:p w:rsidR="00850B65" w:rsidRDefault="00850B65" w:rsidP="00850B65">
      <w:r>
        <w:t>231.5686</w:t>
      </w:r>
      <w:r>
        <w:tab/>
        <w:t>3.038e0</w:t>
      </w:r>
    </w:p>
    <w:p w:rsidR="00850B65" w:rsidRDefault="00850B65" w:rsidP="00850B65">
      <w:r>
        <w:t>231.5725</w:t>
      </w:r>
      <w:r>
        <w:tab/>
        <w:t>1.013e0</w:t>
      </w:r>
    </w:p>
    <w:p w:rsidR="00850B65" w:rsidRDefault="00850B65" w:rsidP="00850B65">
      <w:r>
        <w:t>231.6059</w:t>
      </w:r>
      <w:r>
        <w:tab/>
        <w:t>1.013e0</w:t>
      </w:r>
    </w:p>
    <w:p w:rsidR="00850B65" w:rsidRDefault="00850B65" w:rsidP="00850B65">
      <w:r>
        <w:t>231.6479</w:t>
      </w:r>
      <w:r>
        <w:tab/>
        <w:t>2.025e0</w:t>
      </w:r>
    </w:p>
    <w:p w:rsidR="00850B65" w:rsidRDefault="00850B65" w:rsidP="00850B65">
      <w:r>
        <w:t>231.6538</w:t>
      </w:r>
      <w:r>
        <w:tab/>
        <w:t>1.013e0</w:t>
      </w:r>
    </w:p>
    <w:p w:rsidR="00850B65" w:rsidRDefault="00850B65" w:rsidP="00850B65">
      <w:r>
        <w:t>231.7346</w:t>
      </w:r>
      <w:r>
        <w:tab/>
        <w:t>1.013e0</w:t>
      </w:r>
    </w:p>
    <w:p w:rsidR="00850B65" w:rsidRDefault="00850B65" w:rsidP="00850B65">
      <w:r>
        <w:t>231.7874</w:t>
      </w:r>
      <w:r>
        <w:tab/>
        <w:t>2.025e0</w:t>
      </w:r>
    </w:p>
    <w:p w:rsidR="00850B65" w:rsidRDefault="00850B65" w:rsidP="00850B65">
      <w:r>
        <w:t>231.8498</w:t>
      </w:r>
      <w:r>
        <w:tab/>
        <w:t>2.025e0</w:t>
      </w:r>
    </w:p>
    <w:p w:rsidR="00850B65" w:rsidRDefault="00850B65" w:rsidP="00850B65">
      <w:r>
        <w:t>231.8717</w:t>
      </w:r>
      <w:r>
        <w:tab/>
        <w:t>1.013e0</w:t>
      </w:r>
    </w:p>
    <w:p w:rsidR="00850B65" w:rsidRDefault="00850B65" w:rsidP="00850B65">
      <w:r>
        <w:t>231.8968</w:t>
      </w:r>
      <w:r>
        <w:tab/>
        <w:t>2.025e0</w:t>
      </w:r>
    </w:p>
    <w:p w:rsidR="00850B65" w:rsidRDefault="00850B65" w:rsidP="00850B65">
      <w:r>
        <w:t>231.9240</w:t>
      </w:r>
      <w:r>
        <w:tab/>
        <w:t>1.013e0</w:t>
      </w:r>
    </w:p>
    <w:p w:rsidR="00850B65" w:rsidRDefault="00850B65" w:rsidP="00850B65">
      <w:r>
        <w:t>232.0056</w:t>
      </w:r>
      <w:r>
        <w:tab/>
        <w:t>2.025e0</w:t>
      </w:r>
    </w:p>
    <w:p w:rsidR="00850B65" w:rsidRDefault="00850B65" w:rsidP="00850B65">
      <w:r>
        <w:t>232.0077</w:t>
      </w:r>
      <w:r>
        <w:tab/>
        <w:t>4.051e0</w:t>
      </w:r>
    </w:p>
    <w:p w:rsidR="00850B65" w:rsidRDefault="00850B65" w:rsidP="00850B65">
      <w:r>
        <w:t>232.0179</w:t>
      </w:r>
      <w:r>
        <w:tab/>
        <w:t>5.063e0</w:t>
      </w:r>
    </w:p>
    <w:p w:rsidR="00850B65" w:rsidRDefault="00850B65" w:rsidP="00850B65">
      <w:r>
        <w:t>232.0784</w:t>
      </w:r>
      <w:r>
        <w:tab/>
        <w:t>1.013e0</w:t>
      </w:r>
    </w:p>
    <w:p w:rsidR="00850B65" w:rsidRDefault="00850B65" w:rsidP="00850B65">
      <w:r>
        <w:t>232.0823</w:t>
      </w:r>
      <w:r>
        <w:tab/>
        <w:t>1.013e0</w:t>
      </w:r>
    </w:p>
    <w:p w:rsidR="00850B65" w:rsidRDefault="00850B65" w:rsidP="00850B65">
      <w:r>
        <w:t>232.1072</w:t>
      </w:r>
      <w:r>
        <w:tab/>
        <w:t>1.013e0</w:t>
      </w:r>
    </w:p>
    <w:p w:rsidR="00850B65" w:rsidRDefault="00850B65" w:rsidP="00850B65">
      <w:r>
        <w:lastRenderedPageBreak/>
        <w:t>232.1273</w:t>
      </w:r>
      <w:r>
        <w:tab/>
        <w:t>4.051e0</w:t>
      </w:r>
    </w:p>
    <w:p w:rsidR="00850B65" w:rsidRDefault="00850B65" w:rsidP="00850B65">
      <w:r>
        <w:t>232.1614</w:t>
      </w:r>
      <w:r>
        <w:tab/>
        <w:t>2.025e0</w:t>
      </w:r>
    </w:p>
    <w:p w:rsidR="00850B65" w:rsidRDefault="00850B65" w:rsidP="00850B65">
      <w:r>
        <w:t>232.1711</w:t>
      </w:r>
      <w:r>
        <w:tab/>
        <w:t>2.025e0</w:t>
      </w:r>
    </w:p>
    <w:p w:rsidR="00850B65" w:rsidRDefault="00850B65" w:rsidP="00850B65">
      <w:r>
        <w:t>232.1801</w:t>
      </w:r>
      <w:r>
        <w:tab/>
        <w:t>1.013e0</w:t>
      </w:r>
    </w:p>
    <w:p w:rsidR="00850B65" w:rsidRDefault="00850B65" w:rsidP="00850B65">
      <w:r>
        <w:t>232.2033</w:t>
      </w:r>
      <w:r>
        <w:tab/>
        <w:t>1.013e0</w:t>
      </w:r>
    </w:p>
    <w:p w:rsidR="00850B65" w:rsidRDefault="00850B65" w:rsidP="00850B65">
      <w:r>
        <w:t>232.2225</w:t>
      </w:r>
      <w:r>
        <w:tab/>
        <w:t>2.025e0</w:t>
      </w:r>
    </w:p>
    <w:p w:rsidR="00850B65" w:rsidRDefault="00850B65" w:rsidP="00850B65">
      <w:r>
        <w:t>232.3129</w:t>
      </w:r>
      <w:r>
        <w:tab/>
        <w:t>1.013e0</w:t>
      </w:r>
    </w:p>
    <w:p w:rsidR="00850B65" w:rsidRDefault="00850B65" w:rsidP="00850B65">
      <w:r>
        <w:t>232.3540</w:t>
      </w:r>
      <w:r>
        <w:tab/>
        <w:t>1.013e0</w:t>
      </w:r>
    </w:p>
    <w:p w:rsidR="00850B65" w:rsidRDefault="00850B65" w:rsidP="00850B65">
      <w:r>
        <w:t>232.3695</w:t>
      </w:r>
      <w:r>
        <w:tab/>
        <w:t>1.013e0</w:t>
      </w:r>
    </w:p>
    <w:p w:rsidR="00850B65" w:rsidRDefault="00850B65" w:rsidP="00850B65">
      <w:r>
        <w:t>232.4477</w:t>
      </w:r>
      <w:r>
        <w:tab/>
        <w:t>1.013e0</w:t>
      </w:r>
    </w:p>
    <w:p w:rsidR="00850B65" w:rsidRDefault="00850B65" w:rsidP="00850B65">
      <w:r>
        <w:t>232.5280</w:t>
      </w:r>
      <w:r>
        <w:tab/>
        <w:t>1.013e0</w:t>
      </w:r>
    </w:p>
    <w:p w:rsidR="00850B65" w:rsidRDefault="00850B65" w:rsidP="00850B65">
      <w:r>
        <w:t>232.6864</w:t>
      </w:r>
      <w:r>
        <w:tab/>
        <w:t>1.013e0</w:t>
      </w:r>
    </w:p>
    <w:p w:rsidR="00850B65" w:rsidRDefault="00850B65" w:rsidP="00850B65">
      <w:r>
        <w:t>232.7274</w:t>
      </w:r>
      <w:r>
        <w:tab/>
        <w:t>1.013e0</w:t>
      </w:r>
    </w:p>
    <w:p w:rsidR="00850B65" w:rsidRDefault="00850B65" w:rsidP="00850B65">
      <w:r>
        <w:t>232.7549</w:t>
      </w:r>
      <w:r>
        <w:tab/>
        <w:t>1.013e0</w:t>
      </w:r>
    </w:p>
    <w:p w:rsidR="00850B65" w:rsidRDefault="00850B65" w:rsidP="00850B65">
      <w:r>
        <w:t>232.7999</w:t>
      </w:r>
      <w:r>
        <w:tab/>
        <w:t>1.013e0</w:t>
      </w:r>
    </w:p>
    <w:p w:rsidR="00850B65" w:rsidRDefault="00850B65" w:rsidP="00850B65">
      <w:r>
        <w:t>232.8324</w:t>
      </w:r>
      <w:r>
        <w:tab/>
        <w:t>1.013e0</w:t>
      </w:r>
    </w:p>
    <w:p w:rsidR="00850B65" w:rsidRDefault="00850B65" w:rsidP="00850B65">
      <w:r>
        <w:t>232.8683</w:t>
      </w:r>
      <w:r>
        <w:tab/>
        <w:t>1.013e0</w:t>
      </w:r>
    </w:p>
    <w:p w:rsidR="00850B65" w:rsidRDefault="00850B65" w:rsidP="00850B65">
      <w:r>
        <w:t>232.9055</w:t>
      </w:r>
      <w:r>
        <w:tab/>
        <w:t>1.013e0</w:t>
      </w:r>
    </w:p>
    <w:p w:rsidR="00850B65" w:rsidRDefault="00850B65" w:rsidP="00850B65">
      <w:r>
        <w:t>232.9546</w:t>
      </w:r>
      <w:r>
        <w:tab/>
        <w:t>1.013e0</w:t>
      </w:r>
    </w:p>
    <w:p w:rsidR="00850B65" w:rsidRDefault="00850B65" w:rsidP="00850B65">
      <w:r>
        <w:lastRenderedPageBreak/>
        <w:t>232.9740</w:t>
      </w:r>
      <w:r>
        <w:tab/>
        <w:t>1.013e0</w:t>
      </w:r>
    </w:p>
    <w:p w:rsidR="00850B65" w:rsidRDefault="00850B65" w:rsidP="00850B65">
      <w:r>
        <w:t>233.0043</w:t>
      </w:r>
      <w:r>
        <w:tab/>
        <w:t>7.089e0</w:t>
      </w:r>
    </w:p>
    <w:p w:rsidR="00850B65" w:rsidRDefault="00850B65" w:rsidP="00850B65">
      <w:r>
        <w:t>233.0346</w:t>
      </w:r>
      <w:r>
        <w:tab/>
        <w:t>1.013e0</w:t>
      </w:r>
    </w:p>
    <w:p w:rsidR="00850B65" w:rsidRDefault="00850B65" w:rsidP="00850B65">
      <w:r>
        <w:t>233.0739</w:t>
      </w:r>
      <w:r>
        <w:tab/>
        <w:t>2.025e0</w:t>
      </w:r>
    </w:p>
    <w:p w:rsidR="00850B65" w:rsidRDefault="00850B65" w:rsidP="00850B65">
      <w:r>
        <w:t>233.0758</w:t>
      </w:r>
      <w:r>
        <w:tab/>
        <w:t>3.038e0</w:t>
      </w:r>
    </w:p>
    <w:p w:rsidR="00850B65" w:rsidRDefault="00850B65" w:rsidP="00850B65">
      <w:r>
        <w:t>233.0836</w:t>
      </w:r>
      <w:r>
        <w:tab/>
        <w:t>1.013e0</w:t>
      </w:r>
    </w:p>
    <w:p w:rsidR="00850B65" w:rsidRDefault="00850B65" w:rsidP="00850B65">
      <w:r>
        <w:t>233.0984</w:t>
      </w:r>
      <w:r>
        <w:tab/>
        <w:t>3.038e0</w:t>
      </w:r>
    </w:p>
    <w:p w:rsidR="00850B65" w:rsidRDefault="00850B65" w:rsidP="00850B65">
      <w:r>
        <w:t>233.1345</w:t>
      </w:r>
      <w:r>
        <w:tab/>
        <w:t>2.025e0</w:t>
      </w:r>
    </w:p>
    <w:p w:rsidR="00850B65" w:rsidRDefault="00850B65" w:rsidP="00850B65">
      <w:r>
        <w:t>233.1364</w:t>
      </w:r>
      <w:r>
        <w:tab/>
        <w:t>1.013e0</w:t>
      </w:r>
    </w:p>
    <w:p w:rsidR="00850B65" w:rsidRDefault="00850B65" w:rsidP="00850B65">
      <w:r>
        <w:t>233.1442</w:t>
      </w:r>
      <w:r>
        <w:tab/>
        <w:t>1.013e0</w:t>
      </w:r>
    </w:p>
    <w:p w:rsidR="00850B65" w:rsidRDefault="00850B65" w:rsidP="00850B65">
      <w:r>
        <w:t>233.1617</w:t>
      </w:r>
      <w:r>
        <w:tab/>
        <w:t>4.051e0</w:t>
      </w:r>
    </w:p>
    <w:p w:rsidR="00850B65" w:rsidRDefault="00850B65" w:rsidP="00850B65">
      <w:r>
        <w:t>233.2048</w:t>
      </w:r>
      <w:r>
        <w:tab/>
        <w:t>1.013e0</w:t>
      </w:r>
    </w:p>
    <w:p w:rsidR="00850B65" w:rsidRDefault="00850B65" w:rsidP="00850B65">
      <w:r>
        <w:t>233.2132</w:t>
      </w:r>
      <w:r>
        <w:tab/>
        <w:t>1.013e0</w:t>
      </w:r>
    </w:p>
    <w:p w:rsidR="00850B65" w:rsidRDefault="00850B65" w:rsidP="00850B65">
      <w:r>
        <w:t>233.3028</w:t>
      </w:r>
      <w:r>
        <w:tab/>
        <w:t>1.013e0</w:t>
      </w:r>
    </w:p>
    <w:p w:rsidR="00850B65" w:rsidRDefault="00850B65" w:rsidP="00850B65">
      <w:r>
        <w:t>233.3180</w:t>
      </w:r>
      <w:r>
        <w:tab/>
        <w:t>3.038e0</w:t>
      </w:r>
    </w:p>
    <w:p w:rsidR="00850B65" w:rsidRDefault="00850B65" w:rsidP="00850B65">
      <w:r>
        <w:t>233.3315</w:t>
      </w:r>
      <w:r>
        <w:tab/>
        <w:t>1.013e0</w:t>
      </w:r>
    </w:p>
    <w:p w:rsidR="00850B65" w:rsidRDefault="00850B65" w:rsidP="00850B65">
      <w:r>
        <w:t>233.4164</w:t>
      </w:r>
      <w:r>
        <w:tab/>
        <w:t>1.013e0</w:t>
      </w:r>
    </w:p>
    <w:p w:rsidR="00850B65" w:rsidRDefault="00850B65" w:rsidP="00850B65">
      <w:r>
        <w:t>233.4241</w:t>
      </w:r>
      <w:r>
        <w:tab/>
        <w:t>1.013e0</w:t>
      </w:r>
    </w:p>
    <w:p w:rsidR="00850B65" w:rsidRDefault="00850B65" w:rsidP="00850B65">
      <w:r>
        <w:t>233.4323</w:t>
      </w:r>
      <w:r>
        <w:tab/>
        <w:t>1.013e0</w:t>
      </w:r>
    </w:p>
    <w:p w:rsidR="00850B65" w:rsidRDefault="00850B65" w:rsidP="00850B65">
      <w:r>
        <w:lastRenderedPageBreak/>
        <w:t>233.4770</w:t>
      </w:r>
      <w:r>
        <w:tab/>
        <w:t>1.013e0</w:t>
      </w:r>
    </w:p>
    <w:p w:rsidR="00850B65" w:rsidRDefault="00850B65" w:rsidP="00850B65">
      <w:r>
        <w:t>233.5066</w:t>
      </w:r>
      <w:r>
        <w:tab/>
        <w:t>1.013e0</w:t>
      </w:r>
    </w:p>
    <w:p w:rsidR="00850B65" w:rsidRDefault="00850B65" w:rsidP="00850B65">
      <w:r>
        <w:t>233.5337</w:t>
      </w:r>
      <w:r>
        <w:tab/>
        <w:t>1.013e0</w:t>
      </w:r>
    </w:p>
    <w:p w:rsidR="00850B65" w:rsidRDefault="00850B65" w:rsidP="00850B65">
      <w:r>
        <w:t>233.5828</w:t>
      </w:r>
      <w:r>
        <w:tab/>
        <w:t>2.025e0</w:t>
      </w:r>
    </w:p>
    <w:p w:rsidR="00850B65" w:rsidRDefault="00850B65" w:rsidP="00850B65">
      <w:r>
        <w:t>233.6434</w:t>
      </w:r>
      <w:r>
        <w:tab/>
        <w:t>2.025e0</w:t>
      </w:r>
    </w:p>
    <w:p w:rsidR="00850B65" w:rsidRDefault="00850B65" w:rsidP="00850B65">
      <w:r>
        <w:t>233.6472</w:t>
      </w:r>
      <w:r>
        <w:tab/>
        <w:t>1.013e0</w:t>
      </w:r>
    </w:p>
    <w:p w:rsidR="00850B65" w:rsidRDefault="00850B65" w:rsidP="00850B65">
      <w:r>
        <w:t>233.6648</w:t>
      </w:r>
      <w:r>
        <w:tab/>
        <w:t>1.013e0</w:t>
      </w:r>
    </w:p>
    <w:p w:rsidR="00850B65" w:rsidRDefault="00850B65" w:rsidP="00850B65">
      <w:r>
        <w:t>233.7203</w:t>
      </w:r>
      <w:r>
        <w:tab/>
        <w:t>2.025e0</w:t>
      </w:r>
    </w:p>
    <w:p w:rsidR="00850B65" w:rsidRDefault="00850B65" w:rsidP="00850B65">
      <w:r>
        <w:t>233.7298</w:t>
      </w:r>
      <w:r>
        <w:tab/>
        <w:t>1.013e0</w:t>
      </w:r>
    </w:p>
    <w:p w:rsidR="00850B65" w:rsidRDefault="00850B65" w:rsidP="00850B65">
      <w:r>
        <w:t>233.8433</w:t>
      </w:r>
      <w:r>
        <w:tab/>
        <w:t>1.013e0</w:t>
      </w:r>
    </w:p>
    <w:p w:rsidR="00850B65" w:rsidRDefault="00850B65" w:rsidP="00850B65">
      <w:r>
        <w:t>233.9001</w:t>
      </w:r>
      <w:r>
        <w:tab/>
        <w:t>2.025e0</w:t>
      </w:r>
    </w:p>
    <w:p w:rsidR="00850B65" w:rsidRDefault="00850B65" w:rsidP="00850B65">
      <w:r>
        <w:t>233.9370</w:t>
      </w:r>
      <w:r>
        <w:tab/>
        <w:t>1.013e0</w:t>
      </w:r>
    </w:p>
    <w:p w:rsidR="00850B65" w:rsidRDefault="00850B65" w:rsidP="00850B65">
      <w:r>
        <w:t>233.9570</w:t>
      </w:r>
      <w:r>
        <w:tab/>
        <w:t>1.013e0</w:t>
      </w:r>
    </w:p>
    <w:p w:rsidR="00850B65" w:rsidRDefault="00850B65" w:rsidP="00850B65">
      <w:r>
        <w:t>233.9765</w:t>
      </w:r>
      <w:r>
        <w:tab/>
        <w:t>1.013e0</w:t>
      </w:r>
    </w:p>
    <w:p w:rsidR="00850B65" w:rsidRDefault="00850B65" w:rsidP="00850B65">
      <w:r>
        <w:t>233.9969</w:t>
      </w:r>
      <w:r>
        <w:tab/>
        <w:t>2.025e0</w:t>
      </w:r>
    </w:p>
    <w:p w:rsidR="00850B65" w:rsidRDefault="00850B65" w:rsidP="00850B65">
      <w:r>
        <w:t>234.0157</w:t>
      </w:r>
      <w:r>
        <w:tab/>
        <w:t>2.025e0</w:t>
      </w:r>
    </w:p>
    <w:p w:rsidR="00850B65" w:rsidRDefault="00850B65" w:rsidP="00850B65">
      <w:r>
        <w:t>234.0254</w:t>
      </w:r>
      <w:r>
        <w:tab/>
        <w:t>1.013e0</w:t>
      </w:r>
    </w:p>
    <w:p w:rsidR="00850B65" w:rsidRDefault="00850B65" w:rsidP="00850B65">
      <w:r>
        <w:t>234.0525</w:t>
      </w:r>
      <w:r>
        <w:tab/>
        <w:t>2.025e0</w:t>
      </w:r>
    </w:p>
    <w:p w:rsidR="00850B65" w:rsidRDefault="00850B65" w:rsidP="00850B65">
      <w:r>
        <w:t>234.0954</w:t>
      </w:r>
      <w:r>
        <w:tab/>
        <w:t>5.272e1</w:t>
      </w:r>
    </w:p>
    <w:p w:rsidR="00850B65" w:rsidRDefault="00850B65" w:rsidP="00850B65">
      <w:r>
        <w:lastRenderedPageBreak/>
        <w:t>234.0976</w:t>
      </w:r>
      <w:r>
        <w:tab/>
        <w:t>1.004e2</w:t>
      </w:r>
    </w:p>
    <w:p w:rsidR="00850B65" w:rsidRDefault="00850B65" w:rsidP="00850B65">
      <w:r>
        <w:t>234.1506</w:t>
      </w:r>
      <w:r>
        <w:tab/>
        <w:t>4.278e0</w:t>
      </w:r>
    </w:p>
    <w:p w:rsidR="00850B65" w:rsidRDefault="00850B65" w:rsidP="00850B65">
      <w:r>
        <w:t>234.1687</w:t>
      </w:r>
      <w:r>
        <w:tab/>
        <w:t>2.025e0</w:t>
      </w:r>
    </w:p>
    <w:p w:rsidR="00850B65" w:rsidRDefault="00850B65" w:rsidP="00850B65">
      <w:r>
        <w:t>234.1898</w:t>
      </w:r>
      <w:r>
        <w:tab/>
        <w:t>2.527e0</w:t>
      </w:r>
    </w:p>
    <w:p w:rsidR="00850B65" w:rsidRDefault="00850B65" w:rsidP="00850B65">
      <w:r>
        <w:t>234.1919</w:t>
      </w:r>
      <w:r>
        <w:tab/>
        <w:t>1.013e0</w:t>
      </w:r>
    </w:p>
    <w:p w:rsidR="00850B65" w:rsidRDefault="00850B65" w:rsidP="00850B65">
      <w:r>
        <w:t>234.1963</w:t>
      </w:r>
      <w:r>
        <w:tab/>
        <w:t>1.013e0</w:t>
      </w:r>
    </w:p>
    <w:p w:rsidR="00850B65" w:rsidRDefault="00850B65" w:rsidP="00850B65">
      <w:r>
        <w:t>234.2216</w:t>
      </w:r>
      <w:r>
        <w:tab/>
        <w:t>1.013e0</w:t>
      </w:r>
    </w:p>
    <w:p w:rsidR="00850B65" w:rsidRDefault="00850B65" w:rsidP="00850B65">
      <w:r>
        <w:t>234.2275</w:t>
      </w:r>
      <w:r>
        <w:tab/>
        <w:t>2.025e0</w:t>
      </w:r>
    </w:p>
    <w:p w:rsidR="00850B65" w:rsidRDefault="00850B65" w:rsidP="00850B65">
      <w:r>
        <w:t>234.2617</w:t>
      </w:r>
      <w:r>
        <w:tab/>
        <w:t>5.063e0</w:t>
      </w:r>
    </w:p>
    <w:p w:rsidR="00850B65" w:rsidRDefault="00850B65" w:rsidP="00850B65">
      <w:r>
        <w:t>234.3150</w:t>
      </w:r>
      <w:r>
        <w:tab/>
        <w:t>1.013e0</w:t>
      </w:r>
    </w:p>
    <w:p w:rsidR="00850B65" w:rsidRDefault="00850B65" w:rsidP="00850B65">
      <w:r>
        <w:t>234.3411</w:t>
      </w:r>
      <w:r>
        <w:tab/>
        <w:t>2.025e0</w:t>
      </w:r>
    </w:p>
    <w:p w:rsidR="00850B65" w:rsidRDefault="00850B65" w:rsidP="00850B65">
      <w:r>
        <w:t>234.3921</w:t>
      </w:r>
      <w:r>
        <w:tab/>
        <w:t>1.013e0</w:t>
      </w:r>
    </w:p>
    <w:p w:rsidR="00850B65" w:rsidRDefault="00850B65" w:rsidP="00850B65">
      <w:r>
        <w:t>234.4206</w:t>
      </w:r>
      <w:r>
        <w:tab/>
        <w:t>1.013e0</w:t>
      </w:r>
    </w:p>
    <w:p w:rsidR="00850B65" w:rsidRDefault="00850B65" w:rsidP="00850B65">
      <w:r>
        <w:t>234.4529</w:t>
      </w:r>
      <w:r>
        <w:tab/>
        <w:t>1.013e0</w:t>
      </w:r>
    </w:p>
    <w:p w:rsidR="00850B65" w:rsidRDefault="00850B65" w:rsidP="00850B65">
      <w:r>
        <w:t>234.4778</w:t>
      </w:r>
      <w:r>
        <w:tab/>
        <w:t>1.013e0</w:t>
      </w:r>
    </w:p>
    <w:p w:rsidR="00850B65" w:rsidRDefault="00850B65" w:rsidP="00850B65">
      <w:r>
        <w:t>234.4850</w:t>
      </w:r>
      <w:r>
        <w:tab/>
        <w:t>2.025e0</w:t>
      </w:r>
    </w:p>
    <w:p w:rsidR="00850B65" w:rsidRDefault="00850B65" w:rsidP="00850B65">
      <w:r>
        <w:t>234.4993</w:t>
      </w:r>
      <w:r>
        <w:tab/>
        <w:t>3.038e0</w:t>
      </w:r>
    </w:p>
    <w:p w:rsidR="00850B65" w:rsidRDefault="00850B65" w:rsidP="00850B65">
      <w:r>
        <w:t>234.5217</w:t>
      </w:r>
      <w:r>
        <w:tab/>
        <w:t>3.038e0</w:t>
      </w:r>
    </w:p>
    <w:p w:rsidR="00850B65" w:rsidRDefault="00850B65" w:rsidP="00850B65">
      <w:r>
        <w:t>234.5735</w:t>
      </w:r>
      <w:r>
        <w:tab/>
        <w:t>2.025e0</w:t>
      </w:r>
    </w:p>
    <w:p w:rsidR="00850B65" w:rsidRDefault="00850B65" w:rsidP="00850B65">
      <w:r>
        <w:lastRenderedPageBreak/>
        <w:t>234.5746</w:t>
      </w:r>
      <w:r>
        <w:tab/>
        <w:t>1.013e0</w:t>
      </w:r>
    </w:p>
    <w:p w:rsidR="00850B65" w:rsidRDefault="00850B65" w:rsidP="00850B65">
      <w:r>
        <w:t>234.5855</w:t>
      </w:r>
      <w:r>
        <w:tab/>
        <w:t>2.025e0</w:t>
      </w:r>
    </w:p>
    <w:p w:rsidR="00850B65" w:rsidRDefault="00850B65" w:rsidP="00850B65">
      <w:r>
        <w:t>234.5962</w:t>
      </w:r>
      <w:r>
        <w:tab/>
        <w:t>1.013e0</w:t>
      </w:r>
    </w:p>
    <w:p w:rsidR="00850B65" w:rsidRDefault="00850B65" w:rsidP="00850B65">
      <w:r>
        <w:t>234.6363</w:t>
      </w:r>
      <w:r>
        <w:tab/>
        <w:t>1.013e0</w:t>
      </w:r>
    </w:p>
    <w:p w:rsidR="00850B65" w:rsidRDefault="00850B65" w:rsidP="00850B65">
      <w:r>
        <w:t>234.6891</w:t>
      </w:r>
      <w:r>
        <w:tab/>
        <w:t>1.013e0</w:t>
      </w:r>
    </w:p>
    <w:p w:rsidR="00850B65" w:rsidRDefault="00850B65" w:rsidP="00850B65">
      <w:r>
        <w:t>234.7018</w:t>
      </w:r>
      <w:r>
        <w:tab/>
        <w:t>2.025e0</w:t>
      </w:r>
    </w:p>
    <w:p w:rsidR="00850B65" w:rsidRDefault="00850B65" w:rsidP="00850B65">
      <w:r>
        <w:t>234.7508</w:t>
      </w:r>
      <w:r>
        <w:tab/>
        <w:t>1.013e0</w:t>
      </w:r>
    </w:p>
    <w:p w:rsidR="00850B65" w:rsidRDefault="00850B65" w:rsidP="00850B65">
      <w:r>
        <w:t>234.7949</w:t>
      </w:r>
      <w:r>
        <w:tab/>
        <w:t>1.013e0</w:t>
      </w:r>
    </w:p>
    <w:p w:rsidR="00850B65" w:rsidRDefault="00850B65" w:rsidP="00850B65">
      <w:r>
        <w:t>234.8314</w:t>
      </w:r>
      <w:r>
        <w:tab/>
        <w:t>1.013e0</w:t>
      </w:r>
    </w:p>
    <w:p w:rsidR="00850B65" w:rsidRDefault="00850B65" w:rsidP="00850B65">
      <w:r>
        <w:t>234.8649</w:t>
      </w:r>
      <w:r>
        <w:tab/>
        <w:t>1.013e0</w:t>
      </w:r>
    </w:p>
    <w:p w:rsidR="00850B65" w:rsidRDefault="00850B65" w:rsidP="00850B65">
      <w:r>
        <w:t>234.9095</w:t>
      </w:r>
      <w:r>
        <w:tab/>
        <w:t>1.013e0</w:t>
      </w:r>
    </w:p>
    <w:p w:rsidR="00850B65" w:rsidRDefault="00850B65" w:rsidP="00850B65">
      <w:r>
        <w:t>234.9354</w:t>
      </w:r>
      <w:r>
        <w:tab/>
        <w:t>2.025e0</w:t>
      </w:r>
    </w:p>
    <w:p w:rsidR="00850B65" w:rsidRDefault="00850B65" w:rsidP="00850B65">
      <w:r>
        <w:t>234.9374</w:t>
      </w:r>
      <w:r>
        <w:tab/>
        <w:t>2.025e0</w:t>
      </w:r>
    </w:p>
    <w:p w:rsidR="00850B65" w:rsidRDefault="00850B65" w:rsidP="00850B65">
      <w:r>
        <w:t>234.9964</w:t>
      </w:r>
      <w:r>
        <w:tab/>
        <w:t>3.038e0</w:t>
      </w:r>
    </w:p>
    <w:p w:rsidR="00850B65" w:rsidRDefault="00850B65" w:rsidP="00850B65">
      <w:r>
        <w:t>235.0084</w:t>
      </w:r>
      <w:r>
        <w:tab/>
        <w:t>3.038e0</w:t>
      </w:r>
    </w:p>
    <w:p w:rsidR="00850B65" w:rsidRDefault="00850B65" w:rsidP="00850B65">
      <w:r>
        <w:t>235.0298</w:t>
      </w:r>
      <w:r>
        <w:tab/>
        <w:t>2.025e0</w:t>
      </w:r>
    </w:p>
    <w:p w:rsidR="00850B65" w:rsidRDefault="00850B65" w:rsidP="00850B65">
      <w:r>
        <w:t>235.0434</w:t>
      </w:r>
      <w:r>
        <w:tab/>
        <w:t>1.013e0</w:t>
      </w:r>
    </w:p>
    <w:p w:rsidR="00850B65" w:rsidRDefault="00850B65" w:rsidP="00850B65">
      <w:r>
        <w:t>235.0453</w:t>
      </w:r>
      <w:r>
        <w:tab/>
        <w:t>2.025e0</w:t>
      </w:r>
    </w:p>
    <w:p w:rsidR="00850B65" w:rsidRDefault="00850B65" w:rsidP="00850B65">
      <w:r>
        <w:t>235.1080</w:t>
      </w:r>
      <w:r>
        <w:tab/>
        <w:t>7.090e0</w:t>
      </w:r>
    </w:p>
    <w:p w:rsidR="00850B65" w:rsidRDefault="00850B65" w:rsidP="00850B65">
      <w:r>
        <w:lastRenderedPageBreak/>
        <w:t>235.1112</w:t>
      </w:r>
      <w:r>
        <w:tab/>
        <w:t>2.733e1</w:t>
      </w:r>
    </w:p>
    <w:p w:rsidR="00850B65" w:rsidRDefault="00850B65" w:rsidP="00850B65">
      <w:r>
        <w:t>235.1138</w:t>
      </w:r>
      <w:r>
        <w:tab/>
        <w:t>1.215e1</w:t>
      </w:r>
    </w:p>
    <w:p w:rsidR="00850B65" w:rsidRDefault="00850B65" w:rsidP="00850B65">
      <w:r>
        <w:t>235.1396</w:t>
      </w:r>
      <w:r>
        <w:tab/>
        <w:t>6.920e0</w:t>
      </w:r>
    </w:p>
    <w:p w:rsidR="00850B65" w:rsidRDefault="00850B65" w:rsidP="00850B65">
      <w:r>
        <w:t>235.1711</w:t>
      </w:r>
      <w:r>
        <w:tab/>
        <w:t>3.038e0</w:t>
      </w:r>
    </w:p>
    <w:p w:rsidR="00850B65" w:rsidRDefault="00850B65" w:rsidP="00850B65">
      <w:r>
        <w:t>235.1829</w:t>
      </w:r>
      <w:r>
        <w:tab/>
        <w:t>1.013e0</w:t>
      </w:r>
    </w:p>
    <w:p w:rsidR="00850B65" w:rsidRDefault="00850B65" w:rsidP="00850B65">
      <w:r>
        <w:t>235.2631</w:t>
      </w:r>
      <w:r>
        <w:tab/>
        <w:t>2.025e0</w:t>
      </w:r>
    </w:p>
    <w:p w:rsidR="00850B65" w:rsidRDefault="00850B65" w:rsidP="00850B65">
      <w:r>
        <w:t>235.3374</w:t>
      </w:r>
      <w:r>
        <w:tab/>
        <w:t>1.013e0</w:t>
      </w:r>
    </w:p>
    <w:p w:rsidR="00850B65" w:rsidRDefault="00850B65" w:rsidP="00850B65">
      <w:r>
        <w:t>235.3496</w:t>
      </w:r>
      <w:r>
        <w:tab/>
        <w:t>1.013e0</w:t>
      </w:r>
    </w:p>
    <w:p w:rsidR="00850B65" w:rsidRDefault="00850B65" w:rsidP="00850B65">
      <w:r>
        <w:t>235.3730</w:t>
      </w:r>
      <w:r>
        <w:tab/>
        <w:t>1.013e0</w:t>
      </w:r>
    </w:p>
    <w:p w:rsidR="00850B65" w:rsidRDefault="00850B65" w:rsidP="00850B65">
      <w:r>
        <w:t>235.3860</w:t>
      </w:r>
      <w:r>
        <w:tab/>
        <w:t>1.013e0</w:t>
      </w:r>
    </w:p>
    <w:p w:rsidR="00850B65" w:rsidRDefault="00850B65" w:rsidP="00850B65">
      <w:r>
        <w:t>235.4144</w:t>
      </w:r>
      <w:r>
        <w:tab/>
        <w:t>1.013e0</w:t>
      </w:r>
    </w:p>
    <w:p w:rsidR="00850B65" w:rsidRDefault="00850B65" w:rsidP="00850B65">
      <w:r>
        <w:t>235.4345</w:t>
      </w:r>
      <w:r>
        <w:tab/>
        <w:t>1.013e0</w:t>
      </w:r>
    </w:p>
    <w:p w:rsidR="00850B65" w:rsidRDefault="00850B65" w:rsidP="00850B65">
      <w:r>
        <w:t>235.4557</w:t>
      </w:r>
      <w:r>
        <w:tab/>
        <w:t>1.013e0</w:t>
      </w:r>
    </w:p>
    <w:p w:rsidR="00850B65" w:rsidRDefault="00850B65" w:rsidP="00850B65">
      <w:r>
        <w:t>235.4654</w:t>
      </w:r>
      <w:r>
        <w:tab/>
        <w:t>2.025e0</w:t>
      </w:r>
    </w:p>
    <w:p w:rsidR="00850B65" w:rsidRDefault="00850B65" w:rsidP="00850B65">
      <w:r>
        <w:t>235.5049</w:t>
      </w:r>
      <w:r>
        <w:tab/>
        <w:t>1.013e0</w:t>
      </w:r>
    </w:p>
    <w:p w:rsidR="00850B65" w:rsidRDefault="00850B65" w:rsidP="00850B65">
      <w:r>
        <w:t>235.5165</w:t>
      </w:r>
      <w:r>
        <w:tab/>
        <w:t>1.013e0</w:t>
      </w:r>
    </w:p>
    <w:p w:rsidR="00850B65" w:rsidRDefault="00850B65" w:rsidP="00850B65">
      <w:r>
        <w:t>235.5618</w:t>
      </w:r>
      <w:r>
        <w:tab/>
        <w:t>2.025e0</w:t>
      </w:r>
    </w:p>
    <w:p w:rsidR="00850B65" w:rsidRDefault="00850B65" w:rsidP="00850B65">
      <w:r>
        <w:t>235.5695</w:t>
      </w:r>
      <w:r>
        <w:tab/>
        <w:t>1.013e0</w:t>
      </w:r>
    </w:p>
    <w:p w:rsidR="00850B65" w:rsidRDefault="00850B65" w:rsidP="00850B65">
      <w:r>
        <w:t>235.6068</w:t>
      </w:r>
      <w:r>
        <w:tab/>
        <w:t>1.013e0</w:t>
      </w:r>
    </w:p>
    <w:p w:rsidR="00850B65" w:rsidRDefault="00850B65" w:rsidP="00850B65">
      <w:r>
        <w:lastRenderedPageBreak/>
        <w:t>235.6304</w:t>
      </w:r>
      <w:r>
        <w:tab/>
        <w:t>2.025e0</w:t>
      </w:r>
    </w:p>
    <w:p w:rsidR="00850B65" w:rsidRDefault="00850B65" w:rsidP="00850B65">
      <w:r>
        <w:t>235.6756</w:t>
      </w:r>
      <w:r>
        <w:tab/>
        <w:t>1.013e0</w:t>
      </w:r>
    </w:p>
    <w:p w:rsidR="00850B65" w:rsidRDefault="00850B65" w:rsidP="00850B65">
      <w:r>
        <w:t>235.7041</w:t>
      </w:r>
      <w:r>
        <w:tab/>
        <w:t>1.013e0</w:t>
      </w:r>
    </w:p>
    <w:p w:rsidR="00850B65" w:rsidRDefault="00850B65" w:rsidP="00850B65">
      <w:r>
        <w:t>235.7365</w:t>
      </w:r>
      <w:r>
        <w:tab/>
        <w:t>1.013e0</w:t>
      </w:r>
    </w:p>
    <w:p w:rsidR="00850B65" w:rsidRDefault="00850B65" w:rsidP="00850B65">
      <w:r>
        <w:t>235.7759</w:t>
      </w:r>
      <w:r>
        <w:tab/>
        <w:t>2.025e0</w:t>
      </w:r>
    </w:p>
    <w:p w:rsidR="00850B65" w:rsidRDefault="00850B65" w:rsidP="00850B65">
      <w:r>
        <w:t>235.8061</w:t>
      </w:r>
      <w:r>
        <w:tab/>
        <w:t>2.025e0</w:t>
      </w:r>
    </w:p>
    <w:p w:rsidR="00850B65" w:rsidRDefault="00850B65" w:rsidP="00850B65">
      <w:r>
        <w:t>235.8321</w:t>
      </w:r>
      <w:r>
        <w:tab/>
        <w:t>3.038e0</w:t>
      </w:r>
    </w:p>
    <w:p w:rsidR="00850B65" w:rsidRDefault="00850B65" w:rsidP="00850B65">
      <w:r>
        <w:t>235.8633</w:t>
      </w:r>
      <w:r>
        <w:tab/>
        <w:t>1.013e0</w:t>
      </w:r>
    </w:p>
    <w:p w:rsidR="00850B65" w:rsidRDefault="00850B65" w:rsidP="00850B65">
      <w:r>
        <w:t>235.8917</w:t>
      </w:r>
      <w:r>
        <w:tab/>
        <w:t>1.013e0</w:t>
      </w:r>
    </w:p>
    <w:p w:rsidR="00850B65" w:rsidRDefault="00850B65" w:rsidP="00850B65">
      <w:r>
        <w:t>235.8995</w:t>
      </w:r>
      <w:r>
        <w:tab/>
        <w:t>1.013e0</w:t>
      </w:r>
    </w:p>
    <w:p w:rsidR="00850B65" w:rsidRDefault="00850B65" w:rsidP="00850B65">
      <w:r>
        <w:t>235.9033</w:t>
      </w:r>
      <w:r>
        <w:tab/>
        <w:t>1.013e0</w:t>
      </w:r>
    </w:p>
    <w:p w:rsidR="00850B65" w:rsidRDefault="00850B65" w:rsidP="00850B65">
      <w:r>
        <w:t>235.9550</w:t>
      </w:r>
      <w:r>
        <w:tab/>
        <w:t>2.025e0</w:t>
      </w:r>
    </w:p>
    <w:p w:rsidR="00850B65" w:rsidRDefault="00850B65" w:rsidP="00850B65">
      <w:r>
        <w:t>235.9563</w:t>
      </w:r>
      <w:r>
        <w:tab/>
        <w:t>1.013e0</w:t>
      </w:r>
    </w:p>
    <w:p w:rsidR="00850B65" w:rsidRDefault="00850B65" w:rsidP="00850B65">
      <w:r>
        <w:t>235.9978</w:t>
      </w:r>
      <w:r>
        <w:tab/>
        <w:t>1.013e0</w:t>
      </w:r>
    </w:p>
    <w:p w:rsidR="00850B65" w:rsidRDefault="00850B65" w:rsidP="00850B65">
      <w:r>
        <w:t>236.0186</w:t>
      </w:r>
      <w:r>
        <w:tab/>
        <w:t>3.038e0</w:t>
      </w:r>
    </w:p>
    <w:p w:rsidR="00850B65" w:rsidRDefault="00850B65" w:rsidP="00850B65">
      <w:r>
        <w:t>236.0236</w:t>
      </w:r>
      <w:r>
        <w:tab/>
        <w:t>4.051e0</w:t>
      </w:r>
    </w:p>
    <w:p w:rsidR="00850B65" w:rsidRDefault="00850B65" w:rsidP="00850B65">
      <w:r>
        <w:t>236.0528</w:t>
      </w:r>
      <w:r>
        <w:tab/>
        <w:t>2.025e0</w:t>
      </w:r>
    </w:p>
    <w:p w:rsidR="00850B65" w:rsidRDefault="00850B65" w:rsidP="00850B65">
      <w:r>
        <w:t>236.0624</w:t>
      </w:r>
      <w:r>
        <w:tab/>
        <w:t>1.013e0</w:t>
      </w:r>
    </w:p>
    <w:p w:rsidR="00850B65" w:rsidRDefault="00850B65" w:rsidP="00850B65">
      <w:r>
        <w:t>236.0713</w:t>
      </w:r>
      <w:r>
        <w:tab/>
        <w:t>1.013e0</w:t>
      </w:r>
    </w:p>
    <w:p w:rsidR="00850B65" w:rsidRDefault="00850B65" w:rsidP="00850B65">
      <w:r>
        <w:lastRenderedPageBreak/>
        <w:t>236.1024</w:t>
      </w:r>
      <w:r>
        <w:tab/>
        <w:t>4.051e0</w:t>
      </w:r>
    </w:p>
    <w:p w:rsidR="00850B65" w:rsidRDefault="00850B65" w:rsidP="00850B65">
      <w:r>
        <w:t>236.1058</w:t>
      </w:r>
      <w:r>
        <w:tab/>
        <w:t>2.025e0</w:t>
      </w:r>
    </w:p>
    <w:p w:rsidR="00850B65" w:rsidRDefault="00850B65" w:rsidP="00850B65">
      <w:r>
        <w:t>236.1181</w:t>
      </w:r>
      <w:r>
        <w:tab/>
        <w:t>2.025e0</w:t>
      </w:r>
    </w:p>
    <w:p w:rsidR="00850B65" w:rsidRDefault="00850B65" w:rsidP="00850B65">
      <w:r>
        <w:t>236.1491</w:t>
      </w:r>
      <w:r>
        <w:tab/>
        <w:t>3.038e0</w:t>
      </w:r>
    </w:p>
    <w:p w:rsidR="00850B65" w:rsidRDefault="00850B65" w:rsidP="00850B65">
      <w:r>
        <w:t>236.1776</w:t>
      </w:r>
      <w:r>
        <w:tab/>
        <w:t>1.013e0</w:t>
      </w:r>
    </w:p>
    <w:p w:rsidR="00850B65" w:rsidRDefault="00850B65" w:rsidP="00850B65">
      <w:r>
        <w:t>236.1859</w:t>
      </w:r>
      <w:r>
        <w:tab/>
        <w:t>2.025e0</w:t>
      </w:r>
    </w:p>
    <w:p w:rsidR="00850B65" w:rsidRDefault="00850B65" w:rsidP="00850B65">
      <w:r>
        <w:t>236.1906</w:t>
      </w:r>
      <w:r>
        <w:tab/>
        <w:t>1.013e0</w:t>
      </w:r>
    </w:p>
    <w:p w:rsidR="00850B65" w:rsidRDefault="00850B65" w:rsidP="00850B65">
      <w:r>
        <w:t>236.2307</w:t>
      </w:r>
      <w:r>
        <w:tab/>
        <w:t>1.013e0</w:t>
      </w:r>
    </w:p>
    <w:p w:rsidR="00850B65" w:rsidRDefault="00850B65" w:rsidP="00850B65">
      <w:r>
        <w:t>236.2750</w:t>
      </w:r>
      <w:r>
        <w:tab/>
        <w:t>1.013e0</w:t>
      </w:r>
    </w:p>
    <w:p w:rsidR="00850B65" w:rsidRDefault="00850B65" w:rsidP="00850B65">
      <w:r>
        <w:t>236.2794</w:t>
      </w:r>
      <w:r>
        <w:tab/>
        <w:t>1.013e0</w:t>
      </w:r>
    </w:p>
    <w:p w:rsidR="00850B65" w:rsidRDefault="00850B65" w:rsidP="00850B65">
      <w:r>
        <w:t>236.3045</w:t>
      </w:r>
      <w:r>
        <w:tab/>
        <w:t>1.013e0</w:t>
      </w:r>
    </w:p>
    <w:p w:rsidR="00850B65" w:rsidRDefault="00850B65" w:rsidP="00850B65">
      <w:r>
        <w:t>236.3370</w:t>
      </w:r>
      <w:r>
        <w:tab/>
        <w:t>1.013e0</w:t>
      </w:r>
    </w:p>
    <w:p w:rsidR="00850B65" w:rsidRDefault="00850B65" w:rsidP="00850B65">
      <w:r>
        <w:t>236.4345</w:t>
      </w:r>
      <w:r>
        <w:tab/>
        <w:t>1.013e0</w:t>
      </w:r>
    </w:p>
    <w:p w:rsidR="00850B65" w:rsidRDefault="00850B65" w:rsidP="00850B65">
      <w:r>
        <w:t>236.4849</w:t>
      </w:r>
      <w:r>
        <w:tab/>
        <w:t>2.025e0</w:t>
      </w:r>
    </w:p>
    <w:p w:rsidR="00850B65" w:rsidRDefault="00850B65" w:rsidP="00850B65">
      <w:r>
        <w:t>236.5129</w:t>
      </w:r>
      <w:r>
        <w:tab/>
        <w:t>1.013e0</w:t>
      </w:r>
    </w:p>
    <w:p w:rsidR="00850B65" w:rsidRDefault="00850B65" w:rsidP="00850B65">
      <w:r>
        <w:t>236.5404</w:t>
      </w:r>
      <w:r>
        <w:tab/>
        <w:t>4.051e0</w:t>
      </w:r>
    </w:p>
    <w:p w:rsidR="00850B65" w:rsidRDefault="00850B65" w:rsidP="00850B65">
      <w:r>
        <w:t>236.5778</w:t>
      </w:r>
      <w:r>
        <w:tab/>
        <w:t>1.013e0</w:t>
      </w:r>
    </w:p>
    <w:p w:rsidR="00850B65" w:rsidRDefault="00850B65" w:rsidP="00850B65">
      <w:r>
        <w:t>236.6309</w:t>
      </w:r>
      <w:r>
        <w:tab/>
        <w:t>1.013e0</w:t>
      </w:r>
    </w:p>
    <w:p w:rsidR="00850B65" w:rsidRDefault="00850B65" w:rsidP="00850B65">
      <w:r>
        <w:t>236.6819</w:t>
      </w:r>
      <w:r>
        <w:tab/>
        <w:t>2.025e0</w:t>
      </w:r>
    </w:p>
    <w:p w:rsidR="00850B65" w:rsidRDefault="00850B65" w:rsidP="00850B65">
      <w:r>
        <w:lastRenderedPageBreak/>
        <w:t>236.7292</w:t>
      </w:r>
      <w:r>
        <w:tab/>
        <w:t>2.025e0</w:t>
      </w:r>
    </w:p>
    <w:p w:rsidR="00850B65" w:rsidRDefault="00850B65" w:rsidP="00850B65">
      <w:r>
        <w:t>236.7583</w:t>
      </w:r>
      <w:r>
        <w:tab/>
        <w:t>1.013e0</w:t>
      </w:r>
    </w:p>
    <w:p w:rsidR="00850B65" w:rsidRDefault="00850B65" w:rsidP="00850B65">
      <w:r>
        <w:t>236.7765</w:t>
      </w:r>
      <w:r>
        <w:tab/>
        <w:t>2.025e0</w:t>
      </w:r>
    </w:p>
    <w:p w:rsidR="00850B65" w:rsidRDefault="00850B65" w:rsidP="00850B65">
      <w:r>
        <w:t>236.8160</w:t>
      </w:r>
      <w:r>
        <w:tab/>
        <w:t>2.025e0</w:t>
      </w:r>
    </w:p>
    <w:p w:rsidR="00850B65" w:rsidRDefault="00850B65" w:rsidP="00850B65">
      <w:r>
        <w:t>236.8847</w:t>
      </w:r>
      <w:r>
        <w:tab/>
        <w:t>1.013e0</w:t>
      </w:r>
    </w:p>
    <w:p w:rsidR="00850B65" w:rsidRDefault="00850B65" w:rsidP="00850B65">
      <w:r>
        <w:t>237.0211</w:t>
      </w:r>
      <w:r>
        <w:tab/>
        <w:t>6.607e0</w:t>
      </w:r>
    </w:p>
    <w:p w:rsidR="00850B65" w:rsidRDefault="00850B65" w:rsidP="00850B65">
      <w:r>
        <w:t>237.0224</w:t>
      </w:r>
      <w:r>
        <w:tab/>
        <w:t>1.240e1</w:t>
      </w:r>
    </w:p>
    <w:p w:rsidR="00850B65" w:rsidRDefault="00850B65" w:rsidP="00850B65">
      <w:r>
        <w:t>237.0301</w:t>
      </w:r>
      <w:r>
        <w:tab/>
        <w:t>9.191e0</w:t>
      </w:r>
    </w:p>
    <w:p w:rsidR="00850B65" w:rsidRDefault="00850B65" w:rsidP="00850B65">
      <w:r>
        <w:t>237.1051</w:t>
      </w:r>
      <w:r>
        <w:tab/>
        <w:t>4.121e0</w:t>
      </w:r>
    </w:p>
    <w:p w:rsidR="00850B65" w:rsidRDefault="00850B65" w:rsidP="00850B65">
      <w:r>
        <w:t>237.1126</w:t>
      </w:r>
      <w:r>
        <w:tab/>
        <w:t>3.038e0</w:t>
      </w:r>
    </w:p>
    <w:p w:rsidR="00850B65" w:rsidRDefault="00850B65" w:rsidP="00850B65">
      <w:r>
        <w:t>237.1293</w:t>
      </w:r>
      <w:r>
        <w:tab/>
        <w:t>4.556e0</w:t>
      </w:r>
    </w:p>
    <w:p w:rsidR="00850B65" w:rsidRDefault="00850B65" w:rsidP="00850B65">
      <w:r>
        <w:t>237.1404</w:t>
      </w:r>
      <w:r>
        <w:tab/>
        <w:t>3.038e0</w:t>
      </w:r>
    </w:p>
    <w:p w:rsidR="00850B65" w:rsidRDefault="00850B65" w:rsidP="00850B65">
      <w:r>
        <w:t>237.1597</w:t>
      </w:r>
      <w:r>
        <w:tab/>
        <w:t>5.063e0</w:t>
      </w:r>
    </w:p>
    <w:p w:rsidR="00850B65" w:rsidRDefault="00850B65" w:rsidP="00850B65">
      <w:r>
        <w:t>237.1839</w:t>
      </w:r>
      <w:r>
        <w:tab/>
        <w:t>1.013e0</w:t>
      </w:r>
    </w:p>
    <w:p w:rsidR="00850B65" w:rsidRDefault="00850B65" w:rsidP="00850B65">
      <w:r>
        <w:t>237.1921</w:t>
      </w:r>
      <w:r>
        <w:tab/>
        <w:t>4.051e0</w:t>
      </w:r>
    </w:p>
    <w:p w:rsidR="00850B65" w:rsidRDefault="00850B65" w:rsidP="00850B65">
      <w:r>
        <w:t>237.1948</w:t>
      </w:r>
      <w:r>
        <w:tab/>
        <w:t>3.038e0</w:t>
      </w:r>
    </w:p>
    <w:p w:rsidR="00850B65" w:rsidRDefault="00850B65" w:rsidP="00850B65">
      <w:r>
        <w:t>237.2292</w:t>
      </w:r>
      <w:r>
        <w:tab/>
        <w:t>1.013e0</w:t>
      </w:r>
    </w:p>
    <w:p w:rsidR="00850B65" w:rsidRDefault="00850B65" w:rsidP="00850B65">
      <w:r>
        <w:t>237.3020</w:t>
      </w:r>
      <w:r>
        <w:tab/>
        <w:t>2.025e0</w:t>
      </w:r>
    </w:p>
    <w:p w:rsidR="00850B65" w:rsidRDefault="00850B65" w:rsidP="00850B65">
      <w:r>
        <w:t>237.3926</w:t>
      </w:r>
      <w:r>
        <w:tab/>
        <w:t>1.013e0</w:t>
      </w:r>
    </w:p>
    <w:p w:rsidR="00850B65" w:rsidRDefault="00850B65" w:rsidP="00850B65">
      <w:r>
        <w:lastRenderedPageBreak/>
        <w:t>237.4121</w:t>
      </w:r>
      <w:r>
        <w:tab/>
        <w:t>1.013e0</w:t>
      </w:r>
    </w:p>
    <w:p w:rsidR="00850B65" w:rsidRDefault="00850B65" w:rsidP="00850B65">
      <w:r>
        <w:t>237.4457</w:t>
      </w:r>
      <w:r>
        <w:tab/>
        <w:t>1.013e0</w:t>
      </w:r>
    </w:p>
    <w:p w:rsidR="00850B65" w:rsidRDefault="00850B65" w:rsidP="00850B65">
      <w:r>
        <w:t>237.4536</w:t>
      </w:r>
      <w:r>
        <w:tab/>
        <w:t>1.013e0</w:t>
      </w:r>
    </w:p>
    <w:p w:rsidR="00850B65" w:rsidRDefault="00850B65" w:rsidP="00850B65">
      <w:r>
        <w:t>237.4652</w:t>
      </w:r>
      <w:r>
        <w:tab/>
        <w:t>1.013e0</w:t>
      </w:r>
    </w:p>
    <w:p w:rsidR="00850B65" w:rsidRDefault="00850B65" w:rsidP="00850B65">
      <w:r>
        <w:t>237.5361</w:t>
      </w:r>
      <w:r>
        <w:tab/>
        <w:t>1.013e0</w:t>
      </w:r>
    </w:p>
    <w:p w:rsidR="00850B65" w:rsidRDefault="00850B65" w:rsidP="00850B65">
      <w:r>
        <w:t>237.5657</w:t>
      </w:r>
      <w:r>
        <w:tab/>
        <w:t>2.025e0</w:t>
      </w:r>
    </w:p>
    <w:p w:rsidR="00850B65" w:rsidRDefault="00850B65" w:rsidP="00850B65">
      <w:r>
        <w:t>237.5851</w:t>
      </w:r>
      <w:r>
        <w:tab/>
        <w:t>1.013e0</w:t>
      </w:r>
    </w:p>
    <w:p w:rsidR="00850B65" w:rsidRDefault="00850B65" w:rsidP="00850B65">
      <w:r>
        <w:t>237.6385</w:t>
      </w:r>
      <w:r>
        <w:tab/>
        <w:t>1.013e0</w:t>
      </w:r>
    </w:p>
    <w:p w:rsidR="00850B65" w:rsidRDefault="00850B65" w:rsidP="00850B65">
      <w:r>
        <w:t>237.6624</w:t>
      </w:r>
      <w:r>
        <w:tab/>
        <w:t>2.025e0</w:t>
      </w:r>
    </w:p>
    <w:p w:rsidR="00850B65" w:rsidRDefault="00850B65" w:rsidP="00850B65">
      <w:r>
        <w:t>237.6663</w:t>
      </w:r>
      <w:r>
        <w:tab/>
        <w:t>1.013e0</w:t>
      </w:r>
    </w:p>
    <w:p w:rsidR="00850B65" w:rsidRDefault="00850B65" w:rsidP="00850B65">
      <w:r>
        <w:t>237.6919</w:t>
      </w:r>
      <w:r>
        <w:tab/>
        <w:t>1.013e0</w:t>
      </w:r>
    </w:p>
    <w:p w:rsidR="00850B65" w:rsidRDefault="00850B65" w:rsidP="00850B65">
      <w:r>
        <w:t>237.7232</w:t>
      </w:r>
      <w:r>
        <w:tab/>
        <w:t>1.013e0</w:t>
      </w:r>
    </w:p>
    <w:p w:rsidR="00850B65" w:rsidRDefault="00850B65" w:rsidP="00850B65">
      <w:r>
        <w:t>237.7766</w:t>
      </w:r>
      <w:r>
        <w:tab/>
        <w:t>2.025e0</w:t>
      </w:r>
    </w:p>
    <w:p w:rsidR="00850B65" w:rsidRDefault="00850B65" w:rsidP="00850B65">
      <w:r>
        <w:t>237.8633</w:t>
      </w:r>
      <w:r>
        <w:tab/>
        <w:t>1.013e0</w:t>
      </w:r>
    </w:p>
    <w:p w:rsidR="00850B65" w:rsidRDefault="00850B65" w:rsidP="00850B65">
      <w:r>
        <w:t>237.8750</w:t>
      </w:r>
      <w:r>
        <w:tab/>
        <w:t>1.013e0</w:t>
      </w:r>
    </w:p>
    <w:p w:rsidR="00850B65" w:rsidRDefault="00850B65" w:rsidP="00850B65">
      <w:r>
        <w:t>237.9392</w:t>
      </w:r>
      <w:r>
        <w:tab/>
        <w:t>2.025e0</w:t>
      </w:r>
    </w:p>
    <w:p w:rsidR="00850B65" w:rsidRDefault="00850B65" w:rsidP="00850B65">
      <w:r>
        <w:t>237.9816</w:t>
      </w:r>
      <w:r>
        <w:tab/>
        <w:t>2.025e0</w:t>
      </w:r>
    </w:p>
    <w:p w:rsidR="00850B65" w:rsidRDefault="00850B65" w:rsidP="00850B65">
      <w:r>
        <w:t>238.0210</w:t>
      </w:r>
      <w:r>
        <w:tab/>
        <w:t>6.076e0</w:t>
      </w:r>
    </w:p>
    <w:p w:rsidR="00850B65" w:rsidRDefault="00850B65" w:rsidP="00850B65">
      <w:r>
        <w:t>238.0268</w:t>
      </w:r>
      <w:r>
        <w:tab/>
        <w:t>1.013e0</w:t>
      </w:r>
    </w:p>
    <w:p w:rsidR="00850B65" w:rsidRDefault="00850B65" w:rsidP="00850B65">
      <w:r>
        <w:lastRenderedPageBreak/>
        <w:t>238.0566</w:t>
      </w:r>
      <w:r>
        <w:tab/>
        <w:t>1.013e0</w:t>
      </w:r>
    </w:p>
    <w:p w:rsidR="00850B65" w:rsidRDefault="00850B65" w:rsidP="00850B65">
      <w:r>
        <w:t>238.0604</w:t>
      </w:r>
      <w:r>
        <w:tab/>
        <w:t>1.013e0</w:t>
      </w:r>
    </w:p>
    <w:p w:rsidR="00850B65" w:rsidRDefault="00850B65" w:rsidP="00850B65">
      <w:r>
        <w:t>238.0723</w:t>
      </w:r>
      <w:r>
        <w:tab/>
        <w:t>2.025e0</w:t>
      </w:r>
    </w:p>
    <w:p w:rsidR="00850B65" w:rsidRDefault="00850B65" w:rsidP="00850B65">
      <w:r>
        <w:t>238.1059</w:t>
      </w:r>
      <w:r>
        <w:tab/>
        <w:t>1.013e0</w:t>
      </w:r>
    </w:p>
    <w:p w:rsidR="00850B65" w:rsidRDefault="00850B65" w:rsidP="00850B65">
      <w:r>
        <w:t>238.1293</w:t>
      </w:r>
      <w:r>
        <w:tab/>
        <w:t>1.013e0</w:t>
      </w:r>
    </w:p>
    <w:p w:rsidR="00850B65" w:rsidRDefault="00850B65" w:rsidP="00850B65">
      <w:r>
        <w:t>238.1465</w:t>
      </w:r>
      <w:r>
        <w:tab/>
        <w:t>1.013e0</w:t>
      </w:r>
    </w:p>
    <w:p w:rsidR="00850B65" w:rsidRDefault="00850B65" w:rsidP="00850B65">
      <w:r>
        <w:t>238.1630</w:t>
      </w:r>
      <w:r>
        <w:tab/>
        <w:t>2.025e0</w:t>
      </w:r>
    </w:p>
    <w:p w:rsidR="00850B65" w:rsidRDefault="00850B65" w:rsidP="00850B65">
      <w:r>
        <w:t>238.1649</w:t>
      </w:r>
      <w:r>
        <w:tab/>
        <w:t>2.025e0</w:t>
      </w:r>
    </w:p>
    <w:p w:rsidR="00850B65" w:rsidRDefault="00850B65" w:rsidP="00850B65">
      <w:r>
        <w:t>238.1772</w:t>
      </w:r>
      <w:r>
        <w:tab/>
        <w:t>4.051e0</w:t>
      </w:r>
    </w:p>
    <w:p w:rsidR="00850B65" w:rsidRDefault="00850B65" w:rsidP="00850B65">
      <w:r>
        <w:t>238.2045</w:t>
      </w:r>
      <w:r>
        <w:tab/>
        <w:t>1.013e0</w:t>
      </w:r>
    </w:p>
    <w:p w:rsidR="00850B65" w:rsidRDefault="00850B65" w:rsidP="00850B65">
      <w:r>
        <w:t>238.2492</w:t>
      </w:r>
      <w:r>
        <w:tab/>
        <w:t>1.013e0</w:t>
      </w:r>
    </w:p>
    <w:p w:rsidR="00850B65" w:rsidRDefault="00850B65" w:rsidP="00850B65">
      <w:r>
        <w:t>238.2577</w:t>
      </w:r>
      <w:r>
        <w:tab/>
        <w:t>1.013e0</w:t>
      </w:r>
    </w:p>
    <w:p w:rsidR="00850B65" w:rsidRDefault="00850B65" w:rsidP="00850B65">
      <w:r>
        <w:t>238.2694</w:t>
      </w:r>
      <w:r>
        <w:tab/>
        <w:t>1.013e0</w:t>
      </w:r>
    </w:p>
    <w:p w:rsidR="00850B65" w:rsidRDefault="00850B65" w:rsidP="00850B65">
      <w:r>
        <w:t>238.2733</w:t>
      </w:r>
      <w:r>
        <w:tab/>
        <w:t>1.013e0</w:t>
      </w:r>
    </w:p>
    <w:p w:rsidR="00850B65" w:rsidRDefault="00850B65" w:rsidP="00850B65">
      <w:r>
        <w:t>238.2938</w:t>
      </w:r>
      <w:r>
        <w:tab/>
        <w:t>1.013e0</w:t>
      </w:r>
    </w:p>
    <w:p w:rsidR="00850B65" w:rsidRDefault="00850B65" w:rsidP="00850B65">
      <w:r>
        <w:t>238.3266</w:t>
      </w:r>
      <w:r>
        <w:tab/>
        <w:t>1.013e0</w:t>
      </w:r>
    </w:p>
    <w:p w:rsidR="00850B65" w:rsidRDefault="00850B65" w:rsidP="00850B65">
      <w:r>
        <w:t>238.3384</w:t>
      </w:r>
      <w:r>
        <w:tab/>
        <w:t>1.013e0</w:t>
      </w:r>
    </w:p>
    <w:p w:rsidR="00850B65" w:rsidRDefault="00850B65" w:rsidP="00850B65">
      <w:r>
        <w:t>238.3920</w:t>
      </w:r>
      <w:r>
        <w:tab/>
        <w:t>1.013e0</w:t>
      </w:r>
    </w:p>
    <w:p w:rsidR="00850B65" w:rsidRDefault="00850B65" w:rsidP="00850B65">
      <w:r>
        <w:t>238.4902</w:t>
      </w:r>
      <w:r>
        <w:tab/>
        <w:t>1.013e0</w:t>
      </w:r>
    </w:p>
    <w:p w:rsidR="00850B65" w:rsidRDefault="00850B65" w:rsidP="00850B65">
      <w:r>
        <w:lastRenderedPageBreak/>
        <w:t>238.5121</w:t>
      </w:r>
      <w:r>
        <w:tab/>
        <w:t>1.013e0</w:t>
      </w:r>
    </w:p>
    <w:p w:rsidR="00850B65" w:rsidRDefault="00850B65" w:rsidP="00850B65">
      <w:r>
        <w:t>238.5528</w:t>
      </w:r>
      <w:r>
        <w:tab/>
        <w:t>2.025e0</w:t>
      </w:r>
    </w:p>
    <w:p w:rsidR="00850B65" w:rsidRDefault="00850B65" w:rsidP="00850B65">
      <w:r>
        <w:t>238.5770</w:t>
      </w:r>
      <w:r>
        <w:tab/>
        <w:t>1.013e0</w:t>
      </w:r>
    </w:p>
    <w:p w:rsidR="00850B65" w:rsidRDefault="00850B65" w:rsidP="00850B65">
      <w:r>
        <w:t>238.5809</w:t>
      </w:r>
      <w:r>
        <w:tab/>
        <w:t>1.013e0</w:t>
      </w:r>
    </w:p>
    <w:p w:rsidR="00850B65" w:rsidRDefault="00850B65" w:rsidP="00850B65">
      <w:r>
        <w:t>238.5848</w:t>
      </w:r>
      <w:r>
        <w:tab/>
        <w:t>1.013e0</w:t>
      </w:r>
    </w:p>
    <w:p w:rsidR="00850B65" w:rsidRDefault="00850B65" w:rsidP="00850B65">
      <w:r>
        <w:t>238.6303</w:t>
      </w:r>
      <w:r>
        <w:tab/>
        <w:t>1.013e0</w:t>
      </w:r>
    </w:p>
    <w:p w:rsidR="00850B65" w:rsidRDefault="00850B65" w:rsidP="00850B65">
      <w:r>
        <w:t>238.6756</w:t>
      </w:r>
      <w:r>
        <w:tab/>
        <w:t>1.013e0</w:t>
      </w:r>
    </w:p>
    <w:p w:rsidR="00850B65" w:rsidRDefault="00850B65" w:rsidP="00850B65">
      <w:r>
        <w:t>238.7250</w:t>
      </w:r>
      <w:r>
        <w:tab/>
        <w:t>1.013e0</w:t>
      </w:r>
    </w:p>
    <w:p w:rsidR="00850B65" w:rsidRDefault="00850B65" w:rsidP="00850B65">
      <w:r>
        <w:t>238.8433</w:t>
      </w:r>
      <w:r>
        <w:tab/>
        <w:t>1.013e0</w:t>
      </w:r>
    </w:p>
    <w:p w:rsidR="00850B65" w:rsidRDefault="00850B65" w:rsidP="00850B65">
      <w:r>
        <w:t>238.8809</w:t>
      </w:r>
      <w:r>
        <w:tab/>
        <w:t>1.013e0</w:t>
      </w:r>
    </w:p>
    <w:p w:rsidR="00850B65" w:rsidRDefault="00850B65" w:rsidP="00850B65">
      <w:r>
        <w:t>238.9146</w:t>
      </w:r>
      <w:r>
        <w:tab/>
        <w:t>1.013e0</w:t>
      </w:r>
    </w:p>
    <w:p w:rsidR="00850B65" w:rsidRDefault="00850B65" w:rsidP="00850B65">
      <w:r>
        <w:t>238.9302</w:t>
      </w:r>
      <w:r>
        <w:tab/>
        <w:t>1.013e0</w:t>
      </w:r>
    </w:p>
    <w:p w:rsidR="00850B65" w:rsidRDefault="00850B65" w:rsidP="00850B65">
      <w:r>
        <w:t>238.9551</w:t>
      </w:r>
      <w:r>
        <w:tab/>
        <w:t>1.013e0</w:t>
      </w:r>
    </w:p>
    <w:p w:rsidR="00850B65" w:rsidRDefault="00850B65" w:rsidP="00850B65">
      <w:r>
        <w:t>238.9795</w:t>
      </w:r>
      <w:r>
        <w:tab/>
        <w:t>1.013e0</w:t>
      </w:r>
    </w:p>
    <w:p w:rsidR="00850B65" w:rsidRDefault="00850B65" w:rsidP="00850B65">
      <w:r>
        <w:t>239.0249</w:t>
      </w:r>
      <w:r>
        <w:tab/>
        <w:t>1.013e0</w:t>
      </w:r>
    </w:p>
    <w:p w:rsidR="00850B65" w:rsidRDefault="00850B65" w:rsidP="00850B65">
      <w:r>
        <w:t>239.0522</w:t>
      </w:r>
      <w:r>
        <w:tab/>
        <w:t>8.594e0</w:t>
      </w:r>
    </w:p>
    <w:p w:rsidR="00850B65" w:rsidRDefault="00850B65" w:rsidP="00850B65">
      <w:r>
        <w:t>239.0536</w:t>
      </w:r>
      <w:r>
        <w:tab/>
        <w:t>1.013e0</w:t>
      </w:r>
    </w:p>
    <w:p w:rsidR="00850B65" w:rsidRDefault="00850B65" w:rsidP="00850B65">
      <w:r>
        <w:t>239.0547</w:t>
      </w:r>
      <w:r>
        <w:tab/>
        <w:t>3.260e0</w:t>
      </w:r>
    </w:p>
    <w:p w:rsidR="00850B65" w:rsidRDefault="00850B65" w:rsidP="00850B65">
      <w:r>
        <w:t>239.0899</w:t>
      </w:r>
      <w:r>
        <w:tab/>
        <w:t>1.013e0</w:t>
      </w:r>
    </w:p>
    <w:p w:rsidR="00850B65" w:rsidRDefault="00850B65" w:rsidP="00850B65">
      <w:r>
        <w:lastRenderedPageBreak/>
        <w:t>239.1073</w:t>
      </w:r>
      <w:r>
        <w:tab/>
        <w:t>1.013e0</w:t>
      </w:r>
    </w:p>
    <w:p w:rsidR="00850B65" w:rsidRDefault="00850B65" w:rsidP="00850B65">
      <w:r>
        <w:t>239.1135</w:t>
      </w:r>
      <w:r>
        <w:tab/>
        <w:t>2.025e0</w:t>
      </w:r>
    </w:p>
    <w:p w:rsidR="00850B65" w:rsidRDefault="00850B65" w:rsidP="00850B65">
      <w:r>
        <w:t>239.1588</w:t>
      </w:r>
      <w:r>
        <w:tab/>
        <w:t>3.038e0</w:t>
      </w:r>
    </w:p>
    <w:p w:rsidR="00850B65" w:rsidRDefault="00850B65" w:rsidP="00850B65">
      <w:r>
        <w:t>239.1653</w:t>
      </w:r>
      <w:r>
        <w:tab/>
        <w:t>2.105e0</w:t>
      </w:r>
    </w:p>
    <w:p w:rsidR="00850B65" w:rsidRDefault="00850B65" w:rsidP="00850B65">
      <w:r>
        <w:t>239.2036</w:t>
      </w:r>
      <w:r>
        <w:tab/>
        <w:t>2.025e0</w:t>
      </w:r>
    </w:p>
    <w:p w:rsidR="00850B65" w:rsidRDefault="00850B65" w:rsidP="00850B65">
      <w:r>
        <w:t>239.2159</w:t>
      </w:r>
      <w:r>
        <w:tab/>
        <w:t>2.025e0</w:t>
      </w:r>
    </w:p>
    <w:p w:rsidR="00850B65" w:rsidRDefault="00850B65" w:rsidP="00850B65">
      <w:r>
        <w:t>239.2302</w:t>
      </w:r>
      <w:r>
        <w:tab/>
        <w:t>1.013e0</w:t>
      </w:r>
    </w:p>
    <w:p w:rsidR="00850B65" w:rsidRDefault="00850B65" w:rsidP="00850B65">
      <w:r>
        <w:t>239.2595</w:t>
      </w:r>
      <w:r>
        <w:tab/>
        <w:t>1.013e0</w:t>
      </w:r>
    </w:p>
    <w:p w:rsidR="00850B65" w:rsidRDefault="00850B65" w:rsidP="00850B65">
      <w:r>
        <w:t>239.2835</w:t>
      </w:r>
      <w:r>
        <w:tab/>
        <w:t>1.013e0</w:t>
      </w:r>
    </w:p>
    <w:p w:rsidR="00850B65" w:rsidRDefault="00850B65" w:rsidP="00850B65">
      <w:r>
        <w:t>239.3289</w:t>
      </w:r>
      <w:r>
        <w:tab/>
        <w:t>1.013e0</w:t>
      </w:r>
    </w:p>
    <w:p w:rsidR="00850B65" w:rsidRDefault="00850B65" w:rsidP="00850B65">
      <w:r>
        <w:t>239.3368</w:t>
      </w:r>
      <w:r>
        <w:tab/>
        <w:t>1.013e0</w:t>
      </w:r>
    </w:p>
    <w:p w:rsidR="00850B65" w:rsidRDefault="00850B65" w:rsidP="00850B65">
      <w:r>
        <w:t>239.3491</w:t>
      </w:r>
      <w:r>
        <w:tab/>
        <w:t>1.013e0</w:t>
      </w:r>
    </w:p>
    <w:p w:rsidR="00850B65" w:rsidRDefault="00850B65" w:rsidP="00850B65">
      <w:r>
        <w:t>239.4521</w:t>
      </w:r>
      <w:r>
        <w:tab/>
        <w:t>1.013e0</w:t>
      </w:r>
    </w:p>
    <w:p w:rsidR="00850B65" w:rsidRDefault="00850B65" w:rsidP="00850B65">
      <w:r>
        <w:t>239.4849</w:t>
      </w:r>
      <w:r>
        <w:tab/>
        <w:t>1.013e0</w:t>
      </w:r>
    </w:p>
    <w:p w:rsidR="00850B65" w:rsidRDefault="00850B65" w:rsidP="00850B65">
      <w:r>
        <w:t>239.5553</w:t>
      </w:r>
      <w:r>
        <w:tab/>
        <w:t>1.013e0</w:t>
      </w:r>
    </w:p>
    <w:p w:rsidR="00850B65" w:rsidRDefault="00850B65" w:rsidP="00850B65">
      <w:r>
        <w:t>239.5758</w:t>
      </w:r>
      <w:r>
        <w:tab/>
        <w:t>1.013e0</w:t>
      </w:r>
    </w:p>
    <w:p w:rsidR="00850B65" w:rsidRDefault="00850B65" w:rsidP="00850B65">
      <w:r>
        <w:t>239.6091</w:t>
      </w:r>
      <w:r>
        <w:tab/>
        <w:t>1.013e0</w:t>
      </w:r>
    </w:p>
    <w:p w:rsidR="00850B65" w:rsidRDefault="00850B65" w:rsidP="00850B65">
      <w:r>
        <w:t>239.6584</w:t>
      </w:r>
      <w:r>
        <w:tab/>
        <w:t>1.013e0</w:t>
      </w:r>
    </w:p>
    <w:p w:rsidR="00850B65" w:rsidRDefault="00850B65" w:rsidP="00850B65">
      <w:r>
        <w:t>239.6825</w:t>
      </w:r>
      <w:r>
        <w:tab/>
        <w:t>1.013e0</w:t>
      </w:r>
    </w:p>
    <w:p w:rsidR="00850B65" w:rsidRDefault="00850B65" w:rsidP="00850B65">
      <w:r>
        <w:lastRenderedPageBreak/>
        <w:t>239.6843</w:t>
      </w:r>
      <w:r>
        <w:tab/>
        <w:t>2.025e0</w:t>
      </w:r>
    </w:p>
    <w:p w:rsidR="00850B65" w:rsidRDefault="00850B65" w:rsidP="00850B65">
      <w:r>
        <w:t>239.7279</w:t>
      </w:r>
      <w:r>
        <w:tab/>
        <w:t>1.013e0</w:t>
      </w:r>
    </w:p>
    <w:p w:rsidR="00850B65" w:rsidRDefault="00850B65" w:rsidP="00850B65">
      <w:r>
        <w:t>239.7481</w:t>
      </w:r>
      <w:r>
        <w:tab/>
        <w:t>1.013e0</w:t>
      </w:r>
    </w:p>
    <w:p w:rsidR="00850B65" w:rsidRDefault="00850B65" w:rsidP="00850B65">
      <w:r>
        <w:t>239.7571</w:t>
      </w:r>
      <w:r>
        <w:tab/>
        <w:t>1.013e0</w:t>
      </w:r>
    </w:p>
    <w:p w:rsidR="00850B65" w:rsidRDefault="00850B65" w:rsidP="00850B65">
      <w:r>
        <w:t>239.8947</w:t>
      </w:r>
      <w:r>
        <w:tab/>
        <w:t>3.038e0</w:t>
      </w:r>
    </w:p>
    <w:p w:rsidR="00850B65" w:rsidRDefault="00850B65" w:rsidP="00850B65">
      <w:r>
        <w:t>239.8962</w:t>
      </w:r>
      <w:r>
        <w:tab/>
        <w:t>1.013e0</w:t>
      </w:r>
    </w:p>
    <w:p w:rsidR="00850B65" w:rsidRDefault="00850B65" w:rsidP="00850B65">
      <w:r>
        <w:t>240.0040</w:t>
      </w:r>
      <w:r>
        <w:tab/>
        <w:t>1.013e0</w:t>
      </w:r>
    </w:p>
    <w:p w:rsidR="00850B65" w:rsidRDefault="00850B65" w:rsidP="00850B65">
      <w:r>
        <w:t>240.0229</w:t>
      </w:r>
      <w:r>
        <w:tab/>
        <w:t>6.076e0</w:t>
      </w:r>
    </w:p>
    <w:p w:rsidR="00850B65" w:rsidRDefault="00850B65" w:rsidP="00850B65">
      <w:r>
        <w:t>240.0300</w:t>
      </w:r>
      <w:r>
        <w:tab/>
        <w:t>6.001e0</w:t>
      </w:r>
    </w:p>
    <w:p w:rsidR="00850B65" w:rsidRDefault="00850B65" w:rsidP="00850B65">
      <w:r>
        <w:t>240.0387</w:t>
      </w:r>
      <w:r>
        <w:tab/>
        <w:t>3.038e0</w:t>
      </w:r>
    </w:p>
    <w:p w:rsidR="00850B65" w:rsidRDefault="00850B65" w:rsidP="00850B65">
      <w:r>
        <w:t>240.0656</w:t>
      </w:r>
      <w:r>
        <w:tab/>
        <w:t>2.929e0</w:t>
      </w:r>
    </w:p>
    <w:p w:rsidR="00850B65" w:rsidRDefault="00850B65" w:rsidP="00850B65">
      <w:r>
        <w:t>240.1028</w:t>
      </w:r>
      <w:r>
        <w:tab/>
        <w:t>1.013e0</w:t>
      </w:r>
    </w:p>
    <w:p w:rsidR="00850B65" w:rsidRDefault="00850B65" w:rsidP="00850B65">
      <w:r>
        <w:t>240.1115</w:t>
      </w:r>
      <w:r>
        <w:tab/>
        <w:t>1.013e0</w:t>
      </w:r>
    </w:p>
    <w:p w:rsidR="00850B65" w:rsidRDefault="00850B65" w:rsidP="00850B65">
      <w:r>
        <w:t>240.1405</w:t>
      </w:r>
      <w:r>
        <w:tab/>
        <w:t>3.038e0</w:t>
      </w:r>
    </w:p>
    <w:p w:rsidR="00850B65" w:rsidRDefault="00850B65" w:rsidP="00850B65">
      <w:r>
        <w:t>240.1432</w:t>
      </w:r>
      <w:r>
        <w:tab/>
        <w:t>1.013e0</w:t>
      </w:r>
    </w:p>
    <w:p w:rsidR="00850B65" w:rsidRDefault="00850B65" w:rsidP="00850B65">
      <w:r>
        <w:t>240.1609</w:t>
      </w:r>
      <w:r>
        <w:tab/>
        <w:t>1.013e0</w:t>
      </w:r>
    </w:p>
    <w:p w:rsidR="00850B65" w:rsidRDefault="00850B65" w:rsidP="00850B65">
      <w:r>
        <w:t>240.1805</w:t>
      </w:r>
      <w:r>
        <w:tab/>
        <w:t>1.013e0</w:t>
      </w:r>
    </w:p>
    <w:p w:rsidR="00850B65" w:rsidRDefault="00850B65" w:rsidP="00850B65">
      <w:r>
        <w:t>240.1931</w:t>
      </w:r>
      <w:r>
        <w:tab/>
        <w:t>4.051e0</w:t>
      </w:r>
    </w:p>
    <w:p w:rsidR="00850B65" w:rsidRDefault="00850B65" w:rsidP="00850B65">
      <w:r>
        <w:t>240.2061</w:t>
      </w:r>
      <w:r>
        <w:tab/>
        <w:t>1.013e0</w:t>
      </w:r>
    </w:p>
    <w:p w:rsidR="00850B65" w:rsidRDefault="00850B65" w:rsidP="00850B65">
      <w:r>
        <w:lastRenderedPageBreak/>
        <w:t>240.2240</w:t>
      </w:r>
      <w:r>
        <w:tab/>
        <w:t>2.025e0</w:t>
      </w:r>
    </w:p>
    <w:p w:rsidR="00850B65" w:rsidRDefault="00850B65" w:rsidP="00850B65">
      <w:r>
        <w:t>240.2260</w:t>
      </w:r>
      <w:r>
        <w:tab/>
        <w:t>1.013e0</w:t>
      </w:r>
    </w:p>
    <w:p w:rsidR="00850B65" w:rsidRDefault="00850B65" w:rsidP="00850B65">
      <w:r>
        <w:t>240.2338</w:t>
      </w:r>
      <w:r>
        <w:tab/>
        <w:t>1.013e0</w:t>
      </w:r>
    </w:p>
    <w:p w:rsidR="00850B65" w:rsidRDefault="00850B65" w:rsidP="00850B65">
      <w:r>
        <w:t>240.2511</w:t>
      </w:r>
      <w:r>
        <w:tab/>
        <w:t>1.013e0</w:t>
      </w:r>
    </w:p>
    <w:p w:rsidR="00850B65" w:rsidRDefault="00850B65" w:rsidP="00850B65">
      <w:r>
        <w:t>240.2793</w:t>
      </w:r>
      <w:r>
        <w:tab/>
        <w:t>1.013e0</w:t>
      </w:r>
    </w:p>
    <w:p w:rsidR="00850B65" w:rsidRDefault="00850B65" w:rsidP="00850B65">
      <w:r>
        <w:t>240.3005</w:t>
      </w:r>
      <w:r>
        <w:tab/>
        <w:t>1.013e0</w:t>
      </w:r>
    </w:p>
    <w:p w:rsidR="00850B65" w:rsidRDefault="00850B65" w:rsidP="00850B65">
      <w:r>
        <w:t>240.3050</w:t>
      </w:r>
      <w:r>
        <w:tab/>
        <w:t>1.013e0</w:t>
      </w:r>
    </w:p>
    <w:p w:rsidR="00850B65" w:rsidRDefault="00850B65" w:rsidP="00850B65">
      <w:r>
        <w:t>240.3455</w:t>
      </w:r>
      <w:r>
        <w:tab/>
        <w:t>1.013e0</w:t>
      </w:r>
    </w:p>
    <w:p w:rsidR="00850B65" w:rsidRDefault="00850B65" w:rsidP="00850B65">
      <w:r>
        <w:t>240.3586</w:t>
      </w:r>
      <w:r>
        <w:tab/>
        <w:t>1.013e0</w:t>
      </w:r>
    </w:p>
    <w:p w:rsidR="00850B65" w:rsidRDefault="00850B65" w:rsidP="00850B65">
      <w:r>
        <w:t>240.4081</w:t>
      </w:r>
      <w:r>
        <w:tab/>
        <w:t>1.013e0</w:t>
      </w:r>
    </w:p>
    <w:p w:rsidR="00850B65" w:rsidRDefault="00850B65" w:rsidP="00850B65">
      <w:r>
        <w:t>240.4771</w:t>
      </w:r>
      <w:r>
        <w:tab/>
        <w:t>1.013e0</w:t>
      </w:r>
    </w:p>
    <w:p w:rsidR="00850B65" w:rsidRDefault="00850B65" w:rsidP="00850B65">
      <w:r>
        <w:t>240.5602</w:t>
      </w:r>
      <w:r>
        <w:tab/>
        <w:t>1.013e0</w:t>
      </w:r>
    </w:p>
    <w:p w:rsidR="00850B65" w:rsidRDefault="00850B65" w:rsidP="00850B65">
      <w:r>
        <w:t>240.6215</w:t>
      </w:r>
      <w:r>
        <w:tab/>
        <w:t>1.013e0</w:t>
      </w:r>
    </w:p>
    <w:p w:rsidR="00850B65" w:rsidRDefault="00850B65" w:rsidP="00850B65">
      <w:r>
        <w:t>240.6323</w:t>
      </w:r>
      <w:r>
        <w:tab/>
        <w:t>2.025e0</w:t>
      </w:r>
    </w:p>
    <w:p w:rsidR="00850B65" w:rsidRDefault="00850B65" w:rsidP="00850B65">
      <w:r>
        <w:t>240.6811</w:t>
      </w:r>
      <w:r>
        <w:tab/>
        <w:t>2.025e0</w:t>
      </w:r>
    </w:p>
    <w:p w:rsidR="00850B65" w:rsidRDefault="00850B65" w:rsidP="00850B65">
      <w:r>
        <w:t>240.7125</w:t>
      </w:r>
      <w:r>
        <w:tab/>
        <w:t>1.013e0</w:t>
      </w:r>
    </w:p>
    <w:p w:rsidR="00850B65" w:rsidRDefault="00850B65" w:rsidP="00850B65">
      <w:r>
        <w:t>240.7165</w:t>
      </w:r>
      <w:r>
        <w:tab/>
        <w:t>1.013e0</w:t>
      </w:r>
    </w:p>
    <w:p w:rsidR="00850B65" w:rsidRDefault="00850B65" w:rsidP="00850B65">
      <w:r>
        <w:t>240.7542</w:t>
      </w:r>
      <w:r>
        <w:tab/>
        <w:t>1.013e0</w:t>
      </w:r>
    </w:p>
    <w:p w:rsidR="00850B65" w:rsidRDefault="00850B65" w:rsidP="00850B65">
      <w:r>
        <w:t>240.7619</w:t>
      </w:r>
      <w:r>
        <w:tab/>
        <w:t>1.013e0</w:t>
      </w:r>
    </w:p>
    <w:p w:rsidR="00850B65" w:rsidRDefault="00850B65" w:rsidP="00850B65">
      <w:r>
        <w:lastRenderedPageBreak/>
        <w:t>240.7864</w:t>
      </w:r>
      <w:r>
        <w:tab/>
        <w:t>1.013e0</w:t>
      </w:r>
    </w:p>
    <w:p w:rsidR="00850B65" w:rsidRDefault="00850B65" w:rsidP="00850B65">
      <w:r>
        <w:t>240.7910</w:t>
      </w:r>
      <w:r>
        <w:tab/>
        <w:t>1.013e0</w:t>
      </w:r>
    </w:p>
    <w:p w:rsidR="00850B65" w:rsidRDefault="00850B65" w:rsidP="00850B65">
      <w:r>
        <w:t>240.7939</w:t>
      </w:r>
      <w:r>
        <w:tab/>
        <w:t>2.025e0</w:t>
      </w:r>
    </w:p>
    <w:p w:rsidR="00850B65" w:rsidRDefault="00850B65" w:rsidP="00850B65">
      <w:r>
        <w:t>240.8315</w:t>
      </w:r>
      <w:r>
        <w:tab/>
        <w:t>1.013e0</w:t>
      </w:r>
    </w:p>
    <w:p w:rsidR="00850B65" w:rsidRDefault="00850B65" w:rsidP="00850B65">
      <w:r>
        <w:t>240.8531</w:t>
      </w:r>
      <w:r>
        <w:tab/>
        <w:t>1.013e0</w:t>
      </w:r>
    </w:p>
    <w:p w:rsidR="00850B65" w:rsidRDefault="00850B65" w:rsidP="00850B65">
      <w:r>
        <w:t>240.9064</w:t>
      </w:r>
      <w:r>
        <w:tab/>
        <w:t>1.013e0</w:t>
      </w:r>
    </w:p>
    <w:p w:rsidR="00850B65" w:rsidRDefault="00850B65" w:rsidP="00850B65">
      <w:r>
        <w:t>240.9559</w:t>
      </w:r>
      <w:r>
        <w:tab/>
        <w:t>1.013e0</w:t>
      </w:r>
    </w:p>
    <w:p w:rsidR="00850B65" w:rsidRDefault="00850B65" w:rsidP="00850B65">
      <w:r>
        <w:t>240.9937</w:t>
      </w:r>
      <w:r>
        <w:tab/>
        <w:t>1.013e0</w:t>
      </w:r>
    </w:p>
    <w:p w:rsidR="00850B65" w:rsidRDefault="00850B65" w:rsidP="00850B65">
      <w:r>
        <w:t>240.9976</w:t>
      </w:r>
      <w:r>
        <w:tab/>
        <w:t>1.013e0</w:t>
      </w:r>
    </w:p>
    <w:p w:rsidR="00850B65" w:rsidRDefault="00850B65" w:rsidP="00850B65">
      <w:r>
        <w:t>241.0172</w:t>
      </w:r>
      <w:r>
        <w:tab/>
        <w:t>1.013e0</w:t>
      </w:r>
    </w:p>
    <w:p w:rsidR="00850B65" w:rsidRDefault="00850B65" w:rsidP="00850B65">
      <w:r>
        <w:t>241.0287</w:t>
      </w:r>
      <w:r>
        <w:tab/>
        <w:t>3.038e0</w:t>
      </w:r>
    </w:p>
    <w:p w:rsidR="00850B65" w:rsidRDefault="00850B65" w:rsidP="00850B65">
      <w:r>
        <w:t>241.0529</w:t>
      </w:r>
      <w:r>
        <w:tab/>
        <w:t>2.025e0</w:t>
      </w:r>
    </w:p>
    <w:p w:rsidR="00850B65" w:rsidRDefault="00850B65" w:rsidP="00850B65">
      <w:r>
        <w:t>241.0548</w:t>
      </w:r>
      <w:r>
        <w:tab/>
        <w:t>1.013e0</w:t>
      </w:r>
    </w:p>
    <w:p w:rsidR="00850B65" w:rsidRDefault="00850B65" w:rsidP="00850B65">
      <w:r>
        <w:t>241.1122</w:t>
      </w:r>
      <w:r>
        <w:tab/>
        <w:t>1.013e0</w:t>
      </w:r>
    </w:p>
    <w:p w:rsidR="00850B65" w:rsidRDefault="00850B65" w:rsidP="00850B65">
      <w:r>
        <w:t>241.1636</w:t>
      </w:r>
      <w:r>
        <w:tab/>
        <w:t>2.025e0</w:t>
      </w:r>
    </w:p>
    <w:p w:rsidR="00850B65" w:rsidRDefault="00850B65" w:rsidP="00850B65">
      <w:r>
        <w:t>241.1745</w:t>
      </w:r>
      <w:r>
        <w:tab/>
        <w:t>7.089e0</w:t>
      </w:r>
    </w:p>
    <w:p w:rsidR="00850B65" w:rsidRDefault="00850B65" w:rsidP="00850B65">
      <w:r>
        <w:t>241.1775</w:t>
      </w:r>
      <w:r>
        <w:tab/>
        <w:t>1.114e1</w:t>
      </w:r>
    </w:p>
    <w:p w:rsidR="00850B65" w:rsidRDefault="00850B65" w:rsidP="00850B65">
      <w:r>
        <w:t>241.2281</w:t>
      </w:r>
      <w:r>
        <w:tab/>
        <w:t>5.063e0</w:t>
      </w:r>
    </w:p>
    <w:p w:rsidR="00850B65" w:rsidRDefault="00850B65" w:rsidP="00850B65">
      <w:r>
        <w:t>241.2383</w:t>
      </w:r>
      <w:r>
        <w:tab/>
        <w:t>2.025e0</w:t>
      </w:r>
    </w:p>
    <w:p w:rsidR="00850B65" w:rsidRDefault="00850B65" w:rsidP="00850B65">
      <w:r>
        <w:lastRenderedPageBreak/>
        <w:t>241.2528</w:t>
      </w:r>
      <w:r>
        <w:tab/>
        <w:t>1.013e0</w:t>
      </w:r>
    </w:p>
    <w:p w:rsidR="00850B65" w:rsidRDefault="00850B65" w:rsidP="00850B65">
      <w:r>
        <w:t>241.3274</w:t>
      </w:r>
      <w:r>
        <w:tab/>
        <w:t>1.013e0</w:t>
      </w:r>
    </w:p>
    <w:p w:rsidR="00850B65" w:rsidRDefault="00850B65" w:rsidP="00850B65">
      <w:r>
        <w:t>241.3596</w:t>
      </w:r>
      <w:r>
        <w:tab/>
        <w:t>1.013e0</w:t>
      </w:r>
    </w:p>
    <w:p w:rsidR="00850B65" w:rsidRDefault="00850B65" w:rsidP="00850B65">
      <w:r>
        <w:t>241.4148</w:t>
      </w:r>
      <w:r>
        <w:tab/>
        <w:t>2.025e0</w:t>
      </w:r>
    </w:p>
    <w:p w:rsidR="00850B65" w:rsidRDefault="00850B65" w:rsidP="00850B65">
      <w:r>
        <w:t>241.4924</w:t>
      </w:r>
      <w:r>
        <w:tab/>
        <w:t>1.013e0</w:t>
      </w:r>
    </w:p>
    <w:p w:rsidR="00850B65" w:rsidRDefault="00850B65" w:rsidP="00850B65">
      <w:r>
        <w:t>241.5170</w:t>
      </w:r>
      <w:r>
        <w:tab/>
        <w:t>1.013e0</w:t>
      </w:r>
    </w:p>
    <w:p w:rsidR="00850B65" w:rsidRDefault="00850B65" w:rsidP="00850B65">
      <w:r>
        <w:t>241.5915</w:t>
      </w:r>
      <w:r>
        <w:tab/>
        <w:t>1.013e0</w:t>
      </w:r>
    </w:p>
    <w:p w:rsidR="00850B65" w:rsidRDefault="00850B65" w:rsidP="00850B65">
      <w:r>
        <w:t>241.6062</w:t>
      </w:r>
      <w:r>
        <w:tab/>
        <w:t>2.025e0</w:t>
      </w:r>
    </w:p>
    <w:p w:rsidR="00850B65" w:rsidRDefault="00850B65" w:rsidP="00850B65">
      <w:r>
        <w:t>241.6253</w:t>
      </w:r>
      <w:r>
        <w:tab/>
        <w:t>1.013e0</w:t>
      </w:r>
    </w:p>
    <w:p w:rsidR="00850B65" w:rsidRDefault="00850B65" w:rsidP="00850B65">
      <w:r>
        <w:t>241.6450</w:t>
      </w:r>
      <w:r>
        <w:tab/>
        <w:t>1.013e0</w:t>
      </w:r>
    </w:p>
    <w:p w:rsidR="00850B65" w:rsidRDefault="00850B65" w:rsidP="00850B65">
      <w:r>
        <w:t>241.7321</w:t>
      </w:r>
      <w:r>
        <w:tab/>
        <w:t>1.013e0</w:t>
      </w:r>
    </w:p>
    <w:p w:rsidR="00850B65" w:rsidRDefault="00850B65" w:rsidP="00850B65">
      <w:r>
        <w:t>241.7654</w:t>
      </w:r>
      <w:r>
        <w:tab/>
        <w:t>1.013e0</w:t>
      </w:r>
    </w:p>
    <w:p w:rsidR="00850B65" w:rsidRDefault="00850B65" w:rsidP="00850B65">
      <w:r>
        <w:t>241.7973</w:t>
      </w:r>
      <w:r>
        <w:tab/>
        <w:t>1.013e0</w:t>
      </w:r>
    </w:p>
    <w:p w:rsidR="00850B65" w:rsidRDefault="00850B65" w:rsidP="00850B65">
      <w:r>
        <w:t>241.8016</w:t>
      </w:r>
      <w:r>
        <w:tab/>
        <w:t>1.013e0</w:t>
      </w:r>
    </w:p>
    <w:p w:rsidR="00850B65" w:rsidRDefault="00850B65" w:rsidP="00850B65">
      <w:r>
        <w:t>241.8312</w:t>
      </w:r>
      <w:r>
        <w:tab/>
        <w:t>1.013e0</w:t>
      </w:r>
    </w:p>
    <w:p w:rsidR="00850B65" w:rsidRDefault="00850B65" w:rsidP="00850B65">
      <w:r>
        <w:t>241.8352</w:t>
      </w:r>
      <w:r>
        <w:tab/>
        <w:t>1.013e0</w:t>
      </w:r>
    </w:p>
    <w:p w:rsidR="00850B65" w:rsidRDefault="00850B65" w:rsidP="00850B65">
      <w:r>
        <w:t>241.8603</w:t>
      </w:r>
      <w:r>
        <w:tab/>
        <w:t>1.013e0</w:t>
      </w:r>
    </w:p>
    <w:p w:rsidR="00850B65" w:rsidRDefault="00850B65" w:rsidP="00850B65">
      <w:r>
        <w:t>242.0216</w:t>
      </w:r>
      <w:r>
        <w:tab/>
        <w:t>5.562e1</w:t>
      </w:r>
    </w:p>
    <w:p w:rsidR="00850B65" w:rsidRDefault="00850B65" w:rsidP="00850B65">
      <w:r>
        <w:t>242.0230</w:t>
      </w:r>
      <w:r>
        <w:tab/>
        <w:t>3.449e1</w:t>
      </w:r>
    </w:p>
    <w:p w:rsidR="00850B65" w:rsidRDefault="00850B65" w:rsidP="00850B65">
      <w:r>
        <w:lastRenderedPageBreak/>
        <w:t>242.0804</w:t>
      </w:r>
      <w:r>
        <w:tab/>
        <w:t>1.307e1</w:t>
      </w:r>
    </w:p>
    <w:p w:rsidR="00850B65" w:rsidRDefault="00850B65" w:rsidP="00850B65">
      <w:r>
        <w:t>242.1078</w:t>
      </w:r>
      <w:r>
        <w:tab/>
        <w:t>3.038e0</w:t>
      </w:r>
    </w:p>
    <w:p w:rsidR="00850B65" w:rsidRDefault="00850B65" w:rsidP="00850B65">
      <w:r>
        <w:t>242.1103</w:t>
      </w:r>
      <w:r>
        <w:tab/>
        <w:t>2.025e0</w:t>
      </w:r>
    </w:p>
    <w:p w:rsidR="00850B65" w:rsidRDefault="00850B65" w:rsidP="00850B65">
      <w:r>
        <w:t>242.1644</w:t>
      </w:r>
      <w:r>
        <w:tab/>
        <w:t>3.038e0</w:t>
      </w:r>
    </w:p>
    <w:p w:rsidR="00850B65" w:rsidRDefault="00850B65" w:rsidP="00850B65">
      <w:r>
        <w:t>242.1682</w:t>
      </w:r>
      <w:r>
        <w:tab/>
        <w:t>2.025e0</w:t>
      </w:r>
    </w:p>
    <w:p w:rsidR="00850B65" w:rsidRDefault="00850B65" w:rsidP="00850B65">
      <w:r>
        <w:t>242.1758</w:t>
      </w:r>
      <w:r>
        <w:tab/>
        <w:t>6.076e0</w:t>
      </w:r>
    </w:p>
    <w:p w:rsidR="00850B65" w:rsidRDefault="00850B65" w:rsidP="00850B65">
      <w:r>
        <w:t>242.1938</w:t>
      </w:r>
      <w:r>
        <w:tab/>
        <w:t>3.038e0</w:t>
      </w:r>
    </w:p>
    <w:p w:rsidR="00850B65" w:rsidRDefault="00850B65" w:rsidP="00850B65">
      <w:r>
        <w:t>242.2275</w:t>
      </w:r>
      <w:r>
        <w:tab/>
        <w:t>1.013e0</w:t>
      </w:r>
    </w:p>
    <w:p w:rsidR="00850B65" w:rsidRDefault="00850B65" w:rsidP="00850B65">
      <w:r>
        <w:t>242.2494</w:t>
      </w:r>
      <w:r>
        <w:tab/>
        <w:t>1.013e0</w:t>
      </w:r>
    </w:p>
    <w:p w:rsidR="00850B65" w:rsidRDefault="00850B65" w:rsidP="00850B65">
      <w:r>
        <w:t>242.2784</w:t>
      </w:r>
      <w:r>
        <w:tab/>
        <w:t>1.863e1</w:t>
      </w:r>
    </w:p>
    <w:p w:rsidR="00850B65" w:rsidRDefault="00850B65" w:rsidP="00850B65">
      <w:r>
        <w:t>242.2815</w:t>
      </w:r>
      <w:r>
        <w:tab/>
        <w:t>1.240e1</w:t>
      </w:r>
    </w:p>
    <w:p w:rsidR="00850B65" w:rsidRDefault="00850B65" w:rsidP="00850B65">
      <w:r>
        <w:t>242.3031</w:t>
      </w:r>
      <w:r>
        <w:tab/>
        <w:t>1.873e0</w:t>
      </w:r>
    </w:p>
    <w:p w:rsidR="00850B65" w:rsidRDefault="00850B65" w:rsidP="00850B65">
      <w:r>
        <w:t>242.3048</w:t>
      </w:r>
      <w:r>
        <w:tab/>
        <w:t>4.051e0</w:t>
      </w:r>
    </w:p>
    <w:p w:rsidR="00850B65" w:rsidRDefault="00850B65" w:rsidP="00850B65">
      <w:r>
        <w:t>242.3091</w:t>
      </w:r>
      <w:r>
        <w:tab/>
        <w:t>2.790e0</w:t>
      </w:r>
    </w:p>
    <w:p w:rsidR="00850B65" w:rsidRDefault="00850B65" w:rsidP="00850B65">
      <w:r>
        <w:t>242.3445</w:t>
      </w:r>
      <w:r>
        <w:tab/>
        <w:t>1.013e0</w:t>
      </w:r>
    </w:p>
    <w:p w:rsidR="00850B65" w:rsidRDefault="00850B65" w:rsidP="00850B65">
      <w:r>
        <w:t>242.3733</w:t>
      </w:r>
      <w:r>
        <w:tab/>
        <w:t>2.025e0</w:t>
      </w:r>
    </w:p>
    <w:p w:rsidR="00850B65" w:rsidRDefault="00850B65" w:rsidP="00850B65">
      <w:r>
        <w:t>242.4868</w:t>
      </w:r>
      <w:r>
        <w:tab/>
        <w:t>2.025e0</w:t>
      </w:r>
    </w:p>
    <w:p w:rsidR="00850B65" w:rsidRDefault="00850B65" w:rsidP="00850B65">
      <w:r>
        <w:t>242.5111</w:t>
      </w:r>
      <w:r>
        <w:tab/>
        <w:t>2.025e0</w:t>
      </w:r>
    </w:p>
    <w:p w:rsidR="00850B65" w:rsidRDefault="00850B65" w:rsidP="00850B65">
      <w:r>
        <w:t>242.5985</w:t>
      </w:r>
      <w:r>
        <w:tab/>
        <w:t>2.025e0</w:t>
      </w:r>
    </w:p>
    <w:p w:rsidR="00850B65" w:rsidRDefault="00850B65" w:rsidP="00850B65">
      <w:r>
        <w:lastRenderedPageBreak/>
        <w:t>242.6122</w:t>
      </w:r>
      <w:r>
        <w:tab/>
        <w:t>1.013e0</w:t>
      </w:r>
    </w:p>
    <w:p w:rsidR="00850B65" w:rsidRDefault="00850B65" w:rsidP="00850B65">
      <w:r>
        <w:t>242.6461</w:t>
      </w:r>
      <w:r>
        <w:tab/>
        <w:t>1.013e0</w:t>
      </w:r>
    </w:p>
    <w:p w:rsidR="00850B65" w:rsidRDefault="00850B65" w:rsidP="00850B65">
      <w:r>
        <w:t>242.6662</w:t>
      </w:r>
      <w:r>
        <w:tab/>
        <w:t>1.013e0</w:t>
      </w:r>
    </w:p>
    <w:p w:rsidR="00850B65" w:rsidRDefault="00850B65" w:rsidP="00850B65">
      <w:r>
        <w:t>242.6798</w:t>
      </w:r>
      <w:r>
        <w:tab/>
        <w:t>1.013e0</w:t>
      </w:r>
    </w:p>
    <w:p w:rsidR="00850B65" w:rsidRDefault="00850B65" w:rsidP="00850B65">
      <w:r>
        <w:t>242.6997</w:t>
      </w:r>
      <w:r>
        <w:tab/>
        <w:t>1.013e0</w:t>
      </w:r>
    </w:p>
    <w:p w:rsidR="00850B65" w:rsidRDefault="00850B65" w:rsidP="00850B65">
      <w:r>
        <w:t>242.7115</w:t>
      </w:r>
      <w:r>
        <w:tab/>
        <w:t>1.013e0</w:t>
      </w:r>
    </w:p>
    <w:p w:rsidR="00850B65" w:rsidRDefault="00850B65" w:rsidP="00850B65">
      <w:r>
        <w:t>242.7297</w:t>
      </w:r>
      <w:r>
        <w:tab/>
        <w:t>1.013e0</w:t>
      </w:r>
    </w:p>
    <w:p w:rsidR="00850B65" w:rsidRDefault="00850B65" w:rsidP="00850B65">
      <w:r>
        <w:t>242.7310</w:t>
      </w:r>
      <w:r>
        <w:tab/>
        <w:t>3.038e0</w:t>
      </w:r>
    </w:p>
    <w:p w:rsidR="00850B65" w:rsidRDefault="00850B65" w:rsidP="00850B65">
      <w:r>
        <w:t>242.7724</w:t>
      </w:r>
      <w:r>
        <w:tab/>
        <w:t>2.025e0</w:t>
      </w:r>
    </w:p>
    <w:p w:rsidR="00850B65" w:rsidRDefault="00850B65" w:rsidP="00850B65">
      <w:r>
        <w:t>242.7768</w:t>
      </w:r>
      <w:r>
        <w:tab/>
        <w:t>2.025e0</w:t>
      </w:r>
    </w:p>
    <w:p w:rsidR="00850B65" w:rsidRDefault="00850B65" w:rsidP="00850B65">
      <w:r>
        <w:t>242.8484</w:t>
      </w:r>
      <w:r>
        <w:tab/>
        <w:t>1.013e0</w:t>
      </w:r>
    </w:p>
    <w:p w:rsidR="00850B65" w:rsidRDefault="00850B65" w:rsidP="00850B65">
      <w:r>
        <w:t>242.9279</w:t>
      </w:r>
      <w:r>
        <w:tab/>
        <w:t>1.013e0</w:t>
      </w:r>
    </w:p>
    <w:p w:rsidR="00850B65" w:rsidRDefault="00850B65" w:rsidP="00850B65">
      <w:r>
        <w:t>242.9775</w:t>
      </w:r>
      <w:r>
        <w:tab/>
        <w:t>1.013e0</w:t>
      </w:r>
    </w:p>
    <w:p w:rsidR="00850B65" w:rsidRDefault="00850B65" w:rsidP="00850B65">
      <w:r>
        <w:t>242.9931</w:t>
      </w:r>
      <w:r>
        <w:tab/>
        <w:t>1.013e0</w:t>
      </w:r>
    </w:p>
    <w:p w:rsidR="00850B65" w:rsidRDefault="00850B65" w:rsidP="00850B65">
      <w:r>
        <w:t>243.0110</w:t>
      </w:r>
      <w:r>
        <w:tab/>
        <w:t>6.000e0</w:t>
      </w:r>
    </w:p>
    <w:p w:rsidR="00850B65" w:rsidRDefault="00850B65" w:rsidP="00850B65">
      <w:r>
        <w:t>243.0345</w:t>
      </w:r>
      <w:r>
        <w:tab/>
        <w:t>4.051e0</w:t>
      </w:r>
    </w:p>
    <w:p w:rsidR="00850B65" w:rsidRDefault="00850B65" w:rsidP="00850B65">
      <w:r>
        <w:t>243.0425</w:t>
      </w:r>
      <w:r>
        <w:tab/>
        <w:t>4.051e0</w:t>
      </w:r>
    </w:p>
    <w:p w:rsidR="00850B65" w:rsidRDefault="00850B65" w:rsidP="00850B65">
      <w:r>
        <w:t>243.0767</w:t>
      </w:r>
      <w:r>
        <w:tab/>
        <w:t>1.013e0</w:t>
      </w:r>
    </w:p>
    <w:p w:rsidR="00850B65" w:rsidRDefault="00850B65" w:rsidP="00850B65">
      <w:r>
        <w:t>243.0884</w:t>
      </w:r>
      <w:r>
        <w:tab/>
        <w:t>2.117e0</w:t>
      </w:r>
    </w:p>
    <w:p w:rsidR="00850B65" w:rsidRDefault="00850B65" w:rsidP="00850B65">
      <w:r>
        <w:lastRenderedPageBreak/>
        <w:t>243.0994</w:t>
      </w:r>
      <w:r>
        <w:tab/>
        <w:t>3.038e0</w:t>
      </w:r>
    </w:p>
    <w:p w:rsidR="00850B65" w:rsidRDefault="00850B65" w:rsidP="00850B65">
      <w:r>
        <w:t>243.1224</w:t>
      </w:r>
      <w:r>
        <w:tab/>
        <w:t>2.025e0</w:t>
      </w:r>
    </w:p>
    <w:p w:rsidR="00850B65" w:rsidRDefault="00850B65" w:rsidP="00850B65">
      <w:r>
        <w:t>243.1319</w:t>
      </w:r>
      <w:r>
        <w:tab/>
        <w:t>4.051e0</w:t>
      </w:r>
    </w:p>
    <w:p w:rsidR="00850B65" w:rsidRDefault="00850B65" w:rsidP="00850B65">
      <w:r>
        <w:t>243.1517</w:t>
      </w:r>
      <w:r>
        <w:tab/>
        <w:t>1.013e0</w:t>
      </w:r>
    </w:p>
    <w:p w:rsidR="00850B65" w:rsidRDefault="00850B65" w:rsidP="00850B65">
      <w:r>
        <w:t>243.1884</w:t>
      </w:r>
      <w:r>
        <w:tab/>
        <w:t>5.063e0</w:t>
      </w:r>
    </w:p>
    <w:p w:rsidR="00850B65" w:rsidRDefault="00850B65" w:rsidP="00850B65">
      <w:r>
        <w:t>243.1949</w:t>
      </w:r>
      <w:r>
        <w:tab/>
        <w:t>2.025e0</w:t>
      </w:r>
    </w:p>
    <w:p w:rsidR="00850B65" w:rsidRDefault="00850B65" w:rsidP="00850B65">
      <w:r>
        <w:t>243.2177</w:t>
      </w:r>
      <w:r>
        <w:tab/>
        <w:t>1.013e0</w:t>
      </w:r>
    </w:p>
    <w:p w:rsidR="00850B65" w:rsidRDefault="00850B65" w:rsidP="00850B65">
      <w:r>
        <w:t>243.2256</w:t>
      </w:r>
      <w:r>
        <w:tab/>
        <w:t>1.013e0</w:t>
      </w:r>
    </w:p>
    <w:p w:rsidR="00850B65" w:rsidRDefault="00850B65" w:rsidP="00850B65">
      <w:r>
        <w:t>243.2442</w:t>
      </w:r>
      <w:r>
        <w:tab/>
        <w:t>2.025e0</w:t>
      </w:r>
    </w:p>
    <w:p w:rsidR="00850B65" w:rsidRDefault="00850B65" w:rsidP="00850B65">
      <w:r>
        <w:t>243.2471</w:t>
      </w:r>
      <w:r>
        <w:tab/>
        <w:t>1.013e0</w:t>
      </w:r>
    </w:p>
    <w:p w:rsidR="00850B65" w:rsidRDefault="00850B65" w:rsidP="00850B65">
      <w:r>
        <w:t>243.2855</w:t>
      </w:r>
      <w:r>
        <w:tab/>
        <w:t>4.051e0</w:t>
      </w:r>
    </w:p>
    <w:p w:rsidR="00850B65" w:rsidRDefault="00850B65" w:rsidP="00850B65">
      <w:r>
        <w:t>243.2942</w:t>
      </w:r>
      <w:r>
        <w:tab/>
        <w:t>3.038e0</w:t>
      </w:r>
    </w:p>
    <w:p w:rsidR="00850B65" w:rsidRDefault="00850B65" w:rsidP="00850B65">
      <w:r>
        <w:t>243.3149</w:t>
      </w:r>
      <w:r>
        <w:tab/>
        <w:t>2.025e0</w:t>
      </w:r>
    </w:p>
    <w:p w:rsidR="00850B65" w:rsidRDefault="00850B65" w:rsidP="00850B65">
      <w:r>
        <w:t>243.3228</w:t>
      </w:r>
      <w:r>
        <w:tab/>
        <w:t>2.025e0</w:t>
      </w:r>
    </w:p>
    <w:p w:rsidR="00850B65" w:rsidRDefault="00850B65" w:rsidP="00850B65">
      <w:r>
        <w:t>243.3289</w:t>
      </w:r>
      <w:r>
        <w:tab/>
        <w:t>1.013e0</w:t>
      </w:r>
    </w:p>
    <w:p w:rsidR="00850B65" w:rsidRDefault="00850B65" w:rsidP="00850B65">
      <w:r>
        <w:t>243.3744</w:t>
      </w:r>
      <w:r>
        <w:tab/>
        <w:t>1.013e0</w:t>
      </w:r>
    </w:p>
    <w:p w:rsidR="00850B65" w:rsidRDefault="00850B65" w:rsidP="00850B65">
      <w:r>
        <w:t>243.3770</w:t>
      </w:r>
      <w:r>
        <w:tab/>
        <w:t>2.025e0</w:t>
      </w:r>
    </w:p>
    <w:p w:rsidR="00850B65" w:rsidRDefault="00850B65" w:rsidP="00850B65">
      <w:r>
        <w:t>243.4380</w:t>
      </w:r>
      <w:r>
        <w:tab/>
        <w:t>1.013e0</w:t>
      </w:r>
    </w:p>
    <w:p w:rsidR="00850B65" w:rsidRDefault="00850B65" w:rsidP="00850B65">
      <w:r>
        <w:t>243.4540</w:t>
      </w:r>
      <w:r>
        <w:tab/>
        <w:t>1.013e0</w:t>
      </w:r>
    </w:p>
    <w:p w:rsidR="00850B65" w:rsidRDefault="00850B65" w:rsidP="00850B65">
      <w:r>
        <w:lastRenderedPageBreak/>
        <w:t>243.5020</w:t>
      </w:r>
      <w:r>
        <w:tab/>
        <w:t>4.051e0</w:t>
      </w:r>
    </w:p>
    <w:p w:rsidR="00850B65" w:rsidRDefault="00850B65" w:rsidP="00850B65">
      <w:r>
        <w:t>243.5153</w:t>
      </w:r>
      <w:r>
        <w:tab/>
        <w:t>1.013e0</w:t>
      </w:r>
    </w:p>
    <w:p w:rsidR="00850B65" w:rsidRDefault="00850B65" w:rsidP="00850B65">
      <w:r>
        <w:t>243.5414</w:t>
      </w:r>
      <w:r>
        <w:tab/>
        <w:t>1.013e0</w:t>
      </w:r>
    </w:p>
    <w:p w:rsidR="00850B65" w:rsidRDefault="00850B65" w:rsidP="00850B65">
      <w:r>
        <w:t>243.5931</w:t>
      </w:r>
      <w:r>
        <w:tab/>
        <w:t>3.038e0</w:t>
      </w:r>
    </w:p>
    <w:p w:rsidR="00850B65" w:rsidRDefault="00850B65" w:rsidP="00850B65">
      <w:r>
        <w:t>243.6029</w:t>
      </w:r>
      <w:r>
        <w:tab/>
        <w:t>1.013e0</w:t>
      </w:r>
    </w:p>
    <w:p w:rsidR="00850B65" w:rsidRDefault="00850B65" w:rsidP="00850B65">
      <w:r>
        <w:t>243.6108</w:t>
      </w:r>
      <w:r>
        <w:tab/>
        <w:t>1.013e0</w:t>
      </w:r>
    </w:p>
    <w:p w:rsidR="00850B65" w:rsidRDefault="00850B65" w:rsidP="00850B65">
      <w:r>
        <w:t>243.6367</w:t>
      </w:r>
      <w:r>
        <w:tab/>
        <w:t>2.025e0</w:t>
      </w:r>
    </w:p>
    <w:p w:rsidR="00850B65" w:rsidRDefault="00850B65" w:rsidP="00850B65">
      <w:r>
        <w:t>243.6407</w:t>
      </w:r>
      <w:r>
        <w:tab/>
        <w:t>1.013e0</w:t>
      </w:r>
    </w:p>
    <w:p w:rsidR="00850B65" w:rsidRDefault="00850B65" w:rsidP="00850B65">
      <w:r>
        <w:t>243.6824</w:t>
      </w:r>
      <w:r>
        <w:tab/>
        <w:t>2.025e0</w:t>
      </w:r>
    </w:p>
    <w:p w:rsidR="00850B65" w:rsidRDefault="00850B65" w:rsidP="00850B65">
      <w:r>
        <w:t>243.6943</w:t>
      </w:r>
      <w:r>
        <w:tab/>
        <w:t>1.013e0</w:t>
      </w:r>
    </w:p>
    <w:p w:rsidR="00850B65" w:rsidRDefault="00850B65" w:rsidP="00850B65">
      <w:r>
        <w:t>243.7064</w:t>
      </w:r>
      <w:r>
        <w:tab/>
        <w:t>1.013e0</w:t>
      </w:r>
    </w:p>
    <w:p w:rsidR="00850B65" w:rsidRDefault="00850B65" w:rsidP="00850B65">
      <w:r>
        <w:t>243.7152</w:t>
      </w:r>
      <w:r>
        <w:tab/>
        <w:t>2.025e0</w:t>
      </w:r>
    </w:p>
    <w:p w:rsidR="00850B65" w:rsidRDefault="00850B65" w:rsidP="00850B65">
      <w:r>
        <w:t>243.7439</w:t>
      </w:r>
      <w:r>
        <w:tab/>
        <w:t>1.013e0</w:t>
      </w:r>
    </w:p>
    <w:p w:rsidR="00850B65" w:rsidRDefault="00850B65" w:rsidP="00850B65">
      <w:r>
        <w:t>243.7508</w:t>
      </w:r>
      <w:r>
        <w:tab/>
        <w:t>2.025e0</w:t>
      </w:r>
    </w:p>
    <w:p w:rsidR="00850B65" w:rsidRDefault="00850B65" w:rsidP="00850B65">
      <w:r>
        <w:t>243.7817</w:t>
      </w:r>
      <w:r>
        <w:tab/>
        <w:t>1.013e0</w:t>
      </w:r>
    </w:p>
    <w:p w:rsidR="00850B65" w:rsidRDefault="00850B65" w:rsidP="00850B65">
      <w:r>
        <w:t>243.8611</w:t>
      </w:r>
      <w:r>
        <w:tab/>
        <w:t>1.013e0</w:t>
      </w:r>
    </w:p>
    <w:p w:rsidR="00850B65" w:rsidRDefault="00850B65" w:rsidP="00850B65">
      <w:r>
        <w:t>243.8771</w:t>
      </w:r>
      <w:r>
        <w:tab/>
        <w:t>1.013e0</w:t>
      </w:r>
    </w:p>
    <w:p w:rsidR="00850B65" w:rsidRDefault="00850B65" w:rsidP="00850B65">
      <w:r>
        <w:t>243.9001</w:t>
      </w:r>
      <w:r>
        <w:tab/>
        <w:t>2.025e0</w:t>
      </w:r>
    </w:p>
    <w:p w:rsidR="00850B65" w:rsidRDefault="00850B65" w:rsidP="00850B65">
      <w:r>
        <w:t>243.9307</w:t>
      </w:r>
      <w:r>
        <w:tab/>
        <w:t>1.013e0</w:t>
      </w:r>
    </w:p>
    <w:p w:rsidR="00850B65" w:rsidRDefault="00850B65" w:rsidP="00850B65">
      <w:r>
        <w:lastRenderedPageBreak/>
        <w:t>243.9607</w:t>
      </w:r>
      <w:r>
        <w:tab/>
        <w:t>2.025e0</w:t>
      </w:r>
    </w:p>
    <w:p w:rsidR="00850B65" w:rsidRDefault="00850B65" w:rsidP="00850B65">
      <w:r>
        <w:t>243.9765</w:t>
      </w:r>
      <w:r>
        <w:tab/>
        <w:t>1.013e0</w:t>
      </w:r>
    </w:p>
    <w:p w:rsidR="00850B65" w:rsidRDefault="00850B65" w:rsidP="00850B65">
      <w:r>
        <w:t>243.9932</w:t>
      </w:r>
      <w:r>
        <w:tab/>
        <w:t>1.013e0</w:t>
      </w:r>
    </w:p>
    <w:p w:rsidR="00850B65" w:rsidRDefault="00850B65" w:rsidP="00850B65">
      <w:r>
        <w:t>244.0202</w:t>
      </w:r>
      <w:r>
        <w:tab/>
        <w:t>4.051e0</w:t>
      </w:r>
    </w:p>
    <w:p w:rsidR="00850B65" w:rsidRDefault="00850B65" w:rsidP="00850B65">
      <w:r>
        <w:t>244.0222</w:t>
      </w:r>
      <w:r>
        <w:tab/>
        <w:t>2.025e0</w:t>
      </w:r>
    </w:p>
    <w:p w:rsidR="00850B65" w:rsidRDefault="00850B65" w:rsidP="00850B65">
      <w:r>
        <w:t>244.0246</w:t>
      </w:r>
      <w:r>
        <w:tab/>
        <w:t>4.051e0</w:t>
      </w:r>
    </w:p>
    <w:p w:rsidR="00850B65" w:rsidRDefault="00850B65" w:rsidP="00850B65">
      <w:r>
        <w:t>244.0581</w:t>
      </w:r>
      <w:r>
        <w:tab/>
        <w:t>2.025e0</w:t>
      </w:r>
    </w:p>
    <w:p w:rsidR="00850B65" w:rsidRDefault="00850B65" w:rsidP="00850B65">
      <w:r>
        <w:t>244.0679</w:t>
      </w:r>
      <w:r>
        <w:tab/>
        <w:t>1.013e0</w:t>
      </w:r>
    </w:p>
    <w:p w:rsidR="00850B65" w:rsidRDefault="00850B65" w:rsidP="00850B65">
      <w:r>
        <w:t>244.0961</w:t>
      </w:r>
      <w:r>
        <w:tab/>
        <w:t>3.038e0</w:t>
      </w:r>
    </w:p>
    <w:p w:rsidR="00850B65" w:rsidRDefault="00850B65" w:rsidP="00850B65">
      <w:r>
        <w:t>244.1097</w:t>
      </w:r>
      <w:r>
        <w:tab/>
        <w:t>1.013e0</w:t>
      </w:r>
    </w:p>
    <w:p w:rsidR="00850B65" w:rsidRDefault="00850B65" w:rsidP="00850B65">
      <w:r>
        <w:t>244.1446</w:t>
      </w:r>
      <w:r>
        <w:tab/>
        <w:t>2.025e0</w:t>
      </w:r>
    </w:p>
    <w:p w:rsidR="00850B65" w:rsidRDefault="00850B65" w:rsidP="00850B65">
      <w:r>
        <w:t>244.1476</w:t>
      </w:r>
      <w:r>
        <w:tab/>
        <w:t>1.013e0</w:t>
      </w:r>
    </w:p>
    <w:p w:rsidR="00850B65" w:rsidRDefault="00850B65" w:rsidP="00850B65">
      <w:r>
        <w:t>244.1780</w:t>
      </w:r>
      <w:r>
        <w:tab/>
        <w:t>2.025e0</w:t>
      </w:r>
    </w:p>
    <w:p w:rsidR="00850B65" w:rsidRDefault="00850B65" w:rsidP="00850B65">
      <w:r>
        <w:t>244.1846</w:t>
      </w:r>
      <w:r>
        <w:tab/>
        <w:t>1.013e0</w:t>
      </w:r>
    </w:p>
    <w:p w:rsidR="00850B65" w:rsidRDefault="00850B65" w:rsidP="00850B65">
      <w:r>
        <w:t>244.2051</w:t>
      </w:r>
      <w:r>
        <w:tab/>
        <w:t>2.025e0</w:t>
      </w:r>
    </w:p>
    <w:p w:rsidR="00850B65" w:rsidRDefault="00850B65" w:rsidP="00850B65">
      <w:r>
        <w:t>244.2130</w:t>
      </w:r>
      <w:r>
        <w:tab/>
        <w:t>1.013e0</w:t>
      </w:r>
    </w:p>
    <w:p w:rsidR="00850B65" w:rsidRDefault="00850B65" w:rsidP="00850B65">
      <w:r>
        <w:t>244.2347</w:t>
      </w:r>
      <w:r>
        <w:tab/>
        <w:t>1.013e0</w:t>
      </w:r>
    </w:p>
    <w:p w:rsidR="00850B65" w:rsidRDefault="00850B65" w:rsidP="00850B65">
      <w:r>
        <w:t>244.2712</w:t>
      </w:r>
      <w:r>
        <w:tab/>
        <w:t>1.013e0</w:t>
      </w:r>
    </w:p>
    <w:p w:rsidR="00850B65" w:rsidRDefault="00850B65" w:rsidP="00850B65">
      <w:r>
        <w:t>244.2803</w:t>
      </w:r>
      <w:r>
        <w:tab/>
        <w:t>1.013e0</w:t>
      </w:r>
    </w:p>
    <w:p w:rsidR="00850B65" w:rsidRDefault="00850B65" w:rsidP="00850B65">
      <w:r>
        <w:lastRenderedPageBreak/>
        <w:t>244.3805</w:t>
      </w:r>
      <w:r>
        <w:tab/>
        <w:t>3.038e0</w:t>
      </w:r>
    </w:p>
    <w:p w:rsidR="00850B65" w:rsidRDefault="00850B65" w:rsidP="00850B65">
      <w:r>
        <w:t>244.3999</w:t>
      </w:r>
      <w:r>
        <w:tab/>
        <w:t>1.013e0</w:t>
      </w:r>
    </w:p>
    <w:p w:rsidR="00850B65" w:rsidRDefault="00850B65" w:rsidP="00850B65">
      <w:r>
        <w:t>244.4718</w:t>
      </w:r>
      <w:r>
        <w:tab/>
        <w:t>1.013e0</w:t>
      </w:r>
    </w:p>
    <w:p w:rsidR="00850B65" w:rsidRDefault="00850B65" w:rsidP="00850B65">
      <w:r>
        <w:t>244.4874</w:t>
      </w:r>
      <w:r>
        <w:tab/>
        <w:t>2.025e0</w:t>
      </w:r>
    </w:p>
    <w:p w:rsidR="00850B65" w:rsidRDefault="00850B65" w:rsidP="00850B65">
      <w:r>
        <w:t>244.5039</w:t>
      </w:r>
      <w:r>
        <w:tab/>
        <w:t>1.013e0</w:t>
      </w:r>
    </w:p>
    <w:p w:rsidR="00850B65" w:rsidRDefault="00850B65" w:rsidP="00850B65">
      <w:r>
        <w:t>244.5176</w:t>
      </w:r>
      <w:r>
        <w:tab/>
        <w:t>1.013e0</w:t>
      </w:r>
    </w:p>
    <w:p w:rsidR="00850B65" w:rsidRDefault="00850B65" w:rsidP="00850B65">
      <w:r>
        <w:t>244.5541</w:t>
      </w:r>
      <w:r>
        <w:tab/>
        <w:t>1.013e0</w:t>
      </w:r>
    </w:p>
    <w:p w:rsidR="00850B65" w:rsidRDefault="00850B65" w:rsidP="00850B65">
      <w:r>
        <w:t>244.5672</w:t>
      </w:r>
      <w:r>
        <w:tab/>
        <w:t>1.013e0</w:t>
      </w:r>
    </w:p>
    <w:p w:rsidR="00850B65" w:rsidRDefault="00850B65" w:rsidP="00850B65">
      <w:r>
        <w:t>244.5952</w:t>
      </w:r>
      <w:r>
        <w:tab/>
        <w:t>1.013e0</w:t>
      </w:r>
    </w:p>
    <w:p w:rsidR="00850B65" w:rsidRDefault="00850B65" w:rsidP="00850B65">
      <w:r>
        <w:t>244.6130</w:t>
      </w:r>
      <w:r>
        <w:tab/>
        <w:t>1.013e0</w:t>
      </w:r>
    </w:p>
    <w:p w:rsidR="00850B65" w:rsidRDefault="00850B65" w:rsidP="00850B65">
      <w:r>
        <w:t>244.6499</w:t>
      </w:r>
      <w:r>
        <w:tab/>
        <w:t>1.013e0</w:t>
      </w:r>
    </w:p>
    <w:p w:rsidR="00850B65" w:rsidRDefault="00850B65" w:rsidP="00850B65">
      <w:r>
        <w:t>244.6783</w:t>
      </w:r>
      <w:r>
        <w:tab/>
        <w:t>1.013e0</w:t>
      </w:r>
    </w:p>
    <w:p w:rsidR="00850B65" w:rsidRDefault="00850B65" w:rsidP="00850B65">
      <w:r>
        <w:t>244.6865</w:t>
      </w:r>
      <w:r>
        <w:tab/>
        <w:t>1.013e0</w:t>
      </w:r>
    </w:p>
    <w:p w:rsidR="00850B65" w:rsidRDefault="00850B65" w:rsidP="00850B65">
      <w:r>
        <w:t>244.7679</w:t>
      </w:r>
      <w:r>
        <w:tab/>
        <w:t>2.025e0</w:t>
      </w:r>
    </w:p>
    <w:p w:rsidR="00850B65" w:rsidRDefault="00850B65" w:rsidP="00850B65">
      <w:r>
        <w:t>244.7778</w:t>
      </w:r>
      <w:r>
        <w:tab/>
        <w:t>2.025e0</w:t>
      </w:r>
    </w:p>
    <w:p w:rsidR="00850B65" w:rsidRDefault="00850B65" w:rsidP="00850B65">
      <w:r>
        <w:t>244.8058</w:t>
      </w:r>
      <w:r>
        <w:tab/>
        <w:t>2.025e0</w:t>
      </w:r>
    </w:p>
    <w:p w:rsidR="00850B65" w:rsidRDefault="00850B65" w:rsidP="00850B65">
      <w:r>
        <w:t>244.8077</w:t>
      </w:r>
      <w:r>
        <w:tab/>
        <w:t>1.013e0</w:t>
      </w:r>
    </w:p>
    <w:p w:rsidR="00850B65" w:rsidRDefault="00850B65" w:rsidP="00850B65">
      <w:r>
        <w:t>244.8136</w:t>
      </w:r>
      <w:r>
        <w:tab/>
        <w:t>2.025e0</w:t>
      </w:r>
    </w:p>
    <w:p w:rsidR="00850B65" w:rsidRDefault="00850B65" w:rsidP="00850B65">
      <w:r>
        <w:t>244.8281</w:t>
      </w:r>
      <w:r>
        <w:tab/>
        <w:t>1.013e0</w:t>
      </w:r>
    </w:p>
    <w:p w:rsidR="00850B65" w:rsidRDefault="00850B65" w:rsidP="00850B65">
      <w:r>
        <w:lastRenderedPageBreak/>
        <w:t>244.8305</w:t>
      </w:r>
      <w:r>
        <w:tab/>
        <w:t>2.025e0</w:t>
      </w:r>
    </w:p>
    <w:p w:rsidR="00850B65" w:rsidRDefault="00850B65" w:rsidP="00850B65">
      <w:r>
        <w:t>244.8535</w:t>
      </w:r>
      <w:r>
        <w:tab/>
        <w:t>2.025e0</w:t>
      </w:r>
    </w:p>
    <w:p w:rsidR="00850B65" w:rsidRDefault="00850B65" w:rsidP="00850B65">
      <w:r>
        <w:t>244.8829</w:t>
      </w:r>
      <w:r>
        <w:tab/>
        <w:t>1.013e0</w:t>
      </w:r>
    </w:p>
    <w:p w:rsidR="00850B65" w:rsidRDefault="00850B65" w:rsidP="00850B65">
      <w:r>
        <w:t>244.9240</w:t>
      </w:r>
      <w:r>
        <w:tab/>
        <w:t>1.013e0</w:t>
      </w:r>
    </w:p>
    <w:p w:rsidR="00850B65" w:rsidRDefault="00850B65" w:rsidP="00850B65">
      <w:r>
        <w:t>244.9633</w:t>
      </w:r>
      <w:r>
        <w:tab/>
        <w:t>2.025e0</w:t>
      </w:r>
    </w:p>
    <w:p w:rsidR="00850B65" w:rsidRDefault="00850B65" w:rsidP="00850B65">
      <w:r>
        <w:t>244.9652</w:t>
      </w:r>
      <w:r>
        <w:tab/>
        <w:t>1.013e0</w:t>
      </w:r>
    </w:p>
    <w:p w:rsidR="00850B65" w:rsidRDefault="00850B65" w:rsidP="00850B65">
      <w:r>
        <w:t>244.9869</w:t>
      </w:r>
      <w:r>
        <w:tab/>
        <w:t>1.013e0</w:t>
      </w:r>
    </w:p>
    <w:p w:rsidR="00850B65" w:rsidRDefault="00850B65" w:rsidP="00850B65">
      <w:r>
        <w:t>245.0417</w:t>
      </w:r>
      <w:r>
        <w:tab/>
        <w:t>7.675e2</w:t>
      </w:r>
    </w:p>
    <w:p w:rsidR="00850B65" w:rsidRDefault="00850B65" w:rsidP="00850B65">
      <w:r>
        <w:t>245.0431</w:t>
      </w:r>
      <w:r>
        <w:tab/>
        <w:t>9.838e1</w:t>
      </w:r>
    </w:p>
    <w:p w:rsidR="00850B65" w:rsidRDefault="00850B65" w:rsidP="00850B65">
      <w:r>
        <w:t>245.1030</w:t>
      </w:r>
      <w:r>
        <w:tab/>
        <w:t>3.038e0</w:t>
      </w:r>
    </w:p>
    <w:p w:rsidR="00850B65" w:rsidRDefault="00850B65" w:rsidP="00850B65">
      <w:r>
        <w:t>245.1113</w:t>
      </w:r>
      <w:r>
        <w:tab/>
        <w:t>2.025e0</w:t>
      </w:r>
    </w:p>
    <w:p w:rsidR="00850B65" w:rsidRDefault="00850B65" w:rsidP="00850B65">
      <w:r>
        <w:t>245.1526</w:t>
      </w:r>
      <w:r>
        <w:tab/>
        <w:t>1.013e0</w:t>
      </w:r>
    </w:p>
    <w:p w:rsidR="00850B65" w:rsidRDefault="00850B65" w:rsidP="00850B65">
      <w:r>
        <w:t>245.1586</w:t>
      </w:r>
      <w:r>
        <w:tab/>
        <w:t>8.101e0</w:t>
      </w:r>
    </w:p>
    <w:p w:rsidR="00850B65" w:rsidRDefault="00850B65" w:rsidP="00850B65">
      <w:r>
        <w:t>245.1740</w:t>
      </w:r>
      <w:r>
        <w:tab/>
        <w:t>2.025e0</w:t>
      </w:r>
    </w:p>
    <w:p w:rsidR="00850B65" w:rsidRDefault="00850B65" w:rsidP="00850B65">
      <w:r>
        <w:t>245.2060</w:t>
      </w:r>
      <w:r>
        <w:tab/>
        <w:t>3.267e0</w:t>
      </w:r>
    </w:p>
    <w:p w:rsidR="00850B65" w:rsidRDefault="00850B65" w:rsidP="00850B65">
      <w:r>
        <w:t>245.2094</w:t>
      </w:r>
      <w:r>
        <w:tab/>
        <w:t>2.025e0</w:t>
      </w:r>
    </w:p>
    <w:p w:rsidR="00850B65" w:rsidRDefault="00850B65" w:rsidP="00850B65">
      <w:r>
        <w:t>245.2135</w:t>
      </w:r>
      <w:r>
        <w:tab/>
        <w:t>4.051e0</w:t>
      </w:r>
    </w:p>
    <w:p w:rsidR="00850B65" w:rsidRDefault="00850B65" w:rsidP="00850B65">
      <w:r>
        <w:t>245.2371</w:t>
      </w:r>
      <w:r>
        <w:tab/>
        <w:t>1.450e0</w:t>
      </w:r>
    </w:p>
    <w:p w:rsidR="00850B65" w:rsidRDefault="00850B65" w:rsidP="00850B65">
      <w:r>
        <w:t>245.2560</w:t>
      </w:r>
      <w:r>
        <w:tab/>
        <w:t>2.025e0</w:t>
      </w:r>
    </w:p>
    <w:p w:rsidR="00850B65" w:rsidRDefault="00850B65" w:rsidP="00850B65">
      <w:r>
        <w:lastRenderedPageBreak/>
        <w:t>245.2675</w:t>
      </w:r>
      <w:r>
        <w:tab/>
        <w:t>3.038e0</w:t>
      </w:r>
    </w:p>
    <w:p w:rsidR="00850B65" w:rsidRDefault="00850B65" w:rsidP="00850B65">
      <w:r>
        <w:t>245.3075</w:t>
      </w:r>
      <w:r>
        <w:tab/>
        <w:t>1.013e0</w:t>
      </w:r>
    </w:p>
    <w:p w:rsidR="00850B65" w:rsidRDefault="00850B65" w:rsidP="00850B65">
      <w:r>
        <w:t>245.3246</w:t>
      </w:r>
      <w:r>
        <w:tab/>
        <w:t>3.038e0</w:t>
      </w:r>
    </w:p>
    <w:p w:rsidR="00850B65" w:rsidRDefault="00850B65" w:rsidP="00850B65">
      <w:r>
        <w:t>245.3439</w:t>
      </w:r>
      <w:r>
        <w:tab/>
        <w:t>4.508e0</w:t>
      </w:r>
    </w:p>
    <w:p w:rsidR="00850B65" w:rsidRDefault="00850B65" w:rsidP="00850B65">
      <w:r>
        <w:t>245.3775</w:t>
      </w:r>
      <w:r>
        <w:tab/>
        <w:t>2.025e0</w:t>
      </w:r>
    </w:p>
    <w:p w:rsidR="00850B65" w:rsidRDefault="00850B65" w:rsidP="00850B65">
      <w:r>
        <w:t>245.3860</w:t>
      </w:r>
      <w:r>
        <w:tab/>
        <w:t>1.013e0</w:t>
      </w:r>
    </w:p>
    <w:p w:rsidR="00850B65" w:rsidRDefault="00850B65" w:rsidP="00850B65">
      <w:r>
        <w:t>245.4070</w:t>
      </w:r>
      <w:r>
        <w:tab/>
        <w:t>2.025e0</w:t>
      </w:r>
    </w:p>
    <w:p w:rsidR="00850B65" w:rsidRDefault="00850B65" w:rsidP="00850B65">
      <w:r>
        <w:t>245.4488</w:t>
      </w:r>
      <w:r>
        <w:tab/>
        <w:t>1.013e0</w:t>
      </w:r>
    </w:p>
    <w:p w:rsidR="00850B65" w:rsidRDefault="00850B65" w:rsidP="00850B65">
      <w:r>
        <w:t>245.4683</w:t>
      </w:r>
      <w:r>
        <w:tab/>
        <w:t>4.051e0</w:t>
      </w:r>
    </w:p>
    <w:p w:rsidR="00850B65" w:rsidRDefault="00850B65" w:rsidP="00850B65">
      <w:r>
        <w:t>245.4868</w:t>
      </w:r>
      <w:r>
        <w:tab/>
        <w:t>2.025e0</w:t>
      </w:r>
    </w:p>
    <w:p w:rsidR="00850B65" w:rsidRDefault="00850B65" w:rsidP="00850B65">
      <w:r>
        <w:t>245.4904</w:t>
      </w:r>
      <w:r>
        <w:tab/>
        <w:t>3.095e0</w:t>
      </w:r>
    </w:p>
    <w:p w:rsidR="00850B65" w:rsidRDefault="00850B65" w:rsidP="00850B65">
      <w:r>
        <w:t>245.5203</w:t>
      </w:r>
      <w:r>
        <w:tab/>
        <w:t>3.038e0</w:t>
      </w:r>
    </w:p>
    <w:p w:rsidR="00850B65" w:rsidRDefault="00850B65" w:rsidP="00850B65">
      <w:r>
        <w:t>245.5325</w:t>
      </w:r>
      <w:r>
        <w:tab/>
        <w:t>1.013e0</w:t>
      </w:r>
    </w:p>
    <w:p w:rsidR="00850B65" w:rsidRDefault="00850B65" w:rsidP="00850B65">
      <w:r>
        <w:t>245.5444</w:t>
      </w:r>
      <w:r>
        <w:tab/>
        <w:t>2.025e0</w:t>
      </w:r>
    </w:p>
    <w:p w:rsidR="00850B65" w:rsidRDefault="00850B65" w:rsidP="00850B65">
      <w:r>
        <w:t>245.5824</w:t>
      </w:r>
      <w:r>
        <w:tab/>
        <w:t>1.013e0</w:t>
      </w:r>
    </w:p>
    <w:p w:rsidR="00850B65" w:rsidRDefault="00850B65" w:rsidP="00850B65">
      <w:r>
        <w:t>245.5981</w:t>
      </w:r>
      <w:r>
        <w:tab/>
        <w:t>4.051e0</w:t>
      </w:r>
    </w:p>
    <w:p w:rsidR="00850B65" w:rsidRDefault="00850B65" w:rsidP="00850B65">
      <w:r>
        <w:t>245.6093</w:t>
      </w:r>
      <w:r>
        <w:tab/>
        <w:t>2.025e0</w:t>
      </w:r>
    </w:p>
    <w:p w:rsidR="00850B65" w:rsidRDefault="00850B65" w:rsidP="00850B65">
      <w:r>
        <w:t>245.6259</w:t>
      </w:r>
      <w:r>
        <w:tab/>
        <w:t>2.025e0</w:t>
      </w:r>
    </w:p>
    <w:p w:rsidR="00850B65" w:rsidRDefault="00850B65" w:rsidP="00850B65">
      <w:r>
        <w:t>245.6324</w:t>
      </w:r>
      <w:r>
        <w:tab/>
        <w:t>4.051e0</w:t>
      </w:r>
    </w:p>
    <w:p w:rsidR="00850B65" w:rsidRDefault="00850B65" w:rsidP="00850B65">
      <w:r>
        <w:lastRenderedPageBreak/>
        <w:t>245.6478</w:t>
      </w:r>
      <w:r>
        <w:tab/>
        <w:t>1.013e0</w:t>
      </w:r>
    </w:p>
    <w:p w:rsidR="00850B65" w:rsidRDefault="00850B65" w:rsidP="00850B65">
      <w:r>
        <w:t>245.6721</w:t>
      </w:r>
      <w:r>
        <w:tab/>
        <w:t>4.051e0</w:t>
      </w:r>
    </w:p>
    <w:p w:rsidR="00850B65" w:rsidRDefault="00850B65" w:rsidP="00850B65">
      <w:r>
        <w:t>245.6982</w:t>
      </w:r>
      <w:r>
        <w:tab/>
        <w:t>2.025e0</w:t>
      </w:r>
    </w:p>
    <w:p w:rsidR="00850B65" w:rsidRDefault="00850B65" w:rsidP="00850B65">
      <w:r>
        <w:t>245.7144</w:t>
      </w:r>
      <w:r>
        <w:tab/>
        <w:t>5.612e0</w:t>
      </w:r>
    </w:p>
    <w:p w:rsidR="00850B65" w:rsidRDefault="00850B65" w:rsidP="00850B65">
      <w:r>
        <w:t>245.7451</w:t>
      </w:r>
      <w:r>
        <w:tab/>
        <w:t>2.025e0</w:t>
      </w:r>
    </w:p>
    <w:p w:rsidR="00850B65" w:rsidRDefault="00850B65" w:rsidP="00850B65">
      <w:r>
        <w:t>245.7499</w:t>
      </w:r>
      <w:r>
        <w:tab/>
        <w:t>4.051e0</w:t>
      </w:r>
    </w:p>
    <w:p w:rsidR="00850B65" w:rsidRDefault="00850B65" w:rsidP="00850B65">
      <w:r>
        <w:t>245.7566</w:t>
      </w:r>
      <w:r>
        <w:tab/>
        <w:t>2.025e0</w:t>
      </w:r>
    </w:p>
    <w:p w:rsidR="00850B65" w:rsidRDefault="00850B65" w:rsidP="00850B65">
      <w:r>
        <w:t>245.8057</w:t>
      </w:r>
      <w:r>
        <w:tab/>
        <w:t>3.038e0</w:t>
      </w:r>
    </w:p>
    <w:p w:rsidR="00850B65" w:rsidRDefault="00850B65" w:rsidP="00850B65">
      <w:r>
        <w:t>245.8442</w:t>
      </w:r>
      <w:r>
        <w:tab/>
        <w:t>1.013e0</w:t>
      </w:r>
    </w:p>
    <w:p w:rsidR="00850B65" w:rsidRDefault="00850B65" w:rsidP="00850B65">
      <w:r>
        <w:t>245.8770</w:t>
      </w:r>
      <w:r>
        <w:tab/>
        <w:t>2.025e0</w:t>
      </w:r>
    </w:p>
    <w:p w:rsidR="00850B65" w:rsidRDefault="00850B65" w:rsidP="00850B65">
      <w:r>
        <w:t>245.8841</w:t>
      </w:r>
      <w:r>
        <w:tab/>
        <w:t>9.114e0</w:t>
      </w:r>
    </w:p>
    <w:p w:rsidR="00850B65" w:rsidRDefault="00850B65" w:rsidP="00850B65">
      <w:r>
        <w:t>245.8992</w:t>
      </w:r>
      <w:r>
        <w:tab/>
        <w:t>1.013e0</w:t>
      </w:r>
    </w:p>
    <w:p w:rsidR="00850B65" w:rsidRDefault="00850B65" w:rsidP="00850B65">
      <w:r>
        <w:t>245.9189</w:t>
      </w:r>
      <w:r>
        <w:tab/>
        <w:t>1.013e0</w:t>
      </w:r>
    </w:p>
    <w:p w:rsidR="00850B65" w:rsidRDefault="00850B65" w:rsidP="00850B65">
      <w:r>
        <w:t>245.9294</w:t>
      </w:r>
      <w:r>
        <w:tab/>
        <w:t>2.025e0</w:t>
      </w:r>
    </w:p>
    <w:p w:rsidR="00850B65" w:rsidRDefault="00850B65" w:rsidP="00850B65">
      <w:r>
        <w:t>245.9923</w:t>
      </w:r>
      <w:r>
        <w:tab/>
        <w:t>9.114e0</w:t>
      </w:r>
    </w:p>
    <w:p w:rsidR="00850B65" w:rsidRDefault="00850B65" w:rsidP="00850B65">
      <w:r>
        <w:t>245.9942</w:t>
      </w:r>
      <w:r>
        <w:tab/>
        <w:t>1.013e1</w:t>
      </w:r>
    </w:p>
    <w:p w:rsidR="00850B65" w:rsidRDefault="00850B65" w:rsidP="00850B65">
      <w:r>
        <w:t>246.0005</w:t>
      </w:r>
      <w:r>
        <w:tab/>
        <w:t>1.101e1</w:t>
      </w:r>
    </w:p>
    <w:p w:rsidR="00850B65" w:rsidRDefault="00850B65" w:rsidP="00850B65">
      <w:r>
        <w:t>246.0438</w:t>
      </w:r>
      <w:r>
        <w:tab/>
        <w:t>4.594e1</w:t>
      </w:r>
    </w:p>
    <w:p w:rsidR="00850B65" w:rsidRDefault="00850B65" w:rsidP="00850B65">
      <w:r>
        <w:t>246.0458</w:t>
      </w:r>
      <w:r>
        <w:tab/>
        <w:t>5.909e1</w:t>
      </w:r>
    </w:p>
    <w:p w:rsidR="00850B65" w:rsidRDefault="00850B65" w:rsidP="00850B65">
      <w:r>
        <w:lastRenderedPageBreak/>
        <w:t>246.1045</w:t>
      </w:r>
      <w:r>
        <w:tab/>
        <w:t>2.025e0</w:t>
      </w:r>
    </w:p>
    <w:p w:rsidR="00850B65" w:rsidRDefault="00850B65" w:rsidP="00850B65">
      <w:r>
        <w:t>246.1061</w:t>
      </w:r>
      <w:r>
        <w:tab/>
        <w:t>1.013e0</w:t>
      </w:r>
    </w:p>
    <w:p w:rsidR="00850B65" w:rsidRDefault="00850B65" w:rsidP="00850B65">
      <w:r>
        <w:t>246.1363</w:t>
      </w:r>
      <w:r>
        <w:tab/>
        <w:t>2.025e0</w:t>
      </w:r>
    </w:p>
    <w:p w:rsidR="00850B65" w:rsidRDefault="00850B65" w:rsidP="00850B65">
      <w:r>
        <w:t>246.1402</w:t>
      </w:r>
      <w:r>
        <w:tab/>
        <w:t>3.038e0</w:t>
      </w:r>
    </w:p>
    <w:p w:rsidR="00850B65" w:rsidRDefault="00850B65" w:rsidP="00850B65">
      <w:r>
        <w:t>246.1608</w:t>
      </w:r>
      <w:r>
        <w:tab/>
        <w:t>2.025e0</w:t>
      </w:r>
    </w:p>
    <w:p w:rsidR="00850B65" w:rsidRDefault="00850B65" w:rsidP="00850B65">
      <w:r>
        <w:t>246.1781</w:t>
      </w:r>
      <w:r>
        <w:tab/>
        <w:t>1.013e0</w:t>
      </w:r>
    </w:p>
    <w:p w:rsidR="00850B65" w:rsidRDefault="00850B65" w:rsidP="00850B65">
      <w:r>
        <w:t>246.2201</w:t>
      </w:r>
      <w:r>
        <w:tab/>
        <w:t>1.013e0</w:t>
      </w:r>
    </w:p>
    <w:p w:rsidR="00850B65" w:rsidRDefault="00850B65" w:rsidP="00850B65">
      <w:r>
        <w:t>246.2526</w:t>
      </w:r>
      <w:r>
        <w:tab/>
        <w:t>3.038e0</w:t>
      </w:r>
    </w:p>
    <w:p w:rsidR="00850B65" w:rsidRDefault="00850B65" w:rsidP="00850B65">
      <w:r>
        <w:t>246.2985</w:t>
      </w:r>
      <w:r>
        <w:tab/>
        <w:t>1.013e0</w:t>
      </w:r>
    </w:p>
    <w:p w:rsidR="00850B65" w:rsidRDefault="00850B65" w:rsidP="00850B65">
      <w:r>
        <w:t>246.3398</w:t>
      </w:r>
      <w:r>
        <w:tab/>
        <w:t>1.013e0</w:t>
      </w:r>
    </w:p>
    <w:p w:rsidR="00850B65" w:rsidRDefault="00850B65" w:rsidP="00850B65">
      <w:r>
        <w:t>246.3431</w:t>
      </w:r>
      <w:r>
        <w:tab/>
        <w:t>2.264e0</w:t>
      </w:r>
    </w:p>
    <w:p w:rsidR="00850B65" w:rsidRDefault="00850B65" w:rsidP="00850B65">
      <w:r>
        <w:t>246.3444</w:t>
      </w:r>
      <w:r>
        <w:tab/>
        <w:t>1.013e0</w:t>
      </w:r>
    </w:p>
    <w:p w:rsidR="00850B65" w:rsidRDefault="00850B65" w:rsidP="00850B65">
      <w:r>
        <w:t>246.3756</w:t>
      </w:r>
      <w:r>
        <w:tab/>
        <w:t>3.038e0</w:t>
      </w:r>
    </w:p>
    <w:p w:rsidR="00850B65" w:rsidRDefault="00850B65" w:rsidP="00850B65">
      <w:r>
        <w:t>246.4193</w:t>
      </w:r>
      <w:r>
        <w:tab/>
        <w:t>4.051e0</w:t>
      </w:r>
    </w:p>
    <w:p w:rsidR="00850B65" w:rsidRDefault="00850B65" w:rsidP="00850B65">
      <w:r>
        <w:t>246.4231</w:t>
      </w:r>
      <w:r>
        <w:tab/>
        <w:t>1.013e0</w:t>
      </w:r>
    </w:p>
    <w:p w:rsidR="00850B65" w:rsidRDefault="00850B65" w:rsidP="00850B65">
      <w:r>
        <w:t>246.4448</w:t>
      </w:r>
      <w:r>
        <w:tab/>
        <w:t>2.025e0</w:t>
      </w:r>
    </w:p>
    <w:p w:rsidR="00850B65" w:rsidRDefault="00850B65" w:rsidP="00850B65">
      <w:r>
        <w:t>246.4572</w:t>
      </w:r>
      <w:r>
        <w:tab/>
        <w:t>2.025e0</w:t>
      </w:r>
    </w:p>
    <w:p w:rsidR="00850B65" w:rsidRDefault="00850B65" w:rsidP="00850B65">
      <w:r>
        <w:t>246.4781</w:t>
      </w:r>
      <w:r>
        <w:tab/>
        <w:t>2.025e0</w:t>
      </w:r>
    </w:p>
    <w:p w:rsidR="00850B65" w:rsidRDefault="00850B65" w:rsidP="00850B65">
      <w:r>
        <w:t>246.4869</w:t>
      </w:r>
      <w:r>
        <w:tab/>
        <w:t>1.013e0</w:t>
      </w:r>
    </w:p>
    <w:p w:rsidR="00850B65" w:rsidRDefault="00850B65" w:rsidP="00850B65">
      <w:r>
        <w:lastRenderedPageBreak/>
        <w:t>246.5450</w:t>
      </w:r>
      <w:r>
        <w:tab/>
        <w:t>1.013e0</w:t>
      </w:r>
    </w:p>
    <w:p w:rsidR="00850B65" w:rsidRDefault="00850B65" w:rsidP="00850B65">
      <w:r>
        <w:t>246.5607</w:t>
      </w:r>
      <w:r>
        <w:tab/>
        <w:t>1.013e0</w:t>
      </w:r>
    </w:p>
    <w:p w:rsidR="00850B65" w:rsidRDefault="00850B65" w:rsidP="00850B65">
      <w:r>
        <w:t>246.5948</w:t>
      </w:r>
      <w:r>
        <w:tab/>
        <w:t>3.038e0</w:t>
      </w:r>
    </w:p>
    <w:p w:rsidR="00850B65" w:rsidRDefault="00850B65" w:rsidP="00850B65">
      <w:r>
        <w:t>246.5988</w:t>
      </w:r>
      <w:r>
        <w:tab/>
        <w:t>1.013e0</w:t>
      </w:r>
    </w:p>
    <w:p w:rsidR="00850B65" w:rsidRDefault="00850B65" w:rsidP="00850B65">
      <w:r>
        <w:t>246.6289</w:t>
      </w:r>
      <w:r>
        <w:tab/>
        <w:t>1.013e0</w:t>
      </w:r>
    </w:p>
    <w:p w:rsidR="00850B65" w:rsidRDefault="00850B65" w:rsidP="00850B65">
      <w:r>
        <w:t>246.6826</w:t>
      </w:r>
      <w:r>
        <w:tab/>
        <w:t>1.013e0</w:t>
      </w:r>
    </w:p>
    <w:p w:rsidR="00850B65" w:rsidRDefault="00850B65" w:rsidP="00850B65">
      <w:r>
        <w:t>246.7443</w:t>
      </w:r>
      <w:r>
        <w:tab/>
        <w:t>1.013e0</w:t>
      </w:r>
    </w:p>
    <w:p w:rsidR="00850B65" w:rsidRDefault="00850B65" w:rsidP="00850B65">
      <w:r>
        <w:t>246.7823</w:t>
      </w:r>
      <w:r>
        <w:tab/>
        <w:t>1.013e0</w:t>
      </w:r>
    </w:p>
    <w:p w:rsidR="00850B65" w:rsidRDefault="00850B65" w:rsidP="00850B65">
      <w:r>
        <w:t>246.8124</w:t>
      </w:r>
      <w:r>
        <w:tab/>
        <w:t>1.013e0</w:t>
      </w:r>
    </w:p>
    <w:p w:rsidR="00850B65" w:rsidRDefault="00850B65" w:rsidP="00850B65">
      <w:r>
        <w:t>246.8409</w:t>
      </w:r>
      <w:r>
        <w:tab/>
        <w:t>1.013e0</w:t>
      </w:r>
    </w:p>
    <w:p w:rsidR="00850B65" w:rsidRDefault="00850B65" w:rsidP="00850B65">
      <w:r>
        <w:t>246.8622</w:t>
      </w:r>
      <w:r>
        <w:tab/>
        <w:t>1.013e0</w:t>
      </w:r>
    </w:p>
    <w:p w:rsidR="00850B65" w:rsidRDefault="00850B65" w:rsidP="00850B65">
      <w:r>
        <w:t>246.9348</w:t>
      </w:r>
      <w:r>
        <w:tab/>
        <w:t>2.025e0</w:t>
      </w:r>
    </w:p>
    <w:p w:rsidR="00850B65" w:rsidRDefault="00850B65" w:rsidP="00850B65">
      <w:r>
        <w:t>246.9501</w:t>
      </w:r>
      <w:r>
        <w:tab/>
        <w:t>2.025e0</w:t>
      </w:r>
    </w:p>
    <w:p w:rsidR="00850B65" w:rsidRDefault="00850B65" w:rsidP="00850B65">
      <w:r>
        <w:t>246.9979</w:t>
      </w:r>
      <w:r>
        <w:tab/>
        <w:t>2.025e0</w:t>
      </w:r>
    </w:p>
    <w:p w:rsidR="00850B65" w:rsidRDefault="00850B65" w:rsidP="00850B65">
      <w:r>
        <w:t>247.0039</w:t>
      </w:r>
      <w:r>
        <w:tab/>
        <w:t>2.025e0</w:t>
      </w:r>
    </w:p>
    <w:p w:rsidR="00850B65" w:rsidRDefault="00850B65" w:rsidP="00850B65">
      <w:r>
        <w:t>247.0393</w:t>
      </w:r>
      <w:r>
        <w:tab/>
        <w:t>9.114e0</w:t>
      </w:r>
    </w:p>
    <w:p w:rsidR="00850B65" w:rsidRDefault="00850B65" w:rsidP="00850B65">
      <w:r>
        <w:t>247.0415</w:t>
      </w:r>
      <w:r>
        <w:tab/>
        <w:t>5.198e1</w:t>
      </w:r>
    </w:p>
    <w:p w:rsidR="00850B65" w:rsidRDefault="00850B65" w:rsidP="00850B65">
      <w:r>
        <w:t>247.1228</w:t>
      </w:r>
      <w:r>
        <w:tab/>
        <w:t>2.025e0</w:t>
      </w:r>
    </w:p>
    <w:p w:rsidR="00850B65" w:rsidRDefault="00850B65" w:rsidP="00850B65">
      <w:r>
        <w:t>247.1391</w:t>
      </w:r>
      <w:r>
        <w:tab/>
        <w:t>4.051e0</w:t>
      </w:r>
    </w:p>
    <w:p w:rsidR="00850B65" w:rsidRDefault="00850B65" w:rsidP="00850B65">
      <w:r>
        <w:lastRenderedPageBreak/>
        <w:t>247.1529</w:t>
      </w:r>
      <w:r>
        <w:tab/>
        <w:t>5.063e0</w:t>
      </w:r>
    </w:p>
    <w:p w:rsidR="00850B65" w:rsidRDefault="00850B65" w:rsidP="00850B65">
      <w:r>
        <w:t>247.1900</w:t>
      </w:r>
      <w:r>
        <w:tab/>
        <w:t>3.038e0</w:t>
      </w:r>
    </w:p>
    <w:p w:rsidR="00850B65" w:rsidRDefault="00850B65" w:rsidP="00850B65">
      <w:r>
        <w:t>247.2003</w:t>
      </w:r>
      <w:r>
        <w:tab/>
        <w:t>4.051e0</w:t>
      </w:r>
    </w:p>
    <w:p w:rsidR="00850B65" w:rsidRDefault="00850B65" w:rsidP="00850B65">
      <w:r>
        <w:t>247.2397</w:t>
      </w:r>
      <w:r>
        <w:tab/>
        <w:t>2.025e0</w:t>
      </w:r>
    </w:p>
    <w:p w:rsidR="00850B65" w:rsidRDefault="00850B65" w:rsidP="00850B65">
      <w:r>
        <w:t>247.2774</w:t>
      </w:r>
      <w:r>
        <w:tab/>
        <w:t>3.038e0</w:t>
      </w:r>
    </w:p>
    <w:p w:rsidR="00850B65" w:rsidRDefault="00850B65" w:rsidP="00850B65">
      <w:r>
        <w:t>247.2830</w:t>
      </w:r>
      <w:r>
        <w:tab/>
        <w:t>1.013e0</w:t>
      </w:r>
    </w:p>
    <w:p w:rsidR="00850B65" w:rsidRDefault="00850B65" w:rsidP="00850B65">
      <w:r>
        <w:t>247.3055</w:t>
      </w:r>
      <w:r>
        <w:tab/>
        <w:t>1.013e0</w:t>
      </w:r>
    </w:p>
    <w:p w:rsidR="00850B65" w:rsidRDefault="00850B65" w:rsidP="00850B65">
      <w:r>
        <w:t>247.3207</w:t>
      </w:r>
      <w:r>
        <w:tab/>
        <w:t>3.038e0</w:t>
      </w:r>
    </w:p>
    <w:p w:rsidR="00850B65" w:rsidRDefault="00850B65" w:rsidP="00850B65">
      <w:r>
        <w:t>247.3342</w:t>
      </w:r>
      <w:r>
        <w:tab/>
        <w:t>2.025e0</w:t>
      </w:r>
    </w:p>
    <w:p w:rsidR="00850B65" w:rsidRDefault="00850B65" w:rsidP="00850B65">
      <w:r>
        <w:t>247.3671</w:t>
      </w:r>
      <w:r>
        <w:tab/>
        <w:t>1.013e0</w:t>
      </w:r>
    </w:p>
    <w:p w:rsidR="00850B65" w:rsidRDefault="00850B65" w:rsidP="00850B65">
      <w:r>
        <w:t>247.3798</w:t>
      </w:r>
      <w:r>
        <w:tab/>
        <w:t>1.013e0</w:t>
      </w:r>
    </w:p>
    <w:p w:rsidR="00850B65" w:rsidRDefault="00850B65" w:rsidP="00850B65">
      <w:r>
        <w:t>247.3972</w:t>
      </w:r>
      <w:r>
        <w:tab/>
        <w:t>1.013e0</w:t>
      </w:r>
    </w:p>
    <w:p w:rsidR="00850B65" w:rsidRDefault="00850B65" w:rsidP="00850B65">
      <w:r>
        <w:t>247.4187</w:t>
      </w:r>
      <w:r>
        <w:tab/>
        <w:t>2.025e0</w:t>
      </w:r>
    </w:p>
    <w:p w:rsidR="00850B65" w:rsidRDefault="00850B65" w:rsidP="00850B65">
      <w:r>
        <w:t>247.4511</w:t>
      </w:r>
      <w:r>
        <w:tab/>
        <w:t>1.013e0</w:t>
      </w:r>
    </w:p>
    <w:p w:rsidR="00850B65" w:rsidRDefault="00850B65" w:rsidP="00850B65">
      <w:r>
        <w:t>247.4550</w:t>
      </w:r>
      <w:r>
        <w:tab/>
        <w:t>1.013e0</w:t>
      </w:r>
    </w:p>
    <w:p w:rsidR="00850B65" w:rsidRDefault="00850B65" w:rsidP="00850B65">
      <w:r>
        <w:t>247.4813</w:t>
      </w:r>
      <w:r>
        <w:tab/>
        <w:t>1.013e0</w:t>
      </w:r>
    </w:p>
    <w:p w:rsidR="00850B65" w:rsidRDefault="00850B65" w:rsidP="00850B65">
      <w:r>
        <w:t>247.5267</w:t>
      </w:r>
      <w:r>
        <w:tab/>
        <w:t>2.025e0</w:t>
      </w:r>
    </w:p>
    <w:p w:rsidR="00850B65" w:rsidRDefault="00850B65" w:rsidP="00850B65">
      <w:r>
        <w:t>247.5689</w:t>
      </w:r>
      <w:r>
        <w:tab/>
        <w:t>1.013e0</w:t>
      </w:r>
    </w:p>
    <w:p w:rsidR="00850B65" w:rsidRDefault="00850B65" w:rsidP="00850B65">
      <w:r>
        <w:t>247.5868</w:t>
      </w:r>
      <w:r>
        <w:tab/>
        <w:t>2.025e0</w:t>
      </w:r>
    </w:p>
    <w:p w:rsidR="00850B65" w:rsidRDefault="00850B65" w:rsidP="00850B65">
      <w:r>
        <w:lastRenderedPageBreak/>
        <w:t>247.5889</w:t>
      </w:r>
      <w:r>
        <w:tab/>
        <w:t>1.013e0</w:t>
      </w:r>
    </w:p>
    <w:p w:rsidR="00850B65" w:rsidRDefault="00850B65" w:rsidP="00850B65">
      <w:r>
        <w:t>247.6059</w:t>
      </w:r>
      <w:r>
        <w:tab/>
        <w:t>2.025e0</w:t>
      </w:r>
    </w:p>
    <w:p w:rsidR="00850B65" w:rsidRDefault="00850B65" w:rsidP="00850B65">
      <w:r>
        <w:t>247.7027</w:t>
      </w:r>
      <w:r>
        <w:tab/>
        <w:t>1.013e0</w:t>
      </w:r>
    </w:p>
    <w:p w:rsidR="00850B65" w:rsidRDefault="00850B65" w:rsidP="00850B65">
      <w:r>
        <w:t>247.7489</w:t>
      </w:r>
      <w:r>
        <w:tab/>
        <w:t>1.013e0</w:t>
      </w:r>
    </w:p>
    <w:p w:rsidR="00850B65" w:rsidRDefault="00850B65" w:rsidP="00850B65">
      <w:r>
        <w:t>247.7725</w:t>
      </w:r>
      <w:r>
        <w:tab/>
        <w:t>1.013e0</w:t>
      </w:r>
    </w:p>
    <w:p w:rsidR="00850B65" w:rsidRDefault="00850B65" w:rsidP="00850B65">
      <w:r>
        <w:t>247.8027</w:t>
      </w:r>
      <w:r>
        <w:tab/>
        <w:t>1.013e0</w:t>
      </w:r>
    </w:p>
    <w:p w:rsidR="00850B65" w:rsidRDefault="00850B65" w:rsidP="00850B65">
      <w:r>
        <w:t>247.8274</w:t>
      </w:r>
      <w:r>
        <w:tab/>
        <w:t>1.013e0</w:t>
      </w:r>
    </w:p>
    <w:p w:rsidR="00850B65" w:rsidRDefault="00850B65" w:rsidP="00850B65">
      <w:r>
        <w:t>247.9131</w:t>
      </w:r>
      <w:r>
        <w:tab/>
        <w:t>2.025e0</w:t>
      </w:r>
    </w:p>
    <w:p w:rsidR="00850B65" w:rsidRDefault="00850B65" w:rsidP="00850B65">
      <w:r>
        <w:t>247.9405</w:t>
      </w:r>
      <w:r>
        <w:tab/>
        <w:t>1.013e0</w:t>
      </w:r>
    </w:p>
    <w:p w:rsidR="00850B65" w:rsidRDefault="00850B65" w:rsidP="00850B65">
      <w:r>
        <w:t>247.9484</w:t>
      </w:r>
      <w:r>
        <w:tab/>
        <w:t>1.013e0</w:t>
      </w:r>
    </w:p>
    <w:p w:rsidR="00850B65" w:rsidRDefault="00850B65" w:rsidP="00850B65">
      <w:r>
        <w:t>247.9943</w:t>
      </w:r>
      <w:r>
        <w:tab/>
        <w:t>2.025e0</w:t>
      </w:r>
    </w:p>
    <w:p w:rsidR="00850B65" w:rsidRDefault="00850B65" w:rsidP="00850B65">
      <w:r>
        <w:t>248.0245</w:t>
      </w:r>
      <w:r>
        <w:tab/>
        <w:t>2.025e0</w:t>
      </w:r>
    </w:p>
    <w:p w:rsidR="00850B65" w:rsidRDefault="00850B65" w:rsidP="00850B65">
      <w:r>
        <w:t>248.0265</w:t>
      </w:r>
      <w:r>
        <w:tab/>
        <w:t>2.025e0</w:t>
      </w:r>
    </w:p>
    <w:p w:rsidR="00850B65" w:rsidRDefault="00850B65" w:rsidP="00850B65">
      <w:r>
        <w:t>248.0375</w:t>
      </w:r>
      <w:r>
        <w:tab/>
        <w:t>5.063e0</w:t>
      </w:r>
    </w:p>
    <w:p w:rsidR="00850B65" w:rsidRDefault="00850B65" w:rsidP="00850B65">
      <w:r>
        <w:t>248.0627</w:t>
      </w:r>
      <w:r>
        <w:tab/>
        <w:t>3.038e0</w:t>
      </w:r>
    </w:p>
    <w:p w:rsidR="00850B65" w:rsidRDefault="00850B65" w:rsidP="00850B65">
      <w:r>
        <w:t>248.0784</w:t>
      </w:r>
      <w:r>
        <w:tab/>
        <w:t>1.013e0</w:t>
      </w:r>
    </w:p>
    <w:p w:rsidR="00850B65" w:rsidRDefault="00850B65" w:rsidP="00850B65">
      <w:r>
        <w:t>248.0999</w:t>
      </w:r>
      <w:r>
        <w:tab/>
        <w:t>1.013e0</w:t>
      </w:r>
    </w:p>
    <w:p w:rsidR="00850B65" w:rsidRDefault="00850B65" w:rsidP="00850B65">
      <w:r>
        <w:t>248.1086</w:t>
      </w:r>
      <w:r>
        <w:tab/>
        <w:t>1.013e0</w:t>
      </w:r>
    </w:p>
    <w:p w:rsidR="00850B65" w:rsidRDefault="00850B65" w:rsidP="00850B65">
      <w:r>
        <w:t>248.1102</w:t>
      </w:r>
      <w:r>
        <w:tab/>
        <w:t>3.038e0</w:t>
      </w:r>
    </w:p>
    <w:p w:rsidR="00850B65" w:rsidRDefault="00850B65" w:rsidP="00850B65">
      <w:r>
        <w:lastRenderedPageBreak/>
        <w:t>248.1741</w:t>
      </w:r>
      <w:r>
        <w:tab/>
        <w:t>2.025e0</w:t>
      </w:r>
    </w:p>
    <w:p w:rsidR="00850B65" w:rsidRDefault="00850B65" w:rsidP="00850B65">
      <w:r>
        <w:t>248.1836</w:t>
      </w:r>
      <w:r>
        <w:tab/>
        <w:t>2.025e0</w:t>
      </w:r>
    </w:p>
    <w:p w:rsidR="00850B65" w:rsidRDefault="00850B65" w:rsidP="00850B65">
      <w:r>
        <w:t>248.2846</w:t>
      </w:r>
      <w:r>
        <w:tab/>
        <w:t>1.013e0</w:t>
      </w:r>
    </w:p>
    <w:p w:rsidR="00850B65" w:rsidRDefault="00850B65" w:rsidP="00850B65">
      <w:r>
        <w:t>248.3003</w:t>
      </w:r>
      <w:r>
        <w:tab/>
        <w:t>2.025e0</w:t>
      </w:r>
    </w:p>
    <w:p w:rsidR="00850B65" w:rsidRDefault="00850B65" w:rsidP="00850B65">
      <w:r>
        <w:t>248.3423</w:t>
      </w:r>
      <w:r>
        <w:tab/>
        <w:t>2.025e0</w:t>
      </w:r>
    </w:p>
    <w:p w:rsidR="00850B65" w:rsidRDefault="00850B65" w:rsidP="00850B65">
      <w:r>
        <w:t>248.4051</w:t>
      </w:r>
      <w:r>
        <w:tab/>
        <w:t>1.013e0</w:t>
      </w:r>
    </w:p>
    <w:p w:rsidR="00850B65" w:rsidRDefault="00850B65" w:rsidP="00850B65">
      <w:r>
        <w:t>248.4097</w:t>
      </w:r>
      <w:r>
        <w:tab/>
        <w:t>1.013e0</w:t>
      </w:r>
    </w:p>
    <w:p w:rsidR="00850B65" w:rsidRDefault="00850B65" w:rsidP="00850B65">
      <w:r>
        <w:t>248.4514</w:t>
      </w:r>
      <w:r>
        <w:tab/>
        <w:t>1.013e0</w:t>
      </w:r>
    </w:p>
    <w:p w:rsidR="00850B65" w:rsidRDefault="00850B65" w:rsidP="00850B65">
      <w:r>
        <w:t>248.4930</w:t>
      </w:r>
      <w:r>
        <w:tab/>
        <w:t>1.013e0</w:t>
      </w:r>
    </w:p>
    <w:p w:rsidR="00850B65" w:rsidRDefault="00850B65" w:rsidP="00850B65">
      <w:r>
        <w:t>248.4977</w:t>
      </w:r>
      <w:r>
        <w:tab/>
        <w:t>1.013e0</w:t>
      </w:r>
    </w:p>
    <w:p w:rsidR="00850B65" w:rsidRDefault="00850B65" w:rsidP="00850B65">
      <w:r>
        <w:t>248.5524</w:t>
      </w:r>
      <w:r>
        <w:tab/>
        <w:t>1.013e0</w:t>
      </w:r>
    </w:p>
    <w:p w:rsidR="00850B65" w:rsidRDefault="00850B65" w:rsidP="00850B65">
      <w:r>
        <w:t>248.5945</w:t>
      </w:r>
      <w:r>
        <w:tab/>
        <w:t>1.013e0</w:t>
      </w:r>
    </w:p>
    <w:p w:rsidR="00850B65" w:rsidRDefault="00850B65" w:rsidP="00850B65">
      <w:r>
        <w:t>248.6142</w:t>
      </w:r>
      <w:r>
        <w:tab/>
        <w:t>1.013e0</w:t>
      </w:r>
    </w:p>
    <w:p w:rsidR="00850B65" w:rsidRDefault="00850B65" w:rsidP="00850B65">
      <w:r>
        <w:t>248.6483</w:t>
      </w:r>
      <w:r>
        <w:tab/>
        <w:t>2.025e0</w:t>
      </w:r>
    </w:p>
    <w:p w:rsidR="00850B65" w:rsidRDefault="00850B65" w:rsidP="00850B65">
      <w:r>
        <w:t>248.6523</w:t>
      </w:r>
      <w:r>
        <w:tab/>
        <w:t>1.013e0</w:t>
      </w:r>
    </w:p>
    <w:p w:rsidR="00850B65" w:rsidRDefault="00850B65" w:rsidP="00850B65">
      <w:r>
        <w:t>248.7106</w:t>
      </w:r>
      <w:r>
        <w:tab/>
        <w:t>1.013e0</w:t>
      </w:r>
    </w:p>
    <w:p w:rsidR="00850B65" w:rsidRDefault="00850B65" w:rsidP="00850B65">
      <w:r>
        <w:t>248.7153</w:t>
      </w:r>
      <w:r>
        <w:tab/>
        <w:t>1.013e0</w:t>
      </w:r>
    </w:p>
    <w:p w:rsidR="00850B65" w:rsidRDefault="00850B65" w:rsidP="00850B65">
      <w:r>
        <w:t>248.7363</w:t>
      </w:r>
      <w:r>
        <w:tab/>
        <w:t>1.013e0</w:t>
      </w:r>
    </w:p>
    <w:p w:rsidR="00850B65" w:rsidRDefault="00850B65" w:rsidP="00850B65">
      <w:r>
        <w:t>248.7557</w:t>
      </w:r>
      <w:r>
        <w:tab/>
        <w:t>2.025e0</w:t>
      </w:r>
    </w:p>
    <w:p w:rsidR="00850B65" w:rsidRDefault="00850B65" w:rsidP="00850B65">
      <w:r>
        <w:lastRenderedPageBreak/>
        <w:t>248.7662</w:t>
      </w:r>
      <w:r>
        <w:tab/>
        <w:t>1.013e0</w:t>
      </w:r>
    </w:p>
    <w:p w:rsidR="00850B65" w:rsidRDefault="00850B65" w:rsidP="00850B65">
      <w:r>
        <w:t>248.8079</w:t>
      </w:r>
      <w:r>
        <w:tab/>
        <w:t>1.013e0</w:t>
      </w:r>
    </w:p>
    <w:p w:rsidR="00850B65" w:rsidRDefault="00850B65" w:rsidP="00850B65">
      <w:r>
        <w:t>248.8165</w:t>
      </w:r>
      <w:r>
        <w:tab/>
        <w:t>1.013e0</w:t>
      </w:r>
    </w:p>
    <w:p w:rsidR="00850B65" w:rsidRDefault="00850B65" w:rsidP="00850B65">
      <w:r>
        <w:t>248.8586</w:t>
      </w:r>
      <w:r>
        <w:tab/>
        <w:t>1.013e0</w:t>
      </w:r>
    </w:p>
    <w:p w:rsidR="00850B65" w:rsidRDefault="00850B65" w:rsidP="00850B65">
      <w:r>
        <w:t>248.8783</w:t>
      </w:r>
      <w:r>
        <w:tab/>
        <w:t>1.013e0</w:t>
      </w:r>
    </w:p>
    <w:p w:rsidR="00850B65" w:rsidRDefault="00850B65" w:rsidP="00850B65">
      <w:r>
        <w:t>248.9700</w:t>
      </w:r>
      <w:r>
        <w:tab/>
        <w:t>3.038e0</w:t>
      </w:r>
    </w:p>
    <w:p w:rsidR="00850B65" w:rsidRDefault="00850B65" w:rsidP="00850B65">
      <w:r>
        <w:t>248.9926</w:t>
      </w:r>
      <w:r>
        <w:tab/>
        <w:t>1.013e0</w:t>
      </w:r>
    </w:p>
    <w:p w:rsidR="00850B65" w:rsidRDefault="00850B65" w:rsidP="00850B65">
      <w:r>
        <w:t>249.0456</w:t>
      </w:r>
      <w:r>
        <w:tab/>
        <w:t>3.038e0</w:t>
      </w:r>
    </w:p>
    <w:p w:rsidR="00850B65" w:rsidRDefault="00850B65" w:rsidP="00850B65">
      <w:r>
        <w:t>249.0556</w:t>
      </w:r>
      <w:r>
        <w:tab/>
        <w:t>5.117e0</w:t>
      </w:r>
    </w:p>
    <w:p w:rsidR="00850B65" w:rsidRDefault="00850B65" w:rsidP="00850B65">
      <w:r>
        <w:t>249.0582</w:t>
      </w:r>
      <w:r>
        <w:tab/>
        <w:t>1.013e0</w:t>
      </w:r>
    </w:p>
    <w:p w:rsidR="00850B65" w:rsidRDefault="00850B65" w:rsidP="00850B65">
      <w:r>
        <w:t>249.0710</w:t>
      </w:r>
      <w:r>
        <w:tab/>
        <w:t>4.051e0</w:t>
      </w:r>
    </w:p>
    <w:p w:rsidR="00850B65" w:rsidRDefault="00850B65" w:rsidP="00850B65">
      <w:r>
        <w:t>249.0770</w:t>
      </w:r>
      <w:r>
        <w:tab/>
        <w:t>3.038e0</w:t>
      </w:r>
    </w:p>
    <w:p w:rsidR="00850B65" w:rsidRDefault="00850B65" w:rsidP="00850B65">
      <w:r>
        <w:t>249.0826</w:t>
      </w:r>
      <w:r>
        <w:tab/>
        <w:t>2.025e0</w:t>
      </w:r>
    </w:p>
    <w:p w:rsidR="00850B65" w:rsidRDefault="00850B65" w:rsidP="00850B65">
      <w:r>
        <w:t>249.1246</w:t>
      </w:r>
      <w:r>
        <w:tab/>
        <w:t>3.685e0</w:t>
      </w:r>
    </w:p>
    <w:p w:rsidR="00850B65" w:rsidRDefault="00850B65" w:rsidP="00850B65">
      <w:r>
        <w:t>249.1287</w:t>
      </w:r>
      <w:r>
        <w:tab/>
        <w:t>1.215e1</w:t>
      </w:r>
    </w:p>
    <w:p w:rsidR="00850B65" w:rsidRDefault="00850B65" w:rsidP="00850B65">
      <w:r>
        <w:t>249.1313</w:t>
      </w:r>
      <w:r>
        <w:tab/>
        <w:t>1.329e1</w:t>
      </w:r>
    </w:p>
    <w:p w:rsidR="00850B65" w:rsidRDefault="00850B65" w:rsidP="00850B65">
      <w:r>
        <w:t>249.1666</w:t>
      </w:r>
      <w:r>
        <w:tab/>
        <w:t>2.025e0</w:t>
      </w:r>
    </w:p>
    <w:p w:rsidR="00850B65" w:rsidRDefault="00850B65" w:rsidP="00850B65">
      <w:r>
        <w:t>249.2069</w:t>
      </w:r>
      <w:r>
        <w:tab/>
        <w:t>3.038e0</w:t>
      </w:r>
    </w:p>
    <w:p w:rsidR="00850B65" w:rsidRDefault="00850B65" w:rsidP="00850B65">
      <w:r>
        <w:t>249.2809</w:t>
      </w:r>
      <w:r>
        <w:tab/>
        <w:t>1.013e0</w:t>
      </w:r>
    </w:p>
    <w:p w:rsidR="00850B65" w:rsidRDefault="00850B65" w:rsidP="00850B65">
      <w:r>
        <w:lastRenderedPageBreak/>
        <w:t>249.3107</w:t>
      </w:r>
      <w:r>
        <w:tab/>
        <w:t>1.013e0</w:t>
      </w:r>
    </w:p>
    <w:p w:rsidR="00850B65" w:rsidRDefault="00850B65" w:rsidP="00850B65">
      <w:r>
        <w:t>249.3234</w:t>
      </w:r>
      <w:r>
        <w:tab/>
        <w:t>2.025e0</w:t>
      </w:r>
    </w:p>
    <w:p w:rsidR="00850B65" w:rsidRDefault="00850B65" w:rsidP="00850B65">
      <w:r>
        <w:t>249.3757</w:t>
      </w:r>
      <w:r>
        <w:tab/>
        <w:t>2.025e0</w:t>
      </w:r>
    </w:p>
    <w:p w:rsidR="00850B65" w:rsidRDefault="00850B65" w:rsidP="00850B65">
      <w:r>
        <w:t>249.3784</w:t>
      </w:r>
      <w:r>
        <w:tab/>
        <w:t>1.013e0</w:t>
      </w:r>
    </w:p>
    <w:p w:rsidR="00850B65" w:rsidRDefault="00850B65" w:rsidP="00850B65">
      <w:r>
        <w:t>249.4155</w:t>
      </w:r>
      <w:r>
        <w:tab/>
        <w:t>1.013e0</w:t>
      </w:r>
    </w:p>
    <w:p w:rsidR="00850B65" w:rsidRDefault="00850B65" w:rsidP="00850B65">
      <w:r>
        <w:t>249.4248</w:t>
      </w:r>
      <w:r>
        <w:tab/>
        <w:t>1.013e0</w:t>
      </w:r>
    </w:p>
    <w:p w:rsidR="00850B65" w:rsidRDefault="00850B65" w:rsidP="00850B65">
      <w:r>
        <w:t>249.4573</w:t>
      </w:r>
      <w:r>
        <w:tab/>
        <w:t>1.013e0</w:t>
      </w:r>
    </w:p>
    <w:p w:rsidR="00850B65" w:rsidRDefault="00850B65" w:rsidP="00850B65">
      <w:r>
        <w:t>249.4620</w:t>
      </w:r>
      <w:r>
        <w:tab/>
        <w:t>1.013e0</w:t>
      </w:r>
    </w:p>
    <w:p w:rsidR="00850B65" w:rsidRDefault="00850B65" w:rsidP="00850B65">
      <w:r>
        <w:t>249.4909</w:t>
      </w:r>
      <w:r>
        <w:tab/>
        <w:t>1.013e0</w:t>
      </w:r>
    </w:p>
    <w:p w:rsidR="00850B65" w:rsidRDefault="00850B65" w:rsidP="00850B65">
      <w:r>
        <w:t>249.5172</w:t>
      </w:r>
      <w:r>
        <w:tab/>
        <w:t>1.013e0</w:t>
      </w:r>
    </w:p>
    <w:p w:rsidR="00850B65" w:rsidRDefault="00850B65" w:rsidP="00850B65">
      <w:r>
        <w:t>249.6035</w:t>
      </w:r>
      <w:r>
        <w:tab/>
        <w:t>3.038e0</w:t>
      </w:r>
    </w:p>
    <w:p w:rsidR="00850B65" w:rsidRDefault="00850B65" w:rsidP="00850B65">
      <w:r>
        <w:t>249.6107</w:t>
      </w:r>
      <w:r>
        <w:tab/>
        <w:t>3.038e0</w:t>
      </w:r>
    </w:p>
    <w:p w:rsidR="00850B65" w:rsidRDefault="00850B65" w:rsidP="00850B65">
      <w:r>
        <w:t>249.6671</w:t>
      </w:r>
      <w:r>
        <w:tab/>
        <w:t>1.013e0</w:t>
      </w:r>
    </w:p>
    <w:p w:rsidR="00850B65" w:rsidRDefault="00850B65" w:rsidP="00850B65">
      <w:r>
        <w:t>249.6710</w:t>
      </w:r>
      <w:r>
        <w:tab/>
        <w:t>1.013e0</w:t>
      </w:r>
    </w:p>
    <w:p w:rsidR="00850B65" w:rsidRDefault="00850B65" w:rsidP="00850B65">
      <w:r>
        <w:t>249.6934</w:t>
      </w:r>
      <w:r>
        <w:tab/>
        <w:t>1.013e0</w:t>
      </w:r>
    </w:p>
    <w:p w:rsidR="00850B65" w:rsidRDefault="00850B65" w:rsidP="00850B65">
      <w:r>
        <w:t>249.7052</w:t>
      </w:r>
      <w:r>
        <w:tab/>
        <w:t>2.025e0</w:t>
      </w:r>
    </w:p>
    <w:p w:rsidR="00850B65" w:rsidRDefault="00850B65" w:rsidP="00850B65">
      <w:r>
        <w:t>249.7355</w:t>
      </w:r>
      <w:r>
        <w:tab/>
        <w:t>1.013e0</w:t>
      </w:r>
    </w:p>
    <w:p w:rsidR="00850B65" w:rsidRDefault="00850B65" w:rsidP="00850B65">
      <w:r>
        <w:t>249.7973</w:t>
      </w:r>
      <w:r>
        <w:tab/>
        <w:t>1.013e0</w:t>
      </w:r>
    </w:p>
    <w:p w:rsidR="00850B65" w:rsidRDefault="00850B65" w:rsidP="00850B65">
      <w:r>
        <w:t>249.8012</w:t>
      </w:r>
      <w:r>
        <w:tab/>
        <w:t>1.013e0</w:t>
      </w:r>
    </w:p>
    <w:p w:rsidR="00850B65" w:rsidRDefault="00850B65" w:rsidP="00850B65">
      <w:r>
        <w:lastRenderedPageBreak/>
        <w:t>249.8394</w:t>
      </w:r>
      <w:r>
        <w:tab/>
        <w:t>1.013e0</w:t>
      </w:r>
    </w:p>
    <w:p w:rsidR="00850B65" w:rsidRDefault="00850B65" w:rsidP="00850B65">
      <w:r>
        <w:t>249.8477</w:t>
      </w:r>
      <w:r>
        <w:tab/>
        <w:t>1.013e0</w:t>
      </w:r>
    </w:p>
    <w:p w:rsidR="00850B65" w:rsidRDefault="00850B65" w:rsidP="00850B65">
      <w:r>
        <w:t>249.8775</w:t>
      </w:r>
      <w:r>
        <w:tab/>
        <w:t>2.025e0</w:t>
      </w:r>
    </w:p>
    <w:p w:rsidR="00850B65" w:rsidRDefault="00850B65" w:rsidP="00850B65">
      <w:r>
        <w:t>249.9360</w:t>
      </w:r>
      <w:r>
        <w:tab/>
        <w:t>1.013e0</w:t>
      </w:r>
    </w:p>
    <w:p w:rsidR="00850B65" w:rsidRDefault="00850B65" w:rsidP="00850B65">
      <w:r>
        <w:t>249.9500</w:t>
      </w:r>
      <w:r>
        <w:tab/>
        <w:t>1.013e0</w:t>
      </w:r>
    </w:p>
    <w:p w:rsidR="00850B65" w:rsidRDefault="00850B65" w:rsidP="00850B65">
      <w:r>
        <w:t>249.9826</w:t>
      </w:r>
      <w:r>
        <w:tab/>
        <w:t>1.013e0</w:t>
      </w:r>
    </w:p>
    <w:p w:rsidR="00850B65" w:rsidRDefault="00850B65" w:rsidP="00850B65">
      <w:r>
        <w:t>249.9872</w:t>
      </w:r>
      <w:r>
        <w:tab/>
        <w:t>1.013e0</w:t>
      </w:r>
    </w:p>
    <w:p w:rsidR="00850B65" w:rsidRDefault="00850B65" w:rsidP="00850B65">
      <w:r>
        <w:t>250.0291</w:t>
      </w:r>
      <w:r>
        <w:tab/>
        <w:t>1.013e0</w:t>
      </w:r>
    </w:p>
    <w:p w:rsidR="00850B65" w:rsidRDefault="00850B65" w:rsidP="00850B65">
      <w:r>
        <w:t>250.0352</w:t>
      </w:r>
      <w:r>
        <w:tab/>
        <w:t>3.038e0</w:t>
      </w:r>
    </w:p>
    <w:p w:rsidR="00850B65" w:rsidRDefault="00850B65" w:rsidP="00850B65">
      <w:r>
        <w:t>250.0413</w:t>
      </w:r>
      <w:r>
        <w:tab/>
        <w:t>2.025e0</w:t>
      </w:r>
    </w:p>
    <w:p w:rsidR="00850B65" w:rsidRDefault="00850B65" w:rsidP="00850B65">
      <w:r>
        <w:t>250.0756</w:t>
      </w:r>
      <w:r>
        <w:tab/>
        <w:t>1.013e0</w:t>
      </w:r>
    </w:p>
    <w:p w:rsidR="00850B65" w:rsidRDefault="00850B65" w:rsidP="00850B65">
      <w:r>
        <w:t>250.1261</w:t>
      </w:r>
      <w:r>
        <w:tab/>
        <w:t>2.025e0</w:t>
      </w:r>
    </w:p>
    <w:p w:rsidR="00850B65" w:rsidRDefault="00850B65" w:rsidP="00850B65">
      <w:r>
        <w:t>250.1306</w:t>
      </w:r>
      <w:r>
        <w:tab/>
        <w:t>6.076e0</w:t>
      </w:r>
    </w:p>
    <w:p w:rsidR="00850B65" w:rsidRDefault="00850B65" w:rsidP="00850B65">
      <w:r>
        <w:t>250.1322</w:t>
      </w:r>
      <w:r>
        <w:tab/>
        <w:t>2.025e0</w:t>
      </w:r>
    </w:p>
    <w:p w:rsidR="00850B65" w:rsidRDefault="00850B65" w:rsidP="00850B65">
      <w:r>
        <w:t>250.1580</w:t>
      </w:r>
      <w:r>
        <w:tab/>
        <w:t>2.366e0</w:t>
      </w:r>
    </w:p>
    <w:p w:rsidR="00850B65" w:rsidRDefault="00850B65" w:rsidP="00850B65">
      <w:r>
        <w:t>250.1723</w:t>
      </w:r>
      <w:r>
        <w:tab/>
        <w:t>1.013e0</w:t>
      </w:r>
    </w:p>
    <w:p w:rsidR="00850B65" w:rsidRDefault="00850B65" w:rsidP="00850B65">
      <w:r>
        <w:t>250.1782</w:t>
      </w:r>
      <w:r>
        <w:tab/>
        <w:t>2.025e0</w:t>
      </w:r>
    </w:p>
    <w:p w:rsidR="00850B65" w:rsidRDefault="00850B65" w:rsidP="00850B65">
      <w:r>
        <w:t>250.1841</w:t>
      </w:r>
      <w:r>
        <w:tab/>
        <w:t>3.038e0</w:t>
      </w:r>
    </w:p>
    <w:p w:rsidR="00850B65" w:rsidRDefault="00850B65" w:rsidP="00850B65">
      <w:r>
        <w:t>250.2432</w:t>
      </w:r>
      <w:r>
        <w:tab/>
        <w:t>1.013e0</w:t>
      </w:r>
    </w:p>
    <w:p w:rsidR="00850B65" w:rsidRDefault="00850B65" w:rsidP="00850B65">
      <w:r>
        <w:lastRenderedPageBreak/>
        <w:t>250.2684</w:t>
      </w:r>
      <w:r>
        <w:tab/>
        <w:t>1.013e0</w:t>
      </w:r>
    </w:p>
    <w:p w:rsidR="00850B65" w:rsidRDefault="00850B65" w:rsidP="00850B65">
      <w:r>
        <w:t>250.3224</w:t>
      </w:r>
      <w:r>
        <w:tab/>
        <w:t>1.013e0</w:t>
      </w:r>
    </w:p>
    <w:p w:rsidR="00850B65" w:rsidRDefault="00850B65" w:rsidP="00850B65">
      <w:r>
        <w:t>250.3486</w:t>
      </w:r>
      <w:r>
        <w:tab/>
        <w:t>1.013e0</w:t>
      </w:r>
    </w:p>
    <w:p w:rsidR="00850B65" w:rsidRDefault="00850B65" w:rsidP="00850B65">
      <w:r>
        <w:t>250.3829</w:t>
      </w:r>
      <w:r>
        <w:tab/>
        <w:t>2.025e0</w:t>
      </w:r>
    </w:p>
    <w:p w:rsidR="00850B65" w:rsidRDefault="00850B65" w:rsidP="00850B65">
      <w:r>
        <w:t>250.4642</w:t>
      </w:r>
      <w:r>
        <w:tab/>
        <w:t>2.025e0</w:t>
      </w:r>
    </w:p>
    <w:p w:rsidR="00850B65" w:rsidRDefault="00850B65" w:rsidP="00850B65">
      <w:r>
        <w:t>250.5211</w:t>
      </w:r>
      <w:r>
        <w:tab/>
        <w:t>1.013e0</w:t>
      </w:r>
    </w:p>
    <w:p w:rsidR="00850B65" w:rsidRDefault="00850B65" w:rsidP="00850B65">
      <w:r>
        <w:t>250.5368</w:t>
      </w:r>
      <w:r>
        <w:tab/>
        <w:t>1.013e0</w:t>
      </w:r>
    </w:p>
    <w:p w:rsidR="00850B65" w:rsidRDefault="00850B65" w:rsidP="00850B65">
      <w:r>
        <w:t>250.6173</w:t>
      </w:r>
      <w:r>
        <w:tab/>
        <w:t>1.013e0</w:t>
      </w:r>
    </w:p>
    <w:p w:rsidR="00850B65" w:rsidRDefault="00850B65" w:rsidP="00850B65">
      <w:r>
        <w:t>250.6346</w:t>
      </w:r>
      <w:r>
        <w:tab/>
        <w:t>1.013e0</w:t>
      </w:r>
    </w:p>
    <w:p w:rsidR="00850B65" w:rsidRDefault="00850B65" w:rsidP="00850B65">
      <w:r>
        <w:t>250.6719</w:t>
      </w:r>
      <w:r>
        <w:tab/>
        <w:t>1.013e0</w:t>
      </w:r>
    </w:p>
    <w:p w:rsidR="00850B65" w:rsidRDefault="00850B65" w:rsidP="00850B65">
      <w:r>
        <w:t>250.7016</w:t>
      </w:r>
      <w:r>
        <w:tab/>
        <w:t>1.013e0</w:t>
      </w:r>
    </w:p>
    <w:p w:rsidR="00850B65" w:rsidRDefault="00850B65" w:rsidP="00850B65">
      <w:r>
        <w:t>250.7232</w:t>
      </w:r>
      <w:r>
        <w:tab/>
        <w:t>1.013e0</w:t>
      </w:r>
    </w:p>
    <w:p w:rsidR="00850B65" w:rsidRDefault="00850B65" w:rsidP="00850B65">
      <w:r>
        <w:t>250.7779</w:t>
      </w:r>
      <w:r>
        <w:tab/>
        <w:t>1.013e0</w:t>
      </w:r>
    </w:p>
    <w:p w:rsidR="00850B65" w:rsidRDefault="00850B65" w:rsidP="00850B65">
      <w:r>
        <w:t>250.7898</w:t>
      </w:r>
      <w:r>
        <w:tab/>
        <w:t>1.013e0</w:t>
      </w:r>
    </w:p>
    <w:p w:rsidR="00850B65" w:rsidRDefault="00850B65" w:rsidP="00850B65">
      <w:r>
        <w:t>250.8819</w:t>
      </w:r>
      <w:r>
        <w:tab/>
        <w:t>1.013e0</w:t>
      </w:r>
    </w:p>
    <w:p w:rsidR="00850B65" w:rsidRDefault="00850B65" w:rsidP="00850B65">
      <w:r>
        <w:t>250.9621</w:t>
      </w:r>
      <w:r>
        <w:tab/>
        <w:t>2.942e0</w:t>
      </w:r>
    </w:p>
    <w:p w:rsidR="00850B65" w:rsidRDefault="00850B65" w:rsidP="00850B65">
      <w:r>
        <w:t>250.9640</w:t>
      </w:r>
      <w:r>
        <w:tab/>
        <w:t>4.051e0</w:t>
      </w:r>
    </w:p>
    <w:p w:rsidR="00850B65" w:rsidRDefault="00850B65" w:rsidP="00850B65">
      <w:r>
        <w:t>250.9813</w:t>
      </w:r>
      <w:r>
        <w:tab/>
        <w:t>6.641e0</w:t>
      </w:r>
    </w:p>
    <w:p w:rsidR="00850B65" w:rsidRDefault="00850B65" w:rsidP="00850B65">
      <w:r>
        <w:t>250.9907</w:t>
      </w:r>
      <w:r>
        <w:tab/>
        <w:t>2.025e0</w:t>
      </w:r>
    </w:p>
    <w:p w:rsidR="00850B65" w:rsidRDefault="00850B65" w:rsidP="00850B65">
      <w:r>
        <w:lastRenderedPageBreak/>
        <w:t>251.0323</w:t>
      </w:r>
      <w:r>
        <w:tab/>
        <w:t>2.025e0</w:t>
      </w:r>
    </w:p>
    <w:p w:rsidR="00850B65" w:rsidRDefault="00850B65" w:rsidP="00850B65">
      <w:r>
        <w:t>251.0387</w:t>
      </w:r>
      <w:r>
        <w:tab/>
        <w:t>1.013e0</w:t>
      </w:r>
    </w:p>
    <w:p w:rsidR="00850B65" w:rsidRDefault="00850B65" w:rsidP="00850B65">
      <w:r>
        <w:t>251.0467</w:t>
      </w:r>
      <w:r>
        <w:tab/>
        <w:t>1.013e0</w:t>
      </w:r>
    </w:p>
    <w:p w:rsidR="00850B65" w:rsidRDefault="00850B65" w:rsidP="00850B65">
      <w:r>
        <w:t>251.0592</w:t>
      </w:r>
      <w:r>
        <w:tab/>
        <w:t>1.013e0</w:t>
      </w:r>
    </w:p>
    <w:p w:rsidR="00850B65" w:rsidRDefault="00850B65" w:rsidP="00850B65">
      <w:r>
        <w:t>251.0848</w:t>
      </w:r>
      <w:r>
        <w:tab/>
        <w:t>1.013e0</w:t>
      </w:r>
    </w:p>
    <w:p w:rsidR="00850B65" w:rsidRDefault="00850B65" w:rsidP="00850B65">
      <w:r>
        <w:t>251.1161</w:t>
      </w:r>
      <w:r>
        <w:tab/>
        <w:t>5.063e0</w:t>
      </w:r>
    </w:p>
    <w:p w:rsidR="00850B65" w:rsidRDefault="00850B65" w:rsidP="00850B65">
      <w:r>
        <w:t>251.1230</w:t>
      </w:r>
      <w:r>
        <w:tab/>
        <w:t>2.025e0</w:t>
      </w:r>
    </w:p>
    <w:p w:rsidR="00850B65" w:rsidRDefault="00850B65" w:rsidP="00850B65">
      <w:r>
        <w:t>251.1240</w:t>
      </w:r>
      <w:r>
        <w:tab/>
        <w:t>9.428e0</w:t>
      </w:r>
    </w:p>
    <w:p w:rsidR="00850B65" w:rsidRDefault="00850B65" w:rsidP="00850B65">
      <w:r>
        <w:t>251.1644</w:t>
      </w:r>
      <w:r>
        <w:tab/>
        <w:t>4.051e0</w:t>
      </w:r>
    </w:p>
    <w:p w:rsidR="00850B65" w:rsidRDefault="00850B65" w:rsidP="00850B65">
      <w:r>
        <w:t>251.1796</w:t>
      </w:r>
      <w:r>
        <w:tab/>
        <w:t>3.038e0</w:t>
      </w:r>
    </w:p>
    <w:p w:rsidR="00850B65" w:rsidRDefault="00850B65" w:rsidP="00850B65">
      <w:r>
        <w:t>251.2034</w:t>
      </w:r>
      <w:r>
        <w:tab/>
        <w:t>1.013e0</w:t>
      </w:r>
    </w:p>
    <w:p w:rsidR="00850B65" w:rsidRDefault="00850B65" w:rsidP="00850B65">
      <w:r>
        <w:t>251.2113</w:t>
      </w:r>
      <w:r>
        <w:tab/>
        <w:t>1.013e0</w:t>
      </w:r>
    </w:p>
    <w:p w:rsidR="00850B65" w:rsidRDefault="00850B65" w:rsidP="00850B65">
      <w:r>
        <w:t>251.2368</w:t>
      </w:r>
      <w:r>
        <w:tab/>
        <w:t>1.013e0</w:t>
      </w:r>
    </w:p>
    <w:p w:rsidR="00850B65" w:rsidRDefault="00850B65" w:rsidP="00850B65">
      <w:r>
        <w:t>251.2495</w:t>
      </w:r>
      <w:r>
        <w:tab/>
        <w:t>1.013e0</w:t>
      </w:r>
    </w:p>
    <w:p w:rsidR="00850B65" w:rsidRDefault="00850B65" w:rsidP="00850B65">
      <w:r>
        <w:t>251.3115</w:t>
      </w:r>
      <w:r>
        <w:tab/>
        <w:t>1.013e0</w:t>
      </w:r>
    </w:p>
    <w:p w:rsidR="00850B65" w:rsidRDefault="00850B65" w:rsidP="00850B65">
      <w:r>
        <w:t>251.3497</w:t>
      </w:r>
      <w:r>
        <w:tab/>
        <w:t>2.025e0</w:t>
      </w:r>
    </w:p>
    <w:p w:rsidR="00850B65" w:rsidRDefault="00850B65" w:rsidP="00850B65">
      <w:r>
        <w:t>251.3571</w:t>
      </w:r>
      <w:r>
        <w:tab/>
        <w:t>2.025e0</w:t>
      </w:r>
    </w:p>
    <w:p w:rsidR="00850B65" w:rsidRDefault="00850B65" w:rsidP="00850B65">
      <w:r>
        <w:t>251.3799</w:t>
      </w:r>
      <w:r>
        <w:tab/>
        <w:t>1.013e0</w:t>
      </w:r>
    </w:p>
    <w:p w:rsidR="00850B65" w:rsidRDefault="00850B65" w:rsidP="00850B65">
      <w:r>
        <w:t>251.4144</w:t>
      </w:r>
      <w:r>
        <w:tab/>
        <w:t>1.013e0</w:t>
      </w:r>
    </w:p>
    <w:p w:rsidR="00850B65" w:rsidRDefault="00850B65" w:rsidP="00850B65">
      <w:r>
        <w:lastRenderedPageBreak/>
        <w:t>251.4604</w:t>
      </w:r>
      <w:r>
        <w:tab/>
        <w:t>1.013e0</w:t>
      </w:r>
    </w:p>
    <w:p w:rsidR="00850B65" w:rsidRDefault="00850B65" w:rsidP="00850B65">
      <w:r>
        <w:t>251.4939</w:t>
      </w:r>
      <w:r>
        <w:tab/>
        <w:t>1.013e0</w:t>
      </w:r>
    </w:p>
    <w:p w:rsidR="00850B65" w:rsidRDefault="00850B65" w:rsidP="00850B65">
      <w:r>
        <w:t>251.5065</w:t>
      </w:r>
      <w:r>
        <w:tab/>
        <w:t>1.013e0</w:t>
      </w:r>
    </w:p>
    <w:p w:rsidR="00850B65" w:rsidRDefault="00850B65" w:rsidP="00850B65">
      <w:r>
        <w:t>251.5948</w:t>
      </w:r>
      <w:r>
        <w:tab/>
        <w:t>1.013e0</w:t>
      </w:r>
    </w:p>
    <w:p w:rsidR="00850B65" w:rsidRDefault="00850B65" w:rsidP="00850B65">
      <w:r>
        <w:t>251.6330</w:t>
      </w:r>
      <w:r>
        <w:tab/>
        <w:t>1.013e0</w:t>
      </w:r>
    </w:p>
    <w:p w:rsidR="00850B65" w:rsidRDefault="00850B65" w:rsidP="00850B65">
      <w:r>
        <w:t>251.6576</w:t>
      </w:r>
      <w:r>
        <w:tab/>
        <w:t>1.013e0</w:t>
      </w:r>
    </w:p>
    <w:p w:rsidR="00850B65" w:rsidRDefault="00850B65" w:rsidP="00850B65">
      <w:r>
        <w:t>251.6871</w:t>
      </w:r>
      <w:r>
        <w:tab/>
        <w:t>1.013e0</w:t>
      </w:r>
    </w:p>
    <w:p w:rsidR="00850B65" w:rsidRDefault="00850B65" w:rsidP="00850B65">
      <w:r>
        <w:t>251.7136</w:t>
      </w:r>
      <w:r>
        <w:tab/>
        <w:t>1.013e0</w:t>
      </w:r>
    </w:p>
    <w:p w:rsidR="00850B65" w:rsidRDefault="00850B65" w:rsidP="00850B65">
      <w:r>
        <w:t>251.7332</w:t>
      </w:r>
      <w:r>
        <w:tab/>
        <w:t>1.013e0</w:t>
      </w:r>
    </w:p>
    <w:p w:rsidR="00850B65" w:rsidRDefault="00850B65" w:rsidP="00850B65">
      <w:r>
        <w:t>251.7418</w:t>
      </w:r>
      <w:r>
        <w:tab/>
        <w:t>2.025e0</w:t>
      </w:r>
    </w:p>
    <w:p w:rsidR="00850B65" w:rsidRDefault="00850B65" w:rsidP="00850B65">
      <w:r>
        <w:t>251.7793</w:t>
      </w:r>
      <w:r>
        <w:tab/>
        <w:t>1.013e0</w:t>
      </w:r>
    </w:p>
    <w:p w:rsidR="00850B65" w:rsidRDefault="00850B65" w:rsidP="00850B65">
      <w:r>
        <w:t>251.8057</w:t>
      </w:r>
      <w:r>
        <w:tab/>
        <w:t>1.013e0</w:t>
      </w:r>
    </w:p>
    <w:p w:rsidR="00850B65" w:rsidRDefault="00850B65" w:rsidP="00850B65">
      <w:r>
        <w:t>251.8401</w:t>
      </w:r>
      <w:r>
        <w:tab/>
        <w:t>1.013e0</w:t>
      </w:r>
    </w:p>
    <w:p w:rsidR="00850B65" w:rsidRDefault="00850B65" w:rsidP="00850B65">
      <w:r>
        <w:t>251.8479</w:t>
      </w:r>
      <w:r>
        <w:tab/>
        <w:t>1.013e0</w:t>
      </w:r>
    </w:p>
    <w:p w:rsidR="00850B65" w:rsidRDefault="00850B65" w:rsidP="00850B65">
      <w:r>
        <w:t>251.9198</w:t>
      </w:r>
      <w:r>
        <w:tab/>
        <w:t>1.013e0</w:t>
      </w:r>
    </w:p>
    <w:p w:rsidR="00850B65" w:rsidRDefault="00850B65" w:rsidP="00850B65">
      <w:r>
        <w:t>251.9666</w:t>
      </w:r>
      <w:r>
        <w:tab/>
        <w:t>1.013e0</w:t>
      </w:r>
    </w:p>
    <w:p w:rsidR="00850B65" w:rsidRDefault="00850B65" w:rsidP="00850B65">
      <w:r>
        <w:t>252.0167</w:t>
      </w:r>
      <w:r>
        <w:tab/>
        <w:t>1.013e0</w:t>
      </w:r>
    </w:p>
    <w:p w:rsidR="00850B65" w:rsidRDefault="00850B65" w:rsidP="00850B65">
      <w:r>
        <w:t>252.0287</w:t>
      </w:r>
      <w:r>
        <w:tab/>
        <w:t>1.013e0</w:t>
      </w:r>
    </w:p>
    <w:p w:rsidR="00850B65" w:rsidRDefault="00850B65" w:rsidP="00850B65">
      <w:r>
        <w:t>252.0369</w:t>
      </w:r>
      <w:r>
        <w:tab/>
        <w:t>1.013e0</w:t>
      </w:r>
    </w:p>
    <w:p w:rsidR="00850B65" w:rsidRDefault="00850B65" w:rsidP="00850B65">
      <w:r>
        <w:lastRenderedPageBreak/>
        <w:t>252.0482</w:t>
      </w:r>
      <w:r>
        <w:tab/>
        <w:t>3.038e0</w:t>
      </w:r>
    </w:p>
    <w:p w:rsidR="00850B65" w:rsidRDefault="00850B65" w:rsidP="00850B65">
      <w:r>
        <w:t>252.0837</w:t>
      </w:r>
      <w:r>
        <w:tab/>
        <w:t>1.013e0</w:t>
      </w:r>
    </w:p>
    <w:p w:rsidR="00850B65" w:rsidRDefault="00850B65" w:rsidP="00850B65">
      <w:r>
        <w:t>252.0931</w:t>
      </w:r>
      <w:r>
        <w:tab/>
        <w:t>1.013e0</w:t>
      </w:r>
    </w:p>
    <w:p w:rsidR="00850B65" w:rsidRDefault="00850B65" w:rsidP="00850B65">
      <w:r>
        <w:t>252.1241</w:t>
      </w:r>
      <w:r>
        <w:tab/>
        <w:t>3.038e0</w:t>
      </w:r>
    </w:p>
    <w:p w:rsidR="00850B65" w:rsidRDefault="00850B65" w:rsidP="00850B65">
      <w:r>
        <w:t>252.1415</w:t>
      </w:r>
      <w:r>
        <w:tab/>
        <w:t>2.228e1</w:t>
      </w:r>
    </w:p>
    <w:p w:rsidR="00850B65" w:rsidRDefault="00850B65" w:rsidP="00850B65">
      <w:r>
        <w:t>252.1484</w:t>
      </w:r>
      <w:r>
        <w:tab/>
        <w:t>9.114e0</w:t>
      </w:r>
    </w:p>
    <w:p w:rsidR="00850B65" w:rsidRDefault="00850B65" w:rsidP="00850B65">
      <w:r>
        <w:t>252.1662</w:t>
      </w:r>
      <w:r>
        <w:tab/>
        <w:t>1.114e1</w:t>
      </w:r>
    </w:p>
    <w:p w:rsidR="00850B65" w:rsidRDefault="00850B65" w:rsidP="00850B65">
      <w:r>
        <w:t>252.1876</w:t>
      </w:r>
      <w:r>
        <w:tab/>
        <w:t>3.038e0</w:t>
      </w:r>
    </w:p>
    <w:p w:rsidR="00850B65" w:rsidRDefault="00850B65" w:rsidP="00850B65">
      <w:r>
        <w:t>252.1941</w:t>
      </w:r>
      <w:r>
        <w:tab/>
        <w:t>6.076e0</w:t>
      </w:r>
    </w:p>
    <w:p w:rsidR="00850B65" w:rsidRDefault="00850B65" w:rsidP="00850B65">
      <w:r>
        <w:t>252.2478</w:t>
      </w:r>
      <w:r>
        <w:tab/>
        <w:t>1.013e0</w:t>
      </w:r>
    </w:p>
    <w:p w:rsidR="00850B65" w:rsidRDefault="00850B65" w:rsidP="00850B65">
      <w:r>
        <w:t>252.2819</w:t>
      </w:r>
      <w:r>
        <w:tab/>
        <w:t>1.013e0</w:t>
      </w:r>
    </w:p>
    <w:p w:rsidR="00850B65" w:rsidRDefault="00850B65" w:rsidP="00850B65">
      <w:r>
        <w:t>252.3122</w:t>
      </w:r>
      <w:r>
        <w:tab/>
        <w:t>1.013e0</w:t>
      </w:r>
    </w:p>
    <w:p w:rsidR="00850B65" w:rsidRDefault="00850B65" w:rsidP="00850B65">
      <w:r>
        <w:t>252.3369</w:t>
      </w:r>
      <w:r>
        <w:tab/>
        <w:t>1.013e0</w:t>
      </w:r>
    </w:p>
    <w:p w:rsidR="00850B65" w:rsidRDefault="00850B65" w:rsidP="00850B65">
      <w:r>
        <w:t>252.3584</w:t>
      </w:r>
      <w:r>
        <w:tab/>
        <w:t>1.013e0</w:t>
      </w:r>
    </w:p>
    <w:p w:rsidR="00850B65" w:rsidRDefault="00850B65" w:rsidP="00850B65">
      <w:r>
        <w:t>252.3838</w:t>
      </w:r>
      <w:r>
        <w:tab/>
        <w:t>1.013e0</w:t>
      </w:r>
    </w:p>
    <w:p w:rsidR="00850B65" w:rsidRDefault="00850B65" w:rsidP="00850B65">
      <w:r>
        <w:t>252.3928</w:t>
      </w:r>
      <w:r>
        <w:tab/>
        <w:t>1.013e0</w:t>
      </w:r>
    </w:p>
    <w:p w:rsidR="00850B65" w:rsidRDefault="00850B65" w:rsidP="00850B65">
      <w:r>
        <w:t>252.4006</w:t>
      </w:r>
      <w:r>
        <w:tab/>
        <w:t>2.025e0</w:t>
      </w:r>
    </w:p>
    <w:p w:rsidR="00850B65" w:rsidRDefault="00850B65" w:rsidP="00850B65">
      <w:r>
        <w:t>252.4213</w:t>
      </w:r>
      <w:r>
        <w:tab/>
        <w:t>1.013e0</w:t>
      </w:r>
    </w:p>
    <w:p w:rsidR="00850B65" w:rsidRDefault="00850B65" w:rsidP="00850B65">
      <w:r>
        <w:t>252.4389</w:t>
      </w:r>
      <w:r>
        <w:tab/>
        <w:t>1.013e0</w:t>
      </w:r>
    </w:p>
    <w:p w:rsidR="00850B65" w:rsidRDefault="00850B65" w:rsidP="00850B65">
      <w:r>
        <w:lastRenderedPageBreak/>
        <w:t>252.4811</w:t>
      </w:r>
      <w:r>
        <w:tab/>
        <w:t>1.013e0</w:t>
      </w:r>
    </w:p>
    <w:p w:rsidR="00850B65" w:rsidRDefault="00850B65" w:rsidP="00850B65">
      <w:r>
        <w:t>252.4891</w:t>
      </w:r>
      <w:r>
        <w:tab/>
        <w:t>1.013e0</w:t>
      </w:r>
    </w:p>
    <w:p w:rsidR="00850B65" w:rsidRDefault="00850B65" w:rsidP="00850B65">
      <w:r>
        <w:t>252.5233</w:t>
      </w:r>
      <w:r>
        <w:tab/>
        <w:t>1.013e0</w:t>
      </w:r>
    </w:p>
    <w:p w:rsidR="00850B65" w:rsidRDefault="00850B65" w:rsidP="00850B65">
      <w:r>
        <w:t>252.5583</w:t>
      </w:r>
      <w:r>
        <w:tab/>
        <w:t>2.025e0</w:t>
      </w:r>
    </w:p>
    <w:p w:rsidR="00850B65" w:rsidRDefault="00850B65" w:rsidP="00850B65">
      <w:r>
        <w:t>252.5735</w:t>
      </w:r>
      <w:r>
        <w:tab/>
        <w:t>1.013e0</w:t>
      </w:r>
    </w:p>
    <w:p w:rsidR="00850B65" w:rsidRDefault="00850B65" w:rsidP="00850B65">
      <w:r>
        <w:t>252.6067</w:t>
      </w:r>
      <w:r>
        <w:tab/>
        <w:t>4.051e0</w:t>
      </w:r>
    </w:p>
    <w:p w:rsidR="00850B65" w:rsidRDefault="00850B65" w:rsidP="00850B65">
      <w:r>
        <w:t>252.6098</w:t>
      </w:r>
      <w:r>
        <w:tab/>
        <w:t>2.025e0</w:t>
      </w:r>
    </w:p>
    <w:p w:rsidR="00850B65" w:rsidRDefault="00850B65" w:rsidP="00850B65">
      <w:r>
        <w:t>252.6118</w:t>
      </w:r>
      <w:r>
        <w:tab/>
        <w:t>1.013e0</w:t>
      </w:r>
    </w:p>
    <w:p w:rsidR="00850B65" w:rsidRDefault="00850B65" w:rsidP="00850B65">
      <w:r>
        <w:t>252.6540</w:t>
      </w:r>
      <w:r>
        <w:tab/>
        <w:t>1.013e0</w:t>
      </w:r>
    </w:p>
    <w:p w:rsidR="00850B65" w:rsidRDefault="00850B65" w:rsidP="00850B65">
      <w:r>
        <w:t>252.6842</w:t>
      </w:r>
      <w:r>
        <w:tab/>
        <w:t>2.025e0</w:t>
      </w:r>
    </w:p>
    <w:p w:rsidR="00850B65" w:rsidRDefault="00850B65" w:rsidP="00850B65">
      <w:r>
        <w:t>252.7265</w:t>
      </w:r>
      <w:r>
        <w:tab/>
        <w:t>1.013e0</w:t>
      </w:r>
    </w:p>
    <w:p w:rsidR="00850B65" w:rsidRDefault="00850B65" w:rsidP="00850B65">
      <w:r>
        <w:t>252.8573</w:t>
      </w:r>
      <w:r>
        <w:tab/>
        <w:t>1.013e0</w:t>
      </w:r>
    </w:p>
    <w:p w:rsidR="00850B65" w:rsidRDefault="00850B65" w:rsidP="00850B65">
      <w:r>
        <w:t>252.8770</w:t>
      </w:r>
      <w:r>
        <w:tab/>
        <w:t>1.013e0</w:t>
      </w:r>
    </w:p>
    <w:p w:rsidR="00850B65" w:rsidRDefault="00850B65" w:rsidP="00850B65">
      <w:r>
        <w:t>252.9537</w:t>
      </w:r>
      <w:r>
        <w:tab/>
        <w:t>1.013e0</w:t>
      </w:r>
    </w:p>
    <w:p w:rsidR="00850B65" w:rsidRDefault="00850B65" w:rsidP="00850B65">
      <w:r>
        <w:t>252.9708</w:t>
      </w:r>
      <w:r>
        <w:tab/>
        <w:t>1.013e0</w:t>
      </w:r>
    </w:p>
    <w:p w:rsidR="00850B65" w:rsidRDefault="00850B65" w:rsidP="00850B65">
      <w:r>
        <w:t>252.9755</w:t>
      </w:r>
      <w:r>
        <w:tab/>
        <w:t>1.013e0</w:t>
      </w:r>
    </w:p>
    <w:p w:rsidR="00850B65" w:rsidRDefault="00850B65" w:rsidP="00850B65">
      <w:r>
        <w:t>253.0211</w:t>
      </w:r>
      <w:r>
        <w:tab/>
        <w:t>6.076e0</w:t>
      </w:r>
    </w:p>
    <w:p w:rsidR="00850B65" w:rsidRDefault="00850B65" w:rsidP="00850B65">
      <w:r>
        <w:t>253.0225</w:t>
      </w:r>
      <w:r>
        <w:tab/>
        <w:t>1.013e0</w:t>
      </w:r>
    </w:p>
    <w:p w:rsidR="00850B65" w:rsidRDefault="00850B65" w:rsidP="00850B65">
      <w:r>
        <w:t>253.0754</w:t>
      </w:r>
      <w:r>
        <w:tab/>
        <w:t>3.038e0</w:t>
      </w:r>
    </w:p>
    <w:p w:rsidR="00850B65" w:rsidRDefault="00850B65" w:rsidP="00850B65">
      <w:r>
        <w:lastRenderedPageBreak/>
        <w:t>253.0765</w:t>
      </w:r>
      <w:r>
        <w:tab/>
        <w:t>1.013e0</w:t>
      </w:r>
    </w:p>
    <w:p w:rsidR="00850B65" w:rsidRDefault="00850B65" w:rsidP="00850B65">
      <w:r>
        <w:t>253.0977</w:t>
      </w:r>
      <w:r>
        <w:tab/>
        <w:t>2.025e0</w:t>
      </w:r>
    </w:p>
    <w:p w:rsidR="00850B65" w:rsidRDefault="00850B65" w:rsidP="00850B65">
      <w:r>
        <w:t>253.1207</w:t>
      </w:r>
      <w:r>
        <w:tab/>
        <w:t>2.025e0</w:t>
      </w:r>
    </w:p>
    <w:p w:rsidR="00850B65" w:rsidRDefault="00850B65" w:rsidP="00850B65">
      <w:r>
        <w:t>253.1421</w:t>
      </w:r>
      <w:r>
        <w:tab/>
        <w:t>9.114e0</w:t>
      </w:r>
    </w:p>
    <w:p w:rsidR="00850B65" w:rsidRDefault="00850B65" w:rsidP="00850B65">
      <w:r>
        <w:t>253.1431</w:t>
      </w:r>
      <w:r>
        <w:tab/>
        <w:t>3.038e0</w:t>
      </w:r>
    </w:p>
    <w:p w:rsidR="00850B65" w:rsidRDefault="00850B65" w:rsidP="00850B65">
      <w:r>
        <w:t>253.1454</w:t>
      </w:r>
      <w:r>
        <w:tab/>
        <w:t>8.101e0</w:t>
      </w:r>
    </w:p>
    <w:p w:rsidR="00850B65" w:rsidRDefault="00850B65" w:rsidP="00850B65">
      <w:r>
        <w:t>253.1759</w:t>
      </w:r>
      <w:r>
        <w:tab/>
        <w:t>4.051e0</w:t>
      </w:r>
    </w:p>
    <w:p w:rsidR="00850B65" w:rsidRDefault="00850B65" w:rsidP="00850B65">
      <w:r>
        <w:t>253.1822</w:t>
      </w:r>
      <w:r>
        <w:tab/>
        <w:t>3.038e0</w:t>
      </w:r>
    </w:p>
    <w:p w:rsidR="00850B65" w:rsidRDefault="00850B65" w:rsidP="00850B65">
      <w:r>
        <w:t>253.1867</w:t>
      </w:r>
      <w:r>
        <w:tab/>
        <w:t>4.051e0</w:t>
      </w:r>
    </w:p>
    <w:p w:rsidR="00850B65" w:rsidRDefault="00850B65" w:rsidP="00850B65">
      <w:r>
        <w:t>253.2244</w:t>
      </w:r>
      <w:r>
        <w:tab/>
        <w:t>2.025e0</w:t>
      </w:r>
    </w:p>
    <w:p w:rsidR="00850B65" w:rsidRDefault="00850B65" w:rsidP="00850B65">
      <w:r>
        <w:t>253.2295</w:t>
      </w:r>
      <w:r>
        <w:tab/>
        <w:t>1.013e0</w:t>
      </w:r>
    </w:p>
    <w:p w:rsidR="00850B65" w:rsidRDefault="00850B65" w:rsidP="00850B65">
      <w:r>
        <w:t>253.2759</w:t>
      </w:r>
      <w:r>
        <w:tab/>
        <w:t>1.013e0</w:t>
      </w:r>
    </w:p>
    <w:p w:rsidR="00850B65" w:rsidRDefault="00850B65" w:rsidP="00850B65">
      <w:r>
        <w:t>253.3763</w:t>
      </w:r>
      <w:r>
        <w:tab/>
        <w:t>1.013e0</w:t>
      </w:r>
    </w:p>
    <w:p w:rsidR="00850B65" w:rsidRDefault="00850B65" w:rsidP="00850B65">
      <w:r>
        <w:t>253.3895</w:t>
      </w:r>
      <w:r>
        <w:tab/>
        <w:t>1.013e0</w:t>
      </w:r>
    </w:p>
    <w:p w:rsidR="00850B65" w:rsidRDefault="00850B65" w:rsidP="00850B65">
      <w:r>
        <w:t>253.4489</w:t>
      </w:r>
      <w:r>
        <w:tab/>
        <w:t>1.013e0</w:t>
      </w:r>
    </w:p>
    <w:p w:rsidR="00850B65" w:rsidRDefault="00850B65" w:rsidP="00850B65">
      <w:r>
        <w:t>253.4799</w:t>
      </w:r>
      <w:r>
        <w:tab/>
        <w:t>2.025e0</w:t>
      </w:r>
    </w:p>
    <w:p w:rsidR="00850B65" w:rsidRDefault="00850B65" w:rsidP="00850B65">
      <w:r>
        <w:t>253.5415</w:t>
      </w:r>
      <w:r>
        <w:tab/>
        <w:t>1.013e0</w:t>
      </w:r>
    </w:p>
    <w:p w:rsidR="00850B65" w:rsidRDefault="00850B65" w:rsidP="00850B65">
      <w:r>
        <w:t>253.5453</w:t>
      </w:r>
      <w:r>
        <w:tab/>
        <w:t>1.013e0</w:t>
      </w:r>
    </w:p>
    <w:p w:rsidR="00850B65" w:rsidRDefault="00850B65" w:rsidP="00850B65">
      <w:r>
        <w:t>253.5718</w:t>
      </w:r>
      <w:r>
        <w:tab/>
        <w:t>1.013e0</w:t>
      </w:r>
    </w:p>
    <w:p w:rsidR="00850B65" w:rsidRDefault="00850B65" w:rsidP="00850B65">
      <w:r>
        <w:lastRenderedPageBreak/>
        <w:t>253.5757</w:t>
      </w:r>
      <w:r>
        <w:tab/>
        <w:t>1.013e0</w:t>
      </w:r>
    </w:p>
    <w:p w:rsidR="00850B65" w:rsidRDefault="00850B65" w:rsidP="00850B65">
      <w:r>
        <w:t>253.5817</w:t>
      </w:r>
      <w:r>
        <w:tab/>
        <w:t>2.025e0</w:t>
      </w:r>
    </w:p>
    <w:p w:rsidR="00850B65" w:rsidRDefault="00850B65" w:rsidP="00850B65">
      <w:r>
        <w:t>253.6061</w:t>
      </w:r>
      <w:r>
        <w:tab/>
        <w:t>1.013e0</w:t>
      </w:r>
    </w:p>
    <w:p w:rsidR="00850B65" w:rsidRDefault="00850B65" w:rsidP="00850B65">
      <w:r>
        <w:t>253.6543</w:t>
      </w:r>
      <w:r>
        <w:tab/>
        <w:t>2.025e0</w:t>
      </w:r>
    </w:p>
    <w:p w:rsidR="00850B65" w:rsidRDefault="00850B65" w:rsidP="00850B65">
      <w:r>
        <w:t>253.6815</w:t>
      </w:r>
      <w:r>
        <w:tab/>
        <w:t>1.013e0</w:t>
      </w:r>
    </w:p>
    <w:p w:rsidR="00850B65" w:rsidRDefault="00850B65" w:rsidP="00850B65">
      <w:r>
        <w:t>253.6987</w:t>
      </w:r>
      <w:r>
        <w:tab/>
        <w:t>2.025e0</w:t>
      </w:r>
    </w:p>
    <w:p w:rsidR="00850B65" w:rsidRDefault="00850B65" w:rsidP="00850B65">
      <w:r>
        <w:t>253.7361</w:t>
      </w:r>
      <w:r>
        <w:tab/>
        <w:t>2.025e0</w:t>
      </w:r>
    </w:p>
    <w:p w:rsidR="00850B65" w:rsidRDefault="00850B65" w:rsidP="00850B65">
      <w:r>
        <w:t>253.7694</w:t>
      </w:r>
      <w:r>
        <w:tab/>
        <w:t>2.025e0</w:t>
      </w:r>
    </w:p>
    <w:p w:rsidR="00850B65" w:rsidRDefault="00850B65" w:rsidP="00850B65">
      <w:r>
        <w:t>253.7793</w:t>
      </w:r>
      <w:r>
        <w:tab/>
        <w:t>1.013e0</w:t>
      </w:r>
    </w:p>
    <w:p w:rsidR="00850B65" w:rsidRDefault="00850B65" w:rsidP="00850B65">
      <w:r>
        <w:t>253.7954</w:t>
      </w:r>
      <w:r>
        <w:tab/>
        <w:t>2.025e0</w:t>
      </w:r>
    </w:p>
    <w:p w:rsidR="00850B65" w:rsidRDefault="00850B65" w:rsidP="00850B65">
      <w:r>
        <w:t>253.8255</w:t>
      </w:r>
      <w:r>
        <w:tab/>
        <w:t>1.013e0</w:t>
      </w:r>
    </w:p>
    <w:p w:rsidR="00850B65" w:rsidRDefault="00850B65" w:rsidP="00850B65">
      <w:r>
        <w:t>253.8335</w:t>
      </w:r>
      <w:r>
        <w:tab/>
        <w:t>1.013e0</w:t>
      </w:r>
    </w:p>
    <w:p w:rsidR="00850B65" w:rsidRDefault="00850B65" w:rsidP="00850B65">
      <w:r>
        <w:t>253.8758</w:t>
      </w:r>
      <w:r>
        <w:tab/>
        <w:t>1.013e0</w:t>
      </w:r>
    </w:p>
    <w:p w:rsidR="00850B65" w:rsidRDefault="00850B65" w:rsidP="00850B65">
      <w:r>
        <w:t>253.8842</w:t>
      </w:r>
      <w:r>
        <w:tab/>
        <w:t>1.013e0</w:t>
      </w:r>
    </w:p>
    <w:p w:rsidR="00850B65" w:rsidRDefault="00850B65" w:rsidP="00850B65">
      <w:r>
        <w:t>253.9061</w:t>
      </w:r>
      <w:r>
        <w:tab/>
        <w:t>1.013e0</w:t>
      </w:r>
    </w:p>
    <w:p w:rsidR="00850B65" w:rsidRDefault="00850B65" w:rsidP="00850B65">
      <w:r>
        <w:t>253.9101</w:t>
      </w:r>
      <w:r>
        <w:tab/>
        <w:t>1.013e0</w:t>
      </w:r>
    </w:p>
    <w:p w:rsidR="00850B65" w:rsidRDefault="00850B65" w:rsidP="00850B65">
      <w:r>
        <w:t>253.9266</w:t>
      </w:r>
      <w:r>
        <w:tab/>
        <w:t>1.013e0</w:t>
      </w:r>
    </w:p>
    <w:p w:rsidR="00850B65" w:rsidRDefault="00850B65" w:rsidP="00850B65">
      <w:r>
        <w:t>253.9484</w:t>
      </w:r>
      <w:r>
        <w:tab/>
        <w:t>1.013e0</w:t>
      </w:r>
    </w:p>
    <w:p w:rsidR="00850B65" w:rsidRDefault="00850B65" w:rsidP="00850B65">
      <w:r>
        <w:t>253.9947</w:t>
      </w:r>
      <w:r>
        <w:tab/>
        <w:t>3.038e0</w:t>
      </w:r>
    </w:p>
    <w:p w:rsidR="00850B65" w:rsidRDefault="00850B65" w:rsidP="00850B65">
      <w:r>
        <w:lastRenderedPageBreak/>
        <w:t>253.9987</w:t>
      </w:r>
      <w:r>
        <w:tab/>
        <w:t>2.025e0</w:t>
      </w:r>
    </w:p>
    <w:p w:rsidR="00850B65" w:rsidRDefault="00850B65" w:rsidP="00850B65">
      <w:r>
        <w:t>254.0360</w:t>
      </w:r>
      <w:r>
        <w:tab/>
        <w:t>7.111e0</w:t>
      </w:r>
    </w:p>
    <w:p w:rsidR="00850B65" w:rsidRDefault="00850B65" w:rsidP="00850B65">
      <w:r>
        <w:t>254.0444</w:t>
      </w:r>
      <w:r>
        <w:tab/>
        <w:t>8.101e0</w:t>
      </w:r>
    </w:p>
    <w:p w:rsidR="00850B65" w:rsidRDefault="00850B65" w:rsidP="00850B65">
      <w:r>
        <w:t>254.0540</w:t>
      </w:r>
      <w:r>
        <w:tab/>
        <w:t>1.013e0</w:t>
      </w:r>
    </w:p>
    <w:p w:rsidR="00850B65" w:rsidRDefault="00850B65" w:rsidP="00850B65">
      <w:r>
        <w:t>254.0978</w:t>
      </w:r>
      <w:r>
        <w:tab/>
        <w:t>3.452e0</w:t>
      </w:r>
    </w:p>
    <w:p w:rsidR="00850B65" w:rsidRDefault="00850B65" w:rsidP="00850B65">
      <w:r>
        <w:t>254.1394</w:t>
      </w:r>
      <w:r>
        <w:tab/>
        <w:t>7.392e0</w:t>
      </w:r>
    </w:p>
    <w:p w:rsidR="00850B65" w:rsidRDefault="00850B65" w:rsidP="00850B65">
      <w:r>
        <w:t>254.1868</w:t>
      </w:r>
      <w:r>
        <w:tab/>
        <w:t>2.299e2</w:t>
      </w:r>
    </w:p>
    <w:p w:rsidR="00850B65" w:rsidRDefault="00850B65" w:rsidP="00850B65">
      <w:r>
        <w:t>254.1891</w:t>
      </w:r>
      <w:r>
        <w:tab/>
        <w:t>9.460e1</w:t>
      </w:r>
    </w:p>
    <w:p w:rsidR="00850B65" w:rsidRDefault="00850B65" w:rsidP="00850B65">
      <w:r>
        <w:t>254.2619</w:t>
      </w:r>
      <w:r>
        <w:tab/>
        <w:t>2.025e0</w:t>
      </w:r>
    </w:p>
    <w:p w:rsidR="00850B65" w:rsidRDefault="00850B65" w:rsidP="00850B65">
      <w:r>
        <w:t>254.2664</w:t>
      </w:r>
      <w:r>
        <w:tab/>
        <w:t>1.013e0</w:t>
      </w:r>
    </w:p>
    <w:p w:rsidR="00850B65" w:rsidRDefault="00850B65" w:rsidP="00850B65">
      <w:r>
        <w:t>254.2947</w:t>
      </w:r>
      <w:r>
        <w:tab/>
        <w:t>1.013e0</w:t>
      </w:r>
    </w:p>
    <w:p w:rsidR="00850B65" w:rsidRDefault="00850B65" w:rsidP="00850B65">
      <w:r>
        <w:t>254.3089</w:t>
      </w:r>
      <w:r>
        <w:tab/>
        <w:t>1.013e0</w:t>
      </w:r>
    </w:p>
    <w:p w:rsidR="00850B65" w:rsidRDefault="00850B65" w:rsidP="00850B65">
      <w:r>
        <w:t>254.3108</w:t>
      </w:r>
      <w:r>
        <w:tab/>
        <w:t>2.025e0</w:t>
      </w:r>
    </w:p>
    <w:p w:rsidR="00850B65" w:rsidRDefault="00850B65" w:rsidP="00850B65">
      <w:r>
        <w:t>254.3272</w:t>
      </w:r>
      <w:r>
        <w:tab/>
        <w:t>3.038e0</w:t>
      </w:r>
    </w:p>
    <w:p w:rsidR="00850B65" w:rsidRDefault="00850B65" w:rsidP="00850B65">
      <w:r>
        <w:t>254.3443</w:t>
      </w:r>
      <w:r>
        <w:tab/>
        <w:t>2.025e0</w:t>
      </w:r>
    </w:p>
    <w:p w:rsidR="00850B65" w:rsidRDefault="00850B65" w:rsidP="00850B65">
      <w:r>
        <w:t>254.3656</w:t>
      </w:r>
      <w:r>
        <w:tab/>
        <w:t>2.025e0</w:t>
      </w:r>
    </w:p>
    <w:p w:rsidR="00850B65" w:rsidRDefault="00850B65" w:rsidP="00850B65">
      <w:r>
        <w:t>254.3695</w:t>
      </w:r>
      <w:r>
        <w:tab/>
        <w:t>2.025e0</w:t>
      </w:r>
    </w:p>
    <w:p w:rsidR="00850B65" w:rsidRDefault="00850B65" w:rsidP="00850B65">
      <w:r>
        <w:t>254.4081</w:t>
      </w:r>
      <w:r>
        <w:tab/>
        <w:t>4.051e0</w:t>
      </w:r>
    </w:p>
    <w:p w:rsidR="00850B65" w:rsidRDefault="00850B65" w:rsidP="00850B65">
      <w:r>
        <w:t>254.4482</w:t>
      </w:r>
      <w:r>
        <w:tab/>
        <w:t>1.013e0</w:t>
      </w:r>
    </w:p>
    <w:p w:rsidR="00850B65" w:rsidRDefault="00850B65" w:rsidP="00850B65">
      <w:r>
        <w:lastRenderedPageBreak/>
        <w:t>254.5025</w:t>
      </w:r>
      <w:r>
        <w:tab/>
        <w:t>1.013e0</w:t>
      </w:r>
    </w:p>
    <w:p w:rsidR="00850B65" w:rsidRDefault="00850B65" w:rsidP="00850B65">
      <w:r>
        <w:t>254.5369</w:t>
      </w:r>
      <w:r>
        <w:tab/>
        <w:t>1.013e0</w:t>
      </w:r>
    </w:p>
    <w:p w:rsidR="00850B65" w:rsidRDefault="00850B65" w:rsidP="00850B65">
      <w:r>
        <w:t>254.5451</w:t>
      </w:r>
      <w:r>
        <w:tab/>
        <w:t>1.013e0</w:t>
      </w:r>
    </w:p>
    <w:p w:rsidR="00850B65" w:rsidRDefault="00850B65" w:rsidP="00850B65">
      <w:r>
        <w:t>254.5923</w:t>
      </w:r>
      <w:r>
        <w:tab/>
        <w:t>1.013e0</w:t>
      </w:r>
    </w:p>
    <w:p w:rsidR="00850B65" w:rsidRDefault="00850B65" w:rsidP="00850B65">
      <w:r>
        <w:t>254.6136</w:t>
      </w:r>
      <w:r>
        <w:tab/>
        <w:t>1.013e0</w:t>
      </w:r>
    </w:p>
    <w:p w:rsidR="00850B65" w:rsidRDefault="00850B65" w:rsidP="00850B65">
      <w:r>
        <w:t>254.6480</w:t>
      </w:r>
      <w:r>
        <w:tab/>
        <w:t>2.025e0</w:t>
      </w:r>
    </w:p>
    <w:p w:rsidR="00850B65" w:rsidRDefault="00850B65" w:rsidP="00850B65">
      <w:r>
        <w:t>254.6500</w:t>
      </w:r>
      <w:r>
        <w:tab/>
        <w:t>2.025e0</w:t>
      </w:r>
    </w:p>
    <w:p w:rsidR="00850B65" w:rsidRDefault="00850B65" w:rsidP="00850B65">
      <w:r>
        <w:t>254.6864</w:t>
      </w:r>
      <w:r>
        <w:tab/>
        <w:t>1.013e0</w:t>
      </w:r>
    </w:p>
    <w:p w:rsidR="00850B65" w:rsidRDefault="00850B65" w:rsidP="00850B65">
      <w:r>
        <w:t>254.7512</w:t>
      </w:r>
      <w:r>
        <w:tab/>
        <w:t>2.025e0</w:t>
      </w:r>
    </w:p>
    <w:p w:rsidR="00850B65" w:rsidRDefault="00850B65" w:rsidP="00850B65">
      <w:r>
        <w:t>254.7531</w:t>
      </w:r>
      <w:r>
        <w:tab/>
        <w:t>1.013e0</w:t>
      </w:r>
    </w:p>
    <w:p w:rsidR="00850B65" w:rsidRDefault="00850B65" w:rsidP="00850B65">
      <w:r>
        <w:t>254.7613</w:t>
      </w:r>
      <w:r>
        <w:tab/>
        <w:t>4.051e0</w:t>
      </w:r>
    </w:p>
    <w:p w:rsidR="00850B65" w:rsidRDefault="00850B65" w:rsidP="00850B65">
      <w:r>
        <w:t>254.7853</w:t>
      </w:r>
      <w:r>
        <w:tab/>
        <w:t>3.038e0</w:t>
      </w:r>
    </w:p>
    <w:p w:rsidR="00850B65" w:rsidRDefault="00850B65" w:rsidP="00850B65">
      <w:r>
        <w:t>254.8095</w:t>
      </w:r>
      <w:r>
        <w:tab/>
        <w:t>1.013e0</w:t>
      </w:r>
    </w:p>
    <w:p w:rsidR="00850B65" w:rsidRDefault="00850B65" w:rsidP="00850B65">
      <w:r>
        <w:t>254.8213</w:t>
      </w:r>
      <w:r>
        <w:tab/>
        <w:t>2.025e0</w:t>
      </w:r>
    </w:p>
    <w:p w:rsidR="00850B65" w:rsidRDefault="00850B65" w:rsidP="00850B65">
      <w:r>
        <w:t>254.8337</w:t>
      </w:r>
      <w:r>
        <w:tab/>
        <w:t>3.038e0</w:t>
      </w:r>
    </w:p>
    <w:p w:rsidR="00850B65" w:rsidRDefault="00850B65" w:rsidP="00850B65">
      <w:r>
        <w:t>254.8477</w:t>
      </w:r>
      <w:r>
        <w:tab/>
        <w:t>1.013e0</w:t>
      </w:r>
    </w:p>
    <w:p w:rsidR="00850B65" w:rsidRDefault="00850B65" w:rsidP="00850B65">
      <w:r>
        <w:t>254.8919</w:t>
      </w:r>
      <w:r>
        <w:tab/>
        <w:t>4.051e0</w:t>
      </w:r>
    </w:p>
    <w:p w:rsidR="00850B65" w:rsidRDefault="00850B65" w:rsidP="00850B65">
      <w:r>
        <w:t>254.9329</w:t>
      </w:r>
      <w:r>
        <w:tab/>
        <w:t>3.038e0</w:t>
      </w:r>
    </w:p>
    <w:p w:rsidR="00850B65" w:rsidRDefault="00850B65" w:rsidP="00850B65">
      <w:r>
        <w:t>254.9364</w:t>
      </w:r>
      <w:r>
        <w:tab/>
        <w:t>2.025e0</w:t>
      </w:r>
    </w:p>
    <w:p w:rsidR="00850B65" w:rsidRDefault="00850B65" w:rsidP="00850B65">
      <w:r>
        <w:lastRenderedPageBreak/>
        <w:t>254.9547</w:t>
      </w:r>
      <w:r>
        <w:tab/>
        <w:t>2.025e0</w:t>
      </w:r>
    </w:p>
    <w:p w:rsidR="00850B65" w:rsidRDefault="00850B65" w:rsidP="00850B65">
      <w:r>
        <w:t>255.0086</w:t>
      </w:r>
      <w:r>
        <w:tab/>
        <w:t>1.013e0</w:t>
      </w:r>
    </w:p>
    <w:p w:rsidR="00850B65" w:rsidRDefault="00850B65" w:rsidP="00850B65">
      <w:r>
        <w:t>255.0211</w:t>
      </w:r>
      <w:r>
        <w:tab/>
        <w:t>1.013e0</w:t>
      </w:r>
    </w:p>
    <w:p w:rsidR="00850B65" w:rsidRDefault="00850B65" w:rsidP="00850B65">
      <w:r>
        <w:t>255.0461</w:t>
      </w:r>
      <w:r>
        <w:tab/>
        <w:t>2.025e0</w:t>
      </w:r>
    </w:p>
    <w:p w:rsidR="00850B65" w:rsidRDefault="00850B65" w:rsidP="00850B65">
      <w:r>
        <w:t>255.0644</w:t>
      </w:r>
      <w:r>
        <w:tab/>
        <w:t>3.038e0</w:t>
      </w:r>
    </w:p>
    <w:p w:rsidR="00850B65" w:rsidRDefault="00850B65" w:rsidP="00850B65">
      <w:r>
        <w:t>255.0729</w:t>
      </w:r>
      <w:r>
        <w:tab/>
        <w:t>5.195e0</w:t>
      </w:r>
    </w:p>
    <w:p w:rsidR="00850B65" w:rsidRDefault="00850B65" w:rsidP="00850B65">
      <w:r>
        <w:t>255.0929</w:t>
      </w:r>
      <w:r>
        <w:tab/>
        <w:t>1.362e1</w:t>
      </w:r>
    </w:p>
    <w:p w:rsidR="00850B65" w:rsidRDefault="00850B65" w:rsidP="00850B65">
      <w:r>
        <w:t>255.1038</w:t>
      </w:r>
      <w:r>
        <w:tab/>
        <w:t>2.025e0</w:t>
      </w:r>
    </w:p>
    <w:p w:rsidR="00850B65" w:rsidRDefault="00850B65" w:rsidP="00850B65">
      <w:r>
        <w:t>255.1431</w:t>
      </w:r>
      <w:r>
        <w:tab/>
        <w:t>5.331e0</w:t>
      </w:r>
    </w:p>
    <w:p w:rsidR="00850B65" w:rsidRDefault="00850B65" w:rsidP="00850B65">
      <w:r>
        <w:t>255.1925</w:t>
      </w:r>
      <w:r>
        <w:tab/>
        <w:t>5.870e2</w:t>
      </w:r>
    </w:p>
    <w:p w:rsidR="00850B65" w:rsidRDefault="00850B65" w:rsidP="00850B65">
      <w:r>
        <w:t>255.1944</w:t>
      </w:r>
      <w:r>
        <w:tab/>
        <w:t>2.951e2</w:t>
      </w:r>
    </w:p>
    <w:p w:rsidR="00850B65" w:rsidRDefault="00850B65" w:rsidP="00850B65">
      <w:r>
        <w:t>255.2833</w:t>
      </w:r>
      <w:r>
        <w:tab/>
        <w:t>1.013e0</w:t>
      </w:r>
    </w:p>
    <w:p w:rsidR="00850B65" w:rsidRDefault="00850B65" w:rsidP="00850B65">
      <w:r>
        <w:t>255.2869</w:t>
      </w:r>
      <w:r>
        <w:tab/>
        <w:t>3.520e0</w:t>
      </w:r>
    </w:p>
    <w:p w:rsidR="00850B65" w:rsidRDefault="00850B65" w:rsidP="00850B65">
      <w:r>
        <w:t>255.3156</w:t>
      </w:r>
      <w:r>
        <w:tab/>
        <w:t>2.025e0</w:t>
      </w:r>
    </w:p>
    <w:p w:rsidR="00850B65" w:rsidRDefault="00850B65" w:rsidP="00850B65">
      <w:r>
        <w:t>255.3184</w:t>
      </w:r>
      <w:r>
        <w:tab/>
        <w:t>2.025e0</w:t>
      </w:r>
    </w:p>
    <w:p w:rsidR="00850B65" w:rsidRDefault="00850B65" w:rsidP="00850B65">
      <w:r>
        <w:t>255.3259</w:t>
      </w:r>
      <w:r>
        <w:tab/>
        <w:t>1.013e0</w:t>
      </w:r>
    </w:p>
    <w:p w:rsidR="00850B65" w:rsidRDefault="00850B65" w:rsidP="00850B65">
      <w:r>
        <w:t>255.3692</w:t>
      </w:r>
      <w:r>
        <w:tab/>
        <w:t>4.051e0</w:t>
      </w:r>
    </w:p>
    <w:p w:rsidR="00850B65" w:rsidRDefault="00850B65" w:rsidP="00850B65">
      <w:r>
        <w:t>255.3984</w:t>
      </w:r>
      <w:r>
        <w:tab/>
        <w:t>1.013e0</w:t>
      </w:r>
    </w:p>
    <w:p w:rsidR="00850B65" w:rsidRDefault="00850B65" w:rsidP="00850B65">
      <w:r>
        <w:t>255.4043</w:t>
      </w:r>
      <w:r>
        <w:tab/>
        <w:t>6.779e0</w:t>
      </w:r>
    </w:p>
    <w:p w:rsidR="00850B65" w:rsidRDefault="00850B65" w:rsidP="00850B65">
      <w:r>
        <w:lastRenderedPageBreak/>
        <w:t>255.4156</w:t>
      </w:r>
      <w:r>
        <w:tab/>
        <w:t>2.025e0</w:t>
      </w:r>
    </w:p>
    <w:p w:rsidR="00850B65" w:rsidRDefault="00850B65" w:rsidP="00850B65">
      <w:r>
        <w:t>255.4368</w:t>
      </w:r>
      <w:r>
        <w:tab/>
        <w:t>1.013e0</w:t>
      </w:r>
    </w:p>
    <w:p w:rsidR="00850B65" w:rsidRDefault="00850B65" w:rsidP="00850B65">
      <w:r>
        <w:t>255.4651</w:t>
      </w:r>
      <w:r>
        <w:tab/>
        <w:t>2.025e0</w:t>
      </w:r>
    </w:p>
    <w:p w:rsidR="00850B65" w:rsidRDefault="00850B65" w:rsidP="00850B65">
      <w:r>
        <w:t>255.4670</w:t>
      </w:r>
      <w:r>
        <w:tab/>
        <w:t>3.038e0</w:t>
      </w:r>
    </w:p>
    <w:p w:rsidR="00850B65" w:rsidRDefault="00850B65" w:rsidP="00850B65">
      <w:r>
        <w:t>255.4712</w:t>
      </w:r>
      <w:r>
        <w:tab/>
        <w:t>1.013e0</w:t>
      </w:r>
    </w:p>
    <w:p w:rsidR="00850B65" w:rsidRDefault="00850B65" w:rsidP="00850B65">
      <w:r>
        <w:t>255.4871</w:t>
      </w:r>
      <w:r>
        <w:tab/>
        <w:t>2.025e0</w:t>
      </w:r>
    </w:p>
    <w:p w:rsidR="00850B65" w:rsidRDefault="00850B65" w:rsidP="00850B65">
      <w:r>
        <w:t>255.5077</w:t>
      </w:r>
      <w:r>
        <w:tab/>
        <w:t>2.025e0</w:t>
      </w:r>
    </w:p>
    <w:p w:rsidR="00850B65" w:rsidRDefault="00850B65" w:rsidP="00850B65">
      <w:r>
        <w:t>255.5345</w:t>
      </w:r>
      <w:r>
        <w:tab/>
        <w:t>1.013e0</w:t>
      </w:r>
    </w:p>
    <w:p w:rsidR="00850B65" w:rsidRDefault="00850B65" w:rsidP="00850B65">
      <w:r>
        <w:t>255.5367</w:t>
      </w:r>
      <w:r>
        <w:tab/>
        <w:t>2.025e0</w:t>
      </w:r>
    </w:p>
    <w:p w:rsidR="00850B65" w:rsidRDefault="00850B65" w:rsidP="00850B65">
      <w:r>
        <w:t>255.5560</w:t>
      </w:r>
      <w:r>
        <w:tab/>
        <w:t>3.038e0</w:t>
      </w:r>
    </w:p>
    <w:p w:rsidR="00850B65" w:rsidRDefault="00850B65" w:rsidP="00850B65">
      <w:r>
        <w:t>255.5806</w:t>
      </w:r>
      <w:r>
        <w:tab/>
        <w:t>2.311e0</w:t>
      </w:r>
    </w:p>
    <w:p w:rsidR="00850B65" w:rsidRDefault="00850B65" w:rsidP="00850B65">
      <w:r>
        <w:t>255.5983</w:t>
      </w:r>
      <w:r>
        <w:tab/>
        <w:t>4.051e0</w:t>
      </w:r>
    </w:p>
    <w:p w:rsidR="00850B65" w:rsidRDefault="00850B65" w:rsidP="00850B65">
      <w:r>
        <w:t>255.6025</w:t>
      </w:r>
      <w:r>
        <w:tab/>
        <w:t>5.063e0</w:t>
      </w:r>
    </w:p>
    <w:p w:rsidR="00850B65" w:rsidRDefault="00850B65" w:rsidP="00850B65">
      <w:r>
        <w:t>255.6195</w:t>
      </w:r>
      <w:r>
        <w:tab/>
        <w:t>2.025e0</w:t>
      </w:r>
    </w:p>
    <w:p w:rsidR="00850B65" w:rsidRDefault="00850B65" w:rsidP="00850B65">
      <w:r>
        <w:t>255.6488</w:t>
      </w:r>
      <w:r>
        <w:tab/>
        <w:t>9.114e0</w:t>
      </w:r>
    </w:p>
    <w:p w:rsidR="00850B65" w:rsidRDefault="00850B65" w:rsidP="00850B65">
      <w:r>
        <w:t>255.6791</w:t>
      </w:r>
      <w:r>
        <w:tab/>
        <w:t>1.013e0</w:t>
      </w:r>
    </w:p>
    <w:p w:rsidR="00850B65" w:rsidRDefault="00850B65" w:rsidP="00850B65">
      <w:r>
        <w:t>255.6910</w:t>
      </w:r>
      <w:r>
        <w:tab/>
        <w:t>1.013e0</w:t>
      </w:r>
    </w:p>
    <w:p w:rsidR="00850B65" w:rsidRDefault="00850B65" w:rsidP="00850B65">
      <w:r>
        <w:t>255.7175</w:t>
      </w:r>
      <w:r>
        <w:tab/>
        <w:t>1.013e0</w:t>
      </w:r>
    </w:p>
    <w:p w:rsidR="00850B65" w:rsidRDefault="00850B65" w:rsidP="00850B65">
      <w:r>
        <w:t>255.7345</w:t>
      </w:r>
      <w:r>
        <w:tab/>
        <w:t>2.025e0</w:t>
      </w:r>
    </w:p>
    <w:p w:rsidR="00850B65" w:rsidRDefault="00850B65" w:rsidP="00850B65">
      <w:r>
        <w:lastRenderedPageBreak/>
        <w:t>255.7678</w:t>
      </w:r>
      <w:r>
        <w:tab/>
        <w:t>1.013e0</w:t>
      </w:r>
    </w:p>
    <w:p w:rsidR="00850B65" w:rsidRDefault="00850B65" w:rsidP="00850B65">
      <w:r>
        <w:t>255.7907</w:t>
      </w:r>
      <w:r>
        <w:tab/>
        <w:t>3.038e0</w:t>
      </w:r>
    </w:p>
    <w:p w:rsidR="00850B65" w:rsidRDefault="00850B65" w:rsidP="00850B65">
      <w:r>
        <w:t>255.8003</w:t>
      </w:r>
      <w:r>
        <w:tab/>
        <w:t>3.038e0</w:t>
      </w:r>
    </w:p>
    <w:p w:rsidR="00850B65" w:rsidRDefault="00850B65" w:rsidP="00850B65">
      <w:r>
        <w:t>255.8279</w:t>
      </w:r>
      <w:r>
        <w:tab/>
        <w:t>2.025e0</w:t>
      </w:r>
    </w:p>
    <w:p w:rsidR="00850B65" w:rsidRDefault="00850B65" w:rsidP="00850B65">
      <w:r>
        <w:t>255.8312</w:t>
      </w:r>
      <w:r>
        <w:tab/>
        <w:t>3.038e0</w:t>
      </w:r>
    </w:p>
    <w:p w:rsidR="00850B65" w:rsidRDefault="00850B65" w:rsidP="00850B65">
      <w:r>
        <w:t>255.8388</w:t>
      </w:r>
      <w:r>
        <w:tab/>
        <w:t>2.025e0</w:t>
      </w:r>
    </w:p>
    <w:p w:rsidR="00850B65" w:rsidRDefault="00850B65" w:rsidP="00850B65">
      <w:r>
        <w:t>255.8713</w:t>
      </w:r>
      <w:r>
        <w:tab/>
        <w:t>1.013e0</w:t>
      </w:r>
    </w:p>
    <w:p w:rsidR="00850B65" w:rsidRDefault="00850B65" w:rsidP="00850B65">
      <w:r>
        <w:t>255.8831</w:t>
      </w:r>
      <w:r>
        <w:tab/>
        <w:t>3.038e0</w:t>
      </w:r>
    </w:p>
    <w:p w:rsidR="00850B65" w:rsidRDefault="00850B65" w:rsidP="00850B65">
      <w:r>
        <w:t>255.8934</w:t>
      </w:r>
      <w:r>
        <w:tab/>
        <w:t>2.025e0</w:t>
      </w:r>
    </w:p>
    <w:p w:rsidR="00850B65" w:rsidRDefault="00850B65" w:rsidP="00850B65">
      <w:r>
        <w:t>255.8951</w:t>
      </w:r>
      <w:r>
        <w:tab/>
        <w:t>1.013e0</w:t>
      </w:r>
    </w:p>
    <w:p w:rsidR="00850B65" w:rsidRDefault="00850B65" w:rsidP="00850B65">
      <w:r>
        <w:t>255.9333</w:t>
      </w:r>
      <w:r>
        <w:tab/>
        <w:t>1.013e0</w:t>
      </w:r>
    </w:p>
    <w:p w:rsidR="00850B65" w:rsidRDefault="00850B65" w:rsidP="00850B65">
      <w:r>
        <w:t>255.9521</w:t>
      </w:r>
      <w:r>
        <w:tab/>
        <w:t>3.038e0</w:t>
      </w:r>
    </w:p>
    <w:p w:rsidR="00850B65" w:rsidRDefault="00850B65" w:rsidP="00850B65">
      <w:r>
        <w:t>255.9798</w:t>
      </w:r>
      <w:r>
        <w:tab/>
        <w:t>4.051e0</w:t>
      </w:r>
    </w:p>
    <w:p w:rsidR="00850B65" w:rsidRDefault="00850B65" w:rsidP="00850B65">
      <w:r>
        <w:t>255.9832</w:t>
      </w:r>
      <w:r>
        <w:tab/>
        <w:t>2.025e0</w:t>
      </w:r>
    </w:p>
    <w:p w:rsidR="00850B65" w:rsidRDefault="00850B65" w:rsidP="00850B65">
      <w:r>
        <w:t>255.9977</w:t>
      </w:r>
      <w:r>
        <w:tab/>
        <w:t>2.025e0</w:t>
      </w:r>
    </w:p>
    <w:p w:rsidR="00850B65" w:rsidRDefault="00850B65" w:rsidP="00850B65">
      <w:r>
        <w:t>256.0186</w:t>
      </w:r>
      <w:r>
        <w:tab/>
        <w:t>4.319e0</w:t>
      </w:r>
    </w:p>
    <w:p w:rsidR="00850B65" w:rsidRDefault="00850B65" w:rsidP="00850B65">
      <w:r>
        <w:t>256.0322</w:t>
      </w:r>
      <w:r>
        <w:tab/>
        <w:t>4.051e0</w:t>
      </w:r>
    </w:p>
    <w:p w:rsidR="00850B65" w:rsidRDefault="00850B65" w:rsidP="00850B65">
      <w:r>
        <w:t>256.0350</w:t>
      </w:r>
      <w:r>
        <w:tab/>
        <w:t>3.038e0</w:t>
      </w:r>
    </w:p>
    <w:p w:rsidR="00850B65" w:rsidRDefault="00850B65" w:rsidP="00850B65">
      <w:r>
        <w:t>256.0408</w:t>
      </w:r>
      <w:r>
        <w:tab/>
        <w:t>2.025e0</w:t>
      </w:r>
    </w:p>
    <w:p w:rsidR="00850B65" w:rsidRDefault="00850B65" w:rsidP="00850B65">
      <w:r>
        <w:lastRenderedPageBreak/>
        <w:t>256.0718</w:t>
      </w:r>
      <w:r>
        <w:tab/>
        <w:t>2.025e0</w:t>
      </w:r>
    </w:p>
    <w:p w:rsidR="00850B65" w:rsidRDefault="00850B65" w:rsidP="00850B65">
      <w:r>
        <w:t>256.0734</w:t>
      </w:r>
      <w:r>
        <w:tab/>
        <w:t>5.063e0</w:t>
      </w:r>
    </w:p>
    <w:p w:rsidR="00850B65" w:rsidRDefault="00850B65" w:rsidP="00850B65">
      <w:r>
        <w:t>256.0851</w:t>
      </w:r>
      <w:r>
        <w:tab/>
        <w:t>2.025e0</w:t>
      </w:r>
    </w:p>
    <w:p w:rsidR="00850B65" w:rsidRDefault="00850B65" w:rsidP="00850B65">
      <w:r>
        <w:t>256.1176</w:t>
      </w:r>
      <w:r>
        <w:tab/>
        <w:t>1.013e0</w:t>
      </w:r>
    </w:p>
    <w:p w:rsidR="00850B65" w:rsidRDefault="00850B65" w:rsidP="00850B65">
      <w:r>
        <w:t>256.1216</w:t>
      </w:r>
      <w:r>
        <w:tab/>
        <w:t>2.025e0</w:t>
      </w:r>
    </w:p>
    <w:p w:rsidR="00850B65" w:rsidRDefault="00850B65" w:rsidP="00850B65">
      <w:r>
        <w:t>256.1276</w:t>
      </w:r>
      <w:r>
        <w:tab/>
        <w:t>2.025e0</w:t>
      </w:r>
    </w:p>
    <w:p w:rsidR="00850B65" w:rsidRDefault="00850B65" w:rsidP="00850B65">
      <w:r>
        <w:t>256.1374</w:t>
      </w:r>
      <w:r>
        <w:tab/>
        <w:t>1.013e0</w:t>
      </w:r>
    </w:p>
    <w:p w:rsidR="00850B65" w:rsidRDefault="00850B65" w:rsidP="00850B65">
      <w:r>
        <w:t>256.1938</w:t>
      </w:r>
      <w:r>
        <w:tab/>
        <w:t>1.184e2</w:t>
      </w:r>
    </w:p>
    <w:p w:rsidR="00850B65" w:rsidRDefault="00850B65" w:rsidP="00850B65">
      <w:r>
        <w:t>256.1984</w:t>
      </w:r>
      <w:r>
        <w:tab/>
        <w:t>6.206e1</w:t>
      </w:r>
    </w:p>
    <w:p w:rsidR="00850B65" w:rsidRDefault="00850B65" w:rsidP="00850B65">
      <w:r>
        <w:t>256.2707</w:t>
      </w:r>
      <w:r>
        <w:tab/>
        <w:t>4.051e0</w:t>
      </w:r>
    </w:p>
    <w:p w:rsidR="00850B65" w:rsidRDefault="00850B65" w:rsidP="00850B65">
      <w:r>
        <w:t>256.2725</w:t>
      </w:r>
      <w:r>
        <w:tab/>
        <w:t>2.025e0</w:t>
      </w:r>
    </w:p>
    <w:p w:rsidR="00850B65" w:rsidRDefault="00850B65" w:rsidP="00850B65">
      <w:r>
        <w:t>256.2770</w:t>
      </w:r>
      <w:r>
        <w:tab/>
        <w:t>2.025e0</w:t>
      </w:r>
    </w:p>
    <w:p w:rsidR="00850B65" w:rsidRDefault="00850B65" w:rsidP="00850B65">
      <w:r>
        <w:t>256.3045</w:t>
      </w:r>
      <w:r>
        <w:tab/>
        <w:t>6.076e0</w:t>
      </w:r>
    </w:p>
    <w:p w:rsidR="00850B65" w:rsidRDefault="00850B65" w:rsidP="00850B65">
      <w:r>
        <w:t>256.3336</w:t>
      </w:r>
      <w:r>
        <w:tab/>
        <w:t>1.013e0</w:t>
      </w:r>
    </w:p>
    <w:p w:rsidR="00850B65" w:rsidRDefault="00850B65" w:rsidP="00850B65">
      <w:r>
        <w:t>256.3553</w:t>
      </w:r>
      <w:r>
        <w:tab/>
        <w:t>2.025e0</w:t>
      </w:r>
    </w:p>
    <w:p w:rsidR="00850B65" w:rsidRDefault="00850B65" w:rsidP="00850B65">
      <w:r>
        <w:t>256.3591</w:t>
      </w:r>
      <w:r>
        <w:tab/>
        <w:t>3.038e0</w:t>
      </w:r>
    </w:p>
    <w:p w:rsidR="00850B65" w:rsidRDefault="00850B65" w:rsidP="00850B65">
      <w:r>
        <w:t>256.3641</w:t>
      </w:r>
      <w:r>
        <w:tab/>
        <w:t>1.013e0</w:t>
      </w:r>
    </w:p>
    <w:p w:rsidR="00850B65" w:rsidRDefault="00850B65" w:rsidP="00850B65">
      <w:r>
        <w:t>256.3846</w:t>
      </w:r>
      <w:r>
        <w:tab/>
        <w:t>1.013e0</w:t>
      </w:r>
    </w:p>
    <w:p w:rsidR="00850B65" w:rsidRDefault="00850B65" w:rsidP="00850B65">
      <w:r>
        <w:t>256.4226</w:t>
      </w:r>
      <w:r>
        <w:tab/>
        <w:t>1.013e0</w:t>
      </w:r>
    </w:p>
    <w:p w:rsidR="00850B65" w:rsidRDefault="00850B65" w:rsidP="00850B65">
      <w:r>
        <w:lastRenderedPageBreak/>
        <w:t>256.4658</w:t>
      </w:r>
      <w:r>
        <w:tab/>
        <w:t>3.038e0</w:t>
      </w:r>
    </w:p>
    <w:p w:rsidR="00850B65" w:rsidRDefault="00850B65" w:rsidP="00850B65">
      <w:r>
        <w:t>256.4874</w:t>
      </w:r>
      <w:r>
        <w:tab/>
        <w:t>2.025e0</w:t>
      </w:r>
    </w:p>
    <w:p w:rsidR="00850B65" w:rsidRDefault="00850B65" w:rsidP="00850B65">
      <w:r>
        <w:t>256.4954</w:t>
      </w:r>
      <w:r>
        <w:tab/>
        <w:t>1.013e0</w:t>
      </w:r>
    </w:p>
    <w:p w:rsidR="00850B65" w:rsidRDefault="00850B65" w:rsidP="00850B65">
      <w:r>
        <w:t>256.5219</w:t>
      </w:r>
      <w:r>
        <w:tab/>
        <w:t>1.013e0</w:t>
      </w:r>
    </w:p>
    <w:p w:rsidR="00850B65" w:rsidRDefault="00850B65" w:rsidP="00850B65">
      <w:r>
        <w:t>256.5338</w:t>
      </w:r>
      <w:r>
        <w:tab/>
        <w:t>1.013e0</w:t>
      </w:r>
    </w:p>
    <w:p w:rsidR="00850B65" w:rsidRDefault="00850B65" w:rsidP="00850B65">
      <w:r>
        <w:t>256.5432</w:t>
      </w:r>
      <w:r>
        <w:tab/>
        <w:t>3.038e0</w:t>
      </w:r>
    </w:p>
    <w:p w:rsidR="00850B65" w:rsidRDefault="00850B65" w:rsidP="00850B65">
      <w:r>
        <w:t>256.6067</w:t>
      </w:r>
      <w:r>
        <w:tab/>
        <w:t>2.025e0</w:t>
      </w:r>
    </w:p>
    <w:p w:rsidR="00850B65" w:rsidRDefault="00850B65" w:rsidP="00850B65">
      <w:r>
        <w:t>256.6320</w:t>
      </w:r>
      <w:r>
        <w:tab/>
        <w:t>2.025e0</w:t>
      </w:r>
    </w:p>
    <w:p w:rsidR="00850B65" w:rsidRDefault="00850B65" w:rsidP="00850B65">
      <w:r>
        <w:t>256.6610</w:t>
      </w:r>
      <w:r>
        <w:tab/>
        <w:t>1.013e0</w:t>
      </w:r>
    </w:p>
    <w:p w:rsidR="00850B65" w:rsidRDefault="00850B65" w:rsidP="00850B65">
      <w:r>
        <w:t>256.6653</w:t>
      </w:r>
      <w:r>
        <w:tab/>
        <w:t>1.013e0</w:t>
      </w:r>
    </w:p>
    <w:p w:rsidR="00850B65" w:rsidRDefault="00850B65" w:rsidP="00850B65">
      <w:r>
        <w:t>256.6876</w:t>
      </w:r>
      <w:r>
        <w:tab/>
        <w:t>1.013e0</w:t>
      </w:r>
    </w:p>
    <w:p w:rsidR="00850B65" w:rsidRDefault="00850B65" w:rsidP="00850B65">
      <w:r>
        <w:t>256.7129</w:t>
      </w:r>
      <w:r>
        <w:tab/>
        <w:t>1.013e0</w:t>
      </w:r>
    </w:p>
    <w:p w:rsidR="00850B65" w:rsidRDefault="00850B65" w:rsidP="00850B65">
      <w:r>
        <w:t>256.7300</w:t>
      </w:r>
      <w:r>
        <w:tab/>
        <w:t>1.013e0</w:t>
      </w:r>
    </w:p>
    <w:p w:rsidR="00850B65" w:rsidRDefault="00850B65" w:rsidP="00850B65">
      <w:r>
        <w:t>256.7380</w:t>
      </w:r>
      <w:r>
        <w:tab/>
        <w:t>1.013e0</w:t>
      </w:r>
    </w:p>
    <w:p w:rsidR="00850B65" w:rsidRDefault="00850B65" w:rsidP="00850B65">
      <w:r>
        <w:t>256.7871</w:t>
      </w:r>
      <w:r>
        <w:tab/>
        <w:t>2.025e0</w:t>
      </w:r>
    </w:p>
    <w:p w:rsidR="00850B65" w:rsidRDefault="00850B65" w:rsidP="00850B65">
      <w:r>
        <w:t>256.8031</w:t>
      </w:r>
      <w:r>
        <w:tab/>
        <w:t>1.013e0</w:t>
      </w:r>
    </w:p>
    <w:p w:rsidR="00850B65" w:rsidRDefault="00850B65" w:rsidP="00850B65">
      <w:r>
        <w:t>256.8129</w:t>
      </w:r>
      <w:r>
        <w:tab/>
        <w:t>2.025e0</w:t>
      </w:r>
    </w:p>
    <w:p w:rsidR="00850B65" w:rsidRDefault="00850B65" w:rsidP="00850B65">
      <w:r>
        <w:t>256.8569</w:t>
      </w:r>
      <w:r>
        <w:tab/>
        <w:t>3.038e0</w:t>
      </w:r>
    </w:p>
    <w:p w:rsidR="00850B65" w:rsidRDefault="00850B65" w:rsidP="00850B65">
      <w:r>
        <w:t>256.8707</w:t>
      </w:r>
      <w:r>
        <w:tab/>
        <w:t>3.038e0</w:t>
      </w:r>
    </w:p>
    <w:p w:rsidR="00850B65" w:rsidRDefault="00850B65" w:rsidP="00850B65">
      <w:r>
        <w:lastRenderedPageBreak/>
        <w:t>256.8998</w:t>
      </w:r>
      <w:r>
        <w:tab/>
        <w:t>1.013e0</w:t>
      </w:r>
    </w:p>
    <w:p w:rsidR="00850B65" w:rsidRDefault="00850B65" w:rsidP="00850B65">
      <w:r>
        <w:t>256.9225</w:t>
      </w:r>
      <w:r>
        <w:tab/>
        <w:t>1.013e0</w:t>
      </w:r>
    </w:p>
    <w:p w:rsidR="00850B65" w:rsidRDefault="00850B65" w:rsidP="00850B65">
      <w:r>
        <w:t>256.9511</w:t>
      </w:r>
      <w:r>
        <w:tab/>
        <w:t>1.013e0</w:t>
      </w:r>
    </w:p>
    <w:p w:rsidR="00850B65" w:rsidRDefault="00850B65" w:rsidP="00850B65">
      <w:r>
        <w:t>256.9606</w:t>
      </w:r>
      <w:r>
        <w:tab/>
        <w:t>1.013e0</w:t>
      </w:r>
    </w:p>
    <w:p w:rsidR="00850B65" w:rsidRDefault="00850B65" w:rsidP="00850B65">
      <w:r>
        <w:t>256.9987</w:t>
      </w:r>
      <w:r>
        <w:tab/>
        <w:t>1.013e0</w:t>
      </w:r>
    </w:p>
    <w:p w:rsidR="00850B65" w:rsidRDefault="00850B65" w:rsidP="00850B65">
      <w:r>
        <w:t>257.0059</w:t>
      </w:r>
      <w:r>
        <w:tab/>
        <w:t>3.038e0</w:t>
      </w:r>
    </w:p>
    <w:p w:rsidR="00850B65" w:rsidRDefault="00850B65" w:rsidP="00850B65">
      <w:r>
        <w:t>257.0112</w:t>
      </w:r>
      <w:r>
        <w:tab/>
        <w:t>2.025e0</w:t>
      </w:r>
    </w:p>
    <w:p w:rsidR="00850B65" w:rsidRDefault="00850B65" w:rsidP="00850B65">
      <w:r>
        <w:t>257.0503</w:t>
      </w:r>
      <w:r>
        <w:tab/>
        <w:t>5.063e0</w:t>
      </w:r>
    </w:p>
    <w:p w:rsidR="00850B65" w:rsidRDefault="00850B65" w:rsidP="00850B65">
      <w:r>
        <w:t>257.0536</w:t>
      </w:r>
      <w:r>
        <w:tab/>
        <w:t>1.013e0</w:t>
      </w:r>
    </w:p>
    <w:p w:rsidR="00850B65" w:rsidRDefault="00850B65" w:rsidP="00850B65">
      <w:r>
        <w:t>257.0576</w:t>
      </w:r>
      <w:r>
        <w:tab/>
        <w:t>2.025e0</w:t>
      </w:r>
    </w:p>
    <w:p w:rsidR="00850B65" w:rsidRDefault="00850B65" w:rsidP="00850B65">
      <w:r>
        <w:t>257.0862</w:t>
      </w:r>
      <w:r>
        <w:tab/>
        <w:t>2.025e0</w:t>
      </w:r>
    </w:p>
    <w:p w:rsidR="00850B65" w:rsidRDefault="00850B65" w:rsidP="00850B65">
      <w:r>
        <w:t>257.1133</w:t>
      </w:r>
      <w:r>
        <w:tab/>
        <w:t>3.038e0</w:t>
      </w:r>
    </w:p>
    <w:p w:rsidR="00850B65" w:rsidRDefault="00850B65" w:rsidP="00850B65">
      <w:r>
        <w:t>257.1223</w:t>
      </w:r>
      <w:r>
        <w:tab/>
        <w:t>3.013e0</w:t>
      </w:r>
    </w:p>
    <w:p w:rsidR="00850B65" w:rsidRDefault="00850B65" w:rsidP="00850B65">
      <w:r>
        <w:t>257.1376</w:t>
      </w:r>
      <w:r>
        <w:tab/>
        <w:t>6.076e0</w:t>
      </w:r>
    </w:p>
    <w:p w:rsidR="00850B65" w:rsidRDefault="00850B65" w:rsidP="00850B65">
      <w:r>
        <w:t>257.1628</w:t>
      </w:r>
      <w:r>
        <w:tab/>
        <w:t>1.541e0</w:t>
      </w:r>
    </w:p>
    <w:p w:rsidR="00850B65" w:rsidRDefault="00850B65" w:rsidP="00850B65">
      <w:r>
        <w:t>257.1832</w:t>
      </w:r>
      <w:r>
        <w:tab/>
        <w:t>3.001e0</w:t>
      </w:r>
    </w:p>
    <w:p w:rsidR="00850B65" w:rsidRDefault="00850B65" w:rsidP="00850B65">
      <w:r>
        <w:t>257.2025</w:t>
      </w:r>
      <w:r>
        <w:tab/>
        <w:t>6.076e0</w:t>
      </w:r>
    </w:p>
    <w:p w:rsidR="00850B65" w:rsidRDefault="00850B65" w:rsidP="00850B65">
      <w:r>
        <w:t>257.2081</w:t>
      </w:r>
      <w:r>
        <w:tab/>
        <w:t>7.089e0</w:t>
      </w:r>
    </w:p>
    <w:p w:rsidR="00850B65" w:rsidRDefault="00850B65" w:rsidP="00850B65">
      <w:r>
        <w:t>257.2103</w:t>
      </w:r>
      <w:r>
        <w:tab/>
        <w:t>1.013e1</w:t>
      </w:r>
    </w:p>
    <w:p w:rsidR="00850B65" w:rsidRDefault="00850B65" w:rsidP="00850B65">
      <w:r>
        <w:lastRenderedPageBreak/>
        <w:t>257.2500</w:t>
      </w:r>
      <w:r>
        <w:tab/>
        <w:t>2.025e0</w:t>
      </w:r>
    </w:p>
    <w:p w:rsidR="00850B65" w:rsidRDefault="00850B65" w:rsidP="00850B65">
      <w:r>
        <w:t>257.2801</w:t>
      </w:r>
      <w:r>
        <w:tab/>
        <w:t>2.025e0</w:t>
      </w:r>
    </w:p>
    <w:p w:rsidR="00850B65" w:rsidRDefault="00850B65" w:rsidP="00850B65">
      <w:r>
        <w:t>257.3004</w:t>
      </w:r>
      <w:r>
        <w:tab/>
        <w:t>1.013e0</w:t>
      </w:r>
    </w:p>
    <w:p w:rsidR="00850B65" w:rsidRDefault="00850B65" w:rsidP="00850B65">
      <w:r>
        <w:t>257.3043</w:t>
      </w:r>
      <w:r>
        <w:tab/>
        <w:t>1.013e0</w:t>
      </w:r>
    </w:p>
    <w:p w:rsidR="00850B65" w:rsidRDefault="00850B65" w:rsidP="00850B65">
      <w:r>
        <w:t>257.3349</w:t>
      </w:r>
      <w:r>
        <w:tab/>
        <w:t>2.025e0</w:t>
      </w:r>
    </w:p>
    <w:p w:rsidR="00850B65" w:rsidRDefault="00850B65" w:rsidP="00850B65">
      <w:r>
        <w:t>257.3564</w:t>
      </w:r>
      <w:r>
        <w:tab/>
        <w:t>1.013e0</w:t>
      </w:r>
    </w:p>
    <w:p w:rsidR="00850B65" w:rsidRDefault="00850B65" w:rsidP="00850B65">
      <w:r>
        <w:t>257.3946</w:t>
      </w:r>
      <w:r>
        <w:tab/>
        <w:t>1.013e0</w:t>
      </w:r>
    </w:p>
    <w:p w:rsidR="00850B65" w:rsidRDefault="00850B65" w:rsidP="00850B65">
      <w:r>
        <w:t>257.3993</w:t>
      </w:r>
      <w:r>
        <w:tab/>
        <w:t>1.013e0</w:t>
      </w:r>
    </w:p>
    <w:p w:rsidR="00850B65" w:rsidRDefault="00850B65" w:rsidP="00850B65">
      <w:r>
        <w:t>257.4199</w:t>
      </w:r>
      <w:r>
        <w:tab/>
        <w:t>1.013e0</w:t>
      </w:r>
    </w:p>
    <w:p w:rsidR="00850B65" w:rsidRDefault="00850B65" w:rsidP="00850B65">
      <w:r>
        <w:t>257.4238</w:t>
      </w:r>
      <w:r>
        <w:tab/>
        <w:t>1.013e0</w:t>
      </w:r>
    </w:p>
    <w:p w:rsidR="00850B65" w:rsidRDefault="00850B65" w:rsidP="00850B65">
      <w:r>
        <w:t>257.4584</w:t>
      </w:r>
      <w:r>
        <w:tab/>
        <w:t>2.025e0</w:t>
      </w:r>
    </w:p>
    <w:p w:rsidR="00850B65" w:rsidRDefault="00850B65" w:rsidP="00850B65">
      <w:r>
        <w:t>257.4756</w:t>
      </w:r>
      <w:r>
        <w:tab/>
        <w:t>2.025e0</w:t>
      </w:r>
    </w:p>
    <w:p w:rsidR="00850B65" w:rsidRDefault="00850B65" w:rsidP="00850B65">
      <w:r>
        <w:t>257.5313</w:t>
      </w:r>
      <w:r>
        <w:tab/>
        <w:t>1.013e0</w:t>
      </w:r>
    </w:p>
    <w:p w:rsidR="00850B65" w:rsidRDefault="00850B65" w:rsidP="00850B65">
      <w:r>
        <w:t>257.5634</w:t>
      </w:r>
      <w:r>
        <w:tab/>
        <w:t>2.025e0</w:t>
      </w:r>
    </w:p>
    <w:p w:rsidR="00850B65" w:rsidRDefault="00850B65" w:rsidP="00850B65">
      <w:r>
        <w:t>257.6045</w:t>
      </w:r>
      <w:r>
        <w:tab/>
        <w:t>1.013e0</w:t>
      </w:r>
    </w:p>
    <w:p w:rsidR="00850B65" w:rsidRDefault="00850B65" w:rsidP="00850B65">
      <w:r>
        <w:t>257.6122</w:t>
      </w:r>
      <w:r>
        <w:tab/>
        <w:t>1.013e0</w:t>
      </w:r>
    </w:p>
    <w:p w:rsidR="00850B65" w:rsidRDefault="00850B65" w:rsidP="00850B65">
      <w:r>
        <w:t>257.6365</w:t>
      </w:r>
      <w:r>
        <w:tab/>
        <w:t>3.038e0</w:t>
      </w:r>
    </w:p>
    <w:p w:rsidR="00850B65" w:rsidRDefault="00850B65" w:rsidP="00850B65">
      <w:r>
        <w:t>257.6400</w:t>
      </w:r>
      <w:r>
        <w:tab/>
        <w:t>2.025e0</w:t>
      </w:r>
    </w:p>
    <w:p w:rsidR="00850B65" w:rsidRDefault="00850B65" w:rsidP="00850B65">
      <w:r>
        <w:t>257.6609</w:t>
      </w:r>
      <w:r>
        <w:tab/>
        <w:t>2.025e0</w:t>
      </w:r>
    </w:p>
    <w:p w:rsidR="00850B65" w:rsidRDefault="00850B65" w:rsidP="00850B65">
      <w:r>
        <w:lastRenderedPageBreak/>
        <w:t>257.6810</w:t>
      </w:r>
      <w:r>
        <w:tab/>
        <w:t>1.013e0</w:t>
      </w:r>
    </w:p>
    <w:p w:rsidR="00850B65" w:rsidRDefault="00850B65" w:rsidP="00850B65">
      <w:r>
        <w:t>257.7012</w:t>
      </w:r>
      <w:r>
        <w:tab/>
        <w:t>1.013e0</w:t>
      </w:r>
    </w:p>
    <w:p w:rsidR="00850B65" w:rsidRDefault="00850B65" w:rsidP="00850B65">
      <w:r>
        <w:t>257.7278</w:t>
      </w:r>
      <w:r>
        <w:tab/>
        <w:t>1.013e0</w:t>
      </w:r>
    </w:p>
    <w:p w:rsidR="00850B65" w:rsidRDefault="00850B65" w:rsidP="00850B65">
      <w:r>
        <w:t>257.7357</w:t>
      </w:r>
      <w:r>
        <w:tab/>
        <w:t>1.013e0</w:t>
      </w:r>
    </w:p>
    <w:p w:rsidR="00850B65" w:rsidRDefault="00850B65" w:rsidP="00850B65">
      <w:r>
        <w:t>257.7436</w:t>
      </w:r>
      <w:r>
        <w:tab/>
        <w:t>1.013e0</w:t>
      </w:r>
    </w:p>
    <w:p w:rsidR="00850B65" w:rsidRDefault="00850B65" w:rsidP="00850B65">
      <w:r>
        <w:t>257.7742</w:t>
      </w:r>
      <w:r>
        <w:tab/>
        <w:t>1.013e0</w:t>
      </w:r>
    </w:p>
    <w:p w:rsidR="00850B65" w:rsidRDefault="00850B65" w:rsidP="00850B65">
      <w:r>
        <w:t>257.7822</w:t>
      </w:r>
      <w:r>
        <w:tab/>
        <w:t>1.013e0</w:t>
      </w:r>
    </w:p>
    <w:p w:rsidR="00850B65" w:rsidRDefault="00850B65" w:rsidP="00850B65">
      <w:r>
        <w:t>257.8127</w:t>
      </w:r>
      <w:r>
        <w:tab/>
        <w:t>1.013e0</w:t>
      </w:r>
    </w:p>
    <w:p w:rsidR="00850B65" w:rsidRDefault="00850B65" w:rsidP="00850B65">
      <w:r>
        <w:t>257.8722</w:t>
      </w:r>
      <w:r>
        <w:tab/>
        <w:t>1.013e0</w:t>
      </w:r>
    </w:p>
    <w:p w:rsidR="00850B65" w:rsidRDefault="00850B65" w:rsidP="00850B65">
      <w:r>
        <w:t>257.9244</w:t>
      </w:r>
      <w:r>
        <w:tab/>
        <w:t>1.013e0</w:t>
      </w:r>
    </w:p>
    <w:p w:rsidR="00850B65" w:rsidRDefault="00850B65" w:rsidP="00850B65">
      <w:r>
        <w:t>257.9486</w:t>
      </w:r>
      <w:r>
        <w:tab/>
        <w:t>1.013e0</w:t>
      </w:r>
    </w:p>
    <w:p w:rsidR="00850B65" w:rsidRDefault="00850B65" w:rsidP="00850B65">
      <w:r>
        <w:t>257.9582</w:t>
      </w:r>
      <w:r>
        <w:tab/>
        <w:t>2.025e0</w:t>
      </w:r>
    </w:p>
    <w:p w:rsidR="00850B65" w:rsidRDefault="00850B65" w:rsidP="00850B65">
      <w:r>
        <w:t>257.9668</w:t>
      </w:r>
      <w:r>
        <w:tab/>
        <w:t>1.013e0</w:t>
      </w:r>
    </w:p>
    <w:p w:rsidR="00850B65" w:rsidRDefault="00850B65" w:rsidP="00850B65">
      <w:r>
        <w:t>257.9707</w:t>
      </w:r>
      <w:r>
        <w:tab/>
        <w:t>1.013e0</w:t>
      </w:r>
    </w:p>
    <w:p w:rsidR="00850B65" w:rsidRDefault="00850B65" w:rsidP="00850B65">
      <w:r>
        <w:t>258.0013</w:t>
      </w:r>
      <w:r>
        <w:tab/>
        <w:t>1.013e0</w:t>
      </w:r>
    </w:p>
    <w:p w:rsidR="00850B65" w:rsidRDefault="00850B65" w:rsidP="00850B65">
      <w:r>
        <w:t>258.0346</w:t>
      </w:r>
      <w:r>
        <w:tab/>
        <w:t>1.620e1</w:t>
      </w:r>
    </w:p>
    <w:p w:rsidR="00850B65" w:rsidRDefault="00850B65" w:rsidP="00850B65">
      <w:r>
        <w:t>258.0398</w:t>
      </w:r>
      <w:r>
        <w:tab/>
        <w:t>3.342e1</w:t>
      </w:r>
    </w:p>
    <w:p w:rsidR="00850B65" w:rsidRDefault="00850B65" w:rsidP="00850B65">
      <w:r>
        <w:t>258.0450</w:t>
      </w:r>
      <w:r>
        <w:tab/>
        <w:t>5.063e0</w:t>
      </w:r>
    </w:p>
    <w:p w:rsidR="00850B65" w:rsidRDefault="00850B65" w:rsidP="00850B65">
      <w:r>
        <w:t>258.0680</w:t>
      </w:r>
      <w:r>
        <w:tab/>
        <w:t>3.038e0</w:t>
      </w:r>
    </w:p>
    <w:p w:rsidR="00850B65" w:rsidRDefault="00850B65" w:rsidP="00850B65">
      <w:r>
        <w:lastRenderedPageBreak/>
        <w:t>258.0881</w:t>
      </w:r>
      <w:r>
        <w:tab/>
        <w:t>3.038e0</w:t>
      </w:r>
    </w:p>
    <w:p w:rsidR="00850B65" w:rsidRDefault="00850B65" w:rsidP="00850B65">
      <w:r>
        <w:t>258.0902</w:t>
      </w:r>
      <w:r>
        <w:tab/>
        <w:t>1.013e0</w:t>
      </w:r>
    </w:p>
    <w:p w:rsidR="00850B65" w:rsidRDefault="00850B65" w:rsidP="00850B65">
      <w:r>
        <w:t>258.1446</w:t>
      </w:r>
      <w:r>
        <w:tab/>
        <w:t>7.132e0</w:t>
      </w:r>
    </w:p>
    <w:p w:rsidR="00850B65" w:rsidRDefault="00850B65" w:rsidP="00850B65">
      <w:r>
        <w:t>258.1466</w:t>
      </w:r>
      <w:r>
        <w:tab/>
        <w:t>2.964e0</w:t>
      </w:r>
    </w:p>
    <w:p w:rsidR="00850B65" w:rsidRDefault="00850B65" w:rsidP="00850B65">
      <w:r>
        <w:t>258.1713</w:t>
      </w:r>
      <w:r>
        <w:tab/>
        <w:t>1.013e0</w:t>
      </w:r>
    </w:p>
    <w:p w:rsidR="00850B65" w:rsidRDefault="00850B65" w:rsidP="00850B65">
      <w:r>
        <w:t>258.1772</w:t>
      </w:r>
      <w:r>
        <w:tab/>
        <w:t>1.976e0</w:t>
      </w:r>
    </w:p>
    <w:p w:rsidR="00850B65" w:rsidRDefault="00850B65" w:rsidP="00850B65">
      <w:r>
        <w:t>258.1926</w:t>
      </w:r>
      <w:r>
        <w:tab/>
        <w:t>1.013e0</w:t>
      </w:r>
    </w:p>
    <w:p w:rsidR="00850B65" w:rsidRDefault="00850B65" w:rsidP="00850B65">
      <w:r>
        <w:t>258.2098</w:t>
      </w:r>
      <w:r>
        <w:tab/>
        <w:t>1.013e0</w:t>
      </w:r>
    </w:p>
    <w:p w:rsidR="00850B65" w:rsidRDefault="00850B65" w:rsidP="00850B65">
      <w:r>
        <w:t>258.2692</w:t>
      </w:r>
      <w:r>
        <w:tab/>
        <w:t>1.013e0</w:t>
      </w:r>
    </w:p>
    <w:p w:rsidR="00850B65" w:rsidRDefault="00850B65" w:rsidP="00850B65">
      <w:r>
        <w:t>258.2736</w:t>
      </w:r>
      <w:r>
        <w:tab/>
        <w:t>2.025e0</w:t>
      </w:r>
    </w:p>
    <w:p w:rsidR="00850B65" w:rsidRDefault="00850B65" w:rsidP="00850B65">
      <w:r>
        <w:t>258.2752</w:t>
      </w:r>
      <w:r>
        <w:tab/>
        <w:t>2.025e0</w:t>
      </w:r>
    </w:p>
    <w:p w:rsidR="00850B65" w:rsidRDefault="00850B65" w:rsidP="00850B65">
      <w:r>
        <w:t>258.3018</w:t>
      </w:r>
      <w:r>
        <w:tab/>
        <w:t>2.025e0</w:t>
      </w:r>
    </w:p>
    <w:p w:rsidR="00850B65" w:rsidRDefault="00850B65" w:rsidP="00850B65">
      <w:r>
        <w:t>258.3075</w:t>
      </w:r>
      <w:r>
        <w:tab/>
        <w:t>1.013e0</w:t>
      </w:r>
    </w:p>
    <w:p w:rsidR="00850B65" w:rsidRDefault="00850B65" w:rsidP="00850B65">
      <w:r>
        <w:t>258.4224</w:t>
      </w:r>
      <w:r>
        <w:tab/>
        <w:t>1.013e0</w:t>
      </w:r>
    </w:p>
    <w:p w:rsidR="00850B65" w:rsidRDefault="00850B65" w:rsidP="00850B65">
      <w:r>
        <w:t>258.4569</w:t>
      </w:r>
      <w:r>
        <w:tab/>
        <w:t>1.013e0</w:t>
      </w:r>
    </w:p>
    <w:p w:rsidR="00850B65" w:rsidRDefault="00850B65" w:rsidP="00850B65">
      <w:r>
        <w:t>258.5421</w:t>
      </w:r>
      <w:r>
        <w:tab/>
        <w:t>1.013e0</w:t>
      </w:r>
    </w:p>
    <w:p w:rsidR="00850B65" w:rsidRDefault="00850B65" w:rsidP="00850B65">
      <w:r>
        <w:t>258.5557</w:t>
      </w:r>
      <w:r>
        <w:tab/>
        <w:t>2.025e0</w:t>
      </w:r>
    </w:p>
    <w:p w:rsidR="00850B65" w:rsidRDefault="00850B65" w:rsidP="00850B65">
      <w:r>
        <w:t>258.6188</w:t>
      </w:r>
      <w:r>
        <w:tab/>
        <w:t>1.013e0</w:t>
      </w:r>
    </w:p>
    <w:p w:rsidR="00850B65" w:rsidRDefault="00850B65" w:rsidP="00850B65">
      <w:r>
        <w:t>258.6667</w:t>
      </w:r>
      <w:r>
        <w:tab/>
        <w:t>1.013e0</w:t>
      </w:r>
    </w:p>
    <w:p w:rsidR="00850B65" w:rsidRDefault="00850B65" w:rsidP="00850B65">
      <w:r>
        <w:lastRenderedPageBreak/>
        <w:t>258.6802</w:t>
      </w:r>
      <w:r>
        <w:tab/>
        <w:t>1.013e0</w:t>
      </w:r>
    </w:p>
    <w:p w:rsidR="00850B65" w:rsidRDefault="00850B65" w:rsidP="00850B65">
      <w:r>
        <w:t>258.7817</w:t>
      </w:r>
      <w:r>
        <w:tab/>
        <w:t>1.013e0</w:t>
      </w:r>
    </w:p>
    <w:p w:rsidR="00850B65" w:rsidRDefault="00850B65" w:rsidP="00850B65">
      <w:r>
        <w:t>258.8463</w:t>
      </w:r>
      <w:r>
        <w:tab/>
        <w:t>1.013e0</w:t>
      </w:r>
    </w:p>
    <w:p w:rsidR="00850B65" w:rsidRDefault="00850B65" w:rsidP="00850B65">
      <w:r>
        <w:t>258.8503</w:t>
      </w:r>
      <w:r>
        <w:tab/>
        <w:t>1.013e0</w:t>
      </w:r>
    </w:p>
    <w:p w:rsidR="00850B65" w:rsidRDefault="00850B65" w:rsidP="00850B65">
      <w:r>
        <w:t>258.8769</w:t>
      </w:r>
      <w:r>
        <w:tab/>
        <w:t>1.013e0</w:t>
      </w:r>
    </w:p>
    <w:p w:rsidR="00850B65" w:rsidRDefault="00850B65" w:rsidP="00850B65">
      <w:r>
        <w:t>258.9064</w:t>
      </w:r>
      <w:r>
        <w:tab/>
        <w:t>2.025e0</w:t>
      </w:r>
    </w:p>
    <w:p w:rsidR="00850B65" w:rsidRDefault="00850B65" w:rsidP="00850B65">
      <w:r>
        <w:t>258.9313</w:t>
      </w:r>
      <w:r>
        <w:tab/>
        <w:t>1.013e0</w:t>
      </w:r>
    </w:p>
    <w:p w:rsidR="00850B65" w:rsidRDefault="00850B65" w:rsidP="00850B65">
      <w:r>
        <w:t>258.9659</w:t>
      </w:r>
      <w:r>
        <w:tab/>
        <w:t>1.013e0</w:t>
      </w:r>
    </w:p>
    <w:p w:rsidR="00850B65" w:rsidRDefault="00850B65" w:rsidP="00850B65">
      <w:r>
        <w:t>258.9699</w:t>
      </w:r>
      <w:r>
        <w:tab/>
        <w:t>1.013e0</w:t>
      </w:r>
    </w:p>
    <w:p w:rsidR="00850B65" w:rsidRDefault="00850B65" w:rsidP="00850B65">
      <w:r>
        <w:t>258.9927</w:t>
      </w:r>
      <w:r>
        <w:tab/>
        <w:t>2.025e0</w:t>
      </w:r>
    </w:p>
    <w:p w:rsidR="00850B65" w:rsidRDefault="00850B65" w:rsidP="00850B65">
      <w:r>
        <w:t>259.0025</w:t>
      </w:r>
      <w:r>
        <w:tab/>
        <w:t>2.025e0</w:t>
      </w:r>
    </w:p>
    <w:p w:rsidR="00850B65" w:rsidRDefault="00850B65" w:rsidP="00850B65">
      <w:r>
        <w:t>259.0218</w:t>
      </w:r>
      <w:r>
        <w:tab/>
        <w:t>3.038e0</w:t>
      </w:r>
    </w:p>
    <w:p w:rsidR="00850B65" w:rsidRDefault="00850B65" w:rsidP="00850B65">
      <w:r>
        <w:t>259.0458</w:t>
      </w:r>
      <w:r>
        <w:tab/>
        <w:t>3.038e0</w:t>
      </w:r>
    </w:p>
    <w:p w:rsidR="00850B65" w:rsidRDefault="00850B65" w:rsidP="00850B65">
      <w:r>
        <w:t>259.0492</w:t>
      </w:r>
      <w:r>
        <w:tab/>
        <w:t>3.038e0</w:t>
      </w:r>
    </w:p>
    <w:p w:rsidR="00850B65" w:rsidRDefault="00850B65" w:rsidP="00850B65">
      <w:r>
        <w:t>259.0895</w:t>
      </w:r>
      <w:r>
        <w:tab/>
        <w:t>1.013e0</w:t>
      </w:r>
    </w:p>
    <w:p w:rsidR="00850B65" w:rsidRDefault="00850B65" w:rsidP="00850B65">
      <w:r>
        <w:t>259.1051</w:t>
      </w:r>
      <w:r>
        <w:tab/>
        <w:t>3.038e0</w:t>
      </w:r>
    </w:p>
    <w:p w:rsidR="00850B65" w:rsidRDefault="00850B65" w:rsidP="00850B65">
      <w:r>
        <w:t>259.1161</w:t>
      </w:r>
      <w:r>
        <w:tab/>
        <w:t>1.013e0</w:t>
      </w:r>
    </w:p>
    <w:p w:rsidR="00850B65" w:rsidRDefault="00850B65" w:rsidP="00850B65">
      <w:r>
        <w:t>259.1456</w:t>
      </w:r>
      <w:r>
        <w:tab/>
        <w:t>1.516e0</w:t>
      </w:r>
    </w:p>
    <w:p w:rsidR="00850B65" w:rsidRDefault="00850B65" w:rsidP="00850B65">
      <w:r>
        <w:t>259.2007</w:t>
      </w:r>
      <w:r>
        <w:tab/>
        <w:t>6.076e0</w:t>
      </w:r>
    </w:p>
    <w:p w:rsidR="00850B65" w:rsidRDefault="00850B65" w:rsidP="00850B65">
      <w:r>
        <w:lastRenderedPageBreak/>
        <w:t>259.2053</w:t>
      </w:r>
      <w:r>
        <w:tab/>
        <w:t>1.013e0</w:t>
      </w:r>
    </w:p>
    <w:p w:rsidR="00850B65" w:rsidRDefault="00850B65" w:rsidP="00850B65">
      <w:r>
        <w:t>259.2616</w:t>
      </w:r>
      <w:r>
        <w:tab/>
        <w:t>1.013e0</w:t>
      </w:r>
    </w:p>
    <w:p w:rsidR="00850B65" w:rsidRDefault="00850B65" w:rsidP="00850B65">
      <w:r>
        <w:t>259.3384</w:t>
      </w:r>
      <w:r>
        <w:tab/>
        <w:t>2.025e0</w:t>
      </w:r>
    </w:p>
    <w:p w:rsidR="00850B65" w:rsidRDefault="00850B65" w:rsidP="00850B65">
      <w:r>
        <w:t>259.3721</w:t>
      </w:r>
      <w:r>
        <w:tab/>
        <w:t>1.013e0</w:t>
      </w:r>
    </w:p>
    <w:p w:rsidR="00850B65" w:rsidRDefault="00850B65" w:rsidP="00850B65">
      <w:r>
        <w:t>259.3901</w:t>
      </w:r>
      <w:r>
        <w:tab/>
        <w:t>1.013e0</w:t>
      </w:r>
    </w:p>
    <w:p w:rsidR="00850B65" w:rsidRDefault="00850B65" w:rsidP="00850B65">
      <w:r>
        <w:t>259.4228</w:t>
      </w:r>
      <w:r>
        <w:tab/>
        <w:t>2.025e0</w:t>
      </w:r>
    </w:p>
    <w:p w:rsidR="00850B65" w:rsidRDefault="00850B65" w:rsidP="00850B65">
      <w:r>
        <w:t>259.4367</w:t>
      </w:r>
      <w:r>
        <w:tab/>
        <w:t>1.013e0</w:t>
      </w:r>
    </w:p>
    <w:p w:rsidR="00850B65" w:rsidRDefault="00850B65" w:rsidP="00850B65">
      <w:r>
        <w:t>259.5178</w:t>
      </w:r>
      <w:r>
        <w:tab/>
        <w:t>1.013e0</w:t>
      </w:r>
    </w:p>
    <w:p w:rsidR="00850B65" w:rsidRDefault="00850B65" w:rsidP="00850B65">
      <w:r>
        <w:t>259.5258</w:t>
      </w:r>
      <w:r>
        <w:tab/>
        <w:t>1.013e0</w:t>
      </w:r>
    </w:p>
    <w:p w:rsidR="00850B65" w:rsidRDefault="00850B65" w:rsidP="00850B65">
      <w:r>
        <w:t>259.5790</w:t>
      </w:r>
      <w:r>
        <w:tab/>
        <w:t>3.038e0</w:t>
      </w:r>
    </w:p>
    <w:p w:rsidR="00850B65" w:rsidRDefault="00850B65" w:rsidP="00850B65">
      <w:r>
        <w:t>259.6124</w:t>
      </w:r>
      <w:r>
        <w:tab/>
        <w:t>1.013e0</w:t>
      </w:r>
    </w:p>
    <w:p w:rsidR="00850B65" w:rsidRDefault="00850B65" w:rsidP="00850B65">
      <w:r>
        <w:t>259.6414</w:t>
      </w:r>
      <w:r>
        <w:tab/>
        <w:t>1.013e0</w:t>
      </w:r>
    </w:p>
    <w:p w:rsidR="00850B65" w:rsidRDefault="00850B65" w:rsidP="00850B65">
      <w:r>
        <w:t>259.6508</w:t>
      </w:r>
      <w:r>
        <w:tab/>
        <w:t>2.025e0</w:t>
      </w:r>
    </w:p>
    <w:p w:rsidR="00850B65" w:rsidRDefault="00850B65" w:rsidP="00850B65">
      <w:r>
        <w:t>259.7919</w:t>
      </w:r>
      <w:r>
        <w:tab/>
        <w:t>1.013e0</w:t>
      </w:r>
    </w:p>
    <w:p w:rsidR="00850B65" w:rsidRDefault="00850B65" w:rsidP="00850B65">
      <w:r>
        <w:t>259.8185</w:t>
      </w:r>
      <w:r>
        <w:tab/>
        <w:t>1.013e0</w:t>
      </w:r>
    </w:p>
    <w:p w:rsidR="00850B65" w:rsidRDefault="00850B65" w:rsidP="00850B65">
      <w:r>
        <w:t>259.8305</w:t>
      </w:r>
      <w:r>
        <w:tab/>
        <w:t>1.013e0</w:t>
      </w:r>
    </w:p>
    <w:p w:rsidR="00850B65" w:rsidRDefault="00850B65" w:rsidP="00850B65">
      <w:r>
        <w:t>259.9214</w:t>
      </w:r>
      <w:r>
        <w:tab/>
        <w:t>2.025e0</w:t>
      </w:r>
    </w:p>
    <w:p w:rsidR="00850B65" w:rsidRDefault="00850B65" w:rsidP="00850B65">
      <w:r>
        <w:t>259.9809</w:t>
      </w:r>
      <w:r>
        <w:tab/>
        <w:t>2.025e0</w:t>
      </w:r>
    </w:p>
    <w:p w:rsidR="00850B65" w:rsidRDefault="00850B65" w:rsidP="00850B65">
      <w:r>
        <w:t>260.0175</w:t>
      </w:r>
      <w:r>
        <w:tab/>
        <w:t>2.025e0</w:t>
      </w:r>
    </w:p>
    <w:p w:rsidR="00850B65" w:rsidRDefault="00850B65" w:rsidP="00850B65">
      <w:r>
        <w:lastRenderedPageBreak/>
        <w:t>260.0194</w:t>
      </w:r>
      <w:r>
        <w:tab/>
        <w:t>1.013e0</w:t>
      </w:r>
    </w:p>
    <w:p w:rsidR="00850B65" w:rsidRDefault="00850B65" w:rsidP="00850B65">
      <w:r>
        <w:t>260.0310</w:t>
      </w:r>
      <w:r>
        <w:tab/>
        <w:t>3.038e0</w:t>
      </w:r>
    </w:p>
    <w:p w:rsidR="00850B65" w:rsidRDefault="00850B65" w:rsidP="00850B65">
      <w:r>
        <w:t>260.0474</w:t>
      </w:r>
      <w:r>
        <w:tab/>
        <w:t>2.025e0</w:t>
      </w:r>
    </w:p>
    <w:p w:rsidR="00850B65" w:rsidRDefault="00850B65" w:rsidP="00850B65">
      <w:r>
        <w:t>260.0632</w:t>
      </w:r>
      <w:r>
        <w:tab/>
        <w:t>5.063e0</w:t>
      </w:r>
    </w:p>
    <w:p w:rsidR="00850B65" w:rsidRDefault="00850B65" w:rsidP="00850B65">
      <w:r>
        <w:t>260.1046</w:t>
      </w:r>
      <w:r>
        <w:tab/>
        <w:t>1.013e0</w:t>
      </w:r>
    </w:p>
    <w:p w:rsidR="00850B65" w:rsidRDefault="00850B65" w:rsidP="00850B65">
      <w:r>
        <w:t>260.1071</w:t>
      </w:r>
      <w:r>
        <w:tab/>
        <w:t>2.025e0</w:t>
      </w:r>
    </w:p>
    <w:p w:rsidR="00850B65" w:rsidRDefault="00850B65" w:rsidP="00850B65">
      <w:r>
        <w:t>260.1177</w:t>
      </w:r>
      <w:r>
        <w:tab/>
        <w:t>1.013e0</w:t>
      </w:r>
    </w:p>
    <w:p w:rsidR="00850B65" w:rsidRDefault="00850B65" w:rsidP="00850B65">
      <w:r>
        <w:t>260.1475</w:t>
      </w:r>
      <w:r>
        <w:tab/>
        <w:t>2.025e0</w:t>
      </w:r>
    </w:p>
    <w:p w:rsidR="00850B65" w:rsidRDefault="00850B65" w:rsidP="00850B65">
      <w:r>
        <w:t>260.1858</w:t>
      </w:r>
      <w:r>
        <w:tab/>
        <w:t>1.013e0</w:t>
      </w:r>
    </w:p>
    <w:p w:rsidR="00850B65" w:rsidRDefault="00850B65" w:rsidP="00850B65">
      <w:r>
        <w:t>260.1996</w:t>
      </w:r>
      <w:r>
        <w:tab/>
        <w:t>1.013e0</w:t>
      </w:r>
    </w:p>
    <w:p w:rsidR="00850B65" w:rsidRDefault="00850B65" w:rsidP="00850B65">
      <w:r>
        <w:t>260.2069</w:t>
      </w:r>
      <w:r>
        <w:tab/>
        <w:t>3.038e0</w:t>
      </w:r>
    </w:p>
    <w:p w:rsidR="00850B65" w:rsidRDefault="00850B65" w:rsidP="00850B65">
      <w:r>
        <w:t>260.2333</w:t>
      </w:r>
      <w:r>
        <w:tab/>
        <w:t>1.013e0</w:t>
      </w:r>
    </w:p>
    <w:p w:rsidR="00850B65" w:rsidRDefault="00850B65" w:rsidP="00850B65">
      <w:r>
        <w:t>260.2381</w:t>
      </w:r>
      <w:r>
        <w:tab/>
        <w:t>1.013e0</w:t>
      </w:r>
    </w:p>
    <w:p w:rsidR="00850B65" w:rsidRDefault="00850B65" w:rsidP="00850B65">
      <w:r>
        <w:t>260.2472</w:t>
      </w:r>
      <w:r>
        <w:tab/>
        <w:t>1.013e0</w:t>
      </w:r>
    </w:p>
    <w:p w:rsidR="00850B65" w:rsidRDefault="00850B65" w:rsidP="00850B65">
      <w:r>
        <w:t>260.2815</w:t>
      </w:r>
      <w:r>
        <w:tab/>
        <w:t>1.013e0</w:t>
      </w:r>
    </w:p>
    <w:p w:rsidR="00850B65" w:rsidRDefault="00850B65" w:rsidP="00850B65">
      <w:r>
        <w:t>260.3104</w:t>
      </w:r>
      <w:r>
        <w:tab/>
        <w:t>1.013e0</w:t>
      </w:r>
    </w:p>
    <w:p w:rsidR="00850B65" w:rsidRDefault="00850B65" w:rsidP="00850B65">
      <w:r>
        <w:t>260.3402</w:t>
      </w:r>
      <w:r>
        <w:tab/>
        <w:t>2.025e0</w:t>
      </w:r>
    </w:p>
    <w:p w:rsidR="00850B65" w:rsidRDefault="00850B65" w:rsidP="00850B65">
      <w:r>
        <w:t>260.3669</w:t>
      </w:r>
      <w:r>
        <w:tab/>
        <w:t>1.013e0</w:t>
      </w:r>
    </w:p>
    <w:p w:rsidR="00850B65" w:rsidRDefault="00850B65" w:rsidP="00850B65">
      <w:r>
        <w:t>260.3923</w:t>
      </w:r>
      <w:r>
        <w:tab/>
        <w:t>1.013e0</w:t>
      </w:r>
    </w:p>
    <w:p w:rsidR="00850B65" w:rsidRDefault="00850B65" w:rsidP="00850B65">
      <w:r>
        <w:lastRenderedPageBreak/>
        <w:t>260.4403</w:t>
      </w:r>
      <w:r>
        <w:tab/>
        <w:t>1.013e0</w:t>
      </w:r>
    </w:p>
    <w:p w:rsidR="00850B65" w:rsidRDefault="00850B65" w:rsidP="00850B65">
      <w:r>
        <w:t>260.4561</w:t>
      </w:r>
      <w:r>
        <w:tab/>
        <w:t>1.013e0</w:t>
      </w:r>
    </w:p>
    <w:p w:rsidR="00850B65" w:rsidRDefault="00850B65" w:rsidP="00850B65">
      <w:r>
        <w:t>260.4868</w:t>
      </w:r>
      <w:r>
        <w:tab/>
        <w:t>2.025e0</w:t>
      </w:r>
    </w:p>
    <w:p w:rsidR="00850B65" w:rsidRDefault="00850B65" w:rsidP="00850B65">
      <w:r>
        <w:t>260.5253</w:t>
      </w:r>
      <w:r>
        <w:tab/>
        <w:t>2.025e0</w:t>
      </w:r>
    </w:p>
    <w:p w:rsidR="00850B65" w:rsidRDefault="00850B65" w:rsidP="00850B65">
      <w:r>
        <w:t>260.5660</w:t>
      </w:r>
      <w:r>
        <w:tab/>
        <w:t>2.025e0</w:t>
      </w:r>
    </w:p>
    <w:p w:rsidR="00850B65" w:rsidRDefault="00850B65" w:rsidP="00850B65">
      <w:r>
        <w:t>260.5680</w:t>
      </w:r>
      <w:r>
        <w:tab/>
        <w:t>1.013e0</w:t>
      </w:r>
    </w:p>
    <w:p w:rsidR="00850B65" w:rsidRDefault="00850B65" w:rsidP="00850B65">
      <w:r>
        <w:t>260.6453</w:t>
      </w:r>
      <w:r>
        <w:tab/>
        <w:t>1.013e0</w:t>
      </w:r>
    </w:p>
    <w:p w:rsidR="00850B65" w:rsidRDefault="00850B65" w:rsidP="00850B65">
      <w:r>
        <w:t>260.6879</w:t>
      </w:r>
      <w:r>
        <w:tab/>
        <w:t>1.013e0</w:t>
      </w:r>
    </w:p>
    <w:p w:rsidR="00850B65" w:rsidRDefault="00850B65" w:rsidP="00850B65">
      <w:r>
        <w:t>260.7348</w:t>
      </w:r>
      <w:r>
        <w:tab/>
        <w:t>1.013e0</w:t>
      </w:r>
    </w:p>
    <w:p w:rsidR="00850B65" w:rsidRDefault="00850B65" w:rsidP="00850B65">
      <w:r>
        <w:t>260.7419</w:t>
      </w:r>
      <w:r>
        <w:tab/>
        <w:t>2.025e0</w:t>
      </w:r>
    </w:p>
    <w:p w:rsidR="00850B65" w:rsidRDefault="00850B65" w:rsidP="00850B65">
      <w:r>
        <w:t>260.7825</w:t>
      </w:r>
      <w:r>
        <w:tab/>
        <w:t>2.025e0</w:t>
      </w:r>
    </w:p>
    <w:p w:rsidR="00850B65" w:rsidRDefault="00850B65" w:rsidP="00850B65">
      <w:r>
        <w:t>260.8265</w:t>
      </w:r>
      <w:r>
        <w:tab/>
        <w:t>2.025e0</w:t>
      </w:r>
    </w:p>
    <w:p w:rsidR="00850B65" w:rsidRDefault="00850B65" w:rsidP="00850B65">
      <w:r>
        <w:t>260.8594</w:t>
      </w:r>
      <w:r>
        <w:tab/>
        <w:t>2.025e0</w:t>
      </w:r>
    </w:p>
    <w:p w:rsidR="00850B65" w:rsidRDefault="00850B65" w:rsidP="00850B65">
      <w:r>
        <w:t>260.8849</w:t>
      </w:r>
      <w:r>
        <w:tab/>
        <w:t>1.013e0</w:t>
      </w:r>
    </w:p>
    <w:p w:rsidR="00850B65" w:rsidRDefault="00850B65" w:rsidP="00850B65">
      <w:r>
        <w:t>260.8920</w:t>
      </w:r>
      <w:r>
        <w:tab/>
        <w:t>2.025e0</w:t>
      </w:r>
    </w:p>
    <w:p w:rsidR="00850B65" w:rsidRDefault="00850B65" w:rsidP="00850B65">
      <w:r>
        <w:t>260.9622</w:t>
      </w:r>
      <w:r>
        <w:tab/>
        <w:t>1.013e0</w:t>
      </w:r>
    </w:p>
    <w:p w:rsidR="00850B65" w:rsidRDefault="00850B65" w:rsidP="00850B65">
      <w:r>
        <w:t>260.9714</w:t>
      </w:r>
      <w:r>
        <w:tab/>
        <w:t>1.013e0</w:t>
      </w:r>
    </w:p>
    <w:p w:rsidR="00850B65" w:rsidRDefault="00850B65" w:rsidP="00850B65">
      <w:r>
        <w:t>260.9818</w:t>
      </w:r>
      <w:r>
        <w:tab/>
        <w:t>2.025e0</w:t>
      </w:r>
    </w:p>
    <w:p w:rsidR="00850B65" w:rsidRDefault="00850B65" w:rsidP="00850B65">
      <w:r>
        <w:t>260.9960</w:t>
      </w:r>
      <w:r>
        <w:tab/>
        <w:t>3.038e0</w:t>
      </w:r>
    </w:p>
    <w:p w:rsidR="00850B65" w:rsidRDefault="00850B65" w:rsidP="00850B65">
      <w:r>
        <w:lastRenderedPageBreak/>
        <w:t>261.0185</w:t>
      </w:r>
      <w:r>
        <w:tab/>
        <w:t>4.051e0</w:t>
      </w:r>
    </w:p>
    <w:p w:rsidR="00850B65" w:rsidRDefault="00850B65" w:rsidP="00850B65">
      <w:r>
        <w:t>261.0281</w:t>
      </w:r>
      <w:r>
        <w:tab/>
        <w:t>5.063e0</w:t>
      </w:r>
    </w:p>
    <w:p w:rsidR="00850B65" w:rsidRDefault="00850B65" w:rsidP="00850B65">
      <w:r>
        <w:t>261.0467</w:t>
      </w:r>
      <w:r>
        <w:tab/>
        <w:t>3.038e0</w:t>
      </w:r>
    </w:p>
    <w:p w:rsidR="00850B65" w:rsidRDefault="00850B65" w:rsidP="00850B65">
      <w:r>
        <w:t>261.0543</w:t>
      </w:r>
      <w:r>
        <w:tab/>
        <w:t>5.417e0</w:t>
      </w:r>
    </w:p>
    <w:p w:rsidR="00850B65" w:rsidRDefault="00850B65" w:rsidP="00850B65">
      <w:r>
        <w:t>261.0583</w:t>
      </w:r>
      <w:r>
        <w:tab/>
        <w:t>1.013e0</w:t>
      </w:r>
    </w:p>
    <w:p w:rsidR="00850B65" w:rsidRDefault="00850B65" w:rsidP="00850B65">
      <w:r>
        <w:t>261.0742</w:t>
      </w:r>
      <w:r>
        <w:tab/>
        <w:t>1.013e0</w:t>
      </w:r>
    </w:p>
    <w:p w:rsidR="00850B65" w:rsidRDefault="00850B65" w:rsidP="00850B65">
      <w:r>
        <w:t>261.1284</w:t>
      </w:r>
      <w:r>
        <w:tab/>
        <w:t>8.098e0</w:t>
      </w:r>
    </w:p>
    <w:p w:rsidR="00850B65" w:rsidRDefault="00850B65" w:rsidP="00850B65">
      <w:r>
        <w:t>261.1366</w:t>
      </w:r>
      <w:r>
        <w:tab/>
        <w:t>3.005e0</w:t>
      </w:r>
    </w:p>
    <w:p w:rsidR="00850B65" w:rsidRDefault="00850B65" w:rsidP="00850B65">
      <w:r>
        <w:t>261.1646</w:t>
      </w:r>
      <w:r>
        <w:tab/>
        <w:t>1.013e0</w:t>
      </w:r>
    </w:p>
    <w:p w:rsidR="00850B65" w:rsidRDefault="00850B65" w:rsidP="00850B65">
      <w:r>
        <w:t>261.1822</w:t>
      </w:r>
      <w:r>
        <w:tab/>
        <w:t>1.992e0</w:t>
      </w:r>
    </w:p>
    <w:p w:rsidR="00850B65" w:rsidRDefault="00850B65" w:rsidP="00850B65">
      <w:r>
        <w:t>261.2372</w:t>
      </w:r>
      <w:r>
        <w:tab/>
        <w:t>1.013e0</w:t>
      </w:r>
    </w:p>
    <w:p w:rsidR="00850B65" w:rsidRDefault="00850B65" w:rsidP="00850B65">
      <w:r>
        <w:t>261.2719</w:t>
      </w:r>
      <w:r>
        <w:tab/>
        <w:t>2.025e0</w:t>
      </w:r>
    </w:p>
    <w:p w:rsidR="00850B65" w:rsidRDefault="00850B65" w:rsidP="00850B65">
      <w:r>
        <w:t>261.2942</w:t>
      </w:r>
      <w:r>
        <w:tab/>
        <w:t>1.013e0</w:t>
      </w:r>
    </w:p>
    <w:p w:rsidR="00850B65" w:rsidRDefault="00850B65" w:rsidP="00850B65">
      <w:r>
        <w:t>261.3290</w:t>
      </w:r>
      <w:r>
        <w:tab/>
        <w:t>1.013e0</w:t>
      </w:r>
    </w:p>
    <w:p w:rsidR="00850B65" w:rsidRDefault="00850B65" w:rsidP="00850B65">
      <w:r>
        <w:t>261.3368</w:t>
      </w:r>
      <w:r>
        <w:tab/>
        <w:t>1.013e0</w:t>
      </w:r>
    </w:p>
    <w:p w:rsidR="00850B65" w:rsidRDefault="00850B65" w:rsidP="00850B65">
      <w:r>
        <w:t>261.3486</w:t>
      </w:r>
      <w:r>
        <w:tab/>
        <w:t>1.013e0</w:t>
      </w:r>
    </w:p>
    <w:p w:rsidR="00850B65" w:rsidRDefault="00850B65" w:rsidP="00850B65">
      <w:r>
        <w:t>261.3735</w:t>
      </w:r>
      <w:r>
        <w:tab/>
        <w:t>2.025e0</w:t>
      </w:r>
    </w:p>
    <w:p w:rsidR="00850B65" w:rsidRDefault="00850B65" w:rsidP="00850B65">
      <w:r>
        <w:t>261.4181</w:t>
      </w:r>
      <w:r>
        <w:tab/>
        <w:t>1.013e0</w:t>
      </w:r>
    </w:p>
    <w:p w:rsidR="00850B65" w:rsidRDefault="00850B65" w:rsidP="00850B65">
      <w:r>
        <w:t>261.5419</w:t>
      </w:r>
      <w:r>
        <w:tab/>
        <w:t>2.025e0</w:t>
      </w:r>
    </w:p>
    <w:p w:rsidR="00850B65" w:rsidRDefault="00850B65" w:rsidP="00850B65">
      <w:r>
        <w:lastRenderedPageBreak/>
        <w:t>261.5515</w:t>
      </w:r>
      <w:r>
        <w:tab/>
        <w:t>1.013e0</w:t>
      </w:r>
    </w:p>
    <w:p w:rsidR="00850B65" w:rsidRDefault="00850B65" w:rsidP="00850B65">
      <w:r>
        <w:t>261.5806</w:t>
      </w:r>
      <w:r>
        <w:tab/>
        <w:t>1.013e0</w:t>
      </w:r>
    </w:p>
    <w:p w:rsidR="00850B65" w:rsidRDefault="00850B65" w:rsidP="00850B65">
      <w:r>
        <w:t>261.5918</w:t>
      </w:r>
      <w:r>
        <w:tab/>
        <w:t>2.025e0</w:t>
      </w:r>
    </w:p>
    <w:p w:rsidR="00850B65" w:rsidRDefault="00850B65" w:rsidP="00850B65">
      <w:r>
        <w:t>261.6115</w:t>
      </w:r>
      <w:r>
        <w:tab/>
        <w:t>2.025e0</w:t>
      </w:r>
    </w:p>
    <w:p w:rsidR="00850B65" w:rsidRDefault="00850B65" w:rsidP="00850B65">
      <w:r>
        <w:t>261.6421</w:t>
      </w:r>
      <w:r>
        <w:tab/>
        <w:t>1.013e0</w:t>
      </w:r>
    </w:p>
    <w:p w:rsidR="00850B65" w:rsidRDefault="00850B65" w:rsidP="00850B65">
      <w:r>
        <w:t>261.6501</w:t>
      </w:r>
      <w:r>
        <w:tab/>
        <w:t>2.025e0</w:t>
      </w:r>
    </w:p>
    <w:p w:rsidR="00850B65" w:rsidRDefault="00850B65" w:rsidP="00850B65">
      <w:r>
        <w:t>261.6655</w:t>
      </w:r>
      <w:r>
        <w:tab/>
        <w:t>2.025e0</w:t>
      </w:r>
    </w:p>
    <w:p w:rsidR="00850B65" w:rsidRDefault="00850B65" w:rsidP="00850B65">
      <w:r>
        <w:t>261.6691</w:t>
      </w:r>
      <w:r>
        <w:tab/>
        <w:t>2.025e0</w:t>
      </w:r>
    </w:p>
    <w:p w:rsidR="00850B65" w:rsidRDefault="00850B65" w:rsidP="00850B65">
      <w:r>
        <w:t>261.7113</w:t>
      </w:r>
      <w:r>
        <w:tab/>
        <w:t>1.013e0</w:t>
      </w:r>
    </w:p>
    <w:p w:rsidR="00850B65" w:rsidRDefault="00850B65" w:rsidP="00850B65">
      <w:r>
        <w:t>261.7254</w:t>
      </w:r>
      <w:r>
        <w:tab/>
        <w:t>2.025e0</w:t>
      </w:r>
    </w:p>
    <w:p w:rsidR="00850B65" w:rsidRDefault="00850B65" w:rsidP="00850B65">
      <w:r>
        <w:t>261.7337</w:t>
      </w:r>
      <w:r>
        <w:tab/>
        <w:t>2.025e0</w:t>
      </w:r>
    </w:p>
    <w:p w:rsidR="00850B65" w:rsidRDefault="00850B65" w:rsidP="00850B65">
      <w:r>
        <w:t>261.7839</w:t>
      </w:r>
      <w:r>
        <w:tab/>
        <w:t>1.013e0</w:t>
      </w:r>
    </w:p>
    <w:p w:rsidR="00850B65" w:rsidRDefault="00850B65" w:rsidP="00850B65">
      <w:r>
        <w:t>261.8010</w:t>
      </w:r>
      <w:r>
        <w:tab/>
        <w:t>3.038e0</w:t>
      </w:r>
    </w:p>
    <w:p w:rsidR="00850B65" w:rsidRDefault="00850B65" w:rsidP="00850B65">
      <w:r>
        <w:t>261.8048</w:t>
      </w:r>
      <w:r>
        <w:tab/>
        <w:t>1.013e0</w:t>
      </w:r>
    </w:p>
    <w:p w:rsidR="00850B65" w:rsidRDefault="00850B65" w:rsidP="00850B65">
      <w:r>
        <w:t>261.8435</w:t>
      </w:r>
      <w:r>
        <w:tab/>
        <w:t>1.013e0</w:t>
      </w:r>
    </w:p>
    <w:p w:rsidR="00850B65" w:rsidRDefault="00850B65" w:rsidP="00850B65">
      <w:r>
        <w:t>261.8517</w:t>
      </w:r>
      <w:r>
        <w:tab/>
        <w:t>1.013e0</w:t>
      </w:r>
    </w:p>
    <w:p w:rsidR="00850B65" w:rsidRDefault="00850B65" w:rsidP="00850B65">
      <w:r>
        <w:t>261.8741</w:t>
      </w:r>
      <w:r>
        <w:tab/>
        <w:t>1.013e0</w:t>
      </w:r>
    </w:p>
    <w:p w:rsidR="00850B65" w:rsidRDefault="00850B65" w:rsidP="00850B65">
      <w:r>
        <w:t>261.9267</w:t>
      </w:r>
      <w:r>
        <w:tab/>
        <w:t>2.025e0</w:t>
      </w:r>
    </w:p>
    <w:p w:rsidR="00850B65" w:rsidRDefault="00850B65" w:rsidP="00850B65">
      <w:r>
        <w:t>261.9324</w:t>
      </w:r>
      <w:r>
        <w:tab/>
        <w:t>4.051e0</w:t>
      </w:r>
    </w:p>
    <w:p w:rsidR="00850B65" w:rsidRDefault="00850B65" w:rsidP="00850B65">
      <w:r>
        <w:lastRenderedPageBreak/>
        <w:t>261.9661</w:t>
      </w:r>
      <w:r>
        <w:tab/>
        <w:t>2.025e0</w:t>
      </w:r>
    </w:p>
    <w:p w:rsidR="00850B65" w:rsidRDefault="00850B65" w:rsidP="00850B65">
      <w:r>
        <w:t>261.9680</w:t>
      </w:r>
      <w:r>
        <w:tab/>
        <w:t>1.013e0</w:t>
      </w:r>
    </w:p>
    <w:p w:rsidR="00850B65" w:rsidRDefault="00850B65" w:rsidP="00850B65">
      <w:r>
        <w:t>261.9937</w:t>
      </w:r>
      <w:r>
        <w:tab/>
        <w:t>4.692e0</w:t>
      </w:r>
    </w:p>
    <w:p w:rsidR="00850B65" w:rsidRDefault="00850B65" w:rsidP="00850B65">
      <w:r>
        <w:t>262.0683</w:t>
      </w:r>
      <w:r>
        <w:tab/>
        <w:t>1.103e3</w:t>
      </w:r>
    </w:p>
    <w:p w:rsidR="00850B65" w:rsidRDefault="00850B65" w:rsidP="00850B65">
      <w:r>
        <w:t>262.0697</w:t>
      </w:r>
      <w:r>
        <w:tab/>
        <w:t>1.368e2</w:t>
      </w:r>
    </w:p>
    <w:p w:rsidR="00850B65" w:rsidRDefault="00850B65" w:rsidP="00850B65">
      <w:r>
        <w:t>262.1350</w:t>
      </w:r>
      <w:r>
        <w:tab/>
        <w:t>4.026e0</w:t>
      </w:r>
    </w:p>
    <w:p w:rsidR="00850B65" w:rsidRDefault="00850B65" w:rsidP="00850B65">
      <w:r>
        <w:t>262.1734</w:t>
      </w:r>
      <w:r>
        <w:tab/>
        <w:t>5.273e0</w:t>
      </w:r>
    </w:p>
    <w:p w:rsidR="00850B65" w:rsidRDefault="00850B65" w:rsidP="00850B65">
      <w:r>
        <w:t>262.1796</w:t>
      </w:r>
      <w:r>
        <w:tab/>
        <w:t>2.025e0</w:t>
      </w:r>
    </w:p>
    <w:p w:rsidR="00850B65" w:rsidRDefault="00850B65" w:rsidP="00850B65">
      <w:r>
        <w:t>262.1916</w:t>
      </w:r>
      <w:r>
        <w:tab/>
        <w:t>8.056e0</w:t>
      </w:r>
    </w:p>
    <w:p w:rsidR="00850B65" w:rsidRDefault="00850B65" w:rsidP="00850B65">
      <w:r>
        <w:t>262.2056</w:t>
      </w:r>
      <w:r>
        <w:tab/>
        <w:t>3.267e0</w:t>
      </w:r>
    </w:p>
    <w:p w:rsidR="00850B65" w:rsidRDefault="00850B65" w:rsidP="00850B65">
      <w:r>
        <w:t>262.2144</w:t>
      </w:r>
      <w:r>
        <w:tab/>
        <w:t>1.013e0</w:t>
      </w:r>
    </w:p>
    <w:p w:rsidR="00850B65" w:rsidRDefault="00850B65" w:rsidP="00850B65">
      <w:r>
        <w:t>262.2359</w:t>
      </w:r>
      <w:r>
        <w:tab/>
        <w:t>1.483e0</w:t>
      </w:r>
    </w:p>
    <w:p w:rsidR="00850B65" w:rsidRDefault="00850B65" w:rsidP="00850B65">
      <w:r>
        <w:t>262.2382</w:t>
      </w:r>
      <w:r>
        <w:tab/>
        <w:t>5.063e0</w:t>
      </w:r>
    </w:p>
    <w:p w:rsidR="00850B65" w:rsidRDefault="00850B65" w:rsidP="00850B65">
      <w:r>
        <w:t>262.2650</w:t>
      </w:r>
      <w:r>
        <w:tab/>
        <w:t>1.013e0</w:t>
      </w:r>
    </w:p>
    <w:p w:rsidR="00850B65" w:rsidRDefault="00850B65" w:rsidP="00850B65">
      <w:r>
        <w:t>262.2698</w:t>
      </w:r>
      <w:r>
        <w:tab/>
        <w:t>8.420e0</w:t>
      </w:r>
    </w:p>
    <w:p w:rsidR="00850B65" w:rsidRDefault="00850B65" w:rsidP="00850B65">
      <w:r>
        <w:t>262.3003</w:t>
      </w:r>
      <w:r>
        <w:tab/>
        <w:t>3.732e0</w:t>
      </w:r>
    </w:p>
    <w:p w:rsidR="00850B65" w:rsidRDefault="00850B65" w:rsidP="00850B65">
      <w:r>
        <w:t>262.3049</w:t>
      </w:r>
      <w:r>
        <w:tab/>
        <w:t>2.025e0</w:t>
      </w:r>
    </w:p>
    <w:p w:rsidR="00850B65" w:rsidRDefault="00850B65" w:rsidP="00850B65">
      <w:r>
        <w:t>262.3344</w:t>
      </w:r>
      <w:r>
        <w:tab/>
        <w:t>1.013e0</w:t>
      </w:r>
    </w:p>
    <w:p w:rsidR="00850B65" w:rsidRDefault="00850B65" w:rsidP="00850B65">
      <w:r>
        <w:t>262.3472</w:t>
      </w:r>
      <w:r>
        <w:tab/>
        <w:t>4.051e0</w:t>
      </w:r>
    </w:p>
    <w:p w:rsidR="00850B65" w:rsidRDefault="00850B65" w:rsidP="00850B65">
      <w:r>
        <w:lastRenderedPageBreak/>
        <w:t>262.3712</w:t>
      </w:r>
      <w:r>
        <w:tab/>
        <w:t>2.025e0</w:t>
      </w:r>
    </w:p>
    <w:p w:rsidR="00850B65" w:rsidRDefault="00850B65" w:rsidP="00850B65">
      <w:r>
        <w:t>262.3771</w:t>
      </w:r>
      <w:r>
        <w:tab/>
        <w:t>1.013e0</w:t>
      </w:r>
    </w:p>
    <w:p w:rsidR="00850B65" w:rsidRDefault="00850B65" w:rsidP="00850B65">
      <w:r>
        <w:t>262.4253</w:t>
      </w:r>
      <w:r>
        <w:tab/>
        <w:t>4.051e0</w:t>
      </w:r>
    </w:p>
    <w:p w:rsidR="00850B65" w:rsidRDefault="00850B65" w:rsidP="00850B65">
      <w:r>
        <w:t>262.4627</w:t>
      </w:r>
      <w:r>
        <w:tab/>
        <w:t>2.025e0</w:t>
      </w:r>
    </w:p>
    <w:p w:rsidR="00850B65" w:rsidRDefault="00850B65" w:rsidP="00850B65">
      <w:r>
        <w:t>262.4892</w:t>
      </w:r>
      <w:r>
        <w:tab/>
        <w:t>3.038e0</w:t>
      </w:r>
    </w:p>
    <w:p w:rsidR="00850B65" w:rsidRDefault="00850B65" w:rsidP="00850B65">
      <w:r>
        <w:t>262.4971</w:t>
      </w:r>
      <w:r>
        <w:tab/>
        <w:t>1.013e0</w:t>
      </w:r>
    </w:p>
    <w:p w:rsidR="00850B65" w:rsidRDefault="00850B65" w:rsidP="00850B65">
      <w:r>
        <w:t>262.4990</w:t>
      </w:r>
      <w:r>
        <w:tab/>
        <w:t>2.025e0</w:t>
      </w:r>
    </w:p>
    <w:p w:rsidR="00850B65" w:rsidRDefault="00850B65" w:rsidP="00850B65">
      <w:r>
        <w:t>262.5131</w:t>
      </w:r>
      <w:r>
        <w:tab/>
        <w:t>3.252e0</w:t>
      </w:r>
    </w:p>
    <w:p w:rsidR="00850B65" w:rsidRDefault="00850B65" w:rsidP="00850B65">
      <w:r>
        <w:t>262.5358</w:t>
      </w:r>
      <w:r>
        <w:tab/>
        <w:t>1.013e0</w:t>
      </w:r>
    </w:p>
    <w:p w:rsidR="00850B65" w:rsidRDefault="00850B65" w:rsidP="00850B65">
      <w:r>
        <w:t>262.5400</w:t>
      </w:r>
      <w:r>
        <w:tab/>
        <w:t>3.038e0</w:t>
      </w:r>
    </w:p>
    <w:p w:rsidR="00850B65" w:rsidRDefault="00850B65" w:rsidP="00850B65">
      <w:r>
        <w:t>262.5647</w:t>
      </w:r>
      <w:r>
        <w:tab/>
        <w:t>3.877e0</w:t>
      </w:r>
    </w:p>
    <w:p w:rsidR="00850B65" w:rsidRDefault="00850B65" w:rsidP="00850B65">
      <w:r>
        <w:t>262.5727</w:t>
      </w:r>
      <w:r>
        <w:tab/>
        <w:t>2.110e0</w:t>
      </w:r>
    </w:p>
    <w:p w:rsidR="00850B65" w:rsidRDefault="00850B65" w:rsidP="00850B65">
      <w:r>
        <w:t>262.5934</w:t>
      </w:r>
      <w:r>
        <w:tab/>
        <w:t>1.013e0</w:t>
      </w:r>
    </w:p>
    <w:p w:rsidR="00850B65" w:rsidRDefault="00850B65" w:rsidP="00850B65">
      <w:r>
        <w:t>262.5952</w:t>
      </w:r>
      <w:r>
        <w:tab/>
        <w:t>4.955e0</w:t>
      </w:r>
    </w:p>
    <w:p w:rsidR="00850B65" w:rsidRDefault="00850B65" w:rsidP="00850B65">
      <w:r>
        <w:t>262.6072</w:t>
      </w:r>
      <w:r>
        <w:tab/>
        <w:t>2.025e0</w:t>
      </w:r>
    </w:p>
    <w:p w:rsidR="00850B65" w:rsidRDefault="00850B65" w:rsidP="00850B65">
      <w:r>
        <w:t>262.6360</w:t>
      </w:r>
      <w:r>
        <w:tab/>
        <w:t>1.013e0</w:t>
      </w:r>
    </w:p>
    <w:p w:rsidR="00850B65" w:rsidRDefault="00850B65" w:rsidP="00850B65">
      <w:r>
        <w:t>262.6382</w:t>
      </w:r>
      <w:r>
        <w:tab/>
        <w:t>2.932e0</w:t>
      </w:r>
    </w:p>
    <w:p w:rsidR="00850B65" w:rsidRDefault="00850B65" w:rsidP="00850B65">
      <w:r>
        <w:t>262.6393</w:t>
      </w:r>
      <w:r>
        <w:tab/>
        <w:t>3.038e0</w:t>
      </w:r>
    </w:p>
    <w:p w:rsidR="00850B65" w:rsidRDefault="00850B65" w:rsidP="00850B65">
      <w:r>
        <w:t>262.6653</w:t>
      </w:r>
      <w:r>
        <w:tab/>
        <w:t>2.285e0</w:t>
      </w:r>
    </w:p>
    <w:p w:rsidR="00850B65" w:rsidRDefault="00850B65" w:rsidP="00850B65">
      <w:r>
        <w:lastRenderedPageBreak/>
        <w:t>262.6664</w:t>
      </w:r>
      <w:r>
        <w:tab/>
        <w:t>3.038e0</w:t>
      </w:r>
    </w:p>
    <w:p w:rsidR="00850B65" w:rsidRDefault="00850B65" w:rsidP="00850B65">
      <w:r>
        <w:t>262.6788</w:t>
      </w:r>
      <w:r>
        <w:tab/>
        <w:t>1.013e0</w:t>
      </w:r>
    </w:p>
    <w:p w:rsidR="00850B65" w:rsidRDefault="00850B65" w:rsidP="00850B65">
      <w:r>
        <w:t>262.7234</w:t>
      </w:r>
      <w:r>
        <w:tab/>
        <w:t>2.069e0</w:t>
      </w:r>
    </w:p>
    <w:p w:rsidR="00850B65" w:rsidRDefault="00850B65" w:rsidP="00850B65">
      <w:r>
        <w:t>262.7347</w:t>
      </w:r>
      <w:r>
        <w:tab/>
        <w:t>1.013e0</w:t>
      </w:r>
    </w:p>
    <w:p w:rsidR="00850B65" w:rsidRDefault="00850B65" w:rsidP="00850B65">
      <w:r>
        <w:t>262.7603</w:t>
      </w:r>
      <w:r>
        <w:tab/>
        <w:t>3.038e0</w:t>
      </w:r>
    </w:p>
    <w:p w:rsidR="00850B65" w:rsidRDefault="00850B65" w:rsidP="00850B65">
      <w:r>
        <w:t>262.7736</w:t>
      </w:r>
      <w:r>
        <w:tab/>
        <w:t>2.025e0</w:t>
      </w:r>
    </w:p>
    <w:p w:rsidR="00850B65" w:rsidRDefault="00850B65" w:rsidP="00850B65">
      <w:r>
        <w:t>262.8081</w:t>
      </w:r>
      <w:r>
        <w:tab/>
        <w:t>4.051e0</w:t>
      </w:r>
    </w:p>
    <w:p w:rsidR="00850B65" w:rsidRDefault="00850B65" w:rsidP="00850B65">
      <w:r>
        <w:t>262.8376</w:t>
      </w:r>
      <w:r>
        <w:tab/>
        <w:t>2.025e0</w:t>
      </w:r>
    </w:p>
    <w:p w:rsidR="00850B65" w:rsidRDefault="00850B65" w:rsidP="00850B65">
      <w:r>
        <w:t>262.8737</w:t>
      </w:r>
      <w:r>
        <w:tab/>
        <w:t>3.038e0</w:t>
      </w:r>
    </w:p>
    <w:p w:rsidR="00850B65" w:rsidRDefault="00850B65" w:rsidP="00850B65">
      <w:r>
        <w:t>262.8951</w:t>
      </w:r>
      <w:r>
        <w:tab/>
        <w:t>1.013e0</w:t>
      </w:r>
    </w:p>
    <w:p w:rsidR="00850B65" w:rsidRDefault="00850B65" w:rsidP="00850B65">
      <w:r>
        <w:t>262.9194</w:t>
      </w:r>
      <w:r>
        <w:tab/>
        <w:t>1.013e0</w:t>
      </w:r>
    </w:p>
    <w:p w:rsidR="00850B65" w:rsidRDefault="00850B65" w:rsidP="00850B65">
      <w:r>
        <w:t>262.9291</w:t>
      </w:r>
      <w:r>
        <w:tab/>
        <w:t>1.013e0</w:t>
      </w:r>
    </w:p>
    <w:p w:rsidR="00850B65" w:rsidRDefault="00850B65" w:rsidP="00850B65">
      <w:r>
        <w:t>262.9378</w:t>
      </w:r>
      <w:r>
        <w:tab/>
        <w:t>1.013e0</w:t>
      </w:r>
    </w:p>
    <w:p w:rsidR="00850B65" w:rsidRDefault="00850B65" w:rsidP="00850B65">
      <w:r>
        <w:t>262.9418</w:t>
      </w:r>
      <w:r>
        <w:tab/>
        <w:t>1.013e0</w:t>
      </w:r>
    </w:p>
    <w:p w:rsidR="00850B65" w:rsidRDefault="00850B65" w:rsidP="00850B65">
      <w:r>
        <w:t>262.9498</w:t>
      </w:r>
      <w:r>
        <w:tab/>
        <w:t>1.013e0</w:t>
      </w:r>
    </w:p>
    <w:p w:rsidR="00850B65" w:rsidRDefault="00850B65" w:rsidP="00850B65">
      <w:r>
        <w:t>262.9885</w:t>
      </w:r>
      <w:r>
        <w:tab/>
        <w:t>1.013e0</w:t>
      </w:r>
    </w:p>
    <w:p w:rsidR="00850B65" w:rsidRDefault="00850B65" w:rsidP="00850B65">
      <w:r>
        <w:t>262.9934</w:t>
      </w:r>
      <w:r>
        <w:tab/>
        <w:t>4.742e0</w:t>
      </w:r>
    </w:p>
    <w:p w:rsidR="00850B65" w:rsidRDefault="00850B65" w:rsidP="00850B65">
      <w:r>
        <w:t>262.9998</w:t>
      </w:r>
      <w:r>
        <w:tab/>
        <w:t>4.051e0</w:t>
      </w:r>
    </w:p>
    <w:p w:rsidR="00850B65" w:rsidRDefault="00850B65" w:rsidP="00850B65">
      <w:r>
        <w:t>263.0735</w:t>
      </w:r>
      <w:r>
        <w:tab/>
        <w:t>1.680e2</w:t>
      </w:r>
    </w:p>
    <w:p w:rsidR="00850B65" w:rsidRDefault="00850B65" w:rsidP="00850B65">
      <w:r>
        <w:lastRenderedPageBreak/>
        <w:t>263.1372</w:t>
      </w:r>
      <w:r>
        <w:tab/>
        <w:t>5.629e0</w:t>
      </w:r>
    </w:p>
    <w:p w:rsidR="00850B65" w:rsidRDefault="00850B65" w:rsidP="00850B65">
      <w:r>
        <w:t>263.1464</w:t>
      </w:r>
      <w:r>
        <w:tab/>
        <w:t>4.051e0</w:t>
      </w:r>
    </w:p>
    <w:p w:rsidR="00850B65" w:rsidRDefault="00850B65" w:rsidP="00850B65">
      <w:r>
        <w:t>263.1745</w:t>
      </w:r>
      <w:r>
        <w:tab/>
        <w:t>2.692e0</w:t>
      </w:r>
    </w:p>
    <w:p w:rsidR="00850B65" w:rsidRDefault="00850B65" w:rsidP="00850B65">
      <w:r>
        <w:t>263.1862</w:t>
      </w:r>
      <w:r>
        <w:tab/>
        <w:t>4.018e0</w:t>
      </w:r>
    </w:p>
    <w:p w:rsidR="00850B65" w:rsidRDefault="00850B65" w:rsidP="00850B65">
      <w:r>
        <w:t>263.2129</w:t>
      </w:r>
      <w:r>
        <w:tab/>
        <w:t>3.038e0</w:t>
      </w:r>
    </w:p>
    <w:p w:rsidR="00850B65" w:rsidRDefault="00850B65" w:rsidP="00850B65">
      <w:r>
        <w:t>263.2169</w:t>
      </w:r>
      <w:r>
        <w:tab/>
        <w:t>1.013e0</w:t>
      </w:r>
    </w:p>
    <w:p w:rsidR="00850B65" w:rsidRDefault="00850B65" w:rsidP="00850B65">
      <w:r>
        <w:t>263.2415</w:t>
      </w:r>
      <w:r>
        <w:tab/>
        <w:t>3.038e0</w:t>
      </w:r>
    </w:p>
    <w:p w:rsidR="00850B65" w:rsidRDefault="00850B65" w:rsidP="00850B65">
      <w:r>
        <w:t>263.2560</w:t>
      </w:r>
      <w:r>
        <w:tab/>
        <w:t>2.025e0</w:t>
      </w:r>
    </w:p>
    <w:p w:rsidR="00850B65" w:rsidRDefault="00850B65" w:rsidP="00850B65">
      <w:r>
        <w:t>263.3125</w:t>
      </w:r>
      <w:r>
        <w:tab/>
        <w:t>2.025e0</w:t>
      </w:r>
    </w:p>
    <w:p w:rsidR="00850B65" w:rsidRDefault="00850B65" w:rsidP="00850B65">
      <w:r>
        <w:t>263.3143</w:t>
      </w:r>
      <w:r>
        <w:tab/>
        <w:t>2.025e0</w:t>
      </w:r>
    </w:p>
    <w:p w:rsidR="00850B65" w:rsidRDefault="00850B65" w:rsidP="00850B65">
      <w:r>
        <w:t>263.3558</w:t>
      </w:r>
      <w:r>
        <w:tab/>
        <w:t>1.013e0</w:t>
      </w:r>
    </w:p>
    <w:p w:rsidR="00850B65" w:rsidRDefault="00850B65" w:rsidP="00850B65">
      <w:r>
        <w:t>263.3694</w:t>
      </w:r>
      <w:r>
        <w:tab/>
        <w:t>2.025e0</w:t>
      </w:r>
    </w:p>
    <w:p w:rsidR="00850B65" w:rsidRDefault="00850B65" w:rsidP="00850B65">
      <w:r>
        <w:t>263.4026</w:t>
      </w:r>
      <w:r>
        <w:tab/>
        <w:t>1.013e0</w:t>
      </w:r>
    </w:p>
    <w:p w:rsidR="00850B65" w:rsidRDefault="00850B65" w:rsidP="00850B65">
      <w:r>
        <w:t>263.4143</w:t>
      </w:r>
      <w:r>
        <w:tab/>
        <w:t>2.025e0</w:t>
      </w:r>
    </w:p>
    <w:p w:rsidR="00850B65" w:rsidRDefault="00850B65" w:rsidP="00850B65">
      <w:r>
        <w:t>263.4935</w:t>
      </w:r>
      <w:r>
        <w:tab/>
        <w:t>2.025e0</w:t>
      </w:r>
    </w:p>
    <w:p w:rsidR="00850B65" w:rsidRDefault="00850B65" w:rsidP="00850B65">
      <w:r>
        <w:t>263.4985</w:t>
      </w:r>
      <w:r>
        <w:tab/>
        <w:t>1.013e0</w:t>
      </w:r>
    </w:p>
    <w:p w:rsidR="00850B65" w:rsidRDefault="00850B65" w:rsidP="00850B65">
      <w:r>
        <w:t>263.5108</w:t>
      </w:r>
      <w:r>
        <w:tab/>
        <w:t>1.013e0</w:t>
      </w:r>
    </w:p>
    <w:p w:rsidR="00850B65" w:rsidRDefault="00850B65" w:rsidP="00850B65">
      <w:r>
        <w:t>263.5228</w:t>
      </w:r>
      <w:r>
        <w:tab/>
        <w:t>3.038e0</w:t>
      </w:r>
    </w:p>
    <w:p w:rsidR="00850B65" w:rsidRDefault="00850B65" w:rsidP="00850B65">
      <w:r>
        <w:t>263.5536</w:t>
      </w:r>
      <w:r>
        <w:tab/>
        <w:t>1.013e0</w:t>
      </w:r>
    </w:p>
    <w:p w:rsidR="00850B65" w:rsidRDefault="00850B65" w:rsidP="00850B65">
      <w:r>
        <w:lastRenderedPageBreak/>
        <w:t>263.5863</w:t>
      </w:r>
      <w:r>
        <w:tab/>
        <w:t>3.038e0</w:t>
      </w:r>
    </w:p>
    <w:p w:rsidR="00850B65" w:rsidRDefault="00850B65" w:rsidP="00850B65">
      <w:r>
        <w:t>263.6191</w:t>
      </w:r>
      <w:r>
        <w:tab/>
        <w:t>1.013e0</w:t>
      </w:r>
    </w:p>
    <w:p w:rsidR="00850B65" w:rsidRDefault="00850B65" w:rsidP="00850B65">
      <w:r>
        <w:t>263.6252</w:t>
      </w:r>
      <w:r>
        <w:tab/>
        <w:t>4.051e0</w:t>
      </w:r>
    </w:p>
    <w:p w:rsidR="00850B65" w:rsidRDefault="00850B65" w:rsidP="00850B65">
      <w:r>
        <w:t>263.6618</w:t>
      </w:r>
      <w:r>
        <w:tab/>
        <w:t>1.013e0</w:t>
      </w:r>
    </w:p>
    <w:p w:rsidR="00850B65" w:rsidRDefault="00850B65" w:rsidP="00850B65">
      <w:r>
        <w:t>263.6773</w:t>
      </w:r>
      <w:r>
        <w:tab/>
        <w:t>3.038e0</w:t>
      </w:r>
    </w:p>
    <w:p w:rsidR="00850B65" w:rsidRDefault="00850B65" w:rsidP="00850B65">
      <w:r>
        <w:t>263.7314</w:t>
      </w:r>
      <w:r>
        <w:tab/>
        <w:t>1.013e0</w:t>
      </w:r>
    </w:p>
    <w:p w:rsidR="00850B65" w:rsidRDefault="00850B65" w:rsidP="00850B65">
      <w:r>
        <w:t>263.7681</w:t>
      </w:r>
      <w:r>
        <w:tab/>
        <w:t>2.025e0</w:t>
      </w:r>
    </w:p>
    <w:p w:rsidR="00850B65" w:rsidRDefault="00850B65" w:rsidP="00850B65">
      <w:r>
        <w:t>263.7701</w:t>
      </w:r>
      <w:r>
        <w:tab/>
        <w:t>1.013e0</w:t>
      </w:r>
    </w:p>
    <w:p w:rsidR="00850B65" w:rsidRDefault="00850B65" w:rsidP="00850B65">
      <w:r>
        <w:t>263.8006</w:t>
      </w:r>
      <w:r>
        <w:tab/>
        <w:t>1.013e0</w:t>
      </w:r>
    </w:p>
    <w:p w:rsidR="00850B65" w:rsidRDefault="00850B65" w:rsidP="00850B65">
      <w:r>
        <w:t>263.8089</w:t>
      </w:r>
      <w:r>
        <w:tab/>
        <w:t>1.013e0</w:t>
      </w:r>
    </w:p>
    <w:p w:rsidR="00850B65" w:rsidRDefault="00850B65" w:rsidP="00850B65">
      <w:r>
        <w:t>263.8169</w:t>
      </w:r>
      <w:r>
        <w:tab/>
        <w:t>1.013e0</w:t>
      </w:r>
    </w:p>
    <w:p w:rsidR="00850B65" w:rsidRDefault="00850B65" w:rsidP="00850B65">
      <w:r>
        <w:t>263.8299</w:t>
      </w:r>
      <w:r>
        <w:tab/>
        <w:t>1.013e0</w:t>
      </w:r>
    </w:p>
    <w:p w:rsidR="00850B65" w:rsidRDefault="00850B65" w:rsidP="00850B65">
      <w:r>
        <w:t>263.8476</w:t>
      </w:r>
      <w:r>
        <w:tab/>
        <w:t>1.013e0</w:t>
      </w:r>
    </w:p>
    <w:p w:rsidR="00850B65" w:rsidRDefault="00850B65" w:rsidP="00850B65">
      <w:r>
        <w:t>263.8708</w:t>
      </w:r>
      <w:r>
        <w:tab/>
        <w:t>4.051e0</w:t>
      </w:r>
    </w:p>
    <w:p w:rsidR="00850B65" w:rsidRDefault="00850B65" w:rsidP="00850B65">
      <w:r>
        <w:t>263.8786</w:t>
      </w:r>
      <w:r>
        <w:tab/>
        <w:t>1.013e0</w:t>
      </w:r>
    </w:p>
    <w:p w:rsidR="00850B65" w:rsidRDefault="00850B65" w:rsidP="00850B65">
      <w:r>
        <w:t>263.8904</w:t>
      </w:r>
      <w:r>
        <w:tab/>
        <w:t>1.013e0</w:t>
      </w:r>
    </w:p>
    <w:p w:rsidR="00850B65" w:rsidRDefault="00850B65" w:rsidP="00850B65">
      <w:r>
        <w:t>263.9137</w:t>
      </w:r>
      <w:r>
        <w:tab/>
        <w:t>2.025e0</w:t>
      </w:r>
    </w:p>
    <w:p w:rsidR="00850B65" w:rsidRDefault="00850B65" w:rsidP="00850B65">
      <w:r>
        <w:t>263.9372</w:t>
      </w:r>
      <w:r>
        <w:tab/>
        <w:t>1.013e0</w:t>
      </w:r>
    </w:p>
    <w:p w:rsidR="00850B65" w:rsidRDefault="00850B65" w:rsidP="00850B65">
      <w:r>
        <w:t>263.9640</w:t>
      </w:r>
      <w:r>
        <w:tab/>
        <w:t>1.013e0</w:t>
      </w:r>
    </w:p>
    <w:p w:rsidR="00850B65" w:rsidRDefault="00850B65" w:rsidP="00850B65">
      <w:r>
        <w:lastRenderedPageBreak/>
        <w:t>263.9680</w:t>
      </w:r>
      <w:r>
        <w:tab/>
        <w:t>1.013e0</w:t>
      </w:r>
    </w:p>
    <w:p w:rsidR="00850B65" w:rsidRDefault="00850B65" w:rsidP="00850B65">
      <w:r>
        <w:t>264.0055</w:t>
      </w:r>
      <w:r>
        <w:tab/>
        <w:t>4.051e0</w:t>
      </w:r>
    </w:p>
    <w:p w:rsidR="00850B65" w:rsidRDefault="00850B65" w:rsidP="00850B65">
      <w:r>
        <w:t>264.0106</w:t>
      </w:r>
      <w:r>
        <w:tab/>
        <w:t>1.013e0</w:t>
      </w:r>
    </w:p>
    <w:p w:rsidR="00850B65" w:rsidRDefault="00850B65" w:rsidP="00850B65">
      <w:r>
        <w:t>264.0194</w:t>
      </w:r>
      <w:r>
        <w:tab/>
        <w:t>2.356e0</w:t>
      </w:r>
    </w:p>
    <w:p w:rsidR="00850B65" w:rsidRDefault="00850B65" w:rsidP="00850B65">
      <w:r>
        <w:t>264.0667</w:t>
      </w:r>
      <w:r>
        <w:tab/>
        <w:t>7.398e1</w:t>
      </w:r>
    </w:p>
    <w:p w:rsidR="00850B65" w:rsidRDefault="00850B65" w:rsidP="00850B65">
      <w:r>
        <w:t>264.0703</w:t>
      </w:r>
      <w:r>
        <w:tab/>
        <w:t>6.248e0</w:t>
      </w:r>
    </w:p>
    <w:p w:rsidR="00850B65" w:rsidRDefault="00850B65" w:rsidP="00850B65">
      <w:r>
        <w:t>264.1324</w:t>
      </w:r>
      <w:r>
        <w:tab/>
        <w:t>1.013e0</w:t>
      </w:r>
    </w:p>
    <w:p w:rsidR="00850B65" w:rsidRDefault="00850B65" w:rsidP="00850B65">
      <w:r>
        <w:t>264.1487</w:t>
      </w:r>
      <w:r>
        <w:tab/>
        <w:t>1.249e1</w:t>
      </w:r>
    </w:p>
    <w:p w:rsidR="00850B65" w:rsidRDefault="00850B65" w:rsidP="00850B65">
      <w:r>
        <w:t>264.1538</w:t>
      </w:r>
      <w:r>
        <w:tab/>
        <w:t>1.013e0</w:t>
      </w:r>
    </w:p>
    <w:p w:rsidR="00850B65" w:rsidRDefault="00850B65" w:rsidP="00850B65">
      <w:r>
        <w:t>264.1620</w:t>
      </w:r>
      <w:r>
        <w:tab/>
        <w:t>3.038e0</w:t>
      </w:r>
    </w:p>
    <w:p w:rsidR="00850B65" w:rsidRDefault="00850B65" w:rsidP="00850B65">
      <w:r>
        <w:t>264.1846</w:t>
      </w:r>
      <w:r>
        <w:tab/>
        <w:t>2.025e0</w:t>
      </w:r>
    </w:p>
    <w:p w:rsidR="00850B65" w:rsidRDefault="00850B65" w:rsidP="00850B65">
      <w:r>
        <w:t>264.1967</w:t>
      </w:r>
      <w:r>
        <w:tab/>
        <w:t>2.025e0</w:t>
      </w:r>
    </w:p>
    <w:p w:rsidR="00850B65" w:rsidRDefault="00850B65" w:rsidP="00850B65">
      <w:r>
        <w:t>264.2000</w:t>
      </w:r>
      <w:r>
        <w:tab/>
        <w:t>2.025e0</w:t>
      </w:r>
    </w:p>
    <w:p w:rsidR="00850B65" w:rsidRDefault="00850B65" w:rsidP="00850B65">
      <w:r>
        <w:t>264.2402</w:t>
      </w:r>
      <w:r>
        <w:tab/>
        <w:t>3.038e0</w:t>
      </w:r>
    </w:p>
    <w:p w:rsidR="00850B65" w:rsidRDefault="00850B65" w:rsidP="00850B65">
      <w:r>
        <w:t>264.2495</w:t>
      </w:r>
      <w:r>
        <w:tab/>
        <w:t>1.013e0</w:t>
      </w:r>
    </w:p>
    <w:p w:rsidR="00850B65" w:rsidRDefault="00850B65" w:rsidP="00850B65">
      <w:r>
        <w:t>264.3026</w:t>
      </w:r>
      <w:r>
        <w:tab/>
        <w:t>3.038e0</w:t>
      </w:r>
    </w:p>
    <w:p w:rsidR="00850B65" w:rsidRDefault="00850B65" w:rsidP="00850B65">
      <w:r>
        <w:t>264.3476</w:t>
      </w:r>
      <w:r>
        <w:tab/>
        <w:t>1.013e0</w:t>
      </w:r>
    </w:p>
    <w:p w:rsidR="00850B65" w:rsidRDefault="00850B65" w:rsidP="00850B65">
      <w:r>
        <w:t>264.3705</w:t>
      </w:r>
      <w:r>
        <w:tab/>
        <w:t>1.013e0</w:t>
      </w:r>
    </w:p>
    <w:p w:rsidR="00850B65" w:rsidRDefault="00850B65" w:rsidP="00850B65">
      <w:r>
        <w:t>264.4074</w:t>
      </w:r>
      <w:r>
        <w:tab/>
        <w:t>2.025e0</w:t>
      </w:r>
    </w:p>
    <w:p w:rsidR="00850B65" w:rsidRDefault="00850B65" w:rsidP="00850B65">
      <w:r>
        <w:lastRenderedPageBreak/>
        <w:t>264.4303</w:t>
      </w:r>
      <w:r>
        <w:tab/>
        <w:t>1.013e0</w:t>
      </w:r>
    </w:p>
    <w:p w:rsidR="00850B65" w:rsidRDefault="00850B65" w:rsidP="00850B65">
      <w:r>
        <w:t>264.4403</w:t>
      </w:r>
      <w:r>
        <w:tab/>
        <w:t>3.038e0</w:t>
      </w:r>
    </w:p>
    <w:p w:rsidR="00850B65" w:rsidRDefault="00850B65" w:rsidP="00850B65">
      <w:r>
        <w:t>264.5085</w:t>
      </w:r>
      <w:r>
        <w:tab/>
        <w:t>1.013e0</w:t>
      </w:r>
    </w:p>
    <w:p w:rsidR="00850B65" w:rsidRDefault="00850B65" w:rsidP="00850B65">
      <w:r>
        <w:t>264.5177</w:t>
      </w:r>
      <w:r>
        <w:tab/>
        <w:t>1.013e0</w:t>
      </w:r>
    </w:p>
    <w:p w:rsidR="00850B65" w:rsidRDefault="00850B65" w:rsidP="00850B65">
      <w:r>
        <w:t>264.5378</w:t>
      </w:r>
      <w:r>
        <w:tab/>
        <w:t>1.013e0</w:t>
      </w:r>
    </w:p>
    <w:p w:rsidR="00850B65" w:rsidRDefault="00850B65" w:rsidP="00850B65">
      <w:r>
        <w:t>264.5818</w:t>
      </w:r>
      <w:r>
        <w:tab/>
        <w:t>1.013e0</w:t>
      </w:r>
    </w:p>
    <w:p w:rsidR="00850B65" w:rsidRDefault="00850B65" w:rsidP="00850B65">
      <w:r>
        <w:t>264.6094</w:t>
      </w:r>
      <w:r>
        <w:tab/>
        <w:t>2.025e0</w:t>
      </w:r>
    </w:p>
    <w:p w:rsidR="00850B65" w:rsidRDefault="00850B65" w:rsidP="00850B65">
      <w:r>
        <w:t>264.6819</w:t>
      </w:r>
      <w:r>
        <w:tab/>
        <w:t>2.025e0</w:t>
      </w:r>
    </w:p>
    <w:p w:rsidR="00850B65" w:rsidRDefault="00850B65" w:rsidP="00850B65">
      <w:r>
        <w:t>264.7342</w:t>
      </w:r>
      <w:r>
        <w:tab/>
        <w:t>3.038e0</w:t>
      </w:r>
    </w:p>
    <w:p w:rsidR="00850B65" w:rsidRDefault="00850B65" w:rsidP="00850B65">
      <w:r>
        <w:t>264.7382</w:t>
      </w:r>
      <w:r>
        <w:tab/>
        <w:t>1.013e0</w:t>
      </w:r>
    </w:p>
    <w:p w:rsidR="00850B65" w:rsidRDefault="00850B65" w:rsidP="00850B65">
      <w:r>
        <w:t>264.7676</w:t>
      </w:r>
      <w:r>
        <w:tab/>
        <w:t>1.013e0</w:t>
      </w:r>
    </w:p>
    <w:p w:rsidR="00850B65" w:rsidRDefault="00850B65" w:rsidP="00850B65">
      <w:r>
        <w:t>264.7932</w:t>
      </w:r>
      <w:r>
        <w:tab/>
        <w:t>1.013e0</w:t>
      </w:r>
    </w:p>
    <w:p w:rsidR="00850B65" w:rsidRDefault="00850B65" w:rsidP="00850B65">
      <w:r>
        <w:t>264.8240</w:t>
      </w:r>
      <w:r>
        <w:tab/>
        <w:t>1.013e0</w:t>
      </w:r>
    </w:p>
    <w:p w:rsidR="00850B65" w:rsidRDefault="00850B65" w:rsidP="00850B65">
      <w:r>
        <w:t>264.8319</w:t>
      </w:r>
      <w:r>
        <w:tab/>
        <w:t>1.013e0</w:t>
      </w:r>
    </w:p>
    <w:p w:rsidR="00850B65" w:rsidRDefault="00850B65" w:rsidP="00850B65">
      <w:r>
        <w:t>264.8507</w:t>
      </w:r>
      <w:r>
        <w:tab/>
        <w:t>1.013e0</w:t>
      </w:r>
    </w:p>
    <w:p w:rsidR="00850B65" w:rsidRDefault="00850B65" w:rsidP="00850B65">
      <w:r>
        <w:t>264.8628</w:t>
      </w:r>
      <w:r>
        <w:tab/>
        <w:t>1.013e0</w:t>
      </w:r>
    </w:p>
    <w:p w:rsidR="00850B65" w:rsidRDefault="00850B65" w:rsidP="00850B65">
      <w:r>
        <w:t>264.8707</w:t>
      </w:r>
      <w:r>
        <w:tab/>
        <w:t>1.013e0</w:t>
      </w:r>
    </w:p>
    <w:p w:rsidR="00850B65" w:rsidRDefault="00850B65" w:rsidP="00850B65">
      <w:r>
        <w:t>264.8749</w:t>
      </w:r>
      <w:r>
        <w:tab/>
        <w:t>3.038e0</w:t>
      </w:r>
    </w:p>
    <w:p w:rsidR="00850B65" w:rsidRDefault="00850B65" w:rsidP="00850B65">
      <w:r>
        <w:t>264.9055</w:t>
      </w:r>
      <w:r>
        <w:tab/>
        <w:t>3.038e0</w:t>
      </w:r>
    </w:p>
    <w:p w:rsidR="00850B65" w:rsidRDefault="00850B65" w:rsidP="00850B65">
      <w:r>
        <w:lastRenderedPageBreak/>
        <w:t>264.9193</w:t>
      </w:r>
      <w:r>
        <w:tab/>
        <w:t>1.013e0</w:t>
      </w:r>
    </w:p>
    <w:p w:rsidR="00850B65" w:rsidRDefault="00850B65" w:rsidP="00850B65">
      <w:r>
        <w:t>264.9486</w:t>
      </w:r>
      <w:r>
        <w:tab/>
        <w:t>1.013e0</w:t>
      </w:r>
    </w:p>
    <w:p w:rsidR="00850B65" w:rsidRDefault="00850B65" w:rsidP="00850B65">
      <w:r>
        <w:t>264.9601</w:t>
      </w:r>
      <w:r>
        <w:tab/>
        <w:t>3.038e0</w:t>
      </w:r>
    </w:p>
    <w:p w:rsidR="00850B65" w:rsidRDefault="00850B65" w:rsidP="00850B65">
      <w:r>
        <w:t>264.9672</w:t>
      </w:r>
      <w:r>
        <w:tab/>
        <w:t>1.013e0</w:t>
      </w:r>
    </w:p>
    <w:p w:rsidR="00850B65" w:rsidRDefault="00850B65" w:rsidP="00850B65">
      <w:r>
        <w:t>264.9927</w:t>
      </w:r>
      <w:r>
        <w:tab/>
        <w:t>1.013e0</w:t>
      </w:r>
    </w:p>
    <w:p w:rsidR="00850B65" w:rsidRDefault="00850B65" w:rsidP="00850B65">
      <w:r>
        <w:t>265.0061</w:t>
      </w:r>
      <w:r>
        <w:tab/>
        <w:t>2.025e0</w:t>
      </w:r>
    </w:p>
    <w:p w:rsidR="00850B65" w:rsidRDefault="00850B65" w:rsidP="00850B65">
      <w:r>
        <w:t>265.0155</w:t>
      </w:r>
      <w:r>
        <w:tab/>
        <w:t>3.038e0</w:t>
      </w:r>
    </w:p>
    <w:p w:rsidR="00850B65" w:rsidRDefault="00850B65" w:rsidP="00850B65">
      <w:r>
        <w:t>265.0593</w:t>
      </w:r>
      <w:r>
        <w:tab/>
        <w:t>5.063e0</w:t>
      </w:r>
    </w:p>
    <w:p w:rsidR="00850B65" w:rsidRDefault="00850B65" w:rsidP="00850B65">
      <w:r>
        <w:t>265.0763</w:t>
      </w:r>
      <w:r>
        <w:tab/>
        <w:t>5.063e0</w:t>
      </w:r>
    </w:p>
    <w:p w:rsidR="00850B65" w:rsidRDefault="00850B65" w:rsidP="00850B65">
      <w:r>
        <w:t>265.1056</w:t>
      </w:r>
      <w:r>
        <w:tab/>
        <w:t>4.051e0</w:t>
      </w:r>
    </w:p>
    <w:p w:rsidR="00850B65" w:rsidRDefault="00850B65" w:rsidP="00850B65">
      <w:r>
        <w:t>265.1213</w:t>
      </w:r>
      <w:r>
        <w:tab/>
        <w:t>3.038e0</w:t>
      </w:r>
    </w:p>
    <w:p w:rsidR="00850B65" w:rsidRDefault="00850B65" w:rsidP="00850B65">
      <w:r>
        <w:t>265.1283</w:t>
      </w:r>
      <w:r>
        <w:tab/>
        <w:t>2.025e0</w:t>
      </w:r>
    </w:p>
    <w:p w:rsidR="00850B65" w:rsidRDefault="00850B65" w:rsidP="00850B65">
      <w:r>
        <w:t>265.1324</w:t>
      </w:r>
      <w:r>
        <w:tab/>
        <w:t>4.051e0</w:t>
      </w:r>
    </w:p>
    <w:p w:rsidR="00850B65" w:rsidRDefault="00850B65" w:rsidP="00850B65">
      <w:r>
        <w:t>265.1651</w:t>
      </w:r>
      <w:r>
        <w:tab/>
        <w:t>4.051e0</w:t>
      </w:r>
    </w:p>
    <w:p w:rsidR="00850B65" w:rsidRDefault="00850B65" w:rsidP="00850B65">
      <w:r>
        <w:t>265.1882</w:t>
      </w:r>
      <w:r>
        <w:tab/>
        <w:t>1.013e0</w:t>
      </w:r>
    </w:p>
    <w:p w:rsidR="00850B65" w:rsidRDefault="00850B65" w:rsidP="00850B65">
      <w:r>
        <w:t>265.2023</w:t>
      </w:r>
      <w:r>
        <w:tab/>
        <w:t>2.025e0</w:t>
      </w:r>
    </w:p>
    <w:p w:rsidR="00850B65" w:rsidRDefault="00850B65" w:rsidP="00850B65">
      <w:r>
        <w:t>265.2269</w:t>
      </w:r>
      <w:r>
        <w:tab/>
        <w:t>2.025e0</w:t>
      </w:r>
    </w:p>
    <w:p w:rsidR="00850B65" w:rsidRDefault="00850B65" w:rsidP="00850B65">
      <w:r>
        <w:t>265.2522</w:t>
      </w:r>
      <w:r>
        <w:tab/>
        <w:t>1.013e0</w:t>
      </w:r>
    </w:p>
    <w:p w:rsidR="00850B65" w:rsidRDefault="00850B65" w:rsidP="00850B65">
      <w:r>
        <w:t>265.2541</w:t>
      </w:r>
      <w:r>
        <w:tab/>
        <w:t>2.025e0</w:t>
      </w:r>
    </w:p>
    <w:p w:rsidR="00850B65" w:rsidRDefault="00850B65" w:rsidP="00850B65">
      <w:r>
        <w:lastRenderedPageBreak/>
        <w:t>265.3317</w:t>
      </w:r>
      <w:r>
        <w:tab/>
        <w:t>2.025e0</w:t>
      </w:r>
    </w:p>
    <w:p w:rsidR="00850B65" w:rsidRDefault="00850B65" w:rsidP="00850B65">
      <w:r>
        <w:t>265.3355</w:t>
      </w:r>
      <w:r>
        <w:tab/>
        <w:t>1.013e0</w:t>
      </w:r>
    </w:p>
    <w:p w:rsidR="00850B65" w:rsidRDefault="00850B65" w:rsidP="00850B65">
      <w:r>
        <w:t>265.4170</w:t>
      </w:r>
      <w:r>
        <w:tab/>
        <w:t>1.013e0</w:t>
      </w:r>
    </w:p>
    <w:p w:rsidR="00850B65" w:rsidRDefault="00850B65" w:rsidP="00850B65">
      <w:r>
        <w:t>265.4638</w:t>
      </w:r>
      <w:r>
        <w:tab/>
        <w:t>1.013e0</w:t>
      </w:r>
    </w:p>
    <w:p w:rsidR="00850B65" w:rsidRDefault="00850B65" w:rsidP="00850B65">
      <w:r>
        <w:t>265.4867</w:t>
      </w:r>
      <w:r>
        <w:tab/>
        <w:t>1.013e0</w:t>
      </w:r>
    </w:p>
    <w:p w:rsidR="00850B65" w:rsidRDefault="00850B65" w:rsidP="00850B65">
      <w:r>
        <w:t>265.5120</w:t>
      </w:r>
      <w:r>
        <w:tab/>
        <w:t>1.013e0</w:t>
      </w:r>
    </w:p>
    <w:p w:rsidR="00850B65" w:rsidRDefault="00850B65" w:rsidP="00850B65">
      <w:r>
        <w:t>265.5414</w:t>
      </w:r>
      <w:r>
        <w:tab/>
        <w:t>1.013e0</w:t>
      </w:r>
    </w:p>
    <w:p w:rsidR="00850B65" w:rsidRDefault="00850B65" w:rsidP="00850B65">
      <w:r>
        <w:t>265.5619</w:t>
      </w:r>
      <w:r>
        <w:tab/>
        <w:t>2.025e0</w:t>
      </w:r>
    </w:p>
    <w:p w:rsidR="00850B65" w:rsidRDefault="00850B65" w:rsidP="00850B65">
      <w:r>
        <w:t>265.5724</w:t>
      </w:r>
      <w:r>
        <w:tab/>
        <w:t>2.025e0</w:t>
      </w:r>
    </w:p>
    <w:p w:rsidR="00850B65" w:rsidRDefault="00850B65" w:rsidP="00850B65">
      <w:r>
        <w:t>265.6031</w:t>
      </w:r>
      <w:r>
        <w:tab/>
        <w:t>1.013e0</w:t>
      </w:r>
    </w:p>
    <w:p w:rsidR="00850B65" w:rsidRDefault="00850B65" w:rsidP="00850B65">
      <w:r>
        <w:t>265.6072</w:t>
      </w:r>
      <w:r>
        <w:tab/>
        <w:t>1.013e0</w:t>
      </w:r>
    </w:p>
    <w:p w:rsidR="00850B65" w:rsidRDefault="00850B65" w:rsidP="00850B65">
      <w:r>
        <w:t>265.6542</w:t>
      </w:r>
      <w:r>
        <w:tab/>
        <w:t>1.013e0</w:t>
      </w:r>
    </w:p>
    <w:p w:rsidR="00850B65" w:rsidRDefault="00850B65" w:rsidP="00850B65">
      <w:r>
        <w:t>265.6689</w:t>
      </w:r>
      <w:r>
        <w:tab/>
        <w:t>1.013e0</w:t>
      </w:r>
    </w:p>
    <w:p w:rsidR="00850B65" w:rsidRDefault="00850B65" w:rsidP="00850B65">
      <w:r>
        <w:t>265.6768</w:t>
      </w:r>
      <w:r>
        <w:tab/>
        <w:t>1.013e0</w:t>
      </w:r>
    </w:p>
    <w:p w:rsidR="00850B65" w:rsidRDefault="00850B65" w:rsidP="00850B65">
      <w:r>
        <w:t>265.6808</w:t>
      </w:r>
      <w:r>
        <w:tab/>
        <w:t>1.013e0</w:t>
      </w:r>
    </w:p>
    <w:p w:rsidR="00850B65" w:rsidRDefault="00850B65" w:rsidP="00850B65">
      <w:r>
        <w:t>265.6887</w:t>
      </w:r>
      <w:r>
        <w:tab/>
        <w:t>1.013e0</w:t>
      </w:r>
    </w:p>
    <w:p w:rsidR="00850B65" w:rsidRDefault="00850B65" w:rsidP="00850B65">
      <w:r>
        <w:t>265.7404</w:t>
      </w:r>
      <w:r>
        <w:tab/>
        <w:t>3.038e0</w:t>
      </w:r>
    </w:p>
    <w:p w:rsidR="00850B65" w:rsidRDefault="00850B65" w:rsidP="00850B65">
      <w:r>
        <w:t>265.8063</w:t>
      </w:r>
      <w:r>
        <w:tab/>
        <w:t>1.013e0</w:t>
      </w:r>
    </w:p>
    <w:p w:rsidR="00850B65" w:rsidRDefault="00850B65" w:rsidP="00850B65">
      <w:r>
        <w:t>265.8162</w:t>
      </w:r>
      <w:r>
        <w:tab/>
        <w:t>1.013e0</w:t>
      </w:r>
    </w:p>
    <w:p w:rsidR="00850B65" w:rsidRDefault="00850B65" w:rsidP="00850B65">
      <w:r>
        <w:lastRenderedPageBreak/>
        <w:t>265.8407</w:t>
      </w:r>
      <w:r>
        <w:tab/>
        <w:t>1.013e0</w:t>
      </w:r>
    </w:p>
    <w:p w:rsidR="00850B65" w:rsidRDefault="00850B65" w:rsidP="00850B65">
      <w:r>
        <w:t>265.8710</w:t>
      </w:r>
      <w:r>
        <w:tab/>
        <w:t>1.013e0</w:t>
      </w:r>
    </w:p>
    <w:p w:rsidR="00850B65" w:rsidRDefault="00850B65" w:rsidP="00850B65">
      <w:r>
        <w:t>265.8849</w:t>
      </w:r>
      <w:r>
        <w:tab/>
        <w:t>1.013e0</w:t>
      </w:r>
    </w:p>
    <w:p w:rsidR="00850B65" w:rsidRDefault="00850B65" w:rsidP="00850B65">
      <w:r>
        <w:t>265.8978</w:t>
      </w:r>
      <w:r>
        <w:tab/>
        <w:t>1.013e0</w:t>
      </w:r>
    </w:p>
    <w:p w:rsidR="00850B65" w:rsidRDefault="00850B65" w:rsidP="00850B65">
      <w:r>
        <w:t>265.9059</w:t>
      </w:r>
      <w:r>
        <w:tab/>
        <w:t>1.013e0</w:t>
      </w:r>
    </w:p>
    <w:p w:rsidR="00850B65" w:rsidRDefault="00850B65" w:rsidP="00850B65">
      <w:r>
        <w:t>265.9998</w:t>
      </w:r>
      <w:r>
        <w:tab/>
        <w:t>2.025e0</w:t>
      </w:r>
    </w:p>
    <w:p w:rsidR="00850B65" w:rsidRDefault="00850B65" w:rsidP="00850B65">
      <w:r>
        <w:t>266.0493</w:t>
      </w:r>
      <w:r>
        <w:tab/>
        <w:t>1.013e0</w:t>
      </w:r>
    </w:p>
    <w:p w:rsidR="00850B65" w:rsidRDefault="00850B65" w:rsidP="00850B65">
      <w:r>
        <w:t>266.0694</w:t>
      </w:r>
      <w:r>
        <w:tab/>
        <w:t>5.063e0</w:t>
      </w:r>
    </w:p>
    <w:p w:rsidR="00850B65" w:rsidRDefault="00850B65" w:rsidP="00850B65">
      <w:r>
        <w:t>266.0755</w:t>
      </w:r>
      <w:r>
        <w:tab/>
        <w:t>2.025e0</w:t>
      </w:r>
    </w:p>
    <w:p w:rsidR="00850B65" w:rsidRDefault="00850B65" w:rsidP="00850B65">
      <w:r>
        <w:t>266.1189</w:t>
      </w:r>
      <w:r>
        <w:tab/>
        <w:t>2.025e0</w:t>
      </w:r>
    </w:p>
    <w:p w:rsidR="00850B65" w:rsidRDefault="00850B65" w:rsidP="00850B65">
      <w:r>
        <w:t>266.1335</w:t>
      </w:r>
      <w:r>
        <w:tab/>
        <w:t>2.025e0</w:t>
      </w:r>
    </w:p>
    <w:p w:rsidR="00850B65" w:rsidRDefault="00850B65" w:rsidP="00850B65">
      <w:r>
        <w:t>266.1549</w:t>
      </w:r>
      <w:r>
        <w:tab/>
        <w:t>1.620e1</w:t>
      </w:r>
    </w:p>
    <w:p w:rsidR="00850B65" w:rsidRDefault="00850B65" w:rsidP="00850B65">
      <w:r>
        <w:t>266.1563</w:t>
      </w:r>
      <w:r>
        <w:tab/>
        <w:t>2.544e1</w:t>
      </w:r>
    </w:p>
    <w:p w:rsidR="00850B65" w:rsidRDefault="00850B65" w:rsidP="00850B65">
      <w:r>
        <w:t>266.1732</w:t>
      </w:r>
      <w:r>
        <w:tab/>
        <w:t>8.101e0</w:t>
      </w:r>
    </w:p>
    <w:p w:rsidR="00850B65" w:rsidRDefault="00850B65" w:rsidP="00850B65">
      <w:r>
        <w:t>266.2171</w:t>
      </w:r>
      <w:r>
        <w:tab/>
        <w:t>3.038e0</w:t>
      </w:r>
    </w:p>
    <w:p w:rsidR="00850B65" w:rsidRDefault="00850B65" w:rsidP="00850B65">
      <w:r>
        <w:t>266.2237</w:t>
      </w:r>
      <w:r>
        <w:tab/>
        <w:t>1.013e0</w:t>
      </w:r>
    </w:p>
    <w:p w:rsidR="00850B65" w:rsidRDefault="00850B65" w:rsidP="00850B65">
      <w:r>
        <w:t>266.2418</w:t>
      </w:r>
      <w:r>
        <w:tab/>
        <w:t>2.025e0</w:t>
      </w:r>
    </w:p>
    <w:p w:rsidR="00850B65" w:rsidRDefault="00850B65" w:rsidP="00850B65">
      <w:r>
        <w:t>266.2533</w:t>
      </w:r>
      <w:r>
        <w:tab/>
        <w:t>1.013e0</w:t>
      </w:r>
    </w:p>
    <w:p w:rsidR="00850B65" w:rsidRDefault="00850B65" w:rsidP="00850B65">
      <w:r>
        <w:t>266.2684</w:t>
      </w:r>
      <w:r>
        <w:tab/>
        <w:t>2.039e0</w:t>
      </w:r>
    </w:p>
    <w:p w:rsidR="00850B65" w:rsidRDefault="00850B65" w:rsidP="00850B65">
      <w:r>
        <w:lastRenderedPageBreak/>
        <w:t>266.3114</w:t>
      </w:r>
      <w:r>
        <w:tab/>
        <w:t>2.025e0</w:t>
      </w:r>
    </w:p>
    <w:p w:rsidR="00850B65" w:rsidRDefault="00850B65" w:rsidP="00850B65">
      <w:r>
        <w:t>266.3289</w:t>
      </w:r>
      <w:r>
        <w:tab/>
        <w:t>3.038e0</w:t>
      </w:r>
    </w:p>
    <w:p w:rsidR="00850B65" w:rsidRDefault="00850B65" w:rsidP="00850B65">
      <w:r>
        <w:t>266.4567</w:t>
      </w:r>
      <w:r>
        <w:tab/>
        <w:t>1.013e0</w:t>
      </w:r>
    </w:p>
    <w:p w:rsidR="00850B65" w:rsidRDefault="00850B65" w:rsidP="00850B65">
      <w:r>
        <w:t>266.4648</w:t>
      </w:r>
      <w:r>
        <w:tab/>
        <w:t>1.013e0</w:t>
      </w:r>
    </w:p>
    <w:p w:rsidR="00850B65" w:rsidRDefault="00850B65" w:rsidP="00850B65">
      <w:r>
        <w:t>266.4956</w:t>
      </w:r>
      <w:r>
        <w:tab/>
        <w:t>1.013e0</w:t>
      </w:r>
    </w:p>
    <w:p w:rsidR="00850B65" w:rsidRDefault="00850B65" w:rsidP="00850B65">
      <w:r>
        <w:t>266.5041</w:t>
      </w:r>
      <w:r>
        <w:tab/>
        <w:t>1.013e0</w:t>
      </w:r>
    </w:p>
    <w:p w:rsidR="00850B65" w:rsidRDefault="00850B65" w:rsidP="00850B65">
      <w:r>
        <w:t>266.5573</w:t>
      </w:r>
      <w:r>
        <w:tab/>
        <w:t>2.025e0</w:t>
      </w:r>
    </w:p>
    <w:p w:rsidR="00850B65" w:rsidRDefault="00850B65" w:rsidP="00850B65">
      <w:r>
        <w:t>266.5653</w:t>
      </w:r>
      <w:r>
        <w:tab/>
        <w:t>1.013e0</w:t>
      </w:r>
    </w:p>
    <w:p w:rsidR="00850B65" w:rsidRDefault="00850B65" w:rsidP="00850B65">
      <w:r>
        <w:t>266.5961</w:t>
      </w:r>
      <w:r>
        <w:tab/>
        <w:t>1.013e0</w:t>
      </w:r>
    </w:p>
    <w:p w:rsidR="00850B65" w:rsidRDefault="00850B65" w:rsidP="00850B65">
      <w:r>
        <w:t>266.6081</w:t>
      </w:r>
      <w:r>
        <w:tab/>
        <w:t>1.013e0</w:t>
      </w:r>
    </w:p>
    <w:p w:rsidR="00850B65" w:rsidRDefault="00850B65" w:rsidP="00850B65">
      <w:r>
        <w:t>266.6391</w:t>
      </w:r>
      <w:r>
        <w:tab/>
        <w:t>1.013e0</w:t>
      </w:r>
    </w:p>
    <w:p w:rsidR="00850B65" w:rsidRDefault="00850B65" w:rsidP="00850B65">
      <w:r>
        <w:t>266.6469</w:t>
      </w:r>
      <w:r>
        <w:tab/>
        <w:t>1.013e0</w:t>
      </w:r>
    </w:p>
    <w:p w:rsidR="00850B65" w:rsidRDefault="00850B65" w:rsidP="00850B65">
      <w:r>
        <w:t>266.6980</w:t>
      </w:r>
      <w:r>
        <w:tab/>
        <w:t>2.025e0</w:t>
      </w:r>
    </w:p>
    <w:p w:rsidR="00850B65" w:rsidRDefault="00850B65" w:rsidP="00850B65">
      <w:r>
        <w:t>266.7108</w:t>
      </w:r>
      <w:r>
        <w:tab/>
        <w:t>2.025e0</w:t>
      </w:r>
    </w:p>
    <w:p w:rsidR="00850B65" w:rsidRDefault="00850B65" w:rsidP="00850B65">
      <w:r>
        <w:t>266.7354</w:t>
      </w:r>
      <w:r>
        <w:tab/>
        <w:t>1.013e0</w:t>
      </w:r>
    </w:p>
    <w:p w:rsidR="00850B65" w:rsidRDefault="00850B65" w:rsidP="00850B65">
      <w:r>
        <w:t>266.7525</w:t>
      </w:r>
      <w:r>
        <w:tab/>
        <w:t>2.025e0</w:t>
      </w:r>
    </w:p>
    <w:p w:rsidR="00850B65" w:rsidRDefault="00850B65" w:rsidP="00850B65">
      <w:r>
        <w:t>266.7628</w:t>
      </w:r>
      <w:r>
        <w:tab/>
        <w:t>2.025e0</w:t>
      </w:r>
    </w:p>
    <w:p w:rsidR="00850B65" w:rsidRDefault="00850B65" w:rsidP="00850B65">
      <w:r>
        <w:t>266.7912</w:t>
      </w:r>
      <w:r>
        <w:tab/>
        <w:t>5.063e0</w:t>
      </w:r>
    </w:p>
    <w:p w:rsidR="00850B65" w:rsidRDefault="00850B65" w:rsidP="00850B65">
      <w:r>
        <w:t>266.8135</w:t>
      </w:r>
      <w:r>
        <w:tab/>
        <w:t>1.013e0</w:t>
      </w:r>
    </w:p>
    <w:p w:rsidR="00850B65" w:rsidRDefault="00850B65" w:rsidP="00850B65">
      <w:r>
        <w:lastRenderedPageBreak/>
        <w:t>266.8255</w:t>
      </w:r>
      <w:r>
        <w:tab/>
        <w:t>1.013e0</w:t>
      </w:r>
    </w:p>
    <w:p w:rsidR="00850B65" w:rsidRDefault="00850B65" w:rsidP="00850B65">
      <w:r>
        <w:t>266.8782</w:t>
      </w:r>
      <w:r>
        <w:tab/>
        <w:t>1.013e0</w:t>
      </w:r>
    </w:p>
    <w:p w:rsidR="00850B65" w:rsidRDefault="00850B65" w:rsidP="00850B65">
      <w:r>
        <w:t>266.8952</w:t>
      </w:r>
      <w:r>
        <w:tab/>
        <w:t>1.013e0</w:t>
      </w:r>
    </w:p>
    <w:p w:rsidR="00850B65" w:rsidRDefault="00850B65" w:rsidP="00850B65">
      <w:r>
        <w:t>266.9380</w:t>
      </w:r>
      <w:r>
        <w:tab/>
        <w:t>2.025e0</w:t>
      </w:r>
    </w:p>
    <w:p w:rsidR="00850B65" w:rsidRDefault="00850B65" w:rsidP="00850B65">
      <w:r>
        <w:t>266.9451</w:t>
      </w:r>
      <w:r>
        <w:tab/>
        <w:t>2.025e0</w:t>
      </w:r>
    </w:p>
    <w:p w:rsidR="00850B65" w:rsidRDefault="00850B65" w:rsidP="00850B65">
      <w:r>
        <w:t>266.9751</w:t>
      </w:r>
      <w:r>
        <w:tab/>
        <w:t>2.025e0</w:t>
      </w:r>
    </w:p>
    <w:p w:rsidR="00850B65" w:rsidRDefault="00850B65" w:rsidP="00850B65">
      <w:r>
        <w:t>266.9866</w:t>
      </w:r>
      <w:r>
        <w:tab/>
        <w:t>1.013e0</w:t>
      </w:r>
    </w:p>
    <w:p w:rsidR="00850B65" w:rsidRDefault="00850B65" w:rsidP="00850B65">
      <w:r>
        <w:t>266.9959</w:t>
      </w:r>
      <w:r>
        <w:tab/>
        <w:t>1.013e0</w:t>
      </w:r>
    </w:p>
    <w:p w:rsidR="00850B65" w:rsidRDefault="00850B65" w:rsidP="00850B65">
      <w:r>
        <w:t>267.0019</w:t>
      </w:r>
      <w:r>
        <w:tab/>
        <w:t>2.025e0</w:t>
      </w:r>
    </w:p>
    <w:p w:rsidR="00850B65" w:rsidRDefault="00850B65" w:rsidP="00850B65">
      <w:r>
        <w:t>267.0309</w:t>
      </w:r>
      <w:r>
        <w:tab/>
        <w:t>1.013e0</w:t>
      </w:r>
    </w:p>
    <w:p w:rsidR="00850B65" w:rsidRDefault="00850B65" w:rsidP="00850B65">
      <w:r>
        <w:t>267.0427</w:t>
      </w:r>
      <w:r>
        <w:tab/>
        <w:t>3.038e0</w:t>
      </w:r>
    </w:p>
    <w:p w:rsidR="00850B65" w:rsidRDefault="00850B65" w:rsidP="00850B65">
      <w:r>
        <w:t>267.0468</w:t>
      </w:r>
      <w:r>
        <w:tab/>
        <w:t>2.025e0</w:t>
      </w:r>
    </w:p>
    <w:p w:rsidR="00850B65" w:rsidRDefault="00850B65" w:rsidP="00850B65">
      <w:r>
        <w:t>267.0697</w:t>
      </w:r>
      <w:r>
        <w:tab/>
        <w:t>2.025e0</w:t>
      </w:r>
    </w:p>
    <w:p w:rsidR="00850B65" w:rsidRDefault="00850B65" w:rsidP="00850B65">
      <w:r>
        <w:t>267.0776</w:t>
      </w:r>
      <w:r>
        <w:tab/>
        <w:t>2.025e0</w:t>
      </w:r>
    </w:p>
    <w:p w:rsidR="00850B65" w:rsidRDefault="00850B65" w:rsidP="00850B65">
      <w:r>
        <w:t>267.0901</w:t>
      </w:r>
      <w:r>
        <w:tab/>
        <w:t>1.013e0</w:t>
      </w:r>
    </w:p>
    <w:p w:rsidR="00850B65" w:rsidRDefault="00850B65" w:rsidP="00850B65">
      <w:r>
        <w:t>267.1310</w:t>
      </w:r>
      <w:r>
        <w:tab/>
        <w:t>3.038e0</w:t>
      </w:r>
    </w:p>
    <w:p w:rsidR="00850B65" w:rsidRDefault="00850B65" w:rsidP="00850B65">
      <w:r>
        <w:t>267.1537</w:t>
      </w:r>
      <w:r>
        <w:tab/>
        <w:t>1.150e1</w:t>
      </w:r>
    </w:p>
    <w:p w:rsidR="00850B65" w:rsidRDefault="00850B65" w:rsidP="00850B65">
      <w:r>
        <w:t>267.1602</w:t>
      </w:r>
      <w:r>
        <w:tab/>
        <w:t>9.114e0</w:t>
      </w:r>
    </w:p>
    <w:p w:rsidR="00850B65" w:rsidRDefault="00850B65" w:rsidP="00850B65">
      <w:r>
        <w:t>267.1778</w:t>
      </w:r>
      <w:r>
        <w:tab/>
        <w:t>3.226e0</w:t>
      </w:r>
    </w:p>
    <w:p w:rsidR="00850B65" w:rsidRDefault="00850B65" w:rsidP="00850B65">
      <w:r>
        <w:lastRenderedPageBreak/>
        <w:t>267.2460</w:t>
      </w:r>
      <w:r>
        <w:tab/>
        <w:t>2.025e0</w:t>
      </w:r>
    </w:p>
    <w:p w:rsidR="00850B65" w:rsidRDefault="00850B65" w:rsidP="00850B65">
      <w:r>
        <w:t>267.2518</w:t>
      </w:r>
      <w:r>
        <w:tab/>
        <w:t>2.025e0</w:t>
      </w:r>
    </w:p>
    <w:p w:rsidR="00850B65" w:rsidRDefault="00850B65" w:rsidP="00850B65">
      <w:r>
        <w:t>267.3092</w:t>
      </w:r>
      <w:r>
        <w:tab/>
        <w:t>2.025e0</w:t>
      </w:r>
    </w:p>
    <w:p w:rsidR="00850B65" w:rsidRDefault="00850B65" w:rsidP="00850B65">
      <w:r>
        <w:t>267.3418</w:t>
      </w:r>
      <w:r>
        <w:tab/>
        <w:t>1.013e0</w:t>
      </w:r>
    </w:p>
    <w:p w:rsidR="00850B65" w:rsidRDefault="00850B65" w:rsidP="00850B65">
      <w:r>
        <w:t>267.3609</w:t>
      </w:r>
      <w:r>
        <w:tab/>
        <w:t>1.013e0</w:t>
      </w:r>
    </w:p>
    <w:p w:rsidR="00850B65" w:rsidRDefault="00850B65" w:rsidP="00850B65">
      <w:r>
        <w:t>267.3860</w:t>
      </w:r>
      <w:r>
        <w:tab/>
        <w:t>1.013e0</w:t>
      </w:r>
    </w:p>
    <w:p w:rsidR="00850B65" w:rsidRDefault="00850B65" w:rsidP="00850B65">
      <w:r>
        <w:t>267.3997</w:t>
      </w:r>
      <w:r>
        <w:tab/>
        <w:t>1.013e0</w:t>
      </w:r>
    </w:p>
    <w:p w:rsidR="00850B65" w:rsidRDefault="00850B65" w:rsidP="00850B65">
      <w:r>
        <w:t>267.4386</w:t>
      </w:r>
      <w:r>
        <w:tab/>
        <w:t>1.013e0</w:t>
      </w:r>
    </w:p>
    <w:p w:rsidR="00850B65" w:rsidRDefault="00850B65" w:rsidP="00850B65">
      <w:r>
        <w:t>267.4896</w:t>
      </w:r>
      <w:r>
        <w:tab/>
        <w:t>1.013e0</w:t>
      </w:r>
    </w:p>
    <w:p w:rsidR="00850B65" w:rsidRDefault="00850B65" w:rsidP="00850B65">
      <w:r>
        <w:t>267.5686</w:t>
      </w:r>
      <w:r>
        <w:tab/>
        <w:t>1.013e0</w:t>
      </w:r>
    </w:p>
    <w:p w:rsidR="00850B65" w:rsidRDefault="00850B65" w:rsidP="00850B65">
      <w:r>
        <w:t>267.5942</w:t>
      </w:r>
      <w:r>
        <w:tab/>
        <w:t>1.013e0</w:t>
      </w:r>
    </w:p>
    <w:p w:rsidR="00850B65" w:rsidRDefault="00850B65" w:rsidP="00850B65">
      <w:r>
        <w:t>267.6252</w:t>
      </w:r>
      <w:r>
        <w:tab/>
        <w:t>1.013e0</w:t>
      </w:r>
    </w:p>
    <w:p w:rsidR="00850B65" w:rsidRDefault="00850B65" w:rsidP="00850B65">
      <w:r>
        <w:t>267.6871</w:t>
      </w:r>
      <w:r>
        <w:tab/>
        <w:t>1.013e0</w:t>
      </w:r>
    </w:p>
    <w:p w:rsidR="00850B65" w:rsidRDefault="00850B65" w:rsidP="00850B65">
      <w:r>
        <w:t>267.7118</w:t>
      </w:r>
      <w:r>
        <w:tab/>
        <w:t>1.013e0</w:t>
      </w:r>
    </w:p>
    <w:p w:rsidR="00850B65" w:rsidRDefault="00850B65" w:rsidP="00850B65">
      <w:r>
        <w:t>267.7259</w:t>
      </w:r>
      <w:r>
        <w:tab/>
        <w:t>1.013e0</w:t>
      </w:r>
    </w:p>
    <w:p w:rsidR="00850B65" w:rsidRDefault="00850B65" w:rsidP="00850B65">
      <w:r>
        <w:t>267.8347</w:t>
      </w:r>
      <w:r>
        <w:tab/>
        <w:t>1.013e0</w:t>
      </w:r>
    </w:p>
    <w:p w:rsidR="00850B65" w:rsidRDefault="00850B65" w:rsidP="00850B65">
      <w:r>
        <w:t>267.8601</w:t>
      </w:r>
      <w:r>
        <w:tab/>
        <w:t>2.025e0</w:t>
      </w:r>
    </w:p>
    <w:p w:rsidR="00850B65" w:rsidRDefault="00850B65" w:rsidP="00850B65">
      <w:r>
        <w:t>267.9165</w:t>
      </w:r>
      <w:r>
        <w:tab/>
        <w:t>1.013e0</w:t>
      </w:r>
    </w:p>
    <w:p w:rsidR="00850B65" w:rsidRDefault="00850B65" w:rsidP="00850B65">
      <w:r>
        <w:t>267.9554</w:t>
      </w:r>
      <w:r>
        <w:tab/>
        <w:t>1.013e0</w:t>
      </w:r>
    </w:p>
    <w:p w:rsidR="00850B65" w:rsidRDefault="00850B65" w:rsidP="00850B65">
      <w:r>
        <w:lastRenderedPageBreak/>
        <w:t>267.9593</w:t>
      </w:r>
      <w:r>
        <w:tab/>
        <w:t>1.013e0</w:t>
      </w:r>
    </w:p>
    <w:p w:rsidR="00850B65" w:rsidRDefault="00850B65" w:rsidP="00850B65">
      <w:r>
        <w:t>267.9823</w:t>
      </w:r>
      <w:r>
        <w:tab/>
        <w:t>1.013e0</w:t>
      </w:r>
    </w:p>
    <w:p w:rsidR="00850B65" w:rsidRDefault="00850B65" w:rsidP="00850B65">
      <w:r>
        <w:t>268.0253</w:t>
      </w:r>
      <w:r>
        <w:tab/>
        <w:t>1.013e0</w:t>
      </w:r>
    </w:p>
    <w:p w:rsidR="00850B65" w:rsidRDefault="00850B65" w:rsidP="00850B65">
      <w:r>
        <w:t>268.0642</w:t>
      </w:r>
      <w:r>
        <w:tab/>
        <w:t>2.025e0</w:t>
      </w:r>
    </w:p>
    <w:p w:rsidR="00850B65" w:rsidRDefault="00850B65" w:rsidP="00850B65">
      <w:r>
        <w:t>268.0814</w:t>
      </w:r>
      <w:r>
        <w:tab/>
        <w:t>1.781e0</w:t>
      </w:r>
    </w:p>
    <w:p w:rsidR="00850B65" w:rsidRDefault="00850B65" w:rsidP="00850B65">
      <w:r>
        <w:t>268.0951</w:t>
      </w:r>
      <w:r>
        <w:tab/>
        <w:t>1.013e0</w:t>
      </w:r>
    </w:p>
    <w:p w:rsidR="00850B65" w:rsidRDefault="00850B65" w:rsidP="00850B65">
      <w:r>
        <w:t>268.0971</w:t>
      </w:r>
      <w:r>
        <w:tab/>
        <w:t>2.029e0</w:t>
      </w:r>
    </w:p>
    <w:p w:rsidR="00850B65" w:rsidRDefault="00850B65" w:rsidP="00850B65">
      <w:r>
        <w:t>268.1496</w:t>
      </w:r>
      <w:r>
        <w:tab/>
        <w:t>1.316e1</w:t>
      </w:r>
    </w:p>
    <w:p w:rsidR="00850B65" w:rsidRDefault="00850B65" w:rsidP="00850B65">
      <w:r>
        <w:t>268.1535</w:t>
      </w:r>
      <w:r>
        <w:tab/>
        <w:t>5.063e0</w:t>
      </w:r>
    </w:p>
    <w:p w:rsidR="00850B65" w:rsidRDefault="00850B65" w:rsidP="00850B65">
      <w:r>
        <w:t>268.1608</w:t>
      </w:r>
      <w:r>
        <w:tab/>
        <w:t>4.700e0</w:t>
      </w:r>
    </w:p>
    <w:p w:rsidR="00850B65" w:rsidRDefault="00850B65" w:rsidP="00850B65">
      <w:r>
        <w:t>268.1961</w:t>
      </w:r>
      <w:r>
        <w:tab/>
        <w:t>3.038e0</w:t>
      </w:r>
    </w:p>
    <w:p w:rsidR="00850B65" w:rsidRDefault="00850B65" w:rsidP="00850B65">
      <w:r>
        <w:t>268.1999</w:t>
      </w:r>
      <w:r>
        <w:tab/>
        <w:t>2.025e0</w:t>
      </w:r>
    </w:p>
    <w:p w:rsidR="00850B65" w:rsidRDefault="00850B65" w:rsidP="00850B65">
      <w:r>
        <w:t>268.2308</w:t>
      </w:r>
      <w:r>
        <w:tab/>
        <w:t>2.295e0</w:t>
      </w:r>
    </w:p>
    <w:p w:rsidR="00850B65" w:rsidRDefault="00850B65" w:rsidP="00850B65">
      <w:r>
        <w:t>268.2778</w:t>
      </w:r>
      <w:r>
        <w:tab/>
        <w:t>1.013e0</w:t>
      </w:r>
    </w:p>
    <w:p w:rsidR="00850B65" w:rsidRDefault="00850B65" w:rsidP="00850B65">
      <w:r>
        <w:t>268.2998</w:t>
      </w:r>
      <w:r>
        <w:tab/>
        <w:t>3.038e0</w:t>
      </w:r>
    </w:p>
    <w:p w:rsidR="00850B65" w:rsidRDefault="00850B65" w:rsidP="00850B65">
      <w:r>
        <w:t>268.3127</w:t>
      </w:r>
      <w:r>
        <w:tab/>
        <w:t>1.013e0</w:t>
      </w:r>
    </w:p>
    <w:p w:rsidR="00850B65" w:rsidRDefault="00850B65" w:rsidP="00850B65">
      <w:r>
        <w:t>268.3207</w:t>
      </w:r>
      <w:r>
        <w:tab/>
        <w:t>1.013e0</w:t>
      </w:r>
    </w:p>
    <w:p w:rsidR="00850B65" w:rsidRDefault="00850B65" w:rsidP="00850B65">
      <w:r>
        <w:t>268.4136</w:t>
      </w:r>
      <w:r>
        <w:tab/>
        <w:t>1.013e0</w:t>
      </w:r>
    </w:p>
    <w:p w:rsidR="00850B65" w:rsidRDefault="00850B65" w:rsidP="00850B65">
      <w:r>
        <w:t>268.4436</w:t>
      </w:r>
      <w:r>
        <w:tab/>
        <w:t>1.013e0</w:t>
      </w:r>
    </w:p>
    <w:p w:rsidR="00850B65" w:rsidRDefault="00850B65" w:rsidP="00850B65">
      <w:r>
        <w:lastRenderedPageBreak/>
        <w:t>268.4486</w:t>
      </w:r>
      <w:r>
        <w:tab/>
        <w:t>1.013e0</w:t>
      </w:r>
    </w:p>
    <w:p w:rsidR="00850B65" w:rsidRDefault="00850B65" w:rsidP="00850B65">
      <w:r>
        <w:t>268.4734</w:t>
      </w:r>
      <w:r>
        <w:tab/>
        <w:t>1.013e0</w:t>
      </w:r>
    </w:p>
    <w:p w:rsidR="00850B65" w:rsidRDefault="00850B65" w:rsidP="00850B65">
      <w:r>
        <w:t>268.5107</w:t>
      </w:r>
      <w:r>
        <w:tab/>
        <w:t>2.025e0</w:t>
      </w:r>
    </w:p>
    <w:p w:rsidR="00850B65" w:rsidRDefault="00850B65" w:rsidP="00850B65">
      <w:r>
        <w:t>268.5526</w:t>
      </w:r>
      <w:r>
        <w:tab/>
        <w:t>1.013e0</w:t>
      </w:r>
    </w:p>
    <w:p w:rsidR="00850B65" w:rsidRDefault="00850B65" w:rsidP="00850B65">
      <w:r>
        <w:t>268.6392</w:t>
      </w:r>
      <w:r>
        <w:tab/>
        <w:t>2.025e0</w:t>
      </w:r>
    </w:p>
    <w:p w:rsidR="00850B65" w:rsidRDefault="00850B65" w:rsidP="00850B65">
      <w:r>
        <w:t>268.6973</w:t>
      </w:r>
      <w:r>
        <w:tab/>
        <w:t>2.025e0</w:t>
      </w:r>
    </w:p>
    <w:p w:rsidR="00850B65" w:rsidRDefault="00850B65" w:rsidP="00850B65">
      <w:r>
        <w:t>268.7614</w:t>
      </w:r>
      <w:r>
        <w:tab/>
        <w:t>2.025e0</w:t>
      </w:r>
    </w:p>
    <w:p w:rsidR="00850B65" w:rsidRDefault="00850B65" w:rsidP="00850B65">
      <w:r>
        <w:t>268.7790</w:t>
      </w:r>
      <w:r>
        <w:tab/>
        <w:t>1.013e0</w:t>
      </w:r>
    </w:p>
    <w:p w:rsidR="00850B65" w:rsidRDefault="00850B65" w:rsidP="00850B65">
      <w:r>
        <w:t>268.7830</w:t>
      </w:r>
      <w:r>
        <w:tab/>
        <w:t>1.013e0</w:t>
      </w:r>
    </w:p>
    <w:p w:rsidR="00850B65" w:rsidRDefault="00850B65" w:rsidP="00850B65">
      <w:r>
        <w:t>268.8747</w:t>
      </w:r>
      <w:r>
        <w:tab/>
        <w:t>1.013e0</w:t>
      </w:r>
    </w:p>
    <w:p w:rsidR="00850B65" w:rsidRDefault="00850B65" w:rsidP="00850B65">
      <w:r>
        <w:t>268.9348</w:t>
      </w:r>
      <w:r>
        <w:tab/>
        <w:t>1.013e0</w:t>
      </w:r>
    </w:p>
    <w:p w:rsidR="00850B65" w:rsidRDefault="00850B65" w:rsidP="00850B65">
      <w:r>
        <w:t>269.0046</w:t>
      </w:r>
      <w:r>
        <w:tab/>
        <w:t>2.025e0</w:t>
      </w:r>
    </w:p>
    <w:p w:rsidR="00850B65" w:rsidRDefault="00850B65" w:rsidP="00850B65">
      <w:r>
        <w:t>269.0316</w:t>
      </w:r>
      <w:r>
        <w:tab/>
        <w:t>1.013e0</w:t>
      </w:r>
    </w:p>
    <w:p w:rsidR="00850B65" w:rsidRDefault="00850B65" w:rsidP="00850B65">
      <w:r>
        <w:t>269.1132</w:t>
      </w:r>
      <w:r>
        <w:tab/>
        <w:t>3.038e0</w:t>
      </w:r>
    </w:p>
    <w:p w:rsidR="00850B65" w:rsidRDefault="00850B65" w:rsidP="00850B65">
      <w:r>
        <w:t>269.1294</w:t>
      </w:r>
      <w:r>
        <w:tab/>
        <w:t>4.051e0</w:t>
      </w:r>
    </w:p>
    <w:p w:rsidR="00850B65" w:rsidRDefault="00850B65" w:rsidP="00850B65">
      <w:r>
        <w:t>269.1366</w:t>
      </w:r>
      <w:r>
        <w:tab/>
        <w:t>1.013e0</w:t>
      </w:r>
    </w:p>
    <w:p w:rsidR="00850B65" w:rsidRDefault="00850B65" w:rsidP="00850B65">
      <w:r>
        <w:t>269.1621</w:t>
      </w:r>
      <w:r>
        <w:tab/>
        <w:t>2.025e0</w:t>
      </w:r>
    </w:p>
    <w:p w:rsidR="00850B65" w:rsidRDefault="00850B65" w:rsidP="00850B65">
      <w:r>
        <w:t>269.1796</w:t>
      </w:r>
      <w:r>
        <w:tab/>
        <w:t>2.025e0</w:t>
      </w:r>
    </w:p>
    <w:p w:rsidR="00850B65" w:rsidRDefault="00850B65" w:rsidP="00850B65">
      <w:r>
        <w:t>269.1842</w:t>
      </w:r>
      <w:r>
        <w:tab/>
        <w:t>5.063e0</w:t>
      </w:r>
    </w:p>
    <w:p w:rsidR="00850B65" w:rsidRDefault="00850B65" w:rsidP="00850B65">
      <w:r>
        <w:lastRenderedPageBreak/>
        <w:t>269.2078</w:t>
      </w:r>
      <w:r>
        <w:tab/>
        <w:t>3.038e0</w:t>
      </w:r>
    </w:p>
    <w:p w:rsidR="00850B65" w:rsidRDefault="00850B65" w:rsidP="00850B65">
      <w:r>
        <w:t>269.2105</w:t>
      </w:r>
      <w:r>
        <w:tab/>
        <w:t>1.013e0</w:t>
      </w:r>
    </w:p>
    <w:p w:rsidR="00850B65" w:rsidRDefault="00850B65" w:rsidP="00850B65">
      <w:r>
        <w:t>269.2368</w:t>
      </w:r>
      <w:r>
        <w:tab/>
        <w:t>1.013e0</w:t>
      </w:r>
    </w:p>
    <w:p w:rsidR="00850B65" w:rsidRDefault="00850B65" w:rsidP="00850B65">
      <w:r>
        <w:t>269.2539</w:t>
      </w:r>
      <w:r>
        <w:tab/>
        <w:t>2.025e0</w:t>
      </w:r>
    </w:p>
    <w:p w:rsidR="00850B65" w:rsidRDefault="00850B65" w:rsidP="00850B65">
      <w:r>
        <w:t>269.2575</w:t>
      </w:r>
      <w:r>
        <w:tab/>
        <w:t>2.025e0</w:t>
      </w:r>
    </w:p>
    <w:p w:rsidR="00850B65" w:rsidRDefault="00850B65" w:rsidP="00850B65">
      <w:r>
        <w:t>269.3194</w:t>
      </w:r>
      <w:r>
        <w:tab/>
        <w:t>1.013e0</w:t>
      </w:r>
    </w:p>
    <w:p w:rsidR="00850B65" w:rsidRDefault="00850B65" w:rsidP="00850B65">
      <w:r>
        <w:t>269.3411</w:t>
      </w:r>
      <w:r>
        <w:tab/>
        <w:t>1.013e0</w:t>
      </w:r>
    </w:p>
    <w:p w:rsidR="00850B65" w:rsidRDefault="00850B65" w:rsidP="00850B65">
      <w:r>
        <w:t>269.3544</w:t>
      </w:r>
      <w:r>
        <w:tab/>
        <w:t>1.013e0</w:t>
      </w:r>
    </w:p>
    <w:p w:rsidR="00850B65" w:rsidRDefault="00850B65" w:rsidP="00850B65">
      <w:r>
        <w:t>269.3758</w:t>
      </w:r>
      <w:r>
        <w:tab/>
        <w:t>1.013e0</w:t>
      </w:r>
    </w:p>
    <w:p w:rsidR="00850B65" w:rsidRDefault="00850B65" w:rsidP="00850B65">
      <w:r>
        <w:t>269.3808</w:t>
      </w:r>
      <w:r>
        <w:tab/>
        <w:t>1.013e0</w:t>
      </w:r>
    </w:p>
    <w:p w:rsidR="00850B65" w:rsidRDefault="00850B65" w:rsidP="00850B65">
      <w:r>
        <w:t>269.3882</w:t>
      </w:r>
      <w:r>
        <w:tab/>
        <w:t>2.025e0</w:t>
      </w:r>
    </w:p>
    <w:p w:rsidR="00850B65" w:rsidRDefault="00850B65" w:rsidP="00850B65">
      <w:r>
        <w:t>269.4324</w:t>
      </w:r>
      <w:r>
        <w:tab/>
        <w:t>1.013e0</w:t>
      </w:r>
    </w:p>
    <w:p w:rsidR="00850B65" w:rsidRDefault="00850B65" w:rsidP="00850B65">
      <w:r>
        <w:t>269.4674</w:t>
      </w:r>
      <w:r>
        <w:tab/>
        <w:t>1.013e0</w:t>
      </w:r>
    </w:p>
    <w:p w:rsidR="00850B65" w:rsidRDefault="00850B65" w:rsidP="00850B65">
      <w:r>
        <w:t>269.4883</w:t>
      </w:r>
      <w:r>
        <w:tab/>
        <w:t>2.025e0</w:t>
      </w:r>
    </w:p>
    <w:p w:rsidR="00850B65" w:rsidRDefault="00850B65" w:rsidP="00850B65">
      <w:r>
        <w:t>269.6072</w:t>
      </w:r>
      <w:r>
        <w:tab/>
        <w:t>3.038e0</w:t>
      </w:r>
    </w:p>
    <w:p w:rsidR="00850B65" w:rsidRDefault="00850B65" w:rsidP="00850B65">
      <w:r>
        <w:t>269.6733</w:t>
      </w:r>
      <w:r>
        <w:tab/>
        <w:t>1.013e0</w:t>
      </w:r>
    </w:p>
    <w:p w:rsidR="00850B65" w:rsidRDefault="00850B65" w:rsidP="00850B65">
      <w:r>
        <w:t>269.7242</w:t>
      </w:r>
      <w:r>
        <w:tab/>
        <w:t>1.013e0</w:t>
      </w:r>
    </w:p>
    <w:p w:rsidR="00850B65" w:rsidRDefault="00850B65" w:rsidP="00850B65">
      <w:r>
        <w:t>269.7733</w:t>
      </w:r>
      <w:r>
        <w:tab/>
        <w:t>1.013e0</w:t>
      </w:r>
    </w:p>
    <w:p w:rsidR="00850B65" w:rsidRDefault="00850B65" w:rsidP="00850B65">
      <w:r>
        <w:t>269.8430</w:t>
      </w:r>
      <w:r>
        <w:tab/>
        <w:t>1.013e0</w:t>
      </w:r>
    </w:p>
    <w:p w:rsidR="00850B65" w:rsidRDefault="00850B65" w:rsidP="00850B65">
      <w:r>
        <w:lastRenderedPageBreak/>
        <w:t>269.8523</w:t>
      </w:r>
      <w:r>
        <w:tab/>
        <w:t>1.013e0</w:t>
      </w:r>
    </w:p>
    <w:p w:rsidR="00850B65" w:rsidRDefault="00850B65" w:rsidP="00850B65">
      <w:r>
        <w:t>269.8778</w:t>
      </w:r>
      <w:r>
        <w:tab/>
        <w:t>1.013e0</w:t>
      </w:r>
    </w:p>
    <w:p w:rsidR="00850B65" w:rsidRDefault="00850B65" w:rsidP="00850B65">
      <w:r>
        <w:t>269.9250</w:t>
      </w:r>
      <w:r>
        <w:tab/>
        <w:t>2.025e0</w:t>
      </w:r>
    </w:p>
    <w:p w:rsidR="00850B65" w:rsidRDefault="00850B65" w:rsidP="00850B65">
      <w:r>
        <w:t>269.9732</w:t>
      </w:r>
      <w:r>
        <w:tab/>
        <w:t>1.013e0</w:t>
      </w:r>
    </w:p>
    <w:p w:rsidR="00850B65" w:rsidRDefault="00850B65" w:rsidP="00850B65">
      <w:r>
        <w:t>270.0171</w:t>
      </w:r>
      <w:r>
        <w:tab/>
        <w:t>1.013e0</w:t>
      </w:r>
    </w:p>
    <w:p w:rsidR="00850B65" w:rsidRDefault="00850B65" w:rsidP="00850B65">
      <w:r>
        <w:t>270.0261</w:t>
      </w:r>
      <w:r>
        <w:tab/>
        <w:t>1.754e0</w:t>
      </w:r>
    </w:p>
    <w:p w:rsidR="00850B65" w:rsidRDefault="00850B65" w:rsidP="00850B65">
      <w:r>
        <w:t>270.0392</w:t>
      </w:r>
      <w:r>
        <w:tab/>
        <w:t>1.013e0</w:t>
      </w:r>
    </w:p>
    <w:p w:rsidR="00850B65" w:rsidRDefault="00850B65" w:rsidP="00850B65">
      <w:r>
        <w:t>270.0821</w:t>
      </w:r>
      <w:r>
        <w:tab/>
        <w:t>1.013e0</w:t>
      </w:r>
    </w:p>
    <w:p w:rsidR="00850B65" w:rsidRDefault="00850B65" w:rsidP="00850B65">
      <w:r>
        <w:t>270.0966</w:t>
      </w:r>
      <w:r>
        <w:tab/>
        <w:t>1.951e0</w:t>
      </w:r>
    </w:p>
    <w:p w:rsidR="00850B65" w:rsidRDefault="00850B65" w:rsidP="00850B65">
      <w:r>
        <w:t>270.1266</w:t>
      </w:r>
      <w:r>
        <w:tab/>
        <w:t>1.013e0</w:t>
      </w:r>
    </w:p>
    <w:p w:rsidR="00850B65" w:rsidRDefault="00850B65" w:rsidP="00850B65">
      <w:r>
        <w:t>270.1731</w:t>
      </w:r>
      <w:r>
        <w:tab/>
        <w:t>2.025e0</w:t>
      </w:r>
    </w:p>
    <w:p w:rsidR="00850B65" w:rsidRDefault="00850B65" w:rsidP="00850B65">
      <w:r>
        <w:t>270.1778</w:t>
      </w:r>
      <w:r>
        <w:tab/>
        <w:t>1.620e1</w:t>
      </w:r>
    </w:p>
    <w:p w:rsidR="00850B65" w:rsidRDefault="00850B65" w:rsidP="00850B65">
      <w:r>
        <w:t>270.2183</w:t>
      </w:r>
      <w:r>
        <w:tab/>
        <w:t>2.025e0</w:t>
      </w:r>
    </w:p>
    <w:p w:rsidR="00850B65" w:rsidRDefault="00850B65" w:rsidP="00850B65">
      <w:r>
        <w:t>270.2361</w:t>
      </w:r>
      <w:r>
        <w:tab/>
        <w:t>1.013e0</w:t>
      </w:r>
    </w:p>
    <w:p w:rsidR="00850B65" w:rsidRDefault="00850B65" w:rsidP="00850B65">
      <w:r>
        <w:t>270.2611</w:t>
      </w:r>
      <w:r>
        <w:tab/>
        <w:t>1.013e0</w:t>
      </w:r>
    </w:p>
    <w:p w:rsidR="00850B65" w:rsidRDefault="00850B65" w:rsidP="00850B65">
      <w:r>
        <w:t>270.2760</w:t>
      </w:r>
      <w:r>
        <w:tab/>
        <w:t>1.013e0</w:t>
      </w:r>
    </w:p>
    <w:p w:rsidR="00850B65" w:rsidRDefault="00850B65" w:rsidP="00850B65">
      <w:r>
        <w:t>270.3009</w:t>
      </w:r>
      <w:r>
        <w:tab/>
        <w:t>1.013e0</w:t>
      </w:r>
    </w:p>
    <w:p w:rsidR="00850B65" w:rsidRDefault="00850B65" w:rsidP="00850B65">
      <w:r>
        <w:t>270.3192</w:t>
      </w:r>
      <w:r>
        <w:tab/>
        <w:t>1.013e0</w:t>
      </w:r>
    </w:p>
    <w:p w:rsidR="00850B65" w:rsidRDefault="00850B65" w:rsidP="00850B65">
      <w:r>
        <w:t>270.3273</w:t>
      </w:r>
      <w:r>
        <w:tab/>
        <w:t>1.013e0</w:t>
      </w:r>
    </w:p>
    <w:p w:rsidR="00850B65" w:rsidRDefault="00850B65" w:rsidP="00850B65">
      <w:r>
        <w:lastRenderedPageBreak/>
        <w:t>270.3997</w:t>
      </w:r>
      <w:r>
        <w:tab/>
        <w:t>2.025e0</w:t>
      </w:r>
    </w:p>
    <w:p w:rsidR="00850B65" w:rsidRDefault="00850B65" w:rsidP="00850B65">
      <w:r>
        <w:t>270.4283</w:t>
      </w:r>
      <w:r>
        <w:tab/>
        <w:t>1.013e0</w:t>
      </w:r>
    </w:p>
    <w:p w:rsidR="00850B65" w:rsidRDefault="00850B65" w:rsidP="00850B65">
      <w:r>
        <w:t>270.4404</w:t>
      </w:r>
      <w:r>
        <w:tab/>
        <w:t>1.013e0</w:t>
      </w:r>
    </w:p>
    <w:p w:rsidR="00850B65" w:rsidRDefault="00850B65" w:rsidP="00850B65">
      <w:r>
        <w:t>270.4753</w:t>
      </w:r>
      <w:r>
        <w:tab/>
        <w:t>1.013e0</w:t>
      </w:r>
    </w:p>
    <w:p w:rsidR="00850B65" w:rsidRDefault="00850B65" w:rsidP="00850B65">
      <w:r>
        <w:t>270.4803</w:t>
      </w:r>
      <w:r>
        <w:tab/>
        <w:t>1.013e0</w:t>
      </w:r>
    </w:p>
    <w:p w:rsidR="00850B65" w:rsidRDefault="00850B65" w:rsidP="00850B65">
      <w:r>
        <w:t>270.5849</w:t>
      </w:r>
      <w:r>
        <w:tab/>
        <w:t>1.013e0</w:t>
      </w:r>
    </w:p>
    <w:p w:rsidR="00850B65" w:rsidRDefault="00850B65" w:rsidP="00850B65">
      <w:r>
        <w:t>270.6248</w:t>
      </w:r>
      <w:r>
        <w:tab/>
        <w:t>1.013e0</w:t>
      </w:r>
    </w:p>
    <w:p w:rsidR="00850B65" w:rsidRDefault="00850B65" w:rsidP="00850B65">
      <w:r>
        <w:t>270.7084</w:t>
      </w:r>
      <w:r>
        <w:tab/>
        <w:t>1.013e0</w:t>
      </w:r>
    </w:p>
    <w:p w:rsidR="00850B65" w:rsidRDefault="00850B65" w:rsidP="00850B65">
      <w:r>
        <w:t>270.7345</w:t>
      </w:r>
      <w:r>
        <w:tab/>
        <w:t>1.013e0</w:t>
      </w:r>
    </w:p>
    <w:p w:rsidR="00850B65" w:rsidRDefault="00850B65" w:rsidP="00850B65">
      <w:r>
        <w:t>270.7694</w:t>
      </w:r>
      <w:r>
        <w:tab/>
        <w:t>1.013e0</w:t>
      </w:r>
    </w:p>
    <w:p w:rsidR="00850B65" w:rsidRDefault="00850B65" w:rsidP="00850B65">
      <w:r>
        <w:t>270.8044</w:t>
      </w:r>
      <w:r>
        <w:tab/>
        <w:t>1.013e0</w:t>
      </w:r>
    </w:p>
    <w:p w:rsidR="00850B65" w:rsidRDefault="00850B65" w:rsidP="00850B65">
      <w:r>
        <w:t>270.8606</w:t>
      </w:r>
      <w:r>
        <w:tab/>
        <w:t>1.013e0</w:t>
      </w:r>
    </w:p>
    <w:p w:rsidR="00850B65" w:rsidRDefault="00850B65" w:rsidP="00850B65">
      <w:r>
        <w:t>270.8995</w:t>
      </w:r>
      <w:r>
        <w:tab/>
        <w:t>1.013e0</w:t>
      </w:r>
    </w:p>
    <w:p w:rsidR="00850B65" w:rsidRDefault="00850B65" w:rsidP="00850B65">
      <w:r>
        <w:t>270.9041</w:t>
      </w:r>
      <w:r>
        <w:tab/>
        <w:t>1.013e0</w:t>
      </w:r>
    </w:p>
    <w:p w:rsidR="00850B65" w:rsidRDefault="00850B65" w:rsidP="00850B65">
      <w:r>
        <w:t>270.9286</w:t>
      </w:r>
      <w:r>
        <w:tab/>
        <w:t>2.025e0</w:t>
      </w:r>
    </w:p>
    <w:p w:rsidR="00850B65" w:rsidRDefault="00850B65" w:rsidP="00850B65">
      <w:r>
        <w:t>270.9888</w:t>
      </w:r>
      <w:r>
        <w:tab/>
        <w:t>1.013e0</w:t>
      </w:r>
    </w:p>
    <w:p w:rsidR="00850B65" w:rsidRDefault="00850B65" w:rsidP="00850B65">
      <w:r>
        <w:t>271.0190</w:t>
      </w:r>
      <w:r>
        <w:tab/>
        <w:t>1.013e0</w:t>
      </w:r>
    </w:p>
    <w:p w:rsidR="00850B65" w:rsidRDefault="00850B65" w:rsidP="00850B65">
      <w:r>
        <w:t>271.0869</w:t>
      </w:r>
      <w:r>
        <w:tab/>
        <w:t>4.051e0</w:t>
      </w:r>
    </w:p>
    <w:p w:rsidR="00850B65" w:rsidRDefault="00850B65" w:rsidP="00850B65">
      <w:r>
        <w:t>271.0883</w:t>
      </w:r>
      <w:r>
        <w:tab/>
        <w:t>2.025e0</w:t>
      </w:r>
    </w:p>
    <w:p w:rsidR="00850B65" w:rsidRDefault="00850B65" w:rsidP="00850B65">
      <w:r>
        <w:lastRenderedPageBreak/>
        <w:t>271.1290</w:t>
      </w:r>
      <w:r>
        <w:tab/>
        <w:t>3.024e0</w:t>
      </w:r>
    </w:p>
    <w:p w:rsidR="00850B65" w:rsidRDefault="00850B65" w:rsidP="00850B65">
      <w:r>
        <w:t>271.1488</w:t>
      </w:r>
      <w:r>
        <w:tab/>
        <w:t>1.013e0</w:t>
      </w:r>
    </w:p>
    <w:p w:rsidR="00850B65" w:rsidRDefault="00850B65" w:rsidP="00850B65">
      <w:r>
        <w:t>271.1911</w:t>
      </w:r>
      <w:r>
        <w:tab/>
        <w:t>1.177e1</w:t>
      </w:r>
    </w:p>
    <w:p w:rsidR="00850B65" w:rsidRDefault="00850B65" w:rsidP="00850B65">
      <w:r>
        <w:t>271.1944</w:t>
      </w:r>
      <w:r>
        <w:tab/>
        <w:t>1.390e1</w:t>
      </w:r>
    </w:p>
    <w:p w:rsidR="00850B65" w:rsidRDefault="00850B65" w:rsidP="00850B65">
      <w:r>
        <w:t>271.1969</w:t>
      </w:r>
      <w:r>
        <w:tab/>
        <w:t>9.114e0</w:t>
      </w:r>
    </w:p>
    <w:p w:rsidR="00850B65" w:rsidRDefault="00850B65" w:rsidP="00850B65">
      <w:r>
        <w:t>271.4603</w:t>
      </w:r>
      <w:r>
        <w:tab/>
        <w:t>1.013e0</w:t>
      </w:r>
    </w:p>
    <w:p w:rsidR="00850B65" w:rsidRDefault="00850B65" w:rsidP="00850B65">
      <w:r>
        <w:t>271.4913</w:t>
      </w:r>
      <w:r>
        <w:tab/>
        <w:t>1.013e0</w:t>
      </w:r>
    </w:p>
    <w:p w:rsidR="00850B65" w:rsidRDefault="00850B65" w:rsidP="00850B65">
      <w:r>
        <w:t>271.5368</w:t>
      </w:r>
      <w:r>
        <w:tab/>
        <w:t>2.025e0</w:t>
      </w:r>
    </w:p>
    <w:p w:rsidR="00850B65" w:rsidRDefault="00850B65" w:rsidP="00850B65">
      <w:r>
        <w:t>271.6086</w:t>
      </w:r>
      <w:r>
        <w:tab/>
        <w:t>1.013e0</w:t>
      </w:r>
    </w:p>
    <w:p w:rsidR="00850B65" w:rsidRDefault="00850B65" w:rsidP="00850B65">
      <w:r>
        <w:t>271.6537</w:t>
      </w:r>
      <w:r>
        <w:tab/>
        <w:t>1.013e0</w:t>
      </w:r>
    </w:p>
    <w:p w:rsidR="00850B65" w:rsidRDefault="00850B65" w:rsidP="00850B65">
      <w:r>
        <w:t>271.6665</w:t>
      </w:r>
      <w:r>
        <w:tab/>
        <w:t>2.025e0</w:t>
      </w:r>
    </w:p>
    <w:p w:rsidR="00850B65" w:rsidRDefault="00850B65" w:rsidP="00850B65">
      <w:r>
        <w:t>271.6997</w:t>
      </w:r>
      <w:r>
        <w:tab/>
        <w:t>2.025e0</w:t>
      </w:r>
    </w:p>
    <w:p w:rsidR="00850B65" w:rsidRDefault="00850B65" w:rsidP="00850B65">
      <w:r>
        <w:t>271.7447</w:t>
      </w:r>
      <w:r>
        <w:tab/>
        <w:t>1.013e0</w:t>
      </w:r>
    </w:p>
    <w:p w:rsidR="00850B65" w:rsidRDefault="00850B65" w:rsidP="00850B65">
      <w:r>
        <w:t>271.7797</w:t>
      </w:r>
      <w:r>
        <w:tab/>
        <w:t>1.013e0</w:t>
      </w:r>
    </w:p>
    <w:p w:rsidR="00850B65" w:rsidRDefault="00850B65" w:rsidP="00850B65">
      <w:r>
        <w:t>271.7888</w:t>
      </w:r>
      <w:r>
        <w:tab/>
        <w:t>1.013e0</w:t>
      </w:r>
    </w:p>
    <w:p w:rsidR="00850B65" w:rsidRDefault="00850B65" w:rsidP="00850B65">
      <w:r>
        <w:t>271.8769</w:t>
      </w:r>
      <w:r>
        <w:tab/>
        <w:t>1.013e0</w:t>
      </w:r>
    </w:p>
    <w:p w:rsidR="00850B65" w:rsidRDefault="00850B65" w:rsidP="00850B65">
      <w:r>
        <w:t>271.9339</w:t>
      </w:r>
      <w:r>
        <w:tab/>
        <w:t>1.013e0</w:t>
      </w:r>
    </w:p>
    <w:p w:rsidR="00850B65" w:rsidRDefault="00850B65" w:rsidP="00850B65">
      <w:r>
        <w:t>271.9640</w:t>
      </w:r>
      <w:r>
        <w:tab/>
        <w:t>1.013e0</w:t>
      </w:r>
    </w:p>
    <w:p w:rsidR="00850B65" w:rsidRDefault="00850B65" w:rsidP="00850B65">
      <w:r>
        <w:t>271.9861</w:t>
      </w:r>
      <w:r>
        <w:tab/>
        <w:t>1.013e0</w:t>
      </w:r>
    </w:p>
    <w:p w:rsidR="00850B65" w:rsidRDefault="00850B65" w:rsidP="00850B65">
      <w:r>
        <w:lastRenderedPageBreak/>
        <w:t>272.0132</w:t>
      </w:r>
      <w:r>
        <w:tab/>
        <w:t>1.013e0</w:t>
      </w:r>
    </w:p>
    <w:p w:rsidR="00850B65" w:rsidRDefault="00850B65" w:rsidP="00850B65">
      <w:r>
        <w:t>272.0168</w:t>
      </w:r>
      <w:r>
        <w:tab/>
        <w:t>2.025e0</w:t>
      </w:r>
    </w:p>
    <w:p w:rsidR="00850B65" w:rsidRDefault="00850B65" w:rsidP="00850B65">
      <w:r>
        <w:t>272.0453</w:t>
      </w:r>
      <w:r>
        <w:tab/>
        <w:t>4.718e0</w:t>
      </w:r>
    </w:p>
    <w:p w:rsidR="00850B65" w:rsidRDefault="00850B65" w:rsidP="00850B65">
      <w:r>
        <w:t>272.0482</w:t>
      </w:r>
      <w:r>
        <w:tab/>
        <w:t>1.013e0</w:t>
      </w:r>
    </w:p>
    <w:p w:rsidR="00850B65" w:rsidRDefault="00850B65" w:rsidP="00850B65">
      <w:r>
        <w:t>272.0833</w:t>
      </w:r>
      <w:r>
        <w:tab/>
        <w:t>1.013e0</w:t>
      </w:r>
    </w:p>
    <w:p w:rsidR="00850B65" w:rsidRDefault="00850B65" w:rsidP="00850B65">
      <w:r>
        <w:t>272.0914</w:t>
      </w:r>
      <w:r>
        <w:tab/>
        <w:t>1.013e0</w:t>
      </w:r>
    </w:p>
    <w:p w:rsidR="00850B65" w:rsidRDefault="00850B65" w:rsidP="00850B65">
      <w:r>
        <w:t>272.1069</w:t>
      </w:r>
      <w:r>
        <w:tab/>
        <w:t>1.754e0</w:t>
      </w:r>
    </w:p>
    <w:p w:rsidR="00850B65" w:rsidRDefault="00850B65" w:rsidP="00850B65">
      <w:r>
        <w:t>272.1474</w:t>
      </w:r>
      <w:r>
        <w:tab/>
        <w:t>3.038e0</w:t>
      </w:r>
    </w:p>
    <w:p w:rsidR="00850B65" w:rsidRDefault="00850B65" w:rsidP="00850B65">
      <w:r>
        <w:t>272.1590</w:t>
      </w:r>
      <w:r>
        <w:tab/>
        <w:t>1.934e0</w:t>
      </w:r>
    </w:p>
    <w:p w:rsidR="00850B65" w:rsidRDefault="00850B65" w:rsidP="00850B65">
      <w:r>
        <w:t>272.1910</w:t>
      </w:r>
      <w:r>
        <w:tab/>
        <w:t>4.051e0</w:t>
      </w:r>
    </w:p>
    <w:p w:rsidR="00850B65" w:rsidRDefault="00850B65" w:rsidP="00850B65">
      <w:r>
        <w:t>272.2020</w:t>
      </w:r>
      <w:r>
        <w:tab/>
        <w:t>6.937e0</w:t>
      </w:r>
    </w:p>
    <w:p w:rsidR="00850B65" w:rsidRDefault="00850B65" w:rsidP="00850B65">
      <w:r>
        <w:t>272.2100</w:t>
      </w:r>
      <w:r>
        <w:tab/>
        <w:t>4.051e0</w:t>
      </w:r>
    </w:p>
    <w:p w:rsidR="00850B65" w:rsidRDefault="00850B65" w:rsidP="00850B65">
      <w:r>
        <w:t>272.2406</w:t>
      </w:r>
      <w:r>
        <w:tab/>
        <w:t>2.025e0</w:t>
      </w:r>
    </w:p>
    <w:p w:rsidR="00850B65" w:rsidRDefault="00850B65" w:rsidP="00850B65">
      <w:r>
        <w:t>272.2496</w:t>
      </w:r>
      <w:r>
        <w:tab/>
        <w:t>1.013e0</w:t>
      </w:r>
    </w:p>
    <w:p w:rsidR="00850B65" w:rsidRDefault="00850B65" w:rsidP="00850B65">
      <w:r>
        <w:t>272.3248</w:t>
      </w:r>
      <w:r>
        <w:tab/>
        <w:t>2.025e0</w:t>
      </w:r>
    </w:p>
    <w:p w:rsidR="00850B65" w:rsidRDefault="00850B65" w:rsidP="00850B65">
      <w:r>
        <w:t>272.3289</w:t>
      </w:r>
      <w:r>
        <w:tab/>
        <w:t>1.013e0</w:t>
      </w:r>
    </w:p>
    <w:p w:rsidR="00850B65" w:rsidRDefault="00850B65" w:rsidP="00850B65">
      <w:r>
        <w:t>272.3488</w:t>
      </w:r>
      <w:r>
        <w:tab/>
        <w:t>2.025e0</w:t>
      </w:r>
    </w:p>
    <w:p w:rsidR="00850B65" w:rsidRDefault="00850B65" w:rsidP="00850B65">
      <w:r>
        <w:t>272.3989</w:t>
      </w:r>
      <w:r>
        <w:tab/>
        <w:t>2.025e0</w:t>
      </w:r>
    </w:p>
    <w:p w:rsidR="00850B65" w:rsidRDefault="00850B65" w:rsidP="00850B65">
      <w:r>
        <w:t>272.4456</w:t>
      </w:r>
      <w:r>
        <w:tab/>
        <w:t>3.038e0</w:t>
      </w:r>
    </w:p>
    <w:p w:rsidR="00850B65" w:rsidRDefault="00850B65" w:rsidP="00850B65">
      <w:r>
        <w:lastRenderedPageBreak/>
        <w:t>272.4752</w:t>
      </w:r>
      <w:r>
        <w:tab/>
        <w:t>2.025e0</w:t>
      </w:r>
    </w:p>
    <w:p w:rsidR="00850B65" w:rsidRDefault="00850B65" w:rsidP="00850B65">
      <w:r>
        <w:t>272.4812</w:t>
      </w:r>
      <w:r>
        <w:tab/>
        <w:t>1.013e0</w:t>
      </w:r>
    </w:p>
    <w:p w:rsidR="00850B65" w:rsidRDefault="00850B65" w:rsidP="00850B65">
      <w:r>
        <w:t>272.5123</w:t>
      </w:r>
      <w:r>
        <w:tab/>
        <w:t>2.025e0</w:t>
      </w:r>
    </w:p>
    <w:p w:rsidR="00850B65" w:rsidRDefault="00850B65" w:rsidP="00850B65">
      <w:r>
        <w:t>272.5394</w:t>
      </w:r>
      <w:r>
        <w:tab/>
        <w:t>1.013e0</w:t>
      </w:r>
    </w:p>
    <w:p w:rsidR="00850B65" w:rsidRDefault="00850B65" w:rsidP="00850B65">
      <w:r>
        <w:t>272.5605</w:t>
      </w:r>
      <w:r>
        <w:tab/>
        <w:t>1.013e0</w:t>
      </w:r>
    </w:p>
    <w:p w:rsidR="00850B65" w:rsidRDefault="00850B65" w:rsidP="00850B65">
      <w:r>
        <w:t>272.5744</w:t>
      </w:r>
      <w:r>
        <w:tab/>
        <w:t>1.013e0</w:t>
      </w:r>
    </w:p>
    <w:p w:rsidR="00850B65" w:rsidRDefault="00850B65" w:rsidP="00850B65">
      <w:r>
        <w:t>272.5764</w:t>
      </w:r>
      <w:r>
        <w:tab/>
        <w:t>2.025e0</w:t>
      </w:r>
    </w:p>
    <w:p w:rsidR="00850B65" w:rsidRDefault="00850B65" w:rsidP="00850B65">
      <w:r>
        <w:t>272.5956</w:t>
      </w:r>
      <w:r>
        <w:tab/>
        <w:t>1.013e0</w:t>
      </w:r>
    </w:p>
    <w:p w:rsidR="00850B65" w:rsidRDefault="00850B65" w:rsidP="00850B65">
      <w:r>
        <w:t>272.6257</w:t>
      </w:r>
      <w:r>
        <w:tab/>
        <w:t>2.025e0</w:t>
      </w:r>
    </w:p>
    <w:p w:rsidR="00850B65" w:rsidRDefault="00850B65" w:rsidP="00850B65">
      <w:r>
        <w:t>272.6332</w:t>
      </w:r>
      <w:r>
        <w:tab/>
        <w:t>2.025e0</w:t>
      </w:r>
    </w:p>
    <w:p w:rsidR="00850B65" w:rsidRDefault="00850B65" w:rsidP="00850B65">
      <w:r>
        <w:t>272.7010</w:t>
      </w:r>
      <w:r>
        <w:tab/>
        <w:t>1.013e0</w:t>
      </w:r>
    </w:p>
    <w:p w:rsidR="00850B65" w:rsidRDefault="00850B65" w:rsidP="00850B65">
      <w:r>
        <w:t>272.7148</w:t>
      </w:r>
      <w:r>
        <w:tab/>
        <w:t>1.013e0</w:t>
      </w:r>
    </w:p>
    <w:p w:rsidR="00850B65" w:rsidRDefault="00850B65" w:rsidP="00850B65">
      <w:r>
        <w:t>272.7460</w:t>
      </w:r>
      <w:r>
        <w:tab/>
        <w:t>1.013e0</w:t>
      </w:r>
    </w:p>
    <w:p w:rsidR="00850B65" w:rsidRDefault="00850B65" w:rsidP="00850B65">
      <w:r>
        <w:t>272.8513</w:t>
      </w:r>
      <w:r>
        <w:tab/>
        <w:t>1.013e0</w:t>
      </w:r>
    </w:p>
    <w:p w:rsidR="00850B65" w:rsidRDefault="00850B65" w:rsidP="00850B65">
      <w:r>
        <w:t>272.8672</w:t>
      </w:r>
      <w:r>
        <w:tab/>
        <w:t>1.013e0</w:t>
      </w:r>
    </w:p>
    <w:p w:rsidR="00850B65" w:rsidRDefault="00850B65" w:rsidP="00850B65">
      <w:r>
        <w:t>272.8767</w:t>
      </w:r>
      <w:r>
        <w:tab/>
        <w:t>1.013e0</w:t>
      </w:r>
    </w:p>
    <w:p w:rsidR="00850B65" w:rsidRDefault="00850B65" w:rsidP="00850B65">
      <w:r>
        <w:t>272.9119</w:t>
      </w:r>
      <w:r>
        <w:tab/>
        <w:t>2.025e0</w:t>
      </w:r>
    </w:p>
    <w:p w:rsidR="00850B65" w:rsidRDefault="00850B65" w:rsidP="00850B65">
      <w:r>
        <w:t>272.9686</w:t>
      </w:r>
      <w:r>
        <w:tab/>
        <w:t>1.013e0</w:t>
      </w:r>
    </w:p>
    <w:p w:rsidR="00850B65" w:rsidRDefault="00850B65" w:rsidP="00850B65">
      <w:r>
        <w:t>272.9956</w:t>
      </w:r>
      <w:r>
        <w:tab/>
        <w:t>1.013e0</w:t>
      </w:r>
    </w:p>
    <w:p w:rsidR="00850B65" w:rsidRDefault="00850B65" w:rsidP="00850B65">
      <w:r>
        <w:lastRenderedPageBreak/>
        <w:t>273.0075</w:t>
      </w:r>
      <w:r>
        <w:tab/>
        <w:t>2.025e0</w:t>
      </w:r>
    </w:p>
    <w:p w:rsidR="00850B65" w:rsidRDefault="00850B65" w:rsidP="00850B65">
      <w:r>
        <w:t>273.0268</w:t>
      </w:r>
      <w:r>
        <w:tab/>
        <w:t>1.013e0</w:t>
      </w:r>
    </w:p>
    <w:p w:rsidR="00850B65" w:rsidRDefault="00850B65" w:rsidP="00850B65">
      <w:r>
        <w:t>273.0436</w:t>
      </w:r>
      <w:r>
        <w:tab/>
        <w:t>2.025e0</w:t>
      </w:r>
    </w:p>
    <w:p w:rsidR="00850B65" w:rsidRDefault="00850B65" w:rsidP="00850B65">
      <w:r>
        <w:t>273.0698</w:t>
      </w:r>
      <w:r>
        <w:tab/>
        <w:t>3.038e0</w:t>
      </w:r>
    </w:p>
    <w:p w:rsidR="00850B65" w:rsidRDefault="00850B65" w:rsidP="00850B65">
      <w:r>
        <w:t>273.0798</w:t>
      </w:r>
      <w:r>
        <w:tab/>
        <w:t>4.051e0</w:t>
      </w:r>
    </w:p>
    <w:p w:rsidR="00850B65" w:rsidRDefault="00850B65" w:rsidP="00850B65">
      <w:r>
        <w:t>273.0970</w:t>
      </w:r>
      <w:r>
        <w:tab/>
        <w:t>1.013e0</w:t>
      </w:r>
    </w:p>
    <w:p w:rsidR="00850B65" w:rsidRDefault="00850B65" w:rsidP="00850B65">
      <w:r>
        <w:t>273.1100</w:t>
      </w:r>
      <w:r>
        <w:tab/>
        <w:t>3.779e0</w:t>
      </w:r>
    </w:p>
    <w:p w:rsidR="00850B65" w:rsidRDefault="00850B65" w:rsidP="00850B65">
      <w:r>
        <w:t>273.1297</w:t>
      </w:r>
      <w:r>
        <w:tab/>
        <w:t>1.841e0</w:t>
      </w:r>
    </w:p>
    <w:p w:rsidR="00850B65" w:rsidRDefault="00850B65" w:rsidP="00850B65">
      <w:r>
        <w:t>273.1552</w:t>
      </w:r>
      <w:r>
        <w:tab/>
        <w:t>3.971e0</w:t>
      </w:r>
    </w:p>
    <w:p w:rsidR="00850B65" w:rsidRDefault="00850B65" w:rsidP="00850B65">
      <w:r>
        <w:t>273.2126</w:t>
      </w:r>
      <w:r>
        <w:tab/>
        <w:t>2.025e0</w:t>
      </w:r>
    </w:p>
    <w:p w:rsidR="00850B65" w:rsidRDefault="00850B65" w:rsidP="00850B65">
      <w:r>
        <w:t>273.2414</w:t>
      </w:r>
      <w:r>
        <w:tab/>
        <w:t>1.013e0</w:t>
      </w:r>
    </w:p>
    <w:p w:rsidR="00850B65" w:rsidRDefault="00850B65" w:rsidP="00850B65">
      <w:r>
        <w:t>273.2454</w:t>
      </w:r>
      <w:r>
        <w:tab/>
        <w:t>1.013e0</w:t>
      </w:r>
    </w:p>
    <w:p w:rsidR="00850B65" w:rsidRDefault="00850B65" w:rsidP="00850B65">
      <w:r>
        <w:t>273.2637</w:t>
      </w:r>
      <w:r>
        <w:tab/>
        <w:t>1.013e0</w:t>
      </w:r>
    </w:p>
    <w:p w:rsidR="00850B65" w:rsidRDefault="00850B65" w:rsidP="00850B65">
      <w:r>
        <w:t>273.2989</w:t>
      </w:r>
      <w:r>
        <w:tab/>
        <w:t>2.025e0</w:t>
      </w:r>
    </w:p>
    <w:p w:rsidR="00850B65" w:rsidRDefault="00850B65" w:rsidP="00850B65">
      <w:r>
        <w:t>273.3694</w:t>
      </w:r>
      <w:r>
        <w:tab/>
        <w:t>1.013e0</w:t>
      </w:r>
    </w:p>
    <w:p w:rsidR="00850B65" w:rsidRDefault="00850B65" w:rsidP="00850B65">
      <w:r>
        <w:t>273.4441</w:t>
      </w:r>
      <w:r>
        <w:tab/>
        <w:t>1.013e0</w:t>
      </w:r>
    </w:p>
    <w:p w:rsidR="00850B65" w:rsidRDefault="00850B65" w:rsidP="00850B65">
      <w:r>
        <w:t>273.5102</w:t>
      </w:r>
      <w:r>
        <w:tab/>
        <w:t>1.013e0</w:t>
      </w:r>
    </w:p>
    <w:p w:rsidR="00850B65" w:rsidRDefault="00850B65" w:rsidP="00850B65">
      <w:r>
        <w:t>273.5304</w:t>
      </w:r>
      <w:r>
        <w:tab/>
        <w:t>1.013e0</w:t>
      </w:r>
    </w:p>
    <w:p w:rsidR="00850B65" w:rsidRDefault="00850B65" w:rsidP="00850B65">
      <w:r>
        <w:t>273.5575</w:t>
      </w:r>
      <w:r>
        <w:tab/>
        <w:t>1.013e0</w:t>
      </w:r>
    </w:p>
    <w:p w:rsidR="00850B65" w:rsidRDefault="00850B65" w:rsidP="00850B65">
      <w:r>
        <w:lastRenderedPageBreak/>
        <w:t>273.5807</w:t>
      </w:r>
      <w:r>
        <w:tab/>
        <w:t>1.013e0</w:t>
      </w:r>
    </w:p>
    <w:p w:rsidR="00850B65" w:rsidRDefault="00850B65" w:rsidP="00850B65">
      <w:r>
        <w:t>273.6059</w:t>
      </w:r>
      <w:r>
        <w:tab/>
        <w:t>1.013e0</w:t>
      </w:r>
    </w:p>
    <w:p w:rsidR="00850B65" w:rsidRDefault="00850B65" w:rsidP="00850B65">
      <w:r>
        <w:t>273.6197</w:t>
      </w:r>
      <w:r>
        <w:tab/>
        <w:t>1.013e0</w:t>
      </w:r>
    </w:p>
    <w:p w:rsidR="00850B65" w:rsidRDefault="00850B65" w:rsidP="00850B65">
      <w:r>
        <w:t>273.6509</w:t>
      </w:r>
      <w:r>
        <w:tab/>
        <w:t>1.013e0</w:t>
      </w:r>
    </w:p>
    <w:p w:rsidR="00850B65" w:rsidRDefault="00850B65" w:rsidP="00850B65">
      <w:r>
        <w:t>273.6860</w:t>
      </w:r>
      <w:r>
        <w:tab/>
        <w:t>1.013e0</w:t>
      </w:r>
    </w:p>
    <w:p w:rsidR="00850B65" w:rsidRDefault="00850B65" w:rsidP="00850B65">
      <w:r>
        <w:t>273.7116</w:t>
      </w:r>
      <w:r>
        <w:tab/>
        <w:t>1.013e0</w:t>
      </w:r>
    </w:p>
    <w:p w:rsidR="00850B65" w:rsidRDefault="00850B65" w:rsidP="00850B65">
      <w:r>
        <w:t>273.7602</w:t>
      </w:r>
      <w:r>
        <w:tab/>
        <w:t>2.025e0</w:t>
      </w:r>
    </w:p>
    <w:p w:rsidR="00850B65" w:rsidRDefault="00850B65" w:rsidP="00850B65">
      <w:r>
        <w:t>273.7642</w:t>
      </w:r>
      <w:r>
        <w:tab/>
        <w:t>1.013e0</w:t>
      </w:r>
    </w:p>
    <w:p w:rsidR="00850B65" w:rsidRDefault="00850B65" w:rsidP="00850B65">
      <w:r>
        <w:t>273.7913</w:t>
      </w:r>
      <w:r>
        <w:tab/>
        <w:t>1.013e0</w:t>
      </w:r>
    </w:p>
    <w:p w:rsidR="00850B65" w:rsidRDefault="00850B65" w:rsidP="00850B65">
      <w:r>
        <w:t>273.8073</w:t>
      </w:r>
      <w:r>
        <w:tab/>
        <w:t>1.013e0</w:t>
      </w:r>
    </w:p>
    <w:p w:rsidR="00850B65" w:rsidRDefault="00850B65" w:rsidP="00850B65">
      <w:r>
        <w:t>273.8174</w:t>
      </w:r>
      <w:r>
        <w:tab/>
        <w:t>1.013e0</w:t>
      </w:r>
    </w:p>
    <w:p w:rsidR="00850B65" w:rsidRDefault="00850B65" w:rsidP="00850B65">
      <w:r>
        <w:t>273.8345</w:t>
      </w:r>
      <w:r>
        <w:tab/>
        <w:t>1.013e0</w:t>
      </w:r>
    </w:p>
    <w:p w:rsidR="00850B65" w:rsidRDefault="00850B65" w:rsidP="00850B65">
      <w:r>
        <w:t>273.8778</w:t>
      </w:r>
      <w:r>
        <w:tab/>
        <w:t>1.013e0</w:t>
      </w:r>
    </w:p>
    <w:p w:rsidR="00850B65" w:rsidRDefault="00850B65" w:rsidP="00850B65">
      <w:r>
        <w:t>273.9182</w:t>
      </w:r>
      <w:r>
        <w:tab/>
        <w:t>1.013e0</w:t>
      </w:r>
    </w:p>
    <w:p w:rsidR="00850B65" w:rsidRDefault="00850B65" w:rsidP="00850B65">
      <w:r>
        <w:t>273.9557</w:t>
      </w:r>
      <w:r>
        <w:tab/>
        <w:t>2.025e0</w:t>
      </w:r>
    </w:p>
    <w:p w:rsidR="00850B65" w:rsidRDefault="00850B65" w:rsidP="00850B65">
      <w:r>
        <w:t>273.9642</w:t>
      </w:r>
      <w:r>
        <w:tab/>
        <w:t>2.025e0</w:t>
      </w:r>
    </w:p>
    <w:p w:rsidR="00850B65" w:rsidRDefault="00850B65" w:rsidP="00850B65">
      <w:r>
        <w:t>273.9710</w:t>
      </w:r>
      <w:r>
        <w:tab/>
        <w:t>1.013e0</w:t>
      </w:r>
    </w:p>
    <w:p w:rsidR="00850B65" w:rsidRDefault="00850B65" w:rsidP="00850B65">
      <w:r>
        <w:t>274.0235</w:t>
      </w:r>
      <w:r>
        <w:tab/>
        <w:t>7.089e0</w:t>
      </w:r>
    </w:p>
    <w:p w:rsidR="00850B65" w:rsidRDefault="00850B65" w:rsidP="00850B65">
      <w:r>
        <w:t>274.0252</w:t>
      </w:r>
      <w:r>
        <w:tab/>
        <w:t>4.051e0</w:t>
      </w:r>
    </w:p>
    <w:p w:rsidR="00850B65" w:rsidRDefault="00850B65" w:rsidP="00850B65">
      <w:r>
        <w:lastRenderedPageBreak/>
        <w:t>274.0297</w:t>
      </w:r>
      <w:r>
        <w:tab/>
        <w:t>4.051e0</w:t>
      </w:r>
    </w:p>
    <w:p w:rsidR="00850B65" w:rsidRDefault="00850B65" w:rsidP="00850B65">
      <w:r>
        <w:t>274.0764</w:t>
      </w:r>
      <w:r>
        <w:tab/>
        <w:t>1.013e0</w:t>
      </w:r>
    </w:p>
    <w:p w:rsidR="00850B65" w:rsidRDefault="00850B65" w:rsidP="00850B65">
      <w:r>
        <w:t>274.0940</w:t>
      </w:r>
      <w:r>
        <w:tab/>
        <w:t>3.038e0</w:t>
      </w:r>
    </w:p>
    <w:p w:rsidR="00850B65" w:rsidRDefault="00850B65" w:rsidP="00850B65">
      <w:r>
        <w:t>274.1457</w:t>
      </w:r>
      <w:r>
        <w:tab/>
        <w:t>3.997e0</w:t>
      </w:r>
    </w:p>
    <w:p w:rsidR="00850B65" w:rsidRDefault="00850B65" w:rsidP="00850B65">
      <w:r>
        <w:t>274.1725</w:t>
      </w:r>
      <w:r>
        <w:tab/>
        <w:t>3.670e0</w:t>
      </w:r>
    </w:p>
    <w:p w:rsidR="00850B65" w:rsidRDefault="00850B65" w:rsidP="00850B65">
      <w:r>
        <w:t>274.1838</w:t>
      </w:r>
      <w:r>
        <w:tab/>
        <w:t>2.025e0</w:t>
      </w:r>
    </w:p>
    <w:p w:rsidR="00850B65" w:rsidRDefault="00850B65" w:rsidP="00850B65">
      <w:r>
        <w:t>274.1865</w:t>
      </w:r>
      <w:r>
        <w:tab/>
        <w:t>2.985e0</w:t>
      </w:r>
    </w:p>
    <w:p w:rsidR="00850B65" w:rsidRDefault="00850B65" w:rsidP="00850B65">
      <w:r>
        <w:t>274.2149</w:t>
      </w:r>
      <w:r>
        <w:tab/>
        <w:t>2.025e0</w:t>
      </w:r>
    </w:p>
    <w:p w:rsidR="00850B65" w:rsidRDefault="00850B65" w:rsidP="00850B65">
      <w:r>
        <w:t>274.2264</w:t>
      </w:r>
      <w:r>
        <w:tab/>
        <w:t>2.025e0</w:t>
      </w:r>
    </w:p>
    <w:p w:rsidR="00850B65" w:rsidRDefault="00850B65" w:rsidP="00850B65">
      <w:r>
        <w:t>274.2481</w:t>
      </w:r>
      <w:r>
        <w:tab/>
        <w:t>2.025e0</w:t>
      </w:r>
    </w:p>
    <w:p w:rsidR="00850B65" w:rsidRDefault="00850B65" w:rsidP="00850B65">
      <w:r>
        <w:t>274.2560</w:t>
      </w:r>
      <w:r>
        <w:tab/>
        <w:t>1.013e0</w:t>
      </w:r>
    </w:p>
    <w:p w:rsidR="00850B65" w:rsidRDefault="00850B65" w:rsidP="00850B65">
      <w:r>
        <w:t>274.2792</w:t>
      </w:r>
      <w:r>
        <w:tab/>
        <w:t>2.025e0</w:t>
      </w:r>
    </w:p>
    <w:p w:rsidR="00850B65" w:rsidRDefault="00850B65" w:rsidP="00850B65">
      <w:r>
        <w:t>274.3536</w:t>
      </w:r>
      <w:r>
        <w:tab/>
        <w:t>1.013e0</w:t>
      </w:r>
    </w:p>
    <w:p w:rsidR="00850B65" w:rsidRDefault="00850B65" w:rsidP="00850B65">
      <w:r>
        <w:t>274.3954</w:t>
      </w:r>
      <w:r>
        <w:tab/>
        <w:t>2.025e0</w:t>
      </w:r>
    </w:p>
    <w:p w:rsidR="00850B65" w:rsidRDefault="00850B65" w:rsidP="00850B65">
      <w:r>
        <w:t>274.4510</w:t>
      </w:r>
      <w:r>
        <w:tab/>
        <w:t>1.013e0</w:t>
      </w:r>
    </w:p>
    <w:p w:rsidR="00850B65" w:rsidRDefault="00850B65" w:rsidP="00850B65">
      <w:r>
        <w:t>274.4942</w:t>
      </w:r>
      <w:r>
        <w:tab/>
        <w:t>1.013e0</w:t>
      </w:r>
    </w:p>
    <w:p w:rsidR="00850B65" w:rsidRDefault="00850B65" w:rsidP="00850B65">
      <w:r>
        <w:t>274.5134</w:t>
      </w:r>
      <w:r>
        <w:tab/>
        <w:t>1.013e0</w:t>
      </w:r>
    </w:p>
    <w:p w:rsidR="00850B65" w:rsidRDefault="00850B65" w:rsidP="00850B65">
      <w:r>
        <w:t>274.5837</w:t>
      </w:r>
      <w:r>
        <w:tab/>
        <w:t>1.013e0</w:t>
      </w:r>
    </w:p>
    <w:p w:rsidR="00850B65" w:rsidRDefault="00850B65" w:rsidP="00850B65">
      <w:r>
        <w:t>274.5876</w:t>
      </w:r>
      <w:r>
        <w:tab/>
        <w:t>1.013e0</w:t>
      </w:r>
    </w:p>
    <w:p w:rsidR="00850B65" w:rsidRDefault="00850B65" w:rsidP="00850B65">
      <w:r>
        <w:lastRenderedPageBreak/>
        <w:t>274.6093</w:t>
      </w:r>
      <w:r>
        <w:tab/>
        <w:t>1.013e0</w:t>
      </w:r>
    </w:p>
    <w:p w:rsidR="00850B65" w:rsidRDefault="00850B65" w:rsidP="00850B65">
      <w:r>
        <w:t>274.6347</w:t>
      </w:r>
      <w:r>
        <w:tab/>
        <w:t>1.013e0</w:t>
      </w:r>
    </w:p>
    <w:p w:rsidR="00850B65" w:rsidRDefault="00850B65" w:rsidP="00850B65">
      <w:r>
        <w:t>274.6840</w:t>
      </w:r>
      <w:r>
        <w:tab/>
        <w:t>2.025e0</w:t>
      </w:r>
    </w:p>
    <w:p w:rsidR="00850B65" w:rsidRDefault="00850B65" w:rsidP="00850B65">
      <w:r>
        <w:t>274.7363</w:t>
      </w:r>
      <w:r>
        <w:tab/>
        <w:t>1.013e0</w:t>
      </w:r>
    </w:p>
    <w:p w:rsidR="00850B65" w:rsidRDefault="00850B65" w:rsidP="00850B65">
      <w:r>
        <w:t>274.7861</w:t>
      </w:r>
      <w:r>
        <w:tab/>
        <w:t>1.013e0</w:t>
      </w:r>
    </w:p>
    <w:p w:rsidR="00850B65" w:rsidRDefault="00850B65" w:rsidP="00850B65">
      <w:r>
        <w:t>274.7946</w:t>
      </w:r>
      <w:r>
        <w:tab/>
        <w:t>1.013e0</w:t>
      </w:r>
    </w:p>
    <w:p w:rsidR="00850B65" w:rsidRDefault="00850B65" w:rsidP="00850B65">
      <w:r>
        <w:t>274.8730</w:t>
      </w:r>
      <w:r>
        <w:tab/>
        <w:t>1.013e0</w:t>
      </w:r>
    </w:p>
    <w:p w:rsidR="00850B65" w:rsidRDefault="00850B65" w:rsidP="00850B65">
      <w:r>
        <w:t>274.8961</w:t>
      </w:r>
      <w:r>
        <w:tab/>
        <w:t>1.013e0</w:t>
      </w:r>
    </w:p>
    <w:p w:rsidR="00850B65" w:rsidRDefault="00850B65" w:rsidP="00850B65">
      <w:r>
        <w:t>274.9275</w:t>
      </w:r>
      <w:r>
        <w:tab/>
        <w:t>3.038e0</w:t>
      </w:r>
    </w:p>
    <w:p w:rsidR="00850B65" w:rsidRDefault="00850B65" w:rsidP="00850B65">
      <w:r>
        <w:t>274.9312</w:t>
      </w:r>
      <w:r>
        <w:tab/>
        <w:t>1.013e0</w:t>
      </w:r>
    </w:p>
    <w:p w:rsidR="00850B65" w:rsidRDefault="00850B65" w:rsidP="00850B65">
      <w:r>
        <w:t>274.9625</w:t>
      </w:r>
      <w:r>
        <w:tab/>
        <w:t>1.013e0</w:t>
      </w:r>
    </w:p>
    <w:p w:rsidR="00850B65" w:rsidRDefault="00850B65" w:rsidP="00850B65">
      <w:r>
        <w:t>274.9880</w:t>
      </w:r>
      <w:r>
        <w:tab/>
        <w:t>2.025e0</w:t>
      </w:r>
    </w:p>
    <w:p w:rsidR="00850B65" w:rsidRDefault="00850B65" w:rsidP="00850B65">
      <w:r>
        <w:t>274.9905</w:t>
      </w:r>
      <w:r>
        <w:tab/>
        <w:t>2.025e0</w:t>
      </w:r>
    </w:p>
    <w:p w:rsidR="00850B65" w:rsidRDefault="00850B65" w:rsidP="00850B65">
      <w:r>
        <w:t>275.0252</w:t>
      </w:r>
      <w:r>
        <w:tab/>
        <w:t>7.089e0</w:t>
      </w:r>
    </w:p>
    <w:p w:rsidR="00850B65" w:rsidRDefault="00850B65" w:rsidP="00850B65">
      <w:r>
        <w:t>275.0290</w:t>
      </w:r>
      <w:r>
        <w:tab/>
        <w:t>1.203e1</w:t>
      </w:r>
    </w:p>
    <w:p w:rsidR="00850B65" w:rsidRDefault="00850B65" w:rsidP="00850B65">
      <w:r>
        <w:t>275.0374</w:t>
      </w:r>
      <w:r>
        <w:tab/>
        <w:t>2.062e1</w:t>
      </w:r>
    </w:p>
    <w:p w:rsidR="00850B65" w:rsidRDefault="00850B65" w:rsidP="00850B65">
      <w:r>
        <w:t>275.0660</w:t>
      </w:r>
      <w:r>
        <w:tab/>
        <w:t>6.044e0</w:t>
      </w:r>
    </w:p>
    <w:p w:rsidR="00850B65" w:rsidRDefault="00850B65" w:rsidP="00850B65">
      <w:r>
        <w:t>275.0760</w:t>
      </w:r>
      <w:r>
        <w:tab/>
        <w:t>1.013e0</w:t>
      </w:r>
    </w:p>
    <w:p w:rsidR="00850B65" w:rsidRDefault="00850B65" w:rsidP="00850B65">
      <w:r>
        <w:t>275.1198</w:t>
      </w:r>
      <w:r>
        <w:tab/>
        <w:t>1.013e0</w:t>
      </w:r>
    </w:p>
    <w:p w:rsidR="00850B65" w:rsidRDefault="00850B65" w:rsidP="00850B65">
      <w:r>
        <w:lastRenderedPageBreak/>
        <w:t>275.1343</w:t>
      </w:r>
      <w:r>
        <w:tab/>
        <w:t>2.012e0</w:t>
      </w:r>
    </w:p>
    <w:p w:rsidR="00850B65" w:rsidRDefault="00850B65" w:rsidP="00850B65">
      <w:r>
        <w:t>275.1531</w:t>
      </w:r>
      <w:r>
        <w:tab/>
        <w:t>2.720e0</w:t>
      </w:r>
    </w:p>
    <w:p w:rsidR="00850B65" w:rsidRDefault="00850B65" w:rsidP="00850B65">
      <w:r>
        <w:t>275.1716</w:t>
      </w:r>
      <w:r>
        <w:tab/>
        <w:t>1.959e0</w:t>
      </w:r>
    </w:p>
    <w:p w:rsidR="00850B65" w:rsidRDefault="00850B65" w:rsidP="00850B65">
      <w:r>
        <w:t>275.2095</w:t>
      </w:r>
      <w:r>
        <w:tab/>
        <w:t>3.038e0</w:t>
      </w:r>
    </w:p>
    <w:p w:rsidR="00850B65" w:rsidRDefault="00850B65" w:rsidP="00850B65">
      <w:r>
        <w:t>275.2244</w:t>
      </w:r>
      <w:r>
        <w:tab/>
        <w:t>3.038e0</w:t>
      </w:r>
    </w:p>
    <w:p w:rsidR="00850B65" w:rsidRDefault="00850B65" w:rsidP="00850B65">
      <w:r>
        <w:t>275.2711</w:t>
      </w:r>
      <w:r>
        <w:tab/>
        <w:t>1.013e0</w:t>
      </w:r>
    </w:p>
    <w:p w:rsidR="00850B65" w:rsidRDefault="00850B65" w:rsidP="00850B65">
      <w:r>
        <w:t>275.2969</w:t>
      </w:r>
      <w:r>
        <w:tab/>
        <w:t>1.013e0</w:t>
      </w:r>
    </w:p>
    <w:p w:rsidR="00850B65" w:rsidRDefault="00850B65" w:rsidP="00850B65">
      <w:r>
        <w:t>275.3247</w:t>
      </w:r>
      <w:r>
        <w:tab/>
        <w:t>3.038e0</w:t>
      </w:r>
    </w:p>
    <w:p w:rsidR="00850B65" w:rsidRDefault="00850B65" w:rsidP="00850B65">
      <w:r>
        <w:t>275.3765</w:t>
      </w:r>
      <w:r>
        <w:tab/>
        <w:t>1.013e0</w:t>
      </w:r>
    </w:p>
    <w:p w:rsidR="00850B65" w:rsidRDefault="00850B65" w:rsidP="00850B65">
      <w:r>
        <w:t>275.4078</w:t>
      </w:r>
      <w:r>
        <w:tab/>
        <w:t>1.013e0</w:t>
      </w:r>
    </w:p>
    <w:p w:rsidR="00850B65" w:rsidRDefault="00850B65" w:rsidP="00850B65">
      <w:r>
        <w:t>275.4944</w:t>
      </w:r>
      <w:r>
        <w:tab/>
        <w:t>1.013e0</w:t>
      </w:r>
    </w:p>
    <w:p w:rsidR="00850B65" w:rsidRDefault="00850B65" w:rsidP="00850B65">
      <w:r>
        <w:t>275.5918</w:t>
      </w:r>
      <w:r>
        <w:tab/>
        <w:t>2.025e0</w:t>
      </w:r>
    </w:p>
    <w:p w:rsidR="00850B65" w:rsidRDefault="00850B65" w:rsidP="00850B65">
      <w:r>
        <w:t>275.6079</w:t>
      </w:r>
      <w:r>
        <w:tab/>
        <w:t>2.025e0</w:t>
      </w:r>
    </w:p>
    <w:p w:rsidR="00850B65" w:rsidRDefault="00850B65" w:rsidP="00850B65">
      <w:r>
        <w:t>275.6148</w:t>
      </w:r>
      <w:r>
        <w:tab/>
        <w:t>1.013e0</w:t>
      </w:r>
    </w:p>
    <w:p w:rsidR="00850B65" w:rsidRDefault="00850B65" w:rsidP="00850B65">
      <w:r>
        <w:t>275.6667</w:t>
      </w:r>
      <w:r>
        <w:tab/>
        <w:t>1.013e0</w:t>
      </w:r>
    </w:p>
    <w:p w:rsidR="00850B65" w:rsidRDefault="00850B65" w:rsidP="00850B65">
      <w:r>
        <w:t>275.6893</w:t>
      </w:r>
      <w:r>
        <w:tab/>
        <w:t>1.013e0</w:t>
      </w:r>
    </w:p>
    <w:p w:rsidR="00850B65" w:rsidRDefault="00850B65" w:rsidP="00850B65">
      <w:r>
        <w:t>275.7021</w:t>
      </w:r>
      <w:r>
        <w:tab/>
        <w:t>1.013e0</w:t>
      </w:r>
    </w:p>
    <w:p w:rsidR="00850B65" w:rsidRDefault="00850B65" w:rsidP="00850B65">
      <w:r>
        <w:t>275.7164</w:t>
      </w:r>
      <w:r>
        <w:tab/>
        <w:t>1.013e0</w:t>
      </w:r>
    </w:p>
    <w:p w:rsidR="00850B65" w:rsidRDefault="00850B65" w:rsidP="00850B65">
      <w:r>
        <w:t>275.8260</w:t>
      </w:r>
      <w:r>
        <w:tab/>
        <w:t>1.013e0</w:t>
      </w:r>
    </w:p>
    <w:p w:rsidR="00850B65" w:rsidRDefault="00850B65" w:rsidP="00850B65">
      <w:r>
        <w:lastRenderedPageBreak/>
        <w:t>275.8301</w:t>
      </w:r>
      <w:r>
        <w:tab/>
        <w:t>1.013e0</w:t>
      </w:r>
    </w:p>
    <w:p w:rsidR="00850B65" w:rsidRDefault="00850B65" w:rsidP="00850B65">
      <w:r>
        <w:t>275.8441</w:t>
      </w:r>
      <w:r>
        <w:tab/>
        <w:t>1.013e0</w:t>
      </w:r>
    </w:p>
    <w:p w:rsidR="00850B65" w:rsidRDefault="00850B65" w:rsidP="00850B65">
      <w:r>
        <w:t>275.8636</w:t>
      </w:r>
      <w:r>
        <w:tab/>
        <w:t>2.025e0</w:t>
      </w:r>
    </w:p>
    <w:p w:rsidR="00850B65" w:rsidRDefault="00850B65" w:rsidP="00850B65">
      <w:r>
        <w:t>275.9197</w:t>
      </w:r>
      <w:r>
        <w:tab/>
        <w:t>1.013e0</w:t>
      </w:r>
    </w:p>
    <w:p w:rsidR="00850B65" w:rsidRDefault="00850B65" w:rsidP="00850B65">
      <w:r>
        <w:t>275.9569</w:t>
      </w:r>
      <w:r>
        <w:tab/>
        <w:t>2.025e0</w:t>
      </w:r>
    </w:p>
    <w:p w:rsidR="00850B65" w:rsidRDefault="00850B65" w:rsidP="00850B65">
      <w:r>
        <w:t>275.9783</w:t>
      </w:r>
      <w:r>
        <w:tab/>
        <w:t>3.038e0</w:t>
      </w:r>
    </w:p>
    <w:p w:rsidR="00850B65" w:rsidRDefault="00850B65" w:rsidP="00850B65">
      <w:r>
        <w:t>275.9826</w:t>
      </w:r>
      <w:r>
        <w:tab/>
        <w:t>6.076e0</w:t>
      </w:r>
    </w:p>
    <w:p w:rsidR="00850B65" w:rsidRDefault="00850B65" w:rsidP="00850B65">
      <w:r>
        <w:t>275.9994</w:t>
      </w:r>
      <w:r>
        <w:tab/>
        <w:t>6.076e0</w:t>
      </w:r>
    </w:p>
    <w:p w:rsidR="00850B65" w:rsidRDefault="00850B65" w:rsidP="00850B65">
      <w:r>
        <w:t>276.0237</w:t>
      </w:r>
      <w:r>
        <w:tab/>
        <w:t>4.051e0</w:t>
      </w:r>
    </w:p>
    <w:p w:rsidR="00850B65" w:rsidRDefault="00850B65" w:rsidP="00850B65">
      <w:r>
        <w:t>276.0331</w:t>
      </w:r>
      <w:r>
        <w:tab/>
        <w:t>6.076e0</w:t>
      </w:r>
    </w:p>
    <w:p w:rsidR="00850B65" w:rsidRDefault="00850B65" w:rsidP="00850B65">
      <w:r>
        <w:t>276.0836</w:t>
      </w:r>
      <w:r>
        <w:tab/>
        <w:t>1.924e1</w:t>
      </w:r>
    </w:p>
    <w:p w:rsidR="00850B65" w:rsidRDefault="00850B65" w:rsidP="00850B65">
      <w:r>
        <w:t>276.0861</w:t>
      </w:r>
      <w:r>
        <w:tab/>
        <w:t>6.215e1</w:t>
      </w:r>
    </w:p>
    <w:p w:rsidR="00850B65" w:rsidRDefault="00850B65" w:rsidP="00850B65">
      <w:r>
        <w:t>276.0875</w:t>
      </w:r>
      <w:r>
        <w:tab/>
        <w:t>1.214e2</w:t>
      </w:r>
    </w:p>
    <w:p w:rsidR="00850B65" w:rsidRDefault="00850B65" w:rsidP="00850B65">
      <w:r>
        <w:t>276.1437</w:t>
      </w:r>
      <w:r>
        <w:tab/>
        <w:t>2.546e0</w:t>
      </w:r>
    </w:p>
    <w:p w:rsidR="00850B65" w:rsidRDefault="00850B65" w:rsidP="00850B65">
      <w:r>
        <w:t>276.1701</w:t>
      </w:r>
      <w:r>
        <w:tab/>
        <w:t>1.013e0</w:t>
      </w:r>
    </w:p>
    <w:p w:rsidR="00850B65" w:rsidRDefault="00850B65" w:rsidP="00850B65">
      <w:r>
        <w:t>276.1778</w:t>
      </w:r>
      <w:r>
        <w:tab/>
        <w:t>2.217e0</w:t>
      </w:r>
    </w:p>
    <w:p w:rsidR="00850B65" w:rsidRDefault="00850B65" w:rsidP="00850B65">
      <w:r>
        <w:t>276.1889</w:t>
      </w:r>
      <w:r>
        <w:tab/>
        <w:t>3.024e0</w:t>
      </w:r>
    </w:p>
    <w:p w:rsidR="00850B65" w:rsidRDefault="00850B65" w:rsidP="00850B65">
      <w:r>
        <w:t>276.2056</w:t>
      </w:r>
      <w:r>
        <w:tab/>
        <w:t>3.038e0</w:t>
      </w:r>
    </w:p>
    <w:p w:rsidR="00850B65" w:rsidRDefault="00850B65" w:rsidP="00850B65">
      <w:r>
        <w:t>276.2365</w:t>
      </w:r>
      <w:r>
        <w:tab/>
        <w:t>1.013e0</w:t>
      </w:r>
    </w:p>
    <w:p w:rsidR="00850B65" w:rsidRDefault="00850B65" w:rsidP="00850B65">
      <w:r>
        <w:lastRenderedPageBreak/>
        <w:t>276.2500</w:t>
      </w:r>
      <w:r>
        <w:tab/>
        <w:t>1.013e0</w:t>
      </w:r>
    </w:p>
    <w:p w:rsidR="00850B65" w:rsidRDefault="00850B65" w:rsidP="00850B65">
      <w:r>
        <w:t>276.2717</w:t>
      </w:r>
      <w:r>
        <w:tab/>
        <w:t>1.013e0</w:t>
      </w:r>
    </w:p>
    <w:p w:rsidR="00850B65" w:rsidRDefault="00850B65" w:rsidP="00850B65">
      <w:r>
        <w:t>276.2906</w:t>
      </w:r>
      <w:r>
        <w:tab/>
        <w:t>1.013e0</w:t>
      </w:r>
    </w:p>
    <w:p w:rsidR="00850B65" w:rsidRDefault="00850B65" w:rsidP="00850B65">
      <w:r>
        <w:t>276.3069</w:t>
      </w:r>
      <w:r>
        <w:tab/>
        <w:t>1.013e0</w:t>
      </w:r>
    </w:p>
    <w:p w:rsidR="00850B65" w:rsidRDefault="00850B65" w:rsidP="00850B65">
      <w:r>
        <w:t>276.3421</w:t>
      </w:r>
      <w:r>
        <w:tab/>
        <w:t>1.013e0</w:t>
      </w:r>
    </w:p>
    <w:p w:rsidR="00850B65" w:rsidRDefault="00850B65" w:rsidP="00850B65">
      <w:r>
        <w:t>276.3566</w:t>
      </w:r>
      <w:r>
        <w:tab/>
        <w:t>1.013e0</w:t>
      </w:r>
    </w:p>
    <w:p w:rsidR="00850B65" w:rsidRDefault="00850B65" w:rsidP="00850B65">
      <w:r>
        <w:t>276.3614</w:t>
      </w:r>
      <w:r>
        <w:tab/>
        <w:t>1.013e0</w:t>
      </w:r>
    </w:p>
    <w:p w:rsidR="00850B65" w:rsidRDefault="00850B65" w:rsidP="00850B65">
      <w:r>
        <w:t>276.3734</w:t>
      </w:r>
      <w:r>
        <w:tab/>
        <w:t>1.013e0</w:t>
      </w:r>
    </w:p>
    <w:p w:rsidR="00850B65" w:rsidRDefault="00850B65" w:rsidP="00850B65">
      <w:r>
        <w:t>276.4438</w:t>
      </w:r>
      <w:r>
        <w:tab/>
        <w:t>1.013e0</w:t>
      </w:r>
    </w:p>
    <w:p w:rsidR="00850B65" w:rsidRDefault="00850B65" w:rsidP="00850B65">
      <w:r>
        <w:t>276.4582</w:t>
      </w:r>
      <w:r>
        <w:tab/>
        <w:t>1.013e0</w:t>
      </w:r>
    </w:p>
    <w:p w:rsidR="00850B65" w:rsidRDefault="00850B65" w:rsidP="00850B65">
      <w:r>
        <w:t>276.4710</w:t>
      </w:r>
      <w:r>
        <w:tab/>
        <w:t>1.013e0</w:t>
      </w:r>
    </w:p>
    <w:p w:rsidR="00850B65" w:rsidRDefault="00850B65" w:rsidP="00850B65">
      <w:r>
        <w:t>276.5141</w:t>
      </w:r>
      <w:r>
        <w:tab/>
        <w:t>1.013e0</w:t>
      </w:r>
    </w:p>
    <w:p w:rsidR="00850B65" w:rsidRDefault="00850B65" w:rsidP="00850B65">
      <w:r>
        <w:t>276.5647</w:t>
      </w:r>
      <w:r>
        <w:tab/>
        <w:t>1.013e0</w:t>
      </w:r>
    </w:p>
    <w:p w:rsidR="00850B65" w:rsidRDefault="00850B65" w:rsidP="00850B65">
      <w:r>
        <w:t>276.5884</w:t>
      </w:r>
      <w:r>
        <w:tab/>
        <w:t>2.025e0</w:t>
      </w:r>
    </w:p>
    <w:p w:rsidR="00850B65" w:rsidRDefault="00850B65" w:rsidP="00850B65">
      <w:r>
        <w:t>276.6079</w:t>
      </w:r>
      <w:r>
        <w:tab/>
        <w:t>1.013e0</w:t>
      </w:r>
    </w:p>
    <w:p w:rsidR="00850B65" w:rsidRDefault="00850B65" w:rsidP="00850B65">
      <w:r>
        <w:t>276.6223</w:t>
      </w:r>
      <w:r>
        <w:tab/>
        <w:t>3.038e0</w:t>
      </w:r>
    </w:p>
    <w:p w:rsidR="00850B65" w:rsidRDefault="00850B65" w:rsidP="00850B65">
      <w:r>
        <w:t>276.6513</w:t>
      </w:r>
      <w:r>
        <w:tab/>
        <w:t>1.013e0</w:t>
      </w:r>
    </w:p>
    <w:p w:rsidR="00850B65" w:rsidRDefault="00850B65" w:rsidP="00850B65">
      <w:r>
        <w:t>276.6784</w:t>
      </w:r>
      <w:r>
        <w:tab/>
        <w:t>1.013e0</w:t>
      </w:r>
    </w:p>
    <w:p w:rsidR="00850B65" w:rsidRDefault="00850B65" w:rsidP="00850B65">
      <w:r>
        <w:t>276.6869</w:t>
      </w:r>
      <w:r>
        <w:tab/>
        <w:t>1.013e0</w:t>
      </w:r>
    </w:p>
    <w:p w:rsidR="00850B65" w:rsidRDefault="00850B65" w:rsidP="00850B65">
      <w:r>
        <w:lastRenderedPageBreak/>
        <w:t>276.7174</w:t>
      </w:r>
      <w:r>
        <w:tab/>
        <w:t>1.013e0</w:t>
      </w:r>
    </w:p>
    <w:p w:rsidR="00850B65" w:rsidRDefault="00850B65" w:rsidP="00850B65">
      <w:r>
        <w:t>276.7215</w:t>
      </w:r>
      <w:r>
        <w:tab/>
        <w:t>2.025e0</w:t>
      </w:r>
    </w:p>
    <w:p w:rsidR="00850B65" w:rsidRDefault="00850B65" w:rsidP="00850B65">
      <w:r>
        <w:t>276.7407</w:t>
      </w:r>
      <w:r>
        <w:tab/>
        <w:t>1.013e0</w:t>
      </w:r>
    </w:p>
    <w:p w:rsidR="00850B65" w:rsidRDefault="00850B65" w:rsidP="00850B65">
      <w:r>
        <w:t>276.7886</w:t>
      </w:r>
      <w:r>
        <w:tab/>
        <w:t>1.013e0</w:t>
      </w:r>
    </w:p>
    <w:p w:rsidR="00850B65" w:rsidRDefault="00850B65" w:rsidP="00850B65">
      <w:r>
        <w:t>276.7988</w:t>
      </w:r>
      <w:r>
        <w:tab/>
        <w:t>1.013e0</w:t>
      </w:r>
    </w:p>
    <w:p w:rsidR="00850B65" w:rsidRDefault="00850B65" w:rsidP="00850B65">
      <w:r>
        <w:t>276.8305</w:t>
      </w:r>
      <w:r>
        <w:tab/>
        <w:t>2.025e0</w:t>
      </w:r>
    </w:p>
    <w:p w:rsidR="00850B65" w:rsidRDefault="00850B65" w:rsidP="00850B65">
      <w:r>
        <w:t>276.8504</w:t>
      </w:r>
      <w:r>
        <w:tab/>
        <w:t>1.013e0</w:t>
      </w:r>
    </w:p>
    <w:p w:rsidR="00850B65" w:rsidRDefault="00850B65" w:rsidP="00850B65">
      <w:r>
        <w:t>276.8736</w:t>
      </w:r>
      <w:r>
        <w:tab/>
        <w:t>1.013e0</w:t>
      </w:r>
    </w:p>
    <w:p w:rsidR="00850B65" w:rsidRDefault="00850B65" w:rsidP="00850B65">
      <w:r>
        <w:t>276.8935</w:t>
      </w:r>
      <w:r>
        <w:tab/>
        <w:t>2.025e0</w:t>
      </w:r>
    </w:p>
    <w:p w:rsidR="00850B65" w:rsidRDefault="00850B65" w:rsidP="00850B65">
      <w:r>
        <w:t>276.9895</w:t>
      </w:r>
      <w:r>
        <w:tab/>
        <w:t>2.025e0</w:t>
      </w:r>
    </w:p>
    <w:p w:rsidR="00850B65" w:rsidRDefault="00850B65" w:rsidP="00850B65">
      <w:r>
        <w:t>276.9994</w:t>
      </w:r>
      <w:r>
        <w:tab/>
        <w:t>2.025e0</w:t>
      </w:r>
    </w:p>
    <w:p w:rsidR="00850B65" w:rsidRDefault="00850B65" w:rsidP="00850B65">
      <w:r>
        <w:t>277.0323</w:t>
      </w:r>
      <w:r>
        <w:tab/>
        <w:t>2.025e0</w:t>
      </w:r>
    </w:p>
    <w:p w:rsidR="00850B65" w:rsidRDefault="00850B65" w:rsidP="00850B65">
      <w:r>
        <w:t>277.0418</w:t>
      </w:r>
      <w:r>
        <w:tab/>
        <w:t>2.025e0</w:t>
      </w:r>
    </w:p>
    <w:p w:rsidR="00850B65" w:rsidRDefault="00850B65" w:rsidP="00850B65">
      <w:r>
        <w:t>277.0536</w:t>
      </w:r>
      <w:r>
        <w:tab/>
        <w:t>3.038e0</w:t>
      </w:r>
    </w:p>
    <w:p w:rsidR="00850B65" w:rsidRDefault="00850B65" w:rsidP="00850B65">
      <w:r>
        <w:t>277.0575</w:t>
      </w:r>
      <w:r>
        <w:tab/>
        <w:t>2.025e0</w:t>
      </w:r>
    </w:p>
    <w:p w:rsidR="00850B65" w:rsidRDefault="00850B65" w:rsidP="00850B65">
      <w:r>
        <w:t>277.0865</w:t>
      </w:r>
      <w:r>
        <w:tab/>
        <w:t>1.013e1</w:t>
      </w:r>
    </w:p>
    <w:p w:rsidR="00850B65" w:rsidRDefault="00850B65" w:rsidP="00850B65">
      <w:r>
        <w:t>277.0908</w:t>
      </w:r>
      <w:r>
        <w:tab/>
        <w:t>1.418e1</w:t>
      </w:r>
    </w:p>
    <w:p w:rsidR="00850B65" w:rsidRDefault="00850B65" w:rsidP="00850B65">
      <w:r>
        <w:t>277.0955</w:t>
      </w:r>
      <w:r>
        <w:tab/>
        <w:t>3.038e0</w:t>
      </w:r>
    </w:p>
    <w:p w:rsidR="00850B65" w:rsidRDefault="00850B65" w:rsidP="00850B65">
      <w:r>
        <w:t>277.1345</w:t>
      </w:r>
      <w:r>
        <w:tab/>
        <w:t>4.051e0</w:t>
      </w:r>
    </w:p>
    <w:p w:rsidR="00850B65" w:rsidRDefault="00850B65" w:rsidP="00850B65">
      <w:r>
        <w:lastRenderedPageBreak/>
        <w:t>277.1601</w:t>
      </w:r>
      <w:r>
        <w:tab/>
        <w:t>3.038e0</w:t>
      </w:r>
    </w:p>
    <w:p w:rsidR="00850B65" w:rsidRDefault="00850B65" w:rsidP="00850B65">
      <w:r>
        <w:t>277.1741</w:t>
      </w:r>
      <w:r>
        <w:tab/>
        <w:t>1.644e0</w:t>
      </w:r>
    </w:p>
    <w:p w:rsidR="00850B65" w:rsidRDefault="00850B65" w:rsidP="00850B65">
      <w:r>
        <w:t>277.1868</w:t>
      </w:r>
      <w:r>
        <w:tab/>
        <w:t>1.013e0</w:t>
      </w:r>
    </w:p>
    <w:p w:rsidR="00850B65" w:rsidRDefault="00850B65" w:rsidP="00850B65">
      <w:r>
        <w:t>277.2029</w:t>
      </w:r>
      <w:r>
        <w:tab/>
        <w:t>2.025e0</w:t>
      </w:r>
    </w:p>
    <w:p w:rsidR="00850B65" w:rsidRDefault="00850B65" w:rsidP="00850B65">
      <w:r>
        <w:t>277.2059</w:t>
      </w:r>
      <w:r>
        <w:tab/>
        <w:t>1.013e0</w:t>
      </w:r>
    </w:p>
    <w:p w:rsidR="00850B65" w:rsidRDefault="00850B65" w:rsidP="00850B65">
      <w:r>
        <w:t>277.2140</w:t>
      </w:r>
      <w:r>
        <w:tab/>
        <w:t>1.013e0</w:t>
      </w:r>
    </w:p>
    <w:p w:rsidR="00850B65" w:rsidRDefault="00850B65" w:rsidP="00850B65">
      <w:r>
        <w:t>277.2365</w:t>
      </w:r>
      <w:r>
        <w:tab/>
        <w:t>1.013e0</w:t>
      </w:r>
    </w:p>
    <w:p w:rsidR="00850B65" w:rsidRDefault="00850B65" w:rsidP="00850B65">
      <w:r>
        <w:t>277.2384</w:t>
      </w:r>
      <w:r>
        <w:tab/>
        <w:t>2.025e0</w:t>
      </w:r>
    </w:p>
    <w:p w:rsidR="00850B65" w:rsidRDefault="00850B65" w:rsidP="00850B65">
      <w:r>
        <w:t>277.2473</w:t>
      </w:r>
      <w:r>
        <w:tab/>
        <w:t>2.025e0</w:t>
      </w:r>
    </w:p>
    <w:p w:rsidR="00850B65" w:rsidRDefault="00850B65" w:rsidP="00850B65">
      <w:r>
        <w:t>277.3004</w:t>
      </w:r>
      <w:r>
        <w:tab/>
        <w:t>3.038e0</w:t>
      </w:r>
    </w:p>
    <w:p w:rsidR="00850B65" w:rsidRDefault="00850B65" w:rsidP="00850B65">
      <w:r>
        <w:t>277.3027</w:t>
      </w:r>
      <w:r>
        <w:tab/>
        <w:t>1.013e0</w:t>
      </w:r>
    </w:p>
    <w:p w:rsidR="00850B65" w:rsidRDefault="00850B65" w:rsidP="00850B65">
      <w:r>
        <w:t>277.3203</w:t>
      </w:r>
      <w:r>
        <w:tab/>
        <w:t>3.038e0</w:t>
      </w:r>
    </w:p>
    <w:p w:rsidR="00850B65" w:rsidRDefault="00850B65" w:rsidP="00850B65">
      <w:r>
        <w:t>277.3995</w:t>
      </w:r>
      <w:r>
        <w:tab/>
        <w:t>1.013e0</w:t>
      </w:r>
    </w:p>
    <w:p w:rsidR="00850B65" w:rsidRDefault="00850B65" w:rsidP="00850B65">
      <w:r>
        <w:t>277.4568</w:t>
      </w:r>
      <w:r>
        <w:tab/>
        <w:t>2.025e0</w:t>
      </w:r>
    </w:p>
    <w:p w:rsidR="00850B65" w:rsidRDefault="00850B65" w:rsidP="00850B65">
      <w:r>
        <w:t>277.5114</w:t>
      </w:r>
      <w:r>
        <w:tab/>
        <w:t>1.013e0</w:t>
      </w:r>
    </w:p>
    <w:p w:rsidR="00850B65" w:rsidRDefault="00850B65" w:rsidP="00850B65">
      <w:r>
        <w:t>277.5371</w:t>
      </w:r>
      <w:r>
        <w:tab/>
        <w:t>1.013e0</w:t>
      </w:r>
    </w:p>
    <w:p w:rsidR="00850B65" w:rsidRDefault="00850B65" w:rsidP="00850B65">
      <w:r>
        <w:t>277.5585</w:t>
      </w:r>
      <w:r>
        <w:tab/>
        <w:t>1.013e0</w:t>
      </w:r>
    </w:p>
    <w:p w:rsidR="00850B65" w:rsidRDefault="00850B65" w:rsidP="00850B65">
      <w:r>
        <w:t>277.5677</w:t>
      </w:r>
      <w:r>
        <w:tab/>
        <w:t>1.013e0</w:t>
      </w:r>
    </w:p>
    <w:p w:rsidR="00850B65" w:rsidRDefault="00850B65" w:rsidP="00850B65">
      <w:r>
        <w:t>277.6125</w:t>
      </w:r>
      <w:r>
        <w:tab/>
        <w:t>4.051e0</w:t>
      </w:r>
    </w:p>
    <w:p w:rsidR="00850B65" w:rsidRDefault="00850B65" w:rsidP="00850B65">
      <w:r>
        <w:lastRenderedPageBreak/>
        <w:t>277.6142</w:t>
      </w:r>
      <w:r>
        <w:tab/>
        <w:t>2.025e0</w:t>
      </w:r>
    </w:p>
    <w:p w:rsidR="00850B65" w:rsidRDefault="00850B65" w:rsidP="00850B65">
      <w:r>
        <w:t>277.6441</w:t>
      </w:r>
      <w:r>
        <w:tab/>
        <w:t>1.013e0</w:t>
      </w:r>
    </w:p>
    <w:p w:rsidR="00850B65" w:rsidRDefault="00850B65" w:rsidP="00850B65">
      <w:r>
        <w:t>277.6696</w:t>
      </w:r>
      <w:r>
        <w:tab/>
        <w:t>1.013e0</w:t>
      </w:r>
    </w:p>
    <w:p w:rsidR="00850B65" w:rsidRDefault="00850B65" w:rsidP="00850B65">
      <w:r>
        <w:t>277.6835</w:t>
      </w:r>
      <w:r>
        <w:tab/>
        <w:t>1.013e0</w:t>
      </w:r>
    </w:p>
    <w:p w:rsidR="00850B65" w:rsidRDefault="00850B65" w:rsidP="00850B65">
      <w:r>
        <w:t>277.7003</w:t>
      </w:r>
      <w:r>
        <w:tab/>
        <w:t>1.013e0</w:t>
      </w:r>
    </w:p>
    <w:p w:rsidR="00850B65" w:rsidRDefault="00850B65" w:rsidP="00850B65">
      <w:r>
        <w:t>277.7187</w:t>
      </w:r>
      <w:r>
        <w:tab/>
        <w:t>1.013e0</w:t>
      </w:r>
    </w:p>
    <w:p w:rsidR="00850B65" w:rsidRDefault="00850B65" w:rsidP="00850B65">
      <w:r>
        <w:t>277.7852</w:t>
      </w:r>
      <w:r>
        <w:tab/>
        <w:t>1.013e0</w:t>
      </w:r>
    </w:p>
    <w:p w:rsidR="00850B65" w:rsidRDefault="00850B65" w:rsidP="00850B65">
      <w:r>
        <w:t>277.8329</w:t>
      </w:r>
      <w:r>
        <w:tab/>
        <w:t>1.013e0</w:t>
      </w:r>
    </w:p>
    <w:p w:rsidR="00850B65" w:rsidRDefault="00850B65" w:rsidP="00850B65">
      <w:r>
        <w:t>277.8400</w:t>
      </w:r>
      <w:r>
        <w:tab/>
        <w:t>2.025e0</w:t>
      </w:r>
    </w:p>
    <w:p w:rsidR="00850B65" w:rsidRDefault="00850B65" w:rsidP="00850B65">
      <w:r>
        <w:t>277.9330</w:t>
      </w:r>
      <w:r>
        <w:tab/>
        <w:t>2.025e0</w:t>
      </w:r>
    </w:p>
    <w:p w:rsidR="00850B65" w:rsidRDefault="00850B65" w:rsidP="00850B65">
      <w:r>
        <w:t>277.9569</w:t>
      </w:r>
      <w:r>
        <w:tab/>
        <w:t>4.051e0</w:t>
      </w:r>
    </w:p>
    <w:p w:rsidR="00850B65" w:rsidRDefault="00850B65" w:rsidP="00850B65">
      <w:r>
        <w:t>277.9693</w:t>
      </w:r>
      <w:r>
        <w:tab/>
        <w:t>4.667e0</w:t>
      </w:r>
    </w:p>
    <w:p w:rsidR="00850B65" w:rsidRDefault="00850B65" w:rsidP="00850B65">
      <w:r>
        <w:t>277.9707</w:t>
      </w:r>
      <w:r>
        <w:tab/>
        <w:t>3.038e0</w:t>
      </w:r>
    </w:p>
    <w:p w:rsidR="00850B65" w:rsidRDefault="00850B65" w:rsidP="00850B65">
      <w:r>
        <w:t>278.0609</w:t>
      </w:r>
      <w:r>
        <w:tab/>
        <w:t>4.051e0</w:t>
      </w:r>
    </w:p>
    <w:p w:rsidR="00850B65" w:rsidRDefault="00850B65" w:rsidP="00850B65">
      <w:r>
        <w:t>278.0662</w:t>
      </w:r>
      <w:r>
        <w:tab/>
        <w:t>2.585e1</w:t>
      </w:r>
    </w:p>
    <w:p w:rsidR="00850B65" w:rsidRDefault="00850B65" w:rsidP="00850B65">
      <w:r>
        <w:t>278.0688</w:t>
      </w:r>
      <w:r>
        <w:tab/>
        <w:t>9.249e0</w:t>
      </w:r>
    </w:p>
    <w:p w:rsidR="00850B65" w:rsidRDefault="00850B65" w:rsidP="00850B65">
      <w:r>
        <w:t>278.0977</w:t>
      </w:r>
      <w:r>
        <w:tab/>
        <w:t>2.025e0</w:t>
      </w:r>
    </w:p>
    <w:p w:rsidR="00850B65" w:rsidRDefault="00850B65" w:rsidP="00850B65">
      <w:r>
        <w:t>278.1136</w:t>
      </w:r>
      <w:r>
        <w:tab/>
        <w:t>1.013e0</w:t>
      </w:r>
    </w:p>
    <w:p w:rsidR="00850B65" w:rsidRDefault="00850B65" w:rsidP="00850B65">
      <w:r>
        <w:t>278.1575</w:t>
      </w:r>
      <w:r>
        <w:tab/>
        <w:t>1.621e1</w:t>
      </w:r>
    </w:p>
    <w:p w:rsidR="00850B65" w:rsidRDefault="00850B65" w:rsidP="00850B65">
      <w:r>
        <w:lastRenderedPageBreak/>
        <w:t>278.1659</w:t>
      </w:r>
      <w:r>
        <w:tab/>
        <w:t>2.025e0</w:t>
      </w:r>
    </w:p>
    <w:p w:rsidR="00850B65" w:rsidRDefault="00850B65" w:rsidP="00850B65">
      <w:r>
        <w:t>278.2118</w:t>
      </w:r>
      <w:r>
        <w:tab/>
        <w:t>2.025e0</w:t>
      </w:r>
    </w:p>
    <w:p w:rsidR="00850B65" w:rsidRDefault="00850B65" w:rsidP="00850B65">
      <w:r>
        <w:t>278.2197</w:t>
      </w:r>
      <w:r>
        <w:tab/>
        <w:t>1.013e0</w:t>
      </w:r>
    </w:p>
    <w:p w:rsidR="00850B65" w:rsidRDefault="00850B65" w:rsidP="00850B65">
      <w:r>
        <w:t>278.2237</w:t>
      </w:r>
      <w:r>
        <w:tab/>
        <w:t>2.025e0</w:t>
      </w:r>
    </w:p>
    <w:p w:rsidR="00850B65" w:rsidRDefault="00850B65" w:rsidP="00850B65">
      <w:r>
        <w:t>278.2944</w:t>
      </w:r>
      <w:r>
        <w:tab/>
        <w:t>1.013e0</w:t>
      </w:r>
    </w:p>
    <w:p w:rsidR="00850B65" w:rsidRDefault="00850B65" w:rsidP="00850B65">
      <w:r>
        <w:t>278.3742</w:t>
      </w:r>
      <w:r>
        <w:tab/>
        <w:t>1.013e0</w:t>
      </w:r>
    </w:p>
    <w:p w:rsidR="00850B65" w:rsidRDefault="00850B65" w:rsidP="00850B65">
      <w:r>
        <w:t>278.4194</w:t>
      </w:r>
      <w:r>
        <w:tab/>
        <w:t>1.013e0</w:t>
      </w:r>
    </w:p>
    <w:p w:rsidR="00850B65" w:rsidRDefault="00850B65" w:rsidP="00850B65">
      <w:r>
        <w:t>278.4567</w:t>
      </w:r>
      <w:r>
        <w:tab/>
        <w:t>2.025e0</w:t>
      </w:r>
    </w:p>
    <w:p w:rsidR="00850B65" w:rsidRDefault="00850B65" w:rsidP="00850B65">
      <w:r>
        <w:t>278.4855</w:t>
      </w:r>
      <w:r>
        <w:tab/>
        <w:t>2.025e0</w:t>
      </w:r>
    </w:p>
    <w:p w:rsidR="00850B65" w:rsidRDefault="00850B65" w:rsidP="00850B65">
      <w:r>
        <w:t>278.5252</w:t>
      </w:r>
      <w:r>
        <w:tab/>
        <w:t>1.013e0</w:t>
      </w:r>
    </w:p>
    <w:p w:rsidR="00850B65" w:rsidRDefault="00850B65" w:rsidP="00850B65">
      <w:r>
        <w:t>278.5839</w:t>
      </w:r>
      <w:r>
        <w:tab/>
        <w:t>1.013e0</w:t>
      </w:r>
    </w:p>
    <w:p w:rsidR="00850B65" w:rsidRDefault="00850B65" w:rsidP="00850B65">
      <w:r>
        <w:t>278.6043</w:t>
      </w:r>
      <w:r>
        <w:tab/>
        <w:t>1.013e0</w:t>
      </w:r>
    </w:p>
    <w:p w:rsidR="00850B65" w:rsidRDefault="00850B65" w:rsidP="00850B65">
      <w:r>
        <w:t>278.6146</w:t>
      </w:r>
      <w:r>
        <w:tab/>
        <w:t>1.013e0</w:t>
      </w:r>
    </w:p>
    <w:p w:rsidR="00850B65" w:rsidRDefault="00850B65" w:rsidP="00850B65">
      <w:r>
        <w:t>278.7066</w:t>
      </w:r>
      <w:r>
        <w:tab/>
        <w:t>1.013e0</w:t>
      </w:r>
    </w:p>
    <w:p w:rsidR="00850B65" w:rsidRDefault="00850B65" w:rsidP="00850B65">
      <w:r>
        <w:t>278.7169</w:t>
      </w:r>
      <w:r>
        <w:tab/>
        <w:t>1.013e0</w:t>
      </w:r>
    </w:p>
    <w:p w:rsidR="00850B65" w:rsidRDefault="00850B65" w:rsidP="00850B65">
      <w:r>
        <w:t>278.7476</w:t>
      </w:r>
      <w:r>
        <w:tab/>
        <w:t>1.013e0</w:t>
      </w:r>
    </w:p>
    <w:p w:rsidR="00850B65" w:rsidRDefault="00850B65" w:rsidP="00850B65">
      <w:r>
        <w:t>278.7562</w:t>
      </w:r>
      <w:r>
        <w:tab/>
        <w:t>1.013e0</w:t>
      </w:r>
    </w:p>
    <w:p w:rsidR="00850B65" w:rsidRDefault="00850B65" w:rsidP="00850B65">
      <w:r>
        <w:t>278.7643</w:t>
      </w:r>
      <w:r>
        <w:tab/>
        <w:t>1.013e0</w:t>
      </w:r>
    </w:p>
    <w:p w:rsidR="00850B65" w:rsidRDefault="00850B65" w:rsidP="00850B65">
      <w:r>
        <w:t>278.7915</w:t>
      </w:r>
      <w:r>
        <w:tab/>
        <w:t>1.013e0</w:t>
      </w:r>
    </w:p>
    <w:p w:rsidR="00850B65" w:rsidRDefault="00850B65" w:rsidP="00850B65">
      <w:r>
        <w:lastRenderedPageBreak/>
        <w:t>278.8499</w:t>
      </w:r>
      <w:r>
        <w:tab/>
        <w:t>1.013e0</w:t>
      </w:r>
    </w:p>
    <w:p w:rsidR="00850B65" w:rsidRDefault="00850B65" w:rsidP="00850B65">
      <w:r>
        <w:t>278.8558</w:t>
      </w:r>
      <w:r>
        <w:tab/>
        <w:t>2.025e0</w:t>
      </w:r>
    </w:p>
    <w:p w:rsidR="00850B65" w:rsidRDefault="00850B65" w:rsidP="00850B65">
      <w:r>
        <w:t>278.8975</w:t>
      </w:r>
      <w:r>
        <w:tab/>
        <w:t>1.013e0</w:t>
      </w:r>
    </w:p>
    <w:p w:rsidR="00850B65" w:rsidRDefault="00850B65" w:rsidP="00850B65">
      <w:r>
        <w:t>278.9680</w:t>
      </w:r>
      <w:r>
        <w:tab/>
        <w:t>1.013e0</w:t>
      </w:r>
    </w:p>
    <w:p w:rsidR="00850B65" w:rsidRDefault="00850B65" w:rsidP="00850B65">
      <w:r>
        <w:t>278.9870</w:t>
      </w:r>
      <w:r>
        <w:tab/>
        <w:t>2.025e0</w:t>
      </w:r>
    </w:p>
    <w:p w:rsidR="00850B65" w:rsidRDefault="00850B65" w:rsidP="00850B65">
      <w:r>
        <w:t>278.9933</w:t>
      </w:r>
      <w:r>
        <w:tab/>
        <w:t>2.025e0</w:t>
      </w:r>
    </w:p>
    <w:p w:rsidR="00850B65" w:rsidRDefault="00850B65" w:rsidP="00850B65">
      <w:r>
        <w:t>279.0187</w:t>
      </w:r>
      <w:r>
        <w:tab/>
        <w:t>1.013e0</w:t>
      </w:r>
    </w:p>
    <w:p w:rsidR="00850B65" w:rsidRDefault="00850B65" w:rsidP="00850B65">
      <w:r>
        <w:t>279.0327</w:t>
      </w:r>
      <w:r>
        <w:tab/>
        <w:t>2.025e0</w:t>
      </w:r>
    </w:p>
    <w:p w:rsidR="00850B65" w:rsidRDefault="00850B65" w:rsidP="00850B65">
      <w:r>
        <w:t>279.0579</w:t>
      </w:r>
      <w:r>
        <w:tab/>
        <w:t>1.013e0</w:t>
      </w:r>
    </w:p>
    <w:p w:rsidR="00850B65" w:rsidRDefault="00850B65" w:rsidP="00850B65">
      <w:r>
        <w:t>279.0796</w:t>
      </w:r>
      <w:r>
        <w:tab/>
        <w:t>4.708e0</w:t>
      </w:r>
    </w:p>
    <w:p w:rsidR="00850B65" w:rsidRDefault="00850B65" w:rsidP="00850B65">
      <w:r>
        <w:t>279.0824</w:t>
      </w:r>
      <w:r>
        <w:tab/>
        <w:t>2.025e0</w:t>
      </w:r>
    </w:p>
    <w:p w:rsidR="00850B65" w:rsidRDefault="00850B65" w:rsidP="00850B65">
      <w:r>
        <w:t>279.0932</w:t>
      </w:r>
      <w:r>
        <w:tab/>
        <w:t>2.025e0</w:t>
      </w:r>
    </w:p>
    <w:p w:rsidR="00850B65" w:rsidRDefault="00850B65" w:rsidP="00850B65">
      <w:r>
        <w:t>279.1060</w:t>
      </w:r>
      <w:r>
        <w:tab/>
        <w:t>1.013e0</w:t>
      </w:r>
    </w:p>
    <w:p w:rsidR="00850B65" w:rsidRDefault="00850B65" w:rsidP="00850B65">
      <w:r>
        <w:t>279.1099</w:t>
      </w:r>
      <w:r>
        <w:tab/>
        <w:t>2.381e0</w:t>
      </w:r>
    </w:p>
    <w:p w:rsidR="00850B65" w:rsidRDefault="00850B65" w:rsidP="00850B65">
      <w:r>
        <w:t>279.1546</w:t>
      </w:r>
      <w:r>
        <w:tab/>
        <w:t>1.620e1</w:t>
      </w:r>
    </w:p>
    <w:p w:rsidR="00850B65" w:rsidRDefault="00850B65" w:rsidP="00850B65">
      <w:r>
        <w:t>279.1590</w:t>
      </w:r>
      <w:r>
        <w:tab/>
        <w:t>8.101e0</w:t>
      </w:r>
    </w:p>
    <w:p w:rsidR="00850B65" w:rsidRDefault="00850B65" w:rsidP="00850B65">
      <w:r>
        <w:t>279.1610</w:t>
      </w:r>
      <w:r>
        <w:tab/>
        <w:t>9.114e0</w:t>
      </w:r>
    </w:p>
    <w:p w:rsidR="00850B65" w:rsidRDefault="00850B65" w:rsidP="00850B65">
      <w:r>
        <w:t>279.2185</w:t>
      </w:r>
      <w:r>
        <w:tab/>
        <w:t>1.013e0</w:t>
      </w:r>
    </w:p>
    <w:p w:rsidR="00850B65" w:rsidRDefault="00850B65" w:rsidP="00850B65">
      <w:r>
        <w:t>279.3637</w:t>
      </w:r>
      <w:r>
        <w:tab/>
        <w:t>2.025e0</w:t>
      </w:r>
    </w:p>
    <w:p w:rsidR="00850B65" w:rsidRDefault="00850B65" w:rsidP="00850B65">
      <w:r>
        <w:lastRenderedPageBreak/>
        <w:t>279.3909</w:t>
      </w:r>
      <w:r>
        <w:tab/>
        <w:t>1.013e0</w:t>
      </w:r>
    </w:p>
    <w:p w:rsidR="00850B65" w:rsidRDefault="00850B65" w:rsidP="00850B65">
      <w:r>
        <w:t>279.3930</w:t>
      </w:r>
      <w:r>
        <w:tab/>
        <w:t>2.025e0</w:t>
      </w:r>
    </w:p>
    <w:p w:rsidR="00850B65" w:rsidRDefault="00850B65" w:rsidP="00850B65">
      <w:r>
        <w:t>279.4303</w:t>
      </w:r>
      <w:r>
        <w:tab/>
        <w:t>1.013e0</w:t>
      </w:r>
    </w:p>
    <w:p w:rsidR="00850B65" w:rsidRDefault="00850B65" w:rsidP="00850B65">
      <w:r>
        <w:t>279.4802</w:t>
      </w:r>
      <w:r>
        <w:tab/>
        <w:t>1.013e0</w:t>
      </w:r>
    </w:p>
    <w:p w:rsidR="00850B65" w:rsidRDefault="00850B65" w:rsidP="00850B65">
      <w:r>
        <w:t>279.4929</w:t>
      </w:r>
      <w:r>
        <w:tab/>
        <w:t>1.013e0</w:t>
      </w:r>
    </w:p>
    <w:p w:rsidR="00850B65" w:rsidRDefault="00850B65" w:rsidP="00850B65">
      <w:r>
        <w:t>279.5059</w:t>
      </w:r>
      <w:r>
        <w:tab/>
        <w:t>1.013e0</w:t>
      </w:r>
    </w:p>
    <w:p w:rsidR="00850B65" w:rsidRDefault="00850B65" w:rsidP="00850B65">
      <w:r>
        <w:t>279.5417</w:t>
      </w:r>
      <w:r>
        <w:tab/>
        <w:t>1.013e0</w:t>
      </w:r>
    </w:p>
    <w:p w:rsidR="00850B65" w:rsidRDefault="00850B65" w:rsidP="00850B65">
      <w:r>
        <w:t>279.6262</w:t>
      </w:r>
      <w:r>
        <w:tab/>
        <w:t>1.013e0</w:t>
      </w:r>
    </w:p>
    <w:p w:rsidR="00850B65" w:rsidRDefault="00850B65" w:rsidP="00850B65">
      <w:r>
        <w:t>279.6827</w:t>
      </w:r>
      <w:r>
        <w:tab/>
        <w:t>2.025e0</w:t>
      </w:r>
    </w:p>
    <w:p w:rsidR="00850B65" w:rsidRDefault="00850B65" w:rsidP="00850B65">
      <w:r>
        <w:t>279.7201</w:t>
      </w:r>
      <w:r>
        <w:tab/>
        <w:t>1.013e0</w:t>
      </w:r>
    </w:p>
    <w:p w:rsidR="00850B65" w:rsidRDefault="00850B65" w:rsidP="00850B65">
      <w:r>
        <w:t>279.7635</w:t>
      </w:r>
      <w:r>
        <w:tab/>
        <w:t>1.013e0</w:t>
      </w:r>
    </w:p>
    <w:p w:rsidR="00850B65" w:rsidRDefault="00850B65" w:rsidP="00850B65">
      <w:r>
        <w:t>279.7750</w:t>
      </w:r>
      <w:r>
        <w:tab/>
        <w:t>2.025e0</w:t>
      </w:r>
    </w:p>
    <w:p w:rsidR="00850B65" w:rsidRDefault="00850B65" w:rsidP="00850B65">
      <w:r>
        <w:t>279.7907</w:t>
      </w:r>
      <w:r>
        <w:tab/>
        <w:t>1.013e0</w:t>
      </w:r>
    </w:p>
    <w:p w:rsidR="00850B65" w:rsidRDefault="00850B65" w:rsidP="00850B65">
      <w:r>
        <w:t>279.8035</w:t>
      </w:r>
      <w:r>
        <w:tab/>
        <w:t>1.013e0</w:t>
      </w:r>
    </w:p>
    <w:p w:rsidR="00850B65" w:rsidRDefault="00850B65" w:rsidP="00850B65">
      <w:r>
        <w:t>279.8301</w:t>
      </w:r>
      <w:r>
        <w:tab/>
        <w:t>1.013e0</w:t>
      </w:r>
    </w:p>
    <w:p w:rsidR="00850B65" w:rsidRDefault="00850B65" w:rsidP="00850B65">
      <w:r>
        <w:t>279.9553</w:t>
      </w:r>
      <w:r>
        <w:tab/>
        <w:t>1.013e0</w:t>
      </w:r>
    </w:p>
    <w:p w:rsidR="00850B65" w:rsidRDefault="00850B65" w:rsidP="00850B65">
      <w:r>
        <w:t>279.9679</w:t>
      </w:r>
      <w:r>
        <w:tab/>
        <w:t>1.013e0</w:t>
      </w:r>
    </w:p>
    <w:p w:rsidR="00850B65" w:rsidRDefault="00850B65" w:rsidP="00850B65">
      <w:r>
        <w:t>279.9781</w:t>
      </w:r>
      <w:r>
        <w:tab/>
        <w:t>1.013e0</w:t>
      </w:r>
    </w:p>
    <w:p w:rsidR="00850B65" w:rsidRDefault="00850B65" w:rsidP="00850B65">
      <w:r>
        <w:t>280.0260</w:t>
      </w:r>
      <w:r>
        <w:tab/>
        <w:t>2.025e0</w:t>
      </w:r>
    </w:p>
    <w:p w:rsidR="00850B65" w:rsidRDefault="00850B65" w:rsidP="00850B65">
      <w:r>
        <w:lastRenderedPageBreak/>
        <w:t>280.0449</w:t>
      </w:r>
      <w:r>
        <w:tab/>
        <w:t>1.013e0</w:t>
      </w:r>
    </w:p>
    <w:p w:rsidR="00850B65" w:rsidRDefault="00850B65" w:rsidP="00850B65">
      <w:r>
        <w:t>280.0645</w:t>
      </w:r>
      <w:r>
        <w:tab/>
        <w:t>3.038e0</w:t>
      </w:r>
    </w:p>
    <w:p w:rsidR="00850B65" w:rsidRDefault="00850B65" w:rsidP="00850B65">
      <w:r>
        <w:t>280.0768</w:t>
      </w:r>
      <w:r>
        <w:tab/>
        <w:t>3.434e0</w:t>
      </w:r>
    </w:p>
    <w:p w:rsidR="00850B65" w:rsidRDefault="00850B65" w:rsidP="00850B65">
      <w:r>
        <w:t>280.0962</w:t>
      </w:r>
      <w:r>
        <w:tab/>
        <w:t>5.063e0</w:t>
      </w:r>
    </w:p>
    <w:p w:rsidR="00850B65" w:rsidRDefault="00850B65" w:rsidP="00850B65">
      <w:r>
        <w:t>280.1396</w:t>
      </w:r>
      <w:r>
        <w:tab/>
        <w:t>5.938e0</w:t>
      </w:r>
    </w:p>
    <w:p w:rsidR="00850B65" w:rsidRDefault="00850B65" w:rsidP="00850B65">
      <w:r>
        <w:t>280.1743</w:t>
      </w:r>
      <w:r>
        <w:tab/>
        <w:t>9.114e0</w:t>
      </w:r>
    </w:p>
    <w:p w:rsidR="00850B65" w:rsidRDefault="00850B65" w:rsidP="00850B65">
      <w:r>
        <w:t>280.1770</w:t>
      </w:r>
      <w:r>
        <w:tab/>
        <w:t>7.089e0</w:t>
      </w:r>
    </w:p>
    <w:p w:rsidR="00850B65" w:rsidRDefault="00850B65" w:rsidP="00850B65">
      <w:r>
        <w:t>280.1840</w:t>
      </w:r>
      <w:r>
        <w:tab/>
        <w:t>6.076e0</w:t>
      </w:r>
    </w:p>
    <w:p w:rsidR="00850B65" w:rsidRDefault="00850B65" w:rsidP="00850B65">
      <w:r>
        <w:t>280.2454</w:t>
      </w:r>
      <w:r>
        <w:tab/>
        <w:t>1.013e0</w:t>
      </w:r>
    </w:p>
    <w:p w:rsidR="00850B65" w:rsidRDefault="00850B65" w:rsidP="00850B65">
      <w:r>
        <w:t>280.2613</w:t>
      </w:r>
      <w:r>
        <w:tab/>
        <w:t>1.013e0</w:t>
      </w:r>
    </w:p>
    <w:p w:rsidR="00850B65" w:rsidRDefault="00850B65" w:rsidP="00850B65">
      <w:r>
        <w:t>280.3007</w:t>
      </w:r>
      <w:r>
        <w:tab/>
        <w:t>2.025e0</w:t>
      </w:r>
    </w:p>
    <w:p w:rsidR="00850B65" w:rsidRDefault="00850B65" w:rsidP="00850B65">
      <w:r>
        <w:t>280.3071</w:t>
      </w:r>
      <w:r>
        <w:tab/>
        <w:t>1.013e0</w:t>
      </w:r>
    </w:p>
    <w:p w:rsidR="00850B65" w:rsidRDefault="00850B65" w:rsidP="00850B65">
      <w:r>
        <w:t>280.3308</w:t>
      </w:r>
      <w:r>
        <w:tab/>
        <w:t>2.025e0</w:t>
      </w:r>
    </w:p>
    <w:p w:rsidR="00850B65" w:rsidRDefault="00850B65" w:rsidP="00850B65">
      <w:r>
        <w:t>280.3708</w:t>
      </w:r>
      <w:r>
        <w:tab/>
        <w:t>2.025e0</w:t>
      </w:r>
    </w:p>
    <w:p w:rsidR="00850B65" w:rsidRDefault="00850B65" w:rsidP="00850B65">
      <w:r>
        <w:t>280.4099</w:t>
      </w:r>
      <w:r>
        <w:tab/>
        <w:t>1.013e0</w:t>
      </w:r>
    </w:p>
    <w:p w:rsidR="00850B65" w:rsidRDefault="00850B65" w:rsidP="00850B65">
      <w:r>
        <w:t>280.4221</w:t>
      </w:r>
      <w:r>
        <w:tab/>
        <w:t>1.013e0</w:t>
      </w:r>
    </w:p>
    <w:p w:rsidR="00850B65" w:rsidRDefault="00850B65" w:rsidP="00850B65">
      <w:r>
        <w:t>280.4934</w:t>
      </w:r>
      <w:r>
        <w:tab/>
        <w:t>2.025e0</w:t>
      </w:r>
    </w:p>
    <w:p w:rsidR="00850B65" w:rsidRDefault="00850B65" w:rsidP="00850B65">
      <w:r>
        <w:t>280.5120</w:t>
      </w:r>
      <w:r>
        <w:tab/>
        <w:t>1.013e0</w:t>
      </w:r>
    </w:p>
    <w:p w:rsidR="00850B65" w:rsidRDefault="00850B65" w:rsidP="00850B65">
      <w:r>
        <w:t>280.6432</w:t>
      </w:r>
      <w:r>
        <w:tab/>
        <w:t>2.025e0</w:t>
      </w:r>
    </w:p>
    <w:p w:rsidR="00850B65" w:rsidRDefault="00850B65" w:rsidP="00850B65">
      <w:r>
        <w:lastRenderedPageBreak/>
        <w:t>280.7393</w:t>
      </w:r>
      <w:r>
        <w:tab/>
        <w:t>1.013e0</w:t>
      </w:r>
    </w:p>
    <w:p w:rsidR="00850B65" w:rsidRDefault="00850B65" w:rsidP="00850B65">
      <w:r>
        <w:t>280.7702</w:t>
      </w:r>
      <w:r>
        <w:tab/>
        <w:t>2.025e0</w:t>
      </w:r>
    </w:p>
    <w:p w:rsidR="00850B65" w:rsidRDefault="00850B65" w:rsidP="00850B65">
      <w:r>
        <w:t>280.7960</w:t>
      </w:r>
      <w:r>
        <w:tab/>
        <w:t>1.013e0</w:t>
      </w:r>
    </w:p>
    <w:p w:rsidR="00850B65" w:rsidRDefault="00850B65" w:rsidP="00850B65">
      <w:r>
        <w:t>280.8011</w:t>
      </w:r>
      <w:r>
        <w:tab/>
        <w:t>1.013e0</w:t>
      </w:r>
    </w:p>
    <w:p w:rsidR="00850B65" w:rsidRDefault="00850B65" w:rsidP="00850B65">
      <w:r>
        <w:t>280.8496</w:t>
      </w:r>
      <w:r>
        <w:tab/>
        <w:t>1.013e0</w:t>
      </w:r>
    </w:p>
    <w:p w:rsidR="00850B65" w:rsidRDefault="00850B65" w:rsidP="00850B65">
      <w:r>
        <w:t>280.9042</w:t>
      </w:r>
      <w:r>
        <w:tab/>
        <w:t>1.013e0</w:t>
      </w:r>
    </w:p>
    <w:p w:rsidR="00850B65" w:rsidRDefault="00850B65" w:rsidP="00850B65">
      <w:r>
        <w:t>280.9122</w:t>
      </w:r>
      <w:r>
        <w:tab/>
        <w:t>1.013e0</w:t>
      </w:r>
    </w:p>
    <w:p w:rsidR="00850B65" w:rsidRDefault="00850B65" w:rsidP="00850B65">
      <w:r>
        <w:t>280.9608</w:t>
      </w:r>
      <w:r>
        <w:tab/>
        <w:t>1.013e0</w:t>
      </w:r>
    </w:p>
    <w:p w:rsidR="00850B65" w:rsidRDefault="00850B65" w:rsidP="00850B65">
      <w:r>
        <w:t>280.9633</w:t>
      </w:r>
      <w:r>
        <w:tab/>
        <w:t>2.025e0</w:t>
      </w:r>
    </w:p>
    <w:p w:rsidR="00850B65" w:rsidRDefault="00850B65" w:rsidP="00850B65">
      <w:r>
        <w:t>280.9710</w:t>
      </w:r>
      <w:r>
        <w:tab/>
        <w:t>1.013e0</w:t>
      </w:r>
    </w:p>
    <w:p w:rsidR="00850B65" w:rsidRDefault="00850B65" w:rsidP="00850B65">
      <w:r>
        <w:t>280.9966</w:t>
      </w:r>
      <w:r>
        <w:tab/>
        <w:t>2.025e0</w:t>
      </w:r>
    </w:p>
    <w:p w:rsidR="00850B65" w:rsidRDefault="00850B65" w:rsidP="00850B65">
      <w:r>
        <w:t>281.0103</w:t>
      </w:r>
      <w:r>
        <w:tab/>
        <w:t>1.013e0</w:t>
      </w:r>
    </w:p>
    <w:p w:rsidR="00850B65" w:rsidRDefault="00850B65" w:rsidP="00850B65">
      <w:r>
        <w:t>281.0416</w:t>
      </w:r>
      <w:r>
        <w:tab/>
        <w:t>1.013e0</w:t>
      </w:r>
    </w:p>
    <w:p w:rsidR="00850B65" w:rsidRDefault="00850B65" w:rsidP="00850B65">
      <w:r>
        <w:t>281.0536</w:t>
      </w:r>
      <w:r>
        <w:tab/>
        <w:t>1.013e0</w:t>
      </w:r>
    </w:p>
    <w:p w:rsidR="00850B65" w:rsidRDefault="00850B65" w:rsidP="00850B65">
      <w:r>
        <w:t>281.1112</w:t>
      </w:r>
      <w:r>
        <w:tab/>
        <w:t>1.997e0</w:t>
      </w:r>
    </w:p>
    <w:p w:rsidR="00850B65" w:rsidRDefault="00850B65" w:rsidP="00850B65">
      <w:r>
        <w:t>281.1418</w:t>
      </w:r>
      <w:r>
        <w:tab/>
        <w:t>2.025e0</w:t>
      </w:r>
    </w:p>
    <w:p w:rsidR="00850B65" w:rsidRDefault="00850B65" w:rsidP="00850B65">
      <w:r>
        <w:t>281.1477</w:t>
      </w:r>
      <w:r>
        <w:tab/>
        <w:t>3.660e0</w:t>
      </w:r>
    </w:p>
    <w:p w:rsidR="00850B65" w:rsidRDefault="00850B65" w:rsidP="00850B65">
      <w:r>
        <w:t>281.1751</w:t>
      </w:r>
      <w:r>
        <w:tab/>
        <w:t>3.038e0</w:t>
      </w:r>
    </w:p>
    <w:p w:rsidR="00850B65" w:rsidRDefault="00850B65" w:rsidP="00850B65">
      <w:r>
        <w:t>281.1831</w:t>
      </w:r>
      <w:r>
        <w:tab/>
        <w:t>1.013e0</w:t>
      </w:r>
    </w:p>
    <w:p w:rsidR="00850B65" w:rsidRDefault="00850B65" w:rsidP="00850B65">
      <w:r>
        <w:lastRenderedPageBreak/>
        <w:t>281.1928</w:t>
      </w:r>
      <w:r>
        <w:tab/>
        <w:t>1.013e0</w:t>
      </w:r>
    </w:p>
    <w:p w:rsidR="00850B65" w:rsidRDefault="00850B65" w:rsidP="00850B65">
      <w:r>
        <w:t>281.2238</w:t>
      </w:r>
      <w:r>
        <w:tab/>
        <w:t>1.013e0</w:t>
      </w:r>
    </w:p>
    <w:p w:rsidR="00850B65" w:rsidRDefault="00850B65" w:rsidP="00850B65">
      <w:r>
        <w:t>281.2459</w:t>
      </w:r>
      <w:r>
        <w:tab/>
        <w:t>1.013e0</w:t>
      </w:r>
    </w:p>
    <w:p w:rsidR="00850B65" w:rsidRDefault="00850B65" w:rsidP="00850B65">
      <w:r>
        <w:t>281.2773</w:t>
      </w:r>
      <w:r>
        <w:tab/>
        <w:t>1.013e0</w:t>
      </w:r>
    </w:p>
    <w:p w:rsidR="00850B65" w:rsidRDefault="00850B65" w:rsidP="00850B65">
      <w:r>
        <w:t>281.2960</w:t>
      </w:r>
      <w:r>
        <w:tab/>
        <w:t>1.013e0</w:t>
      </w:r>
    </w:p>
    <w:p w:rsidR="00850B65" w:rsidRDefault="00850B65" w:rsidP="00850B65">
      <w:r>
        <w:t>281.3000</w:t>
      </w:r>
      <w:r>
        <w:tab/>
        <w:t>2.025e0</w:t>
      </w:r>
    </w:p>
    <w:p w:rsidR="00850B65" w:rsidRDefault="00850B65" w:rsidP="00850B65">
      <w:r>
        <w:t>281.4818</w:t>
      </w:r>
      <w:r>
        <w:tab/>
        <w:t>1.013e0</w:t>
      </w:r>
    </w:p>
    <w:p w:rsidR="00850B65" w:rsidRDefault="00850B65" w:rsidP="00850B65">
      <w:r>
        <w:t>281.4968</w:t>
      </w:r>
      <w:r>
        <w:tab/>
        <w:t>1.013e0</w:t>
      </w:r>
    </w:p>
    <w:p w:rsidR="00850B65" w:rsidRDefault="00850B65" w:rsidP="00850B65">
      <w:r>
        <w:t>281.5402</w:t>
      </w:r>
      <w:r>
        <w:tab/>
        <w:t>1.013e0</w:t>
      </w:r>
    </w:p>
    <w:p w:rsidR="00850B65" w:rsidRDefault="00850B65" w:rsidP="00850B65">
      <w:r>
        <w:t>281.5635</w:t>
      </w:r>
      <w:r>
        <w:tab/>
        <w:t>1.013e0</w:t>
      </w:r>
    </w:p>
    <w:p w:rsidR="00850B65" w:rsidRDefault="00850B65" w:rsidP="00850B65">
      <w:r>
        <w:t>281.5850</w:t>
      </w:r>
      <w:r>
        <w:tab/>
        <w:t>1.013e0</w:t>
      </w:r>
    </w:p>
    <w:p w:rsidR="00850B65" w:rsidRDefault="00850B65" w:rsidP="00850B65">
      <w:r>
        <w:t>281.5901</w:t>
      </w:r>
      <w:r>
        <w:tab/>
        <w:t>1.013e0</w:t>
      </w:r>
    </w:p>
    <w:p w:rsidR="00850B65" w:rsidRDefault="00850B65" w:rsidP="00850B65">
      <w:r>
        <w:t>281.6616</w:t>
      </w:r>
      <w:r>
        <w:tab/>
        <w:t>1.013e0</w:t>
      </w:r>
    </w:p>
    <w:p w:rsidR="00850B65" w:rsidRDefault="00850B65" w:rsidP="00850B65">
      <w:r>
        <w:t>281.6970</w:t>
      </w:r>
      <w:r>
        <w:tab/>
        <w:t>1.013e0</w:t>
      </w:r>
    </w:p>
    <w:p w:rsidR="00850B65" w:rsidRDefault="00850B65" w:rsidP="00850B65">
      <w:r>
        <w:t>281.7404</w:t>
      </w:r>
      <w:r>
        <w:tab/>
        <w:t>1.013e0</w:t>
      </w:r>
    </w:p>
    <w:p w:rsidR="00850B65" w:rsidRDefault="00850B65" w:rsidP="00850B65">
      <w:r>
        <w:t>281.8083</w:t>
      </w:r>
      <w:r>
        <w:tab/>
        <w:t>2.025e0</w:t>
      </w:r>
    </w:p>
    <w:p w:rsidR="00850B65" w:rsidRDefault="00850B65" w:rsidP="00850B65">
      <w:r>
        <w:t>281.8973</w:t>
      </w:r>
      <w:r>
        <w:tab/>
        <w:t>1.013e0</w:t>
      </w:r>
    </w:p>
    <w:p w:rsidR="00850B65" w:rsidRDefault="00850B65" w:rsidP="00850B65">
      <w:r>
        <w:t>281.9327</w:t>
      </w:r>
      <w:r>
        <w:tab/>
        <w:t>1.013e0</w:t>
      </w:r>
    </w:p>
    <w:p w:rsidR="00850B65" w:rsidRDefault="00850B65" w:rsidP="00850B65">
      <w:r>
        <w:t>281.9481</w:t>
      </w:r>
      <w:r>
        <w:tab/>
        <w:t>2.025e0</w:t>
      </w:r>
    </w:p>
    <w:p w:rsidR="00850B65" w:rsidRDefault="00850B65" w:rsidP="00850B65">
      <w:r>
        <w:lastRenderedPageBreak/>
        <w:t>281.9518</w:t>
      </w:r>
      <w:r>
        <w:tab/>
        <w:t>1.013e0</w:t>
      </w:r>
    </w:p>
    <w:p w:rsidR="00850B65" w:rsidRDefault="00850B65" w:rsidP="00850B65">
      <w:r>
        <w:t>281.9681</w:t>
      </w:r>
      <w:r>
        <w:tab/>
        <w:t>1.013e0</w:t>
      </w:r>
    </w:p>
    <w:p w:rsidR="00850B65" w:rsidRDefault="00850B65" w:rsidP="00850B65">
      <w:r>
        <w:t>281.9828</w:t>
      </w:r>
      <w:r>
        <w:tab/>
        <w:t>1.013e0</w:t>
      </w:r>
    </w:p>
    <w:p w:rsidR="00850B65" w:rsidRDefault="00850B65" w:rsidP="00850B65">
      <w:r>
        <w:t>282.0438</w:t>
      </w:r>
      <w:r>
        <w:tab/>
        <w:t>3.167e0</w:t>
      </w:r>
    </w:p>
    <w:p w:rsidR="00850B65" w:rsidRDefault="00850B65" w:rsidP="00850B65">
      <w:r>
        <w:t>282.1486</w:t>
      </w:r>
      <w:r>
        <w:tab/>
        <w:t>1.370e1</w:t>
      </w:r>
    </w:p>
    <w:p w:rsidR="00850B65" w:rsidRDefault="00850B65" w:rsidP="00850B65">
      <w:r>
        <w:t>282.1605</w:t>
      </w:r>
      <w:r>
        <w:tab/>
        <w:t>1.013e0</w:t>
      </w:r>
    </w:p>
    <w:p w:rsidR="00850B65" w:rsidRDefault="00850B65" w:rsidP="00850B65">
      <w:r>
        <w:t>282.1859</w:t>
      </w:r>
      <w:r>
        <w:tab/>
        <w:t>2.025e0</w:t>
      </w:r>
    </w:p>
    <w:p w:rsidR="00850B65" w:rsidRDefault="00850B65" w:rsidP="00850B65">
      <w:r>
        <w:t>282.2030</w:t>
      </w:r>
      <w:r>
        <w:tab/>
        <w:t>1.998e0</w:t>
      </w:r>
    </w:p>
    <w:p w:rsidR="00850B65" w:rsidRDefault="00850B65" w:rsidP="00850B65">
      <w:r>
        <w:t>282.2178</w:t>
      </w:r>
      <w:r>
        <w:tab/>
        <w:t>3.038e0</w:t>
      </w:r>
    </w:p>
    <w:p w:rsidR="00850B65" w:rsidRDefault="00850B65" w:rsidP="00850B65">
      <w:r>
        <w:t>282.2272</w:t>
      </w:r>
      <w:r>
        <w:tab/>
        <w:t>1.013e0</w:t>
      </w:r>
    </w:p>
    <w:p w:rsidR="00850B65" w:rsidRDefault="00850B65" w:rsidP="00850B65">
      <w:r>
        <w:t>282.2545</w:t>
      </w:r>
      <w:r>
        <w:tab/>
        <w:t>1.013e0</w:t>
      </w:r>
    </w:p>
    <w:p w:rsidR="00850B65" w:rsidRDefault="00850B65" w:rsidP="00850B65">
      <w:r>
        <w:t>282.2605</w:t>
      </w:r>
      <w:r>
        <w:tab/>
        <w:t>4.051e0</w:t>
      </w:r>
    </w:p>
    <w:p w:rsidR="00850B65" w:rsidRDefault="00850B65" w:rsidP="00850B65">
      <w:r>
        <w:t>282.3250</w:t>
      </w:r>
      <w:r>
        <w:tab/>
        <w:t>3.038e0</w:t>
      </w:r>
    </w:p>
    <w:p w:rsidR="00850B65" w:rsidRDefault="00850B65" w:rsidP="00850B65">
      <w:r>
        <w:t>282.3976</w:t>
      </w:r>
      <w:r>
        <w:tab/>
        <w:t>2.025e0</w:t>
      </w:r>
    </w:p>
    <w:p w:rsidR="00850B65" w:rsidRDefault="00850B65" w:rsidP="00850B65">
      <w:r>
        <w:t>282.4155</w:t>
      </w:r>
      <w:r>
        <w:tab/>
        <w:t>1.013e0</w:t>
      </w:r>
    </w:p>
    <w:p w:rsidR="00850B65" w:rsidRDefault="00850B65" w:rsidP="00850B65">
      <w:r>
        <w:t>282.4550</w:t>
      </w:r>
      <w:r>
        <w:tab/>
        <w:t>1.013e0</w:t>
      </w:r>
    </w:p>
    <w:p w:rsidR="00850B65" w:rsidRDefault="00850B65" w:rsidP="00850B65">
      <w:r>
        <w:t>282.5364</w:t>
      </w:r>
      <w:r>
        <w:tab/>
        <w:t>1.013e0</w:t>
      </w:r>
    </w:p>
    <w:p w:rsidR="00850B65" w:rsidRDefault="00850B65" w:rsidP="00850B65">
      <w:r>
        <w:t>282.5765</w:t>
      </w:r>
      <w:r>
        <w:tab/>
        <w:t>1.013e0</w:t>
      </w:r>
    </w:p>
    <w:p w:rsidR="00850B65" w:rsidRDefault="00850B65" w:rsidP="00850B65">
      <w:r>
        <w:t>282.5846</w:t>
      </w:r>
      <w:r>
        <w:tab/>
        <w:t>1.013e0</w:t>
      </w:r>
    </w:p>
    <w:p w:rsidR="00850B65" w:rsidRDefault="00850B65" w:rsidP="00850B65">
      <w:r>
        <w:lastRenderedPageBreak/>
        <w:t>282.6017</w:t>
      </w:r>
      <w:r>
        <w:tab/>
        <w:t>2.025e0</w:t>
      </w:r>
    </w:p>
    <w:p w:rsidR="00850B65" w:rsidRDefault="00850B65" w:rsidP="00850B65">
      <w:r>
        <w:t>282.6198</w:t>
      </w:r>
      <w:r>
        <w:tab/>
        <w:t>4.051e0</w:t>
      </w:r>
    </w:p>
    <w:p w:rsidR="00850B65" w:rsidRDefault="00850B65" w:rsidP="00850B65">
      <w:r>
        <w:t>282.6433</w:t>
      </w:r>
      <w:r>
        <w:tab/>
        <w:t>1.013e0</w:t>
      </w:r>
    </w:p>
    <w:p w:rsidR="00850B65" w:rsidRDefault="00850B65" w:rsidP="00850B65">
      <w:r>
        <w:t>282.7812</w:t>
      </w:r>
      <w:r>
        <w:tab/>
        <w:t>2.025e0</w:t>
      </w:r>
    </w:p>
    <w:p w:rsidR="00850B65" w:rsidRDefault="00850B65" w:rsidP="00850B65">
      <w:r>
        <w:t>282.8478</w:t>
      </w:r>
      <w:r>
        <w:tab/>
        <w:t>1.013e0</w:t>
      </w:r>
    </w:p>
    <w:p w:rsidR="00850B65" w:rsidRDefault="00850B65" w:rsidP="00850B65">
      <w:r>
        <w:t>282.8525</w:t>
      </w:r>
      <w:r>
        <w:tab/>
        <w:t>1.013e0</w:t>
      </w:r>
    </w:p>
    <w:p w:rsidR="00850B65" w:rsidRDefault="00850B65" w:rsidP="00850B65">
      <w:r>
        <w:t>282.8987</w:t>
      </w:r>
      <w:r>
        <w:tab/>
        <w:t>1.013e0</w:t>
      </w:r>
    </w:p>
    <w:p w:rsidR="00850B65" w:rsidRDefault="00850B65" w:rsidP="00850B65">
      <w:r>
        <w:t>282.9301</w:t>
      </w:r>
      <w:r>
        <w:tab/>
        <w:t>1.013e0</w:t>
      </w:r>
    </w:p>
    <w:p w:rsidR="00850B65" w:rsidRDefault="00850B65" w:rsidP="00850B65">
      <w:r>
        <w:t>282.9421</w:t>
      </w:r>
      <w:r>
        <w:tab/>
        <w:t>1.013e0</w:t>
      </w:r>
    </w:p>
    <w:p w:rsidR="00850B65" w:rsidRDefault="00850B65" w:rsidP="00850B65">
      <w:r>
        <w:t>283.0283</w:t>
      </w:r>
      <w:r>
        <w:tab/>
        <w:t>1.013e0</w:t>
      </w:r>
    </w:p>
    <w:p w:rsidR="00850B65" w:rsidRDefault="00850B65" w:rsidP="00850B65">
      <w:r>
        <w:t>283.0495</w:t>
      </w:r>
      <w:r>
        <w:tab/>
        <w:t>3.038e0</w:t>
      </w:r>
    </w:p>
    <w:p w:rsidR="00850B65" w:rsidRDefault="00850B65" w:rsidP="00850B65">
      <w:r>
        <w:t>283.0802</w:t>
      </w:r>
      <w:r>
        <w:tab/>
        <w:t>5.063e0</w:t>
      </w:r>
    </w:p>
    <w:p w:rsidR="00850B65" w:rsidRDefault="00850B65" w:rsidP="00850B65">
      <w:r>
        <w:t>283.0858</w:t>
      </w:r>
      <w:r>
        <w:tab/>
        <w:t>1.013e0</w:t>
      </w:r>
    </w:p>
    <w:p w:rsidR="00850B65" w:rsidRDefault="00850B65" w:rsidP="00850B65">
      <w:r>
        <w:t>283.1305</w:t>
      </w:r>
      <w:r>
        <w:tab/>
        <w:t>1.013e0</w:t>
      </w:r>
    </w:p>
    <w:p w:rsidR="00850B65" w:rsidRDefault="00850B65" w:rsidP="00850B65">
      <w:r>
        <w:t>283.1590</w:t>
      </w:r>
      <w:r>
        <w:tab/>
        <w:t>4.994e0</w:t>
      </w:r>
    </w:p>
    <w:p w:rsidR="00850B65" w:rsidRDefault="00850B65" w:rsidP="00850B65">
      <w:r>
        <w:t>283.1840</w:t>
      </w:r>
      <w:r>
        <w:tab/>
        <w:t>3.038e0</w:t>
      </w:r>
    </w:p>
    <w:p w:rsidR="00850B65" w:rsidRDefault="00850B65" w:rsidP="00850B65">
      <w:r>
        <w:t>283.1884</w:t>
      </w:r>
      <w:r>
        <w:tab/>
        <w:t>2.025e0</w:t>
      </w:r>
    </w:p>
    <w:p w:rsidR="00850B65" w:rsidRDefault="00850B65" w:rsidP="00850B65">
      <w:r>
        <w:t>283.1895</w:t>
      </w:r>
      <w:r>
        <w:tab/>
        <w:t>2.112e0</w:t>
      </w:r>
    </w:p>
    <w:p w:rsidR="00850B65" w:rsidRDefault="00850B65" w:rsidP="00850B65">
      <w:r>
        <w:t>283.2247</w:t>
      </w:r>
      <w:r>
        <w:tab/>
        <w:t>2.025e0</w:t>
      </w:r>
    </w:p>
    <w:p w:rsidR="00850B65" w:rsidRDefault="00850B65" w:rsidP="00850B65">
      <w:r>
        <w:lastRenderedPageBreak/>
        <w:t>283.2328</w:t>
      </w:r>
      <w:r>
        <w:tab/>
        <w:t>1.013e0</w:t>
      </w:r>
    </w:p>
    <w:p w:rsidR="00850B65" w:rsidRDefault="00850B65" w:rsidP="00850B65">
      <w:r>
        <w:t>283.2562</w:t>
      </w:r>
      <w:r>
        <w:tab/>
        <w:t>1.013e0</w:t>
      </w:r>
    </w:p>
    <w:p w:rsidR="00850B65" w:rsidRDefault="00850B65" w:rsidP="00850B65">
      <w:r>
        <w:t>283.2634</w:t>
      </w:r>
      <w:r>
        <w:tab/>
        <w:t>3.038e0</w:t>
      </w:r>
    </w:p>
    <w:p w:rsidR="00850B65" w:rsidRDefault="00850B65" w:rsidP="00850B65">
      <w:r>
        <w:t>283.2802</w:t>
      </w:r>
      <w:r>
        <w:tab/>
        <w:t>2.025e0</w:t>
      </w:r>
    </w:p>
    <w:p w:rsidR="00850B65" w:rsidRDefault="00850B65" w:rsidP="00850B65">
      <w:r>
        <w:t>283.3311</w:t>
      </w:r>
      <w:r>
        <w:tab/>
        <w:t>1.013e0</w:t>
      </w:r>
    </w:p>
    <w:p w:rsidR="00850B65" w:rsidRDefault="00850B65" w:rsidP="00850B65">
      <w:r>
        <w:t>283.3350</w:t>
      </w:r>
      <w:r>
        <w:tab/>
        <w:t>1.013e0</w:t>
      </w:r>
    </w:p>
    <w:p w:rsidR="00850B65" w:rsidRDefault="00850B65" w:rsidP="00850B65">
      <w:r>
        <w:t>283.3940</w:t>
      </w:r>
      <w:r>
        <w:tab/>
        <w:t>1.013e0</w:t>
      </w:r>
    </w:p>
    <w:p w:rsidR="00850B65" w:rsidRDefault="00850B65" w:rsidP="00850B65">
      <w:r>
        <w:t>283.4174</w:t>
      </w:r>
      <w:r>
        <w:tab/>
        <w:t>1.013e0</w:t>
      </w:r>
    </w:p>
    <w:p w:rsidR="00850B65" w:rsidRDefault="00850B65" w:rsidP="00850B65">
      <w:r>
        <w:t>283.4294</w:t>
      </w:r>
      <w:r>
        <w:tab/>
        <w:t>1.013e0</w:t>
      </w:r>
    </w:p>
    <w:p w:rsidR="00850B65" w:rsidRDefault="00850B65" w:rsidP="00850B65">
      <w:r>
        <w:t>283.4791</w:t>
      </w:r>
      <w:r>
        <w:tab/>
        <w:t>2.025e0</w:t>
      </w:r>
    </w:p>
    <w:p w:rsidR="00850B65" w:rsidRDefault="00850B65" w:rsidP="00850B65">
      <w:r>
        <w:t>283.4902</w:t>
      </w:r>
      <w:r>
        <w:tab/>
        <w:t>2.025e0</w:t>
      </w:r>
    </w:p>
    <w:p w:rsidR="00850B65" w:rsidRDefault="00850B65" w:rsidP="00850B65">
      <w:r>
        <w:t>283.5426</w:t>
      </w:r>
      <w:r>
        <w:tab/>
        <w:t>1.013e0</w:t>
      </w:r>
    </w:p>
    <w:p w:rsidR="00850B65" w:rsidRDefault="00850B65" w:rsidP="00850B65">
      <w:r>
        <w:t>283.5450</w:t>
      </w:r>
      <w:r>
        <w:tab/>
        <w:t>2.025e0</w:t>
      </w:r>
    </w:p>
    <w:p w:rsidR="00850B65" w:rsidRDefault="00850B65" w:rsidP="00850B65">
      <w:r>
        <w:t>283.6021</w:t>
      </w:r>
      <w:r>
        <w:tab/>
        <w:t>2.025e0</w:t>
      </w:r>
    </w:p>
    <w:p w:rsidR="00850B65" w:rsidRDefault="00850B65" w:rsidP="00850B65">
      <w:r>
        <w:t>283.6050</w:t>
      </w:r>
      <w:r>
        <w:tab/>
        <w:t>1.013e0</w:t>
      </w:r>
    </w:p>
    <w:p w:rsidR="00850B65" w:rsidRDefault="00850B65" w:rsidP="00850B65">
      <w:r>
        <w:t>283.6100</w:t>
      </w:r>
      <w:r>
        <w:tab/>
        <w:t>1.013e0</w:t>
      </w:r>
    </w:p>
    <w:p w:rsidR="00850B65" w:rsidRDefault="00850B65" w:rsidP="00850B65">
      <w:r>
        <w:t>283.8500</w:t>
      </w:r>
      <w:r>
        <w:tab/>
        <w:t>1.013e0</w:t>
      </w:r>
    </w:p>
    <w:p w:rsidR="00850B65" w:rsidRDefault="00850B65" w:rsidP="00850B65">
      <w:r>
        <w:t>283.8814</w:t>
      </w:r>
      <w:r>
        <w:tab/>
        <w:t>1.013e0</w:t>
      </w:r>
    </w:p>
    <w:p w:rsidR="00850B65" w:rsidRDefault="00850B65" w:rsidP="00850B65">
      <w:r>
        <w:t>283.9221</w:t>
      </w:r>
      <w:r>
        <w:tab/>
        <w:t>2.025e0</w:t>
      </w:r>
    </w:p>
    <w:p w:rsidR="00850B65" w:rsidRDefault="00850B65" w:rsidP="00850B65">
      <w:r>
        <w:lastRenderedPageBreak/>
        <w:t>284.0426</w:t>
      </w:r>
      <w:r>
        <w:tab/>
        <w:t>1.013e0</w:t>
      </w:r>
    </w:p>
    <w:p w:rsidR="00850B65" w:rsidRDefault="00850B65" w:rsidP="00850B65">
      <w:r>
        <w:t>284.0451</w:t>
      </w:r>
      <w:r>
        <w:tab/>
        <w:t>1.436e0</w:t>
      </w:r>
    </w:p>
    <w:p w:rsidR="00850B65" w:rsidRDefault="00850B65" w:rsidP="00850B65">
      <w:r>
        <w:t>284.0582</w:t>
      </w:r>
      <w:r>
        <w:tab/>
        <w:t>2.025e0</w:t>
      </w:r>
    </w:p>
    <w:p w:rsidR="00850B65" w:rsidRDefault="00850B65" w:rsidP="00850B65">
      <w:r>
        <w:t>284.0886</w:t>
      </w:r>
      <w:r>
        <w:tab/>
        <w:t>1.013e0</w:t>
      </w:r>
    </w:p>
    <w:p w:rsidR="00850B65" w:rsidRDefault="00850B65" w:rsidP="00850B65">
      <w:r>
        <w:t>284.1409</w:t>
      </w:r>
      <w:r>
        <w:tab/>
        <w:t>1.013e0</w:t>
      </w:r>
    </w:p>
    <w:p w:rsidR="00850B65" w:rsidRDefault="00850B65" w:rsidP="00850B65">
      <w:r>
        <w:t>284.1458</w:t>
      </w:r>
      <w:r>
        <w:tab/>
        <w:t>1.013e0</w:t>
      </w:r>
    </w:p>
    <w:p w:rsidR="00850B65" w:rsidRDefault="00850B65" w:rsidP="00850B65">
      <w:r>
        <w:t>284.1604</w:t>
      </w:r>
      <w:r>
        <w:tab/>
        <w:t>2.485e0</w:t>
      </w:r>
    </w:p>
    <w:p w:rsidR="00850B65" w:rsidRDefault="00850B65" w:rsidP="00850B65">
      <w:r>
        <w:t>284.1923</w:t>
      </w:r>
      <w:r>
        <w:tab/>
        <w:t>2.778e0</w:t>
      </w:r>
    </w:p>
    <w:p w:rsidR="00850B65" w:rsidRDefault="00850B65" w:rsidP="00850B65">
      <w:r>
        <w:t>284.2039</w:t>
      </w:r>
      <w:r>
        <w:tab/>
        <w:t>1.013e0</w:t>
      </w:r>
    </w:p>
    <w:p w:rsidR="00850B65" w:rsidRDefault="00850B65" w:rsidP="00850B65">
      <w:r>
        <w:t>284.2233</w:t>
      </w:r>
      <w:r>
        <w:tab/>
        <w:t>2.285e0</w:t>
      </w:r>
    </w:p>
    <w:p w:rsidR="00850B65" w:rsidRDefault="00850B65" w:rsidP="00850B65">
      <w:r>
        <w:t>284.2313</w:t>
      </w:r>
      <w:r>
        <w:tab/>
        <w:t>2.025e0</w:t>
      </w:r>
    </w:p>
    <w:p w:rsidR="00850B65" w:rsidRDefault="00850B65" w:rsidP="00850B65">
      <w:r>
        <w:t>284.2390</w:t>
      </w:r>
      <w:r>
        <w:tab/>
        <w:t>2.025e0</w:t>
      </w:r>
    </w:p>
    <w:p w:rsidR="00850B65" w:rsidRDefault="00850B65" w:rsidP="00850B65">
      <w:r>
        <w:t>284.2668</w:t>
      </w:r>
      <w:r>
        <w:tab/>
        <w:t>1.013e0</w:t>
      </w:r>
    </w:p>
    <w:p w:rsidR="00850B65" w:rsidRDefault="00850B65" w:rsidP="00850B65">
      <w:r>
        <w:t>284.2805</w:t>
      </w:r>
      <w:r>
        <w:tab/>
        <w:t>2.025e0</w:t>
      </w:r>
    </w:p>
    <w:p w:rsidR="00850B65" w:rsidRDefault="00850B65" w:rsidP="00850B65">
      <w:r>
        <w:t>284.2983</w:t>
      </w:r>
      <w:r>
        <w:tab/>
        <w:t>1.013e0</w:t>
      </w:r>
    </w:p>
    <w:p w:rsidR="00850B65" w:rsidRDefault="00850B65" w:rsidP="00850B65">
      <w:r>
        <w:t>284.3136</w:t>
      </w:r>
      <w:r>
        <w:tab/>
        <w:t>2.025e0</w:t>
      </w:r>
    </w:p>
    <w:p w:rsidR="00850B65" w:rsidRDefault="00850B65" w:rsidP="00850B65">
      <w:r>
        <w:t>284.3370</w:t>
      </w:r>
      <w:r>
        <w:tab/>
        <w:t>3.038e0</w:t>
      </w:r>
    </w:p>
    <w:p w:rsidR="00850B65" w:rsidRDefault="00850B65" w:rsidP="00850B65">
      <w:r>
        <w:t>284.3417</w:t>
      </w:r>
      <w:r>
        <w:tab/>
        <w:t>3.038e0</w:t>
      </w:r>
    </w:p>
    <w:p w:rsidR="00850B65" w:rsidRDefault="00850B65" w:rsidP="00850B65">
      <w:r>
        <w:t>284.4220</w:t>
      </w:r>
      <w:r>
        <w:tab/>
        <w:t>2.025e0</w:t>
      </w:r>
    </w:p>
    <w:p w:rsidR="00850B65" w:rsidRDefault="00850B65" w:rsidP="00850B65">
      <w:r>
        <w:lastRenderedPageBreak/>
        <w:t>284.5263</w:t>
      </w:r>
      <w:r>
        <w:tab/>
        <w:t>1.013e0</w:t>
      </w:r>
    </w:p>
    <w:p w:rsidR="00850B65" w:rsidRDefault="00850B65" w:rsidP="00850B65">
      <w:r>
        <w:t>284.5416</w:t>
      </w:r>
      <w:r>
        <w:tab/>
        <w:t>1.013e0</w:t>
      </w:r>
    </w:p>
    <w:p w:rsidR="00850B65" w:rsidRDefault="00850B65" w:rsidP="00850B65">
      <w:r>
        <w:t>284.5729</w:t>
      </w:r>
      <w:r>
        <w:tab/>
        <w:t>1.013e0</w:t>
      </w:r>
    </w:p>
    <w:p w:rsidR="00850B65" w:rsidRDefault="00850B65" w:rsidP="00850B65">
      <w:r>
        <w:t>284.6088</w:t>
      </w:r>
      <w:r>
        <w:tab/>
        <w:t>2.025e0</w:t>
      </w:r>
    </w:p>
    <w:p w:rsidR="00850B65" w:rsidRDefault="00850B65" w:rsidP="00850B65">
      <w:r>
        <w:t>284.6173</w:t>
      </w:r>
      <w:r>
        <w:tab/>
        <w:t>2.025e0</w:t>
      </w:r>
    </w:p>
    <w:p w:rsidR="00850B65" w:rsidRDefault="00850B65" w:rsidP="00850B65">
      <w:r>
        <w:t>284.6403</w:t>
      </w:r>
      <w:r>
        <w:tab/>
        <w:t>1.013e0</w:t>
      </w:r>
    </w:p>
    <w:p w:rsidR="00850B65" w:rsidRDefault="00850B65" w:rsidP="00850B65">
      <w:r>
        <w:t>284.6797</w:t>
      </w:r>
      <w:r>
        <w:tab/>
        <w:t>1.013e0</w:t>
      </w:r>
    </w:p>
    <w:p w:rsidR="00850B65" w:rsidRDefault="00850B65" w:rsidP="00850B65">
      <w:r>
        <w:t>284.7032</w:t>
      </w:r>
      <w:r>
        <w:tab/>
        <w:t>1.013e0</w:t>
      </w:r>
    </w:p>
    <w:p w:rsidR="00850B65" w:rsidRDefault="00850B65" w:rsidP="00850B65">
      <w:r>
        <w:t>284.7345</w:t>
      </w:r>
      <w:r>
        <w:tab/>
        <w:t>1.013e0</w:t>
      </w:r>
    </w:p>
    <w:p w:rsidR="00850B65" w:rsidRDefault="00850B65" w:rsidP="00850B65">
      <w:r>
        <w:t>284.7593</w:t>
      </w:r>
      <w:r>
        <w:tab/>
        <w:t>3.038e0</w:t>
      </w:r>
    </w:p>
    <w:p w:rsidR="00850B65" w:rsidRDefault="00850B65" w:rsidP="00850B65">
      <w:r>
        <w:t>284.7821</w:t>
      </w:r>
      <w:r>
        <w:tab/>
        <w:t>1.013e0</w:t>
      </w:r>
    </w:p>
    <w:p w:rsidR="00850B65" w:rsidRDefault="00850B65" w:rsidP="00850B65">
      <w:r>
        <w:t>284.8179</w:t>
      </w:r>
      <w:r>
        <w:tab/>
        <w:t>1.013e0</w:t>
      </w:r>
    </w:p>
    <w:p w:rsidR="00850B65" w:rsidRDefault="00850B65" w:rsidP="00850B65">
      <w:r>
        <w:t>284.8231</w:t>
      </w:r>
      <w:r>
        <w:tab/>
        <w:t>1.013e0</w:t>
      </w:r>
    </w:p>
    <w:p w:rsidR="00850B65" w:rsidRDefault="00850B65" w:rsidP="00850B65">
      <w:r>
        <w:t>284.8645</w:t>
      </w:r>
      <w:r>
        <w:tab/>
        <w:t>1.013e0</w:t>
      </w:r>
    </w:p>
    <w:p w:rsidR="00850B65" w:rsidRDefault="00850B65" w:rsidP="00850B65">
      <w:r>
        <w:t>284.8725</w:t>
      </w:r>
      <w:r>
        <w:tab/>
        <w:t>1.013e0</w:t>
      </w:r>
    </w:p>
    <w:p w:rsidR="00850B65" w:rsidRDefault="00850B65" w:rsidP="00850B65">
      <w:r>
        <w:t>284.8961</w:t>
      </w:r>
      <w:r>
        <w:tab/>
        <w:t>1.013e0</w:t>
      </w:r>
    </w:p>
    <w:p w:rsidR="00850B65" w:rsidRDefault="00850B65" w:rsidP="00850B65">
      <w:r>
        <w:t>284.9943</w:t>
      </w:r>
      <w:r>
        <w:tab/>
        <w:t>1.013e0</w:t>
      </w:r>
    </w:p>
    <w:p w:rsidR="00850B65" w:rsidRDefault="00850B65" w:rsidP="00850B65">
      <w:r>
        <w:t>285.0214</w:t>
      </w:r>
      <w:r>
        <w:tab/>
        <w:t>1.013e0</w:t>
      </w:r>
    </w:p>
    <w:p w:rsidR="00850B65" w:rsidRDefault="00850B65" w:rsidP="00850B65">
      <w:r>
        <w:t>285.0298</w:t>
      </w:r>
      <w:r>
        <w:tab/>
        <w:t>1.013e0</w:t>
      </w:r>
    </w:p>
    <w:p w:rsidR="00850B65" w:rsidRDefault="00850B65" w:rsidP="00850B65">
      <w:r>
        <w:lastRenderedPageBreak/>
        <w:t>285.0431</w:t>
      </w:r>
      <w:r>
        <w:tab/>
        <w:t>2.445e0</w:t>
      </w:r>
    </w:p>
    <w:p w:rsidR="00850B65" w:rsidRDefault="00850B65" w:rsidP="00850B65">
      <w:r>
        <w:t>285.0644</w:t>
      </w:r>
      <w:r>
        <w:tab/>
        <w:t>3.038e0</w:t>
      </w:r>
    </w:p>
    <w:p w:rsidR="00850B65" w:rsidRDefault="00850B65" w:rsidP="00850B65">
      <w:r>
        <w:t>285.0809</w:t>
      </w:r>
      <w:r>
        <w:tab/>
        <w:t>2.025e0</w:t>
      </w:r>
    </w:p>
    <w:p w:rsidR="00850B65" w:rsidRDefault="00850B65" w:rsidP="00850B65">
      <w:r>
        <w:t>285.1358</w:t>
      </w:r>
      <w:r>
        <w:tab/>
        <w:t>2.022e0</w:t>
      </w:r>
    </w:p>
    <w:p w:rsidR="00850B65" w:rsidRDefault="00850B65" w:rsidP="00850B65">
      <w:r>
        <w:t>285.1557</w:t>
      </w:r>
      <w:r>
        <w:tab/>
        <w:t>1.013e0</w:t>
      </w:r>
    </w:p>
    <w:p w:rsidR="00850B65" w:rsidRDefault="00850B65" w:rsidP="00850B65">
      <w:r>
        <w:t>285.1626</w:t>
      </w:r>
      <w:r>
        <w:tab/>
        <w:t>3.499e0</w:t>
      </w:r>
    </w:p>
    <w:p w:rsidR="00850B65" w:rsidRDefault="00850B65" w:rsidP="00850B65">
      <w:r>
        <w:t>285.2448</w:t>
      </w:r>
      <w:r>
        <w:tab/>
        <w:t>2.025e0</w:t>
      </w:r>
    </w:p>
    <w:p w:rsidR="00850B65" w:rsidRDefault="00850B65" w:rsidP="00850B65">
      <w:r>
        <w:t>285.2458</w:t>
      </w:r>
      <w:r>
        <w:tab/>
        <w:t>1.013e0</w:t>
      </w:r>
    </w:p>
    <w:p w:rsidR="00850B65" w:rsidRDefault="00850B65" w:rsidP="00850B65">
      <w:r>
        <w:t>285.2958</w:t>
      </w:r>
      <w:r>
        <w:tab/>
        <w:t>4.051e0</w:t>
      </w:r>
    </w:p>
    <w:p w:rsidR="00850B65" w:rsidRDefault="00850B65" w:rsidP="00850B65">
      <w:r>
        <w:t>285.3294</w:t>
      </w:r>
      <w:r>
        <w:tab/>
        <w:t>1.013e0</w:t>
      </w:r>
    </w:p>
    <w:p w:rsidR="00850B65" w:rsidRDefault="00850B65" w:rsidP="00850B65">
      <w:r>
        <w:t>285.3526</w:t>
      </w:r>
      <w:r>
        <w:tab/>
        <w:t>1.013e0</w:t>
      </w:r>
    </w:p>
    <w:p w:rsidR="00850B65" w:rsidRDefault="00850B65" w:rsidP="00850B65">
      <w:r>
        <w:t>285.3881</w:t>
      </w:r>
      <w:r>
        <w:tab/>
        <w:t>1.013e0</w:t>
      </w:r>
    </w:p>
    <w:p w:rsidR="00850B65" w:rsidRDefault="00850B65" w:rsidP="00850B65">
      <w:r>
        <w:t>285.3921</w:t>
      </w:r>
      <w:r>
        <w:tab/>
        <w:t>1.013e0</w:t>
      </w:r>
    </w:p>
    <w:p w:rsidR="00850B65" w:rsidRDefault="00850B65" w:rsidP="00850B65">
      <w:r>
        <w:t>285.4430</w:t>
      </w:r>
      <w:r>
        <w:tab/>
        <w:t>1.013e0</w:t>
      </w:r>
    </w:p>
    <w:p w:rsidR="00850B65" w:rsidRDefault="00850B65" w:rsidP="00850B65">
      <w:r>
        <w:t>285.4470</w:t>
      </w:r>
      <w:r>
        <w:tab/>
        <w:t>1.013e0</w:t>
      </w:r>
    </w:p>
    <w:p w:rsidR="00850B65" w:rsidRDefault="00850B65" w:rsidP="00850B65">
      <w:r>
        <w:t>285.5180</w:t>
      </w:r>
      <w:r>
        <w:tab/>
        <w:t>1.013e0</w:t>
      </w:r>
    </w:p>
    <w:p w:rsidR="00850B65" w:rsidRDefault="00850B65" w:rsidP="00850B65">
      <w:r>
        <w:t>285.5227</w:t>
      </w:r>
      <w:r>
        <w:tab/>
        <w:t>1.013e0</w:t>
      </w:r>
    </w:p>
    <w:p w:rsidR="00850B65" w:rsidRDefault="00850B65" w:rsidP="00850B65">
      <w:r>
        <w:t>285.5690</w:t>
      </w:r>
      <w:r>
        <w:tab/>
        <w:t>1.013e0</w:t>
      </w:r>
    </w:p>
    <w:p w:rsidR="00850B65" w:rsidRDefault="00850B65" w:rsidP="00850B65">
      <w:r>
        <w:t>285.6320</w:t>
      </w:r>
      <w:r>
        <w:tab/>
        <w:t>1.013e0</w:t>
      </w:r>
    </w:p>
    <w:p w:rsidR="00850B65" w:rsidRDefault="00850B65" w:rsidP="00850B65">
      <w:r>
        <w:lastRenderedPageBreak/>
        <w:t>285.6989</w:t>
      </w:r>
      <w:r>
        <w:tab/>
        <w:t>1.013e0</w:t>
      </w:r>
    </w:p>
    <w:p w:rsidR="00850B65" w:rsidRDefault="00850B65" w:rsidP="00850B65">
      <w:r>
        <w:t>285.7319</w:t>
      </w:r>
      <w:r>
        <w:tab/>
        <w:t>3.038e0</w:t>
      </w:r>
    </w:p>
    <w:p w:rsidR="00850B65" w:rsidRDefault="00850B65" w:rsidP="00850B65">
      <w:r>
        <w:t>285.8156</w:t>
      </w:r>
      <w:r>
        <w:tab/>
        <w:t>1.013e0</w:t>
      </w:r>
    </w:p>
    <w:p w:rsidR="00850B65" w:rsidRDefault="00850B65" w:rsidP="00850B65">
      <w:r>
        <w:t>285.9150</w:t>
      </w:r>
      <w:r>
        <w:tab/>
        <w:t>1.013e0</w:t>
      </w:r>
    </w:p>
    <w:p w:rsidR="00850B65" w:rsidRDefault="00850B65" w:rsidP="00850B65">
      <w:r>
        <w:t>285.9548</w:t>
      </w:r>
      <w:r>
        <w:tab/>
        <w:t>1.013e0</w:t>
      </w:r>
    </w:p>
    <w:p w:rsidR="00850B65" w:rsidRDefault="00850B65" w:rsidP="00850B65">
      <w:r>
        <w:t>286.0671</w:t>
      </w:r>
      <w:r>
        <w:tab/>
        <w:t>4.051e0</w:t>
      </w:r>
    </w:p>
    <w:p w:rsidR="00850B65" w:rsidRDefault="00850B65" w:rsidP="00850B65">
      <w:r>
        <w:t>286.0736</w:t>
      </w:r>
      <w:r>
        <w:tab/>
        <w:t>1.418e1</w:t>
      </w:r>
    </w:p>
    <w:p w:rsidR="00850B65" w:rsidRDefault="00850B65" w:rsidP="00850B65">
      <w:r>
        <w:t>286.0746</w:t>
      </w:r>
      <w:r>
        <w:tab/>
        <w:t>2.843e1</w:t>
      </w:r>
    </w:p>
    <w:p w:rsidR="00850B65" w:rsidRDefault="00850B65" w:rsidP="00850B65">
      <w:r>
        <w:t>286.1164</w:t>
      </w:r>
      <w:r>
        <w:tab/>
        <w:t>1.013e0</w:t>
      </w:r>
    </w:p>
    <w:p w:rsidR="00850B65" w:rsidRDefault="00850B65" w:rsidP="00850B65">
      <w:r>
        <w:t>286.1218</w:t>
      </w:r>
      <w:r>
        <w:tab/>
        <w:t>2.995e0</w:t>
      </w:r>
    </w:p>
    <w:p w:rsidR="00850B65" w:rsidRDefault="00850B65" w:rsidP="00850B65">
      <w:r>
        <w:t>286.1636</w:t>
      </w:r>
      <w:r>
        <w:tab/>
        <w:t>1.205e0</w:t>
      </w:r>
    </w:p>
    <w:p w:rsidR="00850B65" w:rsidRDefault="00850B65" w:rsidP="00850B65">
      <w:r>
        <w:t>286.1736</w:t>
      </w:r>
      <w:r>
        <w:tab/>
        <w:t>2.025e0</w:t>
      </w:r>
    </w:p>
    <w:p w:rsidR="00850B65" w:rsidRDefault="00850B65" w:rsidP="00850B65">
      <w:r>
        <w:t>286.1765</w:t>
      </w:r>
      <w:r>
        <w:tab/>
        <w:t>2.645e0</w:t>
      </w:r>
    </w:p>
    <w:p w:rsidR="00850B65" w:rsidRDefault="00850B65" w:rsidP="00850B65">
      <w:r>
        <w:t>286.1977</w:t>
      </w:r>
      <w:r>
        <w:tab/>
        <w:t>4.219e0</w:t>
      </w:r>
    </w:p>
    <w:p w:rsidR="00850B65" w:rsidRDefault="00850B65" w:rsidP="00850B65">
      <w:r>
        <w:t>286.2189</w:t>
      </w:r>
      <w:r>
        <w:tab/>
        <w:t>3.038e0</w:t>
      </w:r>
    </w:p>
    <w:p w:rsidR="00850B65" w:rsidRDefault="00850B65" w:rsidP="00850B65">
      <w:r>
        <w:t>286.2383</w:t>
      </w:r>
      <w:r>
        <w:tab/>
        <w:t>1.013e0</w:t>
      </w:r>
    </w:p>
    <w:p w:rsidR="00850B65" w:rsidRDefault="00850B65" w:rsidP="00850B65">
      <w:r>
        <w:t>286.2658</w:t>
      </w:r>
      <w:r>
        <w:tab/>
        <w:t>1.013e0</w:t>
      </w:r>
    </w:p>
    <w:p w:rsidR="00850B65" w:rsidRDefault="00850B65" w:rsidP="00850B65">
      <w:r>
        <w:t>286.3992</w:t>
      </w:r>
      <w:r>
        <w:tab/>
        <w:t>2.025e0</w:t>
      </w:r>
    </w:p>
    <w:p w:rsidR="00850B65" w:rsidRDefault="00850B65" w:rsidP="00850B65">
      <w:r>
        <w:t>286.4314</w:t>
      </w:r>
      <w:r>
        <w:tab/>
        <w:t>1.013e0</w:t>
      </w:r>
    </w:p>
    <w:p w:rsidR="00850B65" w:rsidRDefault="00850B65" w:rsidP="00850B65">
      <w:r>
        <w:lastRenderedPageBreak/>
        <w:t>286.4629</w:t>
      </w:r>
      <w:r>
        <w:tab/>
        <w:t>1.013e0</w:t>
      </w:r>
    </w:p>
    <w:p w:rsidR="00850B65" w:rsidRDefault="00850B65" w:rsidP="00850B65">
      <w:r>
        <w:t>286.5122</w:t>
      </w:r>
      <w:r>
        <w:tab/>
        <w:t>3.038e0</w:t>
      </w:r>
    </w:p>
    <w:p w:rsidR="00850B65" w:rsidRDefault="00850B65" w:rsidP="00850B65">
      <w:r>
        <w:t>286.5340</w:t>
      </w:r>
      <w:r>
        <w:tab/>
        <w:t>1.013e0</w:t>
      </w:r>
    </w:p>
    <w:p w:rsidR="00850B65" w:rsidRDefault="00850B65" w:rsidP="00850B65">
      <w:r>
        <w:t>286.5436</w:t>
      </w:r>
      <w:r>
        <w:tab/>
        <w:t>1.013e0</w:t>
      </w:r>
    </w:p>
    <w:p w:rsidR="00850B65" w:rsidRDefault="00850B65" w:rsidP="00850B65">
      <w:r>
        <w:t>286.5803</w:t>
      </w:r>
      <w:r>
        <w:tab/>
        <w:t>1.013e0</w:t>
      </w:r>
    </w:p>
    <w:p w:rsidR="00850B65" w:rsidRDefault="00850B65" w:rsidP="00850B65">
      <w:r>
        <w:t>286.5930</w:t>
      </w:r>
      <w:r>
        <w:tab/>
        <w:t>1.013e0</w:t>
      </w:r>
    </w:p>
    <w:p w:rsidR="00850B65" w:rsidRDefault="00850B65" w:rsidP="00850B65">
      <w:r>
        <w:t>286.6520</w:t>
      </w:r>
      <w:r>
        <w:tab/>
        <w:t>1.013e0</w:t>
      </w:r>
    </w:p>
    <w:p w:rsidR="00850B65" w:rsidRDefault="00850B65" w:rsidP="00850B65">
      <w:r>
        <w:t>286.6796</w:t>
      </w:r>
      <w:r>
        <w:tab/>
        <w:t>1.013e0</w:t>
      </w:r>
    </w:p>
    <w:p w:rsidR="00850B65" w:rsidRDefault="00850B65" w:rsidP="00850B65">
      <w:r>
        <w:t>286.7009</w:t>
      </w:r>
      <w:r>
        <w:tab/>
        <w:t>1.013e0</w:t>
      </w:r>
    </w:p>
    <w:p w:rsidR="00850B65" w:rsidRDefault="00850B65" w:rsidP="00850B65">
      <w:r>
        <w:t>286.7586</w:t>
      </w:r>
      <w:r>
        <w:tab/>
        <w:t>1.013e0</w:t>
      </w:r>
    </w:p>
    <w:p w:rsidR="00850B65" w:rsidRDefault="00850B65" w:rsidP="00850B65">
      <w:r>
        <w:t>286.8057</w:t>
      </w:r>
      <w:r>
        <w:tab/>
        <w:t>1.013e0</w:t>
      </w:r>
    </w:p>
    <w:p w:rsidR="00850B65" w:rsidRDefault="00850B65" w:rsidP="00850B65">
      <w:r>
        <w:t>286.9161</w:t>
      </w:r>
      <w:r>
        <w:tab/>
        <w:t>1.013e0</w:t>
      </w:r>
    </w:p>
    <w:p w:rsidR="00850B65" w:rsidRDefault="00850B65" w:rsidP="00850B65">
      <w:r>
        <w:t>286.9265</w:t>
      </w:r>
      <w:r>
        <w:tab/>
        <w:t>1.013e0</w:t>
      </w:r>
    </w:p>
    <w:p w:rsidR="00850B65" w:rsidRDefault="00850B65" w:rsidP="00850B65">
      <w:r>
        <w:t>286.9633</w:t>
      </w:r>
      <w:r>
        <w:tab/>
        <w:t>1.013e0</w:t>
      </w:r>
    </w:p>
    <w:p w:rsidR="00850B65" w:rsidRDefault="00850B65" w:rsidP="00850B65">
      <w:r>
        <w:t>286.9987</w:t>
      </w:r>
      <w:r>
        <w:tab/>
        <w:t>1.013e0</w:t>
      </w:r>
    </w:p>
    <w:p w:rsidR="00850B65" w:rsidRDefault="00850B65" w:rsidP="00850B65">
      <w:r>
        <w:t>287.0089</w:t>
      </w:r>
      <w:r>
        <w:tab/>
        <w:t>2.025e0</w:t>
      </w:r>
    </w:p>
    <w:p w:rsidR="00850B65" w:rsidRDefault="00850B65" w:rsidP="00850B65">
      <w:r>
        <w:t>287.0522</w:t>
      </w:r>
      <w:r>
        <w:tab/>
        <w:t>1.620e1</w:t>
      </w:r>
    </w:p>
    <w:p w:rsidR="00850B65" w:rsidRDefault="00850B65" w:rsidP="00850B65">
      <w:r>
        <w:t>287.0609</w:t>
      </w:r>
      <w:r>
        <w:tab/>
        <w:t>1.952e1</w:t>
      </w:r>
    </w:p>
    <w:p w:rsidR="00850B65" w:rsidRDefault="00850B65" w:rsidP="00850B65">
      <w:r>
        <w:t>287.0927</w:t>
      </w:r>
      <w:r>
        <w:tab/>
        <w:t>1.840e0</w:t>
      </w:r>
    </w:p>
    <w:p w:rsidR="00850B65" w:rsidRDefault="00850B65" w:rsidP="00850B65">
      <w:r>
        <w:lastRenderedPageBreak/>
        <w:t>287.0993</w:t>
      </w:r>
      <w:r>
        <w:tab/>
        <w:t>2.025e0</w:t>
      </w:r>
    </w:p>
    <w:p w:rsidR="00850B65" w:rsidRDefault="00850B65" w:rsidP="00850B65">
      <w:r>
        <w:t>287.1734</w:t>
      </w:r>
      <w:r>
        <w:tab/>
        <w:t>1.013e0</w:t>
      </w:r>
    </w:p>
    <w:p w:rsidR="00850B65" w:rsidRDefault="00850B65" w:rsidP="00850B65">
      <w:r>
        <w:t>287.2033</w:t>
      </w:r>
      <w:r>
        <w:tab/>
        <w:t>1.857e0</w:t>
      </w:r>
    </w:p>
    <w:p w:rsidR="00850B65" w:rsidRDefault="00850B65" w:rsidP="00850B65">
      <w:r>
        <w:t>287.2194</w:t>
      </w:r>
      <w:r>
        <w:tab/>
        <w:t>1.013e0</w:t>
      </w:r>
    </w:p>
    <w:p w:rsidR="00850B65" w:rsidRDefault="00850B65" w:rsidP="00850B65">
      <w:r>
        <w:t>287.2381</w:t>
      </w:r>
      <w:r>
        <w:tab/>
        <w:t>3.038e0</w:t>
      </w:r>
    </w:p>
    <w:p w:rsidR="00850B65" w:rsidRDefault="00850B65" w:rsidP="00850B65">
      <w:r>
        <w:t>287.2509</w:t>
      </w:r>
      <w:r>
        <w:tab/>
        <w:t>1.013e0</w:t>
      </w:r>
    </w:p>
    <w:p w:rsidR="00850B65" w:rsidRDefault="00850B65" w:rsidP="00850B65">
      <w:r>
        <w:t>287.3310</w:t>
      </w:r>
      <w:r>
        <w:tab/>
        <w:t>1.013e0</w:t>
      </w:r>
    </w:p>
    <w:p w:rsidR="00850B65" w:rsidRDefault="00850B65" w:rsidP="00850B65">
      <w:r>
        <w:t>287.3731</w:t>
      </w:r>
      <w:r>
        <w:tab/>
        <w:t>2.025e0</w:t>
      </w:r>
    </w:p>
    <w:p w:rsidR="00850B65" w:rsidRDefault="00850B65" w:rsidP="00850B65">
      <w:r>
        <w:t>287.4442</w:t>
      </w:r>
      <w:r>
        <w:tab/>
        <w:t>1.013e0</w:t>
      </w:r>
    </w:p>
    <w:p w:rsidR="00850B65" w:rsidRDefault="00850B65" w:rsidP="00850B65">
      <w:r>
        <w:t>287.4677</w:t>
      </w:r>
      <w:r>
        <w:tab/>
        <w:t>1.013e0</w:t>
      </w:r>
    </w:p>
    <w:p w:rsidR="00850B65" w:rsidRDefault="00850B65" w:rsidP="00850B65">
      <w:r>
        <w:t>287.4798</w:t>
      </w:r>
      <w:r>
        <w:tab/>
        <w:t>1.013e0</w:t>
      </w:r>
    </w:p>
    <w:p w:rsidR="00850B65" w:rsidRDefault="00850B65" w:rsidP="00850B65">
      <w:r>
        <w:t>287.5152</w:t>
      </w:r>
      <w:r>
        <w:tab/>
        <w:t>1.013e0</w:t>
      </w:r>
    </w:p>
    <w:p w:rsidR="00850B65" w:rsidRDefault="00850B65" w:rsidP="00850B65">
      <w:r>
        <w:t>287.5255</w:t>
      </w:r>
      <w:r>
        <w:tab/>
        <w:t>1.013e0</w:t>
      </w:r>
    </w:p>
    <w:p w:rsidR="00850B65" w:rsidRDefault="00850B65" w:rsidP="00850B65">
      <w:r>
        <w:t>287.5388</w:t>
      </w:r>
      <w:r>
        <w:tab/>
        <w:t>1.013e0</w:t>
      </w:r>
    </w:p>
    <w:p w:rsidR="00850B65" w:rsidRDefault="00850B65" w:rsidP="00850B65">
      <w:r>
        <w:t>287.5663</w:t>
      </w:r>
      <w:r>
        <w:tab/>
        <w:t>1.013e0</w:t>
      </w:r>
    </w:p>
    <w:p w:rsidR="00850B65" w:rsidRDefault="00850B65" w:rsidP="00850B65">
      <w:r>
        <w:t>287.5960</w:t>
      </w:r>
      <w:r>
        <w:tab/>
        <w:t>2.025e0</w:t>
      </w:r>
    </w:p>
    <w:p w:rsidR="00850B65" w:rsidRDefault="00850B65" w:rsidP="00850B65">
      <w:r>
        <w:t>287.6177</w:t>
      </w:r>
      <w:r>
        <w:tab/>
        <w:t>2.025e0</w:t>
      </w:r>
    </w:p>
    <w:p w:rsidR="00850B65" w:rsidRDefault="00850B65" w:rsidP="00850B65">
      <w:r>
        <w:t>287.6609</w:t>
      </w:r>
      <w:r>
        <w:tab/>
        <w:t>1.013e0</w:t>
      </w:r>
    </w:p>
    <w:p w:rsidR="00850B65" w:rsidRDefault="00850B65" w:rsidP="00850B65">
      <w:r>
        <w:t>287.6833</w:t>
      </w:r>
      <w:r>
        <w:tab/>
        <w:t>1.013e0</w:t>
      </w:r>
    </w:p>
    <w:p w:rsidR="00850B65" w:rsidRDefault="00850B65" w:rsidP="00850B65">
      <w:r>
        <w:lastRenderedPageBreak/>
        <w:t>287.7281</w:t>
      </w:r>
      <w:r>
        <w:tab/>
        <w:t>1.013e0</w:t>
      </w:r>
    </w:p>
    <w:p w:rsidR="00850B65" w:rsidRDefault="00850B65" w:rsidP="00850B65">
      <w:r>
        <w:t>287.9211</w:t>
      </w:r>
      <w:r>
        <w:tab/>
        <w:t>3.038e0</w:t>
      </w:r>
    </w:p>
    <w:p w:rsidR="00850B65" w:rsidRDefault="00850B65" w:rsidP="00850B65">
      <w:r>
        <w:t>287.9676</w:t>
      </w:r>
      <w:r>
        <w:tab/>
        <w:t>1.013e0</w:t>
      </w:r>
    </w:p>
    <w:p w:rsidR="00850B65" w:rsidRDefault="00850B65" w:rsidP="00850B65">
      <w:r>
        <w:t>287.9887</w:t>
      </w:r>
      <w:r>
        <w:tab/>
        <w:t>1.013e0</w:t>
      </w:r>
    </w:p>
    <w:p w:rsidR="00850B65" w:rsidRDefault="00850B65" w:rsidP="00850B65">
      <w:r>
        <w:t>287.9992</w:t>
      </w:r>
      <w:r>
        <w:tab/>
        <w:t>1.013e0</w:t>
      </w:r>
    </w:p>
    <w:p w:rsidR="00850B65" w:rsidRDefault="00850B65" w:rsidP="00850B65">
      <w:r>
        <w:t>288.0536</w:t>
      </w:r>
      <w:r>
        <w:tab/>
        <w:t>4.051e0</w:t>
      </w:r>
    </w:p>
    <w:p w:rsidR="00850B65" w:rsidRDefault="00850B65" w:rsidP="00850B65">
      <w:r>
        <w:t>288.0666</w:t>
      </w:r>
      <w:r>
        <w:tab/>
        <w:t>1.155e1</w:t>
      </w:r>
    </w:p>
    <w:p w:rsidR="00850B65" w:rsidRDefault="00850B65" w:rsidP="00850B65">
      <w:r>
        <w:t>288.0722</w:t>
      </w:r>
      <w:r>
        <w:tab/>
        <w:t>1.114e1</w:t>
      </w:r>
    </w:p>
    <w:p w:rsidR="00850B65" w:rsidRDefault="00850B65" w:rsidP="00850B65">
      <w:r>
        <w:t>288.0911</w:t>
      </w:r>
      <w:r>
        <w:tab/>
        <w:t>5.386e0</w:t>
      </w:r>
    </w:p>
    <w:p w:rsidR="00850B65" w:rsidRDefault="00850B65" w:rsidP="00850B65">
      <w:r>
        <w:t>288.0921</w:t>
      </w:r>
      <w:r>
        <w:tab/>
        <w:t>4.051e0</w:t>
      </w:r>
    </w:p>
    <w:p w:rsidR="00850B65" w:rsidRDefault="00850B65" w:rsidP="00850B65">
      <w:r>
        <w:t>288.1667</w:t>
      </w:r>
      <w:r>
        <w:tab/>
        <w:t>3.038e0</w:t>
      </w:r>
    </w:p>
    <w:p w:rsidR="00850B65" w:rsidRDefault="00850B65" w:rsidP="00850B65">
      <w:r>
        <w:t>288.2072</w:t>
      </w:r>
      <w:r>
        <w:tab/>
        <w:t>3.038e0</w:t>
      </w:r>
    </w:p>
    <w:p w:rsidR="00850B65" w:rsidRDefault="00850B65" w:rsidP="00850B65">
      <w:r>
        <w:t>288.2133</w:t>
      </w:r>
      <w:r>
        <w:tab/>
        <w:t>1.895e0</w:t>
      </w:r>
    </w:p>
    <w:p w:rsidR="00850B65" w:rsidRDefault="00850B65" w:rsidP="00850B65">
      <w:r>
        <w:t>288.2414</w:t>
      </w:r>
      <w:r>
        <w:tab/>
        <w:t>3.038e0</w:t>
      </w:r>
    </w:p>
    <w:p w:rsidR="00850B65" w:rsidRDefault="00850B65" w:rsidP="00850B65">
      <w:r>
        <w:t>288.2502</w:t>
      </w:r>
      <w:r>
        <w:tab/>
        <w:t>2.025e0</w:t>
      </w:r>
    </w:p>
    <w:p w:rsidR="00850B65" w:rsidRDefault="00850B65" w:rsidP="00850B65">
      <w:r>
        <w:t>288.2827</w:t>
      </w:r>
      <w:r>
        <w:tab/>
        <w:t>2.025e0</w:t>
      </w:r>
    </w:p>
    <w:p w:rsidR="00850B65" w:rsidRDefault="00850B65" w:rsidP="00850B65">
      <w:r>
        <w:t>288.3154</w:t>
      </w:r>
      <w:r>
        <w:tab/>
        <w:t>1.013e0</w:t>
      </w:r>
    </w:p>
    <w:p w:rsidR="00850B65" w:rsidRDefault="00850B65" w:rsidP="00850B65">
      <w:r>
        <w:t>288.3417</w:t>
      </w:r>
      <w:r>
        <w:tab/>
        <w:t>1.013e0</w:t>
      </w:r>
    </w:p>
    <w:p w:rsidR="00850B65" w:rsidRDefault="00850B65" w:rsidP="00850B65">
      <w:r>
        <w:t>288.3551</w:t>
      </w:r>
      <w:r>
        <w:tab/>
        <w:t>1.013e0</w:t>
      </w:r>
    </w:p>
    <w:p w:rsidR="00850B65" w:rsidRDefault="00850B65" w:rsidP="00850B65">
      <w:r>
        <w:lastRenderedPageBreak/>
        <w:t>288.4458</w:t>
      </w:r>
      <w:r>
        <w:tab/>
        <w:t>1.013e0</w:t>
      </w:r>
    </w:p>
    <w:p w:rsidR="00850B65" w:rsidRDefault="00850B65" w:rsidP="00850B65">
      <w:r>
        <w:t>288.4703</w:t>
      </w:r>
      <w:r>
        <w:tab/>
        <w:t>2.025e0</w:t>
      </w:r>
    </w:p>
    <w:p w:rsidR="00850B65" w:rsidRDefault="00850B65" w:rsidP="00850B65">
      <w:r>
        <w:t>288.5050</w:t>
      </w:r>
      <w:r>
        <w:tab/>
        <w:t>1.013e0</w:t>
      </w:r>
    </w:p>
    <w:p w:rsidR="00850B65" w:rsidRDefault="00850B65" w:rsidP="00850B65">
      <w:r>
        <w:t>288.5527</w:t>
      </w:r>
      <w:r>
        <w:tab/>
        <w:t>1.013e0</w:t>
      </w:r>
    </w:p>
    <w:p w:rsidR="00850B65" w:rsidRDefault="00850B65" w:rsidP="00850B65">
      <w:r>
        <w:t>288.5580</w:t>
      </w:r>
      <w:r>
        <w:tab/>
        <w:t>1.013e0</w:t>
      </w:r>
    </w:p>
    <w:p w:rsidR="00850B65" w:rsidRDefault="00850B65" w:rsidP="00850B65">
      <w:r>
        <w:t>288.6170</w:t>
      </w:r>
      <w:r>
        <w:tab/>
        <w:t>2.025e0</w:t>
      </w:r>
    </w:p>
    <w:p w:rsidR="00850B65" w:rsidRDefault="00850B65" w:rsidP="00850B65">
      <w:r>
        <w:t>288.6487</w:t>
      </w:r>
      <w:r>
        <w:tab/>
        <w:t>2.025e0</w:t>
      </w:r>
    </w:p>
    <w:p w:rsidR="00850B65" w:rsidRDefault="00850B65" w:rsidP="00850B65">
      <w:r>
        <w:t>288.6899</w:t>
      </w:r>
      <w:r>
        <w:tab/>
        <w:t>1.013e0</w:t>
      </w:r>
    </w:p>
    <w:p w:rsidR="00850B65" w:rsidRDefault="00850B65" w:rsidP="00850B65">
      <w:r>
        <w:t>288.8326</w:t>
      </w:r>
      <w:r>
        <w:tab/>
        <w:t>1.013e0</w:t>
      </w:r>
    </w:p>
    <w:p w:rsidR="00850B65" w:rsidRDefault="00850B65" w:rsidP="00850B65">
      <w:r>
        <w:t>288.8404</w:t>
      </w:r>
      <w:r>
        <w:tab/>
        <w:t>2.025e0</w:t>
      </w:r>
    </w:p>
    <w:p w:rsidR="00850B65" w:rsidRDefault="00850B65" w:rsidP="00850B65">
      <w:r>
        <w:t>288.8500</w:t>
      </w:r>
      <w:r>
        <w:tab/>
        <w:t>2.025e0</w:t>
      </w:r>
    </w:p>
    <w:p w:rsidR="00850B65" w:rsidRDefault="00850B65" w:rsidP="00850B65">
      <w:r>
        <w:t>288.8694</w:t>
      </w:r>
      <w:r>
        <w:tab/>
        <w:t>1.013e0</w:t>
      </w:r>
    </w:p>
    <w:p w:rsidR="00850B65" w:rsidRDefault="00850B65" w:rsidP="00850B65">
      <w:r>
        <w:t>288.9011</w:t>
      </w:r>
      <w:r>
        <w:tab/>
        <w:t>1.013e0</w:t>
      </w:r>
    </w:p>
    <w:p w:rsidR="00850B65" w:rsidRDefault="00850B65" w:rsidP="00850B65">
      <w:r>
        <w:t>288.9328</w:t>
      </w:r>
      <w:r>
        <w:tab/>
        <w:t>1.013e0</w:t>
      </w:r>
    </w:p>
    <w:p w:rsidR="00850B65" w:rsidRDefault="00850B65" w:rsidP="00850B65">
      <w:r>
        <w:t>288.9510</w:t>
      </w:r>
      <w:r>
        <w:tab/>
        <w:t>1.013e0</w:t>
      </w:r>
    </w:p>
    <w:p w:rsidR="00850B65" w:rsidRDefault="00850B65" w:rsidP="00850B65">
      <w:r>
        <w:t>288.9644</w:t>
      </w:r>
      <w:r>
        <w:tab/>
        <w:t>2.025e0</w:t>
      </w:r>
    </w:p>
    <w:p w:rsidR="00850B65" w:rsidRDefault="00850B65" w:rsidP="00850B65">
      <w:r>
        <w:t>288.9785</w:t>
      </w:r>
      <w:r>
        <w:tab/>
        <w:t>1.013e0</w:t>
      </w:r>
    </w:p>
    <w:p w:rsidR="00850B65" w:rsidRDefault="00850B65" w:rsidP="00850B65">
      <w:r>
        <w:t>289.0061</w:t>
      </w:r>
      <w:r>
        <w:tab/>
        <w:t>1.013e0</w:t>
      </w:r>
    </w:p>
    <w:p w:rsidR="00850B65" w:rsidRDefault="00850B65" w:rsidP="00850B65">
      <w:r>
        <w:t>289.0255</w:t>
      </w:r>
      <w:r>
        <w:tab/>
        <w:t>2.025e0</w:t>
      </w:r>
    </w:p>
    <w:p w:rsidR="00850B65" w:rsidRDefault="00850B65" w:rsidP="00850B65">
      <w:r>
        <w:lastRenderedPageBreak/>
        <w:t>289.0792</w:t>
      </w:r>
      <w:r>
        <w:tab/>
        <w:t>2.025e0</w:t>
      </w:r>
    </w:p>
    <w:p w:rsidR="00850B65" w:rsidRDefault="00850B65" w:rsidP="00850B65">
      <w:r>
        <w:t>289.0813</w:t>
      </w:r>
      <w:r>
        <w:tab/>
        <w:t>1.013e0</w:t>
      </w:r>
    </w:p>
    <w:p w:rsidR="00850B65" w:rsidRDefault="00850B65" w:rsidP="00850B65">
      <w:r>
        <w:t>289.1035</w:t>
      </w:r>
      <w:r>
        <w:tab/>
        <w:t>4.896e0</w:t>
      </w:r>
    </w:p>
    <w:p w:rsidR="00850B65" w:rsidRDefault="00850B65" w:rsidP="00850B65">
      <w:r>
        <w:t>289.1220</w:t>
      </w:r>
      <w:r>
        <w:tab/>
        <w:t>2.584e0</w:t>
      </w:r>
    </w:p>
    <w:p w:rsidR="00850B65" w:rsidRDefault="00850B65" w:rsidP="00850B65">
      <w:r>
        <w:t>289.1345</w:t>
      </w:r>
      <w:r>
        <w:tab/>
        <w:t>2.025e0</w:t>
      </w:r>
    </w:p>
    <w:p w:rsidR="00850B65" w:rsidRDefault="00850B65" w:rsidP="00850B65">
      <w:r>
        <w:t>289.1618</w:t>
      </w:r>
      <w:r>
        <w:tab/>
        <w:t>3.024e0</w:t>
      </w:r>
    </w:p>
    <w:p w:rsidR="00850B65" w:rsidRDefault="00850B65" w:rsidP="00850B65">
      <w:r>
        <w:t>289.2128</w:t>
      </w:r>
      <w:r>
        <w:tab/>
        <w:t>1.013e0</w:t>
      </w:r>
    </w:p>
    <w:p w:rsidR="00850B65" w:rsidRDefault="00850B65" w:rsidP="00850B65">
      <w:r>
        <w:t>289.2523</w:t>
      </w:r>
      <w:r>
        <w:tab/>
        <w:t>2.025e0</w:t>
      </w:r>
    </w:p>
    <w:p w:rsidR="00850B65" w:rsidRDefault="00850B65" w:rsidP="00850B65">
      <w:r>
        <w:t>289.2587</w:t>
      </w:r>
      <w:r>
        <w:tab/>
        <w:t>1.013e0</w:t>
      </w:r>
    </w:p>
    <w:p w:rsidR="00850B65" w:rsidRDefault="00850B65" w:rsidP="00850B65">
      <w:r>
        <w:t>289.3080</w:t>
      </w:r>
      <w:r>
        <w:tab/>
        <w:t>1.013e0</w:t>
      </w:r>
    </w:p>
    <w:p w:rsidR="00850B65" w:rsidRDefault="00850B65" w:rsidP="00850B65">
      <w:r>
        <w:t>289.4127</w:t>
      </w:r>
      <w:r>
        <w:tab/>
        <w:t>1.013e0</w:t>
      </w:r>
    </w:p>
    <w:p w:rsidR="00850B65" w:rsidRDefault="00850B65" w:rsidP="00850B65">
      <w:r>
        <w:t>289.4499</w:t>
      </w:r>
      <w:r>
        <w:tab/>
        <w:t>3.038e0</w:t>
      </w:r>
    </w:p>
    <w:p w:rsidR="00850B65" w:rsidRDefault="00850B65" w:rsidP="00850B65">
      <w:r>
        <w:t>289.5351</w:t>
      </w:r>
      <w:r>
        <w:tab/>
        <w:t>1.013e0</w:t>
      </w:r>
    </w:p>
    <w:p w:rsidR="00850B65" w:rsidRDefault="00850B65" w:rsidP="00850B65">
      <w:r>
        <w:t>289.6103</w:t>
      </w:r>
      <w:r>
        <w:tab/>
        <w:t>1.013e0</w:t>
      </w:r>
    </w:p>
    <w:p w:rsidR="00850B65" w:rsidRDefault="00850B65" w:rsidP="00850B65">
      <w:r>
        <w:t>289.6201</w:t>
      </w:r>
      <w:r>
        <w:tab/>
        <w:t>1.013e0</w:t>
      </w:r>
    </w:p>
    <w:p w:rsidR="00850B65" w:rsidRDefault="00850B65" w:rsidP="00850B65">
      <w:r>
        <w:t>289.6970</w:t>
      </w:r>
      <w:r>
        <w:tab/>
        <w:t>2.025e0</w:t>
      </w:r>
    </w:p>
    <w:p w:rsidR="00850B65" w:rsidRDefault="00850B65" w:rsidP="00850B65">
      <w:r>
        <w:t>289.8786</w:t>
      </w:r>
      <w:r>
        <w:tab/>
        <w:t>1.013e0</w:t>
      </w:r>
    </w:p>
    <w:p w:rsidR="00850B65" w:rsidRDefault="00850B65" w:rsidP="00850B65">
      <w:r>
        <w:t>289.8826</w:t>
      </w:r>
      <w:r>
        <w:tab/>
        <w:t>1.013e0</w:t>
      </w:r>
    </w:p>
    <w:p w:rsidR="00850B65" w:rsidRDefault="00850B65" w:rsidP="00850B65">
      <w:r>
        <w:t>289.9102</w:t>
      </w:r>
      <w:r>
        <w:tab/>
        <w:t>1.013e0</w:t>
      </w:r>
    </w:p>
    <w:p w:rsidR="00850B65" w:rsidRDefault="00850B65" w:rsidP="00850B65">
      <w:r>
        <w:lastRenderedPageBreak/>
        <w:t>289.9695</w:t>
      </w:r>
      <w:r>
        <w:tab/>
        <w:t>1.013e0</w:t>
      </w:r>
    </w:p>
    <w:p w:rsidR="00850B65" w:rsidRDefault="00850B65" w:rsidP="00850B65">
      <w:r>
        <w:t>289.9774</w:t>
      </w:r>
      <w:r>
        <w:tab/>
        <w:t>1.013e0</w:t>
      </w:r>
    </w:p>
    <w:p w:rsidR="00850B65" w:rsidRDefault="00850B65" w:rsidP="00850B65">
      <w:r>
        <w:t>290.0247</w:t>
      </w:r>
      <w:r>
        <w:tab/>
        <w:t>2.025e0</w:t>
      </w:r>
    </w:p>
    <w:p w:rsidR="00850B65" w:rsidRDefault="00850B65" w:rsidP="00850B65">
      <w:r>
        <w:t>290.0387</w:t>
      </w:r>
      <w:r>
        <w:tab/>
        <w:t>2.025e0</w:t>
      </w:r>
    </w:p>
    <w:p w:rsidR="00850B65" w:rsidRDefault="00850B65" w:rsidP="00850B65">
      <w:r>
        <w:t>290.0944</w:t>
      </w:r>
      <w:r>
        <w:tab/>
        <w:t>1.013e1</w:t>
      </w:r>
    </w:p>
    <w:p w:rsidR="00850B65" w:rsidRDefault="00850B65" w:rsidP="00850B65">
      <w:r>
        <w:t>290.1019</w:t>
      </w:r>
      <w:r>
        <w:tab/>
        <w:t>1.013e1</w:t>
      </w:r>
    </w:p>
    <w:p w:rsidR="00850B65" w:rsidRDefault="00850B65" w:rsidP="00850B65">
      <w:r>
        <w:t>290.1046</w:t>
      </w:r>
      <w:r>
        <w:tab/>
        <w:t>4.797e1</w:t>
      </w:r>
    </w:p>
    <w:p w:rsidR="00850B65" w:rsidRDefault="00850B65" w:rsidP="00850B65">
      <w:r>
        <w:t>290.1496</w:t>
      </w:r>
      <w:r>
        <w:tab/>
        <w:t>2.423e0</w:t>
      </w:r>
    </w:p>
    <w:p w:rsidR="00850B65" w:rsidRDefault="00850B65" w:rsidP="00850B65">
      <w:r>
        <w:t>290.2115</w:t>
      </w:r>
      <w:r>
        <w:tab/>
        <w:t>1.709e0</w:t>
      </w:r>
    </w:p>
    <w:p w:rsidR="00850B65" w:rsidRDefault="00850B65" w:rsidP="00850B65">
      <w:r>
        <w:t>290.2203</w:t>
      </w:r>
      <w:r>
        <w:tab/>
        <w:t>2.025e0</w:t>
      </w:r>
    </w:p>
    <w:p w:rsidR="00850B65" w:rsidRDefault="00850B65" w:rsidP="00850B65">
      <w:r>
        <w:t>290.2222</w:t>
      </w:r>
      <w:r>
        <w:tab/>
        <w:t>1.013e0</w:t>
      </w:r>
    </w:p>
    <w:p w:rsidR="00850B65" w:rsidRDefault="00850B65" w:rsidP="00850B65">
      <w:r>
        <w:t>290.2528</w:t>
      </w:r>
      <w:r>
        <w:tab/>
        <w:t>2.025e0</w:t>
      </w:r>
    </w:p>
    <w:p w:rsidR="00850B65" w:rsidRDefault="00850B65" w:rsidP="00850B65">
      <w:r>
        <w:t>290.2619</w:t>
      </w:r>
      <w:r>
        <w:tab/>
        <w:t>1.013e0</w:t>
      </w:r>
    </w:p>
    <w:p w:rsidR="00850B65" w:rsidRDefault="00850B65" w:rsidP="00850B65">
      <w:r>
        <w:t>290.2983</w:t>
      </w:r>
      <w:r>
        <w:tab/>
        <w:t>1.013e0</w:t>
      </w:r>
    </w:p>
    <w:p w:rsidR="00850B65" w:rsidRDefault="00850B65" w:rsidP="00850B65">
      <w:r>
        <w:t>290.3089</w:t>
      </w:r>
      <w:r>
        <w:tab/>
        <w:t>1.013e0</w:t>
      </w:r>
    </w:p>
    <w:p w:rsidR="00850B65" w:rsidRDefault="00850B65" w:rsidP="00850B65">
      <w:r>
        <w:t>290.3212</w:t>
      </w:r>
      <w:r>
        <w:tab/>
        <w:t>1.013e0</w:t>
      </w:r>
    </w:p>
    <w:p w:rsidR="00850B65" w:rsidRDefault="00850B65" w:rsidP="00850B65">
      <w:r>
        <w:t>290.3763</w:t>
      </w:r>
      <w:r>
        <w:tab/>
        <w:t>1.013e0</w:t>
      </w:r>
    </w:p>
    <w:p w:rsidR="00850B65" w:rsidRDefault="00850B65" w:rsidP="00850B65">
      <w:r>
        <w:t>290.3991</w:t>
      </w:r>
      <w:r>
        <w:tab/>
        <w:t>2.025e0</w:t>
      </w:r>
    </w:p>
    <w:p w:rsidR="00850B65" w:rsidRDefault="00850B65" w:rsidP="00850B65">
      <w:r>
        <w:t>290.4395</w:t>
      </w:r>
      <w:r>
        <w:tab/>
        <w:t>1.013e0</w:t>
      </w:r>
    </w:p>
    <w:p w:rsidR="00850B65" w:rsidRDefault="00850B65" w:rsidP="00850B65">
      <w:r>
        <w:lastRenderedPageBreak/>
        <w:t>290.5028</w:t>
      </w:r>
      <w:r>
        <w:tab/>
        <w:t>1.013e0</w:t>
      </w:r>
    </w:p>
    <w:p w:rsidR="00850B65" w:rsidRDefault="00850B65" w:rsidP="00850B65">
      <w:r>
        <w:t>290.5530</w:t>
      </w:r>
      <w:r>
        <w:tab/>
        <w:t>2.025e0</w:t>
      </w:r>
    </w:p>
    <w:p w:rsidR="00850B65" w:rsidRDefault="00850B65" w:rsidP="00850B65">
      <w:r>
        <w:t>290.5620</w:t>
      </w:r>
      <w:r>
        <w:tab/>
        <w:t>1.013e0</w:t>
      </w:r>
    </w:p>
    <w:p w:rsidR="00850B65" w:rsidRDefault="00850B65" w:rsidP="00850B65">
      <w:r>
        <w:t>290.5849</w:t>
      </w:r>
      <w:r>
        <w:tab/>
        <w:t>1.013e0</w:t>
      </w:r>
    </w:p>
    <w:p w:rsidR="00850B65" w:rsidRDefault="00850B65" w:rsidP="00850B65">
      <w:r>
        <w:t>290.5977</w:t>
      </w:r>
      <w:r>
        <w:tab/>
        <w:t>2.025e0</w:t>
      </w:r>
    </w:p>
    <w:p w:rsidR="00850B65" w:rsidRDefault="00850B65" w:rsidP="00850B65">
      <w:r>
        <w:t>290.6017</w:t>
      </w:r>
      <w:r>
        <w:tab/>
        <w:t>1.013e0</w:t>
      </w:r>
    </w:p>
    <w:p w:rsidR="00850B65" w:rsidRDefault="00850B65" w:rsidP="00850B65">
      <w:r>
        <w:t>290.6167</w:t>
      </w:r>
      <w:r>
        <w:tab/>
        <w:t>1.013e0</w:t>
      </w:r>
    </w:p>
    <w:p w:rsidR="00850B65" w:rsidRDefault="00850B65" w:rsidP="00850B65">
      <w:r>
        <w:t>290.6333</w:t>
      </w:r>
      <w:r>
        <w:tab/>
        <w:t>1.013e0</w:t>
      </w:r>
    </w:p>
    <w:p w:rsidR="00850B65" w:rsidRDefault="00850B65" w:rsidP="00850B65">
      <w:r>
        <w:t>290.6408</w:t>
      </w:r>
      <w:r>
        <w:tab/>
        <w:t>2.025e0</w:t>
      </w:r>
    </w:p>
    <w:p w:rsidR="00850B65" w:rsidRDefault="00850B65" w:rsidP="00850B65">
      <w:r>
        <w:t>290.6564</w:t>
      </w:r>
      <w:r>
        <w:tab/>
        <w:t>3.038e0</w:t>
      </w:r>
    </w:p>
    <w:p w:rsidR="00850B65" w:rsidRDefault="00850B65" w:rsidP="00850B65">
      <w:r>
        <w:t>290.6885</w:t>
      </w:r>
      <w:r>
        <w:tab/>
        <w:t>1.013e0</w:t>
      </w:r>
    </w:p>
    <w:p w:rsidR="00850B65" w:rsidRDefault="00850B65" w:rsidP="00850B65">
      <w:r>
        <w:t>290.7339</w:t>
      </w:r>
      <w:r>
        <w:tab/>
        <w:t>2.025e0</w:t>
      </w:r>
    </w:p>
    <w:p w:rsidR="00850B65" w:rsidRDefault="00850B65" w:rsidP="00850B65">
      <w:r>
        <w:t>290.7754</w:t>
      </w:r>
      <w:r>
        <w:tab/>
        <w:t>1.013e0</w:t>
      </w:r>
    </w:p>
    <w:p w:rsidR="00850B65" w:rsidRDefault="00850B65" w:rsidP="00850B65">
      <w:r>
        <w:t>290.8030</w:t>
      </w:r>
      <w:r>
        <w:tab/>
        <w:t>3.038e0</w:t>
      </w:r>
    </w:p>
    <w:p w:rsidR="00850B65" w:rsidRDefault="00850B65" w:rsidP="00850B65">
      <w:r>
        <w:t>290.8291</w:t>
      </w:r>
      <w:r>
        <w:tab/>
        <w:t>1.013e0</w:t>
      </w:r>
    </w:p>
    <w:p w:rsidR="00850B65" w:rsidRDefault="00850B65" w:rsidP="00850B65">
      <w:r>
        <w:t>290.8557</w:t>
      </w:r>
      <w:r>
        <w:tab/>
        <w:t>1.013e0</w:t>
      </w:r>
    </w:p>
    <w:p w:rsidR="00850B65" w:rsidRDefault="00850B65" w:rsidP="00850B65">
      <w:r>
        <w:t>290.8743</w:t>
      </w:r>
      <w:r>
        <w:tab/>
        <w:t>1.013e0</w:t>
      </w:r>
    </w:p>
    <w:p w:rsidR="00850B65" w:rsidRDefault="00850B65" w:rsidP="00850B65">
      <w:r>
        <w:t>290.8876</w:t>
      </w:r>
      <w:r>
        <w:tab/>
        <w:t>1.013e0</w:t>
      </w:r>
    </w:p>
    <w:p w:rsidR="00850B65" w:rsidRDefault="00850B65" w:rsidP="00850B65">
      <w:r>
        <w:t>290.9099</w:t>
      </w:r>
      <w:r>
        <w:tab/>
        <w:t>1.013e0</w:t>
      </w:r>
    </w:p>
    <w:p w:rsidR="00850B65" w:rsidRDefault="00850B65" w:rsidP="00850B65">
      <w:r>
        <w:lastRenderedPageBreak/>
        <w:t>290.9295</w:t>
      </w:r>
      <w:r>
        <w:tab/>
        <w:t>1.013e0</w:t>
      </w:r>
    </w:p>
    <w:p w:rsidR="00850B65" w:rsidRDefault="00850B65" w:rsidP="00850B65">
      <w:r>
        <w:t>290.9442</w:t>
      </w:r>
      <w:r>
        <w:tab/>
        <w:t>2.025e0</w:t>
      </w:r>
    </w:p>
    <w:p w:rsidR="00850B65" w:rsidRDefault="00850B65" w:rsidP="00850B65">
      <w:r>
        <w:t>290.9731</w:t>
      </w:r>
      <w:r>
        <w:tab/>
        <w:t>1.013e0</w:t>
      </w:r>
    </w:p>
    <w:p w:rsidR="00850B65" w:rsidRDefault="00850B65" w:rsidP="00850B65">
      <w:r>
        <w:t>290.9779</w:t>
      </w:r>
      <w:r>
        <w:tab/>
        <w:t>1.013e0</w:t>
      </w:r>
    </w:p>
    <w:p w:rsidR="00850B65" w:rsidRDefault="00850B65" w:rsidP="00850B65">
      <w:r>
        <w:t>291.0204</w:t>
      </w:r>
      <w:r>
        <w:tab/>
        <w:t>1.013e0</w:t>
      </w:r>
    </w:p>
    <w:p w:rsidR="00850B65" w:rsidRDefault="00850B65" w:rsidP="00850B65">
      <w:r>
        <w:t>291.0324</w:t>
      </w:r>
      <w:r>
        <w:tab/>
        <w:t>8.643e0</w:t>
      </w:r>
    </w:p>
    <w:p w:rsidR="00850B65" w:rsidRDefault="00850B65" w:rsidP="00850B65">
      <w:r>
        <w:t>291.0454</w:t>
      </w:r>
      <w:r>
        <w:tab/>
        <w:t>3.038e0</w:t>
      </w:r>
    </w:p>
    <w:p w:rsidR="00850B65" w:rsidRDefault="00850B65" w:rsidP="00850B65">
      <w:r>
        <w:t>291.0824</w:t>
      </w:r>
      <w:r>
        <w:tab/>
        <w:t>5.063e0</w:t>
      </w:r>
    </w:p>
    <w:p w:rsidR="00850B65" w:rsidRDefault="00850B65" w:rsidP="00850B65">
      <w:r>
        <w:t>291.0943</w:t>
      </w:r>
      <w:r>
        <w:tab/>
        <w:t>4.051e0</w:t>
      </w:r>
    </w:p>
    <w:p w:rsidR="00850B65" w:rsidRDefault="00850B65" w:rsidP="00850B65">
      <w:r>
        <w:t>291.1145</w:t>
      </w:r>
      <w:r>
        <w:tab/>
        <w:t>3.511e1</w:t>
      </w:r>
    </w:p>
    <w:p w:rsidR="00850B65" w:rsidRDefault="00850B65" w:rsidP="00850B65">
      <w:r>
        <w:t>291.1599</w:t>
      </w:r>
      <w:r>
        <w:tab/>
        <w:t>4.051e0</w:t>
      </w:r>
    </w:p>
    <w:p w:rsidR="00850B65" w:rsidRDefault="00850B65" w:rsidP="00850B65">
      <w:r>
        <w:t>291.1864</w:t>
      </w:r>
      <w:r>
        <w:tab/>
        <w:t>2.245e0</w:t>
      </w:r>
    </w:p>
    <w:p w:rsidR="00850B65" w:rsidRDefault="00850B65" w:rsidP="00850B65">
      <w:r>
        <w:t>291.1959</w:t>
      </w:r>
      <w:r>
        <w:tab/>
        <w:t>1.013e0</w:t>
      </w:r>
    </w:p>
    <w:p w:rsidR="00850B65" w:rsidRDefault="00850B65" w:rsidP="00850B65">
      <w:r>
        <w:t>291.2285</w:t>
      </w:r>
      <w:r>
        <w:tab/>
        <w:t>2.491e0</w:t>
      </w:r>
    </w:p>
    <w:p w:rsidR="00850B65" w:rsidRDefault="00850B65" w:rsidP="00850B65">
      <w:r>
        <w:t>291.2410</w:t>
      </w:r>
      <w:r>
        <w:tab/>
        <w:t>4.051e0</w:t>
      </w:r>
    </w:p>
    <w:p w:rsidR="00850B65" w:rsidRDefault="00850B65" w:rsidP="00850B65">
      <w:r>
        <w:t>291.2544</w:t>
      </w:r>
      <w:r>
        <w:tab/>
        <w:t>1.013e0</w:t>
      </w:r>
    </w:p>
    <w:p w:rsidR="00850B65" w:rsidRDefault="00850B65" w:rsidP="00850B65">
      <w:r>
        <w:t>291.2917</w:t>
      </w:r>
      <w:r>
        <w:tab/>
        <w:t>1.013e0</w:t>
      </w:r>
    </w:p>
    <w:p w:rsidR="00850B65" w:rsidRDefault="00850B65" w:rsidP="00850B65">
      <w:r>
        <w:t>291.3051</w:t>
      </w:r>
      <w:r>
        <w:tab/>
        <w:t>1.013e0</w:t>
      </w:r>
    </w:p>
    <w:p w:rsidR="00850B65" w:rsidRDefault="00850B65" w:rsidP="00850B65">
      <w:r>
        <w:t>291.3091</w:t>
      </w:r>
      <w:r>
        <w:tab/>
        <w:t>2.025e0</w:t>
      </w:r>
    </w:p>
    <w:p w:rsidR="00850B65" w:rsidRDefault="00850B65" w:rsidP="00850B65">
      <w:r>
        <w:lastRenderedPageBreak/>
        <w:t>291.3768</w:t>
      </w:r>
      <w:r>
        <w:tab/>
        <w:t>1.013e0</w:t>
      </w:r>
    </w:p>
    <w:p w:rsidR="00850B65" w:rsidRDefault="00850B65" w:rsidP="00850B65">
      <w:r>
        <w:t>291.3960</w:t>
      </w:r>
      <w:r>
        <w:tab/>
        <w:t>1.013e0</w:t>
      </w:r>
    </w:p>
    <w:p w:rsidR="00850B65" w:rsidRDefault="00850B65" w:rsidP="00850B65">
      <w:r>
        <w:t>291.4040</w:t>
      </w:r>
      <w:r>
        <w:tab/>
        <w:t>1.013e0</w:t>
      </w:r>
    </w:p>
    <w:p w:rsidR="00850B65" w:rsidRDefault="00850B65" w:rsidP="00850B65">
      <w:r>
        <w:t>291.4356</w:t>
      </w:r>
      <w:r>
        <w:tab/>
        <w:t>1.013e0</w:t>
      </w:r>
    </w:p>
    <w:p w:rsidR="00850B65" w:rsidRDefault="00850B65" w:rsidP="00850B65">
      <w:r>
        <w:t>291.4366</w:t>
      </w:r>
      <w:r>
        <w:tab/>
        <w:t>2.025e0</w:t>
      </w:r>
    </w:p>
    <w:p w:rsidR="00850B65" w:rsidRDefault="00850B65" w:rsidP="00850B65">
      <w:r>
        <w:t>291.4910</w:t>
      </w:r>
      <w:r>
        <w:tab/>
        <w:t>2.025e0</w:t>
      </w:r>
    </w:p>
    <w:p w:rsidR="00850B65" w:rsidRDefault="00850B65" w:rsidP="00850B65">
      <w:r>
        <w:t>291.5226</w:t>
      </w:r>
      <w:r>
        <w:tab/>
        <w:t>1.013e0</w:t>
      </w:r>
    </w:p>
    <w:p w:rsidR="00850B65" w:rsidRDefault="00850B65" w:rsidP="00850B65">
      <w:r>
        <w:t>291.5475</w:t>
      </w:r>
      <w:r>
        <w:tab/>
        <w:t>2.025e0</w:t>
      </w:r>
    </w:p>
    <w:p w:rsidR="00850B65" w:rsidRDefault="00850B65" w:rsidP="00850B65">
      <w:r>
        <w:t>291.5950</w:t>
      </w:r>
      <w:r>
        <w:tab/>
        <w:t>1.013e0</w:t>
      </w:r>
    </w:p>
    <w:p w:rsidR="00850B65" w:rsidRDefault="00850B65" w:rsidP="00850B65">
      <w:r>
        <w:t>291.6176</w:t>
      </w:r>
      <w:r>
        <w:tab/>
        <w:t>1.013e0</w:t>
      </w:r>
    </w:p>
    <w:p w:rsidR="00850B65" w:rsidRDefault="00850B65" w:rsidP="00850B65">
      <w:r>
        <w:t>291.6411</w:t>
      </w:r>
      <w:r>
        <w:tab/>
        <w:t>1.013e0</w:t>
      </w:r>
    </w:p>
    <w:p w:rsidR="00850B65" w:rsidRDefault="00850B65" w:rsidP="00850B65">
      <w:r>
        <w:t>291.6769</w:t>
      </w:r>
      <w:r>
        <w:tab/>
        <w:t>1.013e0</w:t>
      </w:r>
    </w:p>
    <w:p w:rsidR="00850B65" w:rsidRDefault="00850B65" w:rsidP="00850B65">
      <w:r>
        <w:t>291.7044</w:t>
      </w:r>
      <w:r>
        <w:tab/>
        <w:t>1.013e0</w:t>
      </w:r>
    </w:p>
    <w:p w:rsidR="00850B65" w:rsidRDefault="00850B65" w:rsidP="00850B65">
      <w:r>
        <w:t>291.7282</w:t>
      </w:r>
      <w:r>
        <w:tab/>
        <w:t>1.013e0</w:t>
      </w:r>
    </w:p>
    <w:p w:rsidR="00850B65" w:rsidRDefault="00850B65" w:rsidP="00850B65">
      <w:r>
        <w:t>291.7302</w:t>
      </w:r>
      <w:r>
        <w:tab/>
        <w:t>2.025e0</w:t>
      </w:r>
    </w:p>
    <w:p w:rsidR="00850B65" w:rsidRDefault="00850B65" w:rsidP="00850B65">
      <w:r>
        <w:t>291.7499</w:t>
      </w:r>
      <w:r>
        <w:tab/>
        <w:t>2.025e0</w:t>
      </w:r>
    </w:p>
    <w:p w:rsidR="00850B65" w:rsidRDefault="00850B65" w:rsidP="00850B65">
      <w:r>
        <w:t>291.8074</w:t>
      </w:r>
      <w:r>
        <w:tab/>
        <w:t>2.025e0</w:t>
      </w:r>
    </w:p>
    <w:p w:rsidR="00850B65" w:rsidRDefault="00850B65" w:rsidP="00850B65">
      <w:r>
        <w:t>291.8350</w:t>
      </w:r>
      <w:r>
        <w:tab/>
        <w:t>2.025e0</w:t>
      </w:r>
    </w:p>
    <w:p w:rsidR="00850B65" w:rsidRDefault="00850B65" w:rsidP="00850B65">
      <w:r>
        <w:t>291.8987</w:t>
      </w:r>
      <w:r>
        <w:tab/>
        <w:t>1.013e0</w:t>
      </w:r>
    </w:p>
    <w:p w:rsidR="00850B65" w:rsidRDefault="00850B65" w:rsidP="00850B65">
      <w:r>
        <w:lastRenderedPageBreak/>
        <w:t>291.9267</w:t>
      </w:r>
      <w:r>
        <w:tab/>
        <w:t>3.038e0</w:t>
      </w:r>
    </w:p>
    <w:p w:rsidR="00850B65" w:rsidRDefault="00850B65" w:rsidP="00850B65">
      <w:r>
        <w:t>291.9967</w:t>
      </w:r>
      <w:r>
        <w:tab/>
        <w:t>4.051e0</w:t>
      </w:r>
    </w:p>
    <w:p w:rsidR="00850B65" w:rsidRDefault="00850B65" w:rsidP="00850B65">
      <w:r>
        <w:t>292.0050</w:t>
      </w:r>
      <w:r>
        <w:tab/>
        <w:t>1.013e0</w:t>
      </w:r>
    </w:p>
    <w:p w:rsidR="00850B65" w:rsidRDefault="00850B65" w:rsidP="00850B65">
      <w:r>
        <w:t>292.0406</w:t>
      </w:r>
      <w:r>
        <w:tab/>
        <w:t>1.013e0</w:t>
      </w:r>
    </w:p>
    <w:p w:rsidR="00850B65" w:rsidRDefault="00850B65" w:rsidP="00850B65">
      <w:r>
        <w:t>292.0804</w:t>
      </w:r>
      <w:r>
        <w:tab/>
        <w:t>1.164e1</w:t>
      </w:r>
    </w:p>
    <w:p w:rsidR="00850B65" w:rsidRDefault="00850B65" w:rsidP="00850B65">
      <w:r>
        <w:t>292.0882</w:t>
      </w:r>
      <w:r>
        <w:tab/>
        <w:t>2.268e1</w:t>
      </w:r>
    </w:p>
    <w:p w:rsidR="00850B65" w:rsidRDefault="00850B65" w:rsidP="00850B65">
      <w:r>
        <w:t>292.0976</w:t>
      </w:r>
      <w:r>
        <w:tab/>
        <w:t>2.025e0</w:t>
      </w:r>
    </w:p>
    <w:p w:rsidR="00850B65" w:rsidRDefault="00850B65" w:rsidP="00850B65">
      <w:r>
        <w:t>292.1573</w:t>
      </w:r>
      <w:r>
        <w:tab/>
        <w:t>3.368e0</w:t>
      </w:r>
    </w:p>
    <w:p w:rsidR="00850B65" w:rsidRDefault="00850B65" w:rsidP="00850B65">
      <w:r>
        <w:t>292.1587</w:t>
      </w:r>
      <w:r>
        <w:tab/>
        <w:t>5.175e0</w:t>
      </w:r>
    </w:p>
    <w:p w:rsidR="00850B65" w:rsidRDefault="00850B65" w:rsidP="00850B65">
      <w:r>
        <w:t>292.2062</w:t>
      </w:r>
      <w:r>
        <w:tab/>
        <w:t>3.735e0</w:t>
      </w:r>
    </w:p>
    <w:p w:rsidR="00850B65" w:rsidRDefault="00850B65" w:rsidP="00850B65">
      <w:r>
        <w:t>292.2266</w:t>
      </w:r>
      <w:r>
        <w:tab/>
        <w:t>1.013e0</w:t>
      </w:r>
    </w:p>
    <w:p w:rsidR="00850B65" w:rsidRDefault="00850B65" w:rsidP="00850B65">
      <w:r>
        <w:t>292.2636</w:t>
      </w:r>
      <w:r>
        <w:tab/>
        <w:t>3.038e0</w:t>
      </w:r>
    </w:p>
    <w:p w:rsidR="00850B65" w:rsidRDefault="00850B65" w:rsidP="00850B65">
      <w:r>
        <w:t>292.2852</w:t>
      </w:r>
      <w:r>
        <w:tab/>
        <w:t>3.038e0</w:t>
      </w:r>
    </w:p>
    <w:p w:rsidR="00850B65" w:rsidRDefault="00850B65" w:rsidP="00850B65">
      <w:r>
        <w:t>292.3216</w:t>
      </w:r>
      <w:r>
        <w:tab/>
        <w:t>1.013e0</w:t>
      </w:r>
    </w:p>
    <w:p w:rsidR="00850B65" w:rsidRDefault="00850B65" w:rsidP="00850B65">
      <w:r>
        <w:t>292.3360</w:t>
      </w:r>
      <w:r>
        <w:tab/>
        <w:t>1.013e0</w:t>
      </w:r>
    </w:p>
    <w:p w:rsidR="00850B65" w:rsidRDefault="00850B65" w:rsidP="00850B65">
      <w:r>
        <w:t>292.3574</w:t>
      </w:r>
      <w:r>
        <w:tab/>
        <w:t>2.025e0</w:t>
      </w:r>
    </w:p>
    <w:p w:rsidR="00850B65" w:rsidRDefault="00850B65" w:rsidP="00850B65">
      <w:r>
        <w:t>292.4561</w:t>
      </w:r>
      <w:r>
        <w:tab/>
        <w:t>2.025e0</w:t>
      </w:r>
    </w:p>
    <w:p w:rsidR="00850B65" w:rsidRDefault="00850B65" w:rsidP="00850B65">
      <w:r>
        <w:t>292.5175</w:t>
      </w:r>
      <w:r>
        <w:tab/>
        <w:t>1.013e0</w:t>
      </w:r>
    </w:p>
    <w:p w:rsidR="00850B65" w:rsidRDefault="00850B65" w:rsidP="00850B65">
      <w:r>
        <w:t>292.5588</w:t>
      </w:r>
      <w:r>
        <w:tab/>
        <w:t>2.025e0</w:t>
      </w:r>
    </w:p>
    <w:p w:rsidR="00850B65" w:rsidRDefault="00850B65" w:rsidP="00850B65">
      <w:r>
        <w:lastRenderedPageBreak/>
        <w:t>292.5816</w:t>
      </w:r>
      <w:r>
        <w:tab/>
        <w:t>1.013e0</w:t>
      </w:r>
    </w:p>
    <w:p w:rsidR="00850B65" w:rsidRDefault="00850B65" w:rsidP="00850B65">
      <w:r>
        <w:t>292.6618</w:t>
      </w:r>
      <w:r>
        <w:tab/>
        <w:t>2.025e0</w:t>
      </w:r>
    </w:p>
    <w:p w:rsidR="00850B65" w:rsidRDefault="00850B65" w:rsidP="00850B65">
      <w:r>
        <w:t>292.7132</w:t>
      </w:r>
      <w:r>
        <w:tab/>
        <w:t>1.013e0</w:t>
      </w:r>
    </w:p>
    <w:p w:rsidR="00850B65" w:rsidRDefault="00850B65" w:rsidP="00850B65">
      <w:r>
        <w:t>292.7449</w:t>
      </w:r>
      <w:r>
        <w:tab/>
        <w:t>1.013e0</w:t>
      </w:r>
    </w:p>
    <w:p w:rsidR="00850B65" w:rsidRDefault="00850B65" w:rsidP="00850B65">
      <w:r>
        <w:t>292.8400</w:t>
      </w:r>
      <w:r>
        <w:tab/>
        <w:t>1.013e0</w:t>
      </w:r>
    </w:p>
    <w:p w:rsidR="00850B65" w:rsidRDefault="00850B65" w:rsidP="00850B65">
      <w:r>
        <w:t>292.8439</w:t>
      </w:r>
      <w:r>
        <w:tab/>
        <w:t>1.013e0</w:t>
      </w:r>
    </w:p>
    <w:p w:rsidR="00850B65" w:rsidRDefault="00850B65" w:rsidP="00850B65">
      <w:r>
        <w:t>292.8755</w:t>
      </w:r>
      <w:r>
        <w:tab/>
        <w:t>2.025e0</w:t>
      </w:r>
    </w:p>
    <w:p w:rsidR="00850B65" w:rsidRDefault="00850B65" w:rsidP="00850B65">
      <w:r>
        <w:t>292.8993</w:t>
      </w:r>
      <w:r>
        <w:tab/>
        <w:t>1.013e0</w:t>
      </w:r>
    </w:p>
    <w:p w:rsidR="00850B65" w:rsidRDefault="00850B65" w:rsidP="00850B65">
      <w:r>
        <w:t>292.9449</w:t>
      </w:r>
      <w:r>
        <w:tab/>
        <w:t>1.013e0</w:t>
      </w:r>
    </w:p>
    <w:p w:rsidR="00850B65" w:rsidRDefault="00850B65" w:rsidP="00850B65">
      <w:r>
        <w:t>292.9483</w:t>
      </w:r>
      <w:r>
        <w:tab/>
        <w:t>2.025e0</w:t>
      </w:r>
    </w:p>
    <w:p w:rsidR="00850B65" w:rsidRDefault="00850B65" w:rsidP="00850B65">
      <w:r>
        <w:t>292.9947</w:t>
      </w:r>
      <w:r>
        <w:tab/>
        <w:t>6.469e0</w:t>
      </w:r>
    </w:p>
    <w:p w:rsidR="00850B65" w:rsidRDefault="00850B65" w:rsidP="00850B65">
      <w:r>
        <w:t>293.0020</w:t>
      </w:r>
      <w:r>
        <w:tab/>
        <w:t>6.076e0</w:t>
      </w:r>
    </w:p>
    <w:p w:rsidR="00850B65" w:rsidRDefault="00850B65" w:rsidP="00850B65">
      <w:r>
        <w:t>293.0038</w:t>
      </w:r>
      <w:r>
        <w:tab/>
        <w:t>2.025e0</w:t>
      </w:r>
    </w:p>
    <w:p w:rsidR="00850B65" w:rsidRDefault="00850B65" w:rsidP="00850B65">
      <w:r>
        <w:t>293.0264</w:t>
      </w:r>
      <w:r>
        <w:tab/>
        <w:t>3.657e0</w:t>
      </w:r>
    </w:p>
    <w:p w:rsidR="00850B65" w:rsidRDefault="00850B65" w:rsidP="00850B65">
      <w:r>
        <w:t>293.0508</w:t>
      </w:r>
      <w:r>
        <w:tab/>
        <w:t>3.038e0</w:t>
      </w:r>
    </w:p>
    <w:p w:rsidR="00850B65" w:rsidRDefault="00850B65" w:rsidP="00850B65">
      <w:r>
        <w:t>293.1206</w:t>
      </w:r>
      <w:r>
        <w:tab/>
        <w:t>3.038e0</w:t>
      </w:r>
    </w:p>
    <w:p w:rsidR="00850B65" w:rsidRDefault="00850B65" w:rsidP="00850B65">
      <w:r>
        <w:t>293.1347</w:t>
      </w:r>
      <w:r>
        <w:tab/>
        <w:t>3.044e0</w:t>
      </w:r>
    </w:p>
    <w:p w:rsidR="00850B65" w:rsidRDefault="00850B65" w:rsidP="00850B65">
      <w:r>
        <w:t>293.1467</w:t>
      </w:r>
      <w:r>
        <w:tab/>
        <w:t>2.025e0</w:t>
      </w:r>
    </w:p>
    <w:p w:rsidR="00850B65" w:rsidRDefault="00850B65" w:rsidP="00850B65">
      <w:r>
        <w:t>293.1600</w:t>
      </w:r>
      <w:r>
        <w:tab/>
        <w:t>4.716e0</w:t>
      </w:r>
    </w:p>
    <w:p w:rsidR="00850B65" w:rsidRDefault="00850B65" w:rsidP="00850B65">
      <w:r>
        <w:lastRenderedPageBreak/>
        <w:t>293.1724</w:t>
      </w:r>
      <w:r>
        <w:tab/>
        <w:t>1.393e0</w:t>
      </w:r>
    </w:p>
    <w:p w:rsidR="00850B65" w:rsidRDefault="00850B65" w:rsidP="00850B65">
      <w:r>
        <w:t>293.1767</w:t>
      </w:r>
      <w:r>
        <w:tab/>
        <w:t>3.038e0</w:t>
      </w:r>
    </w:p>
    <w:p w:rsidR="00850B65" w:rsidRDefault="00850B65" w:rsidP="00850B65">
      <w:r>
        <w:t>293.2041</w:t>
      </w:r>
      <w:r>
        <w:tab/>
        <w:t>2.025e0</w:t>
      </w:r>
    </w:p>
    <w:p w:rsidR="00850B65" w:rsidRDefault="00850B65" w:rsidP="00850B65">
      <w:r>
        <w:t>293.2445</w:t>
      </w:r>
      <w:r>
        <w:tab/>
        <w:t>1.013e0</w:t>
      </w:r>
    </w:p>
    <w:p w:rsidR="00850B65" w:rsidRDefault="00850B65" w:rsidP="00850B65">
      <w:r>
        <w:t>293.2766</w:t>
      </w:r>
      <w:r>
        <w:tab/>
        <w:t>1.013e0</w:t>
      </w:r>
    </w:p>
    <w:p w:rsidR="00850B65" w:rsidRDefault="00850B65" w:rsidP="00850B65">
      <w:r>
        <w:t>293.2872</w:t>
      </w:r>
      <w:r>
        <w:tab/>
        <w:t>2.025e0</w:t>
      </w:r>
    </w:p>
    <w:p w:rsidR="00850B65" w:rsidRDefault="00850B65" w:rsidP="00850B65">
      <w:r>
        <w:t>293.3269</w:t>
      </w:r>
      <w:r>
        <w:tab/>
        <w:t>1.013e0</w:t>
      </w:r>
    </w:p>
    <w:p w:rsidR="00850B65" w:rsidRDefault="00850B65" w:rsidP="00850B65">
      <w:r>
        <w:t>293.3409</w:t>
      </w:r>
      <w:r>
        <w:tab/>
        <w:t>1.013e0</w:t>
      </w:r>
    </w:p>
    <w:p w:rsidR="00850B65" w:rsidRDefault="00850B65" w:rsidP="00850B65">
      <w:r>
        <w:t>293.3882</w:t>
      </w:r>
      <w:r>
        <w:tab/>
        <w:t>2.025e0</w:t>
      </w:r>
    </w:p>
    <w:p w:rsidR="00850B65" w:rsidRDefault="00850B65" w:rsidP="00850B65">
      <w:r>
        <w:t>293.4265</w:t>
      </w:r>
      <w:r>
        <w:tab/>
        <w:t>1.013e0</w:t>
      </w:r>
    </w:p>
    <w:p w:rsidR="00850B65" w:rsidRDefault="00850B65" w:rsidP="00850B65">
      <w:r>
        <w:t>293.5283</w:t>
      </w:r>
      <w:r>
        <w:tab/>
        <w:t>1.013e0</w:t>
      </w:r>
    </w:p>
    <w:p w:rsidR="00850B65" w:rsidRDefault="00850B65" w:rsidP="00850B65">
      <w:r>
        <w:t>293.5446</w:t>
      </w:r>
      <w:r>
        <w:tab/>
        <w:t>1.013e0</w:t>
      </w:r>
    </w:p>
    <w:p w:rsidR="00850B65" w:rsidRDefault="00850B65" w:rsidP="00850B65">
      <w:r>
        <w:t>293.6783</w:t>
      </w:r>
      <w:r>
        <w:tab/>
        <w:t>1.013e0</w:t>
      </w:r>
    </w:p>
    <w:p w:rsidR="00850B65" w:rsidRDefault="00850B65" w:rsidP="00850B65">
      <w:r>
        <w:t>293.6997</w:t>
      </w:r>
      <w:r>
        <w:tab/>
        <w:t>1.013e0</w:t>
      </w:r>
    </w:p>
    <w:p w:rsidR="00850B65" w:rsidRDefault="00850B65" w:rsidP="00850B65">
      <w:r>
        <w:t>293.7208</w:t>
      </w:r>
      <w:r>
        <w:tab/>
        <w:t>2.025e0</w:t>
      </w:r>
    </w:p>
    <w:p w:rsidR="00850B65" w:rsidRDefault="00850B65" w:rsidP="00850B65">
      <w:r>
        <w:t>293.7586</w:t>
      </w:r>
      <w:r>
        <w:tab/>
        <w:t>1.013e0</w:t>
      </w:r>
    </w:p>
    <w:p w:rsidR="00850B65" w:rsidRDefault="00850B65" w:rsidP="00850B65">
      <w:r>
        <w:t>293.9195</w:t>
      </w:r>
      <w:r>
        <w:tab/>
        <w:t>1.013e0</w:t>
      </w:r>
    </w:p>
    <w:p w:rsidR="00850B65" w:rsidRDefault="00850B65" w:rsidP="00850B65">
      <w:r>
        <w:t>293.9645</w:t>
      </w:r>
      <w:r>
        <w:tab/>
        <w:t>1.013e0</w:t>
      </w:r>
    </w:p>
    <w:p w:rsidR="00850B65" w:rsidRDefault="00850B65" w:rsidP="00850B65">
      <w:r>
        <w:t>293.9784</w:t>
      </w:r>
      <w:r>
        <w:tab/>
        <w:t>3.038e0</w:t>
      </w:r>
    </w:p>
    <w:p w:rsidR="00850B65" w:rsidRDefault="00850B65" w:rsidP="00850B65">
      <w:r>
        <w:lastRenderedPageBreak/>
        <w:t>294.0059</w:t>
      </w:r>
      <w:r>
        <w:tab/>
        <w:t>5.063e0</w:t>
      </w:r>
    </w:p>
    <w:p w:rsidR="00850B65" w:rsidRDefault="00850B65" w:rsidP="00850B65">
      <w:r>
        <w:t>294.0451</w:t>
      </w:r>
      <w:r>
        <w:tab/>
        <w:t>3.038e0</w:t>
      </w:r>
    </w:p>
    <w:p w:rsidR="00850B65" w:rsidRDefault="00850B65" w:rsidP="00850B65">
      <w:r>
        <w:t>294.0526</w:t>
      </w:r>
      <w:r>
        <w:tab/>
        <w:t>2.334e0</w:t>
      </w:r>
    </w:p>
    <w:p w:rsidR="00850B65" w:rsidRDefault="00850B65" w:rsidP="00850B65">
      <w:r>
        <w:t>294.0755</w:t>
      </w:r>
      <w:r>
        <w:tab/>
        <w:t>2.025e0</w:t>
      </w:r>
    </w:p>
    <w:p w:rsidR="00850B65" w:rsidRDefault="00850B65" w:rsidP="00850B65">
      <w:r>
        <w:t>294.1543</w:t>
      </w:r>
      <w:r>
        <w:tab/>
        <w:t>8.664e0</w:t>
      </w:r>
    </w:p>
    <w:p w:rsidR="00850B65" w:rsidRDefault="00850B65" w:rsidP="00850B65">
      <w:r>
        <w:t>294.1838</w:t>
      </w:r>
      <w:r>
        <w:tab/>
        <w:t>8.661e0</w:t>
      </w:r>
    </w:p>
    <w:p w:rsidR="00850B65" w:rsidRDefault="00850B65" w:rsidP="00850B65">
      <w:r>
        <w:t>294.2009</w:t>
      </w:r>
      <w:r>
        <w:tab/>
        <w:t>2.722e0</w:t>
      </w:r>
    </w:p>
    <w:p w:rsidR="00850B65" w:rsidRDefault="00850B65" w:rsidP="00850B65">
      <w:r>
        <w:t>294.2076</w:t>
      </w:r>
      <w:r>
        <w:tab/>
        <w:t>6.076e0</w:t>
      </w:r>
    </w:p>
    <w:p w:rsidR="00850B65" w:rsidRDefault="00850B65" w:rsidP="00850B65">
      <w:r>
        <w:t>294.2575</w:t>
      </w:r>
      <w:r>
        <w:tab/>
        <w:t>1.013e0</w:t>
      </w:r>
    </w:p>
    <w:p w:rsidR="00850B65" w:rsidRPr="00044EB7" w:rsidRDefault="00850B65" w:rsidP="00850B65">
      <w:r>
        <w:t>294.3434</w:t>
      </w:r>
      <w:r>
        <w:tab/>
        <w:t>1.013e0</w:t>
      </w:r>
      <w:bookmarkStart w:id="0" w:name="_GoBack"/>
      <w:bookmarkEnd w:id="0"/>
    </w:p>
    <w:sectPr w:rsidR="00850B65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C9"/>
    <w:rsid w:val="00044EB7"/>
    <w:rsid w:val="001D65C8"/>
    <w:rsid w:val="004C2A0A"/>
    <w:rsid w:val="00595483"/>
    <w:rsid w:val="00850B65"/>
    <w:rsid w:val="00A563A9"/>
    <w:rsid w:val="00B22530"/>
    <w:rsid w:val="00BD115B"/>
    <w:rsid w:val="00E751C4"/>
    <w:rsid w:val="00E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1A0E6"/>
  <w15:docId w15:val="{18BE1FA9-9C45-49E3-9E4F-517541D0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177</Pages>
  <Words>8570</Words>
  <Characters>48854</Characters>
  <Application>Microsoft Office Word</Application>
  <DocSecurity>0</DocSecurity>
  <Lines>407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57310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2</cp:revision>
  <dcterms:created xsi:type="dcterms:W3CDTF">2022-06-10T14:09:00Z</dcterms:created>
  <dcterms:modified xsi:type="dcterms:W3CDTF">2022-06-10T14:09:00Z</dcterms:modified>
</cp:coreProperties>
</file>